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D8D6F0" w14:textId="34F7C4AA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633E4B" w14:paraId="6AD8D6F3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8D6F1" w14:textId="77777777" w:rsidR="00C44B8B" w:rsidRPr="00633E4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33E4B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8D6F2" w14:textId="5F1F18E9" w:rsidR="00C44B8B" w:rsidRPr="00633E4B" w:rsidRDefault="00CF7802" w:rsidP="00F463A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33E4B">
              <w:rPr>
                <w:b/>
                <w:sz w:val="26"/>
                <w:szCs w:val="26"/>
                <w:lang w:val="en-US"/>
              </w:rPr>
              <w:t>203A</w:t>
            </w:r>
          </w:p>
        </w:tc>
      </w:tr>
    </w:tbl>
    <w:p w14:paraId="6AD8D6FD" w14:textId="77777777" w:rsidR="00C44B8B" w:rsidRPr="00633E4B" w:rsidRDefault="00C44B8B" w:rsidP="009570BC">
      <w:pPr>
        <w:ind w:firstLine="0"/>
      </w:pPr>
    </w:p>
    <w:p w14:paraId="2CA7B04E" w14:textId="77777777" w:rsidR="009570BC" w:rsidRDefault="009570BC" w:rsidP="009570BC">
      <w:pPr>
        <w:tabs>
          <w:tab w:val="right" w:pos="10207"/>
        </w:tabs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“УТВЕРЖДАЮ”</w:t>
      </w:r>
    </w:p>
    <w:p w14:paraId="44EA5AED" w14:textId="77777777" w:rsidR="009570BC" w:rsidRDefault="009570BC" w:rsidP="009570BC">
      <w:pPr>
        <w:ind w:left="567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Первый заместитель директора– </w:t>
      </w:r>
    </w:p>
    <w:p w14:paraId="6DAEFFAD" w14:textId="77777777" w:rsidR="009570BC" w:rsidRDefault="009570BC" w:rsidP="009570BC">
      <w:pPr>
        <w:ind w:left="5670"/>
        <w:jc w:val="right"/>
        <w:rPr>
          <w:sz w:val="24"/>
          <w:szCs w:val="24"/>
        </w:rPr>
      </w:pPr>
      <w:r>
        <w:rPr>
          <w:sz w:val="24"/>
          <w:szCs w:val="24"/>
        </w:rPr>
        <w:t>главный инженер филиала</w:t>
      </w:r>
    </w:p>
    <w:p w14:paraId="6D9377EC" w14:textId="217F3285" w:rsidR="009570BC" w:rsidRDefault="009570BC" w:rsidP="009570BC">
      <w:pPr>
        <w:ind w:left="5670"/>
        <w:jc w:val="right"/>
        <w:rPr>
          <w:sz w:val="24"/>
          <w:szCs w:val="24"/>
        </w:rPr>
      </w:pPr>
      <w:r>
        <w:rPr>
          <w:sz w:val="24"/>
          <w:szCs w:val="24"/>
        </w:rPr>
        <w:t>ПАО «</w:t>
      </w:r>
      <w:r w:rsidR="00F463AB">
        <w:rPr>
          <w:sz w:val="24"/>
          <w:szCs w:val="24"/>
        </w:rPr>
        <w:t>Россети Центр</w:t>
      </w:r>
      <w:r>
        <w:rPr>
          <w:sz w:val="24"/>
          <w:szCs w:val="24"/>
        </w:rPr>
        <w:t>» - «Орелэнерго»</w:t>
      </w:r>
    </w:p>
    <w:p w14:paraId="55B5216E" w14:textId="77777777" w:rsidR="00B65DB5" w:rsidRDefault="00B65DB5" w:rsidP="009570BC">
      <w:pPr>
        <w:ind w:left="5670"/>
        <w:jc w:val="right"/>
        <w:rPr>
          <w:sz w:val="24"/>
          <w:szCs w:val="24"/>
        </w:rPr>
      </w:pPr>
    </w:p>
    <w:p w14:paraId="4D6C7E1D" w14:textId="13168DF4" w:rsidR="009570BC" w:rsidRDefault="009570BC" w:rsidP="009570BC">
      <w:pPr>
        <w:tabs>
          <w:tab w:val="right" w:pos="10207"/>
        </w:tabs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_________________И.В. Колубанов</w:t>
      </w:r>
    </w:p>
    <w:p w14:paraId="562EEF3B" w14:textId="558AD96E" w:rsidR="009570BC" w:rsidRDefault="009570BC" w:rsidP="009570BC">
      <w:pPr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“</w:t>
      </w:r>
      <w:r w:rsidR="00F463AB">
        <w:rPr>
          <w:sz w:val="26"/>
          <w:szCs w:val="26"/>
        </w:rPr>
        <w:t>06</w:t>
      </w:r>
      <w:r>
        <w:rPr>
          <w:sz w:val="26"/>
          <w:szCs w:val="26"/>
        </w:rPr>
        <w:t xml:space="preserve">”  </w:t>
      </w:r>
      <w:r w:rsidR="00F463AB">
        <w:rPr>
          <w:sz w:val="26"/>
          <w:szCs w:val="26"/>
        </w:rPr>
        <w:t>октября</w:t>
      </w:r>
      <w:r>
        <w:rPr>
          <w:sz w:val="26"/>
          <w:szCs w:val="26"/>
        </w:rPr>
        <w:t xml:space="preserve">  202</w:t>
      </w:r>
      <w:r w:rsidR="00F463AB">
        <w:rPr>
          <w:sz w:val="26"/>
          <w:szCs w:val="26"/>
        </w:rPr>
        <w:t>2</w:t>
      </w:r>
      <w:r>
        <w:rPr>
          <w:sz w:val="26"/>
          <w:szCs w:val="26"/>
        </w:rPr>
        <w:t xml:space="preserve"> г.</w:t>
      </w:r>
    </w:p>
    <w:p w14:paraId="6AD8D6FE" w14:textId="77777777" w:rsidR="00C44B8B" w:rsidRDefault="00C44B8B" w:rsidP="00C44B8B"/>
    <w:p w14:paraId="32569885" w14:textId="77777777" w:rsidR="009570BC" w:rsidRDefault="009570BC" w:rsidP="00C44B8B"/>
    <w:p w14:paraId="3F25FA50" w14:textId="77777777" w:rsidR="009570BC" w:rsidRDefault="009570BC" w:rsidP="00C44B8B"/>
    <w:p w14:paraId="2F009A4B" w14:textId="77777777" w:rsidR="009570BC" w:rsidRPr="00633E4B" w:rsidRDefault="009570BC" w:rsidP="00C44B8B"/>
    <w:p w14:paraId="6AD8D6FF" w14:textId="77777777" w:rsidR="00C44B8B" w:rsidRPr="00633E4B" w:rsidRDefault="00C44B8B" w:rsidP="00C44B8B">
      <w:pPr>
        <w:pStyle w:val="2"/>
        <w:numPr>
          <w:ilvl w:val="0"/>
          <w:numId w:val="0"/>
        </w:numPr>
        <w:spacing w:after="120"/>
      </w:pPr>
      <w:r w:rsidRPr="00633E4B">
        <w:t>ТЕХНИЧЕСКОЕ ЗАДАНИЕ</w:t>
      </w:r>
    </w:p>
    <w:p w14:paraId="4C68E892" w14:textId="55286CE3" w:rsidR="009570BC" w:rsidRDefault="004F6968" w:rsidP="00773399">
      <w:pPr>
        <w:ind w:firstLine="0"/>
        <w:jc w:val="center"/>
        <w:rPr>
          <w:b/>
          <w:sz w:val="26"/>
          <w:szCs w:val="26"/>
        </w:rPr>
      </w:pPr>
      <w:r w:rsidRPr="00633E4B">
        <w:rPr>
          <w:b/>
          <w:sz w:val="26"/>
          <w:szCs w:val="26"/>
        </w:rPr>
        <w:t xml:space="preserve">на </w:t>
      </w:r>
      <w:r w:rsidR="00612811" w:rsidRPr="00633E4B">
        <w:rPr>
          <w:b/>
          <w:sz w:val="26"/>
          <w:szCs w:val="26"/>
        </w:rPr>
        <w:t xml:space="preserve">поставку </w:t>
      </w:r>
      <w:r w:rsidR="007F4188" w:rsidRPr="00633E4B">
        <w:rPr>
          <w:b/>
          <w:sz w:val="26"/>
          <w:szCs w:val="26"/>
        </w:rPr>
        <w:t>мет</w:t>
      </w:r>
      <w:r w:rsidR="00620938" w:rsidRPr="00633E4B">
        <w:rPr>
          <w:b/>
          <w:sz w:val="26"/>
          <w:szCs w:val="26"/>
        </w:rPr>
        <w:t>аллопроката</w:t>
      </w:r>
      <w:r w:rsidR="009C0389" w:rsidRPr="00633E4B">
        <w:rPr>
          <w:b/>
          <w:sz w:val="26"/>
          <w:szCs w:val="26"/>
        </w:rPr>
        <w:t>.</w:t>
      </w:r>
      <w:r w:rsidR="00232E4A" w:rsidRPr="00633E4B">
        <w:rPr>
          <w:b/>
          <w:sz w:val="26"/>
          <w:szCs w:val="26"/>
        </w:rPr>
        <w:t xml:space="preserve"> </w:t>
      </w:r>
    </w:p>
    <w:p w14:paraId="6AD8D700" w14:textId="6FAF1755" w:rsidR="004F6968" w:rsidRDefault="009C0389" w:rsidP="00773399">
      <w:pPr>
        <w:ind w:firstLine="0"/>
        <w:jc w:val="center"/>
        <w:rPr>
          <w:b/>
          <w:sz w:val="26"/>
          <w:szCs w:val="26"/>
          <w:u w:val="single"/>
          <w:lang w:val="en-US"/>
        </w:rPr>
      </w:pPr>
      <w:r w:rsidRPr="00633E4B">
        <w:rPr>
          <w:b/>
          <w:sz w:val="26"/>
          <w:szCs w:val="26"/>
        </w:rPr>
        <w:t xml:space="preserve">Лот № </w:t>
      </w:r>
      <w:r w:rsidR="00BD2843" w:rsidRPr="0002605C">
        <w:rPr>
          <w:b/>
          <w:sz w:val="26"/>
          <w:szCs w:val="26"/>
          <w:u w:val="single"/>
        </w:rPr>
        <w:t>203</w:t>
      </w:r>
      <w:r w:rsidR="00620938" w:rsidRPr="0002605C">
        <w:rPr>
          <w:b/>
          <w:sz w:val="26"/>
          <w:szCs w:val="26"/>
          <w:u w:val="single"/>
          <w:lang w:val="en-US"/>
        </w:rPr>
        <w:t>A</w:t>
      </w:r>
    </w:p>
    <w:p w14:paraId="59B8CA45" w14:textId="77777777" w:rsidR="009570BC" w:rsidRDefault="009570BC" w:rsidP="00773399">
      <w:pPr>
        <w:ind w:firstLine="0"/>
        <w:jc w:val="center"/>
        <w:rPr>
          <w:b/>
          <w:sz w:val="26"/>
          <w:szCs w:val="26"/>
          <w:u w:val="single"/>
          <w:lang w:val="en-US"/>
        </w:rPr>
      </w:pPr>
    </w:p>
    <w:p w14:paraId="785C46CE" w14:textId="77777777" w:rsidR="009570BC" w:rsidRPr="00633E4B" w:rsidRDefault="009570BC" w:rsidP="00773399">
      <w:pPr>
        <w:ind w:firstLine="0"/>
        <w:jc w:val="center"/>
        <w:rPr>
          <w:b/>
          <w:sz w:val="26"/>
          <w:szCs w:val="26"/>
        </w:rPr>
      </w:pPr>
    </w:p>
    <w:tbl>
      <w:tblPr>
        <w:tblW w:w="1020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9"/>
        <w:gridCol w:w="1578"/>
        <w:gridCol w:w="2329"/>
        <w:gridCol w:w="1604"/>
        <w:gridCol w:w="2446"/>
      </w:tblGrid>
      <w:tr w:rsidR="009570BC" w:rsidRPr="00CB08A2" w14:paraId="6B6DFB3A" w14:textId="77777777" w:rsidTr="00105230">
        <w:trPr>
          <w:trHeight w:val="645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76FFB" w14:textId="77777777" w:rsidR="009570BC" w:rsidRPr="00CB08A2" w:rsidRDefault="009570BC" w:rsidP="00F463AB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CB08A2">
              <w:rPr>
                <w:sz w:val="24"/>
                <w:szCs w:val="24"/>
              </w:rPr>
              <w:t>Филиал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FDB1C" w14:textId="77777777" w:rsidR="009570BC" w:rsidRPr="00CB08A2" w:rsidRDefault="009570BC" w:rsidP="00F463AB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CB08A2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57C5E" w14:textId="77777777" w:rsidR="009570BC" w:rsidRPr="00CB08A2" w:rsidRDefault="009570BC" w:rsidP="00F463AB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CB08A2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0E8A7" w14:textId="77777777" w:rsidR="009570BC" w:rsidRPr="00CB08A2" w:rsidRDefault="009570BC" w:rsidP="00F463AB">
            <w:pPr>
              <w:tabs>
                <w:tab w:val="left" w:pos="1276"/>
              </w:tabs>
              <w:ind w:firstLine="0"/>
              <w:jc w:val="center"/>
              <w:rPr>
                <w:sz w:val="24"/>
                <w:szCs w:val="24"/>
              </w:rPr>
            </w:pPr>
            <w:r w:rsidRPr="00CB08A2">
              <w:rPr>
                <w:sz w:val="24"/>
                <w:szCs w:val="24"/>
              </w:rPr>
              <w:t>Срок</w:t>
            </w:r>
          </w:p>
          <w:p w14:paraId="05AA4BF4" w14:textId="77777777" w:rsidR="009570BC" w:rsidRPr="009570BC" w:rsidRDefault="009570BC" w:rsidP="00F463AB">
            <w:pPr>
              <w:tabs>
                <w:tab w:val="left" w:pos="1276"/>
              </w:tabs>
              <w:ind w:firstLine="0"/>
              <w:jc w:val="center"/>
              <w:rPr>
                <w:sz w:val="24"/>
                <w:szCs w:val="24"/>
              </w:rPr>
            </w:pPr>
            <w:r w:rsidRPr="009570BC">
              <w:rPr>
                <w:sz w:val="24"/>
                <w:szCs w:val="24"/>
              </w:rPr>
              <w:t>поставки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077B9" w14:textId="77777777" w:rsidR="009570BC" w:rsidRPr="00CB08A2" w:rsidRDefault="009570BC" w:rsidP="00F463AB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CB08A2">
              <w:rPr>
                <w:sz w:val="24"/>
                <w:szCs w:val="24"/>
              </w:rPr>
              <w:t>Общее количество</w:t>
            </w:r>
          </w:p>
        </w:tc>
      </w:tr>
      <w:tr w:rsidR="009570BC" w:rsidRPr="00CB08A2" w14:paraId="14F6C38E" w14:textId="77777777" w:rsidTr="00105230"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BC632" w14:textId="77777777" w:rsidR="009570BC" w:rsidRPr="00CB08A2" w:rsidRDefault="009570BC" w:rsidP="00F463AB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CB08A2">
              <w:rPr>
                <w:sz w:val="24"/>
                <w:szCs w:val="24"/>
              </w:rPr>
              <w:t>«Орелэнерго»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F5C2E" w14:textId="77777777" w:rsidR="009570BC" w:rsidRPr="00CB08A2" w:rsidRDefault="009570BC" w:rsidP="00F463AB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CB08A2">
              <w:rPr>
                <w:sz w:val="24"/>
                <w:szCs w:val="24"/>
              </w:rPr>
              <w:t>Авто/ж/д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03FD4" w14:textId="2D5310CE" w:rsidR="009570BC" w:rsidRPr="00CB08A2" w:rsidRDefault="00483F97" w:rsidP="00052A01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Орел, ул. Высоковольтная, 9,</w:t>
            </w:r>
            <w:r w:rsidR="009570BC" w:rsidRPr="00CB08A2">
              <w:rPr>
                <w:sz w:val="24"/>
                <w:szCs w:val="24"/>
              </w:rPr>
              <w:t xml:space="preserve"> центральный склад филиала ПАО "</w:t>
            </w:r>
            <w:r w:rsidR="00F463AB">
              <w:rPr>
                <w:sz w:val="24"/>
                <w:szCs w:val="24"/>
              </w:rPr>
              <w:t>Россети Центр</w:t>
            </w:r>
            <w:r w:rsidR="00F463AB" w:rsidRPr="00CB08A2">
              <w:rPr>
                <w:sz w:val="24"/>
                <w:szCs w:val="24"/>
              </w:rPr>
              <w:t>”</w:t>
            </w:r>
            <w:r w:rsidR="009570BC" w:rsidRPr="00CB08A2">
              <w:rPr>
                <w:sz w:val="24"/>
                <w:szCs w:val="24"/>
              </w:rPr>
              <w:t>- “Орёлэнерго”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D903D" w14:textId="4B6F5F6C" w:rsidR="009570BC" w:rsidRPr="00CB08A2" w:rsidRDefault="009570BC" w:rsidP="00483F97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10 календарных дней </w:t>
            </w:r>
            <w:r w:rsidRPr="00CB08A2">
              <w:rPr>
                <w:sz w:val="24"/>
                <w:szCs w:val="24"/>
              </w:rPr>
              <w:t xml:space="preserve">с момента </w:t>
            </w:r>
            <w:r w:rsidR="00483F97">
              <w:rPr>
                <w:sz w:val="24"/>
                <w:szCs w:val="24"/>
              </w:rPr>
              <w:t>заключения договора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36767" w14:textId="5ECAA0D8" w:rsidR="009570BC" w:rsidRPr="00CB08A2" w:rsidRDefault="00483F97" w:rsidP="00F463A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44,583</w:t>
            </w:r>
            <w:r w:rsidR="00105230">
              <w:rPr>
                <w:sz w:val="24"/>
                <w:szCs w:val="24"/>
              </w:rPr>
              <w:t xml:space="preserve"> т.</w:t>
            </w:r>
          </w:p>
          <w:p w14:paraId="1F64F06C" w14:textId="1A604E95" w:rsidR="00105230" w:rsidRPr="00CB08A2" w:rsidRDefault="00483F97" w:rsidP="0010523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17,00</w:t>
            </w:r>
            <w:r w:rsidR="00105230">
              <w:rPr>
                <w:sz w:val="24"/>
                <w:szCs w:val="24"/>
              </w:rPr>
              <w:t xml:space="preserve"> кг.</w:t>
            </w:r>
          </w:p>
          <w:p w14:paraId="70129BFA" w14:textId="77777777" w:rsidR="009570BC" w:rsidRPr="00CB08A2" w:rsidRDefault="009570BC" w:rsidP="00F463AB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6AD8D701" w14:textId="77777777" w:rsidR="00612811" w:rsidRPr="00633E4B" w:rsidRDefault="00612811" w:rsidP="00773399">
      <w:pPr>
        <w:ind w:firstLine="0"/>
        <w:jc w:val="center"/>
        <w:rPr>
          <w:sz w:val="24"/>
          <w:szCs w:val="24"/>
        </w:rPr>
      </w:pPr>
    </w:p>
    <w:p w14:paraId="2B05B979" w14:textId="77777777" w:rsidR="00F463AB" w:rsidRPr="00697DC5" w:rsidRDefault="00F463AB" w:rsidP="00F463A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Технические требования к продукции.</w:t>
      </w:r>
    </w:p>
    <w:p w14:paraId="21A47EA2" w14:textId="205C7E9D" w:rsidR="008633EE" w:rsidRDefault="00F463AB" w:rsidP="00F463AB">
      <w:pPr>
        <w:pStyle w:val="ad"/>
        <w:tabs>
          <w:tab w:val="left" w:pos="1134"/>
        </w:tabs>
        <w:ind w:left="0"/>
        <w:rPr>
          <w:sz w:val="24"/>
          <w:szCs w:val="24"/>
        </w:rPr>
      </w:pPr>
      <w:r w:rsidRPr="00697DC5">
        <w:rPr>
          <w:sz w:val="24"/>
          <w:szCs w:val="24"/>
        </w:rPr>
        <w:t>Технические требования</w:t>
      </w:r>
      <w:r>
        <w:rPr>
          <w:sz w:val="24"/>
          <w:szCs w:val="24"/>
        </w:rPr>
        <w:t xml:space="preserve"> и</w:t>
      </w:r>
      <w:r w:rsidRPr="00697DC5">
        <w:rPr>
          <w:sz w:val="24"/>
          <w:szCs w:val="24"/>
        </w:rPr>
        <w:t xml:space="preserve"> характеристики </w:t>
      </w:r>
      <w:r w:rsidR="00105230">
        <w:rPr>
          <w:sz w:val="24"/>
          <w:szCs w:val="24"/>
        </w:rPr>
        <w:t>металлопроката</w:t>
      </w:r>
      <w:r w:rsidRPr="00697DC5">
        <w:rPr>
          <w:sz w:val="24"/>
          <w:szCs w:val="24"/>
        </w:rPr>
        <w:t xml:space="preserve"> должны соответствовать параметрам </w:t>
      </w:r>
      <w:r>
        <w:rPr>
          <w:sz w:val="24"/>
          <w:szCs w:val="24"/>
        </w:rPr>
        <w:t>ГОСТ</w:t>
      </w:r>
    </w:p>
    <w:p w14:paraId="58419733" w14:textId="77777777" w:rsidR="00483F97" w:rsidRDefault="00483F97" w:rsidP="00F463AB">
      <w:pPr>
        <w:pStyle w:val="ad"/>
        <w:tabs>
          <w:tab w:val="left" w:pos="1134"/>
        </w:tabs>
        <w:ind w:left="0"/>
        <w:rPr>
          <w:sz w:val="24"/>
          <w:szCs w:val="24"/>
        </w:rPr>
      </w:pPr>
    </w:p>
    <w:tbl>
      <w:tblPr>
        <w:tblW w:w="10348" w:type="dxa"/>
        <w:tblInd w:w="-5" w:type="dxa"/>
        <w:tblLook w:val="04A0" w:firstRow="1" w:lastRow="0" w:firstColumn="1" w:lastColumn="0" w:noHBand="0" w:noVBand="1"/>
      </w:tblPr>
      <w:tblGrid>
        <w:gridCol w:w="2415"/>
        <w:gridCol w:w="3964"/>
        <w:gridCol w:w="975"/>
        <w:gridCol w:w="1199"/>
        <w:gridCol w:w="1741"/>
        <w:gridCol w:w="54"/>
      </w:tblGrid>
      <w:tr w:rsidR="00483F97" w:rsidRPr="00483F97" w14:paraId="4A6F1F92" w14:textId="77777777" w:rsidTr="008633EE">
        <w:trPr>
          <w:gridAfter w:val="1"/>
          <w:wAfter w:w="54" w:type="dxa"/>
          <w:trHeight w:val="289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11E60" w14:textId="35A298DA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Номер материала</w:t>
            </w:r>
          </w:p>
        </w:tc>
        <w:tc>
          <w:tcPr>
            <w:tcW w:w="4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7280A" w14:textId="7920F82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Наименование материала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7AEF8" w14:textId="00DCD673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Ед. измерения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047CC" w14:textId="331BAB02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Кол-во</w:t>
            </w:r>
          </w:p>
        </w:tc>
      </w:tr>
      <w:tr w:rsidR="00483F97" w:rsidRPr="00483F97" w14:paraId="5041D601" w14:textId="77777777" w:rsidTr="008633EE">
        <w:trPr>
          <w:gridAfter w:val="1"/>
          <w:wAfter w:w="54" w:type="dxa"/>
          <w:trHeight w:val="289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10A30" w14:textId="470FE1E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2351393</w:t>
            </w:r>
          </w:p>
        </w:tc>
        <w:tc>
          <w:tcPr>
            <w:tcW w:w="4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0B333" w14:textId="475A373B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Полоса стальная 10х200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76440" w14:textId="6B05A3E1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DB1FC" w14:textId="526CD996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0,236</w:t>
            </w:r>
          </w:p>
        </w:tc>
      </w:tr>
      <w:tr w:rsidR="00483F97" w:rsidRPr="00483F97" w14:paraId="4234BD29" w14:textId="77777777" w:rsidTr="008633EE">
        <w:trPr>
          <w:gridAfter w:val="1"/>
          <w:wAfter w:w="54" w:type="dxa"/>
          <w:trHeight w:val="106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B024D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2375193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40AC8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Полоса стальная 6х55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E6715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574F6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0,072</w:t>
            </w:r>
          </w:p>
        </w:tc>
      </w:tr>
      <w:tr w:rsidR="00483F97" w:rsidRPr="00483F97" w14:paraId="041D0398" w14:textId="77777777" w:rsidTr="008633EE">
        <w:trPr>
          <w:gridAfter w:val="1"/>
          <w:wAfter w:w="54" w:type="dxa"/>
          <w:trHeight w:val="221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9A5C8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2034272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9EC55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Пруток латунный 12 ЛС59-1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C4A53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КГ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C3D01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9,000</w:t>
            </w:r>
          </w:p>
        </w:tc>
      </w:tr>
      <w:tr w:rsidR="00483F97" w:rsidRPr="00483F97" w14:paraId="536E171C" w14:textId="77777777" w:rsidTr="008633EE">
        <w:trPr>
          <w:gridAfter w:val="1"/>
          <w:wAfter w:w="54" w:type="dxa"/>
          <w:trHeight w:val="237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F827B" w14:textId="10ADE21C" w:rsidR="00483F97" w:rsidRPr="00483F97" w:rsidRDefault="008633EE" w:rsidP="008633EE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203427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DA597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Пруток латунный 19 ЛС59-1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663D4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КГ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8AEA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8,000</w:t>
            </w:r>
          </w:p>
        </w:tc>
      </w:tr>
      <w:tr w:rsidR="00483F97" w:rsidRPr="00483F97" w14:paraId="7EE7E406" w14:textId="77777777" w:rsidTr="008633EE">
        <w:trPr>
          <w:gridAfter w:val="1"/>
          <w:wAfter w:w="54" w:type="dxa"/>
          <w:trHeight w:val="292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980C9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2115941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E8345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Полоса стальная 4х40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EEF9D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B5C7C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5,365</w:t>
            </w:r>
          </w:p>
        </w:tc>
      </w:tr>
      <w:tr w:rsidR="00483F97" w:rsidRPr="00483F97" w14:paraId="12B35752" w14:textId="77777777" w:rsidTr="008633EE">
        <w:trPr>
          <w:gridAfter w:val="1"/>
          <w:wAfter w:w="54" w:type="dxa"/>
          <w:trHeight w:val="247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3B870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2262326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756B5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Полоса стальная 10х100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65C89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8B422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0,245</w:t>
            </w:r>
          </w:p>
        </w:tc>
      </w:tr>
      <w:tr w:rsidR="00483F97" w:rsidRPr="00483F97" w14:paraId="1E6BCB25" w14:textId="77777777" w:rsidTr="008633EE">
        <w:trPr>
          <w:gridAfter w:val="1"/>
          <w:wAfter w:w="54" w:type="dxa"/>
          <w:trHeight w:val="265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9910A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2369072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DD6DB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Полоса стальная 10х60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863D0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A195D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0,340</w:t>
            </w:r>
          </w:p>
        </w:tc>
      </w:tr>
      <w:tr w:rsidR="00483F97" w:rsidRPr="00483F97" w14:paraId="279A9B75" w14:textId="77777777" w:rsidTr="008633EE">
        <w:trPr>
          <w:gridAfter w:val="1"/>
          <w:wAfter w:w="54" w:type="dxa"/>
          <w:trHeight w:val="141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D136C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2375115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EECEE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Полоса стальная 10х80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42001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CB362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0,080</w:t>
            </w:r>
          </w:p>
        </w:tc>
      </w:tr>
      <w:tr w:rsidR="00483F97" w:rsidRPr="00483F97" w14:paraId="7A0D14DD" w14:textId="77777777" w:rsidTr="008633EE">
        <w:trPr>
          <w:gridAfter w:val="1"/>
          <w:wAfter w:w="54" w:type="dxa"/>
          <w:trHeight w:val="287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A9DB6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2369073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13086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Полоса стальная 5х100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F639E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5D31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0,100</w:t>
            </w:r>
          </w:p>
        </w:tc>
      </w:tr>
      <w:tr w:rsidR="00483F97" w:rsidRPr="00483F97" w14:paraId="5EB7E816" w14:textId="77777777" w:rsidTr="008633EE">
        <w:trPr>
          <w:gridAfter w:val="1"/>
          <w:wAfter w:w="54" w:type="dxa"/>
          <w:trHeight w:val="149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649FC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2219352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1315F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Полоса стальная 5х50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FE7C6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B5DBD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0,135</w:t>
            </w:r>
          </w:p>
        </w:tc>
      </w:tr>
      <w:tr w:rsidR="00483F97" w:rsidRPr="00483F97" w14:paraId="63737440" w14:textId="77777777" w:rsidTr="008633EE">
        <w:trPr>
          <w:gridAfter w:val="1"/>
          <w:wAfter w:w="54" w:type="dxa"/>
          <w:trHeight w:val="153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F7852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2347431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7C3F3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Полоса стальная 6х100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4F2CD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3A526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0,085</w:t>
            </w:r>
          </w:p>
        </w:tc>
      </w:tr>
      <w:tr w:rsidR="00483F97" w:rsidRPr="00483F97" w14:paraId="2F38403D" w14:textId="77777777" w:rsidTr="008633EE">
        <w:trPr>
          <w:gridAfter w:val="1"/>
          <w:wAfter w:w="54" w:type="dxa"/>
          <w:trHeight w:val="185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FA619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2387304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3E7AC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Полоса стальная 6х120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B7C1E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53B14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0,210</w:t>
            </w:r>
          </w:p>
        </w:tc>
      </w:tr>
      <w:tr w:rsidR="00483F97" w:rsidRPr="00483F97" w14:paraId="14D318D4" w14:textId="77777777" w:rsidTr="008633EE">
        <w:trPr>
          <w:gridAfter w:val="1"/>
          <w:wAfter w:w="54" w:type="dxa"/>
          <w:trHeight w:val="203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53310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2352339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4AA8F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Полоса стальная 6х50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FD6D7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1B3FF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0,045</w:t>
            </w:r>
          </w:p>
        </w:tc>
      </w:tr>
      <w:tr w:rsidR="00483F97" w:rsidRPr="00483F97" w14:paraId="31DC3987" w14:textId="77777777" w:rsidTr="008633EE">
        <w:trPr>
          <w:gridAfter w:val="1"/>
          <w:wAfter w:w="54" w:type="dxa"/>
          <w:trHeight w:val="134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C32AB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2119235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07FB2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Полоса стальная 6х80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FA4A2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BBF72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0,725</w:t>
            </w:r>
          </w:p>
        </w:tc>
      </w:tr>
      <w:tr w:rsidR="00483F97" w:rsidRPr="00483F97" w14:paraId="6817980E" w14:textId="77777777" w:rsidTr="008633EE">
        <w:trPr>
          <w:gridAfter w:val="1"/>
          <w:wAfter w:w="54" w:type="dxa"/>
          <w:trHeight w:val="70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7C3F6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2226379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59EFE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Полоса стальная 8х80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13BF6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5FCFE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0,655</w:t>
            </w:r>
          </w:p>
        </w:tc>
      </w:tr>
      <w:tr w:rsidR="00483F97" w:rsidRPr="00483F97" w14:paraId="1408D241" w14:textId="77777777" w:rsidTr="008633EE">
        <w:trPr>
          <w:gridAfter w:val="1"/>
          <w:wAfter w:w="54" w:type="dxa"/>
          <w:trHeight w:val="70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12D9F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2054171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0131D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Швеллер 10П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A1E2C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4145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0,055</w:t>
            </w:r>
          </w:p>
        </w:tc>
      </w:tr>
      <w:tr w:rsidR="00483F97" w:rsidRPr="00483F97" w14:paraId="23941D70" w14:textId="77777777" w:rsidTr="008633EE">
        <w:trPr>
          <w:gridAfter w:val="1"/>
          <w:wAfter w:w="54" w:type="dxa"/>
          <w:trHeight w:val="226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6C774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2119809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E7DB1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Труба стальная водогазопроводная 100х4,5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8ACE4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D8C81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0,405</w:t>
            </w:r>
          </w:p>
        </w:tc>
      </w:tr>
      <w:tr w:rsidR="00483F97" w:rsidRPr="00483F97" w14:paraId="3A1C3BA0" w14:textId="77777777" w:rsidTr="008633EE">
        <w:trPr>
          <w:gridAfter w:val="1"/>
          <w:wAfter w:w="54" w:type="dxa"/>
          <w:trHeight w:val="184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A0CCF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lastRenderedPageBreak/>
              <w:t>2115109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A20BD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Полоса стальная 4х25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6CDB3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E1A1A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0,010</w:t>
            </w:r>
          </w:p>
        </w:tc>
      </w:tr>
      <w:tr w:rsidR="00483F97" w:rsidRPr="00483F97" w14:paraId="6D6B026A" w14:textId="77777777" w:rsidTr="008633EE">
        <w:trPr>
          <w:gridAfter w:val="1"/>
          <w:wAfter w:w="54" w:type="dxa"/>
          <w:trHeight w:val="202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83D58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2216370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3919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Полоса стальная 4х20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97602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1035E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0,160</w:t>
            </w:r>
          </w:p>
        </w:tc>
      </w:tr>
      <w:tr w:rsidR="00483F97" w:rsidRPr="00483F97" w14:paraId="02779837" w14:textId="77777777" w:rsidTr="008633EE">
        <w:trPr>
          <w:gridAfter w:val="1"/>
          <w:wAfter w:w="54" w:type="dxa"/>
          <w:trHeight w:val="70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9179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2030257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19744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Полоса стальная 5х40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4CA0B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7E6A1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0,050</w:t>
            </w:r>
          </w:p>
        </w:tc>
      </w:tr>
      <w:tr w:rsidR="00483F97" w:rsidRPr="00483F97" w14:paraId="24FC16BE" w14:textId="77777777" w:rsidTr="008633EE">
        <w:trPr>
          <w:gridAfter w:val="1"/>
          <w:wAfter w:w="54" w:type="dxa"/>
          <w:trHeight w:val="221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734D8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2002154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2B86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Труба стальная водогазопроводная 25х3,2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9711F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58A00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2,470</w:t>
            </w:r>
          </w:p>
        </w:tc>
      </w:tr>
      <w:tr w:rsidR="00483F97" w:rsidRPr="00483F97" w14:paraId="721FD275" w14:textId="77777777" w:rsidTr="008633EE">
        <w:trPr>
          <w:gridAfter w:val="1"/>
          <w:wAfter w:w="54" w:type="dxa"/>
          <w:trHeight w:val="255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12A59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2329728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2826F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Труба стальная квадратная 100х100х4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29798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E6FB3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0,430</w:t>
            </w:r>
          </w:p>
        </w:tc>
      </w:tr>
      <w:tr w:rsidR="00483F97" w:rsidRPr="00483F97" w14:paraId="69B47C39" w14:textId="77777777" w:rsidTr="008633EE">
        <w:trPr>
          <w:gridAfter w:val="1"/>
          <w:wAfter w:w="54" w:type="dxa"/>
          <w:trHeight w:val="287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C7B1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2014936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EAE70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Труба стальная прямоугольная 40х25х2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6D010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8B354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0,595</w:t>
            </w:r>
          </w:p>
        </w:tc>
      </w:tr>
      <w:tr w:rsidR="00483F97" w:rsidRPr="00483F97" w14:paraId="5DE6452B" w14:textId="77777777" w:rsidTr="008633EE">
        <w:trPr>
          <w:gridAfter w:val="1"/>
          <w:wAfter w:w="54" w:type="dxa"/>
          <w:trHeight w:val="122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E8753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2115042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A5537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Круг стальной d10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4058E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60BF9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0,265</w:t>
            </w:r>
          </w:p>
        </w:tc>
      </w:tr>
      <w:tr w:rsidR="00483F97" w:rsidRPr="00483F97" w14:paraId="6405398F" w14:textId="77777777" w:rsidTr="008633EE">
        <w:trPr>
          <w:gridAfter w:val="1"/>
          <w:wAfter w:w="54" w:type="dxa"/>
          <w:trHeight w:val="139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86A2C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2115102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DF4E0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Круг стальной d12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7F583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28F02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0,110</w:t>
            </w:r>
          </w:p>
        </w:tc>
      </w:tr>
      <w:tr w:rsidR="00483F97" w:rsidRPr="00483F97" w14:paraId="363F43E7" w14:textId="77777777" w:rsidTr="008633EE">
        <w:trPr>
          <w:gridAfter w:val="1"/>
          <w:wAfter w:w="54" w:type="dxa"/>
          <w:trHeight w:val="172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E0A47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2115058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D0BC6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Круг стальной d16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99DCD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7601D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5,070</w:t>
            </w:r>
          </w:p>
        </w:tc>
      </w:tr>
      <w:tr w:rsidR="00483F97" w:rsidRPr="00483F97" w14:paraId="314AC7DD" w14:textId="77777777" w:rsidTr="008633EE">
        <w:trPr>
          <w:gridAfter w:val="1"/>
          <w:wAfter w:w="54" w:type="dxa"/>
          <w:trHeight w:val="175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CD49A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2001907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4F00F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Круг стальной d18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A60AB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B4534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1,455</w:t>
            </w:r>
          </w:p>
        </w:tc>
      </w:tr>
      <w:tr w:rsidR="00483F97" w:rsidRPr="00483F97" w14:paraId="4DC0C67C" w14:textId="77777777" w:rsidTr="008633EE">
        <w:trPr>
          <w:gridAfter w:val="1"/>
          <w:wAfter w:w="54" w:type="dxa"/>
          <w:trHeight w:val="70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3950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2014015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D653D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Круг стальной d20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1B152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80AA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1,160</w:t>
            </w:r>
          </w:p>
        </w:tc>
      </w:tr>
      <w:tr w:rsidR="00483F97" w:rsidRPr="00483F97" w14:paraId="7DE74CCD" w14:textId="77777777" w:rsidTr="008633EE">
        <w:trPr>
          <w:gridAfter w:val="1"/>
          <w:wAfter w:w="54" w:type="dxa"/>
          <w:trHeight w:val="225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B5CE2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2009209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74223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Круг стальной d22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11241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623C7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0,510</w:t>
            </w:r>
          </w:p>
        </w:tc>
      </w:tr>
      <w:tr w:rsidR="00483F97" w:rsidRPr="00483F97" w14:paraId="1571D15D" w14:textId="77777777" w:rsidTr="008633EE">
        <w:trPr>
          <w:gridAfter w:val="1"/>
          <w:wAfter w:w="54" w:type="dxa"/>
          <w:trHeight w:val="102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A4790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2001908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3927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Круг стальной d24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55ED8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4377E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0,025</w:t>
            </w:r>
          </w:p>
        </w:tc>
      </w:tr>
      <w:tr w:rsidR="00483F97" w:rsidRPr="00483F97" w14:paraId="2C0E9DF4" w14:textId="77777777" w:rsidTr="008633EE">
        <w:trPr>
          <w:gridAfter w:val="1"/>
          <w:wAfter w:w="54" w:type="dxa"/>
          <w:trHeight w:val="70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9A88A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2017217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3821C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Круг стальной d30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34D0F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FE69A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0,235</w:t>
            </w:r>
          </w:p>
        </w:tc>
      </w:tr>
      <w:tr w:rsidR="00483F97" w:rsidRPr="00483F97" w14:paraId="72122ECA" w14:textId="77777777" w:rsidTr="008633EE">
        <w:trPr>
          <w:gridAfter w:val="1"/>
          <w:wAfter w:w="54" w:type="dxa"/>
          <w:trHeight w:val="70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E64CB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2009535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DA0B4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Круг стальной d8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AF4E1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12D42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0,150</w:t>
            </w:r>
          </w:p>
        </w:tc>
      </w:tr>
      <w:tr w:rsidR="00483F97" w:rsidRPr="00483F97" w14:paraId="5DAB5A20" w14:textId="77777777" w:rsidTr="008633EE">
        <w:trPr>
          <w:gridAfter w:val="1"/>
          <w:wAfter w:w="54" w:type="dxa"/>
          <w:trHeight w:val="70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9F84A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2115042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700EE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Круг стальной d10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B8054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6F680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1,120</w:t>
            </w:r>
          </w:p>
        </w:tc>
      </w:tr>
      <w:tr w:rsidR="00483F97" w:rsidRPr="00483F97" w14:paraId="0136FDCD" w14:textId="77777777" w:rsidTr="008633EE">
        <w:trPr>
          <w:gridAfter w:val="1"/>
          <w:wAfter w:w="54" w:type="dxa"/>
          <w:trHeight w:val="70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D5E5C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2021645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9B601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Лист стальной холоднокатаный 1мм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8223F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6BB93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0,450</w:t>
            </w:r>
          </w:p>
        </w:tc>
      </w:tr>
      <w:tr w:rsidR="00483F97" w:rsidRPr="00483F97" w14:paraId="67C14E3B" w14:textId="77777777" w:rsidTr="008633EE">
        <w:trPr>
          <w:gridAfter w:val="1"/>
          <w:wAfter w:w="54" w:type="dxa"/>
          <w:trHeight w:val="205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35DA4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2022210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C30F3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Лист стальной холоднокатаный 1,5мм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EAD72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0E014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2,000</w:t>
            </w:r>
          </w:p>
        </w:tc>
      </w:tr>
      <w:tr w:rsidR="00483F97" w:rsidRPr="00483F97" w14:paraId="2B73C482" w14:textId="77777777" w:rsidTr="008633EE">
        <w:trPr>
          <w:gridAfter w:val="1"/>
          <w:wAfter w:w="54" w:type="dxa"/>
          <w:trHeight w:val="95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32E02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2021062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8F73E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Лист стальной горячекатаный 2мм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1CA62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DE8AC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1,250</w:t>
            </w:r>
          </w:p>
        </w:tc>
      </w:tr>
      <w:tr w:rsidR="00483F97" w:rsidRPr="00483F97" w14:paraId="02C010A5" w14:textId="77777777" w:rsidTr="008633EE">
        <w:trPr>
          <w:gridAfter w:val="1"/>
          <w:wAfter w:w="54" w:type="dxa"/>
          <w:trHeight w:val="70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687A5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2023624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E854F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Лист стальной горячекатаный 6мм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CDC4C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C3D14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1,705</w:t>
            </w:r>
          </w:p>
        </w:tc>
      </w:tr>
      <w:tr w:rsidR="00483F97" w:rsidRPr="00483F97" w14:paraId="4FF36C48" w14:textId="77777777" w:rsidTr="008633EE">
        <w:trPr>
          <w:gridAfter w:val="1"/>
          <w:wAfter w:w="54" w:type="dxa"/>
          <w:trHeight w:val="273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B3E65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2358575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561DD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Лист стальной горячекатаный 10х1500х6000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83C77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491A1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1,420</w:t>
            </w:r>
          </w:p>
        </w:tc>
      </w:tr>
      <w:tr w:rsidR="00483F97" w:rsidRPr="00483F97" w14:paraId="79A5C9E4" w14:textId="77777777" w:rsidTr="008633EE">
        <w:trPr>
          <w:gridAfter w:val="1"/>
          <w:wAfter w:w="54" w:type="dxa"/>
          <w:trHeight w:val="135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DF919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2040479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A16FE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Уголок стальной равнополочный 50х5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0B8C1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CC3F1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4,055</w:t>
            </w:r>
          </w:p>
        </w:tc>
      </w:tr>
      <w:tr w:rsidR="00483F97" w:rsidRPr="00483F97" w14:paraId="7A066999" w14:textId="77777777" w:rsidTr="008633EE">
        <w:trPr>
          <w:gridAfter w:val="1"/>
          <w:wAfter w:w="54" w:type="dxa"/>
          <w:trHeight w:val="153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F2BC2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2115724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E9C19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Уголок стальной равнополочный 45х4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75721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63FB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0,020</w:t>
            </w:r>
          </w:p>
        </w:tc>
      </w:tr>
      <w:tr w:rsidR="00483F97" w:rsidRPr="00483F97" w14:paraId="2FEB1D5C" w14:textId="77777777" w:rsidTr="008633EE">
        <w:trPr>
          <w:gridAfter w:val="1"/>
          <w:wAfter w:w="54" w:type="dxa"/>
          <w:trHeight w:val="313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E157B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2115923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AF61D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Уголок стальной равнополочный 40х4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0759F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D52B8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0,540</w:t>
            </w:r>
          </w:p>
        </w:tc>
      </w:tr>
      <w:tr w:rsidR="00483F97" w:rsidRPr="00483F97" w14:paraId="7933C2B6" w14:textId="77777777" w:rsidTr="008633EE">
        <w:trPr>
          <w:gridAfter w:val="1"/>
          <w:wAfter w:w="54" w:type="dxa"/>
          <w:trHeight w:val="133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214F5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2221258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AE03C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Уголок стальной равнополочный 100х8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9207B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001D9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0,760</w:t>
            </w:r>
          </w:p>
        </w:tc>
      </w:tr>
      <w:tr w:rsidR="00483F97" w:rsidRPr="00483F97" w14:paraId="60879471" w14:textId="77777777" w:rsidTr="008633EE">
        <w:trPr>
          <w:gridAfter w:val="1"/>
          <w:wAfter w:w="54" w:type="dxa"/>
          <w:trHeight w:val="151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1BB00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2068565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FC4A5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Уголок стальной равнополочный 70х6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7B906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1CECE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0,160</w:t>
            </w:r>
          </w:p>
        </w:tc>
      </w:tr>
      <w:tr w:rsidR="00483F97" w:rsidRPr="00483F97" w14:paraId="74FA36F5" w14:textId="77777777" w:rsidTr="008633EE">
        <w:trPr>
          <w:gridAfter w:val="1"/>
          <w:wAfter w:w="54" w:type="dxa"/>
          <w:trHeight w:val="169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6AA90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2079682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A254A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Уголок стальной равнополочный 80х6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54C97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82C59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0,090</w:t>
            </w:r>
          </w:p>
        </w:tc>
      </w:tr>
      <w:tr w:rsidR="00483F97" w:rsidRPr="00483F97" w14:paraId="536D6CAC" w14:textId="77777777" w:rsidTr="008633EE">
        <w:trPr>
          <w:gridAfter w:val="1"/>
          <w:wAfter w:w="54" w:type="dxa"/>
          <w:trHeight w:val="70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B5309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2118977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D47D4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Уголок стальной равнополочный 63х5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95566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E0B8A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3,160</w:t>
            </w:r>
          </w:p>
        </w:tc>
      </w:tr>
      <w:tr w:rsidR="00483F97" w:rsidRPr="00483F97" w14:paraId="3AE9095D" w14:textId="77777777" w:rsidTr="008633EE">
        <w:trPr>
          <w:gridAfter w:val="1"/>
          <w:wAfter w:w="54" w:type="dxa"/>
          <w:trHeight w:val="77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EDD86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2110952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52BC2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Уголок стальной равнополочный 63х6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C6F4A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66477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0,040</w:t>
            </w:r>
          </w:p>
        </w:tc>
      </w:tr>
      <w:tr w:rsidR="00483F97" w:rsidRPr="00483F97" w14:paraId="75C2B00C" w14:textId="77777777" w:rsidTr="008633EE">
        <w:trPr>
          <w:gridAfter w:val="1"/>
          <w:wAfter w:w="54" w:type="dxa"/>
          <w:trHeight w:val="82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9106D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2018026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7DEB1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Уголок стальной равнополочный 70х5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715DF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F09AB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6,185</w:t>
            </w:r>
          </w:p>
        </w:tc>
      </w:tr>
      <w:tr w:rsidR="00483F97" w:rsidRPr="00483F97" w14:paraId="63E5B491" w14:textId="77777777" w:rsidTr="008633EE">
        <w:trPr>
          <w:gridAfter w:val="1"/>
          <w:wAfter w:w="54" w:type="dxa"/>
          <w:trHeight w:val="255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8AEC6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2115160</w:t>
            </w:r>
          </w:p>
        </w:tc>
        <w:tc>
          <w:tcPr>
            <w:tcW w:w="4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5C9DB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Уголок стальной равнополочный 90х7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ADED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Т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62EFE" w14:textId="77777777" w:rsidR="00483F97" w:rsidRPr="00483F97" w:rsidRDefault="00483F97" w:rsidP="00483F97">
            <w:pPr>
              <w:ind w:firstLine="0"/>
              <w:jc w:val="center"/>
              <w:rPr>
                <w:sz w:val="22"/>
                <w:szCs w:val="22"/>
              </w:rPr>
            </w:pPr>
            <w:r w:rsidRPr="00483F97">
              <w:rPr>
                <w:sz w:val="22"/>
                <w:szCs w:val="22"/>
              </w:rPr>
              <w:t>0,180</w:t>
            </w:r>
          </w:p>
        </w:tc>
      </w:tr>
      <w:tr w:rsidR="00686D2B" w:rsidRPr="000232F3" w14:paraId="7C467B67" w14:textId="77777777" w:rsidTr="00863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92CDB" w14:textId="0C5D195C" w:rsidR="00686D2B" w:rsidRPr="002A72B8" w:rsidRDefault="00686D2B" w:rsidP="008001E9">
            <w:pPr>
              <w:ind w:firstLine="0"/>
              <w:jc w:val="center"/>
              <w:rPr>
                <w:sz w:val="24"/>
                <w:szCs w:val="24"/>
              </w:rPr>
            </w:pPr>
            <w:r w:rsidRPr="002A72B8">
              <w:rPr>
                <w:sz w:val="24"/>
                <w:szCs w:val="24"/>
              </w:rPr>
              <w:t>Гарантийный срок от даты поставки.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59DE1" w14:textId="429E413A" w:rsidR="00686D2B" w:rsidRPr="002A72B8" w:rsidRDefault="00686D2B" w:rsidP="008001E9">
            <w:pPr>
              <w:ind w:firstLine="0"/>
              <w:jc w:val="center"/>
              <w:rPr>
                <w:sz w:val="24"/>
                <w:szCs w:val="24"/>
              </w:rPr>
            </w:pPr>
            <w:r w:rsidRPr="002A72B8">
              <w:rPr>
                <w:sz w:val="24"/>
                <w:szCs w:val="24"/>
              </w:rPr>
              <w:t>12 месяцев</w:t>
            </w:r>
          </w:p>
        </w:tc>
      </w:tr>
      <w:tr w:rsidR="00686D2B" w:rsidRPr="000232F3" w14:paraId="68514BE1" w14:textId="77777777" w:rsidTr="00863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0B889" w14:textId="1C00380B" w:rsidR="00686D2B" w:rsidRPr="002A72B8" w:rsidRDefault="00686D2B" w:rsidP="008001E9">
            <w:pPr>
              <w:ind w:firstLine="0"/>
              <w:jc w:val="center"/>
              <w:rPr>
                <w:sz w:val="24"/>
                <w:szCs w:val="24"/>
              </w:rPr>
            </w:pPr>
            <w:r w:rsidRPr="002A72B8">
              <w:rPr>
                <w:sz w:val="24"/>
                <w:szCs w:val="24"/>
              </w:rPr>
              <w:t>Рекомендуемый изготовитель.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31CB7" w14:textId="232A349A" w:rsidR="00686D2B" w:rsidRPr="002A72B8" w:rsidRDefault="00686D2B" w:rsidP="008001E9">
            <w:pPr>
              <w:ind w:firstLine="0"/>
              <w:jc w:val="center"/>
              <w:rPr>
                <w:sz w:val="24"/>
                <w:szCs w:val="24"/>
              </w:rPr>
            </w:pPr>
            <w:r w:rsidRPr="002A72B8">
              <w:rPr>
                <w:sz w:val="24"/>
                <w:szCs w:val="24"/>
              </w:rPr>
              <w:t>По результатам конкурсных процедур</w:t>
            </w:r>
          </w:p>
        </w:tc>
      </w:tr>
      <w:tr w:rsidR="00686D2B" w:rsidRPr="000232F3" w14:paraId="76BDCF2E" w14:textId="77777777" w:rsidTr="00863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BC832" w14:textId="2E2A8F23" w:rsidR="00686D2B" w:rsidRPr="002A72B8" w:rsidRDefault="00686D2B" w:rsidP="008001E9">
            <w:pPr>
              <w:ind w:firstLine="0"/>
              <w:jc w:val="center"/>
              <w:rPr>
                <w:sz w:val="24"/>
                <w:szCs w:val="24"/>
              </w:rPr>
            </w:pPr>
            <w:r w:rsidRPr="002A72B8">
              <w:rPr>
                <w:sz w:val="24"/>
                <w:szCs w:val="24"/>
              </w:rPr>
              <w:t>Год выпуска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1A759" w14:textId="5154F881" w:rsidR="00686D2B" w:rsidRPr="002A72B8" w:rsidRDefault="00686D2B" w:rsidP="00052A01">
            <w:pPr>
              <w:ind w:firstLine="0"/>
              <w:jc w:val="center"/>
              <w:rPr>
                <w:sz w:val="24"/>
                <w:szCs w:val="24"/>
              </w:rPr>
            </w:pPr>
            <w:r w:rsidRPr="002A72B8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052A01">
              <w:rPr>
                <w:sz w:val="24"/>
                <w:szCs w:val="24"/>
              </w:rPr>
              <w:t>2</w:t>
            </w:r>
          </w:p>
        </w:tc>
      </w:tr>
      <w:tr w:rsidR="00686D2B" w:rsidRPr="000232F3" w14:paraId="20B482C3" w14:textId="77777777" w:rsidTr="00863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6E0D3" w14:textId="56169624" w:rsidR="00686D2B" w:rsidRPr="002A72B8" w:rsidRDefault="00686D2B" w:rsidP="008001E9">
            <w:pPr>
              <w:ind w:firstLine="0"/>
              <w:jc w:val="center"/>
              <w:rPr>
                <w:sz w:val="24"/>
                <w:szCs w:val="24"/>
              </w:rPr>
            </w:pPr>
            <w:r w:rsidRPr="002A72B8">
              <w:rPr>
                <w:sz w:val="24"/>
                <w:szCs w:val="24"/>
              </w:rPr>
              <w:t>Требования к доставке, получатель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6F011" w14:textId="3D1E1964" w:rsidR="00686D2B" w:rsidRPr="002A72B8" w:rsidRDefault="00105230" w:rsidP="008001E9">
            <w:pPr>
              <w:ind w:firstLine="0"/>
              <w:jc w:val="center"/>
              <w:rPr>
                <w:sz w:val="24"/>
                <w:szCs w:val="24"/>
              </w:rPr>
            </w:pPr>
            <w:r w:rsidRPr="00CB08A2">
              <w:rPr>
                <w:sz w:val="24"/>
                <w:szCs w:val="24"/>
              </w:rPr>
              <w:t>ПАО "</w:t>
            </w:r>
            <w:r>
              <w:rPr>
                <w:sz w:val="24"/>
                <w:szCs w:val="24"/>
              </w:rPr>
              <w:t>Россети Центр</w:t>
            </w:r>
            <w:r w:rsidRPr="00CB08A2">
              <w:rPr>
                <w:sz w:val="24"/>
                <w:szCs w:val="24"/>
              </w:rPr>
              <w:t>”- “Орёлэнерго”</w:t>
            </w:r>
          </w:p>
        </w:tc>
      </w:tr>
    </w:tbl>
    <w:p w14:paraId="6AD8D704" w14:textId="77777777" w:rsidR="00131A8A" w:rsidRDefault="00131A8A" w:rsidP="00131A8A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7F15E4DB" w14:textId="77777777" w:rsidR="001A45B0" w:rsidRDefault="001A45B0" w:rsidP="00131A8A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6AD8D705" w14:textId="77777777" w:rsidR="00131A8A" w:rsidRPr="00CB6078" w:rsidRDefault="00131A8A" w:rsidP="00131A8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14:paraId="6AD8D706" w14:textId="77777777" w:rsidR="00131A8A" w:rsidRPr="00CB6078" w:rsidRDefault="00131A8A" w:rsidP="00131A8A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6AD8D707" w14:textId="77777777" w:rsidR="00131A8A" w:rsidRPr="00CB6078" w:rsidRDefault="00131A8A" w:rsidP="00131A8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14:paraId="6AD8D708" w14:textId="77777777" w:rsidR="00131A8A" w:rsidRPr="00CB6078" w:rsidRDefault="00131A8A" w:rsidP="00131A8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6AD8D709" w14:textId="77777777" w:rsidR="00131A8A" w:rsidRPr="00CB6078" w:rsidRDefault="00131A8A" w:rsidP="00131A8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6AD8D70A" w14:textId="77777777" w:rsidR="00131A8A" w:rsidRPr="00CB6078" w:rsidRDefault="00131A8A" w:rsidP="00131A8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6AD8D70B" w14:textId="77777777" w:rsidR="00131A8A" w:rsidRPr="00CB6078" w:rsidRDefault="00131A8A" w:rsidP="00131A8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6AD8D70D" w14:textId="2DAB463B" w:rsidR="00131A8A" w:rsidRPr="00CB6078" w:rsidRDefault="00131A8A" w:rsidP="00572EC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CB6078">
        <w:rPr>
          <w:sz w:val="24"/>
          <w:szCs w:val="24"/>
        </w:rPr>
        <w:t>2.</w:t>
      </w:r>
      <w:r w:rsidR="00572ECE">
        <w:rPr>
          <w:sz w:val="24"/>
          <w:szCs w:val="24"/>
        </w:rPr>
        <w:t>2</w:t>
      </w:r>
      <w:r w:rsidRPr="00CB6078">
        <w:rPr>
          <w:sz w:val="24"/>
          <w:szCs w:val="24"/>
        </w:rPr>
        <w:t>. Металлопрокат должен соответствовать требованиям:</w:t>
      </w:r>
    </w:p>
    <w:p w14:paraId="6AD8D70E" w14:textId="77777777" w:rsidR="00131A8A" w:rsidRPr="00FF548D" w:rsidRDefault="00131A8A" w:rsidP="00131A8A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8509-93 «Уголки стальные горячекатаные равнополочные. Сортамент»</w:t>
      </w:r>
      <w:r w:rsidRPr="00FF548D">
        <w:rPr>
          <w:sz w:val="24"/>
          <w:szCs w:val="24"/>
        </w:rPr>
        <w:t>;</w:t>
      </w:r>
    </w:p>
    <w:p w14:paraId="6AD8D70F" w14:textId="77777777" w:rsidR="00131A8A" w:rsidRPr="00CB6078" w:rsidRDefault="00131A8A" w:rsidP="00131A8A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6AD8D710" w14:textId="31BFD99B" w:rsidR="00131A8A" w:rsidRPr="00CB6078" w:rsidRDefault="00131A8A" w:rsidP="00131A8A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2.</w:t>
      </w:r>
      <w:r w:rsidR="00572ECE">
        <w:rPr>
          <w:sz w:val="24"/>
          <w:szCs w:val="24"/>
        </w:rPr>
        <w:t>3</w:t>
      </w:r>
      <w:r w:rsidRPr="00CB6078">
        <w:rPr>
          <w:sz w:val="24"/>
          <w:szCs w:val="24"/>
        </w:rPr>
        <w:t>. Упаковка, транспортирование, условия и сроки хранения.</w:t>
      </w:r>
    </w:p>
    <w:p w14:paraId="6AD8D711" w14:textId="77777777" w:rsidR="00131A8A" w:rsidRPr="00CB6078" w:rsidRDefault="00131A8A" w:rsidP="00131A8A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</w:t>
      </w:r>
      <w:r>
        <w:rPr>
          <w:sz w:val="24"/>
          <w:szCs w:val="24"/>
        </w:rPr>
        <w:t>2018</w:t>
      </w:r>
      <w:r w:rsidRPr="00CB60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6AD8D712" w14:textId="2DA62A9C" w:rsidR="00131A8A" w:rsidRPr="00CB6078" w:rsidRDefault="00131A8A" w:rsidP="00131A8A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</w:t>
      </w:r>
      <w:r>
        <w:rPr>
          <w:sz w:val="24"/>
          <w:szCs w:val="24"/>
        </w:rPr>
        <w:t>твовать требованиям ГОСТ 7566-2018</w:t>
      </w:r>
      <w:r w:rsidRPr="00CB6078">
        <w:rPr>
          <w:sz w:val="24"/>
          <w:szCs w:val="24"/>
        </w:rPr>
        <w:t>, ГОСТ перечисленным в п.2.</w:t>
      </w:r>
      <w:r w:rsidR="00572ECE">
        <w:rPr>
          <w:sz w:val="24"/>
          <w:szCs w:val="24"/>
        </w:rPr>
        <w:t>2</w:t>
      </w:r>
      <w:r w:rsidRPr="00CB6078">
        <w:rPr>
          <w:sz w:val="24"/>
          <w:szCs w:val="24"/>
        </w:rPr>
        <w:t xml:space="preserve"> данного ТЗ.</w:t>
      </w:r>
    </w:p>
    <w:p w14:paraId="6AD8D713" w14:textId="77777777" w:rsidR="00131A8A" w:rsidRPr="00CB6078" w:rsidRDefault="00131A8A" w:rsidP="00131A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6AD8D714" w14:textId="77777777" w:rsidR="00131A8A" w:rsidRPr="00CB6078" w:rsidRDefault="00131A8A" w:rsidP="00131A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6AD8D715" w14:textId="677E5C34" w:rsidR="00131A8A" w:rsidRPr="00CB6078" w:rsidRDefault="00131A8A" w:rsidP="00131A8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</w:t>
      </w:r>
      <w:r w:rsidR="00572ECE">
        <w:rPr>
          <w:szCs w:val="24"/>
        </w:rPr>
        <w:t>4</w:t>
      </w:r>
      <w:r w:rsidRPr="00CB6078">
        <w:rPr>
          <w:szCs w:val="24"/>
        </w:rPr>
        <w:t>.</w:t>
      </w:r>
      <w:r>
        <w:rPr>
          <w:szCs w:val="24"/>
        </w:rPr>
        <w:t xml:space="preserve"> </w:t>
      </w:r>
      <w:r w:rsidRPr="00CB6078">
        <w:rPr>
          <w:szCs w:val="24"/>
        </w:rPr>
        <w:t>Каждая партия металлопроката должна подвергаться приемо-сдаточным испытаниям в соответствие с ГОСТ 7566-</w:t>
      </w:r>
      <w:r>
        <w:rPr>
          <w:szCs w:val="24"/>
        </w:rPr>
        <w:t>2018</w:t>
      </w:r>
      <w:r w:rsidRPr="00CB6078">
        <w:rPr>
          <w:szCs w:val="24"/>
        </w:rPr>
        <w:t>, ГОСТ перечисленных в п.2.3 данного ТЗ.</w:t>
      </w:r>
    </w:p>
    <w:p w14:paraId="6AD8D716" w14:textId="37A3283D" w:rsidR="00131A8A" w:rsidRDefault="00131A8A" w:rsidP="00131A8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</w:t>
      </w:r>
      <w:r w:rsidR="00572ECE">
        <w:rPr>
          <w:szCs w:val="24"/>
        </w:rPr>
        <w:t>5</w:t>
      </w:r>
      <w:r w:rsidRPr="00CB6078">
        <w:rPr>
          <w:szCs w:val="24"/>
        </w:rPr>
        <w:t>. Срок изготовления металлопроката должен быть не более полугода от момента поставки.</w:t>
      </w:r>
    </w:p>
    <w:p w14:paraId="6AD8D717" w14:textId="77777777" w:rsidR="00131A8A" w:rsidRPr="00CB6078" w:rsidRDefault="00131A8A" w:rsidP="00131A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6AD8D718" w14:textId="77777777" w:rsidR="00131A8A" w:rsidRPr="00CB6078" w:rsidRDefault="00131A8A" w:rsidP="00131A8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firstLine="79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6AD8D719" w14:textId="77777777" w:rsidR="00131A8A" w:rsidRDefault="00131A8A" w:rsidP="00131A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</w:t>
      </w:r>
      <w:r>
        <w:rPr>
          <w:sz w:val="24"/>
          <w:szCs w:val="24"/>
        </w:rPr>
        <w:t>определяется в соответствии с требованиями ГОСТ 7566-2018.</w:t>
      </w:r>
      <w:r w:rsidRPr="00CB6078">
        <w:rPr>
          <w:sz w:val="24"/>
          <w:szCs w:val="24"/>
        </w:rPr>
        <w:t xml:space="preserve"> В случае выявления дефектов, в том числе и скрытых, </w:t>
      </w:r>
      <w:r>
        <w:rPr>
          <w:sz w:val="24"/>
          <w:szCs w:val="24"/>
        </w:rPr>
        <w:t xml:space="preserve">в период гарантийного срока, </w:t>
      </w:r>
      <w:r w:rsidRPr="00CB6078">
        <w:rPr>
          <w:sz w:val="24"/>
          <w:szCs w:val="24"/>
        </w:rPr>
        <w:t xml:space="preserve">Поставщик обязан за свой счет направить своего представителя для участия в составлении акта, фиксирующего дефекты, согласования порядка и сроков </w:t>
      </w:r>
      <w:r>
        <w:rPr>
          <w:sz w:val="24"/>
          <w:szCs w:val="24"/>
        </w:rPr>
        <w:t>замены поставленной продукции</w:t>
      </w:r>
      <w:r w:rsidRPr="00CB6078">
        <w:rPr>
          <w:sz w:val="24"/>
          <w:szCs w:val="24"/>
        </w:rPr>
        <w:t xml:space="preserve"> не позднее 5 календарных дней со дня получения письменного извещения Покупателя</w:t>
      </w:r>
      <w:r>
        <w:rPr>
          <w:sz w:val="24"/>
          <w:szCs w:val="24"/>
        </w:rPr>
        <w:t>.</w:t>
      </w:r>
    </w:p>
    <w:p w14:paraId="6AD8D71A" w14:textId="77777777" w:rsidR="00131A8A" w:rsidRPr="00CB6078" w:rsidRDefault="00131A8A" w:rsidP="00131A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AD8D71B" w14:textId="77777777" w:rsidR="00131A8A" w:rsidRPr="00CB6078" w:rsidRDefault="00131A8A" w:rsidP="00131A8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6AD8D71C" w14:textId="77777777" w:rsidR="00131A8A" w:rsidRDefault="00131A8A" w:rsidP="00131A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</w:t>
      </w:r>
      <w:r>
        <w:rPr>
          <w:sz w:val="24"/>
          <w:szCs w:val="24"/>
        </w:rPr>
        <w:t>.</w:t>
      </w:r>
    </w:p>
    <w:p w14:paraId="6AD8D71D" w14:textId="77777777" w:rsidR="00131A8A" w:rsidRPr="00CB6078" w:rsidRDefault="00131A8A" w:rsidP="00131A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AD8D71E" w14:textId="77777777" w:rsidR="00131A8A" w:rsidRPr="00CB6078" w:rsidRDefault="00131A8A" w:rsidP="00131A8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6AD8D71F" w14:textId="77777777" w:rsidR="00131A8A" w:rsidRDefault="00131A8A" w:rsidP="00131A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Маркировка</w:t>
      </w:r>
      <w:r>
        <w:rPr>
          <w:sz w:val="24"/>
          <w:szCs w:val="24"/>
        </w:rPr>
        <w:t>,</w:t>
      </w:r>
      <w:r w:rsidRPr="00CB6078">
        <w:rPr>
          <w:sz w:val="24"/>
          <w:szCs w:val="24"/>
        </w:rPr>
        <w:t xml:space="preserve"> </w:t>
      </w:r>
      <w:r>
        <w:rPr>
          <w:sz w:val="24"/>
          <w:szCs w:val="24"/>
        </w:rPr>
        <w:t>а также комплект предоставляемой Поставщиком сопроводительной документации,</w:t>
      </w:r>
      <w:r w:rsidRPr="00AB10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подтверждающей тип, объём и качество поставляемого металлопроката </w:t>
      </w:r>
      <w:r w:rsidRPr="00CB6078">
        <w:rPr>
          <w:sz w:val="24"/>
          <w:szCs w:val="24"/>
        </w:rPr>
        <w:t>должн</w:t>
      </w:r>
      <w:r>
        <w:rPr>
          <w:sz w:val="24"/>
          <w:szCs w:val="24"/>
        </w:rPr>
        <w:t>ы</w:t>
      </w:r>
      <w:r w:rsidRPr="00CB6078">
        <w:rPr>
          <w:sz w:val="24"/>
          <w:szCs w:val="24"/>
        </w:rPr>
        <w:t xml:space="preserve"> соответствовать требован</w:t>
      </w:r>
      <w:r>
        <w:rPr>
          <w:sz w:val="24"/>
          <w:szCs w:val="24"/>
        </w:rPr>
        <w:t>иям ГОСТ 7566-2018</w:t>
      </w:r>
      <w:r w:rsidRPr="00CB6078">
        <w:rPr>
          <w:sz w:val="24"/>
          <w:szCs w:val="24"/>
        </w:rPr>
        <w:t>.</w:t>
      </w:r>
    </w:p>
    <w:p w14:paraId="6AD8D720" w14:textId="77777777" w:rsidR="00131A8A" w:rsidRDefault="00131A8A" w:rsidP="00131A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5F9AD1C" w14:textId="77777777" w:rsidR="001A45B0" w:rsidRPr="00CB6078" w:rsidRDefault="001A45B0" w:rsidP="00131A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bookmarkStart w:id="0" w:name="_GoBack"/>
      <w:bookmarkEnd w:id="0"/>
    </w:p>
    <w:p w14:paraId="6AD8D721" w14:textId="77777777" w:rsidR="00131A8A" w:rsidRPr="00CB6078" w:rsidRDefault="00131A8A" w:rsidP="00131A8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14:paraId="6AD8D722" w14:textId="3C969E0B" w:rsidR="00131A8A" w:rsidRPr="00CB6078" w:rsidRDefault="00131A8A" w:rsidP="00131A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</w:t>
      </w:r>
      <w:r>
        <w:rPr>
          <w:szCs w:val="24"/>
        </w:rPr>
        <w:t>и филиалов П</w:t>
      </w:r>
      <w:r w:rsidRPr="00CB6078">
        <w:rPr>
          <w:szCs w:val="24"/>
        </w:rPr>
        <w:t>АО «</w:t>
      </w:r>
      <w:r w:rsidR="00B65DB5">
        <w:rPr>
          <w:szCs w:val="24"/>
        </w:rPr>
        <w:t>Россети Цнетр</w:t>
      </w:r>
      <w:r w:rsidRPr="00CB6078">
        <w:rPr>
          <w:szCs w:val="24"/>
        </w:rPr>
        <w:t>» и ответственными представителями Поставщика при получении их на склад.</w:t>
      </w:r>
    </w:p>
    <w:p w14:paraId="6AD8D723" w14:textId="77777777" w:rsidR="00131A8A" w:rsidRPr="00CB6078" w:rsidRDefault="00131A8A" w:rsidP="00131A8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AD8D724" w14:textId="33ECF388" w:rsidR="00131A8A" w:rsidRPr="00CB6078" w:rsidRDefault="00131A8A" w:rsidP="00131A8A">
      <w:pPr>
        <w:rPr>
          <w:sz w:val="26"/>
          <w:szCs w:val="26"/>
        </w:rPr>
      </w:pPr>
    </w:p>
    <w:p w14:paraId="6AD8D725" w14:textId="7CF410B3" w:rsidR="00131A8A" w:rsidRPr="00CB6078" w:rsidRDefault="00131A8A" w:rsidP="00131A8A">
      <w:pPr>
        <w:rPr>
          <w:sz w:val="26"/>
          <w:szCs w:val="26"/>
        </w:rPr>
      </w:pPr>
    </w:p>
    <w:p w14:paraId="23CFF495" w14:textId="443290F9" w:rsidR="008B7A15" w:rsidRPr="00B65DB5" w:rsidRDefault="008B7A15" w:rsidP="00B65DB5">
      <w:pPr>
        <w:rPr>
          <w:sz w:val="24"/>
          <w:szCs w:val="24"/>
        </w:rPr>
      </w:pPr>
      <w:r w:rsidRPr="00CB08A2">
        <w:rPr>
          <w:sz w:val="24"/>
          <w:szCs w:val="24"/>
        </w:rPr>
        <w:t>Заместитель гл</w:t>
      </w:r>
      <w:r w:rsidR="00B65DB5">
        <w:rPr>
          <w:sz w:val="24"/>
          <w:szCs w:val="24"/>
        </w:rPr>
        <w:t>авного инженера по эксплуатации</w:t>
      </w:r>
      <w:r w:rsidRPr="00CB08A2">
        <w:rPr>
          <w:sz w:val="24"/>
          <w:szCs w:val="24"/>
        </w:rPr>
        <w:t xml:space="preserve">      </w:t>
      </w:r>
      <w:r w:rsidR="00B65DB5">
        <w:rPr>
          <w:sz w:val="24"/>
          <w:szCs w:val="24"/>
        </w:rPr>
        <w:t xml:space="preserve">                                  Д.В. Константинов</w:t>
      </w:r>
      <w:r w:rsidRPr="00CB08A2">
        <w:rPr>
          <w:sz w:val="24"/>
          <w:szCs w:val="24"/>
        </w:rPr>
        <w:tab/>
      </w:r>
      <w:r w:rsidRPr="00CB08A2">
        <w:rPr>
          <w:b/>
          <w:sz w:val="28"/>
          <w:szCs w:val="28"/>
        </w:rPr>
        <w:tab/>
      </w:r>
      <w:r w:rsidRPr="00CB08A2">
        <w:rPr>
          <w:b/>
          <w:sz w:val="28"/>
          <w:szCs w:val="28"/>
        </w:rPr>
        <w:tab/>
      </w:r>
      <w:r w:rsidRPr="00CB08A2">
        <w:rPr>
          <w:b/>
          <w:sz w:val="28"/>
          <w:szCs w:val="28"/>
        </w:rPr>
        <w:tab/>
      </w:r>
      <w:r w:rsidRPr="00CB08A2">
        <w:rPr>
          <w:b/>
          <w:sz w:val="28"/>
          <w:szCs w:val="28"/>
        </w:rPr>
        <w:tab/>
      </w:r>
      <w:r w:rsidRPr="00CB08A2">
        <w:rPr>
          <w:b/>
          <w:sz w:val="28"/>
          <w:szCs w:val="28"/>
        </w:rPr>
        <w:tab/>
      </w:r>
      <w:r w:rsidRPr="00CB08A2">
        <w:rPr>
          <w:b/>
          <w:sz w:val="28"/>
          <w:szCs w:val="28"/>
        </w:rPr>
        <w:tab/>
      </w:r>
      <w:r w:rsidRPr="00CB08A2">
        <w:rPr>
          <w:b/>
          <w:sz w:val="28"/>
          <w:szCs w:val="28"/>
        </w:rPr>
        <w:tab/>
      </w:r>
    </w:p>
    <w:p w14:paraId="6AD8D726" w14:textId="4726BA30" w:rsidR="00131A8A" w:rsidRPr="00CB6078" w:rsidRDefault="00131A8A" w:rsidP="008B7A15">
      <w:pPr>
        <w:ind w:firstLine="0"/>
        <w:rPr>
          <w:sz w:val="22"/>
          <w:szCs w:val="22"/>
        </w:rPr>
      </w:pPr>
    </w:p>
    <w:sectPr w:rsidR="00131A8A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63D1FB" w14:textId="77777777" w:rsidR="008D1A3A" w:rsidRDefault="008D1A3A">
      <w:r>
        <w:separator/>
      </w:r>
    </w:p>
  </w:endnote>
  <w:endnote w:type="continuationSeparator" w:id="0">
    <w:p w14:paraId="4DB34C1C" w14:textId="77777777" w:rsidR="008D1A3A" w:rsidRDefault="008D1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36984C" w14:textId="77777777" w:rsidR="008D1A3A" w:rsidRDefault="008D1A3A">
      <w:r>
        <w:separator/>
      </w:r>
    </w:p>
  </w:footnote>
  <w:footnote w:type="continuationSeparator" w:id="0">
    <w:p w14:paraId="1BAA196E" w14:textId="77777777" w:rsidR="008D1A3A" w:rsidRDefault="008D1A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D8D72B" w14:textId="77777777" w:rsidR="00AD7048" w:rsidRDefault="001F420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6AD8D72C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748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05C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2A01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5230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1A8A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96F62"/>
    <w:rsid w:val="001A22A5"/>
    <w:rsid w:val="001A2829"/>
    <w:rsid w:val="001A2AEB"/>
    <w:rsid w:val="001A2B79"/>
    <w:rsid w:val="001A45B0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3B3C"/>
    <w:rsid w:val="001D5D1C"/>
    <w:rsid w:val="001D6900"/>
    <w:rsid w:val="001E319B"/>
    <w:rsid w:val="001E634A"/>
    <w:rsid w:val="001E6D26"/>
    <w:rsid w:val="001F090B"/>
    <w:rsid w:val="001F19B0"/>
    <w:rsid w:val="001F3E7B"/>
    <w:rsid w:val="001F4204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0F84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2641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1356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6D5A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4BB1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12A3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3F97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2ECE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3E4B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86D2B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2AB4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40AF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68D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C7EA8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1E9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33EE"/>
    <w:rsid w:val="00864D2B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05B7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924"/>
    <w:rsid w:val="008B1E2C"/>
    <w:rsid w:val="008B22FE"/>
    <w:rsid w:val="008B41DF"/>
    <w:rsid w:val="008B7A15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A3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0BC"/>
    <w:rsid w:val="0095736F"/>
    <w:rsid w:val="00957AE9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3B30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45490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5DB5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0E06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39E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43F1"/>
    <w:rsid w:val="00CE6DA4"/>
    <w:rsid w:val="00CE6EB5"/>
    <w:rsid w:val="00CF0257"/>
    <w:rsid w:val="00CF0E1A"/>
    <w:rsid w:val="00CF22E0"/>
    <w:rsid w:val="00CF29E8"/>
    <w:rsid w:val="00CF4176"/>
    <w:rsid w:val="00CF54E7"/>
    <w:rsid w:val="00CF565A"/>
    <w:rsid w:val="00CF6699"/>
    <w:rsid w:val="00CF680D"/>
    <w:rsid w:val="00CF698E"/>
    <w:rsid w:val="00CF7802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48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970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2950"/>
    <w:rsid w:val="00DA6B8B"/>
    <w:rsid w:val="00DA77B6"/>
    <w:rsid w:val="00DB01EF"/>
    <w:rsid w:val="00DB332D"/>
    <w:rsid w:val="00DB44BB"/>
    <w:rsid w:val="00DB4A93"/>
    <w:rsid w:val="00DB4EDF"/>
    <w:rsid w:val="00DB6B0D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860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649F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3AF9"/>
    <w:rsid w:val="00F157C9"/>
    <w:rsid w:val="00F1795B"/>
    <w:rsid w:val="00F2059C"/>
    <w:rsid w:val="00F21FAC"/>
    <w:rsid w:val="00F235DE"/>
    <w:rsid w:val="00F23B7B"/>
    <w:rsid w:val="00F25C59"/>
    <w:rsid w:val="00F26BE7"/>
    <w:rsid w:val="00F27C11"/>
    <w:rsid w:val="00F27CD0"/>
    <w:rsid w:val="00F318A5"/>
    <w:rsid w:val="00F31E92"/>
    <w:rsid w:val="00F3335E"/>
    <w:rsid w:val="00F34466"/>
    <w:rsid w:val="00F364EA"/>
    <w:rsid w:val="00F37973"/>
    <w:rsid w:val="00F41EEA"/>
    <w:rsid w:val="00F42C84"/>
    <w:rsid w:val="00F4441B"/>
    <w:rsid w:val="00F463A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C7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D8D6F0"/>
  <w15:docId w15:val="{60FF5275-747C-4B03-AECD-F0B73B5D5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4">
    <w:name w:val="annotation reference"/>
    <w:semiHidden/>
    <w:unhideWhenUsed/>
    <w:rsid w:val="003F6831"/>
    <w:rPr>
      <w:sz w:val="16"/>
      <w:szCs w:val="16"/>
    </w:rPr>
  </w:style>
  <w:style w:type="paragraph" w:styleId="af5">
    <w:name w:val="annotation text"/>
    <w:basedOn w:val="a0"/>
    <w:link w:val="af6"/>
    <w:semiHidden/>
    <w:unhideWhenUsed/>
    <w:rsid w:val="003F6831"/>
  </w:style>
  <w:style w:type="character" w:customStyle="1" w:styleId="af6">
    <w:name w:val="Текст примечания Знак"/>
    <w:basedOn w:val="a1"/>
    <w:link w:val="af5"/>
    <w:semiHidden/>
    <w:rsid w:val="003F6831"/>
  </w:style>
  <w:style w:type="paragraph" w:styleId="af7">
    <w:name w:val="annotation subject"/>
    <w:basedOn w:val="af5"/>
    <w:next w:val="af5"/>
    <w:link w:val="af8"/>
    <w:semiHidden/>
    <w:unhideWhenUsed/>
    <w:rsid w:val="003F6831"/>
    <w:rPr>
      <w:b/>
      <w:bCs/>
    </w:rPr>
  </w:style>
  <w:style w:type="character" w:customStyle="1" w:styleId="af8">
    <w:name w:val="Тема примечания Знак"/>
    <w:link w:val="af7"/>
    <w:semiHidden/>
    <w:rsid w:val="003F6831"/>
    <w:rPr>
      <w:b/>
      <w:bCs/>
    </w:rPr>
  </w:style>
  <w:style w:type="paragraph" w:styleId="af9">
    <w:name w:val="Balloon Text"/>
    <w:basedOn w:val="a0"/>
    <w:link w:val="afa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link w:val="af9"/>
    <w:semiHidden/>
    <w:rsid w:val="003F6831"/>
    <w:rPr>
      <w:rFonts w:ascii="Tahoma" w:hAnsi="Tahoma" w:cs="Tahoma"/>
      <w:sz w:val="16"/>
      <w:szCs w:val="16"/>
    </w:rPr>
  </w:style>
  <w:style w:type="character" w:customStyle="1" w:styleId="ae">
    <w:name w:val="Абзац списка Знак"/>
    <w:link w:val="ad"/>
    <w:uiPriority w:val="34"/>
    <w:rsid w:val="009570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0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93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72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D345A-A7DB-4A3C-B7BB-69ED50D3A6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E311FB-8670-489D-9C90-CDD42F45CB0C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aeb3e8e0-784a-4348-b8a9-74d788c4fa59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EBF6535-838B-477D-A791-3D6B4AA5CA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F09E43-0DD0-4BF5-A78C-F53B52A02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new5.dot</Template>
  <TotalTime>2</TotalTime>
  <Pages>4</Pages>
  <Words>853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Алисов Максим Александрович</cp:lastModifiedBy>
  <cp:revision>4</cp:revision>
  <cp:lastPrinted>2022-11-29T10:31:00Z</cp:lastPrinted>
  <dcterms:created xsi:type="dcterms:W3CDTF">2022-11-14T10:30:00Z</dcterms:created>
  <dcterms:modified xsi:type="dcterms:W3CDTF">2022-11-29T10:32:00Z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