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DA610C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A610C">
              <w:rPr>
                <w:b/>
                <w:sz w:val="26"/>
                <w:szCs w:val="26"/>
                <w:lang w:val="en-US"/>
              </w:rPr>
              <w:t>203A187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bookmarkStart w:id="0" w:name="_GoBack"/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0729AE">
              <w:rPr>
                <w:b/>
                <w:sz w:val="26"/>
                <w:szCs w:val="26"/>
                <w:u w:val="single"/>
                <w:lang w:val="en-US"/>
              </w:rPr>
              <w:t>2030257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 </w:t>
            </w:r>
            <w:bookmarkEnd w:id="0"/>
          </w:p>
        </w:tc>
      </w:tr>
    </w:tbl>
    <w:p w:rsidR="008E2CE3" w:rsidRDefault="008E2CE3" w:rsidP="008E2CE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E2CE3" w:rsidRDefault="008E2CE3" w:rsidP="008E2CE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E2CE3" w:rsidRPr="00EB40C8" w:rsidRDefault="008E2CE3" w:rsidP="008E2CE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E2CE3" w:rsidRPr="00EB40C8" w:rsidRDefault="008E2CE3" w:rsidP="008E2CE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E2CE3" w:rsidRPr="00EB40C8" w:rsidRDefault="008E2CE3" w:rsidP="008E2CE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0729AE">
        <w:rPr>
          <w:b/>
          <w:sz w:val="26"/>
          <w:szCs w:val="26"/>
          <w:u w:val="single"/>
        </w:rPr>
        <w:t>Полоса стальная 5х40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0729AE">
        <w:rPr>
          <w:b/>
          <w:sz w:val="26"/>
          <w:szCs w:val="26"/>
          <w:u w:val="single"/>
        </w:rPr>
        <w:t>ГОСТ 103-76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0729AE">
        <w:rPr>
          <w:sz w:val="26"/>
          <w:szCs w:val="26"/>
        </w:rPr>
        <w:t>ГОСТ 103-76 «Полоса стальная горячекатаная.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lastRenderedPageBreak/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Default="006D1941" w:rsidP="00451C4D">
      <w:pPr>
        <w:rPr>
          <w:sz w:val="26"/>
          <w:szCs w:val="26"/>
        </w:rPr>
      </w:pPr>
    </w:p>
    <w:p w:rsidR="006F5E16" w:rsidRPr="00CB6078" w:rsidRDefault="006F5E16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646E29" w:rsidRDefault="00646E29" w:rsidP="00646E2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F73A3" w:rsidRPr="00CB6078" w:rsidRDefault="00646E29" w:rsidP="00646E29">
      <w:pPr>
        <w:ind w:firstLine="0"/>
        <w:rPr>
          <w:sz w:val="26"/>
          <w:szCs w:val="26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  <w:r w:rsidR="008F73A3" w:rsidRPr="00CB6078"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58E" w:rsidRDefault="003D558E">
      <w:r>
        <w:separator/>
      </w:r>
    </w:p>
  </w:endnote>
  <w:endnote w:type="continuationSeparator" w:id="0">
    <w:p w:rsidR="003D558E" w:rsidRDefault="003D55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58E" w:rsidRDefault="003D558E">
      <w:r>
        <w:separator/>
      </w:r>
    </w:p>
  </w:footnote>
  <w:footnote w:type="continuationSeparator" w:id="0">
    <w:p w:rsidR="003D558E" w:rsidRDefault="003D55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0C68D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9A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29AE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8D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3D03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238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558E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47B7B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6F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6E29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5E16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5369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2CE3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A21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5AF9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5D72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5A6B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10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764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F9B53-04E4-43B4-B727-19D5615B9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14</TotalTime>
  <Pages>3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Сухарев Андрей Николаевич</cp:lastModifiedBy>
  <cp:revision>9</cp:revision>
  <cp:lastPrinted>2010-09-30T13:29:00Z</cp:lastPrinted>
  <dcterms:created xsi:type="dcterms:W3CDTF">2015-06-24T06:52:00Z</dcterms:created>
  <dcterms:modified xsi:type="dcterms:W3CDTF">2015-06-24T14:57:00Z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