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0B4D32" w:rsidTr="00FF3DF8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D32" w:rsidRPr="00240DAB" w:rsidRDefault="000B4D32" w:rsidP="00FF3DF8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4"/>
                <w:szCs w:val="24"/>
              </w:rPr>
            </w:pPr>
            <w:r w:rsidRPr="00240DAB">
              <w:rPr>
                <w:b/>
                <w:sz w:val="24"/>
                <w:szCs w:val="24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D32" w:rsidRPr="000B4D32" w:rsidRDefault="000B4D32" w:rsidP="000B4D32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4"/>
                <w:szCs w:val="24"/>
              </w:rPr>
            </w:pPr>
            <w:r w:rsidRPr="00240DAB">
              <w:rPr>
                <w:b/>
                <w:sz w:val="24"/>
                <w:szCs w:val="24"/>
              </w:rPr>
              <w:t>30</w:t>
            </w:r>
            <w:r>
              <w:rPr>
                <w:b/>
                <w:sz w:val="24"/>
                <w:szCs w:val="24"/>
                <w:lang w:val="en-US"/>
              </w:rPr>
              <w:t>7A</w:t>
            </w:r>
          </w:p>
        </w:tc>
      </w:tr>
      <w:tr w:rsidR="000B4D32" w:rsidTr="000B4D3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D32" w:rsidRPr="00240DAB" w:rsidRDefault="000B4D32" w:rsidP="00FF3DF8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4"/>
                <w:szCs w:val="24"/>
                <w:lang w:val="en-US"/>
              </w:rPr>
            </w:pPr>
            <w:r w:rsidRPr="00240DAB">
              <w:rPr>
                <w:b/>
                <w:sz w:val="24"/>
                <w:szCs w:val="24"/>
              </w:rPr>
              <w:t xml:space="preserve">Номер материала </w:t>
            </w:r>
            <w:r w:rsidRPr="00240DAB">
              <w:rPr>
                <w:b/>
                <w:sz w:val="24"/>
                <w:szCs w:val="24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32" w:rsidRPr="00240DAB" w:rsidRDefault="000C61AF" w:rsidP="00FF3DF8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4"/>
                <w:szCs w:val="24"/>
              </w:rPr>
            </w:pPr>
            <w:r w:rsidRPr="000C61AF">
              <w:rPr>
                <w:b/>
                <w:sz w:val="24"/>
                <w:szCs w:val="24"/>
              </w:rPr>
              <w:t>0002259331</w:t>
            </w:r>
          </w:p>
        </w:tc>
      </w:tr>
    </w:tbl>
    <w:p w:rsidR="00C86638" w:rsidRPr="00EF5C0D" w:rsidRDefault="000B4D32" w:rsidP="00EF5C0D">
      <w:pPr>
        <w:spacing w:line="259" w:lineRule="auto"/>
        <w:jc w:val="right"/>
        <w:rPr>
          <w:sz w:val="24"/>
          <w:szCs w:val="24"/>
        </w:rPr>
      </w:pPr>
      <w:r w:rsidRPr="00EF5C0D">
        <w:rPr>
          <w:sz w:val="24"/>
          <w:szCs w:val="24"/>
        </w:rPr>
        <w:t xml:space="preserve"> </w:t>
      </w:r>
      <w:r w:rsidR="00C86638" w:rsidRPr="00EF5C0D">
        <w:rPr>
          <w:sz w:val="24"/>
          <w:szCs w:val="24"/>
        </w:rPr>
        <w:t>«Утверждаю»</w:t>
      </w:r>
    </w:p>
    <w:p w:rsidR="00C86638" w:rsidRPr="00EF5C0D" w:rsidRDefault="00C86638" w:rsidP="00EF5C0D">
      <w:pPr>
        <w:spacing w:line="259" w:lineRule="auto"/>
        <w:jc w:val="right"/>
        <w:rPr>
          <w:sz w:val="24"/>
          <w:szCs w:val="24"/>
        </w:rPr>
      </w:pPr>
      <w:r w:rsidRPr="00EF5C0D">
        <w:rPr>
          <w:sz w:val="24"/>
          <w:szCs w:val="24"/>
        </w:rPr>
        <w:t>Первый заместитель директора-</w:t>
      </w:r>
    </w:p>
    <w:p w:rsidR="00C86638" w:rsidRPr="00EF5C0D" w:rsidRDefault="00C86638" w:rsidP="00EF5C0D">
      <w:pPr>
        <w:spacing w:line="259" w:lineRule="auto"/>
        <w:jc w:val="right"/>
        <w:rPr>
          <w:sz w:val="24"/>
          <w:szCs w:val="24"/>
        </w:rPr>
      </w:pPr>
      <w:r w:rsidRPr="00EF5C0D">
        <w:rPr>
          <w:sz w:val="24"/>
          <w:szCs w:val="24"/>
        </w:rPr>
        <w:t>главный инженер филиала</w:t>
      </w:r>
    </w:p>
    <w:p w:rsidR="00C86638" w:rsidRPr="00EF5C0D" w:rsidRDefault="00C86638" w:rsidP="00EF5C0D">
      <w:pPr>
        <w:spacing w:line="259" w:lineRule="auto"/>
        <w:jc w:val="right"/>
        <w:rPr>
          <w:sz w:val="24"/>
          <w:szCs w:val="24"/>
        </w:rPr>
      </w:pPr>
      <w:r w:rsidRPr="00EF5C0D">
        <w:rPr>
          <w:sz w:val="24"/>
          <w:szCs w:val="24"/>
        </w:rPr>
        <w:t>ПАО «МРСК Центра» - «Тверьэнерго»</w:t>
      </w:r>
    </w:p>
    <w:p w:rsidR="00C86638" w:rsidRPr="00EF5C0D" w:rsidRDefault="00C86638" w:rsidP="00EF5C0D">
      <w:pPr>
        <w:spacing w:line="259" w:lineRule="auto"/>
        <w:jc w:val="right"/>
        <w:rPr>
          <w:sz w:val="24"/>
          <w:szCs w:val="24"/>
        </w:rPr>
      </w:pPr>
      <w:r w:rsidRPr="00EF5C0D">
        <w:rPr>
          <w:sz w:val="24"/>
          <w:szCs w:val="24"/>
        </w:rPr>
        <w:t>___________ М.В. Лобков</w:t>
      </w:r>
    </w:p>
    <w:p w:rsidR="00C86638" w:rsidRPr="00EF5C0D" w:rsidRDefault="00C86638" w:rsidP="00EF5C0D">
      <w:pPr>
        <w:spacing w:line="259" w:lineRule="auto"/>
        <w:jc w:val="right"/>
        <w:rPr>
          <w:caps/>
          <w:sz w:val="24"/>
          <w:szCs w:val="24"/>
        </w:rPr>
      </w:pPr>
      <w:r w:rsidRPr="00EF5C0D">
        <w:rPr>
          <w:sz w:val="24"/>
          <w:szCs w:val="24"/>
        </w:rPr>
        <w:t>«</w:t>
      </w:r>
      <w:r w:rsidR="00526337" w:rsidRPr="00526337">
        <w:rPr>
          <w:sz w:val="24"/>
          <w:szCs w:val="24"/>
          <w:u w:val="single"/>
        </w:rPr>
        <w:t xml:space="preserve"> 24 </w:t>
      </w:r>
      <w:r w:rsidRPr="00EF5C0D">
        <w:rPr>
          <w:sz w:val="24"/>
          <w:szCs w:val="24"/>
        </w:rPr>
        <w:t>»</w:t>
      </w:r>
      <w:r w:rsidR="00526337">
        <w:rPr>
          <w:sz w:val="24"/>
          <w:szCs w:val="24"/>
          <w:u w:val="single"/>
        </w:rPr>
        <w:t xml:space="preserve">          12        </w:t>
      </w:r>
      <w:r w:rsidRPr="00EF5C0D">
        <w:rPr>
          <w:sz w:val="24"/>
          <w:szCs w:val="24"/>
        </w:rPr>
        <w:t>20</w:t>
      </w:r>
      <w:r w:rsidRPr="00526337">
        <w:rPr>
          <w:sz w:val="24"/>
          <w:szCs w:val="24"/>
          <w:u w:val="single"/>
        </w:rPr>
        <w:t>20</w:t>
      </w:r>
      <w:r w:rsidRPr="00EF5C0D">
        <w:rPr>
          <w:sz w:val="24"/>
          <w:szCs w:val="24"/>
        </w:rPr>
        <w:t>г.</w:t>
      </w:r>
    </w:p>
    <w:p w:rsidR="001D2427" w:rsidRPr="00EF5C0D" w:rsidRDefault="00205F02" w:rsidP="00EF5C0D">
      <w:pPr>
        <w:spacing w:line="259" w:lineRule="auto"/>
        <w:ind w:firstLine="700"/>
        <w:jc w:val="center"/>
        <w:rPr>
          <w:b/>
          <w:sz w:val="24"/>
          <w:szCs w:val="24"/>
        </w:rPr>
      </w:pPr>
      <w:r w:rsidRPr="00EF5C0D">
        <w:rPr>
          <w:sz w:val="24"/>
          <w:szCs w:val="24"/>
        </w:rPr>
        <w:tab/>
      </w:r>
      <w:r w:rsidRPr="00EF5C0D">
        <w:rPr>
          <w:b/>
          <w:sz w:val="24"/>
          <w:szCs w:val="24"/>
        </w:rPr>
        <w:t xml:space="preserve">    </w:t>
      </w:r>
    </w:p>
    <w:p w:rsidR="00892F31" w:rsidRPr="00EF5C0D" w:rsidRDefault="00892F31" w:rsidP="00EF5C0D">
      <w:pPr>
        <w:spacing w:line="259" w:lineRule="auto"/>
        <w:jc w:val="center"/>
        <w:rPr>
          <w:b/>
          <w:sz w:val="24"/>
          <w:szCs w:val="24"/>
        </w:rPr>
      </w:pPr>
      <w:r w:rsidRPr="00EF5C0D">
        <w:rPr>
          <w:b/>
          <w:sz w:val="24"/>
          <w:szCs w:val="24"/>
        </w:rPr>
        <w:t>ТЕХНИЧЕСКО</w:t>
      </w:r>
      <w:r w:rsidR="00C86638" w:rsidRPr="00EF5C0D">
        <w:rPr>
          <w:b/>
          <w:sz w:val="24"/>
          <w:szCs w:val="24"/>
        </w:rPr>
        <w:t>Е</w:t>
      </w:r>
      <w:r w:rsidRPr="00EF5C0D">
        <w:rPr>
          <w:b/>
          <w:sz w:val="24"/>
          <w:szCs w:val="24"/>
        </w:rPr>
        <w:t xml:space="preserve"> ЗАДАНИ</w:t>
      </w:r>
      <w:r w:rsidR="00C86638" w:rsidRPr="00EF5C0D">
        <w:rPr>
          <w:b/>
          <w:sz w:val="24"/>
          <w:szCs w:val="24"/>
        </w:rPr>
        <w:t>Е</w:t>
      </w:r>
    </w:p>
    <w:p w:rsidR="00205F02" w:rsidRPr="00EF5C0D" w:rsidRDefault="00205F02" w:rsidP="00EF5C0D">
      <w:pPr>
        <w:spacing w:line="259" w:lineRule="auto"/>
        <w:ind w:firstLine="700"/>
        <w:jc w:val="center"/>
        <w:rPr>
          <w:sz w:val="24"/>
          <w:szCs w:val="24"/>
        </w:rPr>
      </w:pPr>
      <w:r w:rsidRPr="00EF5C0D">
        <w:rPr>
          <w:b/>
          <w:sz w:val="24"/>
          <w:szCs w:val="24"/>
        </w:rPr>
        <w:tab/>
      </w:r>
      <w:r w:rsidRPr="00EF5C0D">
        <w:rPr>
          <w:sz w:val="24"/>
          <w:szCs w:val="24"/>
        </w:rPr>
        <w:t xml:space="preserve">  </w:t>
      </w:r>
      <w:r w:rsidR="003B3808" w:rsidRPr="00EF5C0D">
        <w:rPr>
          <w:sz w:val="24"/>
          <w:szCs w:val="24"/>
        </w:rPr>
        <w:t xml:space="preserve">на поставку </w:t>
      </w:r>
      <w:r w:rsidR="00FB2893" w:rsidRPr="00EF5C0D">
        <w:rPr>
          <w:sz w:val="24"/>
          <w:szCs w:val="24"/>
        </w:rPr>
        <w:t>устройства управления</w:t>
      </w:r>
      <w:r w:rsidR="003B3808" w:rsidRPr="00EF5C0D">
        <w:rPr>
          <w:sz w:val="24"/>
          <w:szCs w:val="24"/>
        </w:rPr>
        <w:t xml:space="preserve"> оперативн</w:t>
      </w:r>
      <w:r w:rsidR="00FB2893" w:rsidRPr="00EF5C0D">
        <w:rPr>
          <w:sz w:val="24"/>
          <w:szCs w:val="24"/>
        </w:rPr>
        <w:t>ым</w:t>
      </w:r>
      <w:r w:rsidR="003B3808" w:rsidRPr="00EF5C0D">
        <w:rPr>
          <w:sz w:val="24"/>
          <w:szCs w:val="24"/>
        </w:rPr>
        <w:t xml:space="preserve"> ток</w:t>
      </w:r>
      <w:r w:rsidR="00FB2893" w:rsidRPr="00EF5C0D">
        <w:rPr>
          <w:sz w:val="24"/>
          <w:szCs w:val="24"/>
        </w:rPr>
        <w:t>ом</w:t>
      </w:r>
    </w:p>
    <w:p w:rsidR="00777438" w:rsidRPr="00EF5C0D" w:rsidRDefault="00777438" w:rsidP="00EF5C0D">
      <w:pPr>
        <w:spacing w:line="259" w:lineRule="auto"/>
        <w:jc w:val="center"/>
        <w:rPr>
          <w:sz w:val="24"/>
          <w:szCs w:val="24"/>
        </w:rPr>
      </w:pPr>
      <w:r w:rsidRPr="00EF5C0D">
        <w:rPr>
          <w:sz w:val="24"/>
          <w:szCs w:val="24"/>
        </w:rPr>
        <w:t>Лот №30</w:t>
      </w:r>
      <w:r w:rsidR="00B6404B" w:rsidRPr="00EF5C0D">
        <w:rPr>
          <w:sz w:val="24"/>
          <w:szCs w:val="24"/>
        </w:rPr>
        <w:t>7А</w:t>
      </w:r>
      <w:r w:rsidRPr="00EF5C0D">
        <w:rPr>
          <w:sz w:val="24"/>
          <w:szCs w:val="24"/>
        </w:rPr>
        <w:t>.</w:t>
      </w:r>
    </w:p>
    <w:p w:rsidR="00205F02" w:rsidRPr="00EF5C0D" w:rsidRDefault="00205F02" w:rsidP="00EF5C0D">
      <w:pPr>
        <w:spacing w:line="259" w:lineRule="auto"/>
        <w:ind w:firstLine="700"/>
        <w:jc w:val="center"/>
        <w:rPr>
          <w:sz w:val="24"/>
          <w:szCs w:val="24"/>
        </w:rPr>
      </w:pPr>
    </w:p>
    <w:p w:rsidR="00205F02" w:rsidRPr="00EF5C0D" w:rsidRDefault="00205F02" w:rsidP="00EF5C0D">
      <w:pPr>
        <w:numPr>
          <w:ilvl w:val="0"/>
          <w:numId w:val="1"/>
        </w:numPr>
        <w:tabs>
          <w:tab w:val="clear" w:pos="1947"/>
          <w:tab w:val="num" w:pos="1134"/>
        </w:tabs>
        <w:spacing w:line="259" w:lineRule="auto"/>
        <w:ind w:left="0" w:firstLine="709"/>
        <w:jc w:val="both"/>
        <w:rPr>
          <w:sz w:val="24"/>
          <w:szCs w:val="24"/>
        </w:rPr>
      </w:pPr>
      <w:r w:rsidRPr="00EF5C0D">
        <w:rPr>
          <w:b/>
          <w:sz w:val="24"/>
          <w:szCs w:val="24"/>
        </w:rPr>
        <w:t>Общ</w:t>
      </w:r>
      <w:r w:rsidR="00BB584A" w:rsidRPr="00EF5C0D">
        <w:rPr>
          <w:b/>
          <w:sz w:val="24"/>
          <w:szCs w:val="24"/>
        </w:rPr>
        <w:t>ая</w:t>
      </w:r>
      <w:r w:rsidRPr="00EF5C0D">
        <w:rPr>
          <w:b/>
          <w:sz w:val="24"/>
          <w:szCs w:val="24"/>
        </w:rPr>
        <w:t xml:space="preserve"> </w:t>
      </w:r>
      <w:r w:rsidR="00FB2893" w:rsidRPr="00EF5C0D">
        <w:rPr>
          <w:b/>
          <w:sz w:val="24"/>
          <w:szCs w:val="24"/>
        </w:rPr>
        <w:t>часть</w:t>
      </w:r>
      <w:r w:rsidR="002E67F7" w:rsidRPr="00EF5C0D">
        <w:rPr>
          <w:b/>
          <w:sz w:val="24"/>
          <w:szCs w:val="24"/>
        </w:rPr>
        <w:t>.</w:t>
      </w:r>
    </w:p>
    <w:p w:rsidR="00FC7708" w:rsidRPr="00EF5C0D" w:rsidRDefault="00892F31" w:rsidP="00EF5C0D">
      <w:pPr>
        <w:spacing w:line="259" w:lineRule="auto"/>
        <w:ind w:firstLine="709"/>
        <w:jc w:val="both"/>
        <w:rPr>
          <w:sz w:val="24"/>
          <w:szCs w:val="24"/>
        </w:rPr>
      </w:pPr>
      <w:r w:rsidRPr="00EF5C0D">
        <w:rPr>
          <w:sz w:val="24"/>
          <w:szCs w:val="24"/>
        </w:rPr>
        <w:t>П</w:t>
      </w:r>
      <w:r w:rsidR="00205F02" w:rsidRPr="00EF5C0D">
        <w:rPr>
          <w:sz w:val="24"/>
          <w:szCs w:val="24"/>
        </w:rPr>
        <w:t xml:space="preserve">АО «МРСК Центра» производит закупку </w:t>
      </w:r>
      <w:r w:rsidR="002176F8" w:rsidRPr="00EF5C0D">
        <w:rPr>
          <w:sz w:val="24"/>
          <w:szCs w:val="24"/>
        </w:rPr>
        <w:t>устройств</w:t>
      </w:r>
      <w:r w:rsidR="00205F02" w:rsidRPr="00EF5C0D">
        <w:rPr>
          <w:sz w:val="24"/>
          <w:szCs w:val="24"/>
        </w:rPr>
        <w:t xml:space="preserve"> </w:t>
      </w:r>
      <w:r w:rsidR="00C86638" w:rsidRPr="00EF5C0D">
        <w:rPr>
          <w:sz w:val="24"/>
          <w:szCs w:val="24"/>
        </w:rPr>
        <w:t xml:space="preserve">автоматического </w:t>
      </w:r>
      <w:r w:rsidR="00205F02" w:rsidRPr="00EF5C0D">
        <w:rPr>
          <w:sz w:val="24"/>
          <w:szCs w:val="24"/>
        </w:rPr>
        <w:t>управления оперативным током</w:t>
      </w:r>
      <w:r w:rsidR="00FC7708" w:rsidRPr="00EF5C0D">
        <w:rPr>
          <w:sz w:val="24"/>
          <w:szCs w:val="24"/>
        </w:rPr>
        <w:t>.</w:t>
      </w:r>
    </w:p>
    <w:p w:rsidR="00C86638" w:rsidRPr="00EF5C0D" w:rsidRDefault="00C86638" w:rsidP="00EF5C0D">
      <w:pPr>
        <w:pStyle w:val="a5"/>
        <w:numPr>
          <w:ilvl w:val="0"/>
          <w:numId w:val="1"/>
        </w:numPr>
        <w:tabs>
          <w:tab w:val="clear" w:pos="1947"/>
          <w:tab w:val="num" w:pos="852"/>
        </w:tabs>
        <w:spacing w:line="259" w:lineRule="auto"/>
        <w:ind w:left="0" w:firstLine="709"/>
        <w:contextualSpacing w:val="0"/>
        <w:jc w:val="both"/>
        <w:rPr>
          <w:bCs/>
          <w:sz w:val="24"/>
          <w:szCs w:val="24"/>
        </w:rPr>
      </w:pPr>
      <w:r w:rsidRPr="00EF5C0D">
        <w:rPr>
          <w:bCs/>
          <w:sz w:val="24"/>
          <w:szCs w:val="24"/>
        </w:rPr>
        <w:t xml:space="preserve">Предмет </w:t>
      </w:r>
      <w:r w:rsidR="00526337">
        <w:rPr>
          <w:bCs/>
          <w:sz w:val="24"/>
          <w:szCs w:val="24"/>
        </w:rPr>
        <w:t>закупки</w:t>
      </w:r>
    </w:p>
    <w:p w:rsidR="00C86638" w:rsidRPr="00EF5C0D" w:rsidRDefault="00C86638" w:rsidP="00EF5C0D">
      <w:pPr>
        <w:spacing w:line="259" w:lineRule="auto"/>
        <w:ind w:firstLine="709"/>
        <w:jc w:val="both"/>
        <w:rPr>
          <w:sz w:val="24"/>
          <w:szCs w:val="24"/>
        </w:rPr>
      </w:pPr>
      <w:r w:rsidRPr="00EF5C0D">
        <w:rPr>
          <w:sz w:val="24"/>
          <w:szCs w:val="24"/>
        </w:rPr>
        <w:t>Поставщик обеспечивает поставку оборудования в объемах и сроки установленные данным ТЗ</w:t>
      </w:r>
      <w:r w:rsidR="00EF5C0D" w:rsidRPr="00EF5C0D">
        <w:rPr>
          <w:sz w:val="24"/>
          <w:szCs w:val="24"/>
        </w:rPr>
        <w:t>.</w:t>
      </w:r>
    </w:p>
    <w:p w:rsidR="00C86638" w:rsidRPr="00EF5C0D" w:rsidRDefault="00C86638" w:rsidP="00EF5C0D">
      <w:pPr>
        <w:tabs>
          <w:tab w:val="left" w:pos="2595"/>
        </w:tabs>
        <w:spacing w:line="259" w:lineRule="auto"/>
        <w:ind w:firstLine="709"/>
        <w:jc w:val="both"/>
        <w:rPr>
          <w:sz w:val="24"/>
          <w:szCs w:val="24"/>
        </w:rPr>
      </w:pPr>
      <w:r w:rsidRPr="00EF5C0D">
        <w:rPr>
          <w:sz w:val="24"/>
          <w:szCs w:val="24"/>
        </w:rPr>
        <w:t xml:space="preserve">Поставка устройств производится в точки поставки, указанные покупателем - филиалом ПАО «МРСК Центра»: </w:t>
      </w:r>
    </w:p>
    <w:p w:rsidR="00C86638" w:rsidRPr="00EF5C0D" w:rsidRDefault="00C86638" w:rsidP="00EF5C0D">
      <w:pPr>
        <w:tabs>
          <w:tab w:val="left" w:pos="2595"/>
        </w:tabs>
        <w:spacing w:line="259" w:lineRule="auto"/>
        <w:ind w:firstLine="709"/>
        <w:jc w:val="both"/>
        <w:rPr>
          <w:sz w:val="24"/>
          <w:szCs w:val="24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2830"/>
        <w:gridCol w:w="2410"/>
        <w:gridCol w:w="3544"/>
        <w:gridCol w:w="1127"/>
      </w:tblGrid>
      <w:tr w:rsidR="00EF5C0D" w:rsidRPr="00EF5C0D" w:rsidTr="00EF5C0D">
        <w:trPr>
          <w:trHeight w:val="70"/>
          <w:jc w:val="center"/>
        </w:trPr>
        <w:tc>
          <w:tcPr>
            <w:tcW w:w="2830" w:type="dxa"/>
            <w:tcBorders>
              <w:bottom w:val="single" w:sz="4" w:space="0" w:color="auto"/>
            </w:tcBorders>
            <w:vAlign w:val="center"/>
          </w:tcPr>
          <w:p w:rsidR="00EF5C0D" w:rsidRPr="00EF5C0D" w:rsidRDefault="00EF5C0D" w:rsidP="00EF5C0D">
            <w:pPr>
              <w:pStyle w:val="a5"/>
              <w:tabs>
                <w:tab w:val="left" w:pos="1276"/>
              </w:tabs>
              <w:spacing w:line="259" w:lineRule="auto"/>
              <w:ind w:left="0"/>
              <w:contextualSpacing w:val="0"/>
              <w:jc w:val="center"/>
              <w:rPr>
                <w:sz w:val="24"/>
                <w:szCs w:val="24"/>
              </w:rPr>
            </w:pPr>
            <w:r w:rsidRPr="00EF5C0D">
              <w:rPr>
                <w:sz w:val="24"/>
                <w:szCs w:val="24"/>
              </w:rPr>
              <w:t>Филиал</w:t>
            </w:r>
          </w:p>
        </w:tc>
        <w:tc>
          <w:tcPr>
            <w:tcW w:w="2410" w:type="dxa"/>
            <w:vAlign w:val="center"/>
          </w:tcPr>
          <w:p w:rsidR="00EF5C0D" w:rsidRPr="00EF5C0D" w:rsidRDefault="00EF5C0D" w:rsidP="00EF5C0D">
            <w:pPr>
              <w:pStyle w:val="a5"/>
              <w:tabs>
                <w:tab w:val="left" w:pos="1276"/>
              </w:tabs>
              <w:spacing w:line="259" w:lineRule="auto"/>
              <w:ind w:left="0"/>
              <w:contextualSpacing w:val="0"/>
              <w:jc w:val="center"/>
              <w:rPr>
                <w:sz w:val="24"/>
                <w:szCs w:val="24"/>
              </w:rPr>
            </w:pPr>
            <w:r w:rsidRPr="00EF5C0D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3544" w:type="dxa"/>
            <w:vAlign w:val="center"/>
          </w:tcPr>
          <w:p w:rsidR="00EF5C0D" w:rsidRPr="00EF5C0D" w:rsidRDefault="00EF5C0D" w:rsidP="00EF5C0D">
            <w:pPr>
              <w:pStyle w:val="a5"/>
              <w:tabs>
                <w:tab w:val="left" w:pos="1276"/>
              </w:tabs>
              <w:spacing w:line="259" w:lineRule="auto"/>
              <w:ind w:left="0"/>
              <w:contextualSpacing w:val="0"/>
              <w:jc w:val="center"/>
              <w:rPr>
                <w:sz w:val="24"/>
                <w:szCs w:val="24"/>
              </w:rPr>
            </w:pPr>
            <w:r w:rsidRPr="00EF5C0D">
              <w:rPr>
                <w:sz w:val="24"/>
                <w:szCs w:val="24"/>
              </w:rPr>
              <w:t>Сроки поставки*</w:t>
            </w:r>
          </w:p>
        </w:tc>
        <w:tc>
          <w:tcPr>
            <w:tcW w:w="1127" w:type="dxa"/>
            <w:vAlign w:val="center"/>
          </w:tcPr>
          <w:p w:rsidR="00EF5C0D" w:rsidRPr="00EF5C0D" w:rsidRDefault="00EF5C0D" w:rsidP="00EF5C0D">
            <w:pPr>
              <w:pStyle w:val="a5"/>
              <w:tabs>
                <w:tab w:val="left" w:pos="1276"/>
              </w:tabs>
              <w:spacing w:line="259" w:lineRule="auto"/>
              <w:ind w:left="0"/>
              <w:contextualSpacing w:val="0"/>
              <w:jc w:val="center"/>
              <w:rPr>
                <w:sz w:val="24"/>
                <w:szCs w:val="24"/>
              </w:rPr>
            </w:pPr>
            <w:r w:rsidRPr="00EF5C0D">
              <w:rPr>
                <w:sz w:val="24"/>
                <w:szCs w:val="24"/>
              </w:rPr>
              <w:t>Кол-во, шт.</w:t>
            </w:r>
          </w:p>
        </w:tc>
      </w:tr>
      <w:tr w:rsidR="00EF5C0D" w:rsidRPr="00EF5C0D" w:rsidTr="00EF5C0D">
        <w:trPr>
          <w:trHeight w:val="668"/>
          <w:jc w:val="center"/>
        </w:trPr>
        <w:tc>
          <w:tcPr>
            <w:tcW w:w="2830" w:type="dxa"/>
            <w:vAlign w:val="center"/>
          </w:tcPr>
          <w:p w:rsidR="00EF5C0D" w:rsidRPr="00EF5C0D" w:rsidRDefault="00EF5C0D" w:rsidP="00EF5C0D">
            <w:pPr>
              <w:tabs>
                <w:tab w:val="left" w:pos="1134"/>
              </w:tabs>
              <w:spacing w:line="259" w:lineRule="auto"/>
              <w:jc w:val="center"/>
              <w:rPr>
                <w:sz w:val="24"/>
                <w:szCs w:val="24"/>
              </w:rPr>
            </w:pPr>
            <w:r w:rsidRPr="00EF5C0D">
              <w:rPr>
                <w:sz w:val="24"/>
                <w:szCs w:val="24"/>
              </w:rPr>
              <w:t>Филиал ПАО «МРСК Центра» - «Тверьэнерго»</w:t>
            </w:r>
          </w:p>
        </w:tc>
        <w:tc>
          <w:tcPr>
            <w:tcW w:w="2410" w:type="dxa"/>
            <w:vAlign w:val="center"/>
          </w:tcPr>
          <w:p w:rsidR="00EF5C0D" w:rsidRPr="00EF5C0D" w:rsidRDefault="00EF5C0D" w:rsidP="00EF5C0D">
            <w:pPr>
              <w:tabs>
                <w:tab w:val="left" w:pos="1134"/>
              </w:tabs>
              <w:spacing w:line="259" w:lineRule="auto"/>
              <w:jc w:val="center"/>
              <w:rPr>
                <w:sz w:val="24"/>
                <w:szCs w:val="24"/>
              </w:rPr>
            </w:pPr>
            <w:r w:rsidRPr="00EF5C0D">
              <w:rPr>
                <w:sz w:val="24"/>
                <w:szCs w:val="24"/>
              </w:rPr>
              <w:t>г. Тверь, ул. Георгия Димитрова, 66</w:t>
            </w:r>
          </w:p>
        </w:tc>
        <w:tc>
          <w:tcPr>
            <w:tcW w:w="3544" w:type="dxa"/>
            <w:vAlign w:val="center"/>
          </w:tcPr>
          <w:p w:rsidR="00EF5C0D" w:rsidRPr="00EF5C0D" w:rsidRDefault="00EF5C0D" w:rsidP="00526337">
            <w:pPr>
              <w:tabs>
                <w:tab w:val="left" w:pos="1134"/>
              </w:tabs>
              <w:spacing w:line="259" w:lineRule="auto"/>
              <w:jc w:val="center"/>
              <w:rPr>
                <w:sz w:val="24"/>
                <w:szCs w:val="24"/>
              </w:rPr>
            </w:pPr>
            <w:r w:rsidRPr="00EF5C0D">
              <w:rPr>
                <w:sz w:val="24"/>
                <w:szCs w:val="24"/>
              </w:rPr>
              <w:t xml:space="preserve">с момента заключения договора в течение </w:t>
            </w:r>
            <w:r w:rsidR="00526337">
              <w:rPr>
                <w:sz w:val="24"/>
                <w:szCs w:val="24"/>
              </w:rPr>
              <w:t>60</w:t>
            </w:r>
            <w:r w:rsidRPr="00EF5C0D">
              <w:rPr>
                <w:sz w:val="24"/>
                <w:szCs w:val="24"/>
              </w:rPr>
              <w:t xml:space="preserve"> календарных дней</w:t>
            </w:r>
          </w:p>
        </w:tc>
        <w:tc>
          <w:tcPr>
            <w:tcW w:w="1127" w:type="dxa"/>
            <w:vAlign w:val="center"/>
          </w:tcPr>
          <w:p w:rsidR="00EF5C0D" w:rsidRPr="00EF5C0D" w:rsidRDefault="00EF5C0D" w:rsidP="00EF5C0D">
            <w:pPr>
              <w:tabs>
                <w:tab w:val="left" w:pos="1134"/>
              </w:tabs>
              <w:spacing w:line="259" w:lineRule="auto"/>
              <w:jc w:val="center"/>
              <w:rPr>
                <w:sz w:val="24"/>
                <w:szCs w:val="24"/>
              </w:rPr>
            </w:pPr>
            <w:r w:rsidRPr="00EF5C0D">
              <w:rPr>
                <w:sz w:val="24"/>
                <w:szCs w:val="24"/>
              </w:rPr>
              <w:t>2</w:t>
            </w:r>
          </w:p>
        </w:tc>
      </w:tr>
    </w:tbl>
    <w:p w:rsidR="00C86638" w:rsidRPr="00EF5C0D" w:rsidRDefault="00C86638" w:rsidP="00EF5C0D">
      <w:pPr>
        <w:spacing w:line="259" w:lineRule="auto"/>
        <w:ind w:firstLine="700"/>
        <w:jc w:val="both"/>
        <w:rPr>
          <w:sz w:val="24"/>
          <w:szCs w:val="24"/>
        </w:rPr>
      </w:pPr>
    </w:p>
    <w:p w:rsidR="00205F02" w:rsidRPr="00EF5C0D" w:rsidRDefault="00205F02" w:rsidP="00EF5C0D">
      <w:pPr>
        <w:pStyle w:val="a5"/>
        <w:numPr>
          <w:ilvl w:val="0"/>
          <w:numId w:val="1"/>
        </w:numPr>
        <w:tabs>
          <w:tab w:val="clear" w:pos="1947"/>
          <w:tab w:val="num" w:pos="1134"/>
        </w:tabs>
        <w:spacing w:line="259" w:lineRule="auto"/>
        <w:ind w:left="0" w:firstLine="700"/>
        <w:contextualSpacing w:val="0"/>
        <w:jc w:val="both"/>
        <w:rPr>
          <w:b/>
          <w:sz w:val="24"/>
          <w:szCs w:val="24"/>
        </w:rPr>
      </w:pPr>
      <w:r w:rsidRPr="00EF5C0D">
        <w:rPr>
          <w:b/>
          <w:sz w:val="24"/>
          <w:szCs w:val="24"/>
        </w:rPr>
        <w:t>Основные технические требования к оборудованию</w:t>
      </w:r>
      <w:r w:rsidR="002E67F7" w:rsidRPr="00EF5C0D">
        <w:rPr>
          <w:b/>
          <w:sz w:val="24"/>
          <w:szCs w:val="24"/>
        </w:rPr>
        <w:t>.</w:t>
      </w:r>
    </w:p>
    <w:p w:rsidR="0015267F" w:rsidRPr="00EF5C0D" w:rsidRDefault="001B57E0" w:rsidP="00EF5C0D">
      <w:pPr>
        <w:pStyle w:val="a5"/>
        <w:spacing w:line="259" w:lineRule="auto"/>
        <w:ind w:left="0" w:firstLine="700"/>
        <w:contextualSpacing w:val="0"/>
        <w:jc w:val="both"/>
        <w:rPr>
          <w:sz w:val="24"/>
          <w:szCs w:val="24"/>
        </w:rPr>
      </w:pPr>
      <w:r w:rsidRPr="00EF5C0D">
        <w:rPr>
          <w:sz w:val="24"/>
          <w:szCs w:val="24"/>
        </w:rPr>
        <w:t>Технические данные устройств должны соответствовать параметрам и быть не ниже значений, приведенных в таблице</w:t>
      </w:r>
      <w:r w:rsidR="00B04888" w:rsidRPr="00EF5C0D">
        <w:rPr>
          <w:sz w:val="24"/>
          <w:szCs w:val="24"/>
        </w:rPr>
        <w:t>:</w:t>
      </w:r>
    </w:p>
    <w:p w:rsidR="00851D29" w:rsidRPr="00EF5C0D" w:rsidRDefault="00851D29" w:rsidP="00EF5C0D">
      <w:pPr>
        <w:pStyle w:val="a5"/>
        <w:spacing w:line="259" w:lineRule="auto"/>
        <w:ind w:left="0" w:firstLine="700"/>
        <w:contextualSpacing w:val="0"/>
        <w:jc w:val="both"/>
        <w:rPr>
          <w:sz w:val="24"/>
          <w:szCs w:val="24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96"/>
        <w:gridCol w:w="1891"/>
        <w:gridCol w:w="5087"/>
        <w:gridCol w:w="2327"/>
      </w:tblGrid>
      <w:tr w:rsidR="00851D29" w:rsidRPr="00EF5C0D" w:rsidTr="008B6AE4">
        <w:trPr>
          <w:trHeight w:val="330"/>
        </w:trPr>
        <w:tc>
          <w:tcPr>
            <w:tcW w:w="301" w:type="pct"/>
            <w:shd w:val="clear" w:color="auto" w:fill="auto"/>
            <w:vAlign w:val="center"/>
            <w:hideMark/>
          </w:tcPr>
          <w:p w:rsidR="00851D29" w:rsidRPr="00EF5C0D" w:rsidRDefault="00851D29" w:rsidP="00EF5C0D">
            <w:pPr>
              <w:spacing w:line="259" w:lineRule="auto"/>
              <w:jc w:val="center"/>
              <w:rPr>
                <w:color w:val="000000"/>
                <w:sz w:val="24"/>
                <w:szCs w:val="24"/>
              </w:rPr>
            </w:pPr>
            <w:r w:rsidRPr="00EF5C0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955" w:type="pct"/>
            <w:shd w:val="clear" w:color="auto" w:fill="auto"/>
            <w:vAlign w:val="center"/>
            <w:hideMark/>
          </w:tcPr>
          <w:p w:rsidR="00851D29" w:rsidRPr="00EF5C0D" w:rsidRDefault="00851D29" w:rsidP="00EF5C0D">
            <w:pPr>
              <w:spacing w:line="259" w:lineRule="auto"/>
              <w:jc w:val="center"/>
              <w:rPr>
                <w:color w:val="000000"/>
                <w:sz w:val="24"/>
                <w:szCs w:val="24"/>
              </w:rPr>
            </w:pPr>
            <w:r w:rsidRPr="00EF5C0D">
              <w:rPr>
                <w:color w:val="000000"/>
                <w:sz w:val="24"/>
                <w:szCs w:val="24"/>
              </w:rPr>
              <w:t>Наименование</w:t>
            </w:r>
            <w:r w:rsidR="0029103B" w:rsidRPr="00EF5C0D">
              <w:rPr>
                <w:color w:val="000000"/>
                <w:sz w:val="24"/>
                <w:szCs w:val="24"/>
              </w:rPr>
              <w:t xml:space="preserve"> устройства</w:t>
            </w:r>
          </w:p>
        </w:tc>
        <w:tc>
          <w:tcPr>
            <w:tcW w:w="2569" w:type="pct"/>
            <w:shd w:val="clear" w:color="auto" w:fill="auto"/>
            <w:vAlign w:val="center"/>
            <w:hideMark/>
          </w:tcPr>
          <w:p w:rsidR="00851D29" w:rsidRPr="00EF5C0D" w:rsidRDefault="00851D29" w:rsidP="00EF5C0D">
            <w:pPr>
              <w:spacing w:line="259" w:lineRule="auto"/>
              <w:jc w:val="center"/>
              <w:rPr>
                <w:sz w:val="24"/>
                <w:szCs w:val="24"/>
              </w:rPr>
            </w:pPr>
            <w:r w:rsidRPr="00EF5C0D">
              <w:rPr>
                <w:sz w:val="24"/>
                <w:szCs w:val="24"/>
              </w:rPr>
              <w:t>Наименование параметра</w:t>
            </w:r>
          </w:p>
        </w:tc>
        <w:tc>
          <w:tcPr>
            <w:tcW w:w="1175" w:type="pct"/>
            <w:shd w:val="clear" w:color="auto" w:fill="auto"/>
          </w:tcPr>
          <w:p w:rsidR="00851D29" w:rsidRPr="00EF5C0D" w:rsidRDefault="00851D29" w:rsidP="00EF5C0D">
            <w:pPr>
              <w:spacing w:line="259" w:lineRule="auto"/>
              <w:jc w:val="center"/>
              <w:rPr>
                <w:sz w:val="24"/>
                <w:szCs w:val="24"/>
              </w:rPr>
            </w:pPr>
            <w:r w:rsidRPr="00EF5C0D">
              <w:rPr>
                <w:sz w:val="24"/>
                <w:szCs w:val="24"/>
              </w:rPr>
              <w:t>Значение</w:t>
            </w:r>
          </w:p>
        </w:tc>
      </w:tr>
      <w:tr w:rsidR="00851D29" w:rsidRPr="00EF5C0D" w:rsidTr="008B6AE4">
        <w:trPr>
          <w:trHeight w:val="96"/>
        </w:trPr>
        <w:tc>
          <w:tcPr>
            <w:tcW w:w="301" w:type="pct"/>
            <w:vMerge w:val="restart"/>
            <w:shd w:val="clear" w:color="auto" w:fill="auto"/>
            <w:vAlign w:val="center"/>
            <w:hideMark/>
          </w:tcPr>
          <w:p w:rsidR="00851D29" w:rsidRPr="00EF5C0D" w:rsidRDefault="00851D29" w:rsidP="00EF5C0D">
            <w:pPr>
              <w:spacing w:line="259" w:lineRule="auto"/>
              <w:jc w:val="center"/>
              <w:rPr>
                <w:color w:val="000000"/>
                <w:sz w:val="24"/>
                <w:szCs w:val="24"/>
              </w:rPr>
            </w:pPr>
            <w:r w:rsidRPr="00EF5C0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55" w:type="pct"/>
            <w:vMerge w:val="restart"/>
            <w:shd w:val="clear" w:color="auto" w:fill="auto"/>
            <w:vAlign w:val="center"/>
            <w:hideMark/>
          </w:tcPr>
          <w:p w:rsidR="00851D29" w:rsidRPr="00EF5C0D" w:rsidRDefault="0029103B" w:rsidP="00EF5C0D">
            <w:pPr>
              <w:spacing w:line="259" w:lineRule="auto"/>
              <w:jc w:val="center"/>
              <w:rPr>
                <w:color w:val="000000"/>
                <w:sz w:val="24"/>
                <w:szCs w:val="24"/>
              </w:rPr>
            </w:pPr>
            <w:r w:rsidRPr="00EF5C0D">
              <w:rPr>
                <w:rFonts w:eastAsia="Calibri-Bold"/>
                <w:bCs/>
                <w:sz w:val="24"/>
                <w:szCs w:val="24"/>
              </w:rPr>
              <w:t>АУОТ-М-25-230-3-УХЛ4</w:t>
            </w:r>
          </w:p>
        </w:tc>
        <w:tc>
          <w:tcPr>
            <w:tcW w:w="2569" w:type="pct"/>
            <w:shd w:val="clear" w:color="auto" w:fill="auto"/>
            <w:vAlign w:val="center"/>
          </w:tcPr>
          <w:p w:rsidR="00851D29" w:rsidRPr="00EF5C0D" w:rsidRDefault="00851D29" w:rsidP="00EF5C0D">
            <w:pPr>
              <w:spacing w:line="259" w:lineRule="auto"/>
              <w:rPr>
                <w:color w:val="000000"/>
                <w:sz w:val="24"/>
                <w:szCs w:val="24"/>
              </w:rPr>
            </w:pPr>
            <w:r w:rsidRPr="00EF5C0D">
              <w:rPr>
                <w:rFonts w:eastAsia="Calibri-Bold"/>
                <w:bCs/>
                <w:sz w:val="24"/>
                <w:szCs w:val="24"/>
              </w:rPr>
              <w:t>Тип входного соединения</w:t>
            </w:r>
          </w:p>
        </w:tc>
        <w:tc>
          <w:tcPr>
            <w:tcW w:w="1175" w:type="pct"/>
            <w:shd w:val="clear" w:color="auto" w:fill="auto"/>
            <w:vAlign w:val="center"/>
          </w:tcPr>
          <w:p w:rsidR="00851D29" w:rsidRPr="00EF5C0D" w:rsidRDefault="00851D29" w:rsidP="00EF5C0D">
            <w:pPr>
              <w:spacing w:line="259" w:lineRule="auto"/>
              <w:rPr>
                <w:color w:val="000000"/>
                <w:sz w:val="24"/>
                <w:szCs w:val="24"/>
              </w:rPr>
            </w:pPr>
            <w:r w:rsidRPr="00EF5C0D">
              <w:rPr>
                <w:rFonts w:eastAsia="Calibri-Bold"/>
                <w:bCs/>
                <w:sz w:val="24"/>
                <w:szCs w:val="24"/>
              </w:rPr>
              <w:t>2х3L+P</w:t>
            </w:r>
          </w:p>
        </w:tc>
      </w:tr>
      <w:tr w:rsidR="00851D29" w:rsidRPr="00EF5C0D" w:rsidTr="008B6AE4">
        <w:trPr>
          <w:trHeight w:val="93"/>
        </w:trPr>
        <w:tc>
          <w:tcPr>
            <w:tcW w:w="301" w:type="pct"/>
            <w:vMerge/>
            <w:shd w:val="clear" w:color="auto" w:fill="auto"/>
            <w:vAlign w:val="center"/>
          </w:tcPr>
          <w:p w:rsidR="00851D29" w:rsidRPr="00EF5C0D" w:rsidRDefault="00851D29" w:rsidP="00EF5C0D">
            <w:pPr>
              <w:spacing w:line="259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55" w:type="pct"/>
            <w:vMerge/>
            <w:shd w:val="clear" w:color="auto" w:fill="auto"/>
            <w:vAlign w:val="center"/>
          </w:tcPr>
          <w:p w:rsidR="00851D29" w:rsidRPr="00EF5C0D" w:rsidRDefault="00851D29" w:rsidP="00EF5C0D">
            <w:pPr>
              <w:spacing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69" w:type="pct"/>
            <w:shd w:val="clear" w:color="auto" w:fill="auto"/>
            <w:vAlign w:val="center"/>
          </w:tcPr>
          <w:p w:rsidR="00851D29" w:rsidRPr="00EF5C0D" w:rsidRDefault="00851D29" w:rsidP="00EF5C0D">
            <w:pPr>
              <w:autoSpaceDE w:val="0"/>
              <w:autoSpaceDN w:val="0"/>
              <w:adjustRightInd w:val="0"/>
              <w:spacing w:line="259" w:lineRule="auto"/>
              <w:rPr>
                <w:rFonts w:eastAsia="Calibri-Bold"/>
                <w:bCs/>
                <w:sz w:val="24"/>
                <w:szCs w:val="24"/>
              </w:rPr>
            </w:pPr>
            <w:r w:rsidRPr="00EF5C0D">
              <w:rPr>
                <w:rFonts w:eastAsia="Calibri-Bold"/>
                <w:bCs/>
                <w:sz w:val="24"/>
                <w:szCs w:val="24"/>
              </w:rPr>
              <w:t>Допускаемые отклонения напряжения</w:t>
            </w:r>
          </w:p>
          <w:p w:rsidR="00851D29" w:rsidRPr="00EF5C0D" w:rsidRDefault="00851D29" w:rsidP="00EF5C0D">
            <w:pPr>
              <w:spacing w:line="259" w:lineRule="auto"/>
              <w:rPr>
                <w:color w:val="000000"/>
                <w:sz w:val="24"/>
                <w:szCs w:val="24"/>
              </w:rPr>
            </w:pPr>
            <w:r w:rsidRPr="00EF5C0D">
              <w:rPr>
                <w:rFonts w:eastAsia="Calibri-Bold"/>
                <w:bCs/>
                <w:sz w:val="24"/>
                <w:szCs w:val="24"/>
              </w:rPr>
              <w:t>питающей сети, %</w:t>
            </w:r>
          </w:p>
        </w:tc>
        <w:tc>
          <w:tcPr>
            <w:tcW w:w="1175" w:type="pct"/>
            <w:shd w:val="clear" w:color="auto" w:fill="auto"/>
            <w:vAlign w:val="center"/>
          </w:tcPr>
          <w:p w:rsidR="00851D29" w:rsidRPr="00EF5C0D" w:rsidRDefault="00851D29" w:rsidP="00EF5C0D">
            <w:pPr>
              <w:spacing w:line="259" w:lineRule="auto"/>
              <w:rPr>
                <w:color w:val="000000"/>
                <w:sz w:val="24"/>
                <w:szCs w:val="24"/>
              </w:rPr>
            </w:pPr>
            <w:r w:rsidRPr="00EF5C0D">
              <w:rPr>
                <w:rFonts w:eastAsia="Calibri-Bold"/>
                <w:bCs/>
                <w:sz w:val="24"/>
                <w:szCs w:val="24"/>
              </w:rPr>
              <w:t>не более -15… +10</w:t>
            </w:r>
          </w:p>
        </w:tc>
      </w:tr>
      <w:tr w:rsidR="00851D29" w:rsidRPr="00EF5C0D" w:rsidTr="008B6AE4">
        <w:trPr>
          <w:trHeight w:val="93"/>
        </w:trPr>
        <w:tc>
          <w:tcPr>
            <w:tcW w:w="301" w:type="pct"/>
            <w:vMerge/>
            <w:shd w:val="clear" w:color="auto" w:fill="auto"/>
            <w:vAlign w:val="center"/>
          </w:tcPr>
          <w:p w:rsidR="00851D29" w:rsidRPr="00EF5C0D" w:rsidRDefault="00851D29" w:rsidP="00EF5C0D">
            <w:pPr>
              <w:spacing w:line="259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55" w:type="pct"/>
            <w:vMerge/>
            <w:shd w:val="clear" w:color="auto" w:fill="auto"/>
            <w:vAlign w:val="center"/>
          </w:tcPr>
          <w:p w:rsidR="00851D29" w:rsidRPr="00EF5C0D" w:rsidRDefault="00851D29" w:rsidP="00EF5C0D">
            <w:pPr>
              <w:spacing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69" w:type="pct"/>
            <w:shd w:val="clear" w:color="auto" w:fill="auto"/>
            <w:vAlign w:val="center"/>
          </w:tcPr>
          <w:p w:rsidR="00851D29" w:rsidRPr="00EF5C0D" w:rsidRDefault="00851D29" w:rsidP="00EF5C0D">
            <w:pPr>
              <w:spacing w:line="259" w:lineRule="auto"/>
              <w:rPr>
                <w:color w:val="000000"/>
                <w:sz w:val="24"/>
                <w:szCs w:val="24"/>
              </w:rPr>
            </w:pPr>
            <w:r w:rsidRPr="00EF5C0D">
              <w:rPr>
                <w:rFonts w:eastAsia="Calibri-Bold"/>
                <w:bCs/>
                <w:sz w:val="24"/>
                <w:szCs w:val="24"/>
              </w:rPr>
              <w:t>Частота питающей сети, Гц</w:t>
            </w:r>
          </w:p>
        </w:tc>
        <w:tc>
          <w:tcPr>
            <w:tcW w:w="1175" w:type="pct"/>
            <w:shd w:val="clear" w:color="auto" w:fill="auto"/>
            <w:vAlign w:val="center"/>
          </w:tcPr>
          <w:p w:rsidR="00851D29" w:rsidRPr="00EF5C0D" w:rsidRDefault="00851D29" w:rsidP="00EF5C0D">
            <w:pPr>
              <w:spacing w:line="259" w:lineRule="auto"/>
              <w:rPr>
                <w:color w:val="000000"/>
                <w:sz w:val="24"/>
                <w:szCs w:val="24"/>
              </w:rPr>
            </w:pPr>
            <w:r w:rsidRPr="00EF5C0D">
              <w:rPr>
                <w:rFonts w:eastAsia="Calibri-Bold"/>
                <w:bCs/>
                <w:sz w:val="24"/>
                <w:szCs w:val="24"/>
              </w:rPr>
              <w:t>50 (±10%)</w:t>
            </w:r>
          </w:p>
        </w:tc>
      </w:tr>
      <w:tr w:rsidR="00851D29" w:rsidRPr="00EF5C0D" w:rsidTr="008B6AE4">
        <w:trPr>
          <w:trHeight w:val="93"/>
        </w:trPr>
        <w:tc>
          <w:tcPr>
            <w:tcW w:w="301" w:type="pct"/>
            <w:vMerge/>
            <w:shd w:val="clear" w:color="auto" w:fill="auto"/>
            <w:vAlign w:val="center"/>
          </w:tcPr>
          <w:p w:rsidR="00851D29" w:rsidRPr="00EF5C0D" w:rsidRDefault="00851D29" w:rsidP="00EF5C0D">
            <w:pPr>
              <w:spacing w:line="259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55" w:type="pct"/>
            <w:vMerge/>
            <w:shd w:val="clear" w:color="auto" w:fill="auto"/>
            <w:vAlign w:val="center"/>
          </w:tcPr>
          <w:p w:rsidR="00851D29" w:rsidRPr="00EF5C0D" w:rsidRDefault="00851D29" w:rsidP="00EF5C0D">
            <w:pPr>
              <w:spacing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69" w:type="pct"/>
            <w:shd w:val="clear" w:color="auto" w:fill="auto"/>
            <w:vAlign w:val="center"/>
          </w:tcPr>
          <w:p w:rsidR="00851D29" w:rsidRPr="00EF5C0D" w:rsidRDefault="00851D29" w:rsidP="00EF5C0D">
            <w:pPr>
              <w:spacing w:line="259" w:lineRule="auto"/>
              <w:rPr>
                <w:color w:val="000000"/>
                <w:sz w:val="24"/>
                <w:szCs w:val="24"/>
              </w:rPr>
            </w:pPr>
            <w:r w:rsidRPr="00EF5C0D">
              <w:rPr>
                <w:rFonts w:eastAsia="Calibri-Bold"/>
                <w:bCs/>
                <w:sz w:val="24"/>
                <w:szCs w:val="24"/>
              </w:rPr>
              <w:t>Коэффициент полезного действия, %</w:t>
            </w:r>
          </w:p>
        </w:tc>
        <w:tc>
          <w:tcPr>
            <w:tcW w:w="1175" w:type="pct"/>
            <w:shd w:val="clear" w:color="auto" w:fill="auto"/>
            <w:vAlign w:val="center"/>
          </w:tcPr>
          <w:p w:rsidR="00851D29" w:rsidRPr="00EF5C0D" w:rsidRDefault="00851D29" w:rsidP="00EF5C0D">
            <w:pPr>
              <w:spacing w:line="259" w:lineRule="auto"/>
              <w:rPr>
                <w:color w:val="000000"/>
                <w:sz w:val="24"/>
                <w:szCs w:val="24"/>
              </w:rPr>
            </w:pPr>
            <w:r w:rsidRPr="00EF5C0D">
              <w:rPr>
                <w:rFonts w:eastAsia="Calibri-Bold"/>
                <w:bCs/>
                <w:sz w:val="24"/>
                <w:szCs w:val="24"/>
              </w:rPr>
              <w:t>не менее 95</w:t>
            </w:r>
          </w:p>
        </w:tc>
      </w:tr>
      <w:tr w:rsidR="00851D29" w:rsidRPr="00EF5C0D" w:rsidTr="008B6AE4">
        <w:trPr>
          <w:trHeight w:val="93"/>
        </w:trPr>
        <w:tc>
          <w:tcPr>
            <w:tcW w:w="301" w:type="pct"/>
            <w:vMerge/>
            <w:shd w:val="clear" w:color="auto" w:fill="auto"/>
            <w:vAlign w:val="center"/>
          </w:tcPr>
          <w:p w:rsidR="00851D29" w:rsidRPr="00EF5C0D" w:rsidRDefault="00851D29" w:rsidP="00EF5C0D">
            <w:pPr>
              <w:spacing w:line="259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55" w:type="pct"/>
            <w:vMerge/>
            <w:shd w:val="clear" w:color="auto" w:fill="auto"/>
            <w:vAlign w:val="center"/>
          </w:tcPr>
          <w:p w:rsidR="00851D29" w:rsidRPr="00EF5C0D" w:rsidRDefault="00851D29" w:rsidP="00EF5C0D">
            <w:pPr>
              <w:spacing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69" w:type="pct"/>
            <w:shd w:val="clear" w:color="auto" w:fill="auto"/>
            <w:vAlign w:val="center"/>
          </w:tcPr>
          <w:p w:rsidR="00851D29" w:rsidRPr="00EF5C0D" w:rsidRDefault="00851D29" w:rsidP="00EF5C0D">
            <w:pPr>
              <w:spacing w:line="259" w:lineRule="auto"/>
              <w:rPr>
                <w:rFonts w:eastAsia="Calibri-Bold"/>
                <w:bCs/>
                <w:sz w:val="24"/>
                <w:szCs w:val="24"/>
              </w:rPr>
            </w:pPr>
            <w:r w:rsidRPr="00EF5C0D">
              <w:rPr>
                <w:rFonts w:eastAsia="Calibri-Bold"/>
                <w:bCs/>
                <w:sz w:val="24"/>
                <w:szCs w:val="24"/>
              </w:rPr>
              <w:t>Коэффициент мощности</w:t>
            </w:r>
          </w:p>
        </w:tc>
        <w:tc>
          <w:tcPr>
            <w:tcW w:w="1175" w:type="pct"/>
            <w:shd w:val="clear" w:color="auto" w:fill="auto"/>
            <w:vAlign w:val="center"/>
          </w:tcPr>
          <w:p w:rsidR="00851D29" w:rsidRPr="00EF5C0D" w:rsidRDefault="00851D29" w:rsidP="00EF5C0D">
            <w:pPr>
              <w:spacing w:line="259" w:lineRule="auto"/>
              <w:rPr>
                <w:rFonts w:eastAsia="Calibri-Bold"/>
                <w:bCs/>
                <w:sz w:val="24"/>
                <w:szCs w:val="24"/>
              </w:rPr>
            </w:pPr>
            <w:r w:rsidRPr="00EF5C0D">
              <w:rPr>
                <w:rFonts w:eastAsia="Calibri-Bold"/>
                <w:bCs/>
                <w:sz w:val="24"/>
                <w:szCs w:val="24"/>
              </w:rPr>
              <w:t>не менее 0.95</w:t>
            </w:r>
          </w:p>
        </w:tc>
      </w:tr>
      <w:tr w:rsidR="00851D29" w:rsidRPr="00EF5C0D" w:rsidTr="008B6AE4">
        <w:trPr>
          <w:trHeight w:val="93"/>
        </w:trPr>
        <w:tc>
          <w:tcPr>
            <w:tcW w:w="301" w:type="pct"/>
            <w:vMerge/>
            <w:shd w:val="clear" w:color="auto" w:fill="auto"/>
            <w:vAlign w:val="center"/>
          </w:tcPr>
          <w:p w:rsidR="00851D29" w:rsidRPr="00EF5C0D" w:rsidRDefault="00851D29" w:rsidP="00EF5C0D">
            <w:pPr>
              <w:spacing w:line="259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55" w:type="pct"/>
            <w:vMerge/>
            <w:shd w:val="clear" w:color="auto" w:fill="auto"/>
            <w:vAlign w:val="center"/>
          </w:tcPr>
          <w:p w:rsidR="00851D29" w:rsidRPr="00EF5C0D" w:rsidRDefault="00851D29" w:rsidP="00EF5C0D">
            <w:pPr>
              <w:spacing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69" w:type="pct"/>
            <w:shd w:val="clear" w:color="auto" w:fill="auto"/>
            <w:vAlign w:val="center"/>
          </w:tcPr>
          <w:p w:rsidR="00851D29" w:rsidRPr="00EF5C0D" w:rsidRDefault="00851D29" w:rsidP="00EF5C0D">
            <w:pPr>
              <w:autoSpaceDE w:val="0"/>
              <w:autoSpaceDN w:val="0"/>
              <w:adjustRightInd w:val="0"/>
              <w:spacing w:line="259" w:lineRule="auto"/>
              <w:rPr>
                <w:color w:val="000000"/>
                <w:sz w:val="24"/>
                <w:szCs w:val="24"/>
              </w:rPr>
            </w:pPr>
            <w:r w:rsidRPr="00EF5C0D">
              <w:rPr>
                <w:rFonts w:eastAsia="Calibri-Bold"/>
                <w:bCs/>
                <w:sz w:val="24"/>
                <w:szCs w:val="24"/>
              </w:rPr>
              <w:t>Точность стабилизации напряжения в режиме</w:t>
            </w:r>
            <w:r w:rsidR="0029103B" w:rsidRPr="00EF5C0D">
              <w:rPr>
                <w:rFonts w:eastAsia="Calibri-Bold"/>
                <w:bCs/>
                <w:sz w:val="24"/>
                <w:szCs w:val="24"/>
              </w:rPr>
              <w:t xml:space="preserve"> </w:t>
            </w:r>
            <w:r w:rsidRPr="00EF5C0D">
              <w:rPr>
                <w:rFonts w:eastAsia="Calibri-Bold"/>
                <w:bCs/>
                <w:sz w:val="24"/>
                <w:szCs w:val="24"/>
              </w:rPr>
              <w:t>поддерживающего заряда, %</w:t>
            </w:r>
          </w:p>
        </w:tc>
        <w:tc>
          <w:tcPr>
            <w:tcW w:w="1175" w:type="pct"/>
            <w:shd w:val="clear" w:color="auto" w:fill="auto"/>
            <w:vAlign w:val="center"/>
          </w:tcPr>
          <w:p w:rsidR="00851D29" w:rsidRPr="00EF5C0D" w:rsidRDefault="00851D29" w:rsidP="00EF5C0D">
            <w:pPr>
              <w:spacing w:line="259" w:lineRule="auto"/>
              <w:rPr>
                <w:color w:val="000000"/>
                <w:sz w:val="24"/>
                <w:szCs w:val="24"/>
              </w:rPr>
            </w:pPr>
            <w:r w:rsidRPr="00EF5C0D">
              <w:rPr>
                <w:rFonts w:eastAsia="Calibri-Bold"/>
                <w:bCs/>
                <w:sz w:val="24"/>
                <w:szCs w:val="24"/>
              </w:rPr>
              <w:t>не менее 0.95</w:t>
            </w:r>
          </w:p>
        </w:tc>
      </w:tr>
      <w:tr w:rsidR="00851D29" w:rsidRPr="00EF5C0D" w:rsidTr="008B6AE4">
        <w:trPr>
          <w:trHeight w:val="93"/>
        </w:trPr>
        <w:tc>
          <w:tcPr>
            <w:tcW w:w="301" w:type="pct"/>
            <w:vMerge/>
            <w:shd w:val="clear" w:color="auto" w:fill="auto"/>
            <w:vAlign w:val="center"/>
          </w:tcPr>
          <w:p w:rsidR="00851D29" w:rsidRPr="00EF5C0D" w:rsidRDefault="00851D29" w:rsidP="00EF5C0D">
            <w:pPr>
              <w:spacing w:line="259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55" w:type="pct"/>
            <w:vMerge/>
            <w:shd w:val="clear" w:color="auto" w:fill="auto"/>
            <w:vAlign w:val="center"/>
          </w:tcPr>
          <w:p w:rsidR="00851D29" w:rsidRPr="00EF5C0D" w:rsidRDefault="00851D29" w:rsidP="00EF5C0D">
            <w:pPr>
              <w:spacing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69" w:type="pct"/>
            <w:shd w:val="clear" w:color="auto" w:fill="auto"/>
            <w:vAlign w:val="center"/>
          </w:tcPr>
          <w:p w:rsidR="00851D29" w:rsidRPr="00EF5C0D" w:rsidRDefault="00851D29" w:rsidP="00EF5C0D">
            <w:pPr>
              <w:autoSpaceDE w:val="0"/>
              <w:autoSpaceDN w:val="0"/>
              <w:adjustRightInd w:val="0"/>
              <w:spacing w:line="259" w:lineRule="auto"/>
              <w:rPr>
                <w:rFonts w:eastAsia="Calibri-Bold"/>
                <w:bCs/>
                <w:sz w:val="24"/>
                <w:szCs w:val="24"/>
              </w:rPr>
            </w:pPr>
            <w:r w:rsidRPr="00EF5C0D">
              <w:rPr>
                <w:rFonts w:eastAsia="Calibri-Bold"/>
                <w:bCs/>
                <w:sz w:val="24"/>
                <w:szCs w:val="24"/>
              </w:rPr>
              <w:t>Максимальный выходной ток, % от</w:t>
            </w:r>
          </w:p>
          <w:p w:rsidR="00851D29" w:rsidRPr="00EF5C0D" w:rsidRDefault="00851D29" w:rsidP="00EF5C0D">
            <w:pPr>
              <w:spacing w:line="259" w:lineRule="auto"/>
              <w:rPr>
                <w:color w:val="000000"/>
                <w:sz w:val="24"/>
                <w:szCs w:val="24"/>
              </w:rPr>
            </w:pPr>
            <w:r w:rsidRPr="00EF5C0D">
              <w:rPr>
                <w:rFonts w:eastAsia="Calibri-Bold"/>
                <w:bCs/>
                <w:sz w:val="24"/>
                <w:szCs w:val="24"/>
              </w:rPr>
              <w:t>номинального</w:t>
            </w:r>
          </w:p>
        </w:tc>
        <w:tc>
          <w:tcPr>
            <w:tcW w:w="1175" w:type="pct"/>
            <w:shd w:val="clear" w:color="auto" w:fill="auto"/>
            <w:vAlign w:val="center"/>
          </w:tcPr>
          <w:p w:rsidR="00851D29" w:rsidRPr="00EF5C0D" w:rsidRDefault="00851D29" w:rsidP="00EF5C0D">
            <w:pPr>
              <w:spacing w:line="259" w:lineRule="auto"/>
              <w:rPr>
                <w:color w:val="000000"/>
                <w:sz w:val="24"/>
                <w:szCs w:val="24"/>
              </w:rPr>
            </w:pPr>
            <w:r w:rsidRPr="00EF5C0D">
              <w:rPr>
                <w:rFonts w:eastAsia="Calibri-Bold"/>
                <w:bCs/>
                <w:sz w:val="24"/>
                <w:szCs w:val="24"/>
              </w:rPr>
              <w:t>не менее 105</w:t>
            </w:r>
          </w:p>
        </w:tc>
      </w:tr>
      <w:tr w:rsidR="00851D29" w:rsidRPr="00EF5C0D" w:rsidTr="008B6AE4">
        <w:trPr>
          <w:trHeight w:val="93"/>
        </w:trPr>
        <w:tc>
          <w:tcPr>
            <w:tcW w:w="301" w:type="pct"/>
            <w:vMerge/>
            <w:shd w:val="clear" w:color="auto" w:fill="auto"/>
            <w:vAlign w:val="center"/>
          </w:tcPr>
          <w:p w:rsidR="00851D29" w:rsidRPr="00EF5C0D" w:rsidRDefault="00851D29" w:rsidP="00EF5C0D">
            <w:pPr>
              <w:spacing w:line="259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55" w:type="pct"/>
            <w:vMerge/>
            <w:shd w:val="clear" w:color="auto" w:fill="auto"/>
            <w:vAlign w:val="center"/>
          </w:tcPr>
          <w:p w:rsidR="00851D29" w:rsidRPr="00EF5C0D" w:rsidRDefault="00851D29" w:rsidP="00EF5C0D">
            <w:pPr>
              <w:spacing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69" w:type="pct"/>
            <w:shd w:val="clear" w:color="auto" w:fill="auto"/>
            <w:vAlign w:val="center"/>
          </w:tcPr>
          <w:p w:rsidR="00851D29" w:rsidRPr="00EF5C0D" w:rsidRDefault="00851D29" w:rsidP="00EF5C0D">
            <w:pPr>
              <w:spacing w:line="259" w:lineRule="auto"/>
              <w:rPr>
                <w:color w:val="000000"/>
                <w:sz w:val="24"/>
                <w:szCs w:val="24"/>
              </w:rPr>
            </w:pPr>
            <w:r w:rsidRPr="00EF5C0D">
              <w:rPr>
                <w:rFonts w:eastAsia="Calibri-Bold"/>
                <w:bCs/>
                <w:sz w:val="24"/>
                <w:szCs w:val="24"/>
              </w:rPr>
              <w:t>Шаг регулирования тока заряда АБ, А</w:t>
            </w:r>
          </w:p>
        </w:tc>
        <w:tc>
          <w:tcPr>
            <w:tcW w:w="1175" w:type="pct"/>
            <w:shd w:val="clear" w:color="auto" w:fill="auto"/>
            <w:vAlign w:val="center"/>
          </w:tcPr>
          <w:p w:rsidR="00851D29" w:rsidRPr="00EF5C0D" w:rsidRDefault="00851D29" w:rsidP="00EF5C0D">
            <w:pPr>
              <w:spacing w:line="259" w:lineRule="auto"/>
              <w:rPr>
                <w:color w:val="000000"/>
                <w:sz w:val="24"/>
                <w:szCs w:val="24"/>
              </w:rPr>
            </w:pPr>
            <w:r w:rsidRPr="00EF5C0D">
              <w:rPr>
                <w:rFonts w:eastAsia="Calibri-Bold"/>
                <w:bCs/>
                <w:sz w:val="24"/>
                <w:szCs w:val="24"/>
              </w:rPr>
              <w:t>0,1</w:t>
            </w:r>
          </w:p>
        </w:tc>
      </w:tr>
      <w:tr w:rsidR="00851D29" w:rsidRPr="00EF5C0D" w:rsidTr="008B6AE4">
        <w:trPr>
          <w:trHeight w:val="93"/>
        </w:trPr>
        <w:tc>
          <w:tcPr>
            <w:tcW w:w="301" w:type="pct"/>
            <w:vMerge/>
            <w:shd w:val="clear" w:color="auto" w:fill="auto"/>
            <w:vAlign w:val="center"/>
          </w:tcPr>
          <w:p w:rsidR="00851D29" w:rsidRPr="00EF5C0D" w:rsidRDefault="00851D29" w:rsidP="00EF5C0D">
            <w:pPr>
              <w:spacing w:line="259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55" w:type="pct"/>
            <w:vMerge/>
            <w:shd w:val="clear" w:color="auto" w:fill="auto"/>
            <w:vAlign w:val="center"/>
          </w:tcPr>
          <w:p w:rsidR="00851D29" w:rsidRPr="00EF5C0D" w:rsidRDefault="00851D29" w:rsidP="00EF5C0D">
            <w:pPr>
              <w:spacing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69" w:type="pct"/>
            <w:shd w:val="clear" w:color="auto" w:fill="auto"/>
            <w:vAlign w:val="center"/>
          </w:tcPr>
          <w:p w:rsidR="00851D29" w:rsidRPr="00EF5C0D" w:rsidRDefault="00851D29" w:rsidP="00EF5C0D">
            <w:pPr>
              <w:spacing w:line="259" w:lineRule="auto"/>
              <w:rPr>
                <w:color w:val="000000"/>
                <w:sz w:val="24"/>
                <w:szCs w:val="24"/>
              </w:rPr>
            </w:pPr>
            <w:r w:rsidRPr="00EF5C0D">
              <w:rPr>
                <w:rFonts w:eastAsia="Calibri-Bold"/>
                <w:bCs/>
                <w:sz w:val="24"/>
                <w:szCs w:val="24"/>
              </w:rPr>
              <w:t xml:space="preserve">Точность стабилизации тока заряда </w:t>
            </w:r>
            <w:r w:rsidR="0029103B" w:rsidRPr="00EF5C0D">
              <w:rPr>
                <w:rFonts w:eastAsia="Calibri-Bold"/>
                <w:bCs/>
                <w:sz w:val="24"/>
                <w:szCs w:val="24"/>
              </w:rPr>
              <w:t>А</w:t>
            </w:r>
            <w:r w:rsidRPr="00EF5C0D">
              <w:rPr>
                <w:rFonts w:eastAsia="Calibri-Bold"/>
                <w:bCs/>
                <w:sz w:val="24"/>
                <w:szCs w:val="24"/>
              </w:rPr>
              <w:t>Б, А</w:t>
            </w:r>
          </w:p>
        </w:tc>
        <w:tc>
          <w:tcPr>
            <w:tcW w:w="1175" w:type="pct"/>
            <w:shd w:val="clear" w:color="auto" w:fill="auto"/>
            <w:vAlign w:val="center"/>
          </w:tcPr>
          <w:p w:rsidR="00851D29" w:rsidRPr="00EF5C0D" w:rsidRDefault="00851D29" w:rsidP="00EF5C0D">
            <w:pPr>
              <w:spacing w:line="259" w:lineRule="auto"/>
              <w:rPr>
                <w:color w:val="000000"/>
                <w:sz w:val="24"/>
                <w:szCs w:val="24"/>
              </w:rPr>
            </w:pPr>
            <w:r w:rsidRPr="00EF5C0D">
              <w:rPr>
                <w:rFonts w:eastAsia="Calibri-Bold"/>
                <w:bCs/>
                <w:sz w:val="24"/>
                <w:szCs w:val="24"/>
              </w:rPr>
              <w:t>не более ±0,1</w:t>
            </w:r>
          </w:p>
        </w:tc>
      </w:tr>
      <w:tr w:rsidR="00851D29" w:rsidRPr="00EF5C0D" w:rsidTr="008B6AE4">
        <w:trPr>
          <w:trHeight w:val="93"/>
        </w:trPr>
        <w:tc>
          <w:tcPr>
            <w:tcW w:w="301" w:type="pct"/>
            <w:vMerge/>
            <w:shd w:val="clear" w:color="auto" w:fill="auto"/>
            <w:vAlign w:val="center"/>
          </w:tcPr>
          <w:p w:rsidR="00851D29" w:rsidRPr="00EF5C0D" w:rsidRDefault="00851D29" w:rsidP="00EF5C0D">
            <w:pPr>
              <w:spacing w:line="259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55" w:type="pct"/>
            <w:vMerge/>
            <w:shd w:val="clear" w:color="auto" w:fill="auto"/>
            <w:vAlign w:val="center"/>
          </w:tcPr>
          <w:p w:rsidR="00851D29" w:rsidRPr="00EF5C0D" w:rsidRDefault="00851D29" w:rsidP="00EF5C0D">
            <w:pPr>
              <w:spacing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69" w:type="pct"/>
            <w:shd w:val="clear" w:color="auto" w:fill="auto"/>
            <w:vAlign w:val="center"/>
          </w:tcPr>
          <w:p w:rsidR="00851D29" w:rsidRPr="00EF5C0D" w:rsidRDefault="00851D29" w:rsidP="00EF5C0D">
            <w:pPr>
              <w:autoSpaceDE w:val="0"/>
              <w:autoSpaceDN w:val="0"/>
              <w:adjustRightInd w:val="0"/>
              <w:spacing w:line="259" w:lineRule="auto"/>
              <w:rPr>
                <w:rFonts w:eastAsia="Calibri-Bold"/>
                <w:bCs/>
                <w:sz w:val="24"/>
                <w:szCs w:val="24"/>
              </w:rPr>
            </w:pPr>
            <w:r w:rsidRPr="00EF5C0D">
              <w:rPr>
                <w:rFonts w:eastAsia="Calibri-Bold"/>
                <w:bCs/>
                <w:sz w:val="24"/>
                <w:szCs w:val="24"/>
              </w:rPr>
              <w:t>Эффективное значение переменной</w:t>
            </w:r>
          </w:p>
          <w:p w:rsidR="00851D29" w:rsidRPr="00EF5C0D" w:rsidRDefault="00851D29" w:rsidP="00EF5C0D">
            <w:pPr>
              <w:autoSpaceDE w:val="0"/>
              <w:autoSpaceDN w:val="0"/>
              <w:adjustRightInd w:val="0"/>
              <w:spacing w:line="259" w:lineRule="auto"/>
              <w:rPr>
                <w:color w:val="000000"/>
                <w:sz w:val="24"/>
                <w:szCs w:val="24"/>
              </w:rPr>
            </w:pPr>
            <w:r w:rsidRPr="00EF5C0D">
              <w:rPr>
                <w:rFonts w:eastAsia="Calibri-Bold"/>
                <w:bCs/>
                <w:sz w:val="24"/>
                <w:szCs w:val="24"/>
              </w:rPr>
              <w:t>составляющей тока заряда (подзаряда) АБ на</w:t>
            </w:r>
            <w:r w:rsidR="0029103B" w:rsidRPr="00EF5C0D">
              <w:rPr>
                <w:rFonts w:eastAsia="Calibri-Bold"/>
                <w:bCs/>
                <w:sz w:val="24"/>
                <w:szCs w:val="24"/>
              </w:rPr>
              <w:t xml:space="preserve"> </w:t>
            </w:r>
            <w:r w:rsidRPr="00EF5C0D">
              <w:rPr>
                <w:rFonts w:eastAsia="Calibri-Bold"/>
                <w:bCs/>
                <w:sz w:val="24"/>
                <w:szCs w:val="24"/>
              </w:rPr>
              <w:t>100А•ч номинальной емкости АБ, А</w:t>
            </w:r>
          </w:p>
        </w:tc>
        <w:tc>
          <w:tcPr>
            <w:tcW w:w="1175" w:type="pct"/>
            <w:shd w:val="clear" w:color="auto" w:fill="auto"/>
            <w:vAlign w:val="center"/>
          </w:tcPr>
          <w:p w:rsidR="00851D29" w:rsidRPr="00EF5C0D" w:rsidRDefault="00851D29" w:rsidP="00EF5C0D">
            <w:pPr>
              <w:spacing w:line="259" w:lineRule="auto"/>
              <w:rPr>
                <w:color w:val="000000"/>
                <w:sz w:val="24"/>
                <w:szCs w:val="24"/>
              </w:rPr>
            </w:pPr>
            <w:r w:rsidRPr="00EF5C0D">
              <w:rPr>
                <w:rFonts w:eastAsia="Calibri-Bold"/>
                <w:bCs/>
                <w:sz w:val="24"/>
                <w:szCs w:val="24"/>
              </w:rPr>
              <w:t>не более 5</w:t>
            </w:r>
          </w:p>
        </w:tc>
      </w:tr>
      <w:tr w:rsidR="00851D29" w:rsidRPr="00EF5C0D" w:rsidTr="008B6AE4">
        <w:trPr>
          <w:trHeight w:val="93"/>
        </w:trPr>
        <w:tc>
          <w:tcPr>
            <w:tcW w:w="301" w:type="pct"/>
            <w:vMerge/>
            <w:shd w:val="clear" w:color="auto" w:fill="auto"/>
            <w:vAlign w:val="center"/>
          </w:tcPr>
          <w:p w:rsidR="00851D29" w:rsidRPr="00EF5C0D" w:rsidRDefault="00851D29" w:rsidP="00EF5C0D">
            <w:pPr>
              <w:spacing w:line="259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55" w:type="pct"/>
            <w:vMerge/>
            <w:shd w:val="clear" w:color="auto" w:fill="auto"/>
            <w:vAlign w:val="center"/>
          </w:tcPr>
          <w:p w:rsidR="00851D29" w:rsidRPr="00EF5C0D" w:rsidRDefault="00851D29" w:rsidP="00EF5C0D">
            <w:pPr>
              <w:spacing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69" w:type="pct"/>
            <w:shd w:val="clear" w:color="auto" w:fill="auto"/>
            <w:vAlign w:val="center"/>
          </w:tcPr>
          <w:p w:rsidR="00851D29" w:rsidRPr="00EF5C0D" w:rsidRDefault="00851D29" w:rsidP="00EF5C0D">
            <w:pPr>
              <w:spacing w:line="259" w:lineRule="auto"/>
              <w:rPr>
                <w:color w:val="000000"/>
                <w:sz w:val="24"/>
                <w:szCs w:val="24"/>
              </w:rPr>
            </w:pPr>
            <w:r w:rsidRPr="00EF5C0D">
              <w:rPr>
                <w:rFonts w:eastAsia="Calibri-Bold"/>
                <w:bCs/>
                <w:sz w:val="24"/>
                <w:szCs w:val="24"/>
              </w:rPr>
              <w:t>Термокомпенсация</w:t>
            </w:r>
            <w:r w:rsidR="0029103B" w:rsidRPr="00EF5C0D">
              <w:rPr>
                <w:rFonts w:eastAsia="Calibri-Bold"/>
                <w:bCs/>
                <w:sz w:val="24"/>
                <w:szCs w:val="24"/>
              </w:rPr>
              <w:t xml:space="preserve"> </w:t>
            </w:r>
            <w:r w:rsidRPr="00EF5C0D">
              <w:rPr>
                <w:rFonts w:eastAsia="Calibri-Bold"/>
                <w:bCs/>
                <w:sz w:val="24"/>
                <w:szCs w:val="24"/>
              </w:rPr>
              <w:t>напряжения подзаряда АБ</w:t>
            </w:r>
          </w:p>
        </w:tc>
        <w:tc>
          <w:tcPr>
            <w:tcW w:w="1175" w:type="pct"/>
            <w:shd w:val="clear" w:color="auto" w:fill="auto"/>
            <w:vAlign w:val="center"/>
          </w:tcPr>
          <w:p w:rsidR="00851D29" w:rsidRPr="00EF5C0D" w:rsidRDefault="00851D29" w:rsidP="00EF5C0D">
            <w:pPr>
              <w:spacing w:line="259" w:lineRule="auto"/>
              <w:rPr>
                <w:color w:val="000000"/>
                <w:sz w:val="24"/>
                <w:szCs w:val="24"/>
              </w:rPr>
            </w:pPr>
            <w:r w:rsidRPr="00EF5C0D">
              <w:rPr>
                <w:rFonts w:eastAsia="Calibri-Bold"/>
                <w:bCs/>
                <w:sz w:val="24"/>
                <w:szCs w:val="24"/>
              </w:rPr>
              <w:t>Да</w:t>
            </w:r>
          </w:p>
        </w:tc>
      </w:tr>
      <w:tr w:rsidR="00851D29" w:rsidRPr="00EF5C0D" w:rsidTr="008B6AE4">
        <w:trPr>
          <w:trHeight w:val="93"/>
        </w:trPr>
        <w:tc>
          <w:tcPr>
            <w:tcW w:w="301" w:type="pct"/>
            <w:vMerge/>
            <w:shd w:val="clear" w:color="auto" w:fill="auto"/>
            <w:vAlign w:val="center"/>
          </w:tcPr>
          <w:p w:rsidR="00851D29" w:rsidRPr="00EF5C0D" w:rsidRDefault="00851D29" w:rsidP="00EF5C0D">
            <w:pPr>
              <w:spacing w:line="259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55" w:type="pct"/>
            <w:vMerge/>
            <w:shd w:val="clear" w:color="auto" w:fill="auto"/>
            <w:vAlign w:val="center"/>
          </w:tcPr>
          <w:p w:rsidR="00851D29" w:rsidRPr="00EF5C0D" w:rsidRDefault="00851D29" w:rsidP="00EF5C0D">
            <w:pPr>
              <w:spacing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69" w:type="pct"/>
            <w:shd w:val="clear" w:color="auto" w:fill="auto"/>
            <w:vAlign w:val="center"/>
          </w:tcPr>
          <w:p w:rsidR="00851D29" w:rsidRPr="00EF5C0D" w:rsidRDefault="00851D29" w:rsidP="00EF5C0D">
            <w:pPr>
              <w:spacing w:line="259" w:lineRule="auto"/>
              <w:rPr>
                <w:color w:val="000000"/>
                <w:sz w:val="24"/>
                <w:szCs w:val="24"/>
              </w:rPr>
            </w:pPr>
            <w:r w:rsidRPr="00EF5C0D">
              <w:rPr>
                <w:rFonts w:eastAsia="Calibri-Bold"/>
                <w:bCs/>
                <w:sz w:val="24"/>
                <w:szCs w:val="24"/>
              </w:rPr>
              <w:t>Вид климатического исполнения</w:t>
            </w:r>
          </w:p>
        </w:tc>
        <w:tc>
          <w:tcPr>
            <w:tcW w:w="1175" w:type="pct"/>
            <w:shd w:val="clear" w:color="auto" w:fill="auto"/>
            <w:vAlign w:val="center"/>
          </w:tcPr>
          <w:p w:rsidR="00851D29" w:rsidRPr="00EF5C0D" w:rsidRDefault="00851D29" w:rsidP="00EF5C0D">
            <w:pPr>
              <w:spacing w:line="259" w:lineRule="auto"/>
              <w:rPr>
                <w:color w:val="000000"/>
                <w:sz w:val="24"/>
                <w:szCs w:val="24"/>
              </w:rPr>
            </w:pPr>
            <w:r w:rsidRPr="00EF5C0D">
              <w:rPr>
                <w:rFonts w:eastAsia="Calibri-Bold"/>
                <w:bCs/>
                <w:sz w:val="24"/>
                <w:szCs w:val="24"/>
              </w:rPr>
              <w:t>УХЛ4</w:t>
            </w:r>
          </w:p>
        </w:tc>
      </w:tr>
      <w:tr w:rsidR="00851D29" w:rsidRPr="00EF5C0D" w:rsidTr="008B6AE4">
        <w:trPr>
          <w:trHeight w:val="93"/>
        </w:trPr>
        <w:tc>
          <w:tcPr>
            <w:tcW w:w="301" w:type="pct"/>
            <w:vMerge/>
            <w:shd w:val="clear" w:color="auto" w:fill="auto"/>
            <w:vAlign w:val="center"/>
          </w:tcPr>
          <w:p w:rsidR="00851D29" w:rsidRPr="00EF5C0D" w:rsidRDefault="00851D29" w:rsidP="00EF5C0D">
            <w:pPr>
              <w:spacing w:line="259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55" w:type="pct"/>
            <w:vMerge/>
            <w:shd w:val="clear" w:color="auto" w:fill="auto"/>
            <w:vAlign w:val="center"/>
          </w:tcPr>
          <w:p w:rsidR="00851D29" w:rsidRPr="00EF5C0D" w:rsidRDefault="00851D29" w:rsidP="00EF5C0D">
            <w:pPr>
              <w:spacing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69" w:type="pct"/>
            <w:shd w:val="clear" w:color="auto" w:fill="auto"/>
            <w:vAlign w:val="center"/>
          </w:tcPr>
          <w:p w:rsidR="00851D29" w:rsidRPr="00EF5C0D" w:rsidRDefault="00851D29" w:rsidP="00EF5C0D">
            <w:pPr>
              <w:autoSpaceDE w:val="0"/>
              <w:autoSpaceDN w:val="0"/>
              <w:adjustRightInd w:val="0"/>
              <w:spacing w:line="259" w:lineRule="auto"/>
              <w:rPr>
                <w:color w:val="000000"/>
                <w:sz w:val="24"/>
                <w:szCs w:val="24"/>
              </w:rPr>
            </w:pPr>
            <w:r w:rsidRPr="00EF5C0D">
              <w:rPr>
                <w:rFonts w:eastAsia="Calibri-Bold"/>
                <w:bCs/>
                <w:sz w:val="24"/>
                <w:szCs w:val="24"/>
              </w:rPr>
              <w:t>Возможность телуправления и</w:t>
            </w:r>
            <w:r w:rsidR="0029103B" w:rsidRPr="00EF5C0D">
              <w:rPr>
                <w:rFonts w:eastAsia="Calibri-Bold"/>
                <w:bCs/>
                <w:sz w:val="24"/>
                <w:szCs w:val="24"/>
              </w:rPr>
              <w:t xml:space="preserve"> </w:t>
            </w:r>
            <w:r w:rsidRPr="00EF5C0D">
              <w:rPr>
                <w:rFonts w:eastAsia="Calibri-Bold"/>
                <w:bCs/>
                <w:sz w:val="24"/>
                <w:szCs w:val="24"/>
              </w:rPr>
              <w:t>выдачи информации в АСУ ТП</w:t>
            </w:r>
          </w:p>
        </w:tc>
        <w:tc>
          <w:tcPr>
            <w:tcW w:w="1175" w:type="pct"/>
            <w:shd w:val="clear" w:color="auto" w:fill="auto"/>
            <w:vAlign w:val="center"/>
          </w:tcPr>
          <w:p w:rsidR="00851D29" w:rsidRPr="00EF5C0D" w:rsidRDefault="00851D29" w:rsidP="00EF5C0D">
            <w:pPr>
              <w:spacing w:line="259" w:lineRule="auto"/>
              <w:rPr>
                <w:color w:val="000000"/>
                <w:sz w:val="24"/>
                <w:szCs w:val="24"/>
              </w:rPr>
            </w:pPr>
            <w:r w:rsidRPr="00EF5C0D">
              <w:rPr>
                <w:rFonts w:eastAsia="Calibri-Bold"/>
                <w:bCs/>
                <w:sz w:val="24"/>
                <w:szCs w:val="24"/>
              </w:rPr>
              <w:t>Да, протокол Modbus RTU</w:t>
            </w:r>
          </w:p>
        </w:tc>
      </w:tr>
      <w:tr w:rsidR="00851D29" w:rsidRPr="00EF5C0D" w:rsidTr="008B6AE4">
        <w:trPr>
          <w:trHeight w:val="349"/>
        </w:trPr>
        <w:tc>
          <w:tcPr>
            <w:tcW w:w="301" w:type="pct"/>
            <w:vMerge/>
            <w:shd w:val="clear" w:color="auto" w:fill="auto"/>
            <w:vAlign w:val="center"/>
          </w:tcPr>
          <w:p w:rsidR="00851D29" w:rsidRPr="00EF5C0D" w:rsidRDefault="00851D29" w:rsidP="00EF5C0D">
            <w:pPr>
              <w:spacing w:line="259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55" w:type="pct"/>
            <w:vMerge/>
            <w:shd w:val="clear" w:color="auto" w:fill="auto"/>
            <w:vAlign w:val="center"/>
          </w:tcPr>
          <w:p w:rsidR="00851D29" w:rsidRPr="00EF5C0D" w:rsidRDefault="00851D29" w:rsidP="00EF5C0D">
            <w:pPr>
              <w:spacing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69" w:type="pct"/>
            <w:shd w:val="clear" w:color="auto" w:fill="auto"/>
            <w:vAlign w:val="center"/>
          </w:tcPr>
          <w:p w:rsidR="00851D29" w:rsidRPr="00EF5C0D" w:rsidRDefault="00851D29" w:rsidP="00EF5C0D">
            <w:pPr>
              <w:spacing w:line="259" w:lineRule="auto"/>
              <w:rPr>
                <w:color w:val="000000"/>
                <w:sz w:val="24"/>
                <w:szCs w:val="24"/>
              </w:rPr>
            </w:pPr>
            <w:r w:rsidRPr="00EF5C0D">
              <w:rPr>
                <w:rFonts w:eastAsia="Calibri-Bold"/>
                <w:bCs/>
                <w:sz w:val="24"/>
                <w:szCs w:val="24"/>
              </w:rPr>
              <w:t>Тип охлаждения</w:t>
            </w:r>
          </w:p>
        </w:tc>
        <w:tc>
          <w:tcPr>
            <w:tcW w:w="1175" w:type="pct"/>
            <w:shd w:val="clear" w:color="auto" w:fill="auto"/>
            <w:vAlign w:val="center"/>
          </w:tcPr>
          <w:p w:rsidR="00851D29" w:rsidRPr="00EF5C0D" w:rsidRDefault="00851D29" w:rsidP="00EF5C0D">
            <w:pPr>
              <w:autoSpaceDE w:val="0"/>
              <w:autoSpaceDN w:val="0"/>
              <w:adjustRightInd w:val="0"/>
              <w:spacing w:line="259" w:lineRule="auto"/>
              <w:rPr>
                <w:rFonts w:eastAsia="Calibri-Bold"/>
                <w:bCs/>
                <w:sz w:val="24"/>
                <w:szCs w:val="24"/>
              </w:rPr>
            </w:pPr>
            <w:r w:rsidRPr="00EF5C0D">
              <w:rPr>
                <w:rFonts w:eastAsia="Calibri-Bold"/>
                <w:bCs/>
                <w:sz w:val="24"/>
                <w:szCs w:val="24"/>
              </w:rPr>
              <w:t>Воздушное, естественно-</w:t>
            </w:r>
          </w:p>
          <w:p w:rsidR="00851D29" w:rsidRPr="00EF5C0D" w:rsidRDefault="00851D29" w:rsidP="00EF5C0D">
            <w:pPr>
              <w:spacing w:line="259" w:lineRule="auto"/>
              <w:rPr>
                <w:color w:val="000000"/>
                <w:sz w:val="24"/>
                <w:szCs w:val="24"/>
              </w:rPr>
            </w:pPr>
            <w:r w:rsidRPr="00EF5C0D">
              <w:rPr>
                <w:rFonts w:eastAsia="Calibri-Bold"/>
                <w:bCs/>
                <w:sz w:val="24"/>
                <w:szCs w:val="24"/>
              </w:rPr>
              <w:t>принудительное</w:t>
            </w:r>
          </w:p>
        </w:tc>
      </w:tr>
      <w:tr w:rsidR="00851D29" w:rsidRPr="00EF5C0D" w:rsidTr="008B6AE4">
        <w:trPr>
          <w:trHeight w:val="349"/>
        </w:trPr>
        <w:tc>
          <w:tcPr>
            <w:tcW w:w="301" w:type="pct"/>
            <w:vMerge/>
            <w:shd w:val="clear" w:color="auto" w:fill="auto"/>
            <w:vAlign w:val="center"/>
          </w:tcPr>
          <w:p w:rsidR="00851D29" w:rsidRPr="00EF5C0D" w:rsidRDefault="00851D29" w:rsidP="00EF5C0D">
            <w:pPr>
              <w:spacing w:line="259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55" w:type="pct"/>
            <w:vMerge/>
            <w:shd w:val="clear" w:color="auto" w:fill="auto"/>
            <w:vAlign w:val="center"/>
          </w:tcPr>
          <w:p w:rsidR="00851D29" w:rsidRPr="00EF5C0D" w:rsidRDefault="00851D29" w:rsidP="00EF5C0D">
            <w:pPr>
              <w:spacing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69" w:type="pct"/>
            <w:shd w:val="clear" w:color="auto" w:fill="auto"/>
            <w:vAlign w:val="center"/>
          </w:tcPr>
          <w:p w:rsidR="00851D29" w:rsidRPr="00EF5C0D" w:rsidRDefault="00851D29" w:rsidP="00EF5C0D">
            <w:pPr>
              <w:spacing w:line="259" w:lineRule="auto"/>
              <w:rPr>
                <w:rFonts w:eastAsia="Calibri-Bold"/>
                <w:bCs/>
                <w:sz w:val="24"/>
                <w:szCs w:val="24"/>
              </w:rPr>
            </w:pPr>
            <w:r w:rsidRPr="00EF5C0D">
              <w:rPr>
                <w:rFonts w:eastAsia="Calibri-Bold"/>
                <w:bCs/>
                <w:sz w:val="24"/>
                <w:szCs w:val="24"/>
              </w:rPr>
              <w:t>Степень защиты</w:t>
            </w:r>
          </w:p>
        </w:tc>
        <w:tc>
          <w:tcPr>
            <w:tcW w:w="1175" w:type="pct"/>
            <w:shd w:val="clear" w:color="auto" w:fill="auto"/>
            <w:vAlign w:val="center"/>
          </w:tcPr>
          <w:p w:rsidR="00851D29" w:rsidRPr="00EF5C0D" w:rsidRDefault="00851D29" w:rsidP="00EF5C0D">
            <w:pPr>
              <w:spacing w:line="259" w:lineRule="auto"/>
              <w:rPr>
                <w:color w:val="000000"/>
                <w:sz w:val="24"/>
                <w:szCs w:val="24"/>
              </w:rPr>
            </w:pPr>
            <w:r w:rsidRPr="00EF5C0D">
              <w:rPr>
                <w:rFonts w:eastAsia="Calibri-Bold"/>
                <w:bCs/>
                <w:sz w:val="24"/>
                <w:szCs w:val="24"/>
              </w:rPr>
              <w:t>IP51</w:t>
            </w:r>
          </w:p>
        </w:tc>
      </w:tr>
      <w:tr w:rsidR="00851D29" w:rsidRPr="00EF5C0D" w:rsidTr="008B6AE4">
        <w:trPr>
          <w:trHeight w:val="349"/>
        </w:trPr>
        <w:tc>
          <w:tcPr>
            <w:tcW w:w="301" w:type="pct"/>
            <w:vMerge/>
            <w:shd w:val="clear" w:color="auto" w:fill="auto"/>
            <w:vAlign w:val="center"/>
          </w:tcPr>
          <w:p w:rsidR="00851D29" w:rsidRPr="00EF5C0D" w:rsidRDefault="00851D29" w:rsidP="00EF5C0D">
            <w:pPr>
              <w:spacing w:line="259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55" w:type="pct"/>
            <w:vMerge/>
            <w:shd w:val="clear" w:color="auto" w:fill="auto"/>
            <w:vAlign w:val="center"/>
          </w:tcPr>
          <w:p w:rsidR="00851D29" w:rsidRPr="00EF5C0D" w:rsidRDefault="00851D29" w:rsidP="00EF5C0D">
            <w:pPr>
              <w:spacing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69" w:type="pct"/>
            <w:shd w:val="clear" w:color="auto" w:fill="auto"/>
            <w:vAlign w:val="center"/>
          </w:tcPr>
          <w:p w:rsidR="00851D29" w:rsidRPr="00EF5C0D" w:rsidRDefault="00851D29" w:rsidP="00EF5C0D">
            <w:pPr>
              <w:spacing w:line="259" w:lineRule="auto"/>
              <w:rPr>
                <w:rFonts w:eastAsia="Calibri-Bold"/>
                <w:bCs/>
                <w:sz w:val="24"/>
                <w:szCs w:val="24"/>
              </w:rPr>
            </w:pPr>
            <w:r w:rsidRPr="00EF5C0D">
              <w:rPr>
                <w:rFonts w:eastAsia="Calibri-Bold"/>
                <w:bCs/>
                <w:sz w:val="24"/>
                <w:szCs w:val="24"/>
              </w:rPr>
              <w:t>Вид обслуживания</w:t>
            </w:r>
          </w:p>
        </w:tc>
        <w:tc>
          <w:tcPr>
            <w:tcW w:w="1175" w:type="pct"/>
            <w:shd w:val="clear" w:color="auto" w:fill="auto"/>
            <w:vAlign w:val="center"/>
          </w:tcPr>
          <w:p w:rsidR="00851D29" w:rsidRPr="00EF5C0D" w:rsidRDefault="00851D29" w:rsidP="00EF5C0D">
            <w:pPr>
              <w:spacing w:line="259" w:lineRule="auto"/>
              <w:rPr>
                <w:color w:val="000000"/>
                <w:sz w:val="24"/>
                <w:szCs w:val="24"/>
              </w:rPr>
            </w:pPr>
            <w:r w:rsidRPr="00EF5C0D">
              <w:rPr>
                <w:rFonts w:eastAsia="Calibri-Bold"/>
                <w:bCs/>
                <w:sz w:val="24"/>
                <w:szCs w:val="24"/>
              </w:rPr>
              <w:t>одностороннее</w:t>
            </w:r>
          </w:p>
        </w:tc>
      </w:tr>
      <w:tr w:rsidR="00851D29" w:rsidRPr="00EF5C0D" w:rsidTr="008B6AE4">
        <w:trPr>
          <w:trHeight w:val="349"/>
        </w:trPr>
        <w:tc>
          <w:tcPr>
            <w:tcW w:w="301" w:type="pct"/>
            <w:vMerge/>
            <w:shd w:val="clear" w:color="auto" w:fill="auto"/>
            <w:vAlign w:val="center"/>
          </w:tcPr>
          <w:p w:rsidR="00851D29" w:rsidRPr="00EF5C0D" w:rsidRDefault="00851D29" w:rsidP="00EF5C0D">
            <w:pPr>
              <w:spacing w:line="259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55" w:type="pct"/>
            <w:vMerge/>
            <w:shd w:val="clear" w:color="auto" w:fill="auto"/>
            <w:vAlign w:val="center"/>
          </w:tcPr>
          <w:p w:rsidR="00851D29" w:rsidRPr="00EF5C0D" w:rsidRDefault="00851D29" w:rsidP="00EF5C0D">
            <w:pPr>
              <w:spacing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69" w:type="pct"/>
            <w:shd w:val="clear" w:color="auto" w:fill="auto"/>
            <w:vAlign w:val="center"/>
          </w:tcPr>
          <w:p w:rsidR="00851D29" w:rsidRPr="00EF5C0D" w:rsidRDefault="00851D29" w:rsidP="00EF5C0D">
            <w:pPr>
              <w:spacing w:line="259" w:lineRule="auto"/>
              <w:rPr>
                <w:rFonts w:eastAsia="Calibri-Bold"/>
                <w:bCs/>
                <w:sz w:val="24"/>
                <w:szCs w:val="24"/>
              </w:rPr>
            </w:pPr>
            <w:r w:rsidRPr="00EF5C0D">
              <w:rPr>
                <w:rFonts w:eastAsia="Calibri-Bold"/>
                <w:bCs/>
                <w:sz w:val="24"/>
                <w:szCs w:val="24"/>
              </w:rPr>
              <w:t>Масса, кг</w:t>
            </w:r>
          </w:p>
        </w:tc>
        <w:tc>
          <w:tcPr>
            <w:tcW w:w="1175" w:type="pct"/>
            <w:shd w:val="clear" w:color="auto" w:fill="auto"/>
            <w:vAlign w:val="center"/>
          </w:tcPr>
          <w:p w:rsidR="00851D29" w:rsidRPr="00EF5C0D" w:rsidRDefault="00851D29" w:rsidP="00EF5C0D">
            <w:pPr>
              <w:spacing w:line="259" w:lineRule="auto"/>
              <w:rPr>
                <w:color w:val="000000"/>
                <w:sz w:val="24"/>
                <w:szCs w:val="24"/>
              </w:rPr>
            </w:pPr>
            <w:r w:rsidRPr="00EF5C0D">
              <w:rPr>
                <w:rFonts w:eastAsia="Calibri-Bold"/>
                <w:bCs/>
                <w:sz w:val="24"/>
                <w:szCs w:val="24"/>
              </w:rPr>
              <w:t>не более 70</w:t>
            </w:r>
          </w:p>
        </w:tc>
      </w:tr>
      <w:tr w:rsidR="00851D29" w:rsidRPr="00EF5C0D" w:rsidTr="008B6AE4">
        <w:trPr>
          <w:trHeight w:val="349"/>
        </w:trPr>
        <w:tc>
          <w:tcPr>
            <w:tcW w:w="301" w:type="pct"/>
            <w:vMerge/>
            <w:shd w:val="clear" w:color="auto" w:fill="auto"/>
            <w:vAlign w:val="center"/>
          </w:tcPr>
          <w:p w:rsidR="00851D29" w:rsidRPr="00EF5C0D" w:rsidRDefault="00851D29" w:rsidP="00EF5C0D">
            <w:pPr>
              <w:spacing w:line="259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55" w:type="pct"/>
            <w:vMerge/>
            <w:shd w:val="clear" w:color="auto" w:fill="auto"/>
            <w:vAlign w:val="center"/>
          </w:tcPr>
          <w:p w:rsidR="00851D29" w:rsidRPr="00EF5C0D" w:rsidRDefault="00851D29" w:rsidP="00EF5C0D">
            <w:pPr>
              <w:spacing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69" w:type="pct"/>
            <w:shd w:val="clear" w:color="auto" w:fill="auto"/>
            <w:vAlign w:val="center"/>
          </w:tcPr>
          <w:p w:rsidR="00851D29" w:rsidRPr="00EF5C0D" w:rsidRDefault="00851D29" w:rsidP="00EF5C0D">
            <w:pPr>
              <w:spacing w:line="259" w:lineRule="auto"/>
              <w:rPr>
                <w:rFonts w:eastAsia="Calibri-Bold"/>
                <w:bCs/>
                <w:sz w:val="24"/>
                <w:szCs w:val="24"/>
              </w:rPr>
            </w:pPr>
            <w:r w:rsidRPr="00EF5C0D">
              <w:rPr>
                <w:rFonts w:eastAsia="Calibri-Bold"/>
                <w:bCs/>
                <w:sz w:val="24"/>
                <w:szCs w:val="24"/>
              </w:rPr>
              <w:t>Питающая сеть Uвх, В</w:t>
            </w:r>
          </w:p>
        </w:tc>
        <w:tc>
          <w:tcPr>
            <w:tcW w:w="1175" w:type="pct"/>
            <w:shd w:val="clear" w:color="auto" w:fill="auto"/>
            <w:vAlign w:val="center"/>
          </w:tcPr>
          <w:p w:rsidR="00851D29" w:rsidRPr="00EF5C0D" w:rsidRDefault="00851D29" w:rsidP="00EF5C0D">
            <w:pPr>
              <w:spacing w:line="259" w:lineRule="auto"/>
              <w:rPr>
                <w:color w:val="000000"/>
                <w:sz w:val="24"/>
                <w:szCs w:val="24"/>
              </w:rPr>
            </w:pPr>
            <w:r w:rsidRPr="00EF5C0D">
              <w:rPr>
                <w:rFonts w:eastAsia="Calibri-Bold"/>
                <w:bCs/>
                <w:sz w:val="24"/>
                <w:szCs w:val="24"/>
              </w:rPr>
              <w:t>380</w:t>
            </w:r>
          </w:p>
        </w:tc>
      </w:tr>
      <w:tr w:rsidR="00851D29" w:rsidRPr="00EF5C0D" w:rsidTr="008B6AE4">
        <w:trPr>
          <w:trHeight w:val="349"/>
        </w:trPr>
        <w:tc>
          <w:tcPr>
            <w:tcW w:w="301" w:type="pct"/>
            <w:vMerge/>
            <w:shd w:val="clear" w:color="auto" w:fill="auto"/>
            <w:vAlign w:val="center"/>
          </w:tcPr>
          <w:p w:rsidR="00851D29" w:rsidRPr="00EF5C0D" w:rsidRDefault="00851D29" w:rsidP="00EF5C0D">
            <w:pPr>
              <w:spacing w:line="259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55" w:type="pct"/>
            <w:vMerge/>
            <w:shd w:val="clear" w:color="auto" w:fill="auto"/>
            <w:vAlign w:val="center"/>
          </w:tcPr>
          <w:p w:rsidR="00851D29" w:rsidRPr="00EF5C0D" w:rsidRDefault="00851D29" w:rsidP="00EF5C0D">
            <w:pPr>
              <w:spacing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69" w:type="pct"/>
            <w:shd w:val="clear" w:color="auto" w:fill="auto"/>
            <w:vAlign w:val="center"/>
          </w:tcPr>
          <w:p w:rsidR="00851D29" w:rsidRPr="00EF5C0D" w:rsidRDefault="00851D29" w:rsidP="00EF5C0D">
            <w:pPr>
              <w:autoSpaceDE w:val="0"/>
              <w:autoSpaceDN w:val="0"/>
              <w:adjustRightInd w:val="0"/>
              <w:spacing w:line="259" w:lineRule="auto"/>
              <w:rPr>
                <w:rFonts w:eastAsia="Calibri-Bold"/>
                <w:bCs/>
                <w:sz w:val="24"/>
                <w:szCs w:val="24"/>
              </w:rPr>
            </w:pPr>
            <w:r w:rsidRPr="00EF5C0D">
              <w:rPr>
                <w:rFonts w:eastAsia="Calibri-Bold"/>
                <w:bCs/>
                <w:sz w:val="24"/>
                <w:szCs w:val="24"/>
              </w:rPr>
              <w:t>Номинальное выходное</w:t>
            </w:r>
            <w:r w:rsidR="0029103B" w:rsidRPr="00EF5C0D">
              <w:rPr>
                <w:rFonts w:eastAsia="Calibri-Bold"/>
                <w:bCs/>
                <w:sz w:val="24"/>
                <w:szCs w:val="24"/>
              </w:rPr>
              <w:t xml:space="preserve"> </w:t>
            </w:r>
            <w:r w:rsidRPr="00EF5C0D">
              <w:rPr>
                <w:rFonts w:eastAsia="Calibri-Bold"/>
                <w:bCs/>
                <w:sz w:val="24"/>
                <w:szCs w:val="24"/>
              </w:rPr>
              <w:t>напряжения Uвых, В</w:t>
            </w:r>
          </w:p>
        </w:tc>
        <w:tc>
          <w:tcPr>
            <w:tcW w:w="1175" w:type="pct"/>
            <w:shd w:val="clear" w:color="auto" w:fill="auto"/>
            <w:vAlign w:val="center"/>
          </w:tcPr>
          <w:p w:rsidR="00851D29" w:rsidRPr="00EF5C0D" w:rsidRDefault="00851D29" w:rsidP="00EF5C0D">
            <w:pPr>
              <w:spacing w:line="259" w:lineRule="auto"/>
              <w:rPr>
                <w:color w:val="000000"/>
                <w:sz w:val="24"/>
                <w:szCs w:val="24"/>
              </w:rPr>
            </w:pPr>
            <w:r w:rsidRPr="00EF5C0D">
              <w:rPr>
                <w:color w:val="000000"/>
                <w:sz w:val="24"/>
                <w:szCs w:val="24"/>
              </w:rPr>
              <w:t>230</w:t>
            </w:r>
          </w:p>
        </w:tc>
      </w:tr>
      <w:tr w:rsidR="00851D29" w:rsidRPr="00EF5C0D" w:rsidTr="008B6AE4">
        <w:trPr>
          <w:trHeight w:val="349"/>
        </w:trPr>
        <w:tc>
          <w:tcPr>
            <w:tcW w:w="301" w:type="pct"/>
            <w:vMerge/>
            <w:shd w:val="clear" w:color="auto" w:fill="auto"/>
            <w:vAlign w:val="center"/>
          </w:tcPr>
          <w:p w:rsidR="00851D29" w:rsidRPr="00EF5C0D" w:rsidRDefault="00851D29" w:rsidP="00EF5C0D">
            <w:pPr>
              <w:spacing w:line="259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55" w:type="pct"/>
            <w:vMerge/>
            <w:shd w:val="clear" w:color="auto" w:fill="auto"/>
            <w:vAlign w:val="center"/>
          </w:tcPr>
          <w:p w:rsidR="00851D29" w:rsidRPr="00EF5C0D" w:rsidRDefault="00851D29" w:rsidP="00EF5C0D">
            <w:pPr>
              <w:spacing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69" w:type="pct"/>
            <w:shd w:val="clear" w:color="auto" w:fill="auto"/>
            <w:vAlign w:val="center"/>
          </w:tcPr>
          <w:p w:rsidR="00851D29" w:rsidRPr="00EF5C0D" w:rsidRDefault="00851D29" w:rsidP="00EF5C0D">
            <w:pPr>
              <w:autoSpaceDE w:val="0"/>
              <w:autoSpaceDN w:val="0"/>
              <w:adjustRightInd w:val="0"/>
              <w:spacing w:line="259" w:lineRule="auto"/>
              <w:rPr>
                <w:rFonts w:eastAsia="Calibri-Bold"/>
                <w:bCs/>
                <w:sz w:val="24"/>
                <w:szCs w:val="24"/>
              </w:rPr>
            </w:pPr>
            <w:r w:rsidRPr="00EF5C0D">
              <w:rPr>
                <w:rFonts w:eastAsia="Calibri-Bold"/>
                <w:bCs/>
                <w:sz w:val="24"/>
                <w:szCs w:val="24"/>
              </w:rPr>
              <w:t>Диапазон регулирования</w:t>
            </w:r>
            <w:r w:rsidR="0029103B" w:rsidRPr="00EF5C0D">
              <w:rPr>
                <w:rFonts w:eastAsia="Calibri-Bold"/>
                <w:bCs/>
                <w:sz w:val="24"/>
                <w:szCs w:val="24"/>
              </w:rPr>
              <w:t xml:space="preserve"> </w:t>
            </w:r>
            <w:r w:rsidRPr="00EF5C0D">
              <w:rPr>
                <w:rFonts w:eastAsia="Calibri-Bold"/>
                <w:bCs/>
                <w:sz w:val="24"/>
                <w:szCs w:val="24"/>
              </w:rPr>
              <w:t>выходного напряжения</w:t>
            </w:r>
          </w:p>
        </w:tc>
        <w:tc>
          <w:tcPr>
            <w:tcW w:w="1175" w:type="pct"/>
            <w:shd w:val="clear" w:color="auto" w:fill="auto"/>
            <w:vAlign w:val="center"/>
          </w:tcPr>
          <w:p w:rsidR="00851D29" w:rsidRPr="00EF5C0D" w:rsidRDefault="00851D29" w:rsidP="00EF5C0D">
            <w:pPr>
              <w:spacing w:line="259" w:lineRule="auto"/>
              <w:rPr>
                <w:color w:val="000000"/>
                <w:sz w:val="24"/>
                <w:szCs w:val="24"/>
              </w:rPr>
            </w:pPr>
            <w:r w:rsidRPr="00EF5C0D">
              <w:rPr>
                <w:rFonts w:eastAsia="Calibri-Bold"/>
                <w:bCs/>
                <w:sz w:val="24"/>
                <w:szCs w:val="24"/>
              </w:rPr>
              <w:t>85÷260</w:t>
            </w:r>
          </w:p>
        </w:tc>
      </w:tr>
      <w:tr w:rsidR="00851D29" w:rsidRPr="00EF5C0D" w:rsidTr="008B6AE4">
        <w:trPr>
          <w:trHeight w:val="349"/>
        </w:trPr>
        <w:tc>
          <w:tcPr>
            <w:tcW w:w="301" w:type="pct"/>
            <w:vMerge/>
            <w:shd w:val="clear" w:color="auto" w:fill="auto"/>
            <w:vAlign w:val="center"/>
          </w:tcPr>
          <w:p w:rsidR="00851D29" w:rsidRPr="00EF5C0D" w:rsidRDefault="00851D29" w:rsidP="00EF5C0D">
            <w:pPr>
              <w:spacing w:line="259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55" w:type="pct"/>
            <w:vMerge/>
            <w:shd w:val="clear" w:color="auto" w:fill="auto"/>
            <w:vAlign w:val="center"/>
          </w:tcPr>
          <w:p w:rsidR="00851D29" w:rsidRPr="00EF5C0D" w:rsidRDefault="00851D29" w:rsidP="00EF5C0D">
            <w:pPr>
              <w:spacing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69" w:type="pct"/>
            <w:shd w:val="clear" w:color="auto" w:fill="auto"/>
            <w:vAlign w:val="center"/>
          </w:tcPr>
          <w:p w:rsidR="00851D29" w:rsidRPr="00EF5C0D" w:rsidRDefault="00851D29" w:rsidP="00EF5C0D">
            <w:pPr>
              <w:autoSpaceDE w:val="0"/>
              <w:autoSpaceDN w:val="0"/>
              <w:adjustRightInd w:val="0"/>
              <w:spacing w:line="259" w:lineRule="auto"/>
              <w:rPr>
                <w:rFonts w:eastAsia="Calibri-Bold"/>
                <w:bCs/>
                <w:sz w:val="24"/>
                <w:szCs w:val="24"/>
              </w:rPr>
            </w:pPr>
            <w:r w:rsidRPr="00EF5C0D">
              <w:rPr>
                <w:rFonts w:eastAsia="Calibri-Bold"/>
                <w:bCs/>
                <w:sz w:val="24"/>
                <w:szCs w:val="24"/>
              </w:rPr>
              <w:t>Коэффициент пульсации</w:t>
            </w:r>
            <w:r w:rsidR="0029103B" w:rsidRPr="00EF5C0D">
              <w:rPr>
                <w:rFonts w:eastAsia="Calibri-Bold"/>
                <w:bCs/>
                <w:sz w:val="24"/>
                <w:szCs w:val="24"/>
              </w:rPr>
              <w:t xml:space="preserve"> </w:t>
            </w:r>
            <w:r w:rsidRPr="00EF5C0D">
              <w:rPr>
                <w:rFonts w:eastAsia="Calibri-Bold"/>
                <w:bCs/>
                <w:sz w:val="24"/>
                <w:szCs w:val="24"/>
              </w:rPr>
              <w:t>выходного</w:t>
            </w:r>
          </w:p>
          <w:p w:rsidR="00851D29" w:rsidRPr="00EF5C0D" w:rsidRDefault="00851D29" w:rsidP="00EF5C0D">
            <w:pPr>
              <w:spacing w:line="259" w:lineRule="auto"/>
              <w:rPr>
                <w:rFonts w:eastAsia="Calibri-Bold"/>
                <w:bCs/>
                <w:sz w:val="24"/>
                <w:szCs w:val="24"/>
              </w:rPr>
            </w:pPr>
            <w:r w:rsidRPr="00EF5C0D">
              <w:rPr>
                <w:rFonts w:eastAsia="Calibri-Bold"/>
                <w:bCs/>
                <w:sz w:val="24"/>
                <w:szCs w:val="24"/>
              </w:rPr>
              <w:t>напряжения,</w:t>
            </w:r>
            <w:r w:rsidR="0029103B" w:rsidRPr="00EF5C0D">
              <w:rPr>
                <w:rFonts w:eastAsia="Calibri-Bold"/>
                <w:bCs/>
                <w:sz w:val="24"/>
                <w:szCs w:val="24"/>
              </w:rPr>
              <w:t xml:space="preserve"> </w:t>
            </w:r>
            <w:r w:rsidRPr="00EF5C0D">
              <w:rPr>
                <w:rFonts w:eastAsia="Calibri-Bold"/>
                <w:bCs/>
                <w:sz w:val="24"/>
                <w:szCs w:val="24"/>
              </w:rPr>
              <w:t>%, не более</w:t>
            </w:r>
          </w:p>
        </w:tc>
        <w:tc>
          <w:tcPr>
            <w:tcW w:w="1175" w:type="pct"/>
            <w:shd w:val="clear" w:color="auto" w:fill="auto"/>
            <w:vAlign w:val="center"/>
          </w:tcPr>
          <w:p w:rsidR="00851D29" w:rsidRPr="00EF5C0D" w:rsidRDefault="00851D29" w:rsidP="00EF5C0D">
            <w:pPr>
              <w:spacing w:line="259" w:lineRule="auto"/>
              <w:rPr>
                <w:color w:val="000000"/>
                <w:sz w:val="24"/>
                <w:szCs w:val="24"/>
              </w:rPr>
            </w:pPr>
            <w:r w:rsidRPr="00EF5C0D">
              <w:rPr>
                <w:rFonts w:eastAsia="Calibri-Bold"/>
                <w:bCs/>
                <w:sz w:val="24"/>
                <w:szCs w:val="24"/>
              </w:rPr>
              <w:t>0,2</w:t>
            </w:r>
          </w:p>
        </w:tc>
      </w:tr>
      <w:tr w:rsidR="00851D29" w:rsidRPr="00EF5C0D" w:rsidTr="008B6AE4">
        <w:trPr>
          <w:trHeight w:val="349"/>
        </w:trPr>
        <w:tc>
          <w:tcPr>
            <w:tcW w:w="301" w:type="pct"/>
            <w:vMerge/>
            <w:shd w:val="clear" w:color="auto" w:fill="auto"/>
            <w:vAlign w:val="center"/>
          </w:tcPr>
          <w:p w:rsidR="00851D29" w:rsidRPr="00EF5C0D" w:rsidRDefault="00851D29" w:rsidP="00EF5C0D">
            <w:pPr>
              <w:spacing w:line="259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55" w:type="pct"/>
            <w:vMerge/>
            <w:shd w:val="clear" w:color="auto" w:fill="auto"/>
            <w:vAlign w:val="center"/>
          </w:tcPr>
          <w:p w:rsidR="00851D29" w:rsidRPr="00EF5C0D" w:rsidRDefault="00851D29" w:rsidP="00EF5C0D">
            <w:pPr>
              <w:spacing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69" w:type="pct"/>
            <w:shd w:val="clear" w:color="auto" w:fill="auto"/>
            <w:vAlign w:val="center"/>
          </w:tcPr>
          <w:p w:rsidR="00851D29" w:rsidRPr="00EF5C0D" w:rsidRDefault="00851D29" w:rsidP="00EF5C0D">
            <w:pPr>
              <w:autoSpaceDE w:val="0"/>
              <w:autoSpaceDN w:val="0"/>
              <w:adjustRightInd w:val="0"/>
              <w:spacing w:line="259" w:lineRule="auto"/>
              <w:rPr>
                <w:rFonts w:eastAsia="Calibri-Bold"/>
                <w:bCs/>
                <w:sz w:val="24"/>
                <w:szCs w:val="24"/>
              </w:rPr>
            </w:pPr>
            <w:r w:rsidRPr="00EF5C0D">
              <w:rPr>
                <w:rFonts w:eastAsia="Calibri-Bold"/>
                <w:bCs/>
                <w:sz w:val="24"/>
                <w:szCs w:val="24"/>
              </w:rPr>
              <w:t>Номинальный выходной</w:t>
            </w:r>
            <w:r w:rsidR="0029103B" w:rsidRPr="00EF5C0D">
              <w:rPr>
                <w:rFonts w:eastAsia="Calibri-Bold"/>
                <w:bCs/>
                <w:sz w:val="24"/>
                <w:szCs w:val="24"/>
              </w:rPr>
              <w:t xml:space="preserve"> </w:t>
            </w:r>
            <w:r w:rsidRPr="00EF5C0D">
              <w:rPr>
                <w:rFonts w:eastAsia="Calibri-Bold"/>
                <w:bCs/>
                <w:sz w:val="24"/>
                <w:szCs w:val="24"/>
              </w:rPr>
              <w:t>ток (при одновременной</w:t>
            </w:r>
            <w:r w:rsidR="0029103B" w:rsidRPr="00EF5C0D">
              <w:rPr>
                <w:rFonts w:eastAsia="Calibri-Bold"/>
                <w:bCs/>
                <w:sz w:val="24"/>
                <w:szCs w:val="24"/>
              </w:rPr>
              <w:t xml:space="preserve"> </w:t>
            </w:r>
            <w:r w:rsidRPr="00EF5C0D">
              <w:rPr>
                <w:rFonts w:eastAsia="Calibri-Bold"/>
                <w:bCs/>
                <w:sz w:val="24"/>
                <w:szCs w:val="24"/>
              </w:rPr>
              <w:t xml:space="preserve">работе </w:t>
            </w:r>
            <w:r w:rsidR="0029103B" w:rsidRPr="00EF5C0D">
              <w:rPr>
                <w:rFonts w:eastAsia="Calibri-Bold"/>
                <w:bCs/>
                <w:sz w:val="24"/>
                <w:szCs w:val="24"/>
              </w:rPr>
              <w:t>в</w:t>
            </w:r>
            <w:r w:rsidRPr="00EF5C0D">
              <w:rPr>
                <w:rFonts w:eastAsia="Calibri-Bold"/>
                <w:bCs/>
                <w:sz w:val="24"/>
                <w:szCs w:val="24"/>
              </w:rPr>
              <w:t>ыпрямительно-инверторных блоков), А</w:t>
            </w:r>
          </w:p>
        </w:tc>
        <w:tc>
          <w:tcPr>
            <w:tcW w:w="1175" w:type="pct"/>
            <w:shd w:val="clear" w:color="auto" w:fill="auto"/>
            <w:vAlign w:val="center"/>
          </w:tcPr>
          <w:p w:rsidR="00851D29" w:rsidRPr="00EF5C0D" w:rsidRDefault="00851D29" w:rsidP="00EF5C0D">
            <w:pPr>
              <w:autoSpaceDE w:val="0"/>
              <w:autoSpaceDN w:val="0"/>
              <w:adjustRightInd w:val="0"/>
              <w:spacing w:line="259" w:lineRule="auto"/>
              <w:rPr>
                <w:rFonts w:eastAsia="Calibri-Bold"/>
                <w:bCs/>
                <w:sz w:val="24"/>
                <w:szCs w:val="24"/>
              </w:rPr>
            </w:pPr>
            <w:r w:rsidRPr="00EF5C0D">
              <w:rPr>
                <w:rFonts w:eastAsia="Calibri-Bold"/>
                <w:bCs/>
                <w:sz w:val="24"/>
                <w:szCs w:val="24"/>
              </w:rPr>
              <w:t>25</w:t>
            </w:r>
          </w:p>
          <w:p w:rsidR="00851D29" w:rsidRPr="00EF5C0D" w:rsidRDefault="00851D29" w:rsidP="00EF5C0D">
            <w:pPr>
              <w:spacing w:line="259" w:lineRule="auto"/>
              <w:rPr>
                <w:color w:val="000000"/>
                <w:sz w:val="24"/>
                <w:szCs w:val="24"/>
              </w:rPr>
            </w:pPr>
            <w:r w:rsidRPr="00EF5C0D">
              <w:rPr>
                <w:rFonts w:eastAsia="Calibri-Bold"/>
                <w:bCs/>
                <w:sz w:val="24"/>
                <w:szCs w:val="24"/>
              </w:rPr>
              <w:t>(40)</w:t>
            </w:r>
          </w:p>
        </w:tc>
      </w:tr>
      <w:tr w:rsidR="008B6AE4" w:rsidRPr="00EF5C0D" w:rsidTr="008B6AE4">
        <w:trPr>
          <w:trHeight w:val="349"/>
        </w:trPr>
        <w:tc>
          <w:tcPr>
            <w:tcW w:w="301" w:type="pct"/>
            <w:vMerge/>
            <w:shd w:val="clear" w:color="auto" w:fill="auto"/>
            <w:vAlign w:val="center"/>
          </w:tcPr>
          <w:p w:rsidR="008B6AE4" w:rsidRPr="00EF5C0D" w:rsidRDefault="008B6AE4" w:rsidP="00EF5C0D">
            <w:pPr>
              <w:spacing w:line="259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55" w:type="pct"/>
            <w:vMerge/>
            <w:shd w:val="clear" w:color="auto" w:fill="auto"/>
            <w:vAlign w:val="center"/>
          </w:tcPr>
          <w:p w:rsidR="008B6AE4" w:rsidRPr="00EF5C0D" w:rsidRDefault="008B6AE4" w:rsidP="00EF5C0D">
            <w:pPr>
              <w:spacing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69" w:type="pct"/>
            <w:shd w:val="clear" w:color="auto" w:fill="auto"/>
            <w:vAlign w:val="center"/>
          </w:tcPr>
          <w:p w:rsidR="008B6AE4" w:rsidRPr="00EF5C0D" w:rsidRDefault="008B6AE4" w:rsidP="00EF5C0D">
            <w:pPr>
              <w:spacing w:line="259" w:lineRule="auto"/>
              <w:rPr>
                <w:color w:val="000000"/>
                <w:sz w:val="24"/>
                <w:szCs w:val="24"/>
              </w:rPr>
            </w:pPr>
            <w:r w:rsidRPr="00EF5C0D">
              <w:rPr>
                <w:color w:val="000000"/>
                <w:sz w:val="24"/>
                <w:szCs w:val="24"/>
              </w:rPr>
              <w:t>Габариты, мм</w:t>
            </w:r>
          </w:p>
        </w:tc>
        <w:tc>
          <w:tcPr>
            <w:tcW w:w="1175" w:type="pct"/>
            <w:shd w:val="clear" w:color="auto" w:fill="auto"/>
            <w:vAlign w:val="center"/>
          </w:tcPr>
          <w:p w:rsidR="008B6AE4" w:rsidRPr="00EF5C0D" w:rsidRDefault="008B6AE4" w:rsidP="00EF5C0D">
            <w:pPr>
              <w:spacing w:line="259" w:lineRule="auto"/>
              <w:rPr>
                <w:color w:val="000000"/>
                <w:sz w:val="24"/>
                <w:szCs w:val="24"/>
              </w:rPr>
            </w:pPr>
            <w:r w:rsidRPr="00EF5C0D">
              <w:rPr>
                <w:color w:val="000000"/>
                <w:sz w:val="24"/>
                <w:szCs w:val="24"/>
              </w:rPr>
              <w:t>600х320х1000</w:t>
            </w:r>
          </w:p>
        </w:tc>
      </w:tr>
      <w:tr w:rsidR="008B6AE4" w:rsidRPr="00EF5C0D" w:rsidTr="008B6AE4">
        <w:trPr>
          <w:trHeight w:val="93"/>
        </w:trPr>
        <w:tc>
          <w:tcPr>
            <w:tcW w:w="301" w:type="pct"/>
            <w:vMerge/>
            <w:shd w:val="clear" w:color="auto" w:fill="auto"/>
            <w:vAlign w:val="center"/>
          </w:tcPr>
          <w:p w:rsidR="008B6AE4" w:rsidRPr="00EF5C0D" w:rsidRDefault="008B6AE4" w:rsidP="00EF5C0D">
            <w:pPr>
              <w:spacing w:line="259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55" w:type="pct"/>
            <w:vMerge/>
            <w:shd w:val="clear" w:color="auto" w:fill="auto"/>
            <w:vAlign w:val="center"/>
          </w:tcPr>
          <w:p w:rsidR="008B6AE4" w:rsidRPr="00EF5C0D" w:rsidRDefault="008B6AE4" w:rsidP="00EF5C0D">
            <w:pPr>
              <w:spacing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69" w:type="pct"/>
            <w:shd w:val="clear" w:color="auto" w:fill="auto"/>
            <w:vAlign w:val="center"/>
          </w:tcPr>
          <w:p w:rsidR="008B6AE4" w:rsidRPr="00EF5C0D" w:rsidRDefault="008B6AE4" w:rsidP="00EF5C0D">
            <w:pPr>
              <w:spacing w:line="259" w:lineRule="auto"/>
              <w:rPr>
                <w:color w:val="000000"/>
                <w:sz w:val="24"/>
                <w:szCs w:val="24"/>
              </w:rPr>
            </w:pPr>
            <w:r w:rsidRPr="00EF5C0D">
              <w:rPr>
                <w:color w:val="000000"/>
                <w:sz w:val="24"/>
                <w:szCs w:val="24"/>
              </w:rPr>
              <w:t>Технические условия</w:t>
            </w:r>
          </w:p>
        </w:tc>
        <w:tc>
          <w:tcPr>
            <w:tcW w:w="1175" w:type="pct"/>
            <w:shd w:val="clear" w:color="auto" w:fill="auto"/>
            <w:vAlign w:val="center"/>
          </w:tcPr>
          <w:p w:rsidR="008B6AE4" w:rsidRPr="00EF5C0D" w:rsidRDefault="008B6AE4" w:rsidP="00EF5C0D">
            <w:pPr>
              <w:spacing w:line="259" w:lineRule="auto"/>
              <w:rPr>
                <w:color w:val="000000"/>
                <w:sz w:val="24"/>
                <w:szCs w:val="24"/>
              </w:rPr>
            </w:pPr>
            <w:r w:rsidRPr="00EF5C0D">
              <w:rPr>
                <w:color w:val="000000"/>
                <w:sz w:val="24"/>
                <w:szCs w:val="24"/>
              </w:rPr>
              <w:t>ТУ 3416-002-42254097-03</w:t>
            </w:r>
          </w:p>
        </w:tc>
      </w:tr>
    </w:tbl>
    <w:p w:rsidR="0029103B" w:rsidRPr="00EF5C0D" w:rsidRDefault="0029103B" w:rsidP="00EF5C0D">
      <w:pPr>
        <w:pStyle w:val="a5"/>
        <w:spacing w:line="259" w:lineRule="auto"/>
        <w:ind w:left="0" w:firstLine="709"/>
        <w:contextualSpacing w:val="0"/>
        <w:jc w:val="both"/>
        <w:rPr>
          <w:sz w:val="24"/>
          <w:szCs w:val="24"/>
        </w:rPr>
      </w:pPr>
    </w:p>
    <w:p w:rsidR="00205F02" w:rsidRPr="00EF5C0D" w:rsidRDefault="00FD7D1F" w:rsidP="00EF5C0D">
      <w:pPr>
        <w:numPr>
          <w:ilvl w:val="0"/>
          <w:numId w:val="1"/>
        </w:numPr>
        <w:tabs>
          <w:tab w:val="clear" w:pos="1947"/>
          <w:tab w:val="num" w:pos="1134"/>
        </w:tabs>
        <w:spacing w:line="259" w:lineRule="auto"/>
        <w:ind w:left="0" w:firstLine="709"/>
        <w:jc w:val="both"/>
        <w:rPr>
          <w:b/>
          <w:sz w:val="24"/>
          <w:szCs w:val="24"/>
        </w:rPr>
      </w:pPr>
      <w:r w:rsidRPr="00EF5C0D">
        <w:rPr>
          <w:b/>
          <w:sz w:val="24"/>
          <w:szCs w:val="24"/>
        </w:rPr>
        <w:t>Общие требования</w:t>
      </w:r>
      <w:r w:rsidR="002E67F7" w:rsidRPr="00EF5C0D">
        <w:rPr>
          <w:b/>
          <w:sz w:val="24"/>
          <w:szCs w:val="24"/>
        </w:rPr>
        <w:t>.</w:t>
      </w:r>
    </w:p>
    <w:p w:rsidR="009F5BCA" w:rsidRPr="00EF5C0D" w:rsidRDefault="009F5BCA" w:rsidP="00EF5C0D">
      <w:pPr>
        <w:pStyle w:val="a5"/>
        <w:numPr>
          <w:ilvl w:val="1"/>
          <w:numId w:val="15"/>
        </w:numPr>
        <w:tabs>
          <w:tab w:val="left" w:pos="0"/>
          <w:tab w:val="left" w:pos="851"/>
          <w:tab w:val="left" w:pos="1134"/>
        </w:tabs>
        <w:spacing w:line="259" w:lineRule="auto"/>
        <w:ind w:left="0" w:firstLine="709"/>
        <w:contextualSpacing w:val="0"/>
        <w:jc w:val="both"/>
        <w:rPr>
          <w:sz w:val="24"/>
          <w:szCs w:val="24"/>
        </w:rPr>
      </w:pPr>
      <w:r w:rsidRPr="00EF5C0D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:rsidR="009F5BCA" w:rsidRPr="00EF5C0D" w:rsidRDefault="009F5BCA" w:rsidP="00EF5C0D">
      <w:pPr>
        <w:pStyle w:val="a5"/>
        <w:numPr>
          <w:ilvl w:val="0"/>
          <w:numId w:val="25"/>
        </w:numPr>
        <w:tabs>
          <w:tab w:val="left" w:pos="0"/>
          <w:tab w:val="left" w:pos="993"/>
        </w:tabs>
        <w:spacing w:line="259" w:lineRule="auto"/>
        <w:ind w:left="0" w:firstLine="709"/>
        <w:contextualSpacing w:val="0"/>
        <w:jc w:val="both"/>
        <w:rPr>
          <w:sz w:val="24"/>
          <w:szCs w:val="24"/>
        </w:rPr>
      </w:pPr>
      <w:r w:rsidRPr="00EF5C0D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9F5BCA" w:rsidRPr="00EF5C0D" w:rsidRDefault="009F5BCA" w:rsidP="00EF5C0D">
      <w:pPr>
        <w:pStyle w:val="a5"/>
        <w:numPr>
          <w:ilvl w:val="0"/>
          <w:numId w:val="25"/>
        </w:numPr>
        <w:tabs>
          <w:tab w:val="left" w:pos="0"/>
          <w:tab w:val="left" w:pos="993"/>
        </w:tabs>
        <w:spacing w:line="259" w:lineRule="auto"/>
        <w:ind w:left="0" w:firstLine="709"/>
        <w:contextualSpacing w:val="0"/>
        <w:jc w:val="both"/>
        <w:rPr>
          <w:sz w:val="24"/>
          <w:szCs w:val="24"/>
        </w:rPr>
      </w:pPr>
      <w:r w:rsidRPr="00EF5C0D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41194E" w:rsidRPr="00EF5C0D" w:rsidRDefault="0041194E" w:rsidP="00EF5C0D">
      <w:pPr>
        <w:pStyle w:val="22"/>
        <w:numPr>
          <w:ilvl w:val="0"/>
          <w:numId w:val="25"/>
        </w:numPr>
        <w:tabs>
          <w:tab w:val="left" w:pos="1134"/>
          <w:tab w:val="left" w:pos="1560"/>
        </w:tabs>
        <w:spacing w:line="259" w:lineRule="auto"/>
        <w:ind w:left="0" w:firstLine="709"/>
        <w:jc w:val="both"/>
        <w:rPr>
          <w:sz w:val="24"/>
          <w:szCs w:val="24"/>
        </w:rPr>
      </w:pPr>
      <w:r w:rsidRPr="00EF5C0D">
        <w:rPr>
          <w:sz w:val="24"/>
          <w:szCs w:val="24"/>
        </w:rPr>
        <w:t>поставляемое электротехническое оборудование отечественн</w:t>
      </w:r>
      <w:r w:rsidR="00892F31" w:rsidRPr="00EF5C0D">
        <w:rPr>
          <w:sz w:val="24"/>
          <w:szCs w:val="24"/>
        </w:rPr>
        <w:t xml:space="preserve">ого и зарубежного производства </w:t>
      </w:r>
      <w:r w:rsidRPr="00EF5C0D">
        <w:rPr>
          <w:sz w:val="24"/>
          <w:szCs w:val="24"/>
        </w:rPr>
        <w:t xml:space="preserve">должно быть аттестовано </w:t>
      </w:r>
      <w:r w:rsidR="00892F31" w:rsidRPr="00EF5C0D">
        <w:rPr>
          <w:sz w:val="24"/>
          <w:szCs w:val="24"/>
        </w:rPr>
        <w:t>П</w:t>
      </w:r>
      <w:r w:rsidRPr="00EF5C0D">
        <w:rPr>
          <w:sz w:val="24"/>
          <w:szCs w:val="24"/>
        </w:rPr>
        <w:t xml:space="preserve">АО «Россети». Для неаттестованного оборудования необходимо положительное заключение Комиссии </w:t>
      </w:r>
      <w:r w:rsidR="00892F31" w:rsidRPr="00EF5C0D">
        <w:rPr>
          <w:sz w:val="24"/>
          <w:szCs w:val="24"/>
        </w:rPr>
        <w:t>П</w:t>
      </w:r>
      <w:r w:rsidRPr="00EF5C0D">
        <w:rPr>
          <w:sz w:val="24"/>
          <w:szCs w:val="24"/>
        </w:rPr>
        <w:t>АО «МРСК Центра» по допуску оборудования, материалов и систем.</w:t>
      </w:r>
    </w:p>
    <w:p w:rsidR="00EB16D4" w:rsidRPr="00EF5C0D" w:rsidRDefault="00EB16D4" w:rsidP="00EF5C0D">
      <w:pPr>
        <w:pStyle w:val="a5"/>
        <w:numPr>
          <w:ilvl w:val="1"/>
          <w:numId w:val="15"/>
        </w:numPr>
        <w:tabs>
          <w:tab w:val="left" w:pos="0"/>
          <w:tab w:val="left" w:pos="851"/>
          <w:tab w:val="left" w:pos="1134"/>
        </w:tabs>
        <w:spacing w:line="259" w:lineRule="auto"/>
        <w:ind w:left="0" w:firstLine="709"/>
        <w:contextualSpacing w:val="0"/>
        <w:jc w:val="both"/>
        <w:rPr>
          <w:sz w:val="24"/>
          <w:szCs w:val="24"/>
        </w:rPr>
      </w:pPr>
      <w:r w:rsidRPr="00EF5C0D">
        <w:rPr>
          <w:sz w:val="24"/>
          <w:szCs w:val="24"/>
        </w:rPr>
        <w:t xml:space="preserve">Участник закупочных процедур на право заключения договора на поставку электротехнического оборудования для нужд </w:t>
      </w:r>
      <w:r w:rsidR="00892F31" w:rsidRPr="00EF5C0D">
        <w:rPr>
          <w:sz w:val="24"/>
          <w:szCs w:val="24"/>
        </w:rPr>
        <w:t>П</w:t>
      </w:r>
      <w:r w:rsidRPr="00EF5C0D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205F02" w:rsidRPr="00EF5C0D" w:rsidRDefault="00EB16D4" w:rsidP="00EF5C0D">
      <w:pPr>
        <w:pStyle w:val="a5"/>
        <w:spacing w:line="259" w:lineRule="auto"/>
        <w:ind w:left="0" w:firstLine="709"/>
        <w:contextualSpacing w:val="0"/>
        <w:jc w:val="both"/>
        <w:rPr>
          <w:sz w:val="24"/>
          <w:szCs w:val="24"/>
        </w:rPr>
      </w:pPr>
      <w:r w:rsidRPr="00EF5C0D">
        <w:rPr>
          <w:sz w:val="24"/>
          <w:szCs w:val="24"/>
        </w:rPr>
        <w:t>4.3.</w:t>
      </w:r>
      <w:r w:rsidR="00205F02" w:rsidRPr="00EF5C0D">
        <w:rPr>
          <w:sz w:val="24"/>
          <w:szCs w:val="24"/>
        </w:rPr>
        <w:t xml:space="preserve">Оборудование должно соответствовать требованиям «Правил устройства электроустановок» (ПУЭ) (7-е издание) и требованиям стандартов МЭК </w:t>
      </w:r>
      <w:r w:rsidR="008B6AE4" w:rsidRPr="00EF5C0D">
        <w:rPr>
          <w:sz w:val="24"/>
          <w:szCs w:val="24"/>
        </w:rPr>
        <w:t>и ГОСТ</w:t>
      </w:r>
      <w:r w:rsidR="00205F02" w:rsidRPr="00EF5C0D">
        <w:rPr>
          <w:sz w:val="24"/>
          <w:szCs w:val="24"/>
        </w:rPr>
        <w:t>:</w:t>
      </w:r>
    </w:p>
    <w:p w:rsidR="00205F02" w:rsidRPr="00EF5C0D" w:rsidRDefault="00205F02" w:rsidP="00EF5C0D">
      <w:pPr>
        <w:pStyle w:val="a5"/>
        <w:numPr>
          <w:ilvl w:val="0"/>
          <w:numId w:val="18"/>
        </w:numPr>
        <w:tabs>
          <w:tab w:val="left" w:pos="993"/>
        </w:tabs>
        <w:spacing w:line="259" w:lineRule="auto"/>
        <w:ind w:left="0" w:firstLine="709"/>
        <w:contextualSpacing w:val="0"/>
        <w:outlineLvl w:val="0"/>
        <w:rPr>
          <w:sz w:val="24"/>
          <w:szCs w:val="24"/>
        </w:rPr>
      </w:pPr>
      <w:r w:rsidRPr="00EF5C0D">
        <w:rPr>
          <w:sz w:val="24"/>
          <w:szCs w:val="24"/>
        </w:rPr>
        <w:t>ГОСТ 14254-96 "Степени защиты, обеспечиваемые оболочками (КОД IP)";</w:t>
      </w:r>
    </w:p>
    <w:p w:rsidR="004620C3" w:rsidRPr="00EF5C0D" w:rsidRDefault="004620C3" w:rsidP="00EF5C0D">
      <w:pPr>
        <w:pStyle w:val="a5"/>
        <w:numPr>
          <w:ilvl w:val="0"/>
          <w:numId w:val="18"/>
        </w:numPr>
        <w:tabs>
          <w:tab w:val="left" w:pos="993"/>
        </w:tabs>
        <w:spacing w:line="259" w:lineRule="auto"/>
        <w:ind w:left="0" w:firstLine="709"/>
        <w:contextualSpacing w:val="0"/>
        <w:jc w:val="both"/>
        <w:rPr>
          <w:sz w:val="24"/>
          <w:szCs w:val="24"/>
        </w:rPr>
      </w:pPr>
      <w:r w:rsidRPr="00EF5C0D">
        <w:rPr>
          <w:sz w:val="24"/>
          <w:szCs w:val="24"/>
        </w:rPr>
        <w:t>ГОСТ 18142.1-85 Выпрямители полупроводниковые мощностью свыше 5 кВт. Общие технические условия</w:t>
      </w:r>
      <w:r w:rsidR="00404793" w:rsidRPr="00EF5C0D">
        <w:rPr>
          <w:sz w:val="24"/>
          <w:szCs w:val="24"/>
        </w:rPr>
        <w:t xml:space="preserve"> в части ЗПУ</w:t>
      </w:r>
      <w:r w:rsidRPr="00EF5C0D">
        <w:rPr>
          <w:sz w:val="24"/>
          <w:szCs w:val="24"/>
        </w:rPr>
        <w:t>;</w:t>
      </w:r>
    </w:p>
    <w:p w:rsidR="004620C3" w:rsidRPr="00EF5C0D" w:rsidRDefault="004620C3" w:rsidP="00EF5C0D">
      <w:pPr>
        <w:pStyle w:val="a5"/>
        <w:numPr>
          <w:ilvl w:val="0"/>
          <w:numId w:val="18"/>
        </w:numPr>
        <w:tabs>
          <w:tab w:val="left" w:pos="993"/>
        </w:tabs>
        <w:spacing w:line="259" w:lineRule="auto"/>
        <w:ind w:left="0" w:firstLine="709"/>
        <w:contextualSpacing w:val="0"/>
        <w:jc w:val="both"/>
        <w:rPr>
          <w:sz w:val="24"/>
          <w:szCs w:val="24"/>
        </w:rPr>
      </w:pPr>
      <w:r w:rsidRPr="00EF5C0D">
        <w:rPr>
          <w:sz w:val="24"/>
          <w:szCs w:val="24"/>
        </w:rPr>
        <w:lastRenderedPageBreak/>
        <w:t xml:space="preserve">ГОСТ Р 51321.1-2007 </w:t>
      </w:r>
      <w:r w:rsidR="00404793" w:rsidRPr="00EF5C0D">
        <w:rPr>
          <w:sz w:val="24"/>
          <w:szCs w:val="24"/>
        </w:rPr>
        <w:t>«</w:t>
      </w:r>
      <w:r w:rsidRPr="00EF5C0D">
        <w:rPr>
          <w:sz w:val="24"/>
          <w:szCs w:val="24"/>
        </w:rPr>
        <w:t>Устройства комплектные низковольтные распределения и управления. Часть 1. Устройства, испытанные полностью или частично. Общие требования и методы испытаний</w:t>
      </w:r>
      <w:r w:rsidR="00404793" w:rsidRPr="00EF5C0D">
        <w:rPr>
          <w:sz w:val="24"/>
          <w:szCs w:val="24"/>
        </w:rPr>
        <w:t>» в части распределительного шкафа</w:t>
      </w:r>
      <w:r w:rsidRPr="00EF5C0D">
        <w:rPr>
          <w:sz w:val="24"/>
          <w:szCs w:val="24"/>
        </w:rPr>
        <w:t>;</w:t>
      </w:r>
    </w:p>
    <w:p w:rsidR="00404793" w:rsidRPr="00EF5C0D" w:rsidRDefault="00404793" w:rsidP="00EF5C0D">
      <w:pPr>
        <w:pStyle w:val="a5"/>
        <w:numPr>
          <w:ilvl w:val="0"/>
          <w:numId w:val="18"/>
        </w:numPr>
        <w:tabs>
          <w:tab w:val="left" w:pos="993"/>
          <w:tab w:val="left" w:pos="1560"/>
        </w:tabs>
        <w:spacing w:line="259" w:lineRule="auto"/>
        <w:ind w:left="0" w:firstLine="709"/>
        <w:contextualSpacing w:val="0"/>
        <w:jc w:val="both"/>
        <w:rPr>
          <w:color w:val="000000"/>
          <w:sz w:val="24"/>
          <w:szCs w:val="24"/>
        </w:rPr>
      </w:pPr>
      <w:r w:rsidRPr="00EF5C0D">
        <w:rPr>
          <w:color w:val="000000"/>
          <w:sz w:val="24"/>
          <w:szCs w:val="24"/>
        </w:rPr>
        <w:t>ГОСТ Р МЭК 60896-2-99. Общие требования и методы испытаний (для необслуживаемых аккумуляторных батарей);</w:t>
      </w:r>
    </w:p>
    <w:p w:rsidR="00205F02" w:rsidRPr="00EF5C0D" w:rsidRDefault="00205F02" w:rsidP="00EF5C0D">
      <w:pPr>
        <w:pStyle w:val="a5"/>
        <w:numPr>
          <w:ilvl w:val="0"/>
          <w:numId w:val="18"/>
        </w:numPr>
        <w:tabs>
          <w:tab w:val="left" w:pos="993"/>
        </w:tabs>
        <w:spacing w:line="259" w:lineRule="auto"/>
        <w:ind w:left="0" w:firstLine="709"/>
        <w:contextualSpacing w:val="0"/>
        <w:jc w:val="both"/>
        <w:rPr>
          <w:b/>
          <w:sz w:val="24"/>
          <w:szCs w:val="24"/>
        </w:rPr>
      </w:pPr>
      <w:r w:rsidRPr="00EF5C0D">
        <w:rPr>
          <w:bCs/>
          <w:sz w:val="24"/>
          <w:szCs w:val="24"/>
        </w:rPr>
        <w:t>ГОСТ 16842-82 «Радиопомехи индустриальные. Методы испытаний источников индустриальных радиопомех»;</w:t>
      </w:r>
    </w:p>
    <w:p w:rsidR="00205F02" w:rsidRPr="00EF5C0D" w:rsidRDefault="00205F02" w:rsidP="00EF5C0D">
      <w:pPr>
        <w:pStyle w:val="a5"/>
        <w:numPr>
          <w:ilvl w:val="0"/>
          <w:numId w:val="18"/>
        </w:numPr>
        <w:tabs>
          <w:tab w:val="left" w:pos="993"/>
        </w:tabs>
        <w:spacing w:line="259" w:lineRule="auto"/>
        <w:ind w:left="0" w:firstLine="709"/>
        <w:contextualSpacing w:val="0"/>
        <w:jc w:val="both"/>
        <w:rPr>
          <w:sz w:val="24"/>
          <w:szCs w:val="24"/>
        </w:rPr>
      </w:pPr>
      <w:r w:rsidRPr="00EF5C0D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507E65" w:rsidRPr="00EF5C0D" w:rsidRDefault="00507E65" w:rsidP="00EF5C0D">
      <w:pPr>
        <w:pStyle w:val="a5"/>
        <w:numPr>
          <w:ilvl w:val="0"/>
          <w:numId w:val="18"/>
        </w:numPr>
        <w:tabs>
          <w:tab w:val="left" w:pos="993"/>
        </w:tabs>
        <w:spacing w:line="259" w:lineRule="auto"/>
        <w:ind w:left="0" w:firstLine="709"/>
        <w:contextualSpacing w:val="0"/>
        <w:jc w:val="both"/>
        <w:rPr>
          <w:sz w:val="24"/>
          <w:szCs w:val="24"/>
        </w:rPr>
      </w:pPr>
      <w:r w:rsidRPr="00EF5C0D">
        <w:rPr>
          <w:sz w:val="24"/>
          <w:szCs w:val="24"/>
        </w:rPr>
        <w:t>ГОСТ 12.2.007.0-75 «Изделия электротехнические. Общие требования безопасности».</w:t>
      </w:r>
    </w:p>
    <w:p w:rsidR="00205F02" w:rsidRPr="00EF5C0D" w:rsidRDefault="00205F02" w:rsidP="00EF5C0D">
      <w:pPr>
        <w:pStyle w:val="a5"/>
        <w:numPr>
          <w:ilvl w:val="0"/>
          <w:numId w:val="18"/>
        </w:numPr>
        <w:tabs>
          <w:tab w:val="left" w:pos="993"/>
        </w:tabs>
        <w:spacing w:line="259" w:lineRule="auto"/>
        <w:ind w:left="0" w:firstLine="709"/>
        <w:contextualSpacing w:val="0"/>
        <w:jc w:val="both"/>
        <w:rPr>
          <w:sz w:val="24"/>
          <w:szCs w:val="24"/>
        </w:rPr>
      </w:pPr>
      <w:r w:rsidRPr="00EF5C0D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</w:t>
      </w:r>
      <w:r w:rsidR="00EB16D4" w:rsidRPr="00EF5C0D">
        <w:rPr>
          <w:sz w:val="24"/>
          <w:szCs w:val="24"/>
        </w:rPr>
        <w:t>нешним воздействующим факторам».</w:t>
      </w:r>
    </w:p>
    <w:p w:rsidR="0057691A" w:rsidRPr="00EF5C0D" w:rsidRDefault="0057691A" w:rsidP="00EF5C0D">
      <w:pPr>
        <w:tabs>
          <w:tab w:val="left" w:pos="0"/>
          <w:tab w:val="left" w:pos="142"/>
          <w:tab w:val="left" w:pos="851"/>
        </w:tabs>
        <w:spacing w:line="259" w:lineRule="auto"/>
        <w:ind w:firstLine="709"/>
        <w:jc w:val="both"/>
        <w:rPr>
          <w:sz w:val="24"/>
          <w:szCs w:val="24"/>
        </w:rPr>
      </w:pPr>
      <w:r w:rsidRPr="00EF5C0D">
        <w:rPr>
          <w:sz w:val="24"/>
          <w:szCs w:val="24"/>
        </w:rPr>
        <w:t>4.4.Комплектность запасных частей, расходных материалов, принадлежностей.</w:t>
      </w:r>
    </w:p>
    <w:p w:rsidR="0057691A" w:rsidRPr="00EF5C0D" w:rsidRDefault="0057691A" w:rsidP="00EF5C0D">
      <w:pPr>
        <w:pStyle w:val="a5"/>
        <w:tabs>
          <w:tab w:val="left" w:pos="1560"/>
        </w:tabs>
        <w:spacing w:line="259" w:lineRule="auto"/>
        <w:ind w:left="0" w:firstLine="709"/>
        <w:contextualSpacing w:val="0"/>
        <w:jc w:val="both"/>
        <w:rPr>
          <w:sz w:val="24"/>
          <w:szCs w:val="24"/>
        </w:rPr>
      </w:pPr>
      <w:r w:rsidRPr="00EF5C0D">
        <w:rPr>
          <w:sz w:val="24"/>
          <w:szCs w:val="24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57691A" w:rsidRPr="00EF5C0D" w:rsidRDefault="0057691A" w:rsidP="00EF5C0D">
      <w:pPr>
        <w:tabs>
          <w:tab w:val="left" w:pos="0"/>
          <w:tab w:val="left" w:pos="851"/>
          <w:tab w:val="left" w:pos="1134"/>
        </w:tabs>
        <w:spacing w:line="259" w:lineRule="auto"/>
        <w:ind w:hanging="426"/>
        <w:jc w:val="both"/>
        <w:rPr>
          <w:sz w:val="24"/>
          <w:szCs w:val="24"/>
        </w:rPr>
      </w:pPr>
      <w:r w:rsidRPr="00EF5C0D">
        <w:rPr>
          <w:sz w:val="24"/>
          <w:szCs w:val="24"/>
        </w:rPr>
        <w:t>4.5.Упаковка, транспортирование, условия и сроки хранения.</w:t>
      </w:r>
    </w:p>
    <w:p w:rsidR="0057691A" w:rsidRPr="00EF5C0D" w:rsidRDefault="0057691A" w:rsidP="00EF5C0D">
      <w:pPr>
        <w:spacing w:line="259" w:lineRule="auto"/>
        <w:ind w:firstLine="709"/>
        <w:jc w:val="both"/>
        <w:rPr>
          <w:color w:val="000000"/>
          <w:sz w:val="24"/>
          <w:szCs w:val="24"/>
        </w:rPr>
      </w:pPr>
      <w:r w:rsidRPr="00EF5C0D">
        <w:rPr>
          <w:sz w:val="24"/>
          <w:szCs w:val="24"/>
        </w:rPr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</w:t>
      </w:r>
      <w:r w:rsidRPr="00EF5C0D">
        <w:rPr>
          <w:color w:val="000000"/>
          <w:sz w:val="24"/>
          <w:szCs w:val="24"/>
        </w:rPr>
        <w:t>687, ГОСТ 14192, ГОСТ 23216 и ГОСТ 15150-69</w:t>
      </w:r>
      <w:r w:rsidRPr="00EF5C0D">
        <w:rPr>
          <w:sz w:val="24"/>
          <w:szCs w:val="24"/>
        </w:rPr>
        <w:t xml:space="preserve"> или соответствующих </w:t>
      </w:r>
      <w:r w:rsidR="004620C3" w:rsidRPr="00EF5C0D">
        <w:rPr>
          <w:sz w:val="24"/>
          <w:szCs w:val="24"/>
        </w:rPr>
        <w:t xml:space="preserve">стандартов </w:t>
      </w:r>
      <w:r w:rsidRPr="00EF5C0D">
        <w:rPr>
          <w:sz w:val="24"/>
          <w:szCs w:val="24"/>
        </w:rPr>
        <w:t>МЭК. Порядок отгрузки, специальные требования к таре и упаковке должны быть определены в договоре на поставку оборудования.</w:t>
      </w:r>
    </w:p>
    <w:p w:rsidR="00EB16D4" w:rsidRPr="00EF5C0D" w:rsidRDefault="00EB16D4" w:rsidP="00EF5C0D">
      <w:pPr>
        <w:spacing w:line="259" w:lineRule="auto"/>
        <w:ind w:firstLine="709"/>
        <w:jc w:val="both"/>
        <w:rPr>
          <w:sz w:val="24"/>
          <w:szCs w:val="24"/>
        </w:rPr>
      </w:pPr>
      <w:r w:rsidRPr="00EF5C0D">
        <w:rPr>
          <w:sz w:val="24"/>
          <w:szCs w:val="24"/>
        </w:rPr>
        <w:t xml:space="preserve">4.6. Поставляемое оборудование должно быть новое (ранее не бывшее в эксплуатации) с датой выпуска не ранее </w:t>
      </w:r>
      <w:r w:rsidR="00A43B86" w:rsidRPr="00EF5C0D">
        <w:rPr>
          <w:sz w:val="24"/>
          <w:szCs w:val="24"/>
        </w:rPr>
        <w:t>2020 года</w:t>
      </w:r>
      <w:r w:rsidRPr="00EF5C0D">
        <w:rPr>
          <w:sz w:val="24"/>
          <w:szCs w:val="24"/>
        </w:rPr>
        <w:t>.</w:t>
      </w:r>
    </w:p>
    <w:p w:rsidR="00D9219F" w:rsidRPr="00EF5C0D" w:rsidRDefault="00D9219F" w:rsidP="00EF5C0D">
      <w:pPr>
        <w:spacing w:line="259" w:lineRule="auto"/>
        <w:ind w:firstLine="709"/>
        <w:jc w:val="both"/>
        <w:rPr>
          <w:sz w:val="24"/>
          <w:szCs w:val="24"/>
        </w:rPr>
      </w:pPr>
    </w:p>
    <w:p w:rsidR="00205F02" w:rsidRPr="00EF5C0D" w:rsidRDefault="00205F02" w:rsidP="00EF5C0D">
      <w:pPr>
        <w:numPr>
          <w:ilvl w:val="0"/>
          <w:numId w:val="1"/>
        </w:numPr>
        <w:tabs>
          <w:tab w:val="num" w:pos="1134"/>
        </w:tabs>
        <w:spacing w:line="259" w:lineRule="auto"/>
        <w:ind w:left="0" w:firstLine="709"/>
        <w:jc w:val="both"/>
        <w:rPr>
          <w:b/>
          <w:sz w:val="24"/>
          <w:szCs w:val="24"/>
        </w:rPr>
      </w:pPr>
      <w:r w:rsidRPr="00EF5C0D">
        <w:rPr>
          <w:b/>
          <w:sz w:val="24"/>
          <w:szCs w:val="24"/>
        </w:rPr>
        <w:t>Гарантийные обязательства</w:t>
      </w:r>
      <w:r w:rsidR="002E67F7" w:rsidRPr="00EF5C0D">
        <w:rPr>
          <w:b/>
          <w:sz w:val="24"/>
          <w:szCs w:val="24"/>
        </w:rPr>
        <w:t>.</w:t>
      </w:r>
    </w:p>
    <w:p w:rsidR="00B13D09" w:rsidRPr="00EF5C0D" w:rsidRDefault="0057691A" w:rsidP="00EF5C0D">
      <w:pPr>
        <w:pStyle w:val="a5"/>
        <w:tabs>
          <w:tab w:val="left" w:pos="709"/>
        </w:tabs>
        <w:spacing w:line="259" w:lineRule="auto"/>
        <w:ind w:left="0" w:firstLine="709"/>
        <w:contextualSpacing w:val="0"/>
        <w:jc w:val="both"/>
        <w:rPr>
          <w:sz w:val="24"/>
          <w:szCs w:val="24"/>
        </w:rPr>
      </w:pPr>
      <w:r w:rsidRPr="00EF5C0D">
        <w:rPr>
          <w:sz w:val="24"/>
          <w:szCs w:val="24"/>
        </w:rPr>
        <w:t xml:space="preserve">Гарантия на поставляемое оборудование должна распространяться не менее чем на 60 месяцев. Время начала исчисления гарантийного срока – с момента ввода оборудования в эксплуатацию. Поставщик должен за свой </w:t>
      </w:r>
      <w:r w:rsidR="008B6AE4" w:rsidRPr="00EF5C0D">
        <w:rPr>
          <w:sz w:val="24"/>
          <w:szCs w:val="24"/>
        </w:rPr>
        <w:t>счет и сроки</w:t>
      </w:r>
      <w:r w:rsidRPr="00EF5C0D">
        <w:rPr>
          <w:sz w:val="24"/>
          <w:szCs w:val="24"/>
        </w:rPr>
        <w:t xml:space="preserve">, согласованные с </w:t>
      </w:r>
      <w:r w:rsidR="0015414B" w:rsidRPr="00EF5C0D">
        <w:rPr>
          <w:sz w:val="24"/>
          <w:szCs w:val="24"/>
        </w:rPr>
        <w:t>Покупателем</w:t>
      </w:r>
      <w:r w:rsidRPr="00EF5C0D">
        <w:rPr>
          <w:sz w:val="24"/>
          <w:szCs w:val="24"/>
        </w:rPr>
        <w:t xml:space="preserve">, устранять любые дефекты в поставляемом оборудовании, материалах и выполняемых работах, выявленные в период гарантийного срока. 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321A5" w:rsidRPr="00EF5C0D">
        <w:rPr>
          <w:sz w:val="24"/>
          <w:szCs w:val="24"/>
        </w:rPr>
        <w:t>5</w:t>
      </w:r>
      <w:r w:rsidRPr="00EF5C0D">
        <w:rPr>
          <w:sz w:val="24"/>
          <w:szCs w:val="24"/>
        </w:rPr>
        <w:t xml:space="preserve"> </w:t>
      </w:r>
      <w:r w:rsidR="009D439F" w:rsidRPr="00EF5C0D">
        <w:rPr>
          <w:sz w:val="24"/>
          <w:szCs w:val="24"/>
        </w:rPr>
        <w:t xml:space="preserve">календарных </w:t>
      </w:r>
      <w:r w:rsidRPr="00EF5C0D">
        <w:rPr>
          <w:sz w:val="24"/>
          <w:szCs w:val="24"/>
        </w:rPr>
        <w:t xml:space="preserve">дней со дня получения письменного извещения </w:t>
      </w:r>
      <w:r w:rsidR="0015414B" w:rsidRPr="00EF5C0D">
        <w:rPr>
          <w:sz w:val="24"/>
          <w:szCs w:val="24"/>
        </w:rPr>
        <w:t>Покупателя</w:t>
      </w:r>
      <w:r w:rsidRPr="00EF5C0D">
        <w:rPr>
          <w:sz w:val="24"/>
          <w:szCs w:val="24"/>
        </w:rPr>
        <w:t>. Гарантийный срок в этом случае продлевается</w:t>
      </w:r>
      <w:r w:rsidR="009D439F" w:rsidRPr="00EF5C0D">
        <w:rPr>
          <w:sz w:val="24"/>
          <w:szCs w:val="24"/>
        </w:rPr>
        <w:t>,</w:t>
      </w:r>
      <w:r w:rsidRPr="00EF5C0D">
        <w:rPr>
          <w:sz w:val="24"/>
          <w:szCs w:val="24"/>
        </w:rPr>
        <w:t xml:space="preserve"> соответственно</w:t>
      </w:r>
      <w:r w:rsidR="009D439F" w:rsidRPr="00EF5C0D">
        <w:rPr>
          <w:sz w:val="24"/>
          <w:szCs w:val="24"/>
        </w:rPr>
        <w:t>,</w:t>
      </w:r>
      <w:r w:rsidRPr="00EF5C0D">
        <w:rPr>
          <w:sz w:val="24"/>
          <w:szCs w:val="24"/>
        </w:rPr>
        <w:t xml:space="preserve"> на период устранения дефектов. </w:t>
      </w:r>
    </w:p>
    <w:p w:rsidR="0057691A" w:rsidRPr="00EF5C0D" w:rsidRDefault="0057691A" w:rsidP="00EF5C0D">
      <w:pPr>
        <w:pStyle w:val="a5"/>
        <w:tabs>
          <w:tab w:val="left" w:pos="709"/>
        </w:tabs>
        <w:spacing w:line="259" w:lineRule="auto"/>
        <w:ind w:left="0" w:firstLine="709"/>
        <w:contextualSpacing w:val="0"/>
        <w:jc w:val="both"/>
        <w:rPr>
          <w:sz w:val="24"/>
          <w:szCs w:val="24"/>
        </w:rPr>
      </w:pPr>
      <w:r w:rsidRPr="00EF5C0D">
        <w:rPr>
          <w:sz w:val="24"/>
          <w:szCs w:val="24"/>
        </w:rPr>
        <w:t xml:space="preserve">Поставщик </w:t>
      </w:r>
      <w:r w:rsidR="00B13D09" w:rsidRPr="00EF5C0D">
        <w:rPr>
          <w:sz w:val="24"/>
          <w:szCs w:val="24"/>
        </w:rPr>
        <w:t>может</w:t>
      </w:r>
      <w:r w:rsidRPr="00EF5C0D">
        <w:rPr>
          <w:sz w:val="24"/>
          <w:szCs w:val="24"/>
        </w:rPr>
        <w:t xml:space="preserve"> осуществлять послегарантийное обслуживание в течение 10 лет на заранее оговоренных </w:t>
      </w:r>
      <w:r w:rsidR="009D439F" w:rsidRPr="00EF5C0D">
        <w:rPr>
          <w:sz w:val="24"/>
          <w:szCs w:val="24"/>
        </w:rPr>
        <w:t xml:space="preserve">возмездных </w:t>
      </w:r>
      <w:r w:rsidRPr="00EF5C0D">
        <w:rPr>
          <w:sz w:val="24"/>
          <w:szCs w:val="24"/>
        </w:rPr>
        <w:t>условиях.</w:t>
      </w:r>
    </w:p>
    <w:p w:rsidR="00D9219F" w:rsidRPr="00EF5C0D" w:rsidRDefault="00D9219F" w:rsidP="00EF5C0D">
      <w:pPr>
        <w:pStyle w:val="a5"/>
        <w:tabs>
          <w:tab w:val="left" w:pos="709"/>
        </w:tabs>
        <w:spacing w:line="259" w:lineRule="auto"/>
        <w:ind w:left="0" w:firstLine="709"/>
        <w:contextualSpacing w:val="0"/>
        <w:jc w:val="both"/>
        <w:rPr>
          <w:sz w:val="24"/>
          <w:szCs w:val="24"/>
        </w:rPr>
      </w:pPr>
    </w:p>
    <w:p w:rsidR="00205F02" w:rsidRPr="00EF5C0D" w:rsidRDefault="00205F02" w:rsidP="00EF5C0D">
      <w:pPr>
        <w:numPr>
          <w:ilvl w:val="0"/>
          <w:numId w:val="1"/>
        </w:numPr>
        <w:tabs>
          <w:tab w:val="clear" w:pos="1947"/>
          <w:tab w:val="num" w:pos="1134"/>
        </w:tabs>
        <w:spacing w:line="259" w:lineRule="auto"/>
        <w:ind w:left="0" w:firstLine="709"/>
        <w:jc w:val="both"/>
        <w:rPr>
          <w:b/>
          <w:sz w:val="24"/>
          <w:szCs w:val="24"/>
        </w:rPr>
      </w:pPr>
      <w:r w:rsidRPr="00EF5C0D">
        <w:rPr>
          <w:b/>
          <w:sz w:val="24"/>
          <w:szCs w:val="24"/>
        </w:rPr>
        <w:t>Требования к надежности и живучести оборудования</w:t>
      </w:r>
      <w:r w:rsidR="002E67F7" w:rsidRPr="00EF5C0D">
        <w:rPr>
          <w:b/>
          <w:sz w:val="24"/>
          <w:szCs w:val="24"/>
        </w:rPr>
        <w:t>.</w:t>
      </w:r>
    </w:p>
    <w:p w:rsidR="00205F02" w:rsidRPr="00EF5C0D" w:rsidRDefault="00205F02" w:rsidP="00EF5C0D">
      <w:pPr>
        <w:pStyle w:val="a5"/>
        <w:spacing w:line="259" w:lineRule="auto"/>
        <w:ind w:left="0" w:firstLine="709"/>
        <w:contextualSpacing w:val="0"/>
        <w:jc w:val="both"/>
        <w:rPr>
          <w:sz w:val="24"/>
          <w:szCs w:val="24"/>
        </w:rPr>
      </w:pPr>
      <w:r w:rsidRPr="00EF5C0D">
        <w:rPr>
          <w:sz w:val="24"/>
          <w:szCs w:val="24"/>
        </w:rPr>
        <w:t xml:space="preserve"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0321A5" w:rsidRPr="00EF5C0D">
        <w:rPr>
          <w:sz w:val="24"/>
          <w:szCs w:val="24"/>
        </w:rPr>
        <w:t>15</w:t>
      </w:r>
      <w:r w:rsidRPr="00EF5C0D">
        <w:rPr>
          <w:sz w:val="24"/>
          <w:szCs w:val="24"/>
        </w:rPr>
        <w:t xml:space="preserve"> лет.</w:t>
      </w:r>
    </w:p>
    <w:p w:rsidR="00D9219F" w:rsidRPr="00EF5C0D" w:rsidRDefault="00D9219F" w:rsidP="00EF5C0D">
      <w:pPr>
        <w:pStyle w:val="a5"/>
        <w:spacing w:line="259" w:lineRule="auto"/>
        <w:ind w:left="0" w:firstLine="709"/>
        <w:contextualSpacing w:val="0"/>
        <w:jc w:val="both"/>
        <w:rPr>
          <w:sz w:val="24"/>
          <w:szCs w:val="24"/>
        </w:rPr>
      </w:pPr>
    </w:p>
    <w:p w:rsidR="00777438" w:rsidRPr="00EF5C0D" w:rsidRDefault="00777438" w:rsidP="00EF5C0D">
      <w:pPr>
        <w:pStyle w:val="a5"/>
        <w:numPr>
          <w:ilvl w:val="0"/>
          <w:numId w:val="19"/>
        </w:numPr>
        <w:tabs>
          <w:tab w:val="left" w:pos="1134"/>
        </w:tabs>
        <w:spacing w:line="259" w:lineRule="auto"/>
        <w:ind w:left="0" w:firstLine="709"/>
        <w:contextualSpacing w:val="0"/>
        <w:jc w:val="both"/>
        <w:rPr>
          <w:b/>
          <w:bCs/>
          <w:sz w:val="24"/>
          <w:szCs w:val="24"/>
        </w:rPr>
      </w:pPr>
      <w:r w:rsidRPr="00EF5C0D">
        <w:rPr>
          <w:b/>
          <w:bCs/>
          <w:sz w:val="24"/>
          <w:szCs w:val="24"/>
        </w:rPr>
        <w:t xml:space="preserve">Состав технической и </w:t>
      </w:r>
      <w:r w:rsidR="008B6AE4" w:rsidRPr="00EF5C0D">
        <w:rPr>
          <w:b/>
          <w:bCs/>
          <w:sz w:val="24"/>
          <w:szCs w:val="24"/>
        </w:rPr>
        <w:t>эксплуатационной документации</w:t>
      </w:r>
      <w:r w:rsidRPr="00EF5C0D">
        <w:rPr>
          <w:b/>
          <w:bCs/>
          <w:sz w:val="24"/>
          <w:szCs w:val="24"/>
        </w:rPr>
        <w:t>.</w:t>
      </w:r>
    </w:p>
    <w:p w:rsidR="00777438" w:rsidRPr="00EF5C0D" w:rsidRDefault="00777438" w:rsidP="00EF5C0D">
      <w:pPr>
        <w:pStyle w:val="a5"/>
        <w:tabs>
          <w:tab w:val="left" w:pos="1560"/>
        </w:tabs>
        <w:spacing w:line="259" w:lineRule="auto"/>
        <w:ind w:left="0" w:firstLine="709"/>
        <w:contextualSpacing w:val="0"/>
        <w:jc w:val="both"/>
        <w:rPr>
          <w:sz w:val="24"/>
          <w:szCs w:val="24"/>
        </w:rPr>
      </w:pPr>
      <w:r w:rsidRPr="00EF5C0D">
        <w:rPr>
          <w:sz w:val="24"/>
          <w:szCs w:val="24"/>
        </w:rPr>
        <w:t xml:space="preserve">По всем видам оборудования Поставщик должен предоставить полный комплект технической и </w:t>
      </w:r>
      <w:r w:rsidR="008B6AE4" w:rsidRPr="00EF5C0D">
        <w:rPr>
          <w:sz w:val="24"/>
          <w:szCs w:val="24"/>
        </w:rPr>
        <w:t>эксплуатационной документации</w:t>
      </w:r>
      <w:r w:rsidRPr="00EF5C0D">
        <w:rPr>
          <w:sz w:val="24"/>
          <w:szCs w:val="24"/>
        </w:rPr>
        <w:t xml:space="preserve"> на русском языке, подготовленной в соответствии с ГОСТ 27300-87, ГОСТ 2.601 по монтажу, наладке, пуску, сдаче в эксплуатацию, </w:t>
      </w:r>
      <w:r w:rsidRPr="00EF5C0D">
        <w:rPr>
          <w:sz w:val="24"/>
          <w:szCs w:val="24"/>
        </w:rPr>
        <w:lastRenderedPageBreak/>
        <w:t xml:space="preserve">обеспечению правильной и безопасной эксплуатации, технического обслуживания поставляемого оборудования. </w:t>
      </w:r>
    </w:p>
    <w:p w:rsidR="00777438" w:rsidRPr="00EF5C0D" w:rsidRDefault="00777438" w:rsidP="00EF5C0D">
      <w:pPr>
        <w:pStyle w:val="a5"/>
        <w:tabs>
          <w:tab w:val="left" w:pos="1560"/>
        </w:tabs>
        <w:spacing w:line="259" w:lineRule="auto"/>
        <w:ind w:left="0" w:firstLine="709"/>
        <w:contextualSpacing w:val="0"/>
        <w:jc w:val="both"/>
        <w:rPr>
          <w:sz w:val="24"/>
          <w:szCs w:val="24"/>
        </w:rPr>
      </w:pPr>
      <w:r w:rsidRPr="00EF5C0D">
        <w:rPr>
          <w:sz w:val="24"/>
          <w:szCs w:val="24"/>
        </w:rPr>
        <w:t xml:space="preserve">Предоставляемая Поставщиком техническая и эксплуатационная документация для каждого комплекта </w:t>
      </w:r>
      <w:r w:rsidR="004620C3" w:rsidRPr="00EF5C0D">
        <w:rPr>
          <w:sz w:val="24"/>
          <w:szCs w:val="24"/>
        </w:rPr>
        <w:t>оборудования должна включать</w:t>
      </w:r>
      <w:r w:rsidRPr="00EF5C0D">
        <w:rPr>
          <w:sz w:val="24"/>
          <w:szCs w:val="24"/>
        </w:rPr>
        <w:t>:</w:t>
      </w:r>
    </w:p>
    <w:p w:rsidR="00777438" w:rsidRPr="00EF5C0D" w:rsidRDefault="00777438" w:rsidP="00EF5C0D">
      <w:pPr>
        <w:pStyle w:val="a5"/>
        <w:numPr>
          <w:ilvl w:val="0"/>
          <w:numId w:val="20"/>
        </w:numPr>
        <w:tabs>
          <w:tab w:val="left" w:pos="993"/>
        </w:tabs>
        <w:spacing w:line="259" w:lineRule="auto"/>
        <w:ind w:left="0" w:firstLine="0"/>
        <w:contextualSpacing w:val="0"/>
        <w:jc w:val="both"/>
        <w:rPr>
          <w:sz w:val="24"/>
          <w:szCs w:val="24"/>
        </w:rPr>
      </w:pPr>
      <w:r w:rsidRPr="00EF5C0D">
        <w:rPr>
          <w:sz w:val="24"/>
          <w:szCs w:val="24"/>
        </w:rPr>
        <w:t>паспорт;</w:t>
      </w:r>
    </w:p>
    <w:p w:rsidR="00777438" w:rsidRPr="00EF5C0D" w:rsidRDefault="00777438" w:rsidP="00EF5C0D">
      <w:pPr>
        <w:pStyle w:val="a5"/>
        <w:numPr>
          <w:ilvl w:val="0"/>
          <w:numId w:val="20"/>
        </w:numPr>
        <w:tabs>
          <w:tab w:val="left" w:pos="993"/>
        </w:tabs>
        <w:spacing w:line="259" w:lineRule="auto"/>
        <w:ind w:left="0" w:firstLine="0"/>
        <w:contextualSpacing w:val="0"/>
        <w:jc w:val="both"/>
        <w:rPr>
          <w:sz w:val="24"/>
          <w:szCs w:val="24"/>
        </w:rPr>
      </w:pPr>
      <w:r w:rsidRPr="00EF5C0D">
        <w:rPr>
          <w:sz w:val="24"/>
          <w:szCs w:val="24"/>
        </w:rPr>
        <w:t>комплект электрических схем;</w:t>
      </w:r>
    </w:p>
    <w:p w:rsidR="00777438" w:rsidRPr="00EF5C0D" w:rsidRDefault="00777438" w:rsidP="00EF5C0D">
      <w:pPr>
        <w:pStyle w:val="a5"/>
        <w:numPr>
          <w:ilvl w:val="0"/>
          <w:numId w:val="20"/>
        </w:numPr>
        <w:tabs>
          <w:tab w:val="left" w:pos="993"/>
        </w:tabs>
        <w:spacing w:line="259" w:lineRule="auto"/>
        <w:ind w:left="0" w:firstLine="0"/>
        <w:contextualSpacing w:val="0"/>
        <w:jc w:val="both"/>
        <w:rPr>
          <w:sz w:val="24"/>
          <w:szCs w:val="24"/>
        </w:rPr>
      </w:pPr>
      <w:r w:rsidRPr="00EF5C0D">
        <w:rPr>
          <w:sz w:val="24"/>
          <w:szCs w:val="24"/>
        </w:rPr>
        <w:t>р</w:t>
      </w:r>
      <w:r w:rsidR="00B712B2" w:rsidRPr="00EF5C0D">
        <w:rPr>
          <w:sz w:val="24"/>
          <w:szCs w:val="24"/>
        </w:rPr>
        <w:t>уководство по эксплуатации.</w:t>
      </w:r>
    </w:p>
    <w:p w:rsidR="00D9219F" w:rsidRPr="00EF5C0D" w:rsidRDefault="00D9219F" w:rsidP="00EF5C0D">
      <w:pPr>
        <w:pStyle w:val="a5"/>
        <w:tabs>
          <w:tab w:val="left" w:pos="993"/>
        </w:tabs>
        <w:spacing w:line="259" w:lineRule="auto"/>
        <w:ind w:left="0"/>
        <w:contextualSpacing w:val="0"/>
        <w:jc w:val="both"/>
        <w:rPr>
          <w:sz w:val="24"/>
          <w:szCs w:val="24"/>
        </w:rPr>
      </w:pPr>
    </w:p>
    <w:p w:rsidR="00205F02" w:rsidRPr="00EF5C0D" w:rsidRDefault="00205F02" w:rsidP="00EF5C0D">
      <w:pPr>
        <w:numPr>
          <w:ilvl w:val="0"/>
          <w:numId w:val="21"/>
        </w:numPr>
        <w:tabs>
          <w:tab w:val="clear" w:pos="1947"/>
          <w:tab w:val="num" w:pos="1134"/>
        </w:tabs>
        <w:spacing w:line="259" w:lineRule="auto"/>
        <w:ind w:left="0" w:firstLine="709"/>
        <w:jc w:val="both"/>
        <w:rPr>
          <w:b/>
          <w:sz w:val="24"/>
          <w:szCs w:val="24"/>
        </w:rPr>
      </w:pPr>
      <w:r w:rsidRPr="00EF5C0D">
        <w:rPr>
          <w:b/>
          <w:sz w:val="24"/>
          <w:szCs w:val="24"/>
        </w:rPr>
        <w:t xml:space="preserve"> Сроки и очередность поставки оборудования</w:t>
      </w:r>
      <w:r w:rsidR="009E285D" w:rsidRPr="00EF5C0D">
        <w:rPr>
          <w:b/>
          <w:sz w:val="24"/>
          <w:szCs w:val="24"/>
        </w:rPr>
        <w:t>.</w:t>
      </w:r>
    </w:p>
    <w:p w:rsidR="002E67F7" w:rsidRPr="00EF5C0D" w:rsidRDefault="000C61AF" w:rsidP="00EF5C0D">
      <w:pPr>
        <w:spacing w:line="259" w:lineRule="auto"/>
        <w:ind w:firstLine="709"/>
        <w:jc w:val="both"/>
        <w:rPr>
          <w:sz w:val="24"/>
          <w:szCs w:val="24"/>
        </w:rPr>
      </w:pPr>
      <w:r w:rsidRPr="002D100A">
        <w:rPr>
          <w:sz w:val="24"/>
          <w:szCs w:val="24"/>
        </w:rPr>
        <w:t xml:space="preserve">Поставка </w:t>
      </w:r>
      <w:r w:rsidRPr="00EF5C0D">
        <w:rPr>
          <w:sz w:val="24"/>
          <w:szCs w:val="24"/>
        </w:rPr>
        <w:t>устройств автоматического управления оперативным током</w:t>
      </w:r>
      <w:r w:rsidRPr="002D100A">
        <w:rPr>
          <w:sz w:val="24"/>
          <w:szCs w:val="24"/>
        </w:rPr>
        <w:t xml:space="preserve">, входящих в предмет Договора, должна быть выполнена в течение </w:t>
      </w:r>
      <w:r w:rsidR="009B2F55">
        <w:rPr>
          <w:sz w:val="24"/>
          <w:szCs w:val="24"/>
        </w:rPr>
        <w:t>60</w:t>
      </w:r>
      <w:bookmarkStart w:id="0" w:name="_GoBack"/>
      <w:bookmarkEnd w:id="0"/>
      <w:r w:rsidRPr="002D100A">
        <w:rPr>
          <w:sz w:val="24"/>
          <w:szCs w:val="24"/>
        </w:rPr>
        <w:t xml:space="preserve"> календарных дней с момента заключения договора. Изменение сроков поставки </w:t>
      </w:r>
      <w:r w:rsidRPr="00EF5C0D">
        <w:rPr>
          <w:sz w:val="24"/>
          <w:szCs w:val="24"/>
        </w:rPr>
        <w:t>устройств автоматического управления оперативным током</w:t>
      </w:r>
      <w:r w:rsidRPr="002D100A">
        <w:rPr>
          <w:sz w:val="24"/>
          <w:szCs w:val="24"/>
        </w:rPr>
        <w:t xml:space="preserve"> возможно по решению ЦКК ПАО «МРСК Центра». Изменение сроков поставки по договору оформляется в соответствии условиями договора поставки и действующим законодательством.</w:t>
      </w:r>
    </w:p>
    <w:p w:rsidR="00D9219F" w:rsidRPr="00EF5C0D" w:rsidRDefault="00D9219F" w:rsidP="00EF5C0D">
      <w:pPr>
        <w:spacing w:line="259" w:lineRule="auto"/>
        <w:ind w:firstLine="709"/>
        <w:jc w:val="both"/>
        <w:rPr>
          <w:sz w:val="24"/>
          <w:szCs w:val="24"/>
        </w:rPr>
      </w:pPr>
    </w:p>
    <w:p w:rsidR="00205F02" w:rsidRPr="00EF5C0D" w:rsidRDefault="00E5373C" w:rsidP="00EF5C0D">
      <w:pPr>
        <w:numPr>
          <w:ilvl w:val="0"/>
          <w:numId w:val="21"/>
        </w:numPr>
        <w:tabs>
          <w:tab w:val="clear" w:pos="1947"/>
          <w:tab w:val="num" w:pos="1134"/>
        </w:tabs>
        <w:spacing w:line="259" w:lineRule="auto"/>
        <w:ind w:left="0" w:firstLine="709"/>
        <w:jc w:val="both"/>
        <w:rPr>
          <w:b/>
          <w:sz w:val="24"/>
          <w:szCs w:val="24"/>
        </w:rPr>
      </w:pPr>
      <w:r w:rsidRPr="00EF5C0D">
        <w:rPr>
          <w:b/>
          <w:sz w:val="24"/>
          <w:szCs w:val="24"/>
        </w:rPr>
        <w:t>Требования к П</w:t>
      </w:r>
      <w:r w:rsidR="00205F02" w:rsidRPr="00EF5C0D">
        <w:rPr>
          <w:b/>
          <w:sz w:val="24"/>
          <w:szCs w:val="24"/>
        </w:rPr>
        <w:t>оставщику</w:t>
      </w:r>
      <w:r w:rsidR="009E285D" w:rsidRPr="00EF5C0D">
        <w:rPr>
          <w:b/>
          <w:sz w:val="24"/>
          <w:szCs w:val="24"/>
        </w:rPr>
        <w:t>.</w:t>
      </w:r>
    </w:p>
    <w:p w:rsidR="00205F02" w:rsidRPr="00EF5C0D" w:rsidRDefault="00205F02" w:rsidP="00EF5C0D">
      <w:pPr>
        <w:spacing w:line="259" w:lineRule="auto"/>
        <w:ind w:firstLine="700"/>
        <w:jc w:val="both"/>
        <w:rPr>
          <w:sz w:val="24"/>
          <w:szCs w:val="24"/>
        </w:rPr>
      </w:pPr>
      <w:r w:rsidRPr="00EF5C0D">
        <w:rPr>
          <w:sz w:val="24"/>
          <w:szCs w:val="24"/>
        </w:rPr>
        <w:t xml:space="preserve">Наличие документов, подтверждающих возможность осуществления поставок указанного оборудования (в соответствии с требованиями </w:t>
      </w:r>
      <w:r w:rsidR="00526337">
        <w:rPr>
          <w:sz w:val="24"/>
          <w:szCs w:val="24"/>
        </w:rPr>
        <w:t>закупочной</w:t>
      </w:r>
      <w:r w:rsidRPr="00EF5C0D">
        <w:rPr>
          <w:sz w:val="24"/>
          <w:szCs w:val="24"/>
        </w:rPr>
        <w:t xml:space="preserve"> документации)</w:t>
      </w:r>
      <w:r w:rsidR="00777438" w:rsidRPr="00EF5C0D">
        <w:rPr>
          <w:sz w:val="24"/>
          <w:szCs w:val="24"/>
        </w:rPr>
        <w:t>.</w:t>
      </w:r>
    </w:p>
    <w:p w:rsidR="00D9219F" w:rsidRPr="00EF5C0D" w:rsidRDefault="00D9219F" w:rsidP="00EF5C0D">
      <w:pPr>
        <w:spacing w:line="259" w:lineRule="auto"/>
        <w:ind w:firstLine="700"/>
        <w:jc w:val="both"/>
        <w:rPr>
          <w:sz w:val="24"/>
          <w:szCs w:val="24"/>
        </w:rPr>
      </w:pPr>
    </w:p>
    <w:p w:rsidR="00205F02" w:rsidRPr="00EF5C0D" w:rsidRDefault="00205F02" w:rsidP="00EF5C0D">
      <w:pPr>
        <w:numPr>
          <w:ilvl w:val="0"/>
          <w:numId w:val="21"/>
        </w:numPr>
        <w:tabs>
          <w:tab w:val="clear" w:pos="1947"/>
          <w:tab w:val="num" w:pos="1134"/>
        </w:tabs>
        <w:spacing w:line="259" w:lineRule="auto"/>
        <w:ind w:left="0" w:firstLine="700"/>
        <w:jc w:val="both"/>
        <w:rPr>
          <w:b/>
          <w:sz w:val="24"/>
          <w:szCs w:val="24"/>
        </w:rPr>
      </w:pPr>
      <w:r w:rsidRPr="00EF5C0D">
        <w:rPr>
          <w:b/>
          <w:sz w:val="24"/>
          <w:szCs w:val="24"/>
        </w:rPr>
        <w:t>Правила приемки оборудования.</w:t>
      </w:r>
    </w:p>
    <w:p w:rsidR="00205F02" w:rsidRPr="00EF5C0D" w:rsidRDefault="00205F02" w:rsidP="00EF5C0D">
      <w:pPr>
        <w:pStyle w:val="BodyText21"/>
        <w:spacing w:line="259" w:lineRule="auto"/>
        <w:ind w:firstLine="700"/>
        <w:rPr>
          <w:szCs w:val="24"/>
        </w:rPr>
      </w:pPr>
      <w:r w:rsidRPr="00EF5C0D">
        <w:rPr>
          <w:szCs w:val="24"/>
        </w:rPr>
        <w:t>Все поставляемое оборудование проходит входной контроль, осуществляемый представителями филиал</w:t>
      </w:r>
      <w:r w:rsidR="007B55AD" w:rsidRPr="00EF5C0D">
        <w:rPr>
          <w:szCs w:val="24"/>
        </w:rPr>
        <w:t>ов</w:t>
      </w:r>
      <w:r w:rsidRPr="00EF5C0D">
        <w:rPr>
          <w:szCs w:val="24"/>
        </w:rPr>
        <w:t xml:space="preserve"> </w:t>
      </w:r>
      <w:r w:rsidR="00892F31" w:rsidRPr="00EF5C0D">
        <w:rPr>
          <w:szCs w:val="24"/>
        </w:rPr>
        <w:t>П</w:t>
      </w:r>
      <w:r w:rsidRPr="00EF5C0D">
        <w:rPr>
          <w:szCs w:val="24"/>
        </w:rPr>
        <w:t>АО «МРСК Центра» и ответственными представителями Поставщика при получении оборудования на склад.</w:t>
      </w:r>
    </w:p>
    <w:p w:rsidR="00205F02" w:rsidRPr="00EF5C0D" w:rsidRDefault="00205F02" w:rsidP="00EF5C0D">
      <w:pPr>
        <w:spacing w:line="259" w:lineRule="auto"/>
        <w:ind w:firstLine="700"/>
        <w:jc w:val="both"/>
        <w:rPr>
          <w:sz w:val="24"/>
          <w:szCs w:val="24"/>
        </w:rPr>
      </w:pPr>
      <w:r w:rsidRPr="00EF5C0D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D9219F" w:rsidRPr="00EF5C0D" w:rsidRDefault="00D9219F" w:rsidP="00EF5C0D">
      <w:pPr>
        <w:spacing w:line="259" w:lineRule="auto"/>
        <w:ind w:firstLine="700"/>
        <w:jc w:val="both"/>
        <w:rPr>
          <w:sz w:val="24"/>
          <w:szCs w:val="24"/>
        </w:rPr>
      </w:pPr>
    </w:p>
    <w:p w:rsidR="000742FA" w:rsidRPr="00EF5C0D" w:rsidRDefault="000742FA" w:rsidP="00EF5C0D">
      <w:pPr>
        <w:numPr>
          <w:ilvl w:val="0"/>
          <w:numId w:val="21"/>
        </w:numPr>
        <w:tabs>
          <w:tab w:val="clear" w:pos="1947"/>
          <w:tab w:val="num" w:pos="1134"/>
        </w:tabs>
        <w:spacing w:line="259" w:lineRule="auto"/>
        <w:ind w:left="0" w:firstLine="700"/>
        <w:jc w:val="both"/>
        <w:rPr>
          <w:b/>
          <w:sz w:val="24"/>
          <w:szCs w:val="24"/>
        </w:rPr>
      </w:pPr>
      <w:r w:rsidRPr="00EF5C0D">
        <w:rPr>
          <w:b/>
          <w:sz w:val="24"/>
          <w:szCs w:val="24"/>
        </w:rPr>
        <w:t xml:space="preserve">Стоимость продукции. </w:t>
      </w:r>
    </w:p>
    <w:p w:rsidR="00205F02" w:rsidRPr="00EF5C0D" w:rsidRDefault="001D2427" w:rsidP="00EF5C0D">
      <w:pPr>
        <w:pStyle w:val="a5"/>
        <w:spacing w:line="259" w:lineRule="auto"/>
        <w:ind w:left="0" w:firstLine="700"/>
        <w:contextualSpacing w:val="0"/>
        <w:jc w:val="both"/>
        <w:rPr>
          <w:sz w:val="24"/>
          <w:szCs w:val="24"/>
        </w:rPr>
      </w:pPr>
      <w:r w:rsidRPr="00EF5C0D">
        <w:rPr>
          <w:sz w:val="24"/>
          <w:szCs w:val="24"/>
        </w:rPr>
        <w:t xml:space="preserve">В стоимость оборудования </w:t>
      </w:r>
      <w:r w:rsidR="00777438" w:rsidRPr="00EF5C0D">
        <w:rPr>
          <w:sz w:val="24"/>
          <w:szCs w:val="24"/>
        </w:rPr>
        <w:t xml:space="preserve">должны быть </w:t>
      </w:r>
      <w:r w:rsidRPr="00EF5C0D">
        <w:rPr>
          <w:sz w:val="24"/>
          <w:szCs w:val="24"/>
        </w:rPr>
        <w:t xml:space="preserve">включены </w:t>
      </w:r>
      <w:r w:rsidR="00BC029A" w:rsidRPr="00EF5C0D">
        <w:rPr>
          <w:sz w:val="24"/>
          <w:szCs w:val="24"/>
        </w:rPr>
        <w:t xml:space="preserve">доставка до склада Покупателя, </w:t>
      </w:r>
      <w:r w:rsidR="00A43B86" w:rsidRPr="00EF5C0D">
        <w:rPr>
          <w:sz w:val="24"/>
          <w:szCs w:val="24"/>
        </w:rPr>
        <w:t>шефмонтаж</w:t>
      </w:r>
      <w:r w:rsidRPr="00EF5C0D">
        <w:rPr>
          <w:sz w:val="24"/>
          <w:szCs w:val="24"/>
        </w:rPr>
        <w:t>, шеф-наладка</w:t>
      </w:r>
      <w:r w:rsidR="00BC029A" w:rsidRPr="00EF5C0D">
        <w:rPr>
          <w:sz w:val="24"/>
          <w:szCs w:val="24"/>
        </w:rPr>
        <w:t>.</w:t>
      </w:r>
    </w:p>
    <w:p w:rsidR="00A43B86" w:rsidRPr="00EF5C0D" w:rsidRDefault="00A43B86" w:rsidP="00EF5C0D">
      <w:pPr>
        <w:pStyle w:val="a5"/>
        <w:spacing w:line="259" w:lineRule="auto"/>
        <w:ind w:left="0" w:firstLine="700"/>
        <w:contextualSpacing w:val="0"/>
        <w:jc w:val="both"/>
        <w:rPr>
          <w:sz w:val="24"/>
          <w:szCs w:val="24"/>
        </w:rPr>
      </w:pPr>
    </w:p>
    <w:p w:rsidR="00A43B86" w:rsidRPr="00EF5C0D" w:rsidRDefault="00A43B86" w:rsidP="00EF5C0D">
      <w:pPr>
        <w:pStyle w:val="a5"/>
        <w:spacing w:line="259" w:lineRule="auto"/>
        <w:ind w:left="0" w:firstLine="700"/>
        <w:contextualSpacing w:val="0"/>
        <w:jc w:val="both"/>
        <w:rPr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7"/>
        <w:gridCol w:w="1918"/>
        <w:gridCol w:w="3316"/>
      </w:tblGrid>
      <w:tr w:rsidR="00A43B86" w:rsidRPr="00EF5C0D" w:rsidTr="00A43B86">
        <w:tc>
          <w:tcPr>
            <w:tcW w:w="4786" w:type="dxa"/>
          </w:tcPr>
          <w:p w:rsidR="00A43B86" w:rsidRPr="00EF5C0D" w:rsidRDefault="00A43B86" w:rsidP="00EF5C0D">
            <w:pPr>
              <w:spacing w:line="259" w:lineRule="auto"/>
              <w:jc w:val="both"/>
              <w:rPr>
                <w:sz w:val="24"/>
                <w:szCs w:val="24"/>
              </w:rPr>
            </w:pPr>
            <w:r w:rsidRPr="00EF5C0D">
              <w:rPr>
                <w:b/>
                <w:sz w:val="24"/>
                <w:szCs w:val="24"/>
              </w:rPr>
              <w:t>Начальник службы релейной защиты,</w:t>
            </w:r>
            <w:r w:rsidR="0009150F" w:rsidRPr="00EF5C0D">
              <w:rPr>
                <w:b/>
                <w:sz w:val="24"/>
                <w:szCs w:val="24"/>
              </w:rPr>
              <w:t xml:space="preserve"> </w:t>
            </w:r>
            <w:r w:rsidRPr="00EF5C0D">
              <w:rPr>
                <w:b/>
                <w:sz w:val="24"/>
                <w:szCs w:val="24"/>
              </w:rPr>
              <w:t>автоматики, измерений и метрологии</w:t>
            </w:r>
          </w:p>
        </w:tc>
        <w:tc>
          <w:tcPr>
            <w:tcW w:w="1972" w:type="dxa"/>
          </w:tcPr>
          <w:p w:rsidR="00A43B86" w:rsidRPr="00EF5C0D" w:rsidRDefault="00A43B86" w:rsidP="00EF5C0D">
            <w:pPr>
              <w:pStyle w:val="a5"/>
              <w:spacing w:line="259" w:lineRule="auto"/>
              <w:ind w:left="0"/>
              <w:contextualSpacing w:val="0"/>
              <w:jc w:val="both"/>
              <w:rPr>
                <w:sz w:val="24"/>
                <w:szCs w:val="24"/>
              </w:rPr>
            </w:pPr>
          </w:p>
        </w:tc>
        <w:tc>
          <w:tcPr>
            <w:tcW w:w="3379" w:type="dxa"/>
            <w:vAlign w:val="center"/>
          </w:tcPr>
          <w:p w:rsidR="00A43B86" w:rsidRPr="00EF5C0D" w:rsidRDefault="00A43B86" w:rsidP="00EF5C0D">
            <w:pPr>
              <w:pStyle w:val="a5"/>
              <w:spacing w:line="259" w:lineRule="auto"/>
              <w:ind w:left="0"/>
              <w:contextualSpacing w:val="0"/>
              <w:jc w:val="right"/>
              <w:rPr>
                <w:b/>
                <w:sz w:val="24"/>
                <w:szCs w:val="24"/>
              </w:rPr>
            </w:pPr>
            <w:r w:rsidRPr="00EF5C0D">
              <w:rPr>
                <w:b/>
                <w:sz w:val="24"/>
                <w:szCs w:val="24"/>
              </w:rPr>
              <w:t>С.В. Куршанов</w:t>
            </w:r>
          </w:p>
        </w:tc>
      </w:tr>
    </w:tbl>
    <w:p w:rsidR="00A43B86" w:rsidRPr="00EF5C0D" w:rsidRDefault="00A43B86" w:rsidP="008B6AE4">
      <w:pPr>
        <w:pStyle w:val="a5"/>
        <w:spacing w:line="259" w:lineRule="auto"/>
        <w:ind w:left="0" w:firstLine="700"/>
        <w:contextualSpacing w:val="0"/>
        <w:jc w:val="both"/>
        <w:rPr>
          <w:sz w:val="24"/>
          <w:szCs w:val="24"/>
        </w:rPr>
      </w:pPr>
    </w:p>
    <w:p w:rsidR="00187347" w:rsidRPr="00EF5C0D" w:rsidRDefault="00187347" w:rsidP="008B6AE4">
      <w:pPr>
        <w:pStyle w:val="a5"/>
        <w:spacing w:line="259" w:lineRule="auto"/>
        <w:ind w:left="0" w:firstLine="700"/>
        <w:contextualSpacing w:val="0"/>
        <w:jc w:val="both"/>
        <w:rPr>
          <w:sz w:val="24"/>
          <w:szCs w:val="24"/>
        </w:rPr>
      </w:pPr>
    </w:p>
    <w:p w:rsidR="002E67F7" w:rsidRPr="00EF5C0D" w:rsidRDefault="002E67F7" w:rsidP="008B6AE4">
      <w:pPr>
        <w:pStyle w:val="a5"/>
        <w:spacing w:line="259" w:lineRule="auto"/>
        <w:ind w:left="0" w:firstLine="700"/>
        <w:contextualSpacing w:val="0"/>
        <w:jc w:val="both"/>
        <w:rPr>
          <w:sz w:val="24"/>
          <w:szCs w:val="24"/>
        </w:rPr>
      </w:pPr>
    </w:p>
    <w:p w:rsidR="002E67F7" w:rsidRPr="00EF5C0D" w:rsidRDefault="002E67F7" w:rsidP="008B6AE4">
      <w:pPr>
        <w:spacing w:line="259" w:lineRule="auto"/>
        <w:rPr>
          <w:sz w:val="24"/>
          <w:szCs w:val="24"/>
        </w:rPr>
      </w:pPr>
    </w:p>
    <w:p w:rsidR="008B6AE4" w:rsidRPr="00EF5C0D" w:rsidRDefault="008B6AE4" w:rsidP="008B6AE4">
      <w:pPr>
        <w:spacing w:line="259" w:lineRule="auto"/>
        <w:rPr>
          <w:sz w:val="24"/>
          <w:szCs w:val="24"/>
        </w:rPr>
      </w:pPr>
    </w:p>
    <w:p w:rsidR="008B6AE4" w:rsidRPr="00EF5C0D" w:rsidRDefault="008B6AE4" w:rsidP="008B6AE4">
      <w:pPr>
        <w:spacing w:line="259" w:lineRule="auto"/>
        <w:rPr>
          <w:sz w:val="24"/>
          <w:szCs w:val="24"/>
        </w:rPr>
      </w:pPr>
    </w:p>
    <w:p w:rsidR="008B6AE4" w:rsidRPr="00EF5C0D" w:rsidRDefault="008B6AE4" w:rsidP="008B6AE4">
      <w:pPr>
        <w:spacing w:line="259" w:lineRule="auto"/>
        <w:rPr>
          <w:sz w:val="24"/>
          <w:szCs w:val="24"/>
        </w:rPr>
      </w:pPr>
    </w:p>
    <w:p w:rsidR="008B6AE4" w:rsidRPr="00EF5C0D" w:rsidRDefault="008B6AE4" w:rsidP="008B6AE4">
      <w:pPr>
        <w:spacing w:line="259" w:lineRule="auto"/>
        <w:rPr>
          <w:sz w:val="24"/>
          <w:szCs w:val="24"/>
        </w:rPr>
      </w:pPr>
    </w:p>
    <w:p w:rsidR="008B6AE4" w:rsidRPr="00EF5C0D" w:rsidRDefault="008B6AE4" w:rsidP="008B6AE4">
      <w:pPr>
        <w:spacing w:line="259" w:lineRule="auto"/>
        <w:rPr>
          <w:sz w:val="24"/>
          <w:szCs w:val="24"/>
        </w:rPr>
      </w:pPr>
    </w:p>
    <w:p w:rsidR="008B6AE4" w:rsidRPr="00EF5C0D" w:rsidRDefault="008B6AE4" w:rsidP="008B6AE4">
      <w:pPr>
        <w:spacing w:line="259" w:lineRule="auto"/>
        <w:rPr>
          <w:sz w:val="24"/>
          <w:szCs w:val="24"/>
        </w:rPr>
      </w:pPr>
    </w:p>
    <w:p w:rsidR="008B6AE4" w:rsidRPr="00EF5C0D" w:rsidRDefault="008B6AE4" w:rsidP="008B6AE4">
      <w:pPr>
        <w:spacing w:line="259" w:lineRule="auto"/>
        <w:rPr>
          <w:sz w:val="24"/>
          <w:szCs w:val="24"/>
        </w:rPr>
      </w:pPr>
    </w:p>
    <w:p w:rsidR="008B6AE4" w:rsidRPr="00EF5C0D" w:rsidRDefault="008B6AE4" w:rsidP="008B6AE4">
      <w:pPr>
        <w:spacing w:line="259" w:lineRule="auto"/>
        <w:rPr>
          <w:sz w:val="24"/>
          <w:szCs w:val="24"/>
        </w:rPr>
      </w:pPr>
    </w:p>
    <w:p w:rsidR="008B6AE4" w:rsidRDefault="008B6AE4" w:rsidP="008B6AE4">
      <w:pPr>
        <w:spacing w:line="259" w:lineRule="auto"/>
        <w:rPr>
          <w:sz w:val="24"/>
          <w:szCs w:val="24"/>
        </w:rPr>
      </w:pPr>
    </w:p>
    <w:p w:rsidR="00EF5C0D" w:rsidRPr="00EF5C0D" w:rsidRDefault="00EF5C0D" w:rsidP="008B6AE4">
      <w:pPr>
        <w:spacing w:line="259" w:lineRule="auto"/>
        <w:rPr>
          <w:sz w:val="24"/>
          <w:szCs w:val="24"/>
        </w:rPr>
      </w:pPr>
    </w:p>
    <w:p w:rsidR="00D9219F" w:rsidRPr="0029103B" w:rsidRDefault="00D9219F" w:rsidP="008B6AE4">
      <w:pPr>
        <w:spacing w:line="259" w:lineRule="auto"/>
        <w:rPr>
          <w:sz w:val="18"/>
          <w:szCs w:val="18"/>
        </w:rPr>
      </w:pPr>
      <w:r w:rsidRPr="0029103B">
        <w:rPr>
          <w:sz w:val="18"/>
          <w:szCs w:val="18"/>
        </w:rPr>
        <w:t xml:space="preserve">Исп. </w:t>
      </w:r>
      <w:r w:rsidR="00A43B86" w:rsidRPr="0029103B">
        <w:rPr>
          <w:sz w:val="18"/>
          <w:szCs w:val="18"/>
        </w:rPr>
        <w:t>Перова А.А.</w:t>
      </w:r>
    </w:p>
    <w:p w:rsidR="00187347" w:rsidRPr="0029103B" w:rsidRDefault="00A43B86" w:rsidP="008B6AE4">
      <w:pPr>
        <w:spacing w:line="259" w:lineRule="auto"/>
        <w:rPr>
          <w:sz w:val="26"/>
          <w:szCs w:val="26"/>
        </w:rPr>
      </w:pPr>
      <w:r w:rsidRPr="0029103B">
        <w:rPr>
          <w:sz w:val="18"/>
          <w:szCs w:val="18"/>
        </w:rPr>
        <w:t>Тел. 25-79</w:t>
      </w:r>
    </w:p>
    <w:sectPr w:rsidR="00187347" w:rsidRPr="0029103B" w:rsidSect="00D9219F">
      <w:headerReference w:type="default" r:id="rId7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4F4A" w:rsidRDefault="00DF4F4A" w:rsidP="00D9219F">
      <w:r>
        <w:separator/>
      </w:r>
    </w:p>
  </w:endnote>
  <w:endnote w:type="continuationSeparator" w:id="0">
    <w:p w:rsidR="00DF4F4A" w:rsidRDefault="00DF4F4A" w:rsidP="00D92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4F4A" w:rsidRDefault="00DF4F4A" w:rsidP="00D9219F">
      <w:r>
        <w:separator/>
      </w:r>
    </w:p>
  </w:footnote>
  <w:footnote w:type="continuationSeparator" w:id="0">
    <w:p w:rsidR="00DF4F4A" w:rsidRDefault="00DF4F4A" w:rsidP="00D921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52182817"/>
      <w:docPartObj>
        <w:docPartGallery w:val="Page Numbers (Top of Page)"/>
        <w:docPartUnique/>
      </w:docPartObj>
    </w:sdtPr>
    <w:sdtEndPr/>
    <w:sdtContent>
      <w:p w:rsidR="00C86638" w:rsidRDefault="00C8663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2F55">
          <w:rPr>
            <w:noProof/>
          </w:rPr>
          <w:t>4</w:t>
        </w:r>
        <w:r>
          <w:fldChar w:fldCharType="end"/>
        </w:r>
      </w:p>
    </w:sdtContent>
  </w:sdt>
  <w:p w:rsidR="00C86638" w:rsidRDefault="00C8663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55933"/>
    <w:multiLevelType w:val="hybridMultilevel"/>
    <w:tmpl w:val="7E5E522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6680599"/>
    <w:multiLevelType w:val="multilevel"/>
    <w:tmpl w:val="FC0613A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 w15:restartNumberingAfterBreak="0">
    <w:nsid w:val="0D105E11"/>
    <w:multiLevelType w:val="multilevel"/>
    <w:tmpl w:val="8C0ADDF2"/>
    <w:lvl w:ilvl="0">
      <w:start w:val="8"/>
      <w:numFmt w:val="decimal"/>
      <w:lvlText w:val="%1."/>
      <w:lvlJc w:val="left"/>
      <w:pPr>
        <w:tabs>
          <w:tab w:val="num" w:pos="1947"/>
        </w:tabs>
        <w:ind w:left="1947" w:hanging="1095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60"/>
        </w:tabs>
        <w:ind w:left="10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20"/>
        </w:tabs>
        <w:ind w:left="142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20"/>
        </w:tabs>
        <w:ind w:left="142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780"/>
        </w:tabs>
        <w:ind w:left="178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2140"/>
        </w:tabs>
        <w:ind w:left="214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0"/>
        </w:tabs>
        <w:ind w:left="214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0"/>
        </w:tabs>
        <w:ind w:left="250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0"/>
        </w:tabs>
        <w:ind w:left="2500" w:hanging="1800"/>
      </w:pPr>
      <w:rPr>
        <w:rFonts w:cs="Times New Roman" w:hint="default"/>
        <w:b/>
      </w:rPr>
    </w:lvl>
  </w:abstractNum>
  <w:abstractNum w:abstractNumId="3" w15:restartNumberingAfterBreak="0">
    <w:nsid w:val="0EC8390A"/>
    <w:multiLevelType w:val="hybridMultilevel"/>
    <w:tmpl w:val="EAD20760"/>
    <w:lvl w:ilvl="0" w:tplc="3CE440A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3926F8"/>
    <w:multiLevelType w:val="hybridMultilevel"/>
    <w:tmpl w:val="74DA390C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263B4C9D"/>
    <w:multiLevelType w:val="multilevel"/>
    <w:tmpl w:val="E3F82F8C"/>
    <w:lvl w:ilvl="0">
      <w:start w:val="7"/>
      <w:numFmt w:val="decimal"/>
      <w:lvlText w:val="%1."/>
      <w:lvlJc w:val="left"/>
      <w:pPr>
        <w:ind w:left="1069" w:hanging="36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9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9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77" w:hanging="1800"/>
      </w:pPr>
      <w:rPr>
        <w:rFonts w:hint="default"/>
      </w:rPr>
    </w:lvl>
  </w:abstractNum>
  <w:abstractNum w:abstractNumId="7" w15:restartNumberingAfterBreak="0">
    <w:nsid w:val="2DB10919"/>
    <w:multiLevelType w:val="multilevel"/>
    <w:tmpl w:val="4B92B7CA"/>
    <w:lvl w:ilvl="0">
      <w:start w:val="1"/>
      <w:numFmt w:val="decimal"/>
      <w:lvlText w:val="%1."/>
      <w:lvlJc w:val="left"/>
      <w:pPr>
        <w:tabs>
          <w:tab w:val="num" w:pos="1947"/>
        </w:tabs>
        <w:ind w:left="1947" w:hanging="1095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60"/>
        </w:tabs>
        <w:ind w:left="10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20"/>
        </w:tabs>
        <w:ind w:left="142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20"/>
        </w:tabs>
        <w:ind w:left="142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780"/>
        </w:tabs>
        <w:ind w:left="178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2140"/>
        </w:tabs>
        <w:ind w:left="214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0"/>
        </w:tabs>
        <w:ind w:left="214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0"/>
        </w:tabs>
        <w:ind w:left="250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0"/>
        </w:tabs>
        <w:ind w:left="2500" w:hanging="1800"/>
      </w:pPr>
      <w:rPr>
        <w:rFonts w:cs="Times New Roman" w:hint="default"/>
        <w:b/>
      </w:rPr>
    </w:lvl>
  </w:abstractNum>
  <w:abstractNum w:abstractNumId="8" w15:restartNumberingAfterBreak="0">
    <w:nsid w:val="32B911A2"/>
    <w:multiLevelType w:val="hybridMultilevel"/>
    <w:tmpl w:val="7CF8CBE0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9E11D33"/>
    <w:multiLevelType w:val="hybridMultilevel"/>
    <w:tmpl w:val="D3D64D6E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1B6DFF"/>
    <w:multiLevelType w:val="hybridMultilevel"/>
    <w:tmpl w:val="212ABD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 w15:restartNumberingAfterBreak="0">
    <w:nsid w:val="440118D8"/>
    <w:multiLevelType w:val="multilevel"/>
    <w:tmpl w:val="2BCC8E9E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3" w15:restartNumberingAfterBreak="0">
    <w:nsid w:val="4A4E67CC"/>
    <w:multiLevelType w:val="hybridMultilevel"/>
    <w:tmpl w:val="C472F39E"/>
    <w:lvl w:ilvl="0" w:tplc="432A1624">
      <w:start w:val="2"/>
      <w:numFmt w:val="decimal"/>
      <w:lvlText w:val="%1."/>
      <w:lvlJc w:val="left"/>
      <w:pPr>
        <w:ind w:left="11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20" w:hanging="180"/>
      </w:pPr>
      <w:rPr>
        <w:rFonts w:cs="Times New Roman"/>
      </w:rPr>
    </w:lvl>
  </w:abstractNum>
  <w:abstractNum w:abstractNumId="14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557A6250"/>
    <w:multiLevelType w:val="multilevel"/>
    <w:tmpl w:val="A5BA4A96"/>
    <w:lvl w:ilvl="0">
      <w:start w:val="4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ind w:left="1571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16" w15:restartNumberingAfterBreak="0">
    <w:nsid w:val="578C5145"/>
    <w:multiLevelType w:val="multilevel"/>
    <w:tmpl w:val="1234CA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</w:rPr>
    </w:lvl>
  </w:abstractNum>
  <w:abstractNum w:abstractNumId="17" w15:restartNumberingAfterBreak="0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cs="Times New Roman" w:hint="default"/>
      </w:rPr>
    </w:lvl>
    <w:lvl w:ilvl="2">
      <w:start w:val="1"/>
      <w:numFmt w:val="decimal"/>
      <w:lvlText w:val="3.2.%3."/>
      <w:lvlJc w:val="left"/>
      <w:pPr>
        <w:ind w:left="2223" w:hanging="123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cs="Times New Roman" w:hint="default"/>
      </w:rPr>
    </w:lvl>
  </w:abstractNum>
  <w:abstractNum w:abstractNumId="18" w15:restartNumberingAfterBreak="0">
    <w:nsid w:val="5FE80234"/>
    <w:multiLevelType w:val="multilevel"/>
    <w:tmpl w:val="86FCEA32"/>
    <w:lvl w:ilvl="0">
      <w:start w:val="4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19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3377A1A"/>
    <w:multiLevelType w:val="multilevel"/>
    <w:tmpl w:val="0E3205DA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1" w15:restartNumberingAfterBreak="0">
    <w:nsid w:val="65996EB5"/>
    <w:multiLevelType w:val="hybridMultilevel"/>
    <w:tmpl w:val="A814BA18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5C61DA2"/>
    <w:multiLevelType w:val="multilevel"/>
    <w:tmpl w:val="1406AAA4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3" w15:restartNumberingAfterBreak="0">
    <w:nsid w:val="668259B4"/>
    <w:multiLevelType w:val="hybridMultilevel"/>
    <w:tmpl w:val="258487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8010AD7"/>
    <w:multiLevelType w:val="hybridMultilevel"/>
    <w:tmpl w:val="FB78D092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DE2EEC"/>
    <w:multiLevelType w:val="hybridMultilevel"/>
    <w:tmpl w:val="C41258F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7"/>
  </w:num>
  <w:num w:numId="3">
    <w:abstractNumId w:val="20"/>
  </w:num>
  <w:num w:numId="4">
    <w:abstractNumId w:val="22"/>
  </w:num>
  <w:num w:numId="5">
    <w:abstractNumId w:val="18"/>
  </w:num>
  <w:num w:numId="6">
    <w:abstractNumId w:val="15"/>
  </w:num>
  <w:num w:numId="7">
    <w:abstractNumId w:val="23"/>
  </w:num>
  <w:num w:numId="8">
    <w:abstractNumId w:val="8"/>
  </w:num>
  <w:num w:numId="9">
    <w:abstractNumId w:val="25"/>
  </w:num>
  <w:num w:numId="10">
    <w:abstractNumId w:val="13"/>
  </w:num>
  <w:num w:numId="11">
    <w:abstractNumId w:val="16"/>
  </w:num>
  <w:num w:numId="12">
    <w:abstractNumId w:val="11"/>
  </w:num>
  <w:num w:numId="13">
    <w:abstractNumId w:val="10"/>
  </w:num>
  <w:num w:numId="14">
    <w:abstractNumId w:val="12"/>
  </w:num>
  <w:num w:numId="15">
    <w:abstractNumId w:val="1"/>
  </w:num>
  <w:num w:numId="16">
    <w:abstractNumId w:val="9"/>
  </w:num>
  <w:num w:numId="17">
    <w:abstractNumId w:val="0"/>
  </w:num>
  <w:num w:numId="18">
    <w:abstractNumId w:val="21"/>
  </w:num>
  <w:num w:numId="19">
    <w:abstractNumId w:val="6"/>
  </w:num>
  <w:num w:numId="20">
    <w:abstractNumId w:val="5"/>
  </w:num>
  <w:num w:numId="21">
    <w:abstractNumId w:val="2"/>
  </w:num>
  <w:num w:numId="22">
    <w:abstractNumId w:val="3"/>
  </w:num>
  <w:num w:numId="23">
    <w:abstractNumId w:val="24"/>
  </w:num>
  <w:num w:numId="24">
    <w:abstractNumId w:val="14"/>
  </w:num>
  <w:num w:numId="25">
    <w:abstractNumId w:val="4"/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attachedTemplate r:id="rId1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A77"/>
    <w:rsid w:val="00006966"/>
    <w:rsid w:val="000267C2"/>
    <w:rsid w:val="00026B9F"/>
    <w:rsid w:val="000321A5"/>
    <w:rsid w:val="00037C51"/>
    <w:rsid w:val="00056081"/>
    <w:rsid w:val="000645A5"/>
    <w:rsid w:val="00071DB5"/>
    <w:rsid w:val="000742FA"/>
    <w:rsid w:val="00074D87"/>
    <w:rsid w:val="00085287"/>
    <w:rsid w:val="0008627E"/>
    <w:rsid w:val="0009150F"/>
    <w:rsid w:val="000A4E30"/>
    <w:rsid w:val="000A6E67"/>
    <w:rsid w:val="000B0802"/>
    <w:rsid w:val="000B4D32"/>
    <w:rsid w:val="000C38AF"/>
    <w:rsid w:val="000C5A77"/>
    <w:rsid w:val="000C61AF"/>
    <w:rsid w:val="000E4EA0"/>
    <w:rsid w:val="000F1D23"/>
    <w:rsid w:val="000F6C68"/>
    <w:rsid w:val="00110230"/>
    <w:rsid w:val="00120797"/>
    <w:rsid w:val="001423AC"/>
    <w:rsid w:val="00144677"/>
    <w:rsid w:val="001502EC"/>
    <w:rsid w:val="00150B88"/>
    <w:rsid w:val="0015267F"/>
    <w:rsid w:val="0015414B"/>
    <w:rsid w:val="00162437"/>
    <w:rsid w:val="00163B77"/>
    <w:rsid w:val="00164AEF"/>
    <w:rsid w:val="00182741"/>
    <w:rsid w:val="0018610E"/>
    <w:rsid w:val="00187347"/>
    <w:rsid w:val="00192B2E"/>
    <w:rsid w:val="001944B5"/>
    <w:rsid w:val="001A7E45"/>
    <w:rsid w:val="001B15A4"/>
    <w:rsid w:val="001B57E0"/>
    <w:rsid w:val="001C73E2"/>
    <w:rsid w:val="001D1604"/>
    <w:rsid w:val="001D2427"/>
    <w:rsid w:val="001E22C1"/>
    <w:rsid w:val="001F4199"/>
    <w:rsid w:val="00205F02"/>
    <w:rsid w:val="00211D4B"/>
    <w:rsid w:val="00214F8E"/>
    <w:rsid w:val="00215C1F"/>
    <w:rsid w:val="002176F8"/>
    <w:rsid w:val="00223B07"/>
    <w:rsid w:val="002434E6"/>
    <w:rsid w:val="00244DAB"/>
    <w:rsid w:val="00251554"/>
    <w:rsid w:val="00264A97"/>
    <w:rsid w:val="002732E2"/>
    <w:rsid w:val="00274160"/>
    <w:rsid w:val="00274860"/>
    <w:rsid w:val="0027779A"/>
    <w:rsid w:val="00284BE8"/>
    <w:rsid w:val="002866A9"/>
    <w:rsid w:val="0029103B"/>
    <w:rsid w:val="00291AE6"/>
    <w:rsid w:val="002A298B"/>
    <w:rsid w:val="002B3743"/>
    <w:rsid w:val="002B5D4D"/>
    <w:rsid w:val="002C6708"/>
    <w:rsid w:val="002D005D"/>
    <w:rsid w:val="002D209C"/>
    <w:rsid w:val="002E67F7"/>
    <w:rsid w:val="002F34AF"/>
    <w:rsid w:val="002F3D92"/>
    <w:rsid w:val="002F479E"/>
    <w:rsid w:val="00303823"/>
    <w:rsid w:val="00313FDA"/>
    <w:rsid w:val="00320B2B"/>
    <w:rsid w:val="0033219E"/>
    <w:rsid w:val="0033504C"/>
    <w:rsid w:val="00351C13"/>
    <w:rsid w:val="00356638"/>
    <w:rsid w:val="00372D04"/>
    <w:rsid w:val="00393716"/>
    <w:rsid w:val="003A2CE4"/>
    <w:rsid w:val="003A7692"/>
    <w:rsid w:val="003B3808"/>
    <w:rsid w:val="003B6828"/>
    <w:rsid w:val="003D0BDA"/>
    <w:rsid w:val="003F1D8B"/>
    <w:rsid w:val="003F3551"/>
    <w:rsid w:val="003F36AC"/>
    <w:rsid w:val="00403870"/>
    <w:rsid w:val="00404793"/>
    <w:rsid w:val="0041194E"/>
    <w:rsid w:val="00421D37"/>
    <w:rsid w:val="00422ADF"/>
    <w:rsid w:val="00437E49"/>
    <w:rsid w:val="004402C0"/>
    <w:rsid w:val="00441BFA"/>
    <w:rsid w:val="00442C33"/>
    <w:rsid w:val="00444AC2"/>
    <w:rsid w:val="00446D0B"/>
    <w:rsid w:val="00454833"/>
    <w:rsid w:val="004620C3"/>
    <w:rsid w:val="00467234"/>
    <w:rsid w:val="00482025"/>
    <w:rsid w:val="00487530"/>
    <w:rsid w:val="00492994"/>
    <w:rsid w:val="0049449F"/>
    <w:rsid w:val="00495C85"/>
    <w:rsid w:val="004A2974"/>
    <w:rsid w:val="004C4E63"/>
    <w:rsid w:val="004C4FE8"/>
    <w:rsid w:val="004D48D7"/>
    <w:rsid w:val="004D4FBF"/>
    <w:rsid w:val="004D70D4"/>
    <w:rsid w:val="004F2848"/>
    <w:rsid w:val="004F6C83"/>
    <w:rsid w:val="004F76C0"/>
    <w:rsid w:val="00507E65"/>
    <w:rsid w:val="00510138"/>
    <w:rsid w:val="00526337"/>
    <w:rsid w:val="005319B5"/>
    <w:rsid w:val="0053345F"/>
    <w:rsid w:val="00546421"/>
    <w:rsid w:val="005515F7"/>
    <w:rsid w:val="00554BA7"/>
    <w:rsid w:val="005551CB"/>
    <w:rsid w:val="0057031B"/>
    <w:rsid w:val="0057691A"/>
    <w:rsid w:val="00581CBA"/>
    <w:rsid w:val="00594AAA"/>
    <w:rsid w:val="005A07F4"/>
    <w:rsid w:val="005A0EA4"/>
    <w:rsid w:val="005A2F68"/>
    <w:rsid w:val="005B25D4"/>
    <w:rsid w:val="005B37EB"/>
    <w:rsid w:val="005B5FDD"/>
    <w:rsid w:val="005C3392"/>
    <w:rsid w:val="005D7C10"/>
    <w:rsid w:val="005F3A25"/>
    <w:rsid w:val="005F7327"/>
    <w:rsid w:val="00603355"/>
    <w:rsid w:val="00610555"/>
    <w:rsid w:val="00610F3F"/>
    <w:rsid w:val="00611FD0"/>
    <w:rsid w:val="00613179"/>
    <w:rsid w:val="006423BB"/>
    <w:rsid w:val="00645313"/>
    <w:rsid w:val="00646BDF"/>
    <w:rsid w:val="00666A0B"/>
    <w:rsid w:val="006821CF"/>
    <w:rsid w:val="00687D6F"/>
    <w:rsid w:val="00691040"/>
    <w:rsid w:val="00691FDA"/>
    <w:rsid w:val="006A6E3B"/>
    <w:rsid w:val="006C4815"/>
    <w:rsid w:val="006E73C2"/>
    <w:rsid w:val="006F1412"/>
    <w:rsid w:val="007026A8"/>
    <w:rsid w:val="00711110"/>
    <w:rsid w:val="007208E4"/>
    <w:rsid w:val="0075220F"/>
    <w:rsid w:val="00760FF5"/>
    <w:rsid w:val="00767057"/>
    <w:rsid w:val="00775BBE"/>
    <w:rsid w:val="00777438"/>
    <w:rsid w:val="007802A2"/>
    <w:rsid w:val="00781251"/>
    <w:rsid w:val="007904C7"/>
    <w:rsid w:val="007A02E0"/>
    <w:rsid w:val="007B55AD"/>
    <w:rsid w:val="007C2B06"/>
    <w:rsid w:val="007C2FE1"/>
    <w:rsid w:val="007D7561"/>
    <w:rsid w:val="007E5431"/>
    <w:rsid w:val="007F0F52"/>
    <w:rsid w:val="007F1ADD"/>
    <w:rsid w:val="00801F15"/>
    <w:rsid w:val="00802A43"/>
    <w:rsid w:val="008124D9"/>
    <w:rsid w:val="0081451B"/>
    <w:rsid w:val="0081525D"/>
    <w:rsid w:val="008175AE"/>
    <w:rsid w:val="00834082"/>
    <w:rsid w:val="00835C8F"/>
    <w:rsid w:val="00850848"/>
    <w:rsid w:val="00851D29"/>
    <w:rsid w:val="00862DC6"/>
    <w:rsid w:val="00867669"/>
    <w:rsid w:val="008733FF"/>
    <w:rsid w:val="00874819"/>
    <w:rsid w:val="00874DE5"/>
    <w:rsid w:val="008906D7"/>
    <w:rsid w:val="00892E34"/>
    <w:rsid w:val="00892F31"/>
    <w:rsid w:val="0089567E"/>
    <w:rsid w:val="008A3852"/>
    <w:rsid w:val="008A50B9"/>
    <w:rsid w:val="008A52DF"/>
    <w:rsid w:val="008A5BBE"/>
    <w:rsid w:val="008B6AE4"/>
    <w:rsid w:val="008B7814"/>
    <w:rsid w:val="008C3A85"/>
    <w:rsid w:val="008C658E"/>
    <w:rsid w:val="008D025B"/>
    <w:rsid w:val="008F08A3"/>
    <w:rsid w:val="00901456"/>
    <w:rsid w:val="0091384C"/>
    <w:rsid w:val="00940129"/>
    <w:rsid w:val="00942863"/>
    <w:rsid w:val="00945D84"/>
    <w:rsid w:val="00946FB7"/>
    <w:rsid w:val="00950F62"/>
    <w:rsid w:val="00952E47"/>
    <w:rsid w:val="00955ABC"/>
    <w:rsid w:val="0095698B"/>
    <w:rsid w:val="00956E21"/>
    <w:rsid w:val="0096132A"/>
    <w:rsid w:val="009748D0"/>
    <w:rsid w:val="0097629E"/>
    <w:rsid w:val="0098040C"/>
    <w:rsid w:val="00993CFD"/>
    <w:rsid w:val="009948FC"/>
    <w:rsid w:val="009962A0"/>
    <w:rsid w:val="009A4E90"/>
    <w:rsid w:val="009A77A0"/>
    <w:rsid w:val="009B2996"/>
    <w:rsid w:val="009B2F55"/>
    <w:rsid w:val="009C0223"/>
    <w:rsid w:val="009D439F"/>
    <w:rsid w:val="009E1CBE"/>
    <w:rsid w:val="009E285D"/>
    <w:rsid w:val="009F1131"/>
    <w:rsid w:val="009F5BCA"/>
    <w:rsid w:val="009F6A2C"/>
    <w:rsid w:val="009F7F30"/>
    <w:rsid w:val="00A03C5C"/>
    <w:rsid w:val="00A0798C"/>
    <w:rsid w:val="00A11500"/>
    <w:rsid w:val="00A15207"/>
    <w:rsid w:val="00A32EC0"/>
    <w:rsid w:val="00A43B86"/>
    <w:rsid w:val="00A43BC7"/>
    <w:rsid w:val="00A453E7"/>
    <w:rsid w:val="00A474A5"/>
    <w:rsid w:val="00A5203E"/>
    <w:rsid w:val="00A62CBA"/>
    <w:rsid w:val="00A70174"/>
    <w:rsid w:val="00A805FF"/>
    <w:rsid w:val="00A87784"/>
    <w:rsid w:val="00A9135E"/>
    <w:rsid w:val="00A9289B"/>
    <w:rsid w:val="00AA4C16"/>
    <w:rsid w:val="00AC141D"/>
    <w:rsid w:val="00AC397C"/>
    <w:rsid w:val="00AD01AC"/>
    <w:rsid w:val="00AD02E0"/>
    <w:rsid w:val="00AE1599"/>
    <w:rsid w:val="00B03466"/>
    <w:rsid w:val="00B04888"/>
    <w:rsid w:val="00B05921"/>
    <w:rsid w:val="00B13D09"/>
    <w:rsid w:val="00B2241A"/>
    <w:rsid w:val="00B261F3"/>
    <w:rsid w:val="00B5706E"/>
    <w:rsid w:val="00B6404B"/>
    <w:rsid w:val="00B712B2"/>
    <w:rsid w:val="00B715B0"/>
    <w:rsid w:val="00B732DD"/>
    <w:rsid w:val="00B748F6"/>
    <w:rsid w:val="00B8210E"/>
    <w:rsid w:val="00B85E89"/>
    <w:rsid w:val="00B9113B"/>
    <w:rsid w:val="00B968FE"/>
    <w:rsid w:val="00BB584A"/>
    <w:rsid w:val="00BC029A"/>
    <w:rsid w:val="00BC4431"/>
    <w:rsid w:val="00BC5F08"/>
    <w:rsid w:val="00BD308C"/>
    <w:rsid w:val="00BD5BCE"/>
    <w:rsid w:val="00BE4440"/>
    <w:rsid w:val="00BF57C1"/>
    <w:rsid w:val="00C02076"/>
    <w:rsid w:val="00C0499D"/>
    <w:rsid w:val="00C217D5"/>
    <w:rsid w:val="00C3421C"/>
    <w:rsid w:val="00C43508"/>
    <w:rsid w:val="00C445B5"/>
    <w:rsid w:val="00C54765"/>
    <w:rsid w:val="00C5662B"/>
    <w:rsid w:val="00C82A4F"/>
    <w:rsid w:val="00C86638"/>
    <w:rsid w:val="00CA27D0"/>
    <w:rsid w:val="00CA3E33"/>
    <w:rsid w:val="00CA5E74"/>
    <w:rsid w:val="00CB6DA6"/>
    <w:rsid w:val="00CC083A"/>
    <w:rsid w:val="00CC2D2B"/>
    <w:rsid w:val="00CC37D6"/>
    <w:rsid w:val="00CC7EF0"/>
    <w:rsid w:val="00CD3BBF"/>
    <w:rsid w:val="00CF3937"/>
    <w:rsid w:val="00D02748"/>
    <w:rsid w:val="00D06A99"/>
    <w:rsid w:val="00D1741E"/>
    <w:rsid w:val="00D23B24"/>
    <w:rsid w:val="00D346BD"/>
    <w:rsid w:val="00D34991"/>
    <w:rsid w:val="00D440CD"/>
    <w:rsid w:val="00D463E5"/>
    <w:rsid w:val="00D56B91"/>
    <w:rsid w:val="00D5703F"/>
    <w:rsid w:val="00D64FBE"/>
    <w:rsid w:val="00D65B49"/>
    <w:rsid w:val="00D8114A"/>
    <w:rsid w:val="00D830F0"/>
    <w:rsid w:val="00D8531A"/>
    <w:rsid w:val="00D876D2"/>
    <w:rsid w:val="00D91EF3"/>
    <w:rsid w:val="00D9219F"/>
    <w:rsid w:val="00DB2159"/>
    <w:rsid w:val="00DC58B7"/>
    <w:rsid w:val="00DC6AE1"/>
    <w:rsid w:val="00DD72C0"/>
    <w:rsid w:val="00DE2B72"/>
    <w:rsid w:val="00DE4909"/>
    <w:rsid w:val="00DE4C1F"/>
    <w:rsid w:val="00DE6141"/>
    <w:rsid w:val="00DE7A4A"/>
    <w:rsid w:val="00DF2B30"/>
    <w:rsid w:val="00DF4CFC"/>
    <w:rsid w:val="00DF4F4A"/>
    <w:rsid w:val="00E014C4"/>
    <w:rsid w:val="00E13419"/>
    <w:rsid w:val="00E3166D"/>
    <w:rsid w:val="00E47518"/>
    <w:rsid w:val="00E5373C"/>
    <w:rsid w:val="00E550DE"/>
    <w:rsid w:val="00E81BFF"/>
    <w:rsid w:val="00E81C58"/>
    <w:rsid w:val="00E8504B"/>
    <w:rsid w:val="00EA5073"/>
    <w:rsid w:val="00EB16D4"/>
    <w:rsid w:val="00EB6A56"/>
    <w:rsid w:val="00EC0E71"/>
    <w:rsid w:val="00EC3463"/>
    <w:rsid w:val="00EE5803"/>
    <w:rsid w:val="00EE7397"/>
    <w:rsid w:val="00EF0638"/>
    <w:rsid w:val="00EF5C0D"/>
    <w:rsid w:val="00F01A75"/>
    <w:rsid w:val="00F15D12"/>
    <w:rsid w:val="00F3233C"/>
    <w:rsid w:val="00F33599"/>
    <w:rsid w:val="00F35713"/>
    <w:rsid w:val="00F513A4"/>
    <w:rsid w:val="00F54E99"/>
    <w:rsid w:val="00F7238F"/>
    <w:rsid w:val="00F856B4"/>
    <w:rsid w:val="00F91A45"/>
    <w:rsid w:val="00FA191D"/>
    <w:rsid w:val="00FA3505"/>
    <w:rsid w:val="00FB2893"/>
    <w:rsid w:val="00FB7D35"/>
    <w:rsid w:val="00FC7708"/>
    <w:rsid w:val="00FD3C01"/>
    <w:rsid w:val="00FD7D1F"/>
    <w:rsid w:val="00FE17B5"/>
    <w:rsid w:val="00FF0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8AE059F-3802-481D-9807-14E650BEC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412"/>
    <w:rPr>
      <w:rFonts w:ascii="Times New Roman" w:hAnsi="Times New Roman" w:cs="Times New Roman"/>
    </w:rPr>
  </w:style>
  <w:style w:type="paragraph" w:styleId="1">
    <w:name w:val="heading 1"/>
    <w:basedOn w:val="a"/>
    <w:link w:val="10"/>
    <w:uiPriority w:val="99"/>
    <w:qFormat/>
    <w:rsid w:val="005551C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5551CB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51CB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51CB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styleId="a3">
    <w:name w:val="Strong"/>
    <w:basedOn w:val="a0"/>
    <w:uiPriority w:val="99"/>
    <w:qFormat/>
    <w:rsid w:val="005551CB"/>
    <w:rPr>
      <w:rFonts w:cs="Times New Roman"/>
      <w:b/>
      <w:bCs/>
    </w:rPr>
  </w:style>
  <w:style w:type="paragraph" w:customStyle="1" w:styleId="21">
    <w:name w:val="Основной текст 21"/>
    <w:basedOn w:val="a"/>
    <w:uiPriority w:val="99"/>
    <w:rsid w:val="006F1412"/>
    <w:pPr>
      <w:ind w:firstLine="709"/>
      <w:jc w:val="both"/>
    </w:pPr>
    <w:rPr>
      <w:sz w:val="24"/>
    </w:rPr>
  </w:style>
  <w:style w:type="table" w:styleId="a4">
    <w:name w:val="Table Grid"/>
    <w:basedOn w:val="a1"/>
    <w:uiPriority w:val="59"/>
    <w:rsid w:val="006F1412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6F1412"/>
    <w:pPr>
      <w:ind w:left="720"/>
      <w:contextualSpacing/>
    </w:pPr>
  </w:style>
  <w:style w:type="paragraph" w:customStyle="1" w:styleId="BodyText21">
    <w:name w:val="Body Text 21"/>
    <w:basedOn w:val="a"/>
    <w:uiPriority w:val="99"/>
    <w:rsid w:val="005F3A25"/>
    <w:pPr>
      <w:ind w:firstLine="709"/>
      <w:jc w:val="both"/>
    </w:pPr>
    <w:rPr>
      <w:sz w:val="24"/>
    </w:rPr>
  </w:style>
  <w:style w:type="paragraph" w:styleId="a6">
    <w:name w:val="Body Text Indent"/>
    <w:basedOn w:val="a"/>
    <w:link w:val="a7"/>
    <w:rsid w:val="00611FD0"/>
    <w:pPr>
      <w:spacing w:after="120"/>
      <w:ind w:left="283"/>
    </w:pPr>
    <w:rPr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locked/>
    <w:rsid w:val="00611FD0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Plain Text"/>
    <w:basedOn w:val="a"/>
    <w:link w:val="a9"/>
    <w:rsid w:val="00D346BD"/>
    <w:rPr>
      <w:rFonts w:ascii="Courier New" w:hAnsi="Courier New" w:cs="Courier New"/>
    </w:rPr>
  </w:style>
  <w:style w:type="character" w:customStyle="1" w:styleId="a9">
    <w:name w:val="Текст Знак"/>
    <w:basedOn w:val="a0"/>
    <w:link w:val="a8"/>
    <w:rsid w:val="00D346BD"/>
    <w:rPr>
      <w:rFonts w:ascii="Courier New" w:hAnsi="Courier New" w:cs="Courier New"/>
    </w:rPr>
  </w:style>
  <w:style w:type="paragraph" w:customStyle="1" w:styleId="11">
    <w:name w:val="Абзац списка1"/>
    <w:basedOn w:val="a"/>
    <w:rsid w:val="007D7561"/>
    <w:pPr>
      <w:ind w:left="720"/>
    </w:pPr>
  </w:style>
  <w:style w:type="paragraph" w:customStyle="1" w:styleId="22">
    <w:name w:val="Абзац списка2"/>
    <w:basedOn w:val="a"/>
    <w:rsid w:val="0041194E"/>
    <w:pPr>
      <w:ind w:left="720"/>
    </w:pPr>
  </w:style>
  <w:style w:type="paragraph" w:styleId="aa">
    <w:name w:val="header"/>
    <w:basedOn w:val="a"/>
    <w:link w:val="ab"/>
    <w:uiPriority w:val="99"/>
    <w:unhideWhenUsed/>
    <w:rsid w:val="00D9219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9219F"/>
    <w:rPr>
      <w:rFonts w:ascii="Times New Roman" w:hAnsi="Times New Roman" w:cs="Times New Roman"/>
    </w:rPr>
  </w:style>
  <w:style w:type="paragraph" w:styleId="ac">
    <w:name w:val="footer"/>
    <w:basedOn w:val="a"/>
    <w:link w:val="ad"/>
    <w:uiPriority w:val="99"/>
    <w:unhideWhenUsed/>
    <w:rsid w:val="00D9219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9219F"/>
    <w:rPr>
      <w:rFonts w:ascii="Times New Roman" w:hAnsi="Times New Roman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09150F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0915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8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Ivanov_AN\&#1056;&#1072;&#1073;&#1086;&#1095;&#1080;&#1081;%20&#1089;&#1090;&#1086;&#1083;\&#1050;&#1086;&#1088;&#1096;&#1091;&#1085;&#1086;&#1074;%20&#1040;.&#1040;\&#1062;&#1055;\&#1058;&#1047;\&#1058;&#1047;%20&#1085;&#1072;%20&#1079;&#1072;&#1082;&#1091;&#1087;&#1082;&#1091;%20&#1086;&#1073;&#1086;&#1088;&#1091;&#1076;&#1086;&#1074;&#1072;&#1085;&#1080;&#1103;\&#1043;&#1086;&#1090;&#1086;&#1074;&#1099;&#1077;\&#1058;&#1047;%20&#1085;&#1072;%20&#1079;&#1072;&#1082;&#1091;&#1087;&#1082;&#1091;%20&#1040;&#1059;&#1054;&#1058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ТЗ на закупку АУОТ</Template>
  <TotalTime>0</TotalTime>
  <Pages>4</Pages>
  <Words>1310</Words>
  <Characters>7469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“Утверждаю”</vt:lpstr>
    </vt:vector>
  </TitlesOfParts>
  <Company/>
  <LinksUpToDate>false</LinksUpToDate>
  <CharactersWithSpaces>8762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“Утверждаю”</dc:title>
  <dc:creator>Ivanov_AN</dc:creator>
  <cp:lastModifiedBy>Перова Анна Алексеевна</cp:lastModifiedBy>
  <cp:revision>2</cp:revision>
  <cp:lastPrinted>2021-02-16T10:29:00Z</cp:lastPrinted>
  <dcterms:created xsi:type="dcterms:W3CDTF">2021-02-25T05:23:00Z</dcterms:created>
  <dcterms:modified xsi:type="dcterms:W3CDTF">2021-02-25T05:23:00Z</dcterms:modified>
</cp:coreProperties>
</file>