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20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</w:rPr>
            </w:pPr>
            <w:r w:rsidRPr="002C59E5"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spacing w:line="276" w:lineRule="auto"/>
              <w:rPr>
                <w:rFonts w:eastAsiaTheme="minorEastAsia"/>
                <w:b/>
                <w:sz w:val="26"/>
                <w:szCs w:val="26"/>
              </w:rPr>
            </w:pPr>
            <w:r>
              <w:rPr>
                <w:rFonts w:eastAsiaTheme="minorEastAsia"/>
                <w:b/>
                <w:sz w:val="26"/>
                <w:szCs w:val="26"/>
              </w:rPr>
              <w:t>307В</w:t>
            </w:r>
          </w:p>
        </w:tc>
      </w:tr>
      <w:tr w:rsidR="00183232" w:rsidRPr="002C59E5" w:rsidTr="00F61426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C59E5" w:rsidRDefault="00183232" w:rsidP="00F61426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6"/>
                <w:szCs w:val="26"/>
                <w:lang w:val="en-US"/>
              </w:rPr>
            </w:pPr>
            <w:r w:rsidRPr="002C59E5">
              <w:rPr>
                <w:b/>
                <w:sz w:val="26"/>
                <w:szCs w:val="26"/>
              </w:rPr>
              <w:t xml:space="preserve">Номер материала </w:t>
            </w:r>
            <w:r w:rsidRPr="002C59E5"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32" w:rsidRPr="002B59DC" w:rsidRDefault="00797856" w:rsidP="00F61426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 w:rsidRPr="00797856">
              <w:rPr>
                <w:b/>
                <w:color w:val="000000"/>
                <w:sz w:val="26"/>
                <w:szCs w:val="26"/>
              </w:rPr>
              <w:t>0002268578</w:t>
            </w:r>
          </w:p>
        </w:tc>
      </w:tr>
    </w:tbl>
    <w:p w:rsidR="00183232" w:rsidRPr="00300F79" w:rsidRDefault="00017785" w:rsidP="00183232">
      <w:pPr>
        <w:spacing w:line="276" w:lineRule="auto"/>
        <w:ind w:left="5670"/>
        <w:jc w:val="right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4732655</wp:posOffset>
            </wp:positionH>
            <wp:positionV relativeFrom="paragraph">
              <wp:posOffset>7371715</wp:posOffset>
            </wp:positionV>
            <wp:extent cx="1132205" cy="547370"/>
            <wp:effectExtent l="0" t="0" r="0" b="508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205" cy="54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 w:rsidRPr="00300F79">
        <w:rPr>
          <w:b/>
          <w:sz w:val="28"/>
          <w:szCs w:val="28"/>
        </w:rPr>
        <w:t>Утверждаю: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>Первый заместитель директора</w:t>
      </w:r>
      <w:r>
        <w:rPr>
          <w:sz w:val="28"/>
          <w:szCs w:val="28"/>
        </w:rPr>
        <w:t>-</w:t>
      </w:r>
      <w:r w:rsidRPr="00300F79">
        <w:rPr>
          <w:sz w:val="28"/>
          <w:szCs w:val="28"/>
        </w:rPr>
        <w:t xml:space="preserve"> 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00F79">
        <w:rPr>
          <w:sz w:val="28"/>
          <w:szCs w:val="28"/>
        </w:rPr>
        <w:t>главный инженер филиала</w:t>
      </w:r>
    </w:p>
    <w:p w:rsidR="00183232" w:rsidRPr="00300F79" w:rsidRDefault="00183232" w:rsidP="0018323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797856">
        <w:rPr>
          <w:sz w:val="28"/>
          <w:szCs w:val="28"/>
        </w:rPr>
        <w:t xml:space="preserve">                                    </w:t>
      </w:r>
      <w:r w:rsidRPr="00300F79">
        <w:rPr>
          <w:sz w:val="28"/>
          <w:szCs w:val="28"/>
        </w:rPr>
        <w:t>П</w:t>
      </w:r>
      <w:r w:rsidR="00797856">
        <w:rPr>
          <w:sz w:val="28"/>
          <w:szCs w:val="28"/>
        </w:rPr>
        <w:t>АО «Россети Центр</w:t>
      </w:r>
      <w:r>
        <w:rPr>
          <w:sz w:val="28"/>
          <w:szCs w:val="28"/>
        </w:rPr>
        <w:t>» -</w:t>
      </w:r>
      <w:r w:rsidRPr="00300F79">
        <w:rPr>
          <w:sz w:val="28"/>
          <w:szCs w:val="28"/>
        </w:rPr>
        <w:t>«Орелэнерго»</w:t>
      </w: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</w:p>
    <w:p w:rsidR="00183232" w:rsidRPr="00300F79" w:rsidRDefault="00183232" w:rsidP="00183232">
      <w:pPr>
        <w:ind w:left="5670"/>
        <w:jc w:val="right"/>
        <w:rPr>
          <w:sz w:val="28"/>
          <w:szCs w:val="28"/>
        </w:rPr>
      </w:pPr>
      <w:r w:rsidRPr="00300F79">
        <w:rPr>
          <w:sz w:val="28"/>
          <w:szCs w:val="28"/>
        </w:rPr>
        <w:t xml:space="preserve">________________ Колубанов И.В. </w:t>
      </w:r>
    </w:p>
    <w:p w:rsidR="00183232" w:rsidRPr="00300F79" w:rsidRDefault="00183232" w:rsidP="00183232">
      <w:pPr>
        <w:ind w:left="5670"/>
        <w:jc w:val="right"/>
        <w:rPr>
          <w:b/>
          <w:sz w:val="28"/>
          <w:szCs w:val="28"/>
        </w:rPr>
      </w:pPr>
      <w:r w:rsidRPr="00300F79">
        <w:rPr>
          <w:sz w:val="28"/>
          <w:szCs w:val="28"/>
        </w:rPr>
        <w:t>“</w:t>
      </w:r>
      <w:r w:rsidR="000472B1">
        <w:rPr>
          <w:sz w:val="28"/>
          <w:szCs w:val="28"/>
        </w:rPr>
        <w:t>20</w:t>
      </w:r>
      <w:r w:rsidRPr="00300F79">
        <w:rPr>
          <w:sz w:val="28"/>
          <w:szCs w:val="28"/>
        </w:rPr>
        <w:t xml:space="preserve">” </w:t>
      </w:r>
      <w:r w:rsidR="000472B1">
        <w:rPr>
          <w:sz w:val="28"/>
          <w:szCs w:val="28"/>
        </w:rPr>
        <w:t>июля</w:t>
      </w:r>
      <w:bookmarkStart w:id="0" w:name="_GoBack"/>
      <w:bookmarkEnd w:id="0"/>
      <w:r w:rsidR="00797856">
        <w:rPr>
          <w:sz w:val="28"/>
          <w:szCs w:val="28"/>
        </w:rPr>
        <w:t xml:space="preserve"> 2022</w:t>
      </w:r>
      <w:r w:rsidRPr="00300F79">
        <w:rPr>
          <w:sz w:val="28"/>
          <w:szCs w:val="28"/>
        </w:rPr>
        <w:t xml:space="preserve"> г.</w:t>
      </w:r>
    </w:p>
    <w:p w:rsidR="001D2427" w:rsidRDefault="00205F02" w:rsidP="006F1412">
      <w:pPr>
        <w:spacing w:line="276" w:lineRule="auto"/>
        <w:ind w:firstLine="700"/>
        <w:jc w:val="center"/>
        <w:rPr>
          <w:b/>
          <w:sz w:val="26"/>
          <w:szCs w:val="26"/>
        </w:rPr>
      </w:pPr>
      <w:r w:rsidRPr="00FD7D1F">
        <w:rPr>
          <w:b/>
          <w:sz w:val="26"/>
          <w:szCs w:val="26"/>
        </w:rPr>
        <w:t xml:space="preserve">    </w:t>
      </w:r>
    </w:p>
    <w:p w:rsidR="007A7409" w:rsidRPr="002D5977" w:rsidRDefault="002B59DC" w:rsidP="002B59DC">
      <w:pPr>
        <w:spacing w:line="276" w:lineRule="auto"/>
        <w:ind w:left="703"/>
        <w:rPr>
          <w:b/>
        </w:rPr>
      </w:pPr>
      <w:r>
        <w:rPr>
          <w:b/>
        </w:rPr>
        <w:t xml:space="preserve">                                                                  </w:t>
      </w:r>
      <w:r w:rsidR="002D5977" w:rsidRPr="00D25CB2">
        <w:rPr>
          <w:b/>
        </w:rPr>
        <w:t>ТЕХНИЧЕСКО</w:t>
      </w:r>
      <w:r>
        <w:rPr>
          <w:b/>
        </w:rPr>
        <w:t>Е</w:t>
      </w:r>
      <w:r w:rsidR="002D5977" w:rsidRPr="00D25CB2">
        <w:rPr>
          <w:b/>
        </w:rPr>
        <w:t xml:space="preserve"> ЗАДАНИ</w:t>
      </w:r>
      <w:r>
        <w:rPr>
          <w:b/>
        </w:rPr>
        <w:t>Е</w:t>
      </w:r>
      <w:r w:rsidR="00205F02" w:rsidRPr="0096660E">
        <w:rPr>
          <w:b/>
          <w:sz w:val="24"/>
          <w:szCs w:val="24"/>
        </w:rPr>
        <w:tab/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  <w:r w:rsidRPr="0096660E">
        <w:rPr>
          <w:b/>
          <w:sz w:val="24"/>
          <w:szCs w:val="24"/>
        </w:rPr>
        <w:tab/>
      </w:r>
      <w:r w:rsidRPr="0096660E">
        <w:rPr>
          <w:sz w:val="24"/>
          <w:szCs w:val="24"/>
        </w:rPr>
        <w:t xml:space="preserve">  </w:t>
      </w:r>
      <w:r w:rsidR="003B3808" w:rsidRPr="0096660E">
        <w:rPr>
          <w:sz w:val="24"/>
          <w:szCs w:val="24"/>
        </w:rPr>
        <w:t xml:space="preserve">на поставку </w:t>
      </w:r>
      <w:r w:rsidR="00F67EBE" w:rsidRPr="0096660E">
        <w:rPr>
          <w:sz w:val="24"/>
          <w:szCs w:val="24"/>
        </w:rPr>
        <w:t xml:space="preserve">стационарных </w:t>
      </w:r>
      <w:r w:rsidR="004657AB" w:rsidRPr="0096660E">
        <w:rPr>
          <w:sz w:val="24"/>
          <w:szCs w:val="24"/>
        </w:rPr>
        <w:t>аккумуляторных батарей</w:t>
      </w:r>
      <w:r w:rsidR="00F67EBE" w:rsidRPr="0096660E">
        <w:rPr>
          <w:sz w:val="24"/>
          <w:szCs w:val="24"/>
        </w:rPr>
        <w:t xml:space="preserve"> и аккумуляторных батарей для устройств управления оперативным током</w:t>
      </w:r>
    </w:p>
    <w:p w:rsidR="00205F02" w:rsidRPr="0007505A" w:rsidRDefault="00777438" w:rsidP="0007505A">
      <w:pPr>
        <w:spacing w:line="276" w:lineRule="auto"/>
        <w:ind w:left="705"/>
        <w:jc w:val="center"/>
        <w:rPr>
          <w:sz w:val="24"/>
          <w:szCs w:val="24"/>
        </w:rPr>
      </w:pPr>
      <w:r w:rsidRPr="0096660E">
        <w:rPr>
          <w:sz w:val="24"/>
          <w:szCs w:val="24"/>
        </w:rPr>
        <w:t>Лот №</w:t>
      </w:r>
      <w:r w:rsidR="002B59DC">
        <w:rPr>
          <w:sz w:val="24"/>
          <w:szCs w:val="24"/>
        </w:rPr>
        <w:t xml:space="preserve"> </w:t>
      </w:r>
      <w:r w:rsidRPr="0096660E">
        <w:rPr>
          <w:sz w:val="24"/>
          <w:szCs w:val="24"/>
        </w:rPr>
        <w:t>30</w:t>
      </w:r>
      <w:r w:rsidR="004657AB" w:rsidRPr="0096660E">
        <w:rPr>
          <w:sz w:val="24"/>
          <w:szCs w:val="24"/>
        </w:rPr>
        <w:t>7В</w:t>
      </w:r>
      <w:r w:rsidRPr="0096660E">
        <w:rPr>
          <w:sz w:val="24"/>
          <w:szCs w:val="24"/>
        </w:rPr>
        <w:t>.</w:t>
      </w:r>
    </w:p>
    <w:p w:rsidR="00205F02" w:rsidRPr="0096660E" w:rsidRDefault="00205F02" w:rsidP="008E1724">
      <w:pPr>
        <w:spacing w:line="276" w:lineRule="auto"/>
        <w:ind w:firstLine="700"/>
        <w:jc w:val="center"/>
        <w:rPr>
          <w:sz w:val="24"/>
          <w:szCs w:val="24"/>
        </w:rPr>
      </w:pP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sz w:val="24"/>
          <w:szCs w:val="24"/>
        </w:rPr>
      </w:pPr>
      <w:r w:rsidRPr="0096660E">
        <w:rPr>
          <w:b/>
          <w:sz w:val="24"/>
          <w:szCs w:val="24"/>
        </w:rPr>
        <w:t>Общ</w:t>
      </w:r>
      <w:r w:rsidR="00BB584A" w:rsidRPr="0096660E">
        <w:rPr>
          <w:b/>
          <w:sz w:val="24"/>
          <w:szCs w:val="24"/>
        </w:rPr>
        <w:t>ая</w:t>
      </w:r>
      <w:r w:rsidRPr="0096660E">
        <w:rPr>
          <w:b/>
          <w:sz w:val="24"/>
          <w:szCs w:val="24"/>
        </w:rPr>
        <w:t xml:space="preserve"> </w:t>
      </w:r>
      <w:r w:rsidR="00FB2893" w:rsidRPr="0096660E">
        <w:rPr>
          <w:b/>
          <w:sz w:val="24"/>
          <w:szCs w:val="24"/>
        </w:rPr>
        <w:t>часть</w:t>
      </w:r>
      <w:r w:rsidR="0007505A">
        <w:rPr>
          <w:b/>
          <w:sz w:val="24"/>
          <w:szCs w:val="24"/>
        </w:rPr>
        <w:t>.</w:t>
      </w:r>
    </w:p>
    <w:p w:rsidR="00183232" w:rsidRPr="00FC14E0" w:rsidRDefault="002D5977" w:rsidP="00183232">
      <w:pPr>
        <w:ind w:firstLine="700"/>
        <w:jc w:val="center"/>
        <w:rPr>
          <w:color w:val="000000"/>
        </w:rPr>
      </w:pPr>
      <w:r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 Центр</w:t>
      </w:r>
      <w:r w:rsidR="00205F02" w:rsidRPr="0096660E">
        <w:rPr>
          <w:sz w:val="24"/>
          <w:szCs w:val="24"/>
        </w:rPr>
        <w:t xml:space="preserve">» производит закупку </w:t>
      </w:r>
      <w:r w:rsidR="00930D66">
        <w:rPr>
          <w:i/>
          <w:sz w:val="24"/>
          <w:szCs w:val="24"/>
          <w:u w:val="single"/>
        </w:rPr>
        <w:t>17</w:t>
      </w:r>
      <w:r w:rsidR="00BB584A" w:rsidRPr="0096660E">
        <w:rPr>
          <w:sz w:val="24"/>
          <w:szCs w:val="24"/>
        </w:rPr>
        <w:t xml:space="preserve"> </w:t>
      </w:r>
      <w:r w:rsidR="00183232">
        <w:rPr>
          <w:sz w:val="24"/>
          <w:szCs w:val="24"/>
        </w:rPr>
        <w:t xml:space="preserve">штук </w:t>
      </w:r>
      <w:r w:rsidR="00B96B30" w:rsidRPr="0096660E">
        <w:rPr>
          <w:sz w:val="24"/>
          <w:szCs w:val="24"/>
        </w:rPr>
        <w:t>аккумуляторных батарей</w:t>
      </w:r>
      <w:r w:rsidR="00FD7D1F" w:rsidRPr="0096660E">
        <w:rPr>
          <w:sz w:val="24"/>
          <w:szCs w:val="24"/>
        </w:rPr>
        <w:t xml:space="preserve"> </w:t>
      </w:r>
      <w:r w:rsidR="00B96B30" w:rsidRPr="0096660E">
        <w:rPr>
          <w:sz w:val="24"/>
          <w:szCs w:val="24"/>
        </w:rPr>
        <w:t xml:space="preserve">(АБ) </w:t>
      </w:r>
      <w:r w:rsidR="00183232">
        <w:rPr>
          <w:color w:val="000000"/>
        </w:rPr>
        <w:t xml:space="preserve">АКБ                        </w:t>
      </w:r>
      <w:r w:rsidR="00FC14E0">
        <w:rPr>
          <w:color w:val="000000"/>
          <w:sz w:val="24"/>
          <w:szCs w:val="24"/>
          <w:lang w:val="en-US"/>
        </w:rPr>
        <w:t>Sonnenschein</w:t>
      </w:r>
      <w:r w:rsidR="00FC14E0" w:rsidRP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А512/85</w:t>
      </w:r>
      <w:r w:rsidR="00FC14E0">
        <w:rPr>
          <w:color w:val="000000"/>
          <w:sz w:val="24"/>
          <w:szCs w:val="24"/>
        </w:rPr>
        <w:t xml:space="preserve"> </w:t>
      </w:r>
      <w:r w:rsidR="002B59DC">
        <w:rPr>
          <w:color w:val="000000"/>
          <w:sz w:val="24"/>
          <w:szCs w:val="24"/>
        </w:rPr>
        <w:t>А</w:t>
      </w:r>
    </w:p>
    <w:p w:rsidR="00183232" w:rsidRDefault="00FD7D1F" w:rsidP="00183232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 </w:t>
      </w:r>
    </w:p>
    <w:p w:rsidR="00205F02" w:rsidRPr="0096660E" w:rsidRDefault="00205F02" w:rsidP="00183232">
      <w:pPr>
        <w:ind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Предмет </w:t>
      </w:r>
      <w:r w:rsidR="0007505A" w:rsidRPr="00D615F1">
        <w:rPr>
          <w:b/>
          <w:bCs/>
          <w:sz w:val="24"/>
          <w:szCs w:val="24"/>
        </w:rPr>
        <w:t>закупочной процедуры</w:t>
      </w:r>
      <w:r w:rsidR="0007505A">
        <w:rPr>
          <w:b/>
          <w:bCs/>
          <w:sz w:val="24"/>
          <w:szCs w:val="24"/>
        </w:rPr>
        <w:t>.</w:t>
      </w:r>
    </w:p>
    <w:p w:rsidR="004A0CF2" w:rsidRPr="0096660E" w:rsidRDefault="00FD7D1F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Поставщик обеспечивает поставку оборудования </w:t>
      </w:r>
      <w:r w:rsidR="0027779A" w:rsidRPr="0096660E">
        <w:rPr>
          <w:sz w:val="24"/>
          <w:szCs w:val="24"/>
        </w:rPr>
        <w:t xml:space="preserve">на склады получателей – филиалов </w:t>
      </w:r>
      <w:r w:rsidR="002D5977"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</w:t>
      </w:r>
      <w:r w:rsidR="0027779A" w:rsidRPr="0096660E">
        <w:rPr>
          <w:sz w:val="24"/>
          <w:szCs w:val="24"/>
        </w:rPr>
        <w:t xml:space="preserve"> </w:t>
      </w:r>
      <w:r w:rsidR="00797856">
        <w:rPr>
          <w:sz w:val="24"/>
          <w:szCs w:val="24"/>
        </w:rPr>
        <w:t>Центр</w:t>
      </w:r>
      <w:r w:rsidR="0027779A" w:rsidRPr="0096660E">
        <w:rPr>
          <w:sz w:val="24"/>
          <w:szCs w:val="24"/>
        </w:rPr>
        <w:t>» в объемах</w:t>
      </w:r>
      <w:r w:rsidR="00BB584A" w:rsidRPr="0096660E">
        <w:rPr>
          <w:sz w:val="24"/>
          <w:szCs w:val="24"/>
        </w:rPr>
        <w:t xml:space="preserve"> и в сроки</w:t>
      </w:r>
      <w:r w:rsidR="0027779A" w:rsidRPr="0096660E">
        <w:rPr>
          <w:sz w:val="24"/>
          <w:szCs w:val="24"/>
        </w:rPr>
        <w:t xml:space="preserve">, </w:t>
      </w:r>
      <w:r w:rsidR="00BB584A" w:rsidRPr="0096660E">
        <w:rPr>
          <w:sz w:val="24"/>
          <w:szCs w:val="24"/>
        </w:rPr>
        <w:t>установленные данным ТЗ:</w:t>
      </w: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2172"/>
        <w:gridCol w:w="1827"/>
        <w:gridCol w:w="1827"/>
        <w:gridCol w:w="1806"/>
        <w:gridCol w:w="2189"/>
      </w:tblGrid>
      <w:tr w:rsidR="00BB584A" w:rsidRPr="0096660E" w:rsidTr="002F58E4">
        <w:trPr>
          <w:trHeight w:val="608"/>
          <w:jc w:val="center"/>
        </w:trPr>
        <w:tc>
          <w:tcPr>
            <w:tcW w:w="2172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Филиал</w:t>
            </w:r>
          </w:p>
        </w:tc>
        <w:tc>
          <w:tcPr>
            <w:tcW w:w="182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Вид транспорта</w:t>
            </w:r>
          </w:p>
        </w:tc>
        <w:tc>
          <w:tcPr>
            <w:tcW w:w="1577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Точка поставки </w:t>
            </w:r>
          </w:p>
        </w:tc>
        <w:tc>
          <w:tcPr>
            <w:tcW w:w="1806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Срок поставки *</w:t>
            </w:r>
          </w:p>
        </w:tc>
        <w:tc>
          <w:tcPr>
            <w:tcW w:w="2189" w:type="dxa"/>
            <w:vAlign w:val="center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Количество</w:t>
            </w:r>
          </w:p>
          <w:p w:rsidR="0015267F" w:rsidRPr="002B59DC" w:rsidRDefault="0015267F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комплектов</w:t>
            </w:r>
          </w:p>
        </w:tc>
      </w:tr>
      <w:tr w:rsidR="00BB584A" w:rsidRPr="0096660E" w:rsidTr="002F58E4">
        <w:trPr>
          <w:jc w:val="center"/>
        </w:trPr>
        <w:tc>
          <w:tcPr>
            <w:tcW w:w="2172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       «Орелэнерго»</w:t>
            </w:r>
          </w:p>
        </w:tc>
        <w:tc>
          <w:tcPr>
            <w:tcW w:w="1827" w:type="dxa"/>
          </w:tcPr>
          <w:p w:rsidR="00BB584A" w:rsidRPr="002B59DC" w:rsidRDefault="00BB584A" w:rsidP="0007505A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Авто/жд</w:t>
            </w:r>
          </w:p>
        </w:tc>
        <w:tc>
          <w:tcPr>
            <w:tcW w:w="1577" w:type="dxa"/>
          </w:tcPr>
          <w:p w:rsidR="00BB584A" w:rsidRPr="002B59DC" w:rsidRDefault="00183232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 xml:space="preserve">г. Орёл,ул. Высоковольтная, 9, </w:t>
            </w:r>
            <w:r w:rsidR="00797856">
              <w:rPr>
                <w:sz w:val="22"/>
                <w:szCs w:val="22"/>
              </w:rPr>
              <w:t>центральный склад филиала ПАО "Россети</w:t>
            </w:r>
            <w:r w:rsidRPr="002B59DC">
              <w:rPr>
                <w:sz w:val="22"/>
                <w:szCs w:val="22"/>
              </w:rPr>
              <w:t xml:space="preserve"> Центр- “Орёлэнерго”</w:t>
            </w:r>
          </w:p>
        </w:tc>
        <w:tc>
          <w:tcPr>
            <w:tcW w:w="1806" w:type="dxa"/>
          </w:tcPr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</w:p>
          <w:p w:rsidR="00017785" w:rsidRDefault="00017785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</w:p>
          <w:p w:rsidR="00BB584A" w:rsidRPr="002B59DC" w:rsidRDefault="000472B1" w:rsidP="0007505A">
            <w:pPr>
              <w:tabs>
                <w:tab w:val="left" w:pos="113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9</w:t>
            </w:r>
            <w:r w:rsidR="00017785">
              <w:rPr>
                <w:sz w:val="22"/>
                <w:szCs w:val="22"/>
              </w:rPr>
              <w:t xml:space="preserve">0 </w:t>
            </w:r>
          </w:p>
        </w:tc>
        <w:tc>
          <w:tcPr>
            <w:tcW w:w="2189" w:type="dxa"/>
          </w:tcPr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017785" w:rsidRDefault="00017785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</w:p>
          <w:p w:rsidR="00BB584A" w:rsidRPr="002B59DC" w:rsidRDefault="00183232" w:rsidP="00183232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2B59DC">
              <w:rPr>
                <w:sz w:val="22"/>
                <w:szCs w:val="22"/>
              </w:rPr>
              <w:t>17 шт.</w:t>
            </w:r>
          </w:p>
        </w:tc>
      </w:tr>
    </w:tbl>
    <w:p w:rsidR="00BB584A" w:rsidRPr="000E3302" w:rsidRDefault="000E3302" w:rsidP="0007505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0CF2" w:rsidRPr="000E3302">
        <w:rPr>
          <w:sz w:val="24"/>
          <w:szCs w:val="24"/>
        </w:rPr>
        <w:t xml:space="preserve"> </w:t>
      </w:r>
      <w:r w:rsidR="002B59DC">
        <w:rPr>
          <w:sz w:val="24"/>
          <w:szCs w:val="24"/>
        </w:rPr>
        <w:t xml:space="preserve"> </w:t>
      </w:r>
      <w:r w:rsidR="002B59DC" w:rsidRPr="00101DD6">
        <w:rPr>
          <w:sz w:val="24"/>
          <w:szCs w:val="24"/>
        </w:rPr>
        <w:t>*</w:t>
      </w:r>
      <w:r w:rsidR="00017785">
        <w:rPr>
          <w:sz w:val="24"/>
          <w:szCs w:val="24"/>
        </w:rPr>
        <w:t>календарных дней с даты подписания договора.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</w:p>
    <w:p w:rsidR="00B96B30" w:rsidRPr="0096660E" w:rsidRDefault="00205F02" w:rsidP="0007505A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ind w:left="0" w:firstLine="700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Ос</w:t>
      </w:r>
      <w:r w:rsidR="00792252" w:rsidRPr="0096660E">
        <w:rPr>
          <w:b/>
          <w:sz w:val="24"/>
          <w:szCs w:val="24"/>
        </w:rPr>
        <w:t>новные технические требования к</w:t>
      </w:r>
      <w:r w:rsidRPr="0096660E">
        <w:rPr>
          <w:b/>
          <w:sz w:val="24"/>
          <w:szCs w:val="24"/>
        </w:rPr>
        <w:t xml:space="preserve"> оборудованию</w:t>
      </w:r>
      <w:r w:rsidR="0007505A">
        <w:rPr>
          <w:b/>
          <w:sz w:val="24"/>
          <w:szCs w:val="24"/>
        </w:rPr>
        <w:t>.</w:t>
      </w:r>
    </w:p>
    <w:p w:rsidR="004657AB" w:rsidRPr="0096660E" w:rsidRDefault="004657AB" w:rsidP="0007505A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3.</w:t>
      </w:r>
      <w:r w:rsidR="00573789" w:rsidRPr="0096660E">
        <w:rPr>
          <w:sz w:val="24"/>
          <w:szCs w:val="24"/>
        </w:rPr>
        <w:t>1</w:t>
      </w:r>
      <w:r w:rsidRPr="0096660E">
        <w:rPr>
          <w:sz w:val="24"/>
          <w:szCs w:val="24"/>
        </w:rPr>
        <w:t xml:space="preserve">.Технические данные оборудования </w:t>
      </w:r>
      <w:r w:rsidR="00CD120C" w:rsidRPr="0096660E">
        <w:rPr>
          <w:sz w:val="24"/>
          <w:szCs w:val="24"/>
        </w:rPr>
        <w:t xml:space="preserve">должны </w:t>
      </w:r>
      <w:r w:rsidR="0096660E" w:rsidRPr="0096660E">
        <w:rPr>
          <w:sz w:val="24"/>
          <w:szCs w:val="24"/>
        </w:rPr>
        <w:t>соответствовать параметрам</w:t>
      </w:r>
      <w:r w:rsidR="00930D66">
        <w:rPr>
          <w:sz w:val="24"/>
          <w:szCs w:val="24"/>
        </w:rPr>
        <w:t xml:space="preserve">, </w:t>
      </w:r>
      <w:r w:rsidR="0096660E" w:rsidRPr="0096660E">
        <w:rPr>
          <w:sz w:val="24"/>
          <w:szCs w:val="24"/>
        </w:rPr>
        <w:t xml:space="preserve">и </w:t>
      </w:r>
      <w:r w:rsidR="00CD120C" w:rsidRPr="0096660E">
        <w:rPr>
          <w:sz w:val="24"/>
          <w:szCs w:val="24"/>
        </w:rPr>
        <w:t>быть не ниже значений, приведенных в таблице:</w:t>
      </w:r>
    </w:p>
    <w:tbl>
      <w:tblPr>
        <w:tblW w:w="10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70"/>
        <w:gridCol w:w="4850"/>
      </w:tblGrid>
      <w:tr w:rsidR="004657AB" w:rsidRPr="0096660E" w:rsidTr="00930D66">
        <w:trPr>
          <w:trHeight w:val="191"/>
          <w:jc w:val="center"/>
        </w:trPr>
        <w:tc>
          <w:tcPr>
            <w:tcW w:w="547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Наименование параметра</w:t>
            </w:r>
          </w:p>
        </w:tc>
        <w:tc>
          <w:tcPr>
            <w:tcW w:w="4850" w:type="dxa"/>
            <w:vAlign w:val="center"/>
          </w:tcPr>
          <w:p w:rsidR="004657AB" w:rsidRPr="0096660E" w:rsidRDefault="004657AB" w:rsidP="0007505A">
            <w:pPr>
              <w:pStyle w:val="a6"/>
              <w:spacing w:after="0"/>
              <w:ind w:left="0"/>
              <w:jc w:val="center"/>
            </w:pPr>
            <w:r w:rsidRPr="0096660E">
              <w:t>Значение</w:t>
            </w:r>
          </w:p>
        </w:tc>
      </w:tr>
      <w:tr w:rsidR="00FC14E0" w:rsidRPr="0096660E" w:rsidTr="00744969">
        <w:trPr>
          <w:trHeight w:val="300"/>
          <w:jc w:val="center"/>
        </w:trPr>
        <w:tc>
          <w:tcPr>
            <w:tcW w:w="5470" w:type="dxa"/>
          </w:tcPr>
          <w:p w:rsidR="00FC14E0" w:rsidRDefault="00FC14E0" w:rsidP="002B59DC">
            <w:r w:rsidRPr="000C298B">
              <w:t xml:space="preserve">- напряжение </w:t>
            </w:r>
            <w:r w:rsidRPr="000C298B">
              <w:br/>
              <w:t xml:space="preserve">- ёмкость </w:t>
            </w:r>
            <w:r w:rsidRPr="000C298B">
              <w:br/>
              <w:t xml:space="preserve">- максимальная нагрузка </w:t>
            </w:r>
            <w:r w:rsidRPr="000C298B">
              <w:br/>
              <w:t xml:space="preserve">- внутреннее сопротивление </w:t>
            </w:r>
            <w:r w:rsidRPr="000C298B">
              <w:br/>
              <w:t xml:space="preserve">- ток короткого замыкания </w:t>
            </w:r>
            <w:r w:rsidRPr="000C298B">
              <w:br/>
              <w:t xml:space="preserve">- тип вывода  </w:t>
            </w:r>
            <w:r w:rsidRPr="000C298B">
              <w:br/>
              <w:t>- дл</w:t>
            </w:r>
            <w:r w:rsidR="002B59DC">
              <w:t xml:space="preserve">ина </w:t>
            </w:r>
            <w:r w:rsidR="002B59DC">
              <w:br/>
              <w:t xml:space="preserve">- ширина </w:t>
            </w:r>
            <w:r w:rsidR="002B59DC">
              <w:br/>
              <w:t xml:space="preserve">- высота </w:t>
            </w:r>
            <w:r w:rsidR="002B59DC">
              <w:br/>
            </w:r>
            <w:r w:rsidRPr="000C298B">
              <w:t xml:space="preserve">- вес </w:t>
            </w:r>
          </w:p>
        </w:tc>
        <w:tc>
          <w:tcPr>
            <w:tcW w:w="4850" w:type="dxa"/>
          </w:tcPr>
          <w:p w:rsidR="00FC14E0" w:rsidRDefault="002B59DC" w:rsidP="002B59DC">
            <w:r>
              <w:t>12 В;</w:t>
            </w:r>
            <w:r>
              <w:br/>
              <w:t>(С</w:t>
            </w:r>
            <w:r>
              <w:rPr>
                <w:vertAlign w:val="subscript"/>
              </w:rPr>
              <w:t>20</w:t>
            </w:r>
            <w:r>
              <w:t xml:space="preserve"> 1,75В/эл, 20 </w:t>
            </w:r>
            <w:r>
              <w:rPr>
                <w:vertAlign w:val="superscript"/>
              </w:rPr>
              <w:t>0</w:t>
            </w:r>
            <w:r>
              <w:t>С) 85 Ач;</w:t>
            </w:r>
            <w:r>
              <w:br/>
              <w:t>600 А;</w:t>
            </w:r>
            <w:r>
              <w:br/>
              <w:t>6,2 мОм;</w:t>
            </w:r>
            <w:r>
              <w:br/>
              <w:t>2018 A;</w:t>
            </w:r>
            <w:r>
              <w:br/>
              <w:t>Конус А;</w:t>
            </w:r>
            <w:r>
              <w:br/>
              <w:t>330 мм;</w:t>
            </w:r>
            <w:r>
              <w:br/>
              <w:t>171 мм;</w:t>
            </w:r>
            <w:r>
              <w:br/>
              <w:t>213</w:t>
            </w:r>
            <w:r w:rsidR="00FC14E0" w:rsidRPr="000C298B">
              <w:t xml:space="preserve"> мм;</w:t>
            </w:r>
            <w:r w:rsidR="00FC14E0" w:rsidRPr="000C298B">
              <w:br/>
            </w:r>
            <w:r>
              <w:t>31</w:t>
            </w:r>
            <w:r w:rsidR="00FC14E0" w:rsidRPr="000C298B">
              <w:t xml:space="preserve"> кг.</w:t>
            </w:r>
          </w:p>
        </w:tc>
      </w:tr>
    </w:tbl>
    <w:p w:rsidR="00B96B30" w:rsidRPr="0096660E" w:rsidRDefault="00B96B30" w:rsidP="0007505A">
      <w:pPr>
        <w:jc w:val="both"/>
        <w:rPr>
          <w:sz w:val="24"/>
          <w:szCs w:val="24"/>
        </w:rPr>
      </w:pPr>
    </w:p>
    <w:p w:rsidR="00205F02" w:rsidRPr="0096660E" w:rsidRDefault="00FD7D1F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Общие требования</w:t>
      </w:r>
      <w:r w:rsidR="00A833E5" w:rsidRPr="0096660E">
        <w:rPr>
          <w:b/>
          <w:sz w:val="24"/>
          <w:szCs w:val="24"/>
        </w:rPr>
        <w:t>.</w:t>
      </w:r>
    </w:p>
    <w:p w:rsidR="0043686E" w:rsidRPr="0096660E" w:rsidRDefault="0043686E" w:rsidP="0007505A">
      <w:pPr>
        <w:pStyle w:val="a5"/>
        <w:numPr>
          <w:ilvl w:val="1"/>
          <w:numId w:val="15"/>
        </w:numPr>
        <w:tabs>
          <w:tab w:val="left" w:pos="709"/>
          <w:tab w:val="left" w:pos="851"/>
          <w:tab w:val="left" w:pos="1134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43686E" w:rsidRPr="0096660E" w:rsidRDefault="00017785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260106E" wp14:editId="5A63032F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686E" w:rsidRPr="0096660E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43686E" w:rsidRPr="0096660E" w:rsidRDefault="0043686E" w:rsidP="0007505A">
      <w:pPr>
        <w:pStyle w:val="a5"/>
        <w:numPr>
          <w:ilvl w:val="0"/>
          <w:numId w:val="28"/>
        </w:numPr>
        <w:tabs>
          <w:tab w:val="left" w:pos="0"/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>для российских производителей – наличие ТУ, подтверждающих соответствие техническим требованиям;</w:t>
      </w:r>
    </w:p>
    <w:p w:rsidR="00C55CC7" w:rsidRPr="0096660E" w:rsidRDefault="00C55CC7" w:rsidP="0007505A">
      <w:pPr>
        <w:pStyle w:val="23"/>
        <w:numPr>
          <w:ilvl w:val="0"/>
          <w:numId w:val="28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поставляемое электротехническое оборудование отечественн</w:t>
      </w:r>
      <w:r w:rsidR="002D5977">
        <w:rPr>
          <w:sz w:val="24"/>
          <w:szCs w:val="24"/>
        </w:rPr>
        <w:t xml:space="preserve">ого и зарубежного производства </w:t>
      </w:r>
      <w:r w:rsidRPr="0096660E">
        <w:rPr>
          <w:sz w:val="24"/>
          <w:szCs w:val="24"/>
        </w:rPr>
        <w:t xml:space="preserve">должно быть аттестовано </w:t>
      </w:r>
      <w:r w:rsidR="002D5977">
        <w:rPr>
          <w:sz w:val="24"/>
          <w:szCs w:val="24"/>
        </w:rPr>
        <w:t>П</w:t>
      </w:r>
      <w:r w:rsidRPr="0096660E">
        <w:rPr>
          <w:sz w:val="24"/>
          <w:szCs w:val="24"/>
        </w:rPr>
        <w:t xml:space="preserve">АО «Россети». Для неаттестованного оборудования необходимо положительное заключение Комиссии </w:t>
      </w:r>
      <w:r w:rsidR="002D5977"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 Центр</w:t>
      </w:r>
      <w:r w:rsidRPr="0096660E">
        <w:rPr>
          <w:sz w:val="24"/>
          <w:szCs w:val="24"/>
        </w:rPr>
        <w:t>» по допуску оборудования, материалов и систем.</w:t>
      </w:r>
    </w:p>
    <w:p w:rsidR="00A0775B" w:rsidRPr="0096660E" w:rsidRDefault="00A0775B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2D5977">
        <w:rPr>
          <w:sz w:val="24"/>
          <w:szCs w:val="24"/>
        </w:rPr>
        <w:t>П</w:t>
      </w:r>
      <w:r w:rsidR="00797856">
        <w:rPr>
          <w:sz w:val="24"/>
          <w:szCs w:val="24"/>
        </w:rPr>
        <w:t>АО «Россети Центр</w:t>
      </w:r>
      <w:r w:rsidRPr="0096660E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 ГОСТ:</w:t>
      </w:r>
    </w:p>
    <w:p w:rsidR="00FD6AFC" w:rsidRPr="0096660E" w:rsidRDefault="00FD6AFC" w:rsidP="0007505A">
      <w:pPr>
        <w:pStyle w:val="22"/>
        <w:numPr>
          <w:ilvl w:val="0"/>
          <w:numId w:val="23"/>
        </w:numPr>
        <w:tabs>
          <w:tab w:val="left" w:pos="993"/>
        </w:tabs>
        <w:ind w:left="0" w:firstLine="709"/>
        <w:jc w:val="both"/>
        <w:rPr>
          <w:szCs w:val="24"/>
        </w:rPr>
      </w:pPr>
      <w:r w:rsidRPr="0096660E">
        <w:rPr>
          <w:color w:val="000000"/>
          <w:szCs w:val="24"/>
        </w:rPr>
        <w:t>ГОСТ 15150-69 –</w:t>
      </w:r>
      <w:r w:rsidR="005D7099" w:rsidRPr="0096660E">
        <w:rPr>
          <w:color w:val="000000"/>
          <w:szCs w:val="24"/>
        </w:rPr>
        <w:t xml:space="preserve"> </w:t>
      </w:r>
      <w:r w:rsidRPr="0096660E">
        <w:rPr>
          <w:color w:val="000000"/>
          <w:szCs w:val="24"/>
        </w:rPr>
        <w:t xml:space="preserve">«Машины, приборы и другие технические изделия. </w:t>
      </w:r>
      <w:r w:rsidRPr="0096660E">
        <w:rPr>
          <w:szCs w:val="24"/>
        </w:rPr>
        <w:t>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среды;</w:t>
      </w:r>
    </w:p>
    <w:p w:rsidR="00FD6AFC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896-1-95. Общие требования и методы испытаний (для аккумуляторных батарей с жидким электролитом);</w:t>
      </w:r>
    </w:p>
    <w:p w:rsidR="00C114BF" w:rsidRPr="0096660E" w:rsidRDefault="00FD6AFC" w:rsidP="0007505A">
      <w:pPr>
        <w:pStyle w:val="a5"/>
        <w:numPr>
          <w:ilvl w:val="0"/>
          <w:numId w:val="23"/>
        </w:numPr>
        <w:tabs>
          <w:tab w:val="left" w:pos="993"/>
          <w:tab w:val="left" w:pos="1560"/>
        </w:tabs>
        <w:ind w:left="0" w:firstLine="709"/>
        <w:jc w:val="both"/>
        <w:rPr>
          <w:color w:val="000000"/>
          <w:sz w:val="24"/>
          <w:szCs w:val="24"/>
        </w:rPr>
      </w:pPr>
      <w:r w:rsidRPr="0096660E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(герметизированных) аккумуляторных батарей)</w:t>
      </w:r>
      <w:r w:rsidR="005D7099" w:rsidRPr="0096660E">
        <w:rPr>
          <w:color w:val="000000"/>
          <w:sz w:val="24"/>
          <w:szCs w:val="24"/>
        </w:rPr>
        <w:t>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Комплектность запасных частей, расходных материалов, принадлежностей.</w:t>
      </w:r>
    </w:p>
    <w:p w:rsidR="00245529" w:rsidRPr="0096660E" w:rsidRDefault="00245529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комплект поставки малообслуживаемой аккумуляторной батареи должны входить: малообслуживаемая аккумуляторная батарея, керамические фильтр-пробки, ареометр, термометр, заливочная кружка, воронка, межэлементные, межрядные, межстеллажные соединители </w:t>
      </w:r>
      <w:r w:rsidRPr="0096660E">
        <w:rPr>
          <w:i/>
          <w:sz w:val="24"/>
          <w:szCs w:val="24"/>
        </w:rPr>
        <w:t>(дополнительно могут быть указаны стеллажи для аккумуляторных батарей, динамометрические ключи, приспособления для переноски аккумуляторов).</w:t>
      </w:r>
      <w:r w:rsidRPr="0096660E">
        <w:rPr>
          <w:sz w:val="24"/>
          <w:szCs w:val="24"/>
        </w:rPr>
        <w:t xml:space="preserve">   </w:t>
      </w:r>
    </w:p>
    <w:p w:rsidR="00245529" w:rsidRPr="0096660E" w:rsidRDefault="00017785" w:rsidP="0007505A">
      <w:pPr>
        <w:pStyle w:val="a5"/>
        <w:tabs>
          <w:tab w:val="left" w:pos="0"/>
          <w:tab w:val="left" w:pos="142"/>
          <w:tab w:val="left" w:pos="851"/>
        </w:tabs>
        <w:ind w:left="0" w:firstLine="709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0A15227F" wp14:editId="67D90DF8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5529" w:rsidRPr="0096660E">
        <w:rPr>
          <w:sz w:val="24"/>
          <w:szCs w:val="24"/>
        </w:rPr>
        <w:t>В комплект поставки необслуживаемой аккумуляторной батареи должны входить: необслуживаемая аккумуляторная батарея, межэлементные, межрядные соединители</w:t>
      </w:r>
      <w:r w:rsidR="00245529" w:rsidRPr="0096660E">
        <w:rPr>
          <w:i/>
          <w:sz w:val="24"/>
          <w:szCs w:val="24"/>
        </w:rPr>
        <w:t xml:space="preserve"> (дополнительно могут быть указаны динамометрические ключи, приспособления для переноски аккумуляторов).</w:t>
      </w:r>
      <w:r w:rsidR="00245529" w:rsidRPr="0096660E">
        <w:rPr>
          <w:sz w:val="24"/>
          <w:szCs w:val="24"/>
        </w:rPr>
        <w:t xml:space="preserve">   </w:t>
      </w:r>
    </w:p>
    <w:p w:rsidR="0057691A" w:rsidRPr="0096660E" w:rsidRDefault="0057691A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Упаковка, транспортирование, условия и сроки хранения.</w:t>
      </w:r>
    </w:p>
    <w:p w:rsidR="0057691A" w:rsidRPr="0096660E" w:rsidRDefault="0057691A" w:rsidP="0007505A">
      <w:pPr>
        <w:ind w:firstLine="709"/>
        <w:jc w:val="both"/>
        <w:rPr>
          <w:color w:val="000000"/>
          <w:sz w:val="24"/>
          <w:szCs w:val="24"/>
        </w:rPr>
      </w:pPr>
      <w:r w:rsidRPr="0096660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96660E">
        <w:rPr>
          <w:color w:val="000000"/>
          <w:sz w:val="24"/>
          <w:szCs w:val="24"/>
        </w:rPr>
        <w:t>687, ГОСТ 14192, ГОСТ 23216 и ГОСТ 15150-69</w:t>
      </w:r>
      <w:r w:rsidRPr="0096660E">
        <w:rPr>
          <w:sz w:val="24"/>
          <w:szCs w:val="24"/>
        </w:rPr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45529" w:rsidRPr="0096660E" w:rsidRDefault="00245529" w:rsidP="0007505A">
      <w:pPr>
        <w:pStyle w:val="a5"/>
        <w:numPr>
          <w:ilvl w:val="1"/>
          <w:numId w:val="15"/>
        </w:numPr>
        <w:tabs>
          <w:tab w:val="left" w:pos="851"/>
          <w:tab w:val="left" w:pos="1134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Поставляемое оборудование должно быть новое (ранее не бывшее в эксплуатации) с датой выпуска не ранее месяц/год  (не старее </w:t>
      </w:r>
      <w:r w:rsidR="00EA3A25" w:rsidRPr="0096660E">
        <w:rPr>
          <w:sz w:val="24"/>
          <w:szCs w:val="24"/>
        </w:rPr>
        <w:t>6</w:t>
      </w:r>
      <w:r w:rsidRPr="0096660E">
        <w:rPr>
          <w:sz w:val="24"/>
          <w:szCs w:val="24"/>
        </w:rPr>
        <w:t xml:space="preserve"> месяцев).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Гарантийные обязательства</w:t>
      </w:r>
      <w:r w:rsidR="00A833E5" w:rsidRPr="0096660E">
        <w:rPr>
          <w:b/>
          <w:sz w:val="24"/>
          <w:szCs w:val="24"/>
        </w:rPr>
        <w:t>.</w:t>
      </w:r>
    </w:p>
    <w:p w:rsidR="002E6A11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счет  и 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устранять любые дефекты в поставляемом оборудовании, материалах и выполняемых работах, выявленные в период гарантийного срока. В случа</w:t>
      </w:r>
      <w:r w:rsidR="002418D9" w:rsidRPr="0096660E">
        <w:rPr>
          <w:sz w:val="24"/>
          <w:szCs w:val="24"/>
        </w:rPr>
        <w:t>е выхода из строя оборудования П</w:t>
      </w:r>
      <w:r w:rsidRPr="0096660E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783ADC" w:rsidRPr="0096660E">
        <w:rPr>
          <w:sz w:val="24"/>
          <w:szCs w:val="24"/>
        </w:rPr>
        <w:t>5</w:t>
      </w:r>
      <w:r w:rsidRPr="0096660E">
        <w:rPr>
          <w:sz w:val="24"/>
          <w:szCs w:val="24"/>
        </w:rPr>
        <w:t xml:space="preserve"> </w:t>
      </w:r>
      <w:r w:rsidR="009D439F" w:rsidRPr="0096660E">
        <w:rPr>
          <w:sz w:val="24"/>
          <w:szCs w:val="24"/>
        </w:rPr>
        <w:t xml:space="preserve">календарных </w:t>
      </w:r>
      <w:r w:rsidRPr="0096660E">
        <w:rPr>
          <w:sz w:val="24"/>
          <w:szCs w:val="24"/>
        </w:rPr>
        <w:t xml:space="preserve">дней со дня получения письменного извещения </w:t>
      </w:r>
      <w:r w:rsidR="002418D9" w:rsidRPr="0096660E">
        <w:rPr>
          <w:sz w:val="24"/>
          <w:szCs w:val="24"/>
        </w:rPr>
        <w:t>Покупателя</w:t>
      </w:r>
      <w:r w:rsidRPr="0096660E">
        <w:rPr>
          <w:sz w:val="24"/>
          <w:szCs w:val="24"/>
        </w:rPr>
        <w:t>. Гарантийный срок в этом случае продлевается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соответственно</w:t>
      </w:r>
      <w:r w:rsidR="009D439F" w:rsidRPr="0096660E">
        <w:rPr>
          <w:sz w:val="24"/>
          <w:szCs w:val="24"/>
        </w:rPr>
        <w:t>,</w:t>
      </w:r>
      <w:r w:rsidRPr="0096660E">
        <w:rPr>
          <w:sz w:val="24"/>
          <w:szCs w:val="24"/>
        </w:rPr>
        <w:t xml:space="preserve"> на период устранения дефектов. </w:t>
      </w:r>
    </w:p>
    <w:p w:rsidR="0057691A" w:rsidRPr="0096660E" w:rsidRDefault="0057691A" w:rsidP="0007505A">
      <w:pPr>
        <w:pStyle w:val="a5"/>
        <w:tabs>
          <w:tab w:val="left" w:pos="709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Поставщик</w:t>
      </w:r>
      <w:r w:rsidR="00783ADC" w:rsidRPr="0096660E">
        <w:rPr>
          <w:sz w:val="24"/>
          <w:szCs w:val="24"/>
        </w:rPr>
        <w:t xml:space="preserve"> может</w:t>
      </w:r>
      <w:r w:rsidRPr="0096660E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96660E">
        <w:rPr>
          <w:sz w:val="24"/>
          <w:szCs w:val="24"/>
        </w:rPr>
        <w:t xml:space="preserve">возмездных </w:t>
      </w:r>
      <w:r w:rsidRPr="0096660E">
        <w:rPr>
          <w:sz w:val="24"/>
          <w:szCs w:val="24"/>
        </w:rPr>
        <w:t>условиях.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Требования к надежности и живучести оборудования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lastRenderedPageBreak/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</w:t>
      </w:r>
      <w:r w:rsidR="00D5593F" w:rsidRPr="0096660E">
        <w:rPr>
          <w:sz w:val="24"/>
          <w:szCs w:val="24"/>
        </w:rPr>
        <w:t>должен быть не менее (12 лет для необслуживаемых АБ, 20-25 лет для малообслуживаемых АБ).</w:t>
      </w:r>
    </w:p>
    <w:p w:rsidR="00777438" w:rsidRPr="0096660E" w:rsidRDefault="00777438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Состав технической и эксплуатационной  документации.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777438" w:rsidRPr="0096660E" w:rsidRDefault="00777438" w:rsidP="0007505A">
      <w:pPr>
        <w:pStyle w:val="a5"/>
        <w:tabs>
          <w:tab w:val="left" w:pos="1560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1D6042" w:rsidRPr="0096660E">
        <w:rPr>
          <w:sz w:val="24"/>
          <w:szCs w:val="24"/>
        </w:rPr>
        <w:t>аккумуляторных батарей</w:t>
      </w:r>
      <w:r w:rsidRPr="0096660E">
        <w:rPr>
          <w:sz w:val="24"/>
          <w:szCs w:val="24"/>
        </w:rPr>
        <w:t xml:space="preserve"> должна включать:</w:t>
      </w:r>
    </w:p>
    <w:p w:rsidR="00777438" w:rsidRPr="0096660E" w:rsidRDefault="001D6042" w:rsidP="0007505A">
      <w:pPr>
        <w:pStyle w:val="a5"/>
        <w:numPr>
          <w:ilvl w:val="0"/>
          <w:numId w:val="20"/>
        </w:numPr>
        <w:tabs>
          <w:tab w:val="left" w:pos="993"/>
        </w:tabs>
        <w:ind w:left="709" w:firstLine="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технический </w:t>
      </w:r>
      <w:r w:rsidR="00777438" w:rsidRPr="0096660E">
        <w:rPr>
          <w:sz w:val="24"/>
          <w:szCs w:val="24"/>
        </w:rPr>
        <w:t>паспорт;</w:t>
      </w:r>
    </w:p>
    <w:p w:rsidR="00205F02" w:rsidRPr="0096660E" w:rsidRDefault="00777438" w:rsidP="0007505A">
      <w:pPr>
        <w:pStyle w:val="a5"/>
        <w:numPr>
          <w:ilvl w:val="0"/>
          <w:numId w:val="20"/>
        </w:numPr>
        <w:tabs>
          <w:tab w:val="left" w:pos="993"/>
        </w:tabs>
        <w:ind w:left="0" w:firstLine="709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руководство по </w:t>
      </w:r>
      <w:r w:rsidR="001D6042" w:rsidRPr="0096660E">
        <w:rPr>
          <w:sz w:val="24"/>
          <w:szCs w:val="24"/>
        </w:rPr>
        <w:t xml:space="preserve">хранению, монтажу и </w:t>
      </w:r>
      <w:r w:rsidRPr="0096660E">
        <w:rPr>
          <w:sz w:val="24"/>
          <w:szCs w:val="24"/>
        </w:rPr>
        <w:t>эксплуатации</w:t>
      </w:r>
      <w:r w:rsidR="001D6042" w:rsidRPr="0096660E">
        <w:rPr>
          <w:sz w:val="24"/>
          <w:szCs w:val="24"/>
        </w:rPr>
        <w:t xml:space="preserve"> (эксплуатационная документация)</w:t>
      </w:r>
      <w:r w:rsidR="00DC7819" w:rsidRPr="0096660E">
        <w:rPr>
          <w:sz w:val="24"/>
          <w:szCs w:val="24"/>
        </w:rPr>
        <w:t>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Сроки и очередность поставки оборудования</w:t>
      </w:r>
      <w:r w:rsidR="00A833E5" w:rsidRPr="0096660E">
        <w:rPr>
          <w:b/>
          <w:sz w:val="24"/>
          <w:szCs w:val="24"/>
        </w:rPr>
        <w:t>.</w:t>
      </w:r>
    </w:p>
    <w:p w:rsidR="0007505A" w:rsidRPr="0007505A" w:rsidRDefault="0007505A" w:rsidP="0007505A">
      <w:pPr>
        <w:ind w:firstLine="709"/>
        <w:jc w:val="both"/>
        <w:rPr>
          <w:sz w:val="24"/>
          <w:szCs w:val="24"/>
        </w:rPr>
      </w:pPr>
      <w:r w:rsidRPr="0007505A">
        <w:rPr>
          <w:sz w:val="24"/>
          <w:szCs w:val="24"/>
        </w:rPr>
        <w:t xml:space="preserve">Поставка оборудования, входящего в предмет Договора, должна быть выполнена  в соответствии с графиком, утвержденным сторонами в договоре. </w:t>
      </w:r>
      <w:r w:rsidRPr="0007505A">
        <w:rPr>
          <w:color w:val="000000"/>
          <w:sz w:val="24"/>
          <w:szCs w:val="24"/>
          <w:shd w:val="clear" w:color="auto" w:fill="FFFFFF"/>
        </w:rPr>
        <w:t>График поставки в договоре формируется в соответствии с закупочной документацией и протоколом о результатах закупки.</w:t>
      </w:r>
      <w:r w:rsidRPr="0007505A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07505A">
        <w:rPr>
          <w:sz w:val="24"/>
          <w:szCs w:val="24"/>
        </w:rPr>
        <w:t xml:space="preserve">Изменение сроков поставки оборудования возможно по решению ЦКК </w:t>
      </w:r>
      <w:r w:rsidR="002B59DC">
        <w:rPr>
          <w:sz w:val="24"/>
          <w:szCs w:val="24"/>
        </w:rPr>
        <w:t>ПАО</w:t>
      </w:r>
      <w:r w:rsidR="00797856">
        <w:rPr>
          <w:sz w:val="24"/>
          <w:szCs w:val="24"/>
        </w:rPr>
        <w:t xml:space="preserve"> «Россети Центр</w:t>
      </w:r>
      <w:r w:rsidRPr="0007505A">
        <w:rPr>
          <w:sz w:val="24"/>
          <w:szCs w:val="24"/>
        </w:rPr>
        <w:t>» и оформляется в соответствии с условиями договора поставки и действующим законодательством.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Требования к </w:t>
      </w:r>
      <w:r w:rsidR="00FF36F5" w:rsidRPr="0096660E">
        <w:rPr>
          <w:b/>
          <w:sz w:val="24"/>
          <w:szCs w:val="24"/>
        </w:rPr>
        <w:t>П</w:t>
      </w:r>
      <w:r w:rsidRPr="0096660E">
        <w:rPr>
          <w:b/>
          <w:sz w:val="24"/>
          <w:szCs w:val="24"/>
        </w:rPr>
        <w:t>оставщику</w:t>
      </w:r>
      <w:r w:rsidR="00A833E5" w:rsidRPr="0096660E">
        <w:rPr>
          <w:b/>
          <w:sz w:val="24"/>
          <w:szCs w:val="24"/>
        </w:rPr>
        <w:t>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</w:t>
      </w:r>
      <w:r w:rsidR="00777438" w:rsidRPr="0096660E">
        <w:rPr>
          <w:sz w:val="24"/>
          <w:szCs w:val="24"/>
        </w:rPr>
        <w:t>.</w:t>
      </w:r>
    </w:p>
    <w:p w:rsidR="00205F02" w:rsidRPr="0096660E" w:rsidRDefault="00777438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</w:t>
      </w:r>
      <w:r w:rsidR="008A27C4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 xml:space="preserve">  и другими заинтересованными сторонами в сроки, согласованные с </w:t>
      </w:r>
      <w:r w:rsidR="002418D9" w:rsidRPr="0096660E">
        <w:rPr>
          <w:sz w:val="24"/>
          <w:szCs w:val="24"/>
        </w:rPr>
        <w:t>Покупателем</w:t>
      </w:r>
      <w:r w:rsidRPr="0096660E">
        <w:rPr>
          <w:sz w:val="24"/>
          <w:szCs w:val="24"/>
        </w:rPr>
        <w:t>, за свой счет без изменения стоимости поставляемого оборудования</w:t>
      </w:r>
      <w:r w:rsidR="00183232">
        <w:rPr>
          <w:sz w:val="24"/>
          <w:szCs w:val="24"/>
        </w:rPr>
        <w:t>.</w:t>
      </w:r>
      <w:r w:rsidR="00847BD7">
        <w:t xml:space="preserve"> </w:t>
      </w:r>
    </w:p>
    <w:p w:rsidR="00205F02" w:rsidRPr="0096660E" w:rsidRDefault="00205F02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>Правила приемки оборудования.</w:t>
      </w:r>
    </w:p>
    <w:p w:rsidR="00205F02" w:rsidRPr="0096660E" w:rsidRDefault="00205F02" w:rsidP="0007505A">
      <w:pPr>
        <w:pStyle w:val="BodyText21"/>
        <w:ind w:firstLine="700"/>
        <w:rPr>
          <w:szCs w:val="24"/>
        </w:rPr>
      </w:pPr>
      <w:r w:rsidRPr="0096660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7B55AD" w:rsidRPr="0096660E">
        <w:rPr>
          <w:szCs w:val="24"/>
        </w:rPr>
        <w:t>ов</w:t>
      </w:r>
      <w:r w:rsidRPr="0096660E">
        <w:rPr>
          <w:szCs w:val="24"/>
        </w:rPr>
        <w:t xml:space="preserve"> </w:t>
      </w:r>
      <w:r w:rsidR="002D5977">
        <w:rPr>
          <w:szCs w:val="24"/>
        </w:rPr>
        <w:t>П</w:t>
      </w:r>
      <w:r w:rsidR="00797856">
        <w:rPr>
          <w:szCs w:val="24"/>
        </w:rPr>
        <w:t>АО «Россети Центр</w:t>
      </w:r>
      <w:r w:rsidRPr="0096660E">
        <w:rPr>
          <w:szCs w:val="24"/>
        </w:rPr>
        <w:t>» и ответственными представителями Поставщика при получении оборудования на склад.</w:t>
      </w:r>
    </w:p>
    <w:p w:rsidR="00205F02" w:rsidRPr="0096660E" w:rsidRDefault="00205F02" w:rsidP="0007505A">
      <w:pPr>
        <w:ind w:firstLine="700"/>
        <w:jc w:val="both"/>
        <w:rPr>
          <w:sz w:val="24"/>
          <w:szCs w:val="24"/>
        </w:rPr>
      </w:pPr>
      <w:r w:rsidRPr="0096660E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DA4A3C" w:rsidRPr="0096660E" w:rsidRDefault="00DA4A3C" w:rsidP="0007505A">
      <w:pPr>
        <w:numPr>
          <w:ilvl w:val="0"/>
          <w:numId w:val="1"/>
        </w:numPr>
        <w:tabs>
          <w:tab w:val="clear" w:pos="1947"/>
          <w:tab w:val="num" w:pos="1134"/>
        </w:tabs>
        <w:ind w:left="0" w:firstLine="709"/>
        <w:jc w:val="both"/>
        <w:rPr>
          <w:b/>
          <w:sz w:val="24"/>
          <w:szCs w:val="24"/>
        </w:rPr>
      </w:pPr>
      <w:r w:rsidRPr="0096660E">
        <w:rPr>
          <w:b/>
          <w:sz w:val="24"/>
          <w:szCs w:val="24"/>
        </w:rPr>
        <w:t xml:space="preserve">Стоимость продукции. </w:t>
      </w:r>
    </w:p>
    <w:p w:rsidR="0020617E" w:rsidRPr="0020617E" w:rsidRDefault="0020617E" w:rsidP="0020617E">
      <w:pPr>
        <w:ind w:firstLine="709"/>
        <w:jc w:val="both"/>
        <w:rPr>
          <w:sz w:val="24"/>
          <w:szCs w:val="24"/>
        </w:rPr>
      </w:pPr>
      <w:r w:rsidRPr="0020617E">
        <w:rPr>
          <w:sz w:val="24"/>
          <w:szCs w:val="24"/>
        </w:rPr>
        <w:t>В стоимость оборудования должны быть включены</w:t>
      </w:r>
      <w:r w:rsidR="00183232">
        <w:rPr>
          <w:sz w:val="24"/>
          <w:szCs w:val="24"/>
        </w:rPr>
        <w:t xml:space="preserve"> доставка до склада Покупателя.</w:t>
      </w:r>
    </w:p>
    <w:p w:rsidR="007B55AD" w:rsidRPr="0096660E" w:rsidRDefault="007B55AD" w:rsidP="0007505A">
      <w:pPr>
        <w:jc w:val="both"/>
        <w:rPr>
          <w:sz w:val="24"/>
          <w:szCs w:val="24"/>
        </w:rPr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Default="00183232" w:rsidP="00183232">
      <w:pPr>
        <w:pStyle w:val="a6"/>
        <w:tabs>
          <w:tab w:val="left" w:pos="5220"/>
        </w:tabs>
        <w:ind w:left="0"/>
        <w:jc w:val="both"/>
      </w:pPr>
    </w:p>
    <w:p w:rsidR="00183232" w:rsidRPr="00797856" w:rsidRDefault="00017785" w:rsidP="00183232">
      <w:pPr>
        <w:pStyle w:val="a6"/>
        <w:tabs>
          <w:tab w:val="left" w:pos="5220"/>
        </w:tabs>
        <w:ind w:left="0"/>
        <w:jc w:val="both"/>
        <w:rPr>
          <w:sz w:val="26"/>
          <w:szCs w:val="26"/>
        </w:rPr>
      </w:pPr>
      <w:r w:rsidRPr="00797856">
        <w:rPr>
          <w:noProof/>
          <w:sz w:val="26"/>
          <w:szCs w:val="26"/>
        </w:rPr>
        <w:drawing>
          <wp:anchor distT="0" distB="0" distL="114300" distR="114300" simplePos="0" relativeHeight="251662336" behindDoc="0" locked="0" layoutInCell="1" allowOverlap="1" wp14:anchorId="34116943" wp14:editId="1B0003F0">
            <wp:simplePos x="0" y="0"/>
            <wp:positionH relativeFrom="column">
              <wp:posOffset>3138170</wp:posOffset>
            </wp:positionH>
            <wp:positionV relativeFrom="paragraph">
              <wp:posOffset>7600315</wp:posOffset>
            </wp:positionV>
            <wp:extent cx="946785" cy="704850"/>
            <wp:effectExtent l="0" t="0" r="571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 w:rsidRPr="00797856"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6AA3C46F" wp14:editId="27B3C3A5">
            <wp:simplePos x="0" y="0"/>
            <wp:positionH relativeFrom="column">
              <wp:posOffset>3449320</wp:posOffset>
            </wp:positionH>
            <wp:positionV relativeFrom="paragraph">
              <wp:posOffset>3528060</wp:posOffset>
            </wp:positionV>
            <wp:extent cx="946785" cy="70485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7856" w:rsidRPr="00797856">
        <w:rPr>
          <w:sz w:val="26"/>
          <w:szCs w:val="26"/>
        </w:rPr>
        <w:t>Заместитель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главного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инженера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>по</w:t>
      </w:r>
      <w:r w:rsidR="00797856">
        <w:rPr>
          <w:sz w:val="26"/>
          <w:szCs w:val="26"/>
        </w:rPr>
        <w:t xml:space="preserve"> </w:t>
      </w:r>
      <w:r w:rsidR="00797856" w:rsidRPr="00797856">
        <w:rPr>
          <w:sz w:val="26"/>
          <w:szCs w:val="26"/>
        </w:rPr>
        <w:t xml:space="preserve">эксплуатации               </w:t>
      </w:r>
      <w:r w:rsidR="00797856">
        <w:rPr>
          <w:sz w:val="26"/>
          <w:szCs w:val="26"/>
        </w:rPr>
        <w:t xml:space="preserve">                    </w:t>
      </w:r>
      <w:r w:rsidR="00183232" w:rsidRPr="00797856"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0676A10" wp14:editId="2A5CC686">
            <wp:simplePos x="0" y="0"/>
            <wp:positionH relativeFrom="column">
              <wp:posOffset>3449320</wp:posOffset>
            </wp:positionH>
            <wp:positionV relativeFrom="paragraph">
              <wp:posOffset>3528060</wp:posOffset>
            </wp:positionV>
            <wp:extent cx="946785" cy="70485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78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3232" w:rsidRPr="00797856">
        <w:rPr>
          <w:sz w:val="26"/>
          <w:szCs w:val="26"/>
        </w:rPr>
        <w:t>Константинов Д.В.</w:t>
      </w:r>
    </w:p>
    <w:p w:rsidR="00183232" w:rsidRPr="00E34E5E" w:rsidRDefault="00183232" w:rsidP="00183232">
      <w:pPr>
        <w:tabs>
          <w:tab w:val="left" w:pos="709"/>
        </w:tabs>
        <w:spacing w:line="276" w:lineRule="auto"/>
      </w:pPr>
    </w:p>
    <w:p w:rsidR="0007505A" w:rsidRDefault="0007505A" w:rsidP="0007505A">
      <w:pPr>
        <w:jc w:val="both"/>
        <w:rPr>
          <w:b/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Pr="0007505A" w:rsidRDefault="0007505A" w:rsidP="0007505A">
      <w:pPr>
        <w:rPr>
          <w:sz w:val="24"/>
          <w:szCs w:val="24"/>
        </w:rPr>
      </w:pPr>
    </w:p>
    <w:p w:rsidR="0007505A" w:rsidRDefault="0007505A" w:rsidP="0007505A">
      <w:pPr>
        <w:rPr>
          <w:sz w:val="24"/>
          <w:szCs w:val="24"/>
        </w:rPr>
      </w:pPr>
    </w:p>
    <w:sectPr w:rsidR="0007505A" w:rsidSect="00390FB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EDB" w:rsidRDefault="004F3EDB" w:rsidP="00183232">
      <w:r>
        <w:separator/>
      </w:r>
    </w:p>
  </w:endnote>
  <w:endnote w:type="continuationSeparator" w:id="0">
    <w:p w:rsidR="004F3EDB" w:rsidRDefault="004F3EDB" w:rsidP="001832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EDB" w:rsidRDefault="004F3EDB" w:rsidP="00183232">
      <w:r>
        <w:separator/>
      </w:r>
    </w:p>
  </w:footnote>
  <w:footnote w:type="continuationSeparator" w:id="0">
    <w:p w:rsidR="004F3EDB" w:rsidRDefault="004F3EDB" w:rsidP="001832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6744C16"/>
    <w:multiLevelType w:val="multilevel"/>
    <w:tmpl w:val="3F3C4C5E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4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05E23B2"/>
    <w:multiLevelType w:val="multilevel"/>
    <w:tmpl w:val="ACFA9E2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23830254"/>
    <w:multiLevelType w:val="hybridMultilevel"/>
    <w:tmpl w:val="ECE486DE"/>
    <w:lvl w:ilvl="0" w:tplc="3CE440A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10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11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7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20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21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2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4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6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23"/>
  </w:num>
  <w:num w:numId="4">
    <w:abstractNumId w:val="25"/>
  </w:num>
  <w:num w:numId="5">
    <w:abstractNumId w:val="21"/>
  </w:num>
  <w:num w:numId="6">
    <w:abstractNumId w:val="18"/>
  </w:num>
  <w:num w:numId="7">
    <w:abstractNumId w:val="26"/>
  </w:num>
  <w:num w:numId="8">
    <w:abstractNumId w:val="11"/>
  </w:num>
  <w:num w:numId="9">
    <w:abstractNumId w:val="28"/>
  </w:num>
  <w:num w:numId="10">
    <w:abstractNumId w:val="16"/>
  </w:num>
  <w:num w:numId="11">
    <w:abstractNumId w:val="19"/>
  </w:num>
  <w:num w:numId="12">
    <w:abstractNumId w:val="14"/>
  </w:num>
  <w:num w:numId="13">
    <w:abstractNumId w:val="13"/>
  </w:num>
  <w:num w:numId="14">
    <w:abstractNumId w:val="15"/>
  </w:num>
  <w:num w:numId="15">
    <w:abstractNumId w:val="1"/>
  </w:num>
  <w:num w:numId="16">
    <w:abstractNumId w:val="12"/>
  </w:num>
  <w:num w:numId="17">
    <w:abstractNumId w:val="0"/>
  </w:num>
  <w:num w:numId="18">
    <w:abstractNumId w:val="24"/>
  </w:num>
  <w:num w:numId="19">
    <w:abstractNumId w:val="9"/>
  </w:num>
  <w:num w:numId="20">
    <w:abstractNumId w:val="6"/>
  </w:num>
  <w:num w:numId="21">
    <w:abstractNumId w:val="3"/>
  </w:num>
  <w:num w:numId="22">
    <w:abstractNumId w:val="2"/>
  </w:num>
  <w:num w:numId="23">
    <w:abstractNumId w:val="4"/>
  </w:num>
  <w:num w:numId="24">
    <w:abstractNumId w:val="7"/>
  </w:num>
  <w:num w:numId="25">
    <w:abstractNumId w:val="8"/>
  </w:num>
  <w:num w:numId="26">
    <w:abstractNumId w:val="27"/>
  </w:num>
  <w:num w:numId="27">
    <w:abstractNumId w:val="17"/>
  </w:num>
  <w:num w:numId="28">
    <w:abstractNumId w:val="5"/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77"/>
    <w:rsid w:val="00006966"/>
    <w:rsid w:val="00017785"/>
    <w:rsid w:val="00030299"/>
    <w:rsid w:val="00037C51"/>
    <w:rsid w:val="000472B1"/>
    <w:rsid w:val="00056081"/>
    <w:rsid w:val="00057B3D"/>
    <w:rsid w:val="000645A5"/>
    <w:rsid w:val="00071DB5"/>
    <w:rsid w:val="00074D87"/>
    <w:rsid w:val="0007505A"/>
    <w:rsid w:val="0008177B"/>
    <w:rsid w:val="00085287"/>
    <w:rsid w:val="0008627E"/>
    <w:rsid w:val="000A4E30"/>
    <w:rsid w:val="000A5024"/>
    <w:rsid w:val="000A6E67"/>
    <w:rsid w:val="000C38AF"/>
    <w:rsid w:val="000C5A77"/>
    <w:rsid w:val="000D282C"/>
    <w:rsid w:val="000D7412"/>
    <w:rsid w:val="000E3302"/>
    <w:rsid w:val="000E4EA0"/>
    <w:rsid w:val="000F1D23"/>
    <w:rsid w:val="000F6C68"/>
    <w:rsid w:val="000F7A08"/>
    <w:rsid w:val="00110230"/>
    <w:rsid w:val="001118FE"/>
    <w:rsid w:val="00117DA7"/>
    <w:rsid w:val="001423AC"/>
    <w:rsid w:val="00144677"/>
    <w:rsid w:val="001502EC"/>
    <w:rsid w:val="0015267F"/>
    <w:rsid w:val="00162437"/>
    <w:rsid w:val="00164AEF"/>
    <w:rsid w:val="00172DFC"/>
    <w:rsid w:val="00182741"/>
    <w:rsid w:val="00183232"/>
    <w:rsid w:val="0018365B"/>
    <w:rsid w:val="0018610E"/>
    <w:rsid w:val="00187913"/>
    <w:rsid w:val="00191CD3"/>
    <w:rsid w:val="00192B2E"/>
    <w:rsid w:val="001A1812"/>
    <w:rsid w:val="001B15A4"/>
    <w:rsid w:val="001C1B6A"/>
    <w:rsid w:val="001C73E2"/>
    <w:rsid w:val="001D1604"/>
    <w:rsid w:val="001D2427"/>
    <w:rsid w:val="001D6042"/>
    <w:rsid w:val="001E22C1"/>
    <w:rsid w:val="001E619F"/>
    <w:rsid w:val="001F4199"/>
    <w:rsid w:val="00205F02"/>
    <w:rsid w:val="0020617E"/>
    <w:rsid w:val="00211D4B"/>
    <w:rsid w:val="00211FEF"/>
    <w:rsid w:val="00214F8E"/>
    <w:rsid w:val="002176F8"/>
    <w:rsid w:val="00223B07"/>
    <w:rsid w:val="0023274E"/>
    <w:rsid w:val="002418D9"/>
    <w:rsid w:val="002434E6"/>
    <w:rsid w:val="00244DAB"/>
    <w:rsid w:val="00245529"/>
    <w:rsid w:val="00251554"/>
    <w:rsid w:val="00264A97"/>
    <w:rsid w:val="002732E2"/>
    <w:rsid w:val="00274160"/>
    <w:rsid w:val="00274860"/>
    <w:rsid w:val="0027779A"/>
    <w:rsid w:val="002866A9"/>
    <w:rsid w:val="002B59DC"/>
    <w:rsid w:val="002B5D4D"/>
    <w:rsid w:val="002C4E98"/>
    <w:rsid w:val="002C6708"/>
    <w:rsid w:val="002D005D"/>
    <w:rsid w:val="002D209C"/>
    <w:rsid w:val="002D5977"/>
    <w:rsid w:val="002E1BEA"/>
    <w:rsid w:val="002E6A11"/>
    <w:rsid w:val="002F34AF"/>
    <w:rsid w:val="002F479E"/>
    <w:rsid w:val="002F58E4"/>
    <w:rsid w:val="00303823"/>
    <w:rsid w:val="00306690"/>
    <w:rsid w:val="00320B2B"/>
    <w:rsid w:val="0033219E"/>
    <w:rsid w:val="0033504C"/>
    <w:rsid w:val="00343D44"/>
    <w:rsid w:val="00351C13"/>
    <w:rsid w:val="00356638"/>
    <w:rsid w:val="00373946"/>
    <w:rsid w:val="00390FBF"/>
    <w:rsid w:val="00391C6E"/>
    <w:rsid w:val="00393716"/>
    <w:rsid w:val="003A7692"/>
    <w:rsid w:val="003B3808"/>
    <w:rsid w:val="003B7C16"/>
    <w:rsid w:val="003D0BDA"/>
    <w:rsid w:val="003E089F"/>
    <w:rsid w:val="003F3551"/>
    <w:rsid w:val="003F36AC"/>
    <w:rsid w:val="00403870"/>
    <w:rsid w:val="0041684E"/>
    <w:rsid w:val="00421D37"/>
    <w:rsid w:val="00422ADF"/>
    <w:rsid w:val="004302B2"/>
    <w:rsid w:val="0043686E"/>
    <w:rsid w:val="004402C0"/>
    <w:rsid w:val="004449E1"/>
    <w:rsid w:val="00444AC2"/>
    <w:rsid w:val="00454833"/>
    <w:rsid w:val="004657AB"/>
    <w:rsid w:val="00467234"/>
    <w:rsid w:val="00482025"/>
    <w:rsid w:val="00487530"/>
    <w:rsid w:val="00492994"/>
    <w:rsid w:val="0049449F"/>
    <w:rsid w:val="004A0CF2"/>
    <w:rsid w:val="004A2974"/>
    <w:rsid w:val="004C4FE8"/>
    <w:rsid w:val="004D33FD"/>
    <w:rsid w:val="004D48D7"/>
    <w:rsid w:val="004D70D4"/>
    <w:rsid w:val="004E3D96"/>
    <w:rsid w:val="004F2848"/>
    <w:rsid w:val="004F3EDB"/>
    <w:rsid w:val="004F6C83"/>
    <w:rsid w:val="004F76C0"/>
    <w:rsid w:val="00507E65"/>
    <w:rsid w:val="00510138"/>
    <w:rsid w:val="0052044A"/>
    <w:rsid w:val="00522225"/>
    <w:rsid w:val="00523241"/>
    <w:rsid w:val="0053345F"/>
    <w:rsid w:val="00545210"/>
    <w:rsid w:val="00546421"/>
    <w:rsid w:val="005515F7"/>
    <w:rsid w:val="00554BA7"/>
    <w:rsid w:val="005551CB"/>
    <w:rsid w:val="00563D74"/>
    <w:rsid w:val="0057031B"/>
    <w:rsid w:val="00573789"/>
    <w:rsid w:val="005755C5"/>
    <w:rsid w:val="0057691A"/>
    <w:rsid w:val="005825E8"/>
    <w:rsid w:val="005849B4"/>
    <w:rsid w:val="005933A1"/>
    <w:rsid w:val="00594AAA"/>
    <w:rsid w:val="005A07F4"/>
    <w:rsid w:val="005A0EA4"/>
    <w:rsid w:val="005A2F68"/>
    <w:rsid w:val="005B25D4"/>
    <w:rsid w:val="005B37EB"/>
    <w:rsid w:val="005B5FDD"/>
    <w:rsid w:val="005B789F"/>
    <w:rsid w:val="005D7099"/>
    <w:rsid w:val="005D7C10"/>
    <w:rsid w:val="005E3A48"/>
    <w:rsid w:val="005F3A25"/>
    <w:rsid w:val="005F7327"/>
    <w:rsid w:val="00600E19"/>
    <w:rsid w:val="00603355"/>
    <w:rsid w:val="00610555"/>
    <w:rsid w:val="00610F3F"/>
    <w:rsid w:val="00611FD0"/>
    <w:rsid w:val="00613179"/>
    <w:rsid w:val="006327A9"/>
    <w:rsid w:val="006423BB"/>
    <w:rsid w:val="00645313"/>
    <w:rsid w:val="00646BDF"/>
    <w:rsid w:val="00650FA0"/>
    <w:rsid w:val="00666A0B"/>
    <w:rsid w:val="0066770B"/>
    <w:rsid w:val="006821CF"/>
    <w:rsid w:val="00687D6F"/>
    <w:rsid w:val="00691040"/>
    <w:rsid w:val="006A6E3B"/>
    <w:rsid w:val="006B32C0"/>
    <w:rsid w:val="006C4815"/>
    <w:rsid w:val="006C5AAD"/>
    <w:rsid w:val="006E73C2"/>
    <w:rsid w:val="006F0D85"/>
    <w:rsid w:val="006F1412"/>
    <w:rsid w:val="006F435B"/>
    <w:rsid w:val="007026A8"/>
    <w:rsid w:val="00711110"/>
    <w:rsid w:val="007208E4"/>
    <w:rsid w:val="0075220F"/>
    <w:rsid w:val="00767057"/>
    <w:rsid w:val="00775BBE"/>
    <w:rsid w:val="00777438"/>
    <w:rsid w:val="00781251"/>
    <w:rsid w:val="00783ADC"/>
    <w:rsid w:val="007904C7"/>
    <w:rsid w:val="00792252"/>
    <w:rsid w:val="00797856"/>
    <w:rsid w:val="007A02E0"/>
    <w:rsid w:val="007A7409"/>
    <w:rsid w:val="007B55AD"/>
    <w:rsid w:val="007D7561"/>
    <w:rsid w:val="007F0F52"/>
    <w:rsid w:val="00801F15"/>
    <w:rsid w:val="00802A43"/>
    <w:rsid w:val="008124D9"/>
    <w:rsid w:val="0081525D"/>
    <w:rsid w:val="008175AE"/>
    <w:rsid w:val="00834082"/>
    <w:rsid w:val="00847BD7"/>
    <w:rsid w:val="00850848"/>
    <w:rsid w:val="00862DC6"/>
    <w:rsid w:val="00867669"/>
    <w:rsid w:val="008733FF"/>
    <w:rsid w:val="00874819"/>
    <w:rsid w:val="00874DE5"/>
    <w:rsid w:val="008906D7"/>
    <w:rsid w:val="0089567E"/>
    <w:rsid w:val="008A27C4"/>
    <w:rsid w:val="008A3852"/>
    <w:rsid w:val="008A50B9"/>
    <w:rsid w:val="008A52DF"/>
    <w:rsid w:val="008A5BBE"/>
    <w:rsid w:val="008B7814"/>
    <w:rsid w:val="008C3A85"/>
    <w:rsid w:val="008C658E"/>
    <w:rsid w:val="008D025B"/>
    <w:rsid w:val="008D073A"/>
    <w:rsid w:val="008E1724"/>
    <w:rsid w:val="00900368"/>
    <w:rsid w:val="00901456"/>
    <w:rsid w:val="00912DA1"/>
    <w:rsid w:val="00930D66"/>
    <w:rsid w:val="00940129"/>
    <w:rsid w:val="00946FB7"/>
    <w:rsid w:val="00950F62"/>
    <w:rsid w:val="00952E47"/>
    <w:rsid w:val="00955ABC"/>
    <w:rsid w:val="0095698B"/>
    <w:rsid w:val="00956E21"/>
    <w:rsid w:val="0096132A"/>
    <w:rsid w:val="0096660E"/>
    <w:rsid w:val="009748D0"/>
    <w:rsid w:val="0097629E"/>
    <w:rsid w:val="0098040C"/>
    <w:rsid w:val="00993CFD"/>
    <w:rsid w:val="009948FC"/>
    <w:rsid w:val="009962A0"/>
    <w:rsid w:val="009A4E90"/>
    <w:rsid w:val="009B2996"/>
    <w:rsid w:val="009C0223"/>
    <w:rsid w:val="009C66C7"/>
    <w:rsid w:val="009D439F"/>
    <w:rsid w:val="009D4C1E"/>
    <w:rsid w:val="009F1131"/>
    <w:rsid w:val="009F6A2C"/>
    <w:rsid w:val="009F7F30"/>
    <w:rsid w:val="00A03C5C"/>
    <w:rsid w:val="00A0775B"/>
    <w:rsid w:val="00A11500"/>
    <w:rsid w:val="00A32EC0"/>
    <w:rsid w:val="00A3703F"/>
    <w:rsid w:val="00A43BC7"/>
    <w:rsid w:val="00A474A5"/>
    <w:rsid w:val="00A62CBA"/>
    <w:rsid w:val="00A70174"/>
    <w:rsid w:val="00A805FF"/>
    <w:rsid w:val="00A833E5"/>
    <w:rsid w:val="00A9289B"/>
    <w:rsid w:val="00AA4C16"/>
    <w:rsid w:val="00AC141D"/>
    <w:rsid w:val="00AC397C"/>
    <w:rsid w:val="00AC43D4"/>
    <w:rsid w:val="00AD01AC"/>
    <w:rsid w:val="00AD4199"/>
    <w:rsid w:val="00AE1454"/>
    <w:rsid w:val="00AE1599"/>
    <w:rsid w:val="00B03466"/>
    <w:rsid w:val="00B05921"/>
    <w:rsid w:val="00B14611"/>
    <w:rsid w:val="00B2241A"/>
    <w:rsid w:val="00B261F3"/>
    <w:rsid w:val="00B4254D"/>
    <w:rsid w:val="00B5706E"/>
    <w:rsid w:val="00B715B0"/>
    <w:rsid w:val="00B732DD"/>
    <w:rsid w:val="00B748F6"/>
    <w:rsid w:val="00B85E89"/>
    <w:rsid w:val="00B9113B"/>
    <w:rsid w:val="00B968FE"/>
    <w:rsid w:val="00B96B30"/>
    <w:rsid w:val="00BB584A"/>
    <w:rsid w:val="00BC4431"/>
    <w:rsid w:val="00BC5F08"/>
    <w:rsid w:val="00BD308C"/>
    <w:rsid w:val="00BD5BCE"/>
    <w:rsid w:val="00BE4440"/>
    <w:rsid w:val="00BE781C"/>
    <w:rsid w:val="00BF57C1"/>
    <w:rsid w:val="00C02076"/>
    <w:rsid w:val="00C0499D"/>
    <w:rsid w:val="00C114BF"/>
    <w:rsid w:val="00C217D5"/>
    <w:rsid w:val="00C24434"/>
    <w:rsid w:val="00C3421C"/>
    <w:rsid w:val="00C445B5"/>
    <w:rsid w:val="00C54765"/>
    <w:rsid w:val="00C55CC7"/>
    <w:rsid w:val="00C5662B"/>
    <w:rsid w:val="00C82A4F"/>
    <w:rsid w:val="00C83EB8"/>
    <w:rsid w:val="00CA27D0"/>
    <w:rsid w:val="00CA5E74"/>
    <w:rsid w:val="00CB6DA6"/>
    <w:rsid w:val="00CC0917"/>
    <w:rsid w:val="00CC2D2B"/>
    <w:rsid w:val="00CC7EF0"/>
    <w:rsid w:val="00CD120C"/>
    <w:rsid w:val="00CD3BBF"/>
    <w:rsid w:val="00CE1AF0"/>
    <w:rsid w:val="00CF3937"/>
    <w:rsid w:val="00CF47E6"/>
    <w:rsid w:val="00D02748"/>
    <w:rsid w:val="00D13ACE"/>
    <w:rsid w:val="00D23B24"/>
    <w:rsid w:val="00D346BD"/>
    <w:rsid w:val="00D405AA"/>
    <w:rsid w:val="00D440CD"/>
    <w:rsid w:val="00D5593F"/>
    <w:rsid w:val="00D56B91"/>
    <w:rsid w:val="00D5703F"/>
    <w:rsid w:val="00D64FBE"/>
    <w:rsid w:val="00D65B49"/>
    <w:rsid w:val="00D76EAF"/>
    <w:rsid w:val="00D8114A"/>
    <w:rsid w:val="00D830F0"/>
    <w:rsid w:val="00D8531A"/>
    <w:rsid w:val="00D876D2"/>
    <w:rsid w:val="00D91EF3"/>
    <w:rsid w:val="00DA4A3C"/>
    <w:rsid w:val="00DB2159"/>
    <w:rsid w:val="00DC58B7"/>
    <w:rsid w:val="00DC6AE1"/>
    <w:rsid w:val="00DC7819"/>
    <w:rsid w:val="00DD1C12"/>
    <w:rsid w:val="00DD5229"/>
    <w:rsid w:val="00DE2B72"/>
    <w:rsid w:val="00DE4C1F"/>
    <w:rsid w:val="00DE4DFC"/>
    <w:rsid w:val="00DE6141"/>
    <w:rsid w:val="00DE7A4A"/>
    <w:rsid w:val="00DF2B30"/>
    <w:rsid w:val="00E014C4"/>
    <w:rsid w:val="00E13419"/>
    <w:rsid w:val="00E3166D"/>
    <w:rsid w:val="00E47518"/>
    <w:rsid w:val="00E54B7C"/>
    <w:rsid w:val="00E640A3"/>
    <w:rsid w:val="00E81BFF"/>
    <w:rsid w:val="00E81C58"/>
    <w:rsid w:val="00E8504B"/>
    <w:rsid w:val="00EA3A25"/>
    <w:rsid w:val="00EB6A56"/>
    <w:rsid w:val="00EC0E71"/>
    <w:rsid w:val="00EC3463"/>
    <w:rsid w:val="00EE7397"/>
    <w:rsid w:val="00EF0638"/>
    <w:rsid w:val="00F01A75"/>
    <w:rsid w:val="00F12A2E"/>
    <w:rsid w:val="00F3233C"/>
    <w:rsid w:val="00F35713"/>
    <w:rsid w:val="00F513A4"/>
    <w:rsid w:val="00F54E99"/>
    <w:rsid w:val="00F65259"/>
    <w:rsid w:val="00F67EBE"/>
    <w:rsid w:val="00F7238F"/>
    <w:rsid w:val="00F72FCB"/>
    <w:rsid w:val="00F856B4"/>
    <w:rsid w:val="00F91A45"/>
    <w:rsid w:val="00FA191D"/>
    <w:rsid w:val="00FB2893"/>
    <w:rsid w:val="00FB7D35"/>
    <w:rsid w:val="00FC14E0"/>
    <w:rsid w:val="00FD3C01"/>
    <w:rsid w:val="00FD6AFC"/>
    <w:rsid w:val="00FD7D1F"/>
    <w:rsid w:val="00FF0475"/>
    <w:rsid w:val="00FF36F5"/>
    <w:rsid w:val="00FF6EFA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027505"/>
  <w15:docId w15:val="{C57D0382-A63B-4B6E-B0AF-8403900CC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6">
    <w:name w:val="Body Text Indent"/>
    <w:basedOn w:val="a"/>
    <w:link w:val="a7"/>
    <w:rsid w:val="00611FD0"/>
    <w:pPr>
      <w:spacing w:after="120"/>
      <w:ind w:left="283"/>
    </w:pPr>
    <w:rPr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Plain Text"/>
    <w:basedOn w:val="a"/>
    <w:link w:val="a9"/>
    <w:rsid w:val="00D346BD"/>
    <w:rPr>
      <w:rFonts w:ascii="Courier New" w:hAnsi="Courier New" w:cs="Courier New"/>
    </w:rPr>
  </w:style>
  <w:style w:type="character" w:customStyle="1" w:styleId="a9">
    <w:name w:val="Текст Знак"/>
    <w:basedOn w:val="a0"/>
    <w:link w:val="a8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aa">
    <w:name w:val="Таблица"/>
    <w:basedOn w:val="a"/>
    <w:rsid w:val="00E640A3"/>
    <w:pPr>
      <w:spacing w:after="120"/>
    </w:pPr>
    <w:rPr>
      <w:rFonts w:ascii="Arial" w:hAnsi="Arial"/>
      <w:sz w:val="24"/>
    </w:rPr>
  </w:style>
  <w:style w:type="paragraph" w:customStyle="1" w:styleId="22">
    <w:name w:val="Основной текст 22"/>
    <w:basedOn w:val="a"/>
    <w:rsid w:val="00FD6AFC"/>
    <w:pPr>
      <w:overflowPunct w:val="0"/>
      <w:autoSpaceDE w:val="0"/>
      <w:autoSpaceDN w:val="0"/>
      <w:adjustRightInd w:val="0"/>
      <w:jc w:val="center"/>
    </w:pPr>
    <w:rPr>
      <w:sz w:val="24"/>
    </w:rPr>
  </w:style>
  <w:style w:type="paragraph" w:customStyle="1" w:styleId="23">
    <w:name w:val="Абзац списка2"/>
    <w:basedOn w:val="a"/>
    <w:rsid w:val="00C55CC7"/>
    <w:pPr>
      <w:ind w:left="720"/>
    </w:pPr>
  </w:style>
  <w:style w:type="paragraph" w:styleId="ab">
    <w:name w:val="header"/>
    <w:basedOn w:val="a"/>
    <w:link w:val="ac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83232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1832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83232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C8D6-981E-4431-ACE4-6A7F0DF2A29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0C516-8B7F-4F79-A8A4-3D20EABD2B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25EEE85B-3554-42BA-97DF-6669C7266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21E781-8283-4D37-9ACE-D4719D706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131</TotalTime>
  <Pages>3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8129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Петрухина Елена Анатольевна</cp:lastModifiedBy>
  <cp:revision>15</cp:revision>
  <cp:lastPrinted>2022-07-08T08:40:00Z</cp:lastPrinted>
  <dcterms:created xsi:type="dcterms:W3CDTF">2017-08-02T06:07:00Z</dcterms:created>
  <dcterms:modified xsi:type="dcterms:W3CDTF">2022-07-20T05:26:00Z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0x01010000274CEFBCA449F0AEC13C9C0C364B5100E15A5CFE3A924B4AB1A3DC92F0DD81C0</vt:lpwstr>
  </property>
  <property fmtid="{D5CDD505-2E9C-101B-9397-08002B2CF9AE}" pid="3" name="TaxKeyword">
    <vt:lpwstr/>
  </property>
</Properties>
</file>