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B21503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21503">
              <w:rPr>
                <w:b/>
                <w:sz w:val="26"/>
                <w:szCs w:val="26"/>
                <w:lang w:val="en-US"/>
              </w:rPr>
              <w:t>203B_226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B21503" w:rsidRDefault="00B21503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B21503">
              <w:rPr>
                <w:b/>
                <w:sz w:val="26"/>
                <w:szCs w:val="26"/>
                <w:lang w:val="en-US"/>
              </w:rPr>
              <w:t>2007433</w:t>
            </w:r>
            <w:r w:rsidR="00C50CDB" w:rsidRPr="00B21503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DE38A9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8A9" w:rsidRPr="002C0290" w:rsidRDefault="00DE38A9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E38A9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8A9" w:rsidRPr="002C0290" w:rsidRDefault="00DE38A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DE38A9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8A9" w:rsidRPr="002C0290" w:rsidRDefault="00DE38A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DE38A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8A9" w:rsidRPr="002C0290" w:rsidRDefault="00DE38A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DE38A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8A9" w:rsidRPr="002C0290" w:rsidRDefault="00DE38A9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DE38A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8A9" w:rsidRPr="002C0290" w:rsidRDefault="00DE38A9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C50CDB" w:rsidRPr="00CB6078" w:rsidRDefault="00C50CDB" w:rsidP="00DE38A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FE46AA">
        <w:rPr>
          <w:b/>
          <w:sz w:val="26"/>
          <w:szCs w:val="26"/>
        </w:rPr>
        <w:t>метизов</w:t>
      </w:r>
      <w:r w:rsidR="00953DD9" w:rsidRPr="00FE46AA">
        <w:rPr>
          <w:b/>
          <w:sz w:val="26"/>
          <w:szCs w:val="26"/>
        </w:rPr>
        <w:t xml:space="preserve"> </w:t>
      </w:r>
      <w:r w:rsidR="00CB10C0">
        <w:rPr>
          <w:b/>
          <w:sz w:val="26"/>
          <w:szCs w:val="26"/>
        </w:rPr>
        <w:t>(</w:t>
      </w:r>
      <w:r w:rsidR="00504E2F" w:rsidRPr="00FE46AA">
        <w:rPr>
          <w:b/>
          <w:sz w:val="26"/>
          <w:szCs w:val="26"/>
        </w:rPr>
        <w:t>Шайба плоская 8мм оцинкованная</w:t>
      </w:r>
      <w:r w:rsidR="00CB10C0">
        <w:rPr>
          <w:b/>
          <w:sz w:val="26"/>
          <w:szCs w:val="26"/>
        </w:rPr>
        <w:t>)</w:t>
      </w:r>
      <w:r w:rsidR="00FE46AA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B10C0" w:rsidRDefault="00CB10C0" w:rsidP="00CB10C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CB10C0" w:rsidRDefault="00CB10C0" w:rsidP="00CB10C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B10C0" w:rsidRDefault="00CB10C0" w:rsidP="00CB10C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CB10C0" w:rsidRDefault="00CB10C0" w:rsidP="00CB10C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DE38A9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B10C0" w:rsidRDefault="00CB10C0" w:rsidP="00CB10C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CB10C0" w:rsidRDefault="00CB10C0" w:rsidP="00CB10C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CB10C0" w:rsidRDefault="00CB10C0" w:rsidP="00CB10C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B10C0" w:rsidRDefault="00CB10C0" w:rsidP="00CB10C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CB10C0" w:rsidRDefault="00CB10C0" w:rsidP="00CB10C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B10C0" w:rsidRDefault="00CB10C0" w:rsidP="00CB10C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CB10C0" w:rsidRDefault="00CB10C0" w:rsidP="00CB10C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CB10C0" w:rsidRDefault="00CB10C0" w:rsidP="00CB10C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CB10C0" w:rsidRDefault="00CB10C0" w:rsidP="00CB10C0">
      <w:pPr>
        <w:spacing w:line="276" w:lineRule="auto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CB10C0" w:rsidRDefault="00CB10C0" w:rsidP="00CB10C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CB10C0" w:rsidRDefault="00CB10C0" w:rsidP="00CB10C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DE38A9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CB10C0" w:rsidRDefault="00CB10C0" w:rsidP="00CB10C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B10C0" w:rsidRDefault="00CB10C0" w:rsidP="00CB10C0">
      <w:pPr>
        <w:rPr>
          <w:sz w:val="26"/>
          <w:szCs w:val="26"/>
        </w:rPr>
      </w:pPr>
    </w:p>
    <w:p w:rsidR="00CB10C0" w:rsidRDefault="00CB10C0" w:rsidP="00CB10C0">
      <w:pPr>
        <w:rPr>
          <w:sz w:val="26"/>
          <w:szCs w:val="26"/>
        </w:rPr>
      </w:pPr>
    </w:p>
    <w:p w:rsidR="00DE38A9" w:rsidRDefault="00DE38A9" w:rsidP="00CB10C0">
      <w:pPr>
        <w:rPr>
          <w:sz w:val="26"/>
          <w:szCs w:val="26"/>
        </w:rPr>
      </w:pPr>
    </w:p>
    <w:p w:rsidR="00DE38A9" w:rsidRDefault="00DE38A9" w:rsidP="00CB10C0">
      <w:pPr>
        <w:rPr>
          <w:sz w:val="26"/>
          <w:szCs w:val="26"/>
        </w:rPr>
      </w:pPr>
    </w:p>
    <w:p w:rsidR="00DE38A9" w:rsidRPr="007C78FC" w:rsidRDefault="00DE38A9" w:rsidP="00DE38A9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CB10C0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A56" w:rsidRDefault="00EE5A56">
      <w:r>
        <w:separator/>
      </w:r>
    </w:p>
  </w:endnote>
  <w:endnote w:type="continuationSeparator" w:id="0">
    <w:p w:rsidR="00EE5A56" w:rsidRDefault="00EE5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A56" w:rsidRDefault="00EE5A56">
      <w:r>
        <w:separator/>
      </w:r>
    </w:p>
  </w:footnote>
  <w:footnote w:type="continuationSeparator" w:id="0">
    <w:p w:rsidR="00EE5A56" w:rsidRDefault="00EE5A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526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E2F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216F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4BFB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4FA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E2F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7845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4781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503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F54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10C0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8A9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6D0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5A56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69B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46AA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6ECE6-62B6-48AA-81FB-10E1730C25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AE287FB-15A7-43FA-A387-0FEBDFC82A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8071E-5E7A-48A5-9B21-9C40E86D3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4C0FAD-E4E0-4C26-B994-8852CD33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2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2016-09-28T09:51:00Z</dcterms:created>
  <dcterms:modified xsi:type="dcterms:W3CDTF">2016-09-28T10:32:00Z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