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611A" w:rsidRPr="000B611A" w:rsidRDefault="000B611A" w:rsidP="00826579">
      <w:pPr>
        <w:keepNext/>
        <w:spacing w:before="240" w:after="60"/>
        <w:jc w:val="center"/>
        <w:outlineLvl w:val="0"/>
        <w:rPr>
          <w:b/>
          <w:bCs/>
          <w:kern w:val="32"/>
        </w:rPr>
      </w:pPr>
      <w:r w:rsidRPr="000B611A">
        <w:rPr>
          <w:b/>
          <w:bCs/>
          <w:kern w:val="32"/>
        </w:rPr>
        <w:t>ДОГОВОР ПОСТАВКИ</w:t>
      </w:r>
    </w:p>
    <w:p w:rsidR="00826579" w:rsidRPr="000B611A" w:rsidRDefault="000B611A" w:rsidP="000F0F34">
      <w:pPr>
        <w:keepNext/>
        <w:spacing w:before="240" w:after="60"/>
        <w:jc w:val="center"/>
        <w:outlineLvl w:val="0"/>
        <w:rPr>
          <w:b/>
          <w:bCs/>
          <w:kern w:val="32"/>
        </w:rPr>
      </w:pPr>
      <w:r w:rsidRPr="000B611A">
        <w:rPr>
          <w:b/>
          <w:bCs/>
          <w:kern w:val="32"/>
        </w:rPr>
        <w:t xml:space="preserve">(ОАО «МРСК Центра» является Покупателем) </w:t>
      </w:r>
    </w:p>
    <w:p w:rsidR="00D419AD" w:rsidRPr="00B412C3" w:rsidRDefault="00D419AD" w:rsidP="00D419AD">
      <w:pPr>
        <w:ind w:firstLine="709"/>
        <w:jc w:val="both"/>
        <w:rPr>
          <w:szCs w:val="28"/>
        </w:rPr>
      </w:pPr>
    </w:p>
    <w:p w:rsidR="000B611A" w:rsidRDefault="000B611A" w:rsidP="00B412C3">
      <w:pPr>
        <w:pStyle w:val="30"/>
        <w:ind w:right="-44" w:firstLine="720"/>
        <w:jc w:val="both"/>
        <w:rPr>
          <w:b w:val="0"/>
          <w:bCs w:val="0"/>
        </w:rPr>
      </w:pPr>
      <w:r w:rsidRPr="000B611A">
        <w:rPr>
          <w:bCs w:val="0"/>
          <w:iCs/>
        </w:rPr>
        <w:t>Открытое акционерное общество «Межрегиональная распределительная сетевая компания Центра»</w:t>
      </w:r>
      <w:r w:rsidR="00D419AD" w:rsidRPr="000B611A">
        <w:rPr>
          <w:b w:val="0"/>
          <w:bCs w:val="0"/>
        </w:rPr>
        <w:t xml:space="preserve">, именуемое в дальнейшем «Покупатель», в лице __________________________, действующего на основании __________________, с одной стороны, и </w:t>
      </w:r>
    </w:p>
    <w:p w:rsidR="000B611A" w:rsidRDefault="00D419AD" w:rsidP="000B611A">
      <w:pPr>
        <w:pStyle w:val="30"/>
        <w:ind w:right="-44" w:firstLine="720"/>
        <w:jc w:val="both"/>
        <w:rPr>
          <w:b w:val="0"/>
          <w:bCs w:val="0"/>
        </w:rPr>
      </w:pPr>
      <w:proofErr w:type="gramStart"/>
      <w:r w:rsidRPr="000B611A">
        <w:rPr>
          <w:b w:val="0"/>
          <w:bCs w:val="0"/>
        </w:rPr>
        <w:t>________________</w:t>
      </w:r>
      <w:r w:rsidR="000B611A">
        <w:rPr>
          <w:b w:val="0"/>
          <w:bCs w:val="0"/>
        </w:rPr>
        <w:t>______</w:t>
      </w:r>
      <w:r w:rsidRPr="000B611A">
        <w:rPr>
          <w:b w:val="0"/>
          <w:bCs w:val="0"/>
        </w:rPr>
        <w:t xml:space="preserve">________, именуемое в дальнейшем «Поставщик», в лице __________________________, действующего на основании __________________, с другой стороны, именуемые далее Сторонами, </w:t>
      </w:r>
      <w:proofErr w:type="gramEnd"/>
    </w:p>
    <w:p w:rsidR="00D419AD" w:rsidRPr="000B611A" w:rsidRDefault="00D419AD" w:rsidP="000B611A">
      <w:pPr>
        <w:pStyle w:val="30"/>
        <w:ind w:right="-44" w:firstLine="720"/>
        <w:jc w:val="both"/>
        <w:rPr>
          <w:b w:val="0"/>
          <w:bCs w:val="0"/>
        </w:rPr>
      </w:pPr>
      <w:r w:rsidRPr="000B611A">
        <w:rPr>
          <w:b w:val="0"/>
          <w:bCs w:val="0"/>
          <w:iCs/>
        </w:rPr>
        <w:t xml:space="preserve">(в случае заключения </w:t>
      </w:r>
      <w:r w:rsidR="00705A1F" w:rsidRPr="000B611A">
        <w:rPr>
          <w:b w:val="0"/>
          <w:bCs w:val="0"/>
          <w:iCs/>
        </w:rPr>
        <w:t>договора</w:t>
      </w:r>
      <w:r w:rsidR="00116E58" w:rsidRPr="000B611A">
        <w:rPr>
          <w:b w:val="0"/>
          <w:bCs w:val="0"/>
          <w:iCs/>
        </w:rPr>
        <w:t xml:space="preserve"> (далее - Договор)</w:t>
      </w:r>
      <w:r w:rsidR="00705A1F" w:rsidRPr="000B611A">
        <w:rPr>
          <w:b w:val="0"/>
          <w:bCs w:val="0"/>
          <w:iCs/>
        </w:rPr>
        <w:t xml:space="preserve"> </w:t>
      </w:r>
      <w:r w:rsidRPr="000B611A">
        <w:rPr>
          <w:b w:val="0"/>
          <w:bCs w:val="0"/>
          <w:iCs/>
        </w:rPr>
        <w:t>по результатам закупочной процедуры на право заключения договора на поставку товара указывается: по результатам закупочной процедуры на право заключения договора на поставку __________________, объявленной извещением от __________</w:t>
      </w:r>
      <w:r w:rsidR="000B611A">
        <w:rPr>
          <w:b w:val="0"/>
          <w:bCs w:val="0"/>
          <w:iCs/>
        </w:rPr>
        <w:t xml:space="preserve"> </w:t>
      </w:r>
      <w:proofErr w:type="gramStart"/>
      <w:r w:rsidR="000B611A">
        <w:rPr>
          <w:b w:val="0"/>
          <w:bCs w:val="0"/>
          <w:iCs/>
        </w:rPr>
        <w:t>г</w:t>
      </w:r>
      <w:proofErr w:type="gramEnd"/>
      <w:r w:rsidR="000B611A">
        <w:rPr>
          <w:b w:val="0"/>
          <w:bCs w:val="0"/>
          <w:iCs/>
        </w:rPr>
        <w:t xml:space="preserve">. </w:t>
      </w:r>
      <w:r w:rsidRPr="000B611A">
        <w:rPr>
          <w:b w:val="0"/>
          <w:bCs w:val="0"/>
          <w:iCs/>
        </w:rPr>
        <w:t>№</w:t>
      </w:r>
      <w:r w:rsidR="000B611A">
        <w:rPr>
          <w:b w:val="0"/>
          <w:bCs w:val="0"/>
          <w:iCs/>
        </w:rPr>
        <w:t xml:space="preserve"> </w:t>
      </w:r>
      <w:r w:rsidRPr="000B611A">
        <w:rPr>
          <w:b w:val="0"/>
          <w:bCs w:val="0"/>
          <w:iCs/>
        </w:rPr>
        <w:t>___</w:t>
      </w:r>
      <w:r w:rsidR="000B611A">
        <w:rPr>
          <w:b w:val="0"/>
          <w:bCs w:val="0"/>
          <w:iCs/>
        </w:rPr>
        <w:t>____</w:t>
      </w:r>
      <w:r w:rsidRPr="000B611A">
        <w:rPr>
          <w:b w:val="0"/>
          <w:bCs w:val="0"/>
          <w:iCs/>
        </w:rPr>
        <w:t>___, на основании протокола о результатах закупочной процедуры на право заключения договора на поставку от __________</w:t>
      </w:r>
      <w:r w:rsidR="000B611A">
        <w:rPr>
          <w:b w:val="0"/>
          <w:bCs w:val="0"/>
          <w:iCs/>
        </w:rPr>
        <w:t xml:space="preserve"> г.</w:t>
      </w:r>
      <w:r w:rsidRPr="000B611A">
        <w:rPr>
          <w:b w:val="0"/>
          <w:bCs w:val="0"/>
          <w:iCs/>
        </w:rPr>
        <w:t xml:space="preserve"> № _</w:t>
      </w:r>
      <w:r w:rsidR="000B611A">
        <w:rPr>
          <w:b w:val="0"/>
          <w:bCs w:val="0"/>
          <w:iCs/>
        </w:rPr>
        <w:t>__</w:t>
      </w:r>
      <w:r w:rsidRPr="000B611A">
        <w:rPr>
          <w:b w:val="0"/>
          <w:bCs w:val="0"/>
          <w:iCs/>
        </w:rPr>
        <w:t>__</w:t>
      </w:r>
      <w:r w:rsidR="000B611A">
        <w:rPr>
          <w:b w:val="0"/>
          <w:bCs w:val="0"/>
          <w:iCs/>
        </w:rPr>
        <w:t>____</w:t>
      </w:r>
      <w:r w:rsidRPr="000B611A">
        <w:rPr>
          <w:b w:val="0"/>
          <w:bCs w:val="0"/>
          <w:iCs/>
        </w:rPr>
        <w:t>__)</w:t>
      </w:r>
      <w:r w:rsidRPr="000B611A">
        <w:rPr>
          <w:b w:val="0"/>
          <w:bCs w:val="0"/>
        </w:rPr>
        <w:t>,</w:t>
      </w:r>
    </w:p>
    <w:p w:rsidR="00D419AD" w:rsidRPr="000B611A" w:rsidRDefault="000B611A" w:rsidP="00B412C3">
      <w:pPr>
        <w:pStyle w:val="11"/>
        <w:spacing w:before="0" w:after="0"/>
        <w:ind w:right="-44" w:firstLine="0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D419AD" w:rsidRPr="000B611A">
        <w:rPr>
          <w:sz w:val="24"/>
          <w:szCs w:val="24"/>
        </w:rPr>
        <w:t>заключили настоящий Договор о нижеследующем:</w:t>
      </w:r>
    </w:p>
    <w:p w:rsidR="00826579" w:rsidRPr="000B611A" w:rsidRDefault="00826579" w:rsidP="000F0F34">
      <w:pPr>
        <w:pStyle w:val="BodyTextIndent1"/>
        <w:spacing w:line="240" w:lineRule="auto"/>
        <w:ind w:left="0" w:firstLine="0"/>
        <w:rPr>
          <w:sz w:val="24"/>
          <w:szCs w:val="24"/>
        </w:rPr>
      </w:pPr>
    </w:p>
    <w:p w:rsidR="00826579" w:rsidRPr="000F0F34" w:rsidRDefault="000B611A" w:rsidP="000F0F34">
      <w:pPr>
        <w:pStyle w:val="BodyTextIndent1"/>
        <w:numPr>
          <w:ilvl w:val="0"/>
          <w:numId w:val="29"/>
        </w:numPr>
        <w:spacing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ПРЕДМЕТ ДОГОВОРА</w:t>
      </w:r>
    </w:p>
    <w:p w:rsidR="00D419AD" w:rsidRPr="000B611A" w:rsidRDefault="00D419AD" w:rsidP="00B412C3">
      <w:pPr>
        <w:pStyle w:val="BodyTextIndent1"/>
        <w:tabs>
          <w:tab w:val="left" w:pos="0"/>
        </w:tabs>
        <w:spacing w:line="240" w:lineRule="auto"/>
        <w:ind w:left="0" w:firstLine="720"/>
        <w:rPr>
          <w:sz w:val="24"/>
          <w:szCs w:val="24"/>
        </w:rPr>
      </w:pPr>
      <w:r w:rsidRPr="000B611A">
        <w:rPr>
          <w:sz w:val="24"/>
          <w:szCs w:val="24"/>
        </w:rPr>
        <w:t xml:space="preserve">1.1. Поставщик обязуется поставить в адрес грузополучателя </w:t>
      </w:r>
      <w:r w:rsidRPr="000B611A">
        <w:rPr>
          <w:iCs/>
          <w:sz w:val="24"/>
          <w:szCs w:val="24"/>
        </w:rPr>
        <w:t>(вариант - Покупателю)</w:t>
      </w:r>
      <w:r w:rsidRPr="000B611A">
        <w:rPr>
          <w:sz w:val="24"/>
          <w:szCs w:val="24"/>
        </w:rPr>
        <w:t xml:space="preserve"> товар </w:t>
      </w:r>
      <w:r w:rsidRPr="000B611A">
        <w:rPr>
          <w:iCs/>
          <w:sz w:val="24"/>
          <w:szCs w:val="24"/>
        </w:rPr>
        <w:t>и выполнить следующие работы (оказать услуги) (указываются виды работ, услуг),</w:t>
      </w:r>
      <w:r w:rsidRPr="000B611A">
        <w:rPr>
          <w:sz w:val="24"/>
          <w:szCs w:val="24"/>
        </w:rPr>
        <w:t xml:space="preserve"> а Покупатель обязуется принять и оплатить товар  (работы, услуги</w:t>
      </w:r>
      <w:r w:rsidR="00036DEE" w:rsidRPr="000B611A">
        <w:rPr>
          <w:sz w:val="24"/>
          <w:szCs w:val="24"/>
        </w:rPr>
        <w:t>)</w:t>
      </w:r>
      <w:r w:rsidRPr="000B611A">
        <w:rPr>
          <w:sz w:val="24"/>
          <w:szCs w:val="24"/>
        </w:rPr>
        <w:t>.</w:t>
      </w:r>
    </w:p>
    <w:p w:rsidR="00D419AD" w:rsidRDefault="00D419AD" w:rsidP="00B412C3">
      <w:pPr>
        <w:pStyle w:val="BodyTextIndent1"/>
        <w:widowControl w:val="0"/>
        <w:tabs>
          <w:tab w:val="left" w:pos="0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1.2. Номенклатура и количество товара, его качество и комплектация (техническая часть), а также условия, периоды поставки, порядок поставки, пункт отгрузки и (или) пункт получения товара, график поставки товара, выполнения работ и оказан</w:t>
      </w:r>
      <w:r w:rsidR="000B611A">
        <w:rPr>
          <w:sz w:val="24"/>
          <w:szCs w:val="24"/>
        </w:rPr>
        <w:t>ия услуг определяются согласно П</w:t>
      </w:r>
      <w:r w:rsidRPr="000B611A">
        <w:rPr>
          <w:sz w:val="24"/>
          <w:szCs w:val="24"/>
        </w:rPr>
        <w:t xml:space="preserve">риложениям </w:t>
      </w:r>
      <w:r w:rsidR="000B611A">
        <w:rPr>
          <w:sz w:val="24"/>
          <w:szCs w:val="24"/>
        </w:rPr>
        <w:t>№</w:t>
      </w:r>
      <w:r w:rsidRPr="000B611A">
        <w:rPr>
          <w:sz w:val="24"/>
          <w:szCs w:val="24"/>
        </w:rPr>
        <w:t>1</w:t>
      </w:r>
      <w:r w:rsidR="009C7DF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-</w:t>
      </w:r>
      <w:r w:rsidR="009C7DF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3 к настоящему Договору. </w:t>
      </w:r>
    </w:p>
    <w:p w:rsidR="00B1343F" w:rsidRPr="004F2521" w:rsidRDefault="00B1343F" w:rsidP="00B1343F">
      <w:pPr>
        <w:pStyle w:val="BodyTextIndent1"/>
        <w:widowControl w:val="0"/>
        <w:tabs>
          <w:tab w:val="left" w:pos="0"/>
        </w:tabs>
        <w:spacing w:line="240" w:lineRule="auto"/>
        <w:ind w:left="0" w:firstLine="709"/>
        <w:rPr>
          <w:sz w:val="24"/>
          <w:szCs w:val="24"/>
        </w:rPr>
      </w:pPr>
      <w:r w:rsidRPr="004F2521">
        <w:rPr>
          <w:sz w:val="24"/>
          <w:szCs w:val="24"/>
        </w:rPr>
        <w:t xml:space="preserve">1.3. </w:t>
      </w:r>
      <w:r>
        <w:rPr>
          <w:sz w:val="24"/>
          <w:szCs w:val="24"/>
        </w:rPr>
        <w:t>Поставщик</w:t>
      </w:r>
      <w:r w:rsidRPr="004F2521">
        <w:rPr>
          <w:sz w:val="24"/>
          <w:szCs w:val="24"/>
        </w:rPr>
        <w:t xml:space="preserve"> обеспечивает </w:t>
      </w:r>
      <w:proofErr w:type="spellStart"/>
      <w:proofErr w:type="gramStart"/>
      <w:r w:rsidRPr="004F2521">
        <w:rPr>
          <w:sz w:val="24"/>
          <w:szCs w:val="24"/>
        </w:rPr>
        <w:t>шеф-монтаж</w:t>
      </w:r>
      <w:proofErr w:type="spellEnd"/>
      <w:proofErr w:type="gramEnd"/>
      <w:r w:rsidRPr="004F2521">
        <w:rPr>
          <w:sz w:val="24"/>
          <w:szCs w:val="24"/>
        </w:rPr>
        <w:t xml:space="preserve"> оборудования, указанного в Приложении №1.</w:t>
      </w:r>
    </w:p>
    <w:p w:rsidR="00D419AD" w:rsidRPr="000B611A" w:rsidRDefault="00D419AD" w:rsidP="00D419AD">
      <w:pPr>
        <w:pStyle w:val="BodyTextIndent1"/>
        <w:widowControl w:val="0"/>
        <w:spacing w:line="240" w:lineRule="auto"/>
        <w:ind w:left="0" w:firstLine="709"/>
        <w:rPr>
          <w:sz w:val="24"/>
          <w:szCs w:val="24"/>
        </w:rPr>
      </w:pPr>
    </w:p>
    <w:p w:rsidR="00826579" w:rsidRPr="000F0F34" w:rsidRDefault="000B611A" w:rsidP="000F0F34">
      <w:pPr>
        <w:pStyle w:val="BodyTextIndent1"/>
        <w:widowControl w:val="0"/>
        <w:numPr>
          <w:ilvl w:val="0"/>
          <w:numId w:val="29"/>
        </w:numPr>
        <w:spacing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ТЕРМИНЫ И ОПРЕДЕЛЕНИЯ, ИСПЛЬЗУЕМЫЕ В ДОГОВОРЕ</w:t>
      </w:r>
    </w:p>
    <w:p w:rsidR="00D419AD" w:rsidRPr="000B611A" w:rsidRDefault="00D419AD" w:rsidP="00D419AD">
      <w:pPr>
        <w:pStyle w:val="BodyTextIndent1"/>
        <w:spacing w:line="240" w:lineRule="auto"/>
        <w:ind w:left="0" w:firstLine="709"/>
        <w:rPr>
          <w:sz w:val="24"/>
          <w:szCs w:val="24"/>
          <w:lang w:val="ru-MO"/>
        </w:rPr>
      </w:pPr>
      <w:r w:rsidRPr="00192420">
        <w:rPr>
          <w:b/>
          <w:bCs/>
          <w:sz w:val="24"/>
          <w:szCs w:val="24"/>
        </w:rPr>
        <w:t>Покупатель</w:t>
      </w:r>
      <w:r w:rsidRPr="000B611A">
        <w:rPr>
          <w:sz w:val="24"/>
          <w:szCs w:val="24"/>
        </w:rPr>
        <w:t xml:space="preserve"> - фирменное наименование и адрес места нахождения Покупателя;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bCs/>
          <w:sz w:val="24"/>
          <w:szCs w:val="24"/>
          <w:lang w:val="ru-MO"/>
        </w:rPr>
        <w:t>Г</w:t>
      </w:r>
      <w:proofErr w:type="spellStart"/>
      <w:r w:rsidR="00D419AD" w:rsidRPr="00192420">
        <w:rPr>
          <w:b/>
          <w:bCs/>
          <w:sz w:val="24"/>
          <w:szCs w:val="24"/>
        </w:rPr>
        <w:t>рузополучатель</w:t>
      </w:r>
      <w:proofErr w:type="spellEnd"/>
      <w:r w:rsidR="00D419AD" w:rsidRPr="000B611A">
        <w:rPr>
          <w:sz w:val="24"/>
          <w:szCs w:val="24"/>
        </w:rPr>
        <w:t xml:space="preserve"> - фирменное наименование и адрес места нахождения грузополучателя (</w:t>
      </w:r>
      <w:r w:rsidR="00D419AD" w:rsidRPr="000B611A">
        <w:rPr>
          <w:iCs/>
          <w:sz w:val="24"/>
          <w:szCs w:val="24"/>
        </w:rPr>
        <w:t>в случае совпадения в одном лице грузополучателя и Покупателя по тексту Договора грузополучатель может быть заменен на Покупателя);</w:t>
      </w:r>
      <w:r w:rsidR="00D419AD" w:rsidRPr="000B611A">
        <w:rPr>
          <w:sz w:val="24"/>
          <w:szCs w:val="24"/>
        </w:rPr>
        <w:t xml:space="preserve">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sz w:val="24"/>
          <w:szCs w:val="24"/>
        </w:rPr>
        <w:t>Г</w:t>
      </w:r>
      <w:r w:rsidR="00D419AD" w:rsidRPr="00192420">
        <w:rPr>
          <w:b/>
          <w:sz w:val="24"/>
          <w:szCs w:val="24"/>
        </w:rPr>
        <w:t>рузоотправитель</w:t>
      </w:r>
      <w:r w:rsidR="00D419AD" w:rsidRPr="000B611A">
        <w:rPr>
          <w:sz w:val="24"/>
          <w:szCs w:val="24"/>
        </w:rPr>
        <w:t xml:space="preserve"> - фирменное наименование и адрес места нахождения грузоотправителя; </w:t>
      </w:r>
    </w:p>
    <w:p w:rsidR="00D419AD" w:rsidRPr="000B611A" w:rsidRDefault="00D419AD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bCs/>
          <w:sz w:val="24"/>
          <w:szCs w:val="24"/>
        </w:rPr>
        <w:t>Поставщик</w:t>
      </w:r>
      <w:r w:rsidRPr="00192420">
        <w:rPr>
          <w:b/>
          <w:sz w:val="24"/>
          <w:szCs w:val="24"/>
        </w:rPr>
        <w:t xml:space="preserve"> </w:t>
      </w:r>
      <w:r w:rsidRPr="000B611A">
        <w:rPr>
          <w:sz w:val="24"/>
          <w:szCs w:val="24"/>
        </w:rPr>
        <w:t>- фирменное наименование и адрес места нахождения Поставщика;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bCs/>
          <w:sz w:val="24"/>
          <w:szCs w:val="24"/>
        </w:rPr>
      </w:pPr>
      <w:r w:rsidRPr="00192420">
        <w:rPr>
          <w:b/>
          <w:bCs/>
          <w:sz w:val="24"/>
          <w:szCs w:val="24"/>
        </w:rPr>
        <w:t>Т</w:t>
      </w:r>
      <w:r w:rsidR="00D419AD" w:rsidRPr="00192420">
        <w:rPr>
          <w:b/>
          <w:bCs/>
          <w:sz w:val="24"/>
          <w:szCs w:val="24"/>
        </w:rPr>
        <w:t>овар</w:t>
      </w:r>
      <w:r w:rsidR="00D419AD" w:rsidRPr="000B611A">
        <w:rPr>
          <w:sz w:val="24"/>
          <w:szCs w:val="24"/>
        </w:rPr>
        <w:t xml:space="preserve"> - наименование</w:t>
      </w:r>
      <w:r w:rsidR="00D419AD" w:rsidRPr="000B611A">
        <w:rPr>
          <w:iCs/>
          <w:sz w:val="24"/>
          <w:szCs w:val="24"/>
        </w:rPr>
        <w:t xml:space="preserve"> </w:t>
      </w:r>
      <w:r w:rsidR="00D419AD" w:rsidRPr="000B611A">
        <w:rPr>
          <w:sz w:val="24"/>
          <w:szCs w:val="24"/>
        </w:rPr>
        <w:t xml:space="preserve">оборудования, материалов, иной поставляемой продукции;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sz w:val="24"/>
          <w:szCs w:val="24"/>
        </w:rPr>
        <w:t>Р</w:t>
      </w:r>
      <w:r w:rsidR="00D419AD" w:rsidRPr="00192420">
        <w:rPr>
          <w:b/>
          <w:sz w:val="24"/>
          <w:szCs w:val="24"/>
        </w:rPr>
        <w:t xml:space="preserve">аботы </w:t>
      </w:r>
      <w:r w:rsidR="00D419AD" w:rsidRPr="000B611A">
        <w:rPr>
          <w:sz w:val="24"/>
          <w:szCs w:val="24"/>
        </w:rPr>
        <w:t xml:space="preserve">- наименование производимых работ;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sz w:val="24"/>
          <w:szCs w:val="24"/>
        </w:rPr>
        <w:t>У</w:t>
      </w:r>
      <w:r w:rsidR="00D419AD" w:rsidRPr="00192420">
        <w:rPr>
          <w:b/>
          <w:sz w:val="24"/>
          <w:szCs w:val="24"/>
        </w:rPr>
        <w:t>слуги -</w:t>
      </w:r>
      <w:r w:rsidR="00D419AD" w:rsidRPr="000B611A">
        <w:rPr>
          <w:sz w:val="24"/>
          <w:szCs w:val="24"/>
        </w:rPr>
        <w:t xml:space="preserve"> наименование оказываемых услуг; </w:t>
      </w:r>
    </w:p>
    <w:p w:rsidR="00826579" w:rsidRDefault="00192420" w:rsidP="008A13D8">
      <w:pPr>
        <w:pStyle w:val="BodyTextIndent1"/>
        <w:spacing w:line="240" w:lineRule="auto"/>
        <w:ind w:left="0" w:firstLine="709"/>
        <w:rPr>
          <w:iCs/>
          <w:sz w:val="24"/>
          <w:szCs w:val="24"/>
        </w:rPr>
      </w:pPr>
      <w:r w:rsidRPr="00192420">
        <w:rPr>
          <w:b/>
          <w:bCs/>
          <w:sz w:val="24"/>
          <w:szCs w:val="24"/>
        </w:rPr>
        <w:t>У</w:t>
      </w:r>
      <w:r w:rsidR="00D419AD" w:rsidRPr="00192420">
        <w:rPr>
          <w:b/>
          <w:bCs/>
          <w:sz w:val="24"/>
          <w:szCs w:val="24"/>
        </w:rPr>
        <w:t>словия поставки</w:t>
      </w:r>
      <w:r w:rsidR="00D419AD" w:rsidRPr="000B611A">
        <w:rPr>
          <w:sz w:val="24"/>
          <w:szCs w:val="24"/>
        </w:rPr>
        <w:t xml:space="preserve"> </w:t>
      </w:r>
      <w:r w:rsidR="00D419AD" w:rsidRPr="000B611A">
        <w:rPr>
          <w:bCs/>
          <w:sz w:val="24"/>
          <w:szCs w:val="24"/>
        </w:rPr>
        <w:t>-</w:t>
      </w:r>
      <w:r w:rsidR="00D419AD" w:rsidRPr="000B611A">
        <w:rPr>
          <w:sz w:val="24"/>
          <w:szCs w:val="24"/>
        </w:rPr>
        <w:t xml:space="preserve"> условия поставки, пункт отгрузки и (или) пункт получения товара (</w:t>
      </w:r>
      <w:r w:rsidR="00D419AD" w:rsidRPr="000B611A">
        <w:rPr>
          <w:iCs/>
          <w:sz w:val="24"/>
          <w:szCs w:val="24"/>
        </w:rPr>
        <w:t>вариант</w:t>
      </w:r>
      <w:r w:rsidR="00D419AD" w:rsidRPr="000B611A">
        <w:rPr>
          <w:iCs/>
          <w:sz w:val="24"/>
          <w:szCs w:val="24"/>
          <w:lang w:val="ru-MO"/>
        </w:rPr>
        <w:t xml:space="preserve">: </w:t>
      </w:r>
      <w:r w:rsidR="00D419AD" w:rsidRPr="000B611A">
        <w:rPr>
          <w:iCs/>
          <w:sz w:val="24"/>
          <w:szCs w:val="24"/>
        </w:rPr>
        <w:t>согласно международным правилам толкования торговых терминов ИНКОТЕРМС-2000).</w:t>
      </w:r>
    </w:p>
    <w:p w:rsidR="000F0F34" w:rsidRPr="008A13D8" w:rsidRDefault="000F0F34" w:rsidP="000F0F34">
      <w:pPr>
        <w:pStyle w:val="BodyTextIndent1"/>
        <w:spacing w:line="240" w:lineRule="auto"/>
        <w:ind w:left="0" w:firstLine="0"/>
        <w:rPr>
          <w:iCs/>
          <w:sz w:val="24"/>
          <w:szCs w:val="24"/>
        </w:rPr>
      </w:pPr>
    </w:p>
    <w:p w:rsidR="00826579" w:rsidRPr="000F0F34" w:rsidRDefault="000B611A" w:rsidP="000F0F34">
      <w:pPr>
        <w:pStyle w:val="BodyTextIndent1"/>
        <w:numPr>
          <w:ilvl w:val="0"/>
          <w:numId w:val="29"/>
        </w:numPr>
        <w:spacing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ЦЕНА</w:t>
      </w:r>
    </w:p>
    <w:p w:rsidR="00D419AD" w:rsidRPr="000B611A" w:rsidRDefault="00D419AD" w:rsidP="00D419AD">
      <w:pPr>
        <w:ind w:firstLine="709"/>
        <w:jc w:val="both"/>
      </w:pPr>
      <w:r w:rsidRPr="000B611A">
        <w:t xml:space="preserve">3.1. Цена товара в соответствии с таблицей стоимости товара, работ и услуг </w:t>
      </w:r>
      <w:r w:rsidRPr="000B611A">
        <w:rPr>
          <w:iCs/>
        </w:rPr>
        <w:t xml:space="preserve">(спецификацией товара) </w:t>
      </w:r>
      <w:r w:rsidRPr="000B611A">
        <w:t>(</w:t>
      </w:r>
      <w:r w:rsidR="00192420">
        <w:t>П</w:t>
      </w:r>
      <w:r w:rsidR="00B5689D" w:rsidRPr="000B611A">
        <w:t xml:space="preserve">риложение </w:t>
      </w:r>
      <w:r w:rsidRPr="000B611A">
        <w:t>№</w:t>
      </w:r>
      <w:r w:rsidR="009C7DF9" w:rsidRPr="000B611A">
        <w:t xml:space="preserve"> </w:t>
      </w:r>
      <w:r w:rsidRPr="000B611A">
        <w:t>3) составляет</w:t>
      </w:r>
      <w:proofErr w:type="gramStart"/>
      <w:r w:rsidRPr="000B611A">
        <w:t xml:space="preserve"> _____</w:t>
      </w:r>
      <w:r w:rsidR="00192420">
        <w:t>________</w:t>
      </w:r>
      <w:r w:rsidRPr="000B611A">
        <w:t>__ (_</w:t>
      </w:r>
      <w:r w:rsidR="00192420">
        <w:t>_______</w:t>
      </w:r>
      <w:r w:rsidRPr="000B611A">
        <w:t xml:space="preserve">______) </w:t>
      </w:r>
      <w:proofErr w:type="gramEnd"/>
      <w:r w:rsidRPr="000B611A">
        <w:t>рублей, в том числе НДС</w:t>
      </w:r>
      <w:r w:rsidR="009C7DF9" w:rsidRPr="000B611A">
        <w:t xml:space="preserve"> </w:t>
      </w:r>
      <w:r w:rsidRPr="000B611A">
        <w:t>(18 процентов) __</w:t>
      </w:r>
      <w:r w:rsidR="00192420">
        <w:t>_______</w:t>
      </w:r>
      <w:r w:rsidRPr="000B611A">
        <w:t>__</w:t>
      </w:r>
      <w:r w:rsidR="009C7DF9" w:rsidRPr="000B611A">
        <w:t xml:space="preserve"> </w:t>
      </w:r>
      <w:r w:rsidRPr="000B611A">
        <w:t>(_</w:t>
      </w:r>
      <w:r w:rsidR="00192420">
        <w:t>____________</w:t>
      </w:r>
      <w:r w:rsidRPr="000B611A">
        <w:t>__) рублей.</w:t>
      </w:r>
    </w:p>
    <w:p w:rsidR="00D419AD" w:rsidRPr="000B611A" w:rsidRDefault="00D419AD" w:rsidP="00D419AD">
      <w:pPr>
        <w:numPr>
          <w:ilvl w:val="1"/>
          <w:numId w:val="0"/>
        </w:numPr>
        <w:tabs>
          <w:tab w:val="num" w:pos="360"/>
        </w:tabs>
        <w:ind w:firstLine="709"/>
        <w:jc w:val="both"/>
      </w:pPr>
      <w:r w:rsidRPr="000B611A">
        <w:lastRenderedPageBreak/>
        <w:t>В случае заключения договора на поставку товара, выполнение работ и оказание услуг в структуре цены указывается стоимость товара, в том числе НДС, и отдельно стоимость работ (услуг), в том числе НДС.</w:t>
      </w:r>
    </w:p>
    <w:p w:rsidR="00D419AD" w:rsidRPr="000B611A" w:rsidRDefault="00D419AD" w:rsidP="00D419AD">
      <w:pPr>
        <w:jc w:val="both"/>
      </w:pPr>
      <w:r w:rsidRPr="000B611A">
        <w:tab/>
        <w:t xml:space="preserve">Цена товара включает все затраты Поставщика, связанные с выполнением поставок, в том числе расходы на транспортировку товара до грузополучателя </w:t>
      </w:r>
      <w:r w:rsidRPr="000B611A">
        <w:rPr>
          <w:iCs/>
        </w:rPr>
        <w:t>(вариант</w:t>
      </w:r>
      <w:r w:rsidRPr="000B611A">
        <w:rPr>
          <w:iCs/>
          <w:lang w:val="ru-MO"/>
        </w:rPr>
        <w:t>: объекта строительства</w:t>
      </w:r>
      <w:r w:rsidRPr="000B611A">
        <w:rPr>
          <w:iCs/>
        </w:rPr>
        <w:t>)</w:t>
      </w:r>
      <w:r w:rsidRPr="000B611A">
        <w:t xml:space="preserve"> и разгрузку товара, страховые взносы, налоги, сборы, платежи и другие обязательные отчисления, производимые Поставщиком в соответствии с установленным законодательством порядком. </w:t>
      </w:r>
    </w:p>
    <w:p w:rsidR="00D419AD" w:rsidRPr="00B1343F" w:rsidRDefault="00D419AD" w:rsidP="00D419AD">
      <w:pPr>
        <w:numPr>
          <w:ilvl w:val="1"/>
          <w:numId w:val="24"/>
        </w:numPr>
        <w:tabs>
          <w:tab w:val="clear" w:pos="720"/>
        </w:tabs>
        <w:ind w:left="0" w:firstLine="720"/>
        <w:jc w:val="both"/>
      </w:pPr>
      <w:r w:rsidRPr="000B611A">
        <w:t xml:space="preserve">Цена товара является твердой и не подлежит каким-либо изменениям, кроме случаев, когда по инициативе Покупателя поставляются дополнительные (по отношению к техническим требованиям закупочной документации </w:t>
      </w:r>
      <w:r w:rsidRPr="000B611A">
        <w:rPr>
          <w:iCs/>
        </w:rPr>
        <w:t>на поставку товара</w:t>
      </w:r>
      <w:r w:rsidRPr="000B611A">
        <w:t>) товар</w:t>
      </w:r>
      <w:r w:rsidR="0018038E" w:rsidRPr="000B611A">
        <w:t>ы</w:t>
      </w:r>
      <w:r w:rsidRPr="000B611A">
        <w:t>, работы и услуги. В этих случаях оформляется дополнительное соглашение к Договору</w:t>
      </w:r>
      <w:r w:rsidRPr="000B611A">
        <w:rPr>
          <w:iCs/>
          <w:spacing w:val="-8"/>
        </w:rPr>
        <w:t>.</w:t>
      </w:r>
    </w:p>
    <w:p w:rsidR="00B1343F" w:rsidRPr="000B611A" w:rsidRDefault="00B1343F" w:rsidP="00D419AD">
      <w:pPr>
        <w:numPr>
          <w:ilvl w:val="1"/>
          <w:numId w:val="24"/>
        </w:numPr>
        <w:tabs>
          <w:tab w:val="clear" w:pos="720"/>
        </w:tabs>
        <w:ind w:left="0" w:firstLine="720"/>
        <w:jc w:val="both"/>
      </w:pPr>
      <w:r w:rsidRPr="003B5302">
        <w:t xml:space="preserve">В цену Договора, указанную в п. </w:t>
      </w:r>
      <w:r>
        <w:t>4</w:t>
      </w:r>
      <w:r w:rsidRPr="003B5302">
        <w:t xml:space="preserve">.1., входит стоимость </w:t>
      </w:r>
      <w:proofErr w:type="spellStart"/>
      <w:proofErr w:type="gramStart"/>
      <w:r w:rsidRPr="003B5302">
        <w:t>шеф-монтажа</w:t>
      </w:r>
      <w:proofErr w:type="spellEnd"/>
      <w:proofErr w:type="gramEnd"/>
      <w:r w:rsidRPr="003B5302">
        <w:t xml:space="preserve"> оборудования, указанного в Приложении №1.</w:t>
      </w:r>
    </w:p>
    <w:p w:rsidR="00D419AD" w:rsidRPr="000B611A" w:rsidRDefault="00D419AD" w:rsidP="00D419AD">
      <w:pPr>
        <w:ind w:firstLine="709"/>
        <w:jc w:val="both"/>
        <w:rPr>
          <w:spacing w:val="-8"/>
        </w:rPr>
      </w:pPr>
    </w:p>
    <w:p w:rsidR="00826579" w:rsidRPr="000F0F34" w:rsidRDefault="000B611A" w:rsidP="000F0F34">
      <w:pPr>
        <w:pStyle w:val="11"/>
        <w:numPr>
          <w:ilvl w:val="0"/>
          <w:numId w:val="5"/>
        </w:numPr>
        <w:tabs>
          <w:tab w:val="left" w:pos="2160"/>
        </w:tabs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>ПОСТАВКА ТОВАРА И ДОКУМЕНТАЦИЯ</w:t>
      </w:r>
    </w:p>
    <w:p w:rsidR="00D419AD" w:rsidRPr="00861491" w:rsidRDefault="00A40A13" w:rsidP="00D419AD">
      <w:pPr>
        <w:pStyle w:val="11"/>
        <w:numPr>
          <w:ilvl w:val="1"/>
          <w:numId w:val="5"/>
        </w:numPr>
        <w:tabs>
          <w:tab w:val="left" w:pos="703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861491">
        <w:rPr>
          <w:sz w:val="24"/>
          <w:szCs w:val="24"/>
        </w:rPr>
        <w:t xml:space="preserve">Поставка товара осуществляется </w:t>
      </w:r>
      <w:r w:rsidR="009B2839" w:rsidRPr="00861491">
        <w:rPr>
          <w:sz w:val="24"/>
          <w:szCs w:val="24"/>
        </w:rPr>
        <w:t>Поставщиком Покупателю</w:t>
      </w:r>
      <w:r w:rsidRPr="00861491">
        <w:rPr>
          <w:sz w:val="24"/>
          <w:szCs w:val="24"/>
        </w:rPr>
        <w:t xml:space="preserve"> после письменного извещения Покупателем Поставщика, в соответствии с условиями и сроками, оговоренными </w:t>
      </w:r>
      <w:r w:rsidR="00901806">
        <w:rPr>
          <w:sz w:val="24"/>
          <w:szCs w:val="24"/>
        </w:rPr>
        <w:t xml:space="preserve">в </w:t>
      </w:r>
      <w:r w:rsidRPr="00861491">
        <w:rPr>
          <w:sz w:val="24"/>
          <w:szCs w:val="24"/>
        </w:rPr>
        <w:t>Спецификации (Приложение №1 к настоящему Договору) и Графике поставки</w:t>
      </w:r>
      <w:r w:rsidR="009B2839" w:rsidRPr="00861491">
        <w:rPr>
          <w:sz w:val="24"/>
          <w:szCs w:val="24"/>
        </w:rPr>
        <w:t xml:space="preserve"> товара, выполнения работ, оказания услуг</w:t>
      </w:r>
      <w:r w:rsidRPr="00861491">
        <w:rPr>
          <w:sz w:val="24"/>
          <w:szCs w:val="24"/>
        </w:rPr>
        <w:t xml:space="preserve"> (Приложение 2 к настоящему Договору) и другими условиями, предусмотренными в настоящем Договоре.</w:t>
      </w:r>
    </w:p>
    <w:p w:rsidR="009B2839" w:rsidRPr="000B611A" w:rsidRDefault="009B2839" w:rsidP="009B2839">
      <w:pPr>
        <w:pStyle w:val="11"/>
        <w:tabs>
          <w:tab w:val="left" w:pos="703"/>
        </w:tabs>
        <w:spacing w:before="0" w:after="0"/>
        <w:ind w:firstLine="0"/>
        <w:rPr>
          <w:sz w:val="24"/>
          <w:szCs w:val="24"/>
        </w:rPr>
      </w:pPr>
      <w:r w:rsidRPr="00861491">
        <w:rPr>
          <w:sz w:val="24"/>
          <w:szCs w:val="24"/>
        </w:rPr>
        <w:t xml:space="preserve">           Покупатель вправе в любое время изменить срок поставки товара письменно ув</w:t>
      </w:r>
      <w:r w:rsidRPr="00861491">
        <w:rPr>
          <w:sz w:val="24"/>
          <w:szCs w:val="24"/>
        </w:rPr>
        <w:t>е</w:t>
      </w:r>
      <w:r w:rsidR="00901806">
        <w:rPr>
          <w:sz w:val="24"/>
          <w:szCs w:val="24"/>
        </w:rPr>
        <w:t>домив за 14 (четырнадцать) дней</w:t>
      </w:r>
      <w:r w:rsidRPr="00861491">
        <w:rPr>
          <w:sz w:val="24"/>
          <w:szCs w:val="24"/>
        </w:rPr>
        <w:t xml:space="preserve"> о предстоящем изменении условия Договора Поставщика. Условие Договора счи</w:t>
      </w:r>
      <w:r w:rsidR="00901806">
        <w:rPr>
          <w:sz w:val="24"/>
          <w:szCs w:val="24"/>
        </w:rPr>
        <w:t>тается измененным по истечении 14 (четырнадцати</w:t>
      </w:r>
      <w:r w:rsidRPr="00861491">
        <w:rPr>
          <w:sz w:val="24"/>
          <w:szCs w:val="24"/>
        </w:rPr>
        <w:t>) дней, с момента  получения соотве</w:t>
      </w:r>
      <w:r w:rsidRPr="00861491">
        <w:rPr>
          <w:sz w:val="24"/>
          <w:szCs w:val="24"/>
        </w:rPr>
        <w:t>т</w:t>
      </w:r>
      <w:r w:rsidRPr="00861491">
        <w:rPr>
          <w:sz w:val="24"/>
          <w:szCs w:val="24"/>
        </w:rPr>
        <w:t>ствующего уведомления Покупателя</w:t>
      </w:r>
    </w:p>
    <w:p w:rsidR="009C7DF9" w:rsidRPr="000B611A" w:rsidRDefault="00D419AD" w:rsidP="00D419AD">
      <w:pPr>
        <w:pStyle w:val="11"/>
        <w:numPr>
          <w:ilvl w:val="1"/>
          <w:numId w:val="5"/>
        </w:numPr>
        <w:tabs>
          <w:tab w:val="left" w:pos="703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Для целей настоящего Договора условия поставки и другие торговые термины, используемые для описания обязатель</w:t>
      </w:r>
      <w:proofErr w:type="gramStart"/>
      <w:r w:rsidRPr="000B611A">
        <w:rPr>
          <w:sz w:val="24"/>
          <w:szCs w:val="24"/>
        </w:rPr>
        <w:t>ств Ст</w:t>
      </w:r>
      <w:proofErr w:type="gramEnd"/>
      <w:r w:rsidRPr="000B611A">
        <w:rPr>
          <w:sz w:val="24"/>
          <w:szCs w:val="24"/>
        </w:rPr>
        <w:t xml:space="preserve">орон, должны толковаться в соответствии с изданием ИНКОТЕРМС-2000, опубликованным Международной торговой палатой (публикация № 560) в редакции, действующей на момент заключения </w:t>
      </w:r>
      <w:r w:rsidR="00BB027B" w:rsidRPr="000B611A">
        <w:rPr>
          <w:sz w:val="24"/>
          <w:szCs w:val="24"/>
        </w:rPr>
        <w:t>Договора</w:t>
      </w:r>
      <w:r w:rsidRPr="000B611A">
        <w:rPr>
          <w:sz w:val="24"/>
          <w:szCs w:val="24"/>
        </w:rPr>
        <w:t>.</w:t>
      </w:r>
    </w:p>
    <w:p w:rsidR="00D419AD" w:rsidRPr="000B611A" w:rsidRDefault="009C7DF9" w:rsidP="00B412C3">
      <w:pPr>
        <w:pStyle w:val="11"/>
        <w:tabs>
          <w:tab w:val="left" w:pos="703"/>
        </w:tabs>
        <w:spacing w:before="0" w:after="0"/>
        <w:ind w:firstLine="0"/>
        <w:rPr>
          <w:sz w:val="24"/>
          <w:szCs w:val="24"/>
        </w:rPr>
      </w:pPr>
      <w:r w:rsidRPr="000B611A">
        <w:rPr>
          <w:sz w:val="24"/>
          <w:szCs w:val="24"/>
        </w:rPr>
        <w:tab/>
      </w:r>
      <w:r w:rsidR="00D419AD" w:rsidRPr="000B611A">
        <w:rPr>
          <w:sz w:val="24"/>
          <w:szCs w:val="24"/>
        </w:rPr>
        <w:t xml:space="preserve">(По соглашению Сторон в </w:t>
      </w:r>
      <w:r w:rsidR="00BB027B" w:rsidRPr="000B611A">
        <w:rPr>
          <w:sz w:val="24"/>
          <w:szCs w:val="24"/>
        </w:rPr>
        <w:t xml:space="preserve">Договоре </w:t>
      </w:r>
      <w:r w:rsidR="00D419AD" w:rsidRPr="000B611A">
        <w:rPr>
          <w:sz w:val="24"/>
          <w:szCs w:val="24"/>
        </w:rPr>
        <w:t>могут указываться иные условия поставки</w:t>
      </w:r>
      <w:r w:rsidRPr="000B611A">
        <w:rPr>
          <w:sz w:val="24"/>
          <w:szCs w:val="24"/>
        </w:rPr>
        <w:t>.</w:t>
      </w:r>
      <w:r w:rsidR="00D419AD" w:rsidRPr="000B611A">
        <w:rPr>
          <w:sz w:val="24"/>
          <w:szCs w:val="24"/>
        </w:rPr>
        <w:t>)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Поставщик ни полностью, ни частично не вправе передавать свои обязательства по настоящему Договору без предварительного письменного согласия со стороны Покупателя. 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proofErr w:type="gramStart"/>
      <w:r w:rsidRPr="000B611A">
        <w:rPr>
          <w:sz w:val="24"/>
          <w:szCs w:val="24"/>
        </w:rPr>
        <w:t>Поставщик гарантирует, что поставка товара в соответствии с настоящим Договором не нарушает прав и законных интересов третьих лиц, товар не обременен какими бы то ни было обязательствами перед третьими лицами, не находится под залогом и арестом, а также не нарушает чьих-либо прав на объекты интеллектуальной собственности, в том числе патентных прав, лицензионных прав, а также прав по применению торговой марки</w:t>
      </w:r>
      <w:proofErr w:type="gramEnd"/>
      <w:r w:rsidRPr="000B611A">
        <w:rPr>
          <w:sz w:val="24"/>
          <w:szCs w:val="24"/>
        </w:rPr>
        <w:t xml:space="preserve"> или промышленных разработок, связанных с использованием оборудования или любой его части в стране Покупателя. В случае нарушения настоящего пункта Поставщик самостоятельно и за свой счет обязуется устранить эти нарушения и препятствия для свободного владения и распоряжения товаром, его использования Покупателем, и возместить Покупателю убытки, понесенные в связи с указанными нарушениями.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В случае если Покупатель будет привлечен к ответственности за нарушение прав третьих лиц, вытекающих из продажи или использования товара, поставленного в соответствии с настоящим Договором, Покупатель имеет право привлечь Поставщика к участию в данном деле и Поставщик обязуется выступать на стороне Покупателя в качестве третьего лица, не заявляющего самостоятельных требований. Поставщик обязуется представлять Покупателю по его первому требованию любую необходимую документацию.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proofErr w:type="gramStart"/>
      <w:r w:rsidRPr="000B611A">
        <w:rPr>
          <w:sz w:val="24"/>
          <w:szCs w:val="24"/>
        </w:rPr>
        <w:t xml:space="preserve">В том случае если привлечение Покупателя к ответственности за нарушение прав третьих лиц происходит не по вине Покупателя, Поставщик обязуется возместить </w:t>
      </w:r>
      <w:r w:rsidRPr="000B611A">
        <w:rPr>
          <w:sz w:val="24"/>
          <w:szCs w:val="24"/>
        </w:rPr>
        <w:lastRenderedPageBreak/>
        <w:t>Покупателю все расходы по ведению процесса и иные расходы, которые будет нести Покупатель в связи с решением суда, а также все иные убытки, понесенные Покупателем, включая расходы на оплату юридических услуг.</w:t>
      </w:r>
      <w:proofErr w:type="gramEnd"/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4.7. </w:t>
      </w:r>
      <w:proofErr w:type="gramStart"/>
      <w:r w:rsidRPr="000B611A">
        <w:rPr>
          <w:sz w:val="24"/>
          <w:szCs w:val="24"/>
        </w:rPr>
        <w:t>Упаковка и маркировка</w:t>
      </w:r>
      <w:r w:rsidRPr="000B611A">
        <w:rPr>
          <w:i/>
          <w:iCs/>
          <w:sz w:val="24"/>
          <w:szCs w:val="24"/>
        </w:rPr>
        <w:t>,</w:t>
      </w:r>
      <w:r w:rsidRPr="000B611A">
        <w:rPr>
          <w:sz w:val="24"/>
          <w:szCs w:val="24"/>
        </w:rPr>
        <w:t xml:space="preserve"> а также документация внутри и вне ее, должны строго соответствовать специальным требованиям, предусмотренным в технических требованиях</w:t>
      </w:r>
      <w:r w:rsidRPr="000B611A">
        <w:rPr>
          <w:i/>
          <w:iCs/>
          <w:sz w:val="24"/>
          <w:szCs w:val="24"/>
        </w:rPr>
        <w:t xml:space="preserve"> (в случае проведения закупочной процедуры на право заключения договора на поставку - Технической части</w:t>
      </w:r>
      <w:r w:rsidRPr="000B611A">
        <w:rPr>
          <w:i/>
          <w:iCs/>
          <w:sz w:val="24"/>
          <w:szCs w:val="24"/>
          <w:lang w:val="ru-MO"/>
        </w:rPr>
        <w:t xml:space="preserve"> </w:t>
      </w:r>
      <w:r w:rsidRPr="000B611A">
        <w:rPr>
          <w:i/>
          <w:iCs/>
          <w:sz w:val="24"/>
          <w:szCs w:val="24"/>
        </w:rPr>
        <w:t>закупочной документации)</w:t>
      </w:r>
      <w:r w:rsidRPr="000B611A">
        <w:rPr>
          <w:sz w:val="24"/>
          <w:szCs w:val="24"/>
        </w:rPr>
        <w:t xml:space="preserve"> (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B5038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Договору), включая дополнительные требования (если таковые имеются), оговоренные во всех последующих инструкциях - распоряжениях Покупателя, предусмотренные в приложениях к настоящему Договору.</w:t>
      </w:r>
      <w:proofErr w:type="gramEnd"/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4.8. В дополнение к условиям, предусмотре</w:t>
      </w:r>
      <w:r w:rsidRPr="000B611A">
        <w:rPr>
          <w:sz w:val="24"/>
          <w:szCs w:val="24"/>
        </w:rPr>
        <w:t>н</w:t>
      </w:r>
      <w:r w:rsidRPr="000B611A">
        <w:rPr>
          <w:sz w:val="24"/>
          <w:szCs w:val="24"/>
        </w:rPr>
        <w:t>ным п. 4.7 настоящего Договора, Поставщик в любом 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bCs/>
          <w:sz w:val="24"/>
          <w:szCs w:val="24"/>
        </w:rPr>
      </w:pPr>
      <w:r w:rsidRPr="000B611A">
        <w:rPr>
          <w:sz w:val="24"/>
          <w:szCs w:val="24"/>
        </w:rPr>
        <w:t>4.9. Т</w:t>
      </w:r>
      <w:r w:rsidRPr="000B611A">
        <w:rPr>
          <w:bCs/>
          <w:sz w:val="24"/>
          <w:szCs w:val="24"/>
        </w:rPr>
        <w:t>овар должен быть сертифицирован, пройти все необходимые и</w:t>
      </w:r>
      <w:r w:rsidRPr="000B611A">
        <w:rPr>
          <w:bCs/>
          <w:sz w:val="24"/>
          <w:szCs w:val="24"/>
        </w:rPr>
        <w:t>с</w:t>
      </w:r>
      <w:r w:rsidRPr="000B611A">
        <w:rPr>
          <w:bCs/>
          <w:sz w:val="24"/>
          <w:szCs w:val="24"/>
        </w:rPr>
        <w:t xml:space="preserve">пытания и процедуры, установленные действующим законодательством </w:t>
      </w:r>
      <w:r w:rsidR="00B50387" w:rsidRPr="000B611A">
        <w:rPr>
          <w:bCs/>
          <w:sz w:val="24"/>
          <w:szCs w:val="24"/>
        </w:rPr>
        <w:t xml:space="preserve">Российской Федерации </w:t>
      </w:r>
      <w:r w:rsidRPr="000B611A">
        <w:rPr>
          <w:bCs/>
          <w:sz w:val="24"/>
          <w:szCs w:val="24"/>
        </w:rPr>
        <w:t>до момента его приобретения в соответствии с требованием ТЗ на закупку тов</w:t>
      </w:r>
      <w:r w:rsidRPr="000B611A">
        <w:rPr>
          <w:bCs/>
          <w:sz w:val="24"/>
          <w:szCs w:val="24"/>
        </w:rPr>
        <w:t>а</w:t>
      </w:r>
      <w:r w:rsidRPr="000B611A">
        <w:rPr>
          <w:bCs/>
          <w:sz w:val="24"/>
          <w:szCs w:val="24"/>
        </w:rPr>
        <w:t>ра/услуги (до выставления поставщиком товара на торги). После поставки оборудование (т</w:t>
      </w:r>
      <w:r w:rsidRPr="000B611A">
        <w:rPr>
          <w:bCs/>
          <w:sz w:val="24"/>
          <w:szCs w:val="24"/>
        </w:rPr>
        <w:t>о</w:t>
      </w:r>
      <w:r w:rsidRPr="000B611A">
        <w:rPr>
          <w:bCs/>
          <w:sz w:val="24"/>
          <w:szCs w:val="24"/>
        </w:rPr>
        <w:t>вар, продукция) должно пройти входной контроль и пусковые испытания (как о</w:t>
      </w:r>
      <w:r w:rsidRPr="000B611A">
        <w:rPr>
          <w:bCs/>
          <w:sz w:val="24"/>
          <w:szCs w:val="24"/>
        </w:rPr>
        <w:t>т</w:t>
      </w:r>
      <w:r w:rsidRPr="000B611A">
        <w:rPr>
          <w:bCs/>
          <w:sz w:val="24"/>
          <w:szCs w:val="24"/>
        </w:rPr>
        <w:t>дельно, так и в комплексе) согласно требованиям НТД.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4.10. Товар должен быть снабжен сертификатами либо декларациями соответствия и другими документами на русском языке, надлежащим образом подтверждающими качество Товара и соответствие его обязательным требованиям, предъявляемым к Товару в соответствии с законодательством Российской Федерации.</w:t>
      </w:r>
    </w:p>
    <w:p w:rsidR="00D419AD" w:rsidRPr="000B611A" w:rsidRDefault="00D419AD" w:rsidP="00D419AD">
      <w:pPr>
        <w:pStyle w:val="ListParagraph"/>
        <w:tabs>
          <w:tab w:val="left" w:pos="720"/>
        </w:tabs>
        <w:ind w:left="0"/>
        <w:contextualSpacing/>
        <w:jc w:val="both"/>
        <w:rPr>
          <w:bCs/>
        </w:rPr>
      </w:pPr>
      <w:r w:rsidRPr="000B611A">
        <w:rPr>
          <w:bCs/>
        </w:rPr>
        <w:tab/>
        <w:t>4.11. Товар должен соответствовать требованиям:</w:t>
      </w:r>
    </w:p>
    <w:p w:rsidR="00D419AD" w:rsidRPr="000B611A" w:rsidRDefault="00D419AD" w:rsidP="00D419AD">
      <w:pPr>
        <w:pStyle w:val="ListParagraph"/>
        <w:tabs>
          <w:tab w:val="left" w:pos="720"/>
        </w:tabs>
        <w:ind w:left="0"/>
        <w:contextualSpacing/>
        <w:jc w:val="both"/>
      </w:pPr>
      <w:r w:rsidRPr="000B611A">
        <w:tab/>
      </w:r>
      <w:r w:rsidR="00192420">
        <w:t xml:space="preserve">а) </w:t>
      </w:r>
      <w:r w:rsidRPr="000B611A">
        <w:t>действующих на территории Российской Федерации нормативно-технических докуме</w:t>
      </w:r>
      <w:r w:rsidRPr="000B611A">
        <w:t>н</w:t>
      </w:r>
      <w:r w:rsidRPr="000B611A">
        <w:t>тов</w:t>
      </w:r>
      <w:r w:rsidR="00DE72D1" w:rsidRPr="000B611A">
        <w:t>;</w:t>
      </w:r>
    </w:p>
    <w:p w:rsidR="00D419AD" w:rsidRPr="000B611A" w:rsidRDefault="00D419AD" w:rsidP="00D419AD">
      <w:pPr>
        <w:tabs>
          <w:tab w:val="left" w:pos="720"/>
        </w:tabs>
        <w:jc w:val="both"/>
      </w:pPr>
      <w:r w:rsidRPr="000B611A">
        <w:tab/>
      </w:r>
      <w:r w:rsidR="00192420">
        <w:t xml:space="preserve">б) </w:t>
      </w:r>
      <w:r w:rsidRPr="000B611A">
        <w:t>технической политики в распределительном сетевом комплексе;</w:t>
      </w:r>
    </w:p>
    <w:p w:rsidR="00D419AD" w:rsidRPr="000B611A" w:rsidRDefault="00D419AD" w:rsidP="00D419AD">
      <w:pPr>
        <w:tabs>
          <w:tab w:val="left" w:pos="720"/>
        </w:tabs>
        <w:jc w:val="both"/>
      </w:pPr>
      <w:r w:rsidRPr="000B611A">
        <w:tab/>
      </w:r>
      <w:r w:rsidR="00192420">
        <w:t>В</w:t>
      </w:r>
      <w:r w:rsidRPr="000B611A">
        <w:t xml:space="preserve"> случае альтернативного предложения по поставляемому оборудованию, Поставщик выполняет корректировку и согласование проектной докуме</w:t>
      </w:r>
      <w:r w:rsidRPr="000B611A">
        <w:t>н</w:t>
      </w:r>
      <w:r w:rsidRPr="000B611A">
        <w:t>тации с проектной организацией  и другими заинтересованными сторонами в сроки, соглас</w:t>
      </w:r>
      <w:r w:rsidRPr="000B611A">
        <w:t>о</w:t>
      </w:r>
      <w:r w:rsidRPr="000B611A">
        <w:t>ванные с Покупателем, за свой счет без изменения стоимости поставляемого оборуд</w:t>
      </w:r>
      <w:r w:rsidRPr="000B611A">
        <w:t>о</w:t>
      </w:r>
      <w:r w:rsidRPr="000B611A">
        <w:t xml:space="preserve">вания.  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4.12. Поставщик обязан не позднее</w:t>
      </w:r>
      <w:r w:rsidR="00192420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чем за три рабочих дня до предполагаемой отгрузки товара письменно посредством факсимильной связи уведомить грузополучателя и Покупателя о дате отгрузки товара и предполагаемой дате его прибытия.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4.13. При поставке товара Поставщик должен представить грузополучателю оригиналы, а Покупателю копии следующих документов на русском языке:</w:t>
      </w:r>
    </w:p>
    <w:p w:rsidR="00D419AD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а) сертификаты либо декларации о соответствии, инструкции по эксплуатации и монтажу, а также иную техническую сопроводительную документацию в соответствии с 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риложением №</w:t>
      </w:r>
      <w:r w:rsidR="00B5038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Договору;</w:t>
      </w:r>
    </w:p>
    <w:p w:rsidR="00826579" w:rsidRPr="000B611A" w:rsidRDefault="00D419AD" w:rsidP="000F0F34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б) гарантийные свидетельства;</w:t>
      </w:r>
    </w:p>
    <w:p w:rsidR="00D419AD" w:rsidRPr="000B611A" w:rsidRDefault="00D419AD" w:rsidP="00D419AD">
      <w:pPr>
        <w:pStyle w:val="11"/>
        <w:tabs>
          <w:tab w:val="left" w:pos="72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в) сертификат о происхождении в случае поставки товара, произведенного за пределами Российской Федерации</w:t>
      </w:r>
      <w:r w:rsidR="00AA617A" w:rsidRPr="000B611A">
        <w:rPr>
          <w:sz w:val="24"/>
          <w:szCs w:val="24"/>
        </w:rPr>
        <w:t>;</w:t>
      </w:r>
    </w:p>
    <w:p w:rsidR="00D419AD" w:rsidRPr="000B611A" w:rsidRDefault="00D419AD" w:rsidP="00D419AD">
      <w:pPr>
        <w:pStyle w:val="11"/>
        <w:tabs>
          <w:tab w:val="left" w:pos="720"/>
        </w:tabs>
        <w:spacing w:before="0" w:after="0"/>
        <w:ind w:firstLine="709"/>
        <w:rPr>
          <w:i/>
          <w:iCs/>
          <w:sz w:val="24"/>
          <w:szCs w:val="24"/>
        </w:rPr>
      </w:pPr>
      <w:r w:rsidRPr="000B611A">
        <w:rPr>
          <w:sz w:val="24"/>
          <w:szCs w:val="24"/>
        </w:rPr>
        <w:t xml:space="preserve">г) копию акта приемки (экспертного заключения), подтверждающего аттестацию поставленного товара </w:t>
      </w:r>
      <w:r w:rsidRPr="000B611A">
        <w:rPr>
          <w:i/>
          <w:iCs/>
          <w:sz w:val="24"/>
          <w:szCs w:val="24"/>
        </w:rPr>
        <w:t>(в случае поставки оборудования, технологий или материалов, подлежащих такой аттестации).</w:t>
      </w:r>
    </w:p>
    <w:p w:rsidR="009B2839" w:rsidRDefault="009B2839" w:rsidP="00AC7DEB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0F0F34" w:rsidRDefault="000F0F34" w:rsidP="00AC7DEB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0F0F34" w:rsidRPr="00826579" w:rsidRDefault="000F0F34" w:rsidP="00AC7DEB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826579" w:rsidRPr="000F0F34" w:rsidRDefault="000B611A" w:rsidP="000F0F34">
      <w:pPr>
        <w:pStyle w:val="xl48"/>
        <w:numPr>
          <w:ilvl w:val="0"/>
          <w:numId w:val="5"/>
        </w:numPr>
        <w:spacing w:before="0" w:beforeAutospacing="0"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СТРАХОВАНИЕ РИСКОВ</w:t>
      </w:r>
    </w:p>
    <w:p w:rsidR="00D419AD" w:rsidRPr="000B611A" w:rsidRDefault="00D419AD" w:rsidP="00D419AD">
      <w:pPr>
        <w:shd w:val="clear" w:color="auto" w:fill="FFFFFF"/>
        <w:tabs>
          <w:tab w:val="num" w:pos="1992"/>
        </w:tabs>
        <w:ind w:firstLine="709"/>
        <w:jc w:val="both"/>
      </w:pPr>
      <w:r w:rsidRPr="000B611A">
        <w:t>5.1. Поставщик обязуется заключить договор страхования рисков и ответственности при доставке товара. В случае если Спецификацией товара (</w:t>
      </w:r>
      <w:r w:rsidR="00192420">
        <w:t>П</w:t>
      </w:r>
      <w:r w:rsidR="00B50387" w:rsidRPr="000B611A">
        <w:t xml:space="preserve">риложение </w:t>
      </w:r>
      <w:r w:rsidR="00B5689D" w:rsidRPr="000B611A">
        <w:t>№</w:t>
      </w:r>
      <w:r w:rsidR="0018038E" w:rsidRPr="000B611A">
        <w:t> </w:t>
      </w:r>
      <w:r w:rsidRPr="000B611A">
        <w:t>3 к Договору) предусмотрена предоплата за товар, то Выгодоприобретателем в договоре страхования должен быть назван Покупатель (на сумму предоплаты, предусмотренную Спецификацией товара).</w:t>
      </w:r>
    </w:p>
    <w:p w:rsidR="00D419AD" w:rsidRPr="000B611A" w:rsidRDefault="00D419AD" w:rsidP="00D419AD">
      <w:pPr>
        <w:shd w:val="clear" w:color="auto" w:fill="FFFFFF"/>
        <w:tabs>
          <w:tab w:val="left" w:pos="0"/>
        </w:tabs>
        <w:ind w:firstLine="709"/>
        <w:jc w:val="both"/>
      </w:pPr>
      <w:r w:rsidRPr="000B611A">
        <w:t xml:space="preserve">5.2. Страховая компания Поставщика должна быть отобрана по согласованию с Покупателем. Копии страховых полисов должны быть представлены Поставщиком Покупателю не позднее 10 (десяти) дней со дня заключения настоящего Договора </w:t>
      </w:r>
      <w:r w:rsidRPr="000B611A">
        <w:rPr>
          <w:i/>
          <w:iCs/>
        </w:rPr>
        <w:t>(вариант: 30 (тридцать) дней со дня определения Поставщика победителем в соответствующей закупочной процедуре на право заключения договора.)</w:t>
      </w:r>
    </w:p>
    <w:p w:rsidR="00D419AD" w:rsidRPr="000B611A" w:rsidRDefault="00D419AD" w:rsidP="00D419AD">
      <w:pPr>
        <w:numPr>
          <w:ilvl w:val="1"/>
          <w:numId w:val="14"/>
        </w:numPr>
        <w:shd w:val="clear" w:color="auto" w:fill="FFFFFF"/>
        <w:tabs>
          <w:tab w:val="left" w:pos="0"/>
        </w:tabs>
        <w:ind w:left="0" w:firstLine="709"/>
        <w:jc w:val="both"/>
        <w:rPr>
          <w:color w:val="FF0000"/>
        </w:rPr>
      </w:pPr>
      <w:proofErr w:type="gramStart"/>
      <w:r w:rsidRPr="000B611A">
        <w:t>Товар, поставляемый по Договору, должен быть застрахован «с ответственностью за все риски» (условия оговорки «А» Института Лондонских страховщиков № 252 1/1/82) при транспортировке от завода-изготовителя до объекта строительства, при этом страхование должно покрывать все случаи гибели, утраты или повреждения всего груза или его части, произошедшие по любой причине, носящие случайный характер, а также должны покрываться расходы по общей аварии</w:t>
      </w:r>
      <w:proofErr w:type="gramEnd"/>
      <w:r w:rsidRPr="000B611A">
        <w:t xml:space="preserve"> и спасению, распределенные или установленные в соответствии с договором перевозки и/или действующими законами и обычаями</w:t>
      </w:r>
      <w:r w:rsidR="007E5F14" w:rsidRPr="000B611A">
        <w:t>.</w:t>
      </w:r>
    </w:p>
    <w:p w:rsidR="00D419AD" w:rsidRPr="000B611A" w:rsidRDefault="00D419AD" w:rsidP="00D419AD">
      <w:pPr>
        <w:numPr>
          <w:ilvl w:val="1"/>
          <w:numId w:val="14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Страховая сумма по договору страхования грузов должна устанавливаться в размере действительной стоимости груза в месте его нахождения в день заключения договора страхования, включая расходы, связанные с перевозкой груза и страхованием.</w:t>
      </w:r>
    </w:p>
    <w:p w:rsidR="00D419AD" w:rsidRPr="000B611A" w:rsidRDefault="00D419AD" w:rsidP="00D419AD">
      <w:pPr>
        <w:tabs>
          <w:tab w:val="left" w:pos="357"/>
        </w:tabs>
        <w:ind w:firstLine="709"/>
        <w:jc w:val="both"/>
        <w:rPr>
          <w:bCs/>
        </w:rPr>
      </w:pPr>
    </w:p>
    <w:p w:rsidR="00826579" w:rsidRPr="000F0F34" w:rsidRDefault="000B611A" w:rsidP="000F0F34">
      <w:pPr>
        <w:numPr>
          <w:ilvl w:val="0"/>
          <w:numId w:val="6"/>
        </w:numPr>
        <w:jc w:val="center"/>
        <w:rPr>
          <w:b/>
          <w:bCs/>
        </w:rPr>
      </w:pPr>
      <w:r w:rsidRPr="000B611A">
        <w:rPr>
          <w:b/>
          <w:bCs/>
        </w:rPr>
        <w:t>ПРИЕМКА ТОВАРА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Приёмка товара по количеству и качеству производится в составе комиссии с обязательным присутствием представителей Покупателя - по одному пре</w:t>
      </w:r>
      <w:r w:rsidRPr="000B611A">
        <w:rPr>
          <w:sz w:val="24"/>
          <w:szCs w:val="24"/>
        </w:rPr>
        <w:t>д</w:t>
      </w:r>
      <w:r w:rsidRPr="000B611A">
        <w:rPr>
          <w:sz w:val="24"/>
          <w:szCs w:val="24"/>
        </w:rPr>
        <w:t>ставителю от технического блока по профилю приобретаемой продукции (оказываемых услуг) и блока капитального стро</w:t>
      </w:r>
      <w:r w:rsidRPr="000B611A">
        <w:rPr>
          <w:sz w:val="24"/>
          <w:szCs w:val="24"/>
        </w:rPr>
        <w:t>и</w:t>
      </w:r>
      <w:r w:rsidRPr="000B611A">
        <w:rPr>
          <w:sz w:val="24"/>
          <w:szCs w:val="24"/>
        </w:rPr>
        <w:t xml:space="preserve">тельства. </w:t>
      </w:r>
    </w:p>
    <w:p w:rsidR="00D419AD" w:rsidRPr="000B611A" w:rsidRDefault="00D419AD" w:rsidP="00D419AD">
      <w:pPr>
        <w:pStyle w:val="20"/>
        <w:tabs>
          <w:tab w:val="left" w:pos="703"/>
          <w:tab w:val="left" w:pos="1260"/>
        </w:tabs>
        <w:autoSpaceDE w:val="0"/>
        <w:autoSpaceDN w:val="0"/>
        <w:jc w:val="both"/>
        <w:rPr>
          <w:sz w:val="24"/>
          <w:szCs w:val="24"/>
        </w:rPr>
      </w:pPr>
      <w:r w:rsidRPr="000B611A">
        <w:rPr>
          <w:sz w:val="24"/>
          <w:szCs w:val="24"/>
        </w:rPr>
        <w:tab/>
        <w:t xml:space="preserve">Грузополучатель письменно посредством факсимильной связи уведомляет Поставщика и Покупателя о месте и времени приемки товара не </w:t>
      </w:r>
      <w:proofErr w:type="gramStart"/>
      <w:r w:rsidRPr="000B611A">
        <w:rPr>
          <w:sz w:val="24"/>
          <w:szCs w:val="24"/>
        </w:rPr>
        <w:t>позднее</w:t>
      </w:r>
      <w:proofErr w:type="gramEnd"/>
      <w:r w:rsidR="00EF4868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 чем за два дня до предполагаемой даты приемки товара.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Приемка по качеству производится в соответствии с требованиями Инструкции о порядке приемки продукции производственно-технического назначения и товаров народного потребления по качеству, утвержденной Постановлением Госарбитража СССР от 25.04.1966 № П-7, в части, не противоречащей законодательству Российской Федерации и условиям настоящего Договора.</w:t>
      </w:r>
    </w:p>
    <w:p w:rsidR="00826579" w:rsidRPr="000F0F34" w:rsidRDefault="00D419AD" w:rsidP="008A13D8">
      <w:pPr>
        <w:pStyle w:val="20"/>
        <w:widowControl w:val="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Приемка по количеству производится в соответствии с требованиями Инструкции о порядке приемки продукции производственно-технического назначения и товаров народного потребления по количеству, утвержденной Постановлением Госарбитража СССР от 15.06.1965 № П-6, в части, не противоречащей законодательству Российской Федерации и условиям настоящего Договора.</w:t>
      </w:r>
    </w:p>
    <w:p w:rsidR="00D419AD" w:rsidRPr="000B611A" w:rsidRDefault="00D419AD" w:rsidP="00D419AD">
      <w:pPr>
        <w:pStyle w:val="20"/>
        <w:widowControl w:val="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Приемка партии товара производится в течение трех рабочих дней с момента фактического поступления товара грузополучателю. 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 приемке товара представители грузополучателя, Поставщика, Покупателя осуществляют: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left" w:pos="1080"/>
          <w:tab w:val="num" w:pos="1418"/>
        </w:tabs>
        <w:autoSpaceDE w:val="0"/>
        <w:autoSpaceDN w:val="0"/>
        <w:adjustRightInd w:val="0"/>
        <w:spacing w:line="240" w:lineRule="auto"/>
        <w:ind w:left="709"/>
        <w:rPr>
          <w:sz w:val="24"/>
          <w:szCs w:val="24"/>
        </w:rPr>
      </w:pPr>
      <w:r w:rsidRPr="000B611A">
        <w:rPr>
          <w:sz w:val="24"/>
          <w:szCs w:val="24"/>
        </w:rPr>
        <w:t>внешний осмотр тары и упаковки;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left" w:pos="720"/>
          <w:tab w:val="num" w:pos="1418"/>
        </w:tabs>
        <w:autoSpaceDE w:val="0"/>
        <w:autoSpaceDN w:val="0"/>
        <w:adjustRightInd w:val="0"/>
        <w:spacing w:line="240" w:lineRule="auto"/>
        <w:ind w:left="0"/>
        <w:rPr>
          <w:sz w:val="24"/>
          <w:szCs w:val="24"/>
        </w:rPr>
      </w:pPr>
      <w:r w:rsidRPr="000B611A">
        <w:rPr>
          <w:sz w:val="24"/>
          <w:szCs w:val="24"/>
        </w:rPr>
        <w:tab/>
        <w:t>проверку соответствия количества отгруженных и поступивших поставочных мест;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left" w:pos="720"/>
          <w:tab w:val="num" w:pos="1418"/>
        </w:tabs>
        <w:autoSpaceDE w:val="0"/>
        <w:autoSpaceDN w:val="0"/>
        <w:adjustRightInd w:val="0"/>
        <w:spacing w:line="240" w:lineRule="auto"/>
        <w:ind w:left="0"/>
        <w:rPr>
          <w:sz w:val="24"/>
          <w:szCs w:val="24"/>
        </w:rPr>
      </w:pPr>
      <w:r w:rsidRPr="000B611A">
        <w:rPr>
          <w:sz w:val="24"/>
          <w:szCs w:val="24"/>
        </w:rPr>
        <w:tab/>
        <w:t>проверку соответствия содержимого (</w:t>
      </w:r>
      <w:r w:rsidRPr="000B611A">
        <w:rPr>
          <w:i/>
          <w:iCs/>
          <w:sz w:val="24"/>
          <w:szCs w:val="24"/>
        </w:rPr>
        <w:t xml:space="preserve">указать наименование упаковки) </w:t>
      </w:r>
      <w:r w:rsidRPr="000B611A">
        <w:rPr>
          <w:sz w:val="24"/>
          <w:szCs w:val="24"/>
        </w:rPr>
        <w:t>упаковочным листам и характеристикам, указанным в товаросопроводительной документации.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num" w:pos="1418"/>
        </w:tabs>
        <w:autoSpaceDE w:val="0"/>
        <w:autoSpaceDN w:val="0"/>
        <w:adjustRightInd w:val="0"/>
        <w:spacing w:line="240" w:lineRule="auto"/>
        <w:ind w:left="0" w:firstLine="720"/>
        <w:rPr>
          <w:sz w:val="24"/>
          <w:szCs w:val="24"/>
        </w:rPr>
      </w:pPr>
      <w:r w:rsidRPr="000B611A">
        <w:rPr>
          <w:sz w:val="24"/>
          <w:szCs w:val="24"/>
        </w:rPr>
        <w:lastRenderedPageBreak/>
        <w:t>Результаты приемки оформляются актом приемки товара в соответствии с унифицированной формой № ТОРГ-1</w:t>
      </w:r>
      <w:r w:rsidR="0099308B" w:rsidRPr="000B611A">
        <w:rPr>
          <w:sz w:val="24"/>
          <w:szCs w:val="24"/>
        </w:rPr>
        <w:t>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При обнаружении в ходе </w:t>
      </w:r>
      <w:proofErr w:type="gramStart"/>
      <w:r w:rsidRPr="000B611A">
        <w:rPr>
          <w:sz w:val="24"/>
          <w:szCs w:val="24"/>
        </w:rPr>
        <w:t>приемки товара нарушений требований настоящего Договора</w:t>
      </w:r>
      <w:proofErr w:type="gramEnd"/>
      <w:r w:rsidRPr="000B611A">
        <w:rPr>
          <w:sz w:val="24"/>
          <w:szCs w:val="24"/>
        </w:rPr>
        <w:t xml:space="preserve"> составляется рекламационный акт, в котором указывается общее количество принятого товара и выявленные нарушения и который является основанием для Покупателя не оплачивать товар, поставленный с нарушением условий Договора.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В случаях, когда повреждения упаковки или недостача товара или отдельных его частей не могла быть обнаружена при общем обычном осмотре, грузополучатель (Покупатель) вправе заявлять претензии по количеству и сохранности товара в течение двух недель </w:t>
      </w:r>
      <w:proofErr w:type="gramStart"/>
      <w:r w:rsidRPr="000B611A">
        <w:rPr>
          <w:sz w:val="24"/>
          <w:szCs w:val="24"/>
        </w:rPr>
        <w:t>с даты составления</w:t>
      </w:r>
      <w:proofErr w:type="gramEnd"/>
      <w:r w:rsidRPr="000B611A">
        <w:rPr>
          <w:sz w:val="24"/>
          <w:szCs w:val="24"/>
        </w:rPr>
        <w:t xml:space="preserve"> акта приемки товара. В этом случае Поставщик обязан устранить выявленные нарушения в сроки, указанные в п. 6.9 настоящего Договора.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Грузополучатель вправе принять товар без проведения предварительной проверки их качества, если товар находится в надлежащей таре и упаковке и у него отсутствуют видимые дефекты. Грузополучатель (Покупатель) вправе после приемки товара по количеству в течение 60 дней проверить качество товара, в том числе путем проведения необходимых испытаний в присутствии представителя Поставщика и в случае обнаружения недостатков письменно уведомить об этом Поставщика. В этом случае Поставщик обязан устранить выявленные нарушения в сроки, указанные</w:t>
      </w:r>
      <w:r w:rsidR="00080C17" w:rsidRPr="000B611A">
        <w:rPr>
          <w:sz w:val="24"/>
          <w:szCs w:val="24"/>
        </w:rPr>
        <w:br/>
      </w:r>
      <w:r w:rsidRPr="000B611A">
        <w:rPr>
          <w:sz w:val="24"/>
          <w:szCs w:val="24"/>
        </w:rPr>
        <w:t>в п. 6.9 настоящего Договора.</w:t>
      </w:r>
    </w:p>
    <w:p w:rsidR="00D419AD" w:rsidRPr="000B611A" w:rsidRDefault="00D419AD" w:rsidP="00D419AD">
      <w:pPr>
        <w:pStyle w:val="20"/>
        <w:tabs>
          <w:tab w:val="left" w:pos="703"/>
        </w:tabs>
        <w:ind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6.9. </w:t>
      </w:r>
      <w:proofErr w:type="gramStart"/>
      <w:r w:rsidRPr="000B611A">
        <w:rPr>
          <w:sz w:val="24"/>
          <w:szCs w:val="24"/>
        </w:rPr>
        <w:t>В случае обнаружения Заказчиком после приемки товара  отступлений от условий Договора по количеству и/или качеству, которые не могли быть установлены при обычном способе приемки, в том числе такие, которые были умышленно скрыты Поставщиком, Поставщик обязан за свой счет по требованию грузополучателя (Покупателя) и в согласованный с ним срок, но не позднее 30 (тридцати) календарных дней со дня получения требования</w:t>
      </w:r>
      <w:proofErr w:type="gramEnd"/>
      <w:r w:rsidRPr="000B611A">
        <w:rPr>
          <w:sz w:val="24"/>
          <w:szCs w:val="24"/>
        </w:rPr>
        <w:t xml:space="preserve"> грузополучателя (Покупателя), восполнить недопоставку товара, заменить его другим товаром или выплатить Покупателю соответствующую денежную компенсацию</w:t>
      </w:r>
      <w:r w:rsidR="00080C17" w:rsidRPr="000B611A">
        <w:rPr>
          <w:sz w:val="24"/>
          <w:szCs w:val="24"/>
        </w:rPr>
        <w:t>.</w:t>
      </w:r>
    </w:p>
    <w:p w:rsidR="00D419AD" w:rsidRPr="000B611A" w:rsidRDefault="00D419AD" w:rsidP="00D419AD">
      <w:pPr>
        <w:pStyle w:val="20"/>
        <w:tabs>
          <w:tab w:val="left" w:pos="703"/>
        </w:tabs>
        <w:ind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6.10. Покупатель вправе отказаться от товара, поставленного с нарушением номенклатуры, комплектности, количества и/или качества (отказ Покупателя от исполнения Договора). В этом случае товар не принимается, не оплачивается и передается на ответственное хранение за счет Поставщика. Принятым на ответственное хранение товаром Поставщик обязан распорядиться в пятидневный срок со дня получения извещения об этом от Покупателя. В случае невыполнения этого условия Покупатель вправе распорядиться товаром согласно статье 514 Гражданского кодекса Российской Федерации.</w:t>
      </w:r>
    </w:p>
    <w:p w:rsidR="00D419AD" w:rsidRPr="000B611A" w:rsidRDefault="00D419AD" w:rsidP="00D419AD">
      <w:pPr>
        <w:pStyle w:val="20"/>
        <w:tabs>
          <w:tab w:val="left" w:pos="703"/>
        </w:tabs>
        <w:ind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6.11. Право собственности на Товар переходит к Покупателю при передаче Товара Покупателю (грузополучателю) по товарной накладной ТОРГ-12.</w:t>
      </w:r>
    </w:p>
    <w:p w:rsidR="00D419AD" w:rsidRPr="000B611A" w:rsidRDefault="00D419AD" w:rsidP="00D419AD">
      <w:pPr>
        <w:suppressAutoHyphens/>
        <w:ind w:right="-5"/>
        <w:jc w:val="both"/>
      </w:pPr>
      <w:r w:rsidRPr="000B611A">
        <w:tab/>
        <w:t>После передачи Товара Покупателю (грузополучателю) риск случайной гибели или случайного повреждения товара переходит к Покупателю.</w:t>
      </w:r>
    </w:p>
    <w:p w:rsidR="00D419AD" w:rsidRPr="000B611A" w:rsidRDefault="00D419AD" w:rsidP="00D419AD">
      <w:pPr>
        <w:pStyle w:val="11"/>
        <w:tabs>
          <w:tab w:val="left" w:pos="720"/>
        </w:tabs>
        <w:spacing w:before="0" w:after="0"/>
        <w:ind w:firstLine="709"/>
        <w:rPr>
          <w:i/>
          <w:iCs/>
          <w:sz w:val="24"/>
          <w:szCs w:val="24"/>
        </w:rPr>
      </w:pPr>
    </w:p>
    <w:p w:rsidR="00826579" w:rsidRPr="000F0F34" w:rsidRDefault="000B611A" w:rsidP="000F0F34">
      <w:pPr>
        <w:pStyle w:val="11"/>
        <w:numPr>
          <w:ilvl w:val="0"/>
          <w:numId w:val="7"/>
        </w:numPr>
        <w:spacing w:before="0" w:after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ВЫПОЛНЕНИЕ РАБОТ И ОКАЗАНИЕ УСЛУГ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080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обязан выполнить работы, оказать услуги в соответствии с Графиком поставки товара, выполнения работ, оказания услуг (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080C1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2 к настоящему Договору).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Покупатель обязуется обеспечить возможность выполнения Поставщиком работ, оказания услуг (оформить допуск на соответствующие объекты, обеспечить отключение и подачу электропитания и т.д.).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Поставщик обязан выполнить работы в соответствии с требованиями </w:t>
      </w:r>
      <w:r w:rsidR="00192420">
        <w:rPr>
          <w:sz w:val="24"/>
          <w:szCs w:val="24"/>
        </w:rPr>
        <w:t>Приложения</w:t>
      </w:r>
      <w:r w:rsidR="00B5689D" w:rsidRPr="000B611A">
        <w:rPr>
          <w:sz w:val="24"/>
          <w:szCs w:val="24"/>
        </w:rPr>
        <w:t xml:space="preserve"> №</w:t>
      </w:r>
      <w:r w:rsidR="00080C1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 Договору.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Представитель грузополучателя производит технический надзор и </w:t>
      </w:r>
      <w:proofErr w:type="gramStart"/>
      <w:r w:rsidRPr="000B611A">
        <w:rPr>
          <w:sz w:val="24"/>
          <w:szCs w:val="24"/>
        </w:rPr>
        <w:t>контроль за</w:t>
      </w:r>
      <w:proofErr w:type="gramEnd"/>
      <w:r w:rsidRPr="000B611A">
        <w:rPr>
          <w:sz w:val="24"/>
          <w:szCs w:val="24"/>
        </w:rPr>
        <w:t xml:space="preserve"> производством и качеством выполняемых работ.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Приемка выполненных Поставщиком работ и оказанных услуг может </w:t>
      </w:r>
      <w:r w:rsidRPr="000B611A">
        <w:rPr>
          <w:sz w:val="24"/>
          <w:szCs w:val="24"/>
        </w:rPr>
        <w:lastRenderedPageBreak/>
        <w:t>осуществляться по результатам испытаний, проведенных в присутствии представителей Поставщика и Покупателя.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Приемка выполненных Поставщиком работ и оказанных услуг, предусмотренных в Техническ</w:t>
      </w:r>
      <w:r w:rsidR="00C238D7" w:rsidRPr="000B611A">
        <w:rPr>
          <w:sz w:val="24"/>
          <w:szCs w:val="24"/>
        </w:rPr>
        <w:t>ой</w:t>
      </w:r>
      <w:r w:rsidRPr="000B611A">
        <w:rPr>
          <w:sz w:val="24"/>
          <w:szCs w:val="24"/>
        </w:rPr>
        <w:t xml:space="preserve"> </w:t>
      </w:r>
      <w:r w:rsidR="00C238D7" w:rsidRPr="000B611A">
        <w:rPr>
          <w:sz w:val="24"/>
          <w:szCs w:val="24"/>
        </w:rPr>
        <w:t xml:space="preserve">части </w:t>
      </w:r>
      <w:r w:rsidRPr="000B611A">
        <w:rPr>
          <w:sz w:val="24"/>
          <w:szCs w:val="24"/>
        </w:rPr>
        <w:t>(</w:t>
      </w:r>
      <w:r w:rsidR="00080C17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080C1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Договору), осуществляется комиссией, создаваемой грузополучателем, в лице своего представителя, представителя Поставщика и при необходимости представителей Покупателя, органа местного самоуправления и его специализированных служб, органов государственного энергетического надзора. После приемки выполненных работ составляется и подписывается акт приемки выполненных работ (оказанных услуг) и предоставляется счет-фактура.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В случае обнаружения недостатков при приемке выполненных работ (оказанных услуг) составляется рекламационный акт, в котором указываются все выявленные недостатки и который является основанием для Покупателя не оплачивать выполненные работы. Присутствие и подписание представителем Покупателя акта пр</w:t>
      </w:r>
      <w:r w:rsidRPr="000B611A">
        <w:rPr>
          <w:sz w:val="24"/>
          <w:szCs w:val="24"/>
        </w:rPr>
        <w:t>и</w:t>
      </w:r>
      <w:r w:rsidRPr="000B611A">
        <w:rPr>
          <w:sz w:val="24"/>
          <w:szCs w:val="24"/>
        </w:rPr>
        <w:t>ёмки выполненных работ обязательно.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обязуется устранить выявленные недостатки в течение 10 (десяти) рабочих дней со дня составления рекламационного акта, если иное не оговорено в рекламационном акте. После устранения выявленных недостатков грузополучателем</w:t>
      </w:r>
      <w:r w:rsidR="001E5C50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представителем Поставщика и при необходимости представителем Покупателя проводится окончательная приемка выполненных работ и услуг, по результатам которой составляется акт приемки выполненных работ (оказанных услуг)</w:t>
      </w:r>
      <w:r w:rsidR="001E5C50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либо в случае</w:t>
      </w:r>
      <w:r w:rsidR="001E5C50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если недостатки не были устранены,</w:t>
      </w:r>
      <w:r w:rsidR="001E5C50" w:rsidRPr="000B611A">
        <w:rPr>
          <w:sz w:val="24"/>
          <w:szCs w:val="24"/>
        </w:rPr>
        <w:t xml:space="preserve"> -</w:t>
      </w:r>
      <w:r w:rsidRPr="000B611A">
        <w:rPr>
          <w:sz w:val="24"/>
          <w:szCs w:val="24"/>
        </w:rPr>
        <w:t xml:space="preserve"> новый рекламационный акт.</w:t>
      </w:r>
      <w:r w:rsidR="001E5C50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Присутствие и подписание представителем Покупателя акта пр</w:t>
      </w:r>
      <w:r w:rsidRPr="000B611A">
        <w:rPr>
          <w:sz w:val="24"/>
          <w:szCs w:val="24"/>
        </w:rPr>
        <w:t>и</w:t>
      </w:r>
      <w:r w:rsidRPr="000B611A">
        <w:rPr>
          <w:sz w:val="24"/>
          <w:szCs w:val="24"/>
        </w:rPr>
        <w:t>ёмки выполненных работ обязательно.</w:t>
      </w:r>
    </w:p>
    <w:p w:rsidR="00D419AD" w:rsidRPr="000B611A" w:rsidRDefault="00D419AD" w:rsidP="00D419AD">
      <w:pPr>
        <w:suppressAutoHyphens/>
        <w:ind w:right="-5"/>
        <w:jc w:val="both"/>
      </w:pPr>
      <w:r w:rsidRPr="000B611A">
        <w:tab/>
      </w:r>
    </w:p>
    <w:p w:rsidR="00826579" w:rsidRPr="000F0F34" w:rsidRDefault="000B611A" w:rsidP="000F0F34">
      <w:pPr>
        <w:numPr>
          <w:ilvl w:val="0"/>
          <w:numId w:val="8"/>
        </w:numPr>
        <w:suppressAutoHyphens/>
        <w:ind w:right="-5"/>
        <w:jc w:val="center"/>
        <w:rPr>
          <w:b/>
        </w:rPr>
      </w:pPr>
      <w:r>
        <w:rPr>
          <w:b/>
        </w:rPr>
        <w:t>ГАРАНТИИ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гарантирует, что товар, поставленный в рамках Договора, соответствует требованиям, указанным в Технической части (</w:t>
      </w:r>
      <w:r w:rsidR="001E5C50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1E5C50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1 к Договору), представляет собой новые, неиспользованные, новейшие либо серийные модели, отражающие все последние модификации дизайна и материалов. Поставщик гарантирует соответствие качества товара, применяемых материалов и выполнения работ, услуг требованиям технических регламентов, национальных стандартов, которые Покупатель сочтет применимыми </w:t>
      </w:r>
      <w:r w:rsidR="007E5F14" w:rsidRPr="000B611A">
        <w:rPr>
          <w:sz w:val="24"/>
          <w:szCs w:val="24"/>
        </w:rPr>
        <w:t xml:space="preserve">по отношению к </w:t>
      </w:r>
      <w:r w:rsidRPr="000B611A">
        <w:rPr>
          <w:sz w:val="24"/>
          <w:szCs w:val="24"/>
        </w:rPr>
        <w:t>настоящему Договору</w:t>
      </w:r>
      <w:r w:rsidR="007E5F14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</w:t>
      </w:r>
      <w:r w:rsidR="007E5F14" w:rsidRPr="000B611A">
        <w:rPr>
          <w:sz w:val="24"/>
          <w:szCs w:val="24"/>
        </w:rPr>
        <w:t xml:space="preserve">техническим условиям </w:t>
      </w:r>
      <w:r w:rsidRPr="000B611A">
        <w:rPr>
          <w:sz w:val="24"/>
          <w:szCs w:val="24"/>
        </w:rPr>
        <w:t xml:space="preserve">и </w:t>
      </w:r>
      <w:r w:rsidR="007E5F14" w:rsidRPr="000B611A">
        <w:rPr>
          <w:sz w:val="24"/>
          <w:szCs w:val="24"/>
        </w:rPr>
        <w:t>другим нормативным документам</w:t>
      </w:r>
      <w:r w:rsidRPr="000B611A">
        <w:rPr>
          <w:sz w:val="24"/>
          <w:szCs w:val="24"/>
        </w:rPr>
        <w:t>.</w:t>
      </w:r>
      <w:r w:rsidRPr="000B611A">
        <w:rPr>
          <w:sz w:val="24"/>
          <w:szCs w:val="24"/>
        </w:rPr>
        <w:tab/>
        <w:t xml:space="preserve"> </w:t>
      </w:r>
    </w:p>
    <w:p w:rsidR="00826579" w:rsidRPr="000F0F34" w:rsidRDefault="00D419AD" w:rsidP="000F0F34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Покупатель обязан оперативно уведомить Поставщика в письменной форме обо всех претензиях, связанных с невыполнением требований п. 8.1 настоящего Договора. После получения подобного уведомления Поставщик должен в течение 30 (тридцати) календарных дней </w:t>
      </w:r>
      <w:proofErr w:type="gramStart"/>
      <w:r w:rsidRPr="000B611A">
        <w:rPr>
          <w:sz w:val="24"/>
          <w:szCs w:val="24"/>
        </w:rPr>
        <w:t>с даты</w:t>
      </w:r>
      <w:proofErr w:type="gramEnd"/>
      <w:r w:rsidRPr="000B611A">
        <w:rPr>
          <w:sz w:val="24"/>
          <w:szCs w:val="24"/>
        </w:rPr>
        <w:t xml:space="preserve"> письменного обращения Покупателя к Поставщику произвести ремонт или замену товара ненадлежащего качества или его части без расходов со стороны Покупателя.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Если Поставщик, получив уведомление, не исправит дефек</w:t>
      </w:r>
      <w:proofErr w:type="gramStart"/>
      <w:r w:rsidRPr="000B611A">
        <w:rPr>
          <w:sz w:val="24"/>
          <w:szCs w:val="24"/>
        </w:rPr>
        <w:t>т(</w:t>
      </w:r>
      <w:proofErr w:type="gramEnd"/>
      <w:r w:rsidRPr="000B611A">
        <w:rPr>
          <w:sz w:val="24"/>
          <w:szCs w:val="24"/>
        </w:rPr>
        <w:t>ы) в сроки, указанные в п. 8.2 настоящего Договора, Покупатель может применить санкции, указанные в пункте 10.4 настоящего Договора, без какого-либо ущерба любым другим правам, которые Покупатель может иметь в отношении Поставщика по настоящему Договору.</w:t>
      </w:r>
    </w:p>
    <w:p w:rsidR="0092731E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Гарантия на поставляемые материалы и оборудование должна распространяться не менее чем на 5 лет. Время начала исчисления гарантийного срока – с м</w:t>
      </w:r>
      <w:r w:rsidRPr="000B611A">
        <w:rPr>
          <w:sz w:val="24"/>
          <w:szCs w:val="24"/>
        </w:rPr>
        <w:t>о</w:t>
      </w:r>
      <w:r w:rsidRPr="000B611A">
        <w:rPr>
          <w:sz w:val="24"/>
          <w:szCs w:val="24"/>
        </w:rPr>
        <w:t>мента ввода оборудования в эксплуатацию.</w:t>
      </w:r>
    </w:p>
    <w:p w:rsidR="00D419AD" w:rsidRPr="000B611A" w:rsidRDefault="00D419AD" w:rsidP="00B412C3">
      <w:pPr>
        <w:pStyle w:val="11"/>
        <w:tabs>
          <w:tab w:val="left" w:pos="703"/>
          <w:tab w:val="left" w:pos="1260"/>
        </w:tabs>
        <w:spacing w:before="0" w:after="0"/>
        <w:rPr>
          <w:sz w:val="24"/>
          <w:szCs w:val="24"/>
        </w:rPr>
      </w:pPr>
      <w:r w:rsidRPr="000B611A">
        <w:rPr>
          <w:sz w:val="24"/>
          <w:szCs w:val="24"/>
        </w:rPr>
        <w:t>Поставщик должен за свой счет и сроки, согласованные с Заказчиком, устр</w:t>
      </w:r>
      <w:r w:rsidRPr="000B611A">
        <w:rPr>
          <w:sz w:val="24"/>
          <w:szCs w:val="24"/>
        </w:rPr>
        <w:t>а</w:t>
      </w:r>
      <w:r w:rsidRPr="000B611A">
        <w:rPr>
          <w:sz w:val="24"/>
          <w:szCs w:val="24"/>
        </w:rPr>
        <w:t>нять любые дефекты в поставляемом оборудовании, материалах, выявленные в течение г</w:t>
      </w:r>
      <w:r w:rsidRPr="000B611A">
        <w:rPr>
          <w:sz w:val="24"/>
          <w:szCs w:val="24"/>
        </w:rPr>
        <w:t>а</w:t>
      </w:r>
      <w:r w:rsidRPr="000B611A">
        <w:rPr>
          <w:sz w:val="24"/>
          <w:szCs w:val="24"/>
        </w:rPr>
        <w:t xml:space="preserve">рантийного срока. 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В случае выхода из строя оборудования </w:t>
      </w:r>
      <w:r w:rsidR="00D45C2A" w:rsidRPr="000B611A">
        <w:rPr>
          <w:sz w:val="24"/>
          <w:szCs w:val="24"/>
        </w:rPr>
        <w:t xml:space="preserve">Поставщик </w:t>
      </w:r>
      <w:r w:rsidRPr="000B611A">
        <w:rPr>
          <w:sz w:val="24"/>
          <w:szCs w:val="24"/>
        </w:rPr>
        <w:t>обязан направить своего представителя для участия в составлении акта, фиксирующего дефекты, согласов</w:t>
      </w:r>
      <w:r w:rsidRPr="000B611A">
        <w:rPr>
          <w:sz w:val="24"/>
          <w:szCs w:val="24"/>
        </w:rPr>
        <w:t>а</w:t>
      </w:r>
      <w:r w:rsidRPr="000B611A">
        <w:rPr>
          <w:sz w:val="24"/>
          <w:szCs w:val="24"/>
        </w:rPr>
        <w:t xml:space="preserve">ния </w:t>
      </w:r>
      <w:r w:rsidRPr="000B611A">
        <w:rPr>
          <w:sz w:val="24"/>
          <w:szCs w:val="24"/>
        </w:rPr>
        <w:lastRenderedPageBreak/>
        <w:t>порядка и сроков их устранения не позднее 10 дней со дня получения письме</w:t>
      </w:r>
      <w:r w:rsidRPr="000B611A">
        <w:rPr>
          <w:sz w:val="24"/>
          <w:szCs w:val="24"/>
        </w:rPr>
        <w:t>н</w:t>
      </w:r>
      <w:r w:rsidRPr="000B611A">
        <w:rPr>
          <w:sz w:val="24"/>
          <w:szCs w:val="24"/>
        </w:rPr>
        <w:t>ного извещения Заказчика. Гарантийный срок в этом случае продлевается соответс</w:t>
      </w:r>
      <w:r w:rsidRPr="000B611A">
        <w:rPr>
          <w:sz w:val="24"/>
          <w:szCs w:val="24"/>
        </w:rPr>
        <w:t>т</w:t>
      </w:r>
      <w:r w:rsidRPr="000B611A">
        <w:rPr>
          <w:sz w:val="24"/>
          <w:szCs w:val="24"/>
        </w:rPr>
        <w:t>венно на период устранения дефектов.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обязуется выполнять гарантийный ремонт товара за свой счет в течение срока, указанного в Техническ</w:t>
      </w:r>
      <w:r w:rsidR="00C238D7" w:rsidRPr="000B611A">
        <w:rPr>
          <w:sz w:val="24"/>
          <w:szCs w:val="24"/>
        </w:rPr>
        <w:t>ой</w:t>
      </w:r>
      <w:r w:rsidRPr="000B611A">
        <w:rPr>
          <w:sz w:val="24"/>
          <w:szCs w:val="24"/>
        </w:rPr>
        <w:t xml:space="preserve"> </w:t>
      </w:r>
      <w:r w:rsidR="00C238D7" w:rsidRPr="000B611A">
        <w:rPr>
          <w:sz w:val="24"/>
          <w:szCs w:val="24"/>
        </w:rPr>
        <w:t xml:space="preserve">части </w:t>
      </w:r>
      <w:r w:rsidRPr="000B611A">
        <w:rPr>
          <w:sz w:val="24"/>
          <w:szCs w:val="24"/>
        </w:rPr>
        <w:t>(</w:t>
      </w:r>
      <w:r w:rsidR="00277A99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277A9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1 к Договору). Гарантийный срок исчисляется со дня подписания акта приемки-передачи Товара </w:t>
      </w:r>
      <w:r w:rsidRPr="000B611A">
        <w:rPr>
          <w:iCs/>
          <w:sz w:val="24"/>
          <w:szCs w:val="24"/>
        </w:rPr>
        <w:t>либо акта приемки выполненных работ.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Части, поставляемые для замены дефектных частей, или новые части, поставляемые для выполнения гарантийного ремонта, будут предметом нового гарантийного срока, одинакового с тем, который указан в Техническ</w:t>
      </w:r>
      <w:r w:rsidR="00C238D7" w:rsidRPr="000B611A">
        <w:rPr>
          <w:sz w:val="24"/>
          <w:szCs w:val="24"/>
        </w:rPr>
        <w:t>ой</w:t>
      </w:r>
      <w:r w:rsidRPr="000B611A">
        <w:rPr>
          <w:sz w:val="24"/>
          <w:szCs w:val="24"/>
        </w:rPr>
        <w:t xml:space="preserve"> </w:t>
      </w:r>
      <w:r w:rsidR="00C238D7" w:rsidRPr="000B611A">
        <w:rPr>
          <w:sz w:val="24"/>
          <w:szCs w:val="24"/>
        </w:rPr>
        <w:t xml:space="preserve">части </w:t>
      </w:r>
      <w:r w:rsidRPr="000B611A">
        <w:rPr>
          <w:sz w:val="24"/>
          <w:szCs w:val="24"/>
        </w:rPr>
        <w:t>(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277A9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Договору)</w:t>
      </w:r>
      <w:r w:rsidR="00277A99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и применяемого на тех же условиях. Эта мера не распространяется на остающиеся части установки, в отношении которой гарантийный срок будет продлен на время, в течение которого товар не использовался из-за обнаруженных в нем недостатков. </w:t>
      </w:r>
    </w:p>
    <w:p w:rsidR="00D419AD" w:rsidRPr="000B611A" w:rsidRDefault="00D419AD" w:rsidP="00D419AD">
      <w:pPr>
        <w:tabs>
          <w:tab w:val="left" w:pos="900"/>
        </w:tabs>
        <w:ind w:left="360"/>
        <w:jc w:val="both"/>
      </w:pPr>
    </w:p>
    <w:p w:rsidR="00826579" w:rsidRPr="000F0F34" w:rsidRDefault="000B611A" w:rsidP="000F0F34">
      <w:pPr>
        <w:pStyle w:val="11"/>
        <w:numPr>
          <w:ilvl w:val="0"/>
          <w:numId w:val="9"/>
        </w:numPr>
        <w:tabs>
          <w:tab w:val="left" w:pos="703"/>
          <w:tab w:val="left" w:pos="1260"/>
        </w:tabs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>ПОРЯДОК И УСЛОВИЯ ПЛАТЕЖЕЙ</w:t>
      </w:r>
    </w:p>
    <w:p w:rsidR="00D419AD" w:rsidRPr="000B611A" w:rsidRDefault="00D419AD" w:rsidP="00D419AD">
      <w:pPr>
        <w:pStyle w:val="11"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Оплата товара, работ и услуг Поставщика будет производиться денежными средствами в рублях платежными поручениями.</w:t>
      </w:r>
    </w:p>
    <w:p w:rsidR="00D419AD" w:rsidRPr="000B611A" w:rsidRDefault="00D419AD" w:rsidP="00D419AD">
      <w:pPr>
        <w:pStyle w:val="11"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Способы и условия осуществления платежа Поставщику в рамках настоящего Договора следующие:</w:t>
      </w:r>
    </w:p>
    <w:p w:rsidR="002B3BB9" w:rsidRPr="00DC7DC0" w:rsidRDefault="002B3BB9" w:rsidP="002B3BB9">
      <w:pPr>
        <w:ind w:left="360"/>
        <w:jc w:val="both"/>
        <w:rPr>
          <w:rFonts w:eastAsia="Calibri"/>
          <w:b/>
          <w:i/>
          <w:lang w:eastAsia="en-US"/>
        </w:rPr>
      </w:pPr>
      <w:r>
        <w:rPr>
          <w:rFonts w:eastAsia="Calibri"/>
          <w:b/>
          <w:i/>
          <w:lang w:eastAsia="en-US"/>
        </w:rPr>
        <w:t xml:space="preserve">          </w:t>
      </w:r>
      <w:r w:rsidRPr="00DC7DC0">
        <w:rPr>
          <w:rFonts w:eastAsia="Calibri"/>
          <w:b/>
          <w:i/>
          <w:lang w:eastAsia="en-US"/>
        </w:rPr>
        <w:t>Вариант 1:</w:t>
      </w:r>
    </w:p>
    <w:p w:rsidR="002B3BB9" w:rsidRPr="00DC7DC0" w:rsidRDefault="002B3BB9" w:rsidP="002B3BB9">
      <w:pPr>
        <w:ind w:left="36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</w:t>
      </w:r>
      <w:proofErr w:type="gramStart"/>
      <w:r w:rsidRPr="00DC7DC0">
        <w:rPr>
          <w:rFonts w:eastAsia="Calibri"/>
          <w:lang w:eastAsia="en-US"/>
        </w:rPr>
        <w:t>- авансовый платеж в размере ___ (</w:t>
      </w:r>
      <w:r w:rsidRPr="00452DDA">
        <w:rPr>
          <w:i/>
        </w:rPr>
        <w:t>указать прописью</w:t>
      </w:r>
      <w:r w:rsidRPr="00DC7DC0">
        <w:rPr>
          <w:rFonts w:eastAsia="Calibri"/>
          <w:lang w:eastAsia="en-US"/>
        </w:rPr>
        <w:t>) %, что составляет ____________ (</w:t>
      </w:r>
      <w:r w:rsidRPr="00452DDA">
        <w:rPr>
          <w:i/>
        </w:rPr>
        <w:t>указать прописью</w:t>
      </w:r>
      <w:r>
        <w:rPr>
          <w:rFonts w:eastAsia="Calibri"/>
          <w:lang w:eastAsia="en-US"/>
        </w:rPr>
        <w:t>) руб. ___ коп.</w:t>
      </w:r>
      <w:r w:rsidRPr="00DC7DC0">
        <w:rPr>
          <w:rFonts w:eastAsia="Calibri"/>
          <w:lang w:eastAsia="en-US"/>
        </w:rPr>
        <w:t>, в том числе НДС (18%) в сумме ____________ (</w:t>
      </w:r>
      <w:r w:rsidRPr="00452DDA">
        <w:rPr>
          <w:i/>
        </w:rPr>
        <w:t>указать прописью</w:t>
      </w:r>
      <w:r>
        <w:rPr>
          <w:rFonts w:eastAsia="Calibri"/>
          <w:lang w:eastAsia="en-US"/>
        </w:rPr>
        <w:t>) руб. ___ коп.</w:t>
      </w:r>
      <w:r w:rsidRPr="00DC7DC0">
        <w:rPr>
          <w:rFonts w:eastAsia="Calibri"/>
          <w:lang w:eastAsia="en-US"/>
        </w:rPr>
        <w:t>, безналичным расчетом в течение ___ (</w:t>
      </w:r>
      <w:r w:rsidRPr="00452DDA">
        <w:rPr>
          <w:i/>
        </w:rPr>
        <w:t>указать прописью</w:t>
      </w:r>
      <w:r w:rsidRPr="00DC7DC0">
        <w:rPr>
          <w:rFonts w:eastAsia="Calibri"/>
          <w:lang w:eastAsia="en-US"/>
        </w:rPr>
        <w:t>) рабочих дней с момента подписания настоящего Договора,</w:t>
      </w:r>
      <w:proofErr w:type="gramEnd"/>
    </w:p>
    <w:p w:rsidR="002B3BB9" w:rsidRPr="00DC7DC0" w:rsidRDefault="002B3BB9" w:rsidP="002B3BB9">
      <w:pPr>
        <w:ind w:left="36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</w:t>
      </w:r>
      <w:r w:rsidRPr="00DC7DC0">
        <w:rPr>
          <w:rFonts w:eastAsia="Calibri"/>
          <w:lang w:eastAsia="en-US"/>
        </w:rPr>
        <w:t xml:space="preserve"> </w:t>
      </w:r>
      <w:proofErr w:type="gramStart"/>
      <w:r w:rsidRPr="00DC7DC0">
        <w:rPr>
          <w:rFonts w:eastAsia="Calibri"/>
          <w:lang w:eastAsia="en-US"/>
        </w:rPr>
        <w:t>- оставшуюся часть в размере ___ (</w:t>
      </w:r>
      <w:r w:rsidRPr="00452DDA">
        <w:rPr>
          <w:i/>
        </w:rPr>
        <w:t>указать прописью</w:t>
      </w:r>
      <w:r w:rsidRPr="00DC7DC0">
        <w:rPr>
          <w:rFonts w:eastAsia="Calibri"/>
          <w:lang w:eastAsia="en-US"/>
        </w:rPr>
        <w:t>) %, что составляет ____________ (</w:t>
      </w:r>
      <w:r w:rsidRPr="00452DDA">
        <w:rPr>
          <w:i/>
        </w:rPr>
        <w:t>указать прописью</w:t>
      </w:r>
      <w:r>
        <w:rPr>
          <w:rFonts w:eastAsia="Calibri"/>
          <w:lang w:eastAsia="en-US"/>
        </w:rPr>
        <w:t>) руб. ___ коп.</w:t>
      </w:r>
      <w:r w:rsidRPr="00DC7DC0">
        <w:rPr>
          <w:rFonts w:eastAsia="Calibri"/>
          <w:lang w:eastAsia="en-US"/>
        </w:rPr>
        <w:t>, в том числе НДС (18%) в сумме ____________ (</w:t>
      </w:r>
      <w:r w:rsidRPr="00452DDA">
        <w:rPr>
          <w:i/>
        </w:rPr>
        <w:t>указать прописью</w:t>
      </w:r>
      <w:r>
        <w:rPr>
          <w:rFonts w:eastAsia="Calibri"/>
          <w:lang w:eastAsia="en-US"/>
        </w:rPr>
        <w:t>) руб. ___ коп.</w:t>
      </w:r>
      <w:r w:rsidRPr="00DC7DC0">
        <w:rPr>
          <w:rFonts w:eastAsia="Calibri"/>
          <w:lang w:eastAsia="en-US"/>
        </w:rPr>
        <w:t>, безналичным расчетом в течение  ___ (</w:t>
      </w:r>
      <w:r w:rsidRPr="00452DDA">
        <w:rPr>
          <w:i/>
        </w:rPr>
        <w:t>указать прописью</w:t>
      </w:r>
      <w:r w:rsidRPr="00DC7DC0">
        <w:rPr>
          <w:rFonts w:eastAsia="Calibri"/>
          <w:lang w:eastAsia="en-US"/>
        </w:rPr>
        <w:t xml:space="preserve">) рабочих дней с момента подписания сторонами Акта об оказании услуг </w:t>
      </w:r>
      <w:r>
        <w:rPr>
          <w:rFonts w:eastAsia="Calibri"/>
          <w:lang w:eastAsia="en-US"/>
        </w:rPr>
        <w:t xml:space="preserve">(Приложение № __ к настоящему Договору) </w:t>
      </w:r>
      <w:r w:rsidRPr="00DC7DC0">
        <w:rPr>
          <w:rFonts w:eastAsia="Calibri"/>
          <w:lang w:eastAsia="en-US"/>
        </w:rPr>
        <w:t xml:space="preserve">и предоставления счета-фактуры. </w:t>
      </w:r>
      <w:proofErr w:type="gramEnd"/>
    </w:p>
    <w:p w:rsidR="002B3BB9" w:rsidRPr="00DC7DC0" w:rsidRDefault="002B3BB9" w:rsidP="002B3BB9">
      <w:pPr>
        <w:ind w:left="360"/>
        <w:jc w:val="both"/>
        <w:rPr>
          <w:rFonts w:eastAsia="Calibri"/>
          <w:lang w:eastAsia="en-US"/>
        </w:rPr>
      </w:pPr>
    </w:p>
    <w:p w:rsidR="002B3BB9" w:rsidRPr="00DC7DC0" w:rsidRDefault="002B3BB9" w:rsidP="002B3BB9">
      <w:pPr>
        <w:ind w:left="360"/>
        <w:jc w:val="both"/>
        <w:rPr>
          <w:rFonts w:eastAsia="Calibri"/>
          <w:b/>
          <w:lang w:eastAsia="en-US"/>
        </w:rPr>
      </w:pPr>
      <w:r>
        <w:rPr>
          <w:rFonts w:eastAsia="Calibri"/>
          <w:b/>
          <w:i/>
          <w:lang w:eastAsia="en-US"/>
        </w:rPr>
        <w:t xml:space="preserve">          </w:t>
      </w:r>
      <w:r w:rsidRPr="00DC7DC0">
        <w:rPr>
          <w:rFonts w:eastAsia="Calibri"/>
          <w:b/>
          <w:i/>
          <w:lang w:eastAsia="en-US"/>
        </w:rPr>
        <w:t>Вариант 2:</w:t>
      </w:r>
      <w:r w:rsidRPr="00DC7DC0">
        <w:rPr>
          <w:rFonts w:eastAsia="Calibri"/>
          <w:b/>
          <w:lang w:eastAsia="en-US"/>
        </w:rPr>
        <w:t xml:space="preserve"> </w:t>
      </w:r>
    </w:p>
    <w:p w:rsidR="002B3BB9" w:rsidRPr="00DC7DC0" w:rsidRDefault="002B3BB9" w:rsidP="002B3BB9">
      <w:pPr>
        <w:ind w:left="360"/>
        <w:jc w:val="both"/>
      </w:pPr>
      <w:r>
        <w:rPr>
          <w:rFonts w:eastAsia="Calibri"/>
          <w:lang w:eastAsia="en-US"/>
        </w:rPr>
        <w:t xml:space="preserve">          </w:t>
      </w:r>
      <w:r w:rsidRPr="00DC7DC0">
        <w:rPr>
          <w:rFonts w:eastAsia="Calibri"/>
          <w:lang w:eastAsia="en-US"/>
        </w:rPr>
        <w:t>безналичным расчетом в течение ____ (</w:t>
      </w:r>
      <w:r w:rsidRPr="00452DDA">
        <w:rPr>
          <w:i/>
        </w:rPr>
        <w:t>указать прописью</w:t>
      </w:r>
      <w:r w:rsidRPr="00DC7DC0">
        <w:rPr>
          <w:rFonts w:eastAsia="Calibri"/>
          <w:lang w:eastAsia="en-US"/>
        </w:rPr>
        <w:t xml:space="preserve">) рабочих дней после подписания Сторонами Акта об оказании услуг </w:t>
      </w:r>
      <w:r>
        <w:rPr>
          <w:rFonts w:eastAsia="Calibri"/>
          <w:lang w:eastAsia="en-US"/>
        </w:rPr>
        <w:t xml:space="preserve">(Приложение № 2 к настоящему Договору) </w:t>
      </w:r>
      <w:r w:rsidRPr="00DC7DC0">
        <w:rPr>
          <w:rFonts w:eastAsia="Calibri"/>
          <w:lang w:eastAsia="en-US"/>
        </w:rPr>
        <w:t>и предоставления счет – фактуры</w:t>
      </w:r>
      <w:r w:rsidRPr="00DC7DC0">
        <w:t>.</w:t>
      </w:r>
    </w:p>
    <w:p w:rsidR="00D419AD" w:rsidRPr="000B611A" w:rsidRDefault="00D419AD" w:rsidP="00D419AD">
      <w:pPr>
        <w:pStyle w:val="11"/>
        <w:widowControl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Обращение Поставщика к Покупателю по поводу платежа должно быть изложено в письменной форме с приложением </w:t>
      </w:r>
      <w:r w:rsidR="00705A1F" w:rsidRPr="000B611A">
        <w:rPr>
          <w:sz w:val="24"/>
          <w:szCs w:val="24"/>
        </w:rPr>
        <w:t xml:space="preserve">соответствующего </w:t>
      </w:r>
      <w:r w:rsidRPr="000B611A">
        <w:rPr>
          <w:sz w:val="24"/>
          <w:szCs w:val="24"/>
        </w:rPr>
        <w:t>счета (с описанием, если это уместно, поставленной продукции и выполненных работ и услуг)</w:t>
      </w:r>
      <w:r w:rsidR="00705A1F" w:rsidRPr="000B611A">
        <w:rPr>
          <w:sz w:val="24"/>
          <w:szCs w:val="24"/>
        </w:rPr>
        <w:t xml:space="preserve"> и</w:t>
      </w:r>
      <w:r w:rsidRPr="000B611A">
        <w:rPr>
          <w:sz w:val="24"/>
          <w:szCs w:val="24"/>
        </w:rPr>
        <w:t xml:space="preserve"> документов при условии выполнения иных обязательств, предусмотренных по Договору.</w:t>
      </w:r>
    </w:p>
    <w:p w:rsidR="00D419AD" w:rsidRPr="000B611A" w:rsidRDefault="00D419AD" w:rsidP="00D419AD">
      <w:pPr>
        <w:pStyle w:val="11"/>
        <w:widowControl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Окончательный расчёт с поставщиком необходимо производить при представлении им не только всех документов по п.</w:t>
      </w:r>
      <w:r w:rsidR="006243C5" w:rsidRPr="000B611A">
        <w:rPr>
          <w:sz w:val="24"/>
          <w:szCs w:val="24"/>
        </w:rPr>
        <w:t xml:space="preserve"> </w:t>
      </w:r>
      <w:r w:rsidR="004B37CB" w:rsidRPr="000B611A">
        <w:rPr>
          <w:sz w:val="24"/>
          <w:szCs w:val="24"/>
        </w:rPr>
        <w:t>6.11</w:t>
      </w:r>
      <w:r w:rsidRPr="000B611A">
        <w:rPr>
          <w:sz w:val="24"/>
          <w:szCs w:val="24"/>
        </w:rPr>
        <w:t xml:space="preserve">, но и согласно </w:t>
      </w:r>
      <w:r w:rsidR="00FF486B" w:rsidRPr="000B611A">
        <w:rPr>
          <w:sz w:val="24"/>
          <w:szCs w:val="24"/>
        </w:rPr>
        <w:t xml:space="preserve">указанной </w:t>
      </w:r>
      <w:r w:rsidRPr="000B611A">
        <w:rPr>
          <w:sz w:val="24"/>
          <w:szCs w:val="24"/>
        </w:rPr>
        <w:t>д</w:t>
      </w:r>
      <w:r w:rsidRPr="000B611A">
        <w:rPr>
          <w:sz w:val="24"/>
          <w:szCs w:val="24"/>
        </w:rPr>
        <w:t>о</w:t>
      </w:r>
      <w:r w:rsidRPr="000B611A">
        <w:rPr>
          <w:sz w:val="24"/>
          <w:szCs w:val="24"/>
        </w:rPr>
        <w:t xml:space="preserve">кументации </w:t>
      </w:r>
      <w:r w:rsidR="00FF486B" w:rsidRPr="000B611A">
        <w:rPr>
          <w:sz w:val="24"/>
          <w:szCs w:val="24"/>
        </w:rPr>
        <w:t xml:space="preserve">в </w:t>
      </w:r>
      <w:r w:rsidR="00192420">
        <w:rPr>
          <w:sz w:val="24"/>
          <w:szCs w:val="24"/>
        </w:rPr>
        <w:t>П</w:t>
      </w:r>
      <w:r w:rsidR="00FF486B" w:rsidRPr="000B611A">
        <w:rPr>
          <w:sz w:val="24"/>
          <w:szCs w:val="24"/>
        </w:rPr>
        <w:t>риложении №</w:t>
      </w:r>
      <w:r w:rsidR="006243C5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1.</w:t>
      </w:r>
    </w:p>
    <w:p w:rsidR="00D419AD" w:rsidRPr="000B611A" w:rsidRDefault="00D419AD" w:rsidP="00D419AD">
      <w:pPr>
        <w:pStyle w:val="11"/>
        <w:widowControl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Датой оплаты считается дата списания денежных сре</w:t>
      </w:r>
      <w:proofErr w:type="gramStart"/>
      <w:r w:rsidRPr="000B611A">
        <w:rPr>
          <w:sz w:val="24"/>
          <w:szCs w:val="24"/>
        </w:rPr>
        <w:t>дств с б</w:t>
      </w:r>
      <w:proofErr w:type="gramEnd"/>
      <w:r w:rsidRPr="000B611A">
        <w:rPr>
          <w:sz w:val="24"/>
          <w:szCs w:val="24"/>
        </w:rPr>
        <w:t>анковского счета Покупателя.</w:t>
      </w:r>
    </w:p>
    <w:p w:rsidR="00D70519" w:rsidRPr="00FE192C" w:rsidRDefault="00A67F53" w:rsidP="00D419AD">
      <w:pPr>
        <w:pStyle w:val="11"/>
        <w:widowControl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proofErr w:type="gramStart"/>
      <w:r w:rsidRPr="000B611A">
        <w:rPr>
          <w:sz w:val="24"/>
          <w:szCs w:val="24"/>
        </w:rPr>
        <w:t>Стороны договорились, что е</w:t>
      </w:r>
      <w:r w:rsidR="00D70519" w:rsidRPr="000B611A">
        <w:rPr>
          <w:sz w:val="24"/>
          <w:szCs w:val="24"/>
        </w:rPr>
        <w:t>сли Договором предусмотрен</w:t>
      </w:r>
      <w:r w:rsidR="009A6C6C">
        <w:rPr>
          <w:sz w:val="24"/>
          <w:szCs w:val="24"/>
        </w:rPr>
        <w:t xml:space="preserve">ы авансирование и </w:t>
      </w:r>
      <w:r w:rsidR="00D70519" w:rsidRPr="000B611A">
        <w:rPr>
          <w:sz w:val="24"/>
          <w:szCs w:val="24"/>
        </w:rPr>
        <w:t xml:space="preserve"> поэтапная поставка товара / выполнение работ (оказание услуг),</w:t>
      </w:r>
      <w:r w:rsidRPr="000B611A">
        <w:rPr>
          <w:sz w:val="24"/>
          <w:szCs w:val="24"/>
        </w:rPr>
        <w:t xml:space="preserve"> то</w:t>
      </w:r>
      <w:r w:rsidR="00D7051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уплаченные Покупателем за поставку товара / выполнение работ в рамках определенного этапа </w:t>
      </w:r>
      <w:r w:rsidR="00D70519" w:rsidRPr="000B611A">
        <w:rPr>
          <w:sz w:val="24"/>
          <w:szCs w:val="24"/>
        </w:rPr>
        <w:t>авансовые платежи засчитываются в счет оплаты очередного этапа</w:t>
      </w:r>
      <w:r w:rsidRPr="000B611A">
        <w:rPr>
          <w:sz w:val="24"/>
          <w:szCs w:val="24"/>
        </w:rPr>
        <w:t>,</w:t>
      </w:r>
      <w:r w:rsidR="00D70519" w:rsidRPr="000B611A">
        <w:rPr>
          <w:sz w:val="24"/>
          <w:szCs w:val="24"/>
        </w:rPr>
        <w:t xml:space="preserve"> </w:t>
      </w:r>
      <w:r w:rsidR="003E583B" w:rsidRPr="000B611A">
        <w:rPr>
          <w:sz w:val="24"/>
          <w:szCs w:val="24"/>
        </w:rPr>
        <w:t>в соответствии с графиком поставки товара</w:t>
      </w:r>
      <w:r w:rsidR="006243C5" w:rsidRPr="000B611A">
        <w:rPr>
          <w:sz w:val="24"/>
          <w:szCs w:val="24"/>
        </w:rPr>
        <w:t xml:space="preserve"> /</w:t>
      </w:r>
      <w:r w:rsidR="003E583B" w:rsidRPr="000B611A">
        <w:rPr>
          <w:sz w:val="24"/>
          <w:szCs w:val="24"/>
        </w:rPr>
        <w:t xml:space="preserve"> </w:t>
      </w:r>
      <w:r w:rsidR="003E583B" w:rsidRPr="00FE192C">
        <w:rPr>
          <w:sz w:val="24"/>
          <w:szCs w:val="24"/>
        </w:rPr>
        <w:t>выполнения работ (оказания услуг) (</w:t>
      </w:r>
      <w:r w:rsidR="006243C5" w:rsidRPr="00FE192C">
        <w:rPr>
          <w:sz w:val="24"/>
          <w:szCs w:val="24"/>
        </w:rPr>
        <w:t>п</w:t>
      </w:r>
      <w:r w:rsidR="003E583B" w:rsidRPr="00FE192C">
        <w:rPr>
          <w:sz w:val="24"/>
          <w:szCs w:val="24"/>
        </w:rPr>
        <w:t>риложение №</w:t>
      </w:r>
      <w:r w:rsidR="006243C5" w:rsidRPr="00FE192C">
        <w:rPr>
          <w:sz w:val="24"/>
          <w:szCs w:val="24"/>
        </w:rPr>
        <w:t xml:space="preserve"> </w:t>
      </w:r>
      <w:r w:rsidR="003E583B" w:rsidRPr="00FE192C">
        <w:rPr>
          <w:sz w:val="24"/>
          <w:szCs w:val="24"/>
        </w:rPr>
        <w:t xml:space="preserve">2) пропорционально отношению стоимости данного этапа к </w:t>
      </w:r>
      <w:r w:rsidRPr="00FE192C">
        <w:rPr>
          <w:sz w:val="24"/>
          <w:szCs w:val="24"/>
        </w:rPr>
        <w:t>указанной в разделе 3 цене товара.</w:t>
      </w:r>
      <w:proofErr w:type="gramEnd"/>
    </w:p>
    <w:p w:rsidR="001150C7" w:rsidRPr="001150C7" w:rsidRDefault="001150C7" w:rsidP="001150C7">
      <w:pPr>
        <w:pStyle w:val="ConsNormal"/>
        <w:widowControl/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192C">
        <w:rPr>
          <w:rFonts w:ascii="Times New Roman" w:hAnsi="Times New Roman" w:cs="Times New Roman"/>
          <w:sz w:val="24"/>
          <w:szCs w:val="24"/>
        </w:rPr>
        <w:lastRenderedPageBreak/>
        <w:t>9.7. Поставщик обязан предоставить Покупателю на поставленный товар счет-фактуру, оформленную по форме и в соответствии с действующим законодательством Российской Федерации (ст.168, ст.169 НК РФ).</w:t>
      </w:r>
    </w:p>
    <w:p w:rsidR="0092731E" w:rsidRPr="000B611A" w:rsidRDefault="00D419AD" w:rsidP="00D419AD">
      <w:pPr>
        <w:ind w:firstLine="709"/>
        <w:jc w:val="both"/>
        <w:rPr>
          <w:bCs/>
        </w:rPr>
      </w:pPr>
      <w:r w:rsidRPr="000B611A">
        <w:tab/>
      </w:r>
    </w:p>
    <w:p w:rsidR="00826579" w:rsidRPr="000F0F34" w:rsidRDefault="000B611A" w:rsidP="000F0F34">
      <w:pPr>
        <w:numPr>
          <w:ilvl w:val="0"/>
          <w:numId w:val="10"/>
        </w:numPr>
        <w:jc w:val="center"/>
        <w:rPr>
          <w:b/>
          <w:bCs/>
        </w:rPr>
      </w:pPr>
      <w:r w:rsidRPr="000B611A">
        <w:rPr>
          <w:b/>
          <w:bCs/>
        </w:rPr>
        <w:t>ОТВЕТСТВЕННОСТЬ СТОРОН И ОБЕСПЕЧЕНИЕ ИСПОЛНЕНИЯ ОБЯЗАТЕЛЬСТВ</w:t>
      </w:r>
    </w:p>
    <w:p w:rsidR="00D419AD" w:rsidRPr="000B611A" w:rsidRDefault="00D419AD" w:rsidP="00D419AD">
      <w:pPr>
        <w:pStyle w:val="11"/>
        <w:numPr>
          <w:ilvl w:val="1"/>
          <w:numId w:val="10"/>
        </w:numPr>
        <w:tabs>
          <w:tab w:val="left" w:pos="703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Поставка товара и выполнение работ и услуг должны осуществляться Поставщиком в соответствии с </w:t>
      </w:r>
      <w:r w:rsidR="006243C5" w:rsidRPr="000B611A">
        <w:rPr>
          <w:sz w:val="24"/>
          <w:szCs w:val="24"/>
        </w:rPr>
        <w:t xml:space="preserve">графиком </w:t>
      </w:r>
      <w:r w:rsidRPr="000B611A">
        <w:rPr>
          <w:sz w:val="24"/>
          <w:szCs w:val="24"/>
        </w:rPr>
        <w:t>поставки товара, выполнения работ, оказания услуг (</w:t>
      </w:r>
      <w:r w:rsidR="006243C5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6243C5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2 к настоящему Договору). Если в период выполнения Договора возникнут обстоятельства, препятствующие своевременной поставке </w:t>
      </w:r>
      <w:r w:rsidR="007459B6" w:rsidRPr="000B611A">
        <w:rPr>
          <w:sz w:val="24"/>
          <w:szCs w:val="24"/>
        </w:rPr>
        <w:t>т</w:t>
      </w:r>
      <w:r w:rsidR="007459B6" w:rsidRPr="000B611A">
        <w:rPr>
          <w:sz w:val="24"/>
          <w:szCs w:val="24"/>
          <w:lang w:val="ru-MO"/>
        </w:rPr>
        <w:t>о</w:t>
      </w:r>
      <w:r w:rsidR="007459B6" w:rsidRPr="000B611A">
        <w:rPr>
          <w:sz w:val="24"/>
          <w:szCs w:val="24"/>
        </w:rPr>
        <w:t>в</w:t>
      </w:r>
      <w:r w:rsidR="007459B6" w:rsidRPr="000B611A">
        <w:rPr>
          <w:sz w:val="24"/>
          <w:szCs w:val="24"/>
          <w:lang w:val="ru-MO"/>
        </w:rPr>
        <w:t>ара</w:t>
      </w:r>
      <w:r w:rsidR="007459B6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и выполнению работ и услуг, Поставщик должен незамедлительно направить грузополучателю и Покупателю письменное уведомление о факте просрочки исполнения обязательств, ее предположительной длительности и причине (причинах). После получения уведомления от Поставщика Покупатель должен как можно скорее оценить ситуацию и, на свое усмотрение, продлить срок выполнения Договора Поставщиком с уплатой или без уплаты неустойки. В этом случае продление срока должно быть согласовано Сторонами путем оформления дополнительного соглашения к Договору.</w:t>
      </w:r>
    </w:p>
    <w:p w:rsidR="00826579" w:rsidRPr="008A13D8" w:rsidRDefault="00D419AD" w:rsidP="008A13D8">
      <w:pPr>
        <w:pStyle w:val="11"/>
        <w:numPr>
          <w:ilvl w:val="1"/>
          <w:numId w:val="10"/>
        </w:numPr>
        <w:tabs>
          <w:tab w:val="clear" w:pos="480"/>
          <w:tab w:val="num" w:pos="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При отсутствии авансовых платежей Поставщик предоставляет гарантию исполнения своих обязательств по </w:t>
      </w:r>
      <w:r w:rsidR="00BB027B" w:rsidRPr="000B611A">
        <w:rPr>
          <w:sz w:val="24"/>
          <w:szCs w:val="24"/>
        </w:rPr>
        <w:t xml:space="preserve">Договору </w:t>
      </w:r>
      <w:r w:rsidRPr="000B611A">
        <w:rPr>
          <w:sz w:val="24"/>
          <w:szCs w:val="24"/>
        </w:rPr>
        <w:t xml:space="preserve">в форме неустойки. </w:t>
      </w:r>
    </w:p>
    <w:p w:rsidR="00826579" w:rsidRPr="000B611A" w:rsidRDefault="00826579" w:rsidP="00826579">
      <w:pPr>
        <w:pStyle w:val="11"/>
        <w:spacing w:before="0" w:after="0"/>
        <w:ind w:left="709" w:firstLine="0"/>
        <w:rPr>
          <w:sz w:val="24"/>
          <w:szCs w:val="24"/>
        </w:rPr>
      </w:pP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  <w:lang w:val="ru-MO"/>
        </w:rPr>
        <w:t xml:space="preserve">10.3. </w:t>
      </w:r>
      <w:r w:rsidRPr="000B611A">
        <w:rPr>
          <w:sz w:val="24"/>
          <w:szCs w:val="24"/>
        </w:rPr>
        <w:t>За исключением случаев, предусмотренных п. 10.1 настоящего Договора (при принятии Покупателем решения об отсутствии необходимости в выплате неустойки) и Разделом 11 настоящего Договора, просрочка при исполнении Поставщиком своих обязательств возлагает на него ответственность по выплате неустойки в соответствии с п. 10.4 настоящего Договора.</w:t>
      </w:r>
    </w:p>
    <w:p w:rsidR="0000366C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10.4. </w:t>
      </w:r>
      <w:r w:rsidR="001739BE" w:rsidRPr="000B611A">
        <w:rPr>
          <w:sz w:val="24"/>
          <w:szCs w:val="24"/>
        </w:rPr>
        <w:t>Поставщик  при</w:t>
      </w:r>
      <w:r w:rsidR="0000366C" w:rsidRPr="000B611A">
        <w:rPr>
          <w:sz w:val="24"/>
          <w:szCs w:val="24"/>
        </w:rPr>
        <w:t xml:space="preserve"> нарушени</w:t>
      </w:r>
      <w:r w:rsidR="001739BE" w:rsidRPr="000B611A">
        <w:rPr>
          <w:sz w:val="24"/>
          <w:szCs w:val="24"/>
        </w:rPr>
        <w:t>и</w:t>
      </w:r>
      <w:r w:rsidR="0000366C" w:rsidRPr="000B611A">
        <w:rPr>
          <w:sz w:val="24"/>
          <w:szCs w:val="24"/>
        </w:rPr>
        <w:t xml:space="preserve"> </w:t>
      </w:r>
      <w:r w:rsidR="001739BE" w:rsidRPr="000B611A">
        <w:rPr>
          <w:sz w:val="24"/>
          <w:szCs w:val="24"/>
        </w:rPr>
        <w:t>договорных</w:t>
      </w:r>
      <w:r w:rsidR="0000366C" w:rsidRPr="000B611A">
        <w:rPr>
          <w:sz w:val="24"/>
          <w:szCs w:val="24"/>
        </w:rPr>
        <w:t xml:space="preserve"> обязательств уплачивает Покупателю:</w:t>
      </w:r>
    </w:p>
    <w:p w:rsidR="00D419AD" w:rsidRPr="000B611A" w:rsidRDefault="0000366C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при </w:t>
      </w:r>
      <w:r w:rsidR="00D419AD" w:rsidRPr="000B611A">
        <w:rPr>
          <w:sz w:val="24"/>
          <w:szCs w:val="24"/>
        </w:rPr>
        <w:t>несвоевременно</w:t>
      </w:r>
      <w:r w:rsidRPr="000B611A">
        <w:rPr>
          <w:sz w:val="24"/>
          <w:szCs w:val="24"/>
        </w:rPr>
        <w:t>м</w:t>
      </w:r>
      <w:r w:rsidR="00D419AD" w:rsidRPr="000B611A">
        <w:rPr>
          <w:sz w:val="24"/>
          <w:szCs w:val="24"/>
        </w:rPr>
        <w:t xml:space="preserve"> выполнени</w:t>
      </w:r>
      <w:r w:rsidRPr="000B611A">
        <w:rPr>
          <w:sz w:val="24"/>
          <w:szCs w:val="24"/>
        </w:rPr>
        <w:t>и</w:t>
      </w:r>
      <w:r w:rsidR="00D419AD" w:rsidRPr="000B611A">
        <w:rPr>
          <w:sz w:val="24"/>
          <w:szCs w:val="24"/>
        </w:rPr>
        <w:t xml:space="preserve"> своих обязательств либо при поставке некачественного товара Поставщик уплачивает неустойку в размере 0,15 % от стоимости Договора за каждый день просрочки выполнения своих обязательств до даты поставки товара, либо до замены некачественного товара, но не более 10 % от стоимости Договора</w:t>
      </w:r>
      <w:r w:rsidR="008E012B" w:rsidRPr="000B611A">
        <w:rPr>
          <w:sz w:val="24"/>
          <w:szCs w:val="24"/>
        </w:rPr>
        <w:t>;</w:t>
      </w:r>
    </w:p>
    <w:p w:rsidR="00695259" w:rsidRPr="000B611A" w:rsidRDefault="008E012B" w:rsidP="00695259">
      <w:pPr>
        <w:widowControl w:val="0"/>
        <w:shd w:val="clear" w:color="auto" w:fill="FFFFFF"/>
        <w:spacing w:before="14" w:after="14"/>
        <w:jc w:val="both"/>
        <w:rPr>
          <w:bCs/>
        </w:rPr>
      </w:pPr>
      <w:r w:rsidRPr="000B611A">
        <w:rPr>
          <w:bCs/>
        </w:rPr>
        <w:tab/>
        <w:t>при нецелевом использовании Поставщиком авансового платежа (какой-либо его части) Покупатель вправе расторгнуть Договор в одностороннем порядке и при этом взыскать с Поставщика сумму перечисленного авансового платежа, а также пени из расчета 0,15% от суммы аванса за каждый день нахождения авансового платежа у Поставщика.</w:t>
      </w:r>
    </w:p>
    <w:p w:rsidR="001739BE" w:rsidRPr="000B611A" w:rsidRDefault="001739BE" w:rsidP="00D419AD">
      <w:pPr>
        <w:pStyle w:val="11"/>
        <w:tabs>
          <w:tab w:val="left" w:pos="703"/>
        </w:tabs>
        <w:spacing w:before="0" w:after="0"/>
        <w:ind w:firstLine="709"/>
        <w:rPr>
          <w:i/>
          <w:sz w:val="24"/>
          <w:szCs w:val="24"/>
        </w:rPr>
      </w:pPr>
      <w:r w:rsidRPr="000B611A">
        <w:rPr>
          <w:i/>
          <w:sz w:val="24"/>
          <w:szCs w:val="24"/>
        </w:rPr>
        <w:t xml:space="preserve">Уплата пеней и штрафов производится в течение 20 (двадцати) рабочих дней со дня направления соответствующей претензии, на основании отдельно выставленного счета. </w:t>
      </w:r>
    </w:p>
    <w:p w:rsidR="00D419AD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10.5. Уплата неустоек не освобождает Стороны от исполнения своих обязательств по настоящему Договору.</w:t>
      </w:r>
    </w:p>
    <w:p w:rsidR="00B55F7E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10.6. При наличии авансовых платежей Поставщик </w:t>
      </w:r>
      <w:r w:rsidR="00705A1F" w:rsidRPr="000B611A">
        <w:rPr>
          <w:sz w:val="24"/>
          <w:szCs w:val="24"/>
        </w:rPr>
        <w:t>до перечисления Покупателем аванс</w:t>
      </w:r>
      <w:r w:rsidR="00FF486B" w:rsidRPr="000B611A">
        <w:rPr>
          <w:sz w:val="24"/>
          <w:szCs w:val="24"/>
        </w:rPr>
        <w:t>а</w:t>
      </w:r>
      <w:r w:rsidR="00705A1F" w:rsidRPr="000B611A">
        <w:rPr>
          <w:sz w:val="24"/>
          <w:szCs w:val="24"/>
        </w:rPr>
        <w:t xml:space="preserve"> в соответствии с условиями настоящего Договора </w:t>
      </w:r>
      <w:r w:rsidRPr="000B611A">
        <w:rPr>
          <w:sz w:val="24"/>
          <w:szCs w:val="24"/>
        </w:rPr>
        <w:t xml:space="preserve">представляет Покупателю </w:t>
      </w:r>
      <w:r w:rsidR="00705A1F" w:rsidRPr="000B611A">
        <w:rPr>
          <w:sz w:val="24"/>
          <w:szCs w:val="24"/>
        </w:rPr>
        <w:t xml:space="preserve">в качестве обеспечения исполнения обязательства по возврату данного аванса </w:t>
      </w:r>
      <w:r w:rsidRPr="000B611A">
        <w:rPr>
          <w:sz w:val="24"/>
          <w:szCs w:val="24"/>
        </w:rPr>
        <w:t xml:space="preserve">безотзывную </w:t>
      </w:r>
      <w:r w:rsidR="009B7D67" w:rsidRPr="000B611A">
        <w:rPr>
          <w:sz w:val="24"/>
          <w:szCs w:val="24"/>
        </w:rPr>
        <w:t xml:space="preserve">и </w:t>
      </w:r>
      <w:r w:rsidR="00705A1F" w:rsidRPr="000B611A">
        <w:rPr>
          <w:sz w:val="24"/>
          <w:szCs w:val="24"/>
        </w:rPr>
        <w:t xml:space="preserve">безусловную </w:t>
      </w:r>
      <w:r w:rsidRPr="000B611A">
        <w:rPr>
          <w:sz w:val="24"/>
          <w:szCs w:val="24"/>
        </w:rPr>
        <w:t xml:space="preserve">банковскую гарантию </w:t>
      </w:r>
      <w:r w:rsidR="00B55F7E" w:rsidRPr="000B611A">
        <w:rPr>
          <w:sz w:val="24"/>
          <w:szCs w:val="24"/>
        </w:rPr>
        <w:t xml:space="preserve">на </w:t>
      </w:r>
      <w:r w:rsidRPr="000B611A">
        <w:rPr>
          <w:sz w:val="24"/>
          <w:szCs w:val="24"/>
        </w:rPr>
        <w:t xml:space="preserve">возврат аванса, </w:t>
      </w:r>
      <w:r w:rsidR="00705A1F" w:rsidRPr="000B611A">
        <w:rPr>
          <w:sz w:val="24"/>
          <w:szCs w:val="24"/>
        </w:rPr>
        <w:t>сумма которой должна составлять не менее 100% от суммы соответствующего аванса. При этом сумма гарантии может уменьшаться в объеме погашаемого в соответствии с п.</w:t>
      </w:r>
      <w:r w:rsidR="003552B2" w:rsidRPr="000B611A">
        <w:rPr>
          <w:sz w:val="24"/>
          <w:szCs w:val="24"/>
        </w:rPr>
        <w:t xml:space="preserve"> </w:t>
      </w:r>
      <w:r w:rsidR="00A67F53" w:rsidRPr="000B611A">
        <w:rPr>
          <w:sz w:val="24"/>
          <w:szCs w:val="24"/>
        </w:rPr>
        <w:t>9.7</w:t>
      </w:r>
      <w:r w:rsidR="00705A1F" w:rsidRPr="000B611A">
        <w:rPr>
          <w:sz w:val="24"/>
          <w:szCs w:val="24"/>
        </w:rPr>
        <w:t xml:space="preserve"> аванса по мере исполнения Поставщиком своих обязательств по Договору.</w:t>
      </w:r>
      <w:r w:rsidR="00EE1397" w:rsidRPr="000B611A">
        <w:rPr>
          <w:sz w:val="24"/>
          <w:szCs w:val="24"/>
        </w:rPr>
        <w:t xml:space="preserve"> </w:t>
      </w:r>
      <w:r w:rsidR="00B55F7E" w:rsidRPr="000B611A">
        <w:rPr>
          <w:sz w:val="24"/>
          <w:szCs w:val="24"/>
        </w:rPr>
        <w:t xml:space="preserve">Сумма гарантии должна быть выражена </w:t>
      </w:r>
      <w:r w:rsidR="007D3295" w:rsidRPr="000B611A">
        <w:rPr>
          <w:sz w:val="24"/>
          <w:szCs w:val="24"/>
        </w:rPr>
        <w:t>в российских рублях.</w:t>
      </w:r>
    </w:p>
    <w:p w:rsidR="00FF486B" w:rsidRPr="000B611A" w:rsidRDefault="00EE1397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Гарантия должна быть выдана банком, собственный капитал которого не менее </w:t>
      </w:r>
      <w:r w:rsidR="006271C1" w:rsidRPr="000B611A">
        <w:rPr>
          <w:sz w:val="24"/>
          <w:szCs w:val="24"/>
        </w:rPr>
        <w:t>5</w:t>
      </w:r>
      <w:r w:rsidR="00192420">
        <w:rPr>
          <w:sz w:val="24"/>
          <w:szCs w:val="24"/>
        </w:rPr>
        <w:t xml:space="preserve"> 000 000 000 (пять </w:t>
      </w:r>
      <w:r w:rsidRPr="000B611A">
        <w:rPr>
          <w:sz w:val="24"/>
          <w:szCs w:val="24"/>
        </w:rPr>
        <w:t>м</w:t>
      </w:r>
      <w:r w:rsidR="00192420">
        <w:rPr>
          <w:sz w:val="24"/>
          <w:szCs w:val="24"/>
        </w:rPr>
        <w:t>и</w:t>
      </w:r>
      <w:r w:rsidRPr="000B611A">
        <w:rPr>
          <w:sz w:val="24"/>
          <w:szCs w:val="24"/>
        </w:rPr>
        <w:t>л</w:t>
      </w:r>
      <w:r w:rsidR="00192420">
        <w:rPr>
          <w:sz w:val="24"/>
          <w:szCs w:val="24"/>
        </w:rPr>
        <w:t>лиардов)</w:t>
      </w:r>
      <w:r w:rsidRPr="000B611A">
        <w:rPr>
          <w:sz w:val="24"/>
          <w:szCs w:val="24"/>
        </w:rPr>
        <w:t xml:space="preserve"> рублей. </w:t>
      </w:r>
    </w:p>
    <w:p w:rsidR="00D419AD" w:rsidRPr="000B611A" w:rsidRDefault="00EE1397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Срок действия гарантии – до даты доставки оборудования к месту проведения работ / до даты окончания Поставщиком работ </w:t>
      </w:r>
      <w:r w:rsidRPr="000B611A">
        <w:rPr>
          <w:bCs/>
          <w:iCs/>
          <w:sz w:val="24"/>
          <w:szCs w:val="24"/>
        </w:rPr>
        <w:t xml:space="preserve">(оказания услуг), что подтверждается </w:t>
      </w:r>
      <w:r w:rsidRPr="000B611A">
        <w:rPr>
          <w:bCs/>
          <w:iCs/>
          <w:sz w:val="24"/>
          <w:szCs w:val="24"/>
        </w:rPr>
        <w:lastRenderedPageBreak/>
        <w:t>соответствующими документами, подписанными Покупателем.</w:t>
      </w:r>
    </w:p>
    <w:p w:rsidR="007D3295" w:rsidRPr="000B611A" w:rsidRDefault="00D419AD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10.7. </w:t>
      </w:r>
      <w:r w:rsidR="007D3295" w:rsidRPr="000B611A">
        <w:rPr>
          <w:sz w:val="24"/>
          <w:szCs w:val="24"/>
        </w:rPr>
        <w:t xml:space="preserve">Срок платежа по банковской гарантии в пользу Покупателя должен быть установлен не позднее </w:t>
      </w:r>
      <w:r w:rsidR="005427E3" w:rsidRPr="000B611A">
        <w:rPr>
          <w:sz w:val="24"/>
          <w:szCs w:val="24"/>
        </w:rPr>
        <w:t>10</w:t>
      </w:r>
      <w:r w:rsidR="007D3295" w:rsidRPr="000B611A">
        <w:rPr>
          <w:sz w:val="24"/>
          <w:szCs w:val="24"/>
        </w:rPr>
        <w:t xml:space="preserve"> (</w:t>
      </w:r>
      <w:r w:rsidR="005427E3" w:rsidRPr="000B611A">
        <w:rPr>
          <w:sz w:val="24"/>
          <w:szCs w:val="24"/>
        </w:rPr>
        <w:t>десяти</w:t>
      </w:r>
      <w:r w:rsidR="007D3295" w:rsidRPr="000B611A">
        <w:rPr>
          <w:sz w:val="24"/>
          <w:szCs w:val="24"/>
        </w:rPr>
        <w:t xml:space="preserve">) календарных дней после представления Покупателем гаранту требования на сумму обеспечения (полностью или частично) в письменной форме с приложением </w:t>
      </w:r>
      <w:r w:rsidR="00A9143B" w:rsidRPr="000B611A">
        <w:rPr>
          <w:sz w:val="24"/>
          <w:szCs w:val="24"/>
        </w:rPr>
        <w:t xml:space="preserve">указанных в </w:t>
      </w:r>
      <w:r w:rsidR="007D3295" w:rsidRPr="000B611A">
        <w:rPr>
          <w:sz w:val="24"/>
          <w:szCs w:val="24"/>
        </w:rPr>
        <w:t>гарантии документов. В требовании бенефициар должен указать</w:t>
      </w:r>
      <w:r w:rsidR="003552B2" w:rsidRPr="000B611A">
        <w:rPr>
          <w:sz w:val="24"/>
          <w:szCs w:val="24"/>
        </w:rPr>
        <w:t>,</w:t>
      </w:r>
      <w:r w:rsidR="007D3295" w:rsidRPr="000B611A">
        <w:rPr>
          <w:sz w:val="24"/>
          <w:szCs w:val="24"/>
        </w:rPr>
        <w:t xml:space="preserve"> в чем состоит нарушение принципалом обязательства, в обеспечение которого выдана гарантия.</w:t>
      </w:r>
    </w:p>
    <w:p w:rsidR="00D419AD" w:rsidRPr="000B611A" w:rsidRDefault="007D3295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Безотзывная </w:t>
      </w:r>
      <w:r w:rsidR="000E0C0B" w:rsidRPr="000B611A">
        <w:rPr>
          <w:sz w:val="24"/>
          <w:szCs w:val="24"/>
        </w:rPr>
        <w:t xml:space="preserve">и </w:t>
      </w:r>
      <w:r w:rsidRPr="000B611A">
        <w:rPr>
          <w:sz w:val="24"/>
          <w:szCs w:val="24"/>
        </w:rPr>
        <w:t>безусловная банковская гарантия на возврат аванса должна вступить в силу до момента перечисления авансового платежа.</w:t>
      </w:r>
    </w:p>
    <w:p w:rsidR="007D3295" w:rsidRPr="000B611A" w:rsidRDefault="00D419AD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10.8.</w:t>
      </w:r>
      <w:r w:rsidR="00F361B7" w:rsidRPr="000B611A">
        <w:rPr>
          <w:sz w:val="24"/>
          <w:szCs w:val="24"/>
        </w:rPr>
        <w:t xml:space="preserve"> </w:t>
      </w:r>
      <w:r w:rsidR="007D3295" w:rsidRPr="000B611A">
        <w:rPr>
          <w:sz w:val="24"/>
          <w:szCs w:val="24"/>
        </w:rPr>
        <w:t>Покупатель также вправе обратиться к гаранту с требованием об уплате всей или части денежной суммы по банковской гарантии в случаях, указанных в п. 12.3 настоящего Договора.</w:t>
      </w:r>
    </w:p>
    <w:p w:rsidR="00115155" w:rsidRPr="000B611A" w:rsidRDefault="00F361B7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10.9. Поставщик обязан</w:t>
      </w:r>
      <w:r w:rsidR="00115155" w:rsidRPr="000B611A">
        <w:rPr>
          <w:sz w:val="24"/>
          <w:szCs w:val="24"/>
        </w:rPr>
        <w:t xml:space="preserve"> самостоятельно (без привлечения субпоставщиков / субподрядчиков) выполнить обязательства по Договору, общая стоимость которых должна составлять не менее 50% от цены Договора.</w:t>
      </w:r>
    </w:p>
    <w:p w:rsidR="00826579" w:rsidRPr="000B611A" w:rsidRDefault="00115155" w:rsidP="000F0F34">
      <w:pPr>
        <w:pStyle w:val="11"/>
        <w:tabs>
          <w:tab w:val="left" w:pos="703"/>
        </w:tabs>
        <w:spacing w:before="0" w:after="0"/>
        <w:ind w:firstLine="709"/>
        <w:rPr>
          <w:bCs/>
          <w:sz w:val="24"/>
          <w:szCs w:val="24"/>
        </w:rPr>
      </w:pPr>
      <w:r w:rsidRPr="000B611A">
        <w:rPr>
          <w:sz w:val="24"/>
          <w:szCs w:val="24"/>
        </w:rPr>
        <w:t xml:space="preserve">10.10. </w:t>
      </w:r>
      <w:r w:rsidR="009B7D67" w:rsidRPr="000B611A">
        <w:rPr>
          <w:bCs/>
          <w:sz w:val="24"/>
          <w:szCs w:val="24"/>
        </w:rPr>
        <w:t>Для выполнения  работ по настоящему Договору Поставщик имеет право привлекать иных лиц (субпоставщиков</w:t>
      </w:r>
      <w:r w:rsidR="00782FDA" w:rsidRPr="000B611A">
        <w:rPr>
          <w:bCs/>
          <w:sz w:val="24"/>
          <w:szCs w:val="24"/>
        </w:rPr>
        <w:t>/субподрядчиков</w:t>
      </w:r>
      <w:r w:rsidR="009B7D67" w:rsidRPr="000B611A">
        <w:rPr>
          <w:bCs/>
          <w:sz w:val="24"/>
          <w:szCs w:val="24"/>
        </w:rPr>
        <w:t>).</w:t>
      </w:r>
    </w:p>
    <w:p w:rsidR="009B7D67" w:rsidRPr="000B611A" w:rsidRDefault="009B7D67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  <w:r w:rsidRPr="000B611A">
        <w:rPr>
          <w:bCs/>
          <w:sz w:val="24"/>
          <w:szCs w:val="24"/>
        </w:rPr>
        <w:t>Поставщик обязан письменно согласовать с Покупателем привлекаемых к исполнению своих обязательств по настоящему Договору субпоставщиков</w:t>
      </w:r>
      <w:r w:rsidR="00782FDA" w:rsidRPr="000B611A">
        <w:rPr>
          <w:bCs/>
          <w:sz w:val="24"/>
          <w:szCs w:val="24"/>
        </w:rPr>
        <w:t>/ субподрядчиков</w:t>
      </w:r>
      <w:r w:rsidRPr="000B611A">
        <w:rPr>
          <w:bCs/>
          <w:sz w:val="24"/>
          <w:szCs w:val="24"/>
        </w:rPr>
        <w:t xml:space="preserve">, отличных </w:t>
      </w:r>
      <w:proofErr w:type="gramStart"/>
      <w:r w:rsidRPr="000B611A">
        <w:rPr>
          <w:bCs/>
          <w:sz w:val="24"/>
          <w:szCs w:val="24"/>
        </w:rPr>
        <w:t>от</w:t>
      </w:r>
      <w:proofErr w:type="gramEnd"/>
      <w:r w:rsidRPr="000B611A">
        <w:rPr>
          <w:bCs/>
          <w:sz w:val="24"/>
          <w:szCs w:val="24"/>
        </w:rPr>
        <w:t xml:space="preserve"> указанных в </w:t>
      </w:r>
      <w:r w:rsidR="00192420">
        <w:rPr>
          <w:bCs/>
          <w:sz w:val="24"/>
          <w:szCs w:val="24"/>
        </w:rPr>
        <w:t>П</w:t>
      </w:r>
      <w:r w:rsidRPr="000B611A">
        <w:rPr>
          <w:bCs/>
          <w:sz w:val="24"/>
          <w:szCs w:val="24"/>
        </w:rPr>
        <w:t>риложении №</w:t>
      </w:r>
      <w:r w:rsidR="003552B2" w:rsidRPr="000B611A">
        <w:rPr>
          <w:bCs/>
          <w:sz w:val="24"/>
          <w:szCs w:val="24"/>
        </w:rPr>
        <w:t xml:space="preserve"> </w:t>
      </w:r>
      <w:r w:rsidR="00837536" w:rsidRPr="000B611A">
        <w:rPr>
          <w:bCs/>
          <w:sz w:val="24"/>
          <w:szCs w:val="24"/>
        </w:rPr>
        <w:t>4</w:t>
      </w:r>
      <w:r w:rsidRPr="000B611A">
        <w:rPr>
          <w:bCs/>
          <w:sz w:val="24"/>
          <w:szCs w:val="24"/>
        </w:rPr>
        <w:t>.</w:t>
      </w:r>
    </w:p>
    <w:p w:rsidR="009B7D67" w:rsidRPr="000B611A" w:rsidRDefault="009B7D67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  <w:r w:rsidRPr="000B611A">
        <w:rPr>
          <w:bCs/>
          <w:sz w:val="24"/>
          <w:szCs w:val="24"/>
        </w:rPr>
        <w:t>Поставщик информирует Покупателя о заключаемых им договорах с субпоставщиками</w:t>
      </w:r>
      <w:r w:rsidR="00782FDA" w:rsidRPr="000B611A">
        <w:rPr>
          <w:bCs/>
          <w:sz w:val="24"/>
          <w:szCs w:val="24"/>
        </w:rPr>
        <w:t xml:space="preserve"> / субподрядчиками</w:t>
      </w:r>
      <w:r w:rsidRPr="000B611A">
        <w:rPr>
          <w:bCs/>
          <w:sz w:val="24"/>
          <w:szCs w:val="24"/>
        </w:rPr>
        <w:t>, информация должна содержать предмет договора, контактную информацию привлекаемого субпоставщика</w:t>
      </w:r>
      <w:r w:rsidR="00782FDA" w:rsidRPr="000B611A">
        <w:rPr>
          <w:bCs/>
          <w:sz w:val="24"/>
          <w:szCs w:val="24"/>
        </w:rPr>
        <w:t xml:space="preserve"> / субподрядчика</w:t>
      </w:r>
      <w:r w:rsidRPr="000B611A">
        <w:rPr>
          <w:bCs/>
          <w:sz w:val="24"/>
          <w:szCs w:val="24"/>
        </w:rPr>
        <w:t xml:space="preserve">, включая юридический и фактический адрес </w:t>
      </w:r>
      <w:r w:rsidR="00782FDA" w:rsidRPr="000B611A">
        <w:rPr>
          <w:bCs/>
          <w:sz w:val="24"/>
          <w:szCs w:val="24"/>
        </w:rPr>
        <w:t xml:space="preserve">субпоставщика / </w:t>
      </w:r>
      <w:r w:rsidRPr="000B611A">
        <w:rPr>
          <w:bCs/>
          <w:sz w:val="24"/>
          <w:szCs w:val="24"/>
        </w:rPr>
        <w:t>субподрядчика.</w:t>
      </w:r>
    </w:p>
    <w:p w:rsidR="009B7D67" w:rsidRPr="00FE192C" w:rsidRDefault="00782FDA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  <w:r w:rsidRPr="000B611A">
        <w:rPr>
          <w:bCs/>
          <w:sz w:val="24"/>
          <w:szCs w:val="24"/>
        </w:rPr>
        <w:t>Покупатель</w:t>
      </w:r>
      <w:r w:rsidR="009B7D67" w:rsidRPr="000B611A">
        <w:rPr>
          <w:bCs/>
          <w:sz w:val="24"/>
          <w:szCs w:val="24"/>
        </w:rPr>
        <w:t xml:space="preserve"> вправе потребовать от По</w:t>
      </w:r>
      <w:r w:rsidRPr="000B611A">
        <w:rPr>
          <w:bCs/>
          <w:sz w:val="24"/>
          <w:szCs w:val="24"/>
        </w:rPr>
        <w:t xml:space="preserve">ставщика </w:t>
      </w:r>
      <w:r w:rsidR="009B7D67" w:rsidRPr="000B611A">
        <w:rPr>
          <w:bCs/>
          <w:sz w:val="24"/>
          <w:szCs w:val="24"/>
        </w:rPr>
        <w:t>замены субпо</w:t>
      </w:r>
      <w:r w:rsidRPr="000B611A">
        <w:rPr>
          <w:bCs/>
          <w:sz w:val="24"/>
          <w:szCs w:val="24"/>
        </w:rPr>
        <w:t xml:space="preserve">ставщиков / субподрядчиков </w:t>
      </w:r>
      <w:r w:rsidR="009B7D67" w:rsidRPr="000B611A">
        <w:rPr>
          <w:bCs/>
          <w:sz w:val="24"/>
          <w:szCs w:val="24"/>
        </w:rPr>
        <w:t xml:space="preserve">с мотивированным обоснованием такого требования, но независимо от этого полную ответственность перед </w:t>
      </w:r>
      <w:r w:rsidRPr="000B611A">
        <w:rPr>
          <w:bCs/>
          <w:sz w:val="24"/>
          <w:szCs w:val="24"/>
        </w:rPr>
        <w:t>Покупателем</w:t>
      </w:r>
      <w:r w:rsidR="009B7D67" w:rsidRPr="000B611A">
        <w:rPr>
          <w:bCs/>
          <w:sz w:val="24"/>
          <w:szCs w:val="24"/>
        </w:rPr>
        <w:t xml:space="preserve"> за сроки и качество выполняемых субпо</w:t>
      </w:r>
      <w:r w:rsidRPr="000B611A">
        <w:rPr>
          <w:bCs/>
          <w:sz w:val="24"/>
          <w:szCs w:val="24"/>
        </w:rPr>
        <w:t>ставщиками</w:t>
      </w:r>
      <w:r w:rsidR="009B7D67" w:rsidRPr="000B611A">
        <w:rPr>
          <w:bCs/>
          <w:sz w:val="24"/>
          <w:szCs w:val="24"/>
        </w:rPr>
        <w:t xml:space="preserve"> </w:t>
      </w:r>
      <w:r w:rsidRPr="000B611A">
        <w:rPr>
          <w:bCs/>
          <w:sz w:val="24"/>
          <w:szCs w:val="24"/>
        </w:rPr>
        <w:t xml:space="preserve">/ субподрядчиками </w:t>
      </w:r>
      <w:r w:rsidR="009B7D67" w:rsidRPr="000B611A">
        <w:rPr>
          <w:bCs/>
          <w:sz w:val="24"/>
          <w:szCs w:val="24"/>
        </w:rPr>
        <w:t xml:space="preserve">работ, а также иную ответственность за действия </w:t>
      </w:r>
      <w:r w:rsidR="009B7D67" w:rsidRPr="00FE192C">
        <w:rPr>
          <w:bCs/>
          <w:sz w:val="24"/>
          <w:szCs w:val="24"/>
        </w:rPr>
        <w:t>субпо</w:t>
      </w:r>
      <w:r w:rsidRPr="00FE192C">
        <w:rPr>
          <w:bCs/>
          <w:sz w:val="24"/>
          <w:szCs w:val="24"/>
        </w:rPr>
        <w:t>ставщиков</w:t>
      </w:r>
      <w:r w:rsidR="009B7D67" w:rsidRPr="00FE192C">
        <w:rPr>
          <w:bCs/>
          <w:sz w:val="24"/>
          <w:szCs w:val="24"/>
        </w:rPr>
        <w:t xml:space="preserve"> по настоящему Договору несет По</w:t>
      </w:r>
      <w:r w:rsidRPr="00FE192C">
        <w:rPr>
          <w:bCs/>
          <w:sz w:val="24"/>
          <w:szCs w:val="24"/>
        </w:rPr>
        <w:t>ставщ</w:t>
      </w:r>
      <w:r w:rsidR="009B7D67" w:rsidRPr="00FE192C">
        <w:rPr>
          <w:bCs/>
          <w:sz w:val="24"/>
          <w:szCs w:val="24"/>
        </w:rPr>
        <w:t>ик.</w:t>
      </w:r>
    </w:p>
    <w:p w:rsidR="001150C7" w:rsidRDefault="001150C7" w:rsidP="001150C7">
      <w:pPr>
        <w:spacing w:line="264" w:lineRule="auto"/>
        <w:jc w:val="both"/>
      </w:pPr>
      <w:r w:rsidRPr="00FE192C">
        <w:rPr>
          <w:bCs/>
        </w:rPr>
        <w:t xml:space="preserve">         10.11. </w:t>
      </w:r>
      <w:r w:rsidRPr="00FE192C">
        <w:t>Право на получение штрафных санкций за нарушение обязательств возникает у Стороны договора после признания должником выставленной ему претензии и счета на уплату неустойки, либо после вступления в силу решения суда о присуждении неус</w:t>
      </w:r>
      <w:r w:rsidR="00826579">
        <w:t>тойки или иных штрафных санкций, за исключением случаев установленных п.10.12 настоящего Договора.</w:t>
      </w:r>
    </w:p>
    <w:p w:rsidR="00826579" w:rsidRPr="00826579" w:rsidRDefault="00826579" w:rsidP="001150C7">
      <w:pPr>
        <w:spacing w:line="264" w:lineRule="auto"/>
        <w:jc w:val="both"/>
        <w:rPr>
          <w:b/>
        </w:rPr>
      </w:pPr>
      <w:r w:rsidRPr="00826579">
        <w:rPr>
          <w:b/>
        </w:rPr>
        <w:t xml:space="preserve">         </w:t>
      </w:r>
      <w:r w:rsidRPr="00826579">
        <w:t>10.12.</w:t>
      </w:r>
      <w:r w:rsidRPr="00826579">
        <w:rPr>
          <w:b/>
        </w:rPr>
        <w:t xml:space="preserve"> </w:t>
      </w:r>
      <w:r w:rsidRPr="00826579">
        <w:rPr>
          <w:rStyle w:val="af4"/>
          <w:b w:val="0"/>
        </w:rPr>
        <w:t>В случае неисполнен</w:t>
      </w:r>
      <w:r w:rsidRPr="00826579">
        <w:rPr>
          <w:rStyle w:val="af4"/>
          <w:b w:val="0"/>
        </w:rPr>
        <w:softHyphen/>
        <w:t>ия или ненадлежа</w:t>
      </w:r>
      <w:r>
        <w:rPr>
          <w:rStyle w:val="af4"/>
          <w:b w:val="0"/>
        </w:rPr>
        <w:t>щ</w:t>
      </w:r>
      <w:r>
        <w:rPr>
          <w:rStyle w:val="af4"/>
          <w:b w:val="0"/>
        </w:rPr>
        <w:softHyphen/>
        <w:t>его исполнения</w:t>
      </w:r>
      <w:r>
        <w:rPr>
          <w:rStyle w:val="af4"/>
          <w:b w:val="0"/>
        </w:rPr>
        <w:softHyphen/>
        <w:t xml:space="preserve"> Поставщиком обязательс</w:t>
      </w:r>
      <w:r>
        <w:rPr>
          <w:rStyle w:val="af4"/>
          <w:b w:val="0"/>
        </w:rPr>
        <w:softHyphen/>
        <w:t>тв, предусмотр</w:t>
      </w:r>
      <w:r>
        <w:rPr>
          <w:rStyle w:val="af4"/>
          <w:b w:val="0"/>
        </w:rPr>
        <w:softHyphen/>
        <w:t>енных настоящим Договором</w:t>
      </w:r>
      <w:r>
        <w:rPr>
          <w:rStyle w:val="af4"/>
          <w:b w:val="0"/>
        </w:rPr>
        <w:softHyphen/>
        <w:t xml:space="preserve">, Покупатель вправе </w:t>
      </w:r>
      <w:r w:rsidR="00FF2E27">
        <w:rPr>
          <w:rStyle w:val="af4"/>
          <w:b w:val="0"/>
        </w:rPr>
        <w:t xml:space="preserve">в одностороннем порядке </w:t>
      </w:r>
      <w:r w:rsidRPr="00826579">
        <w:rPr>
          <w:rStyle w:val="af4"/>
          <w:b w:val="0"/>
        </w:rPr>
        <w:t>производит</w:t>
      </w:r>
      <w:r>
        <w:rPr>
          <w:rStyle w:val="af4"/>
          <w:b w:val="0"/>
        </w:rPr>
        <w:t>ь</w:t>
      </w:r>
      <w:r>
        <w:rPr>
          <w:rStyle w:val="af4"/>
          <w:b w:val="0"/>
        </w:rPr>
        <w:softHyphen/>
        <w:t xml:space="preserve"> оплату по Договору</w:t>
      </w:r>
      <w:r w:rsidRPr="00826579">
        <w:rPr>
          <w:rStyle w:val="af4"/>
          <w:b w:val="0"/>
        </w:rPr>
        <w:t xml:space="preserve"> за вычетом соответств</w:t>
      </w:r>
      <w:r w:rsidRPr="00826579">
        <w:rPr>
          <w:rStyle w:val="af4"/>
          <w:b w:val="0"/>
        </w:rPr>
        <w:softHyphen/>
        <w:t>ующего размера неустойки (штрафа, пени).</w:t>
      </w:r>
    </w:p>
    <w:p w:rsidR="00AC7DEB" w:rsidRPr="00826579" w:rsidRDefault="00AC7DEB" w:rsidP="00826579">
      <w:pPr>
        <w:pStyle w:val="11"/>
        <w:tabs>
          <w:tab w:val="left" w:pos="703"/>
        </w:tabs>
        <w:spacing w:before="0" w:after="0"/>
        <w:ind w:firstLine="0"/>
        <w:rPr>
          <w:bCs/>
          <w:sz w:val="24"/>
          <w:szCs w:val="24"/>
        </w:rPr>
      </w:pPr>
    </w:p>
    <w:p w:rsidR="00826579" w:rsidRPr="000F0F34" w:rsidRDefault="000B611A" w:rsidP="000F0F34">
      <w:pPr>
        <w:widowControl w:val="0"/>
        <w:numPr>
          <w:ilvl w:val="0"/>
          <w:numId w:val="10"/>
        </w:numPr>
        <w:jc w:val="center"/>
        <w:rPr>
          <w:b/>
          <w:bCs/>
        </w:rPr>
      </w:pPr>
      <w:r>
        <w:rPr>
          <w:b/>
          <w:bCs/>
        </w:rPr>
        <w:t>ОБСТОЯТЕЛЬСТВА НЕПРЕОДОЛИМОЙ СИЛЫ</w:t>
      </w:r>
    </w:p>
    <w:p w:rsidR="00D419AD" w:rsidRPr="000B611A" w:rsidRDefault="00D419AD" w:rsidP="00D419AD">
      <w:pPr>
        <w:pStyle w:val="11"/>
        <w:tabs>
          <w:tab w:val="left" w:pos="36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11.1. Стороны освобождаются от ответственности за неисполнение или ненадлежащее исполнение обязательств, принятых на себя по настоящему Договору, если надлежащее исполнение оказалось невозможным вследствие наступления обстоятельств непреодолимой силы.</w:t>
      </w:r>
    </w:p>
    <w:p w:rsidR="00D419AD" w:rsidRPr="000B611A" w:rsidRDefault="00D419AD" w:rsidP="00D419AD">
      <w:pPr>
        <w:pStyle w:val="21"/>
        <w:shd w:val="clear" w:color="auto" w:fill="FFFFFF"/>
        <w:tabs>
          <w:tab w:val="left" w:pos="360"/>
        </w:tabs>
        <w:suppressAutoHyphens/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11.2. Понятием обстоятельств непреодолимой силы охватываются внешние и чрезвычайные события, отсутствовавшие во время подписания настоящего Договора и наступившие помимо воли и желания Сторон, действия которых Стороны не могли предотвратить мерами и средствами, которые оправданно и целесообразно ожидать от добросовестно действующей Стороны. К подобным обстоятельствам Стороны относят, в том числе: военные действия, эпидемии, пожары, природные катастрофы, акты и действия </w:t>
      </w:r>
      <w:r w:rsidRPr="000B611A">
        <w:rPr>
          <w:sz w:val="24"/>
          <w:szCs w:val="24"/>
        </w:rPr>
        <w:lastRenderedPageBreak/>
        <w:t>государственных органов, делающие невозможным исполнение обязательств по настоящему Договору в соответствии с законным порядком. 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D419AD" w:rsidRPr="000B611A" w:rsidRDefault="00D419AD" w:rsidP="00D419AD">
      <w:pPr>
        <w:pStyle w:val="11"/>
        <w:tabs>
          <w:tab w:val="left" w:pos="36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11.3. Сторона по настоящему Договору, затронутая обстоятельствами непреодолимой силы, должна как можно скорее известить телеграммой или с помощью факсимильной связи другую Сторону о наступлении, виде и возможной продолжительности действия обстоятельств непреодолимой силы, препятствующих исполнению договорных обязательств. Если о вышеупомянутых событиях не будет своевременно сообщено, Сторона, затронутая обстоятельством непреодолимой силы, не может на него ссылаться как на основании освобождения от ответственности.</w:t>
      </w:r>
    </w:p>
    <w:p w:rsidR="00826579" w:rsidRDefault="00D419AD" w:rsidP="008A13D8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11.4. В период действия обстоятельств непреодолимой силы, которые освобождают Стороны от ответственности, выполнение обязатель</w:t>
      </w:r>
      <w:proofErr w:type="gramStart"/>
      <w:r w:rsidRPr="000B611A">
        <w:rPr>
          <w:sz w:val="24"/>
          <w:szCs w:val="24"/>
        </w:rPr>
        <w:t>ств пр</w:t>
      </w:r>
      <w:proofErr w:type="gramEnd"/>
      <w:r w:rsidRPr="000B611A">
        <w:rPr>
          <w:sz w:val="24"/>
          <w:szCs w:val="24"/>
        </w:rPr>
        <w:t>иостанавливается.</w:t>
      </w:r>
    </w:p>
    <w:p w:rsidR="00826579" w:rsidRPr="000B611A" w:rsidRDefault="00826579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11.5. Наступление обстоятельств непреодолимой силы при условии, что приняты установленные меры по извещению об этом других Сторон, продлевает срок выполнения договорных обязательств на период, по своей продолжительности соответствующий продолжительности обстоятельств и разумному сроку для устранения их последствий.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11.6. Если действие обстоятельств непреодолимой силы продолжается более двух месяцев, Стороны должны договориться о судьбе настоящего Договора. Если соглашение Сторонами не достигнуто, любая из Сторон вправе в одностороннем порядке расторгнуть настоящий Договор путем направления заказным письмом другой Стороне соответствующего извещения.</w:t>
      </w:r>
    </w:p>
    <w:p w:rsidR="000F0F34" w:rsidRPr="000B611A" w:rsidRDefault="000F0F34" w:rsidP="000F0F34">
      <w:pPr>
        <w:pStyle w:val="11"/>
        <w:spacing w:before="0" w:after="0"/>
        <w:ind w:firstLine="0"/>
        <w:rPr>
          <w:bCs/>
          <w:sz w:val="24"/>
          <w:szCs w:val="24"/>
        </w:rPr>
      </w:pPr>
    </w:p>
    <w:p w:rsidR="00826579" w:rsidRPr="000F0F34" w:rsidRDefault="000B611A" w:rsidP="000F0F34">
      <w:pPr>
        <w:pStyle w:val="11"/>
        <w:numPr>
          <w:ilvl w:val="0"/>
          <w:numId w:val="10"/>
        </w:numPr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>РАСТОРЖЕНИЕ И ОТКАЗ ОТ ИСПОЛНЕНИЯ ДОГОВОРА</w:t>
      </w:r>
    </w:p>
    <w:p w:rsidR="00D419AD" w:rsidRPr="000B611A" w:rsidRDefault="00D419AD" w:rsidP="00D419AD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12.1. Настоящий </w:t>
      </w:r>
      <w:proofErr w:type="gramStart"/>
      <w:r w:rsidRPr="000B611A">
        <w:rPr>
          <w:sz w:val="24"/>
          <w:szCs w:val="24"/>
        </w:rPr>
        <w:t>Договор</w:t>
      </w:r>
      <w:proofErr w:type="gramEnd"/>
      <w:r w:rsidRPr="000B611A">
        <w:rPr>
          <w:sz w:val="24"/>
          <w:szCs w:val="24"/>
        </w:rPr>
        <w:t xml:space="preserve"> может быть расторгнут по соглашению Сторон.</w:t>
      </w:r>
    </w:p>
    <w:p w:rsidR="00D419AD" w:rsidRPr="000B611A" w:rsidRDefault="00D419AD" w:rsidP="00D419AD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12.2. Договор также считается расторгнутым в случае одностороннего отказа одной из Сторон от его исполнения, когда такой отказ допускается настоящим Договором или законодательством Российской Федерации.</w:t>
      </w:r>
    </w:p>
    <w:p w:rsidR="009B2839" w:rsidRDefault="00D419AD" w:rsidP="009B2839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709"/>
        <w:rPr>
          <w:sz w:val="24"/>
          <w:szCs w:val="24"/>
        </w:rPr>
      </w:pPr>
      <w:r w:rsidRPr="00901806">
        <w:rPr>
          <w:sz w:val="24"/>
          <w:szCs w:val="24"/>
        </w:rPr>
        <w:t xml:space="preserve">12.3. </w:t>
      </w:r>
      <w:r w:rsidR="009B2839" w:rsidRPr="00901806">
        <w:rPr>
          <w:sz w:val="24"/>
          <w:szCs w:val="24"/>
        </w:rPr>
        <w:t xml:space="preserve">Покупатель вправе в любое время отказаться от исполнения Договора, письменно </w:t>
      </w:r>
      <w:r w:rsidR="00901806" w:rsidRPr="00901806">
        <w:rPr>
          <w:sz w:val="24"/>
          <w:szCs w:val="24"/>
        </w:rPr>
        <w:t>уведомив об этом Поставщика за 14 (четырнадцать) дней</w:t>
      </w:r>
      <w:r w:rsidR="009B2839" w:rsidRPr="00901806">
        <w:rPr>
          <w:sz w:val="24"/>
          <w:szCs w:val="24"/>
        </w:rPr>
        <w:t xml:space="preserve"> до даты предполагаемого отказа от исполнения Договора. Договор счита</w:t>
      </w:r>
      <w:r w:rsidR="00901806" w:rsidRPr="00901806">
        <w:rPr>
          <w:sz w:val="24"/>
          <w:szCs w:val="24"/>
        </w:rPr>
        <w:t>ется расторгнутым по истечении 14 (четырнадцати</w:t>
      </w:r>
      <w:r w:rsidR="009B2839" w:rsidRPr="00901806">
        <w:rPr>
          <w:sz w:val="24"/>
          <w:szCs w:val="24"/>
        </w:rPr>
        <w:t>) дней с момента  получения Поставщиком письменного уведомления о</w:t>
      </w:r>
      <w:r w:rsidR="00901806" w:rsidRPr="00901806">
        <w:rPr>
          <w:sz w:val="24"/>
          <w:szCs w:val="24"/>
        </w:rPr>
        <w:t>б отказе от исполнения Договора.</w:t>
      </w:r>
    </w:p>
    <w:p w:rsidR="00D419AD" w:rsidRPr="009B2839" w:rsidRDefault="009B2839" w:rsidP="009B2839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709"/>
        <w:rPr>
          <w:sz w:val="24"/>
          <w:szCs w:val="24"/>
        </w:rPr>
      </w:pPr>
      <w:r w:rsidRPr="009B2839">
        <w:rPr>
          <w:sz w:val="24"/>
          <w:szCs w:val="24"/>
        </w:rPr>
        <w:t>12.4</w:t>
      </w:r>
      <w:r w:rsidR="00D419AD" w:rsidRPr="009B2839">
        <w:rPr>
          <w:sz w:val="24"/>
          <w:szCs w:val="24"/>
        </w:rPr>
        <w:t xml:space="preserve">. Поставщик вправе расторгнуть Договор в одностороннем порядке в </w:t>
      </w:r>
      <w:r w:rsidR="003E0E7C" w:rsidRPr="009B2839">
        <w:rPr>
          <w:sz w:val="24"/>
          <w:szCs w:val="24"/>
        </w:rPr>
        <w:t>случае</w:t>
      </w:r>
      <w:r w:rsidR="00D419AD" w:rsidRPr="009B2839">
        <w:rPr>
          <w:sz w:val="24"/>
          <w:szCs w:val="24"/>
        </w:rPr>
        <w:t>:</w:t>
      </w:r>
    </w:p>
    <w:p w:rsidR="00D419AD" w:rsidRPr="000B611A" w:rsidRDefault="00D419AD" w:rsidP="00D419AD">
      <w:pPr>
        <w:shd w:val="clear" w:color="auto" w:fill="FFFFFF"/>
        <w:tabs>
          <w:tab w:val="left" w:pos="720"/>
        </w:tabs>
        <w:jc w:val="both"/>
      </w:pPr>
      <w:r w:rsidRPr="000B611A">
        <w:tab/>
        <w:t xml:space="preserve">задержки Покупателем расчетов за выполненные работы более чем на 90 (девяносто) </w:t>
      </w:r>
      <w:r w:rsidR="004414B6" w:rsidRPr="000B611A">
        <w:t xml:space="preserve">рабочих </w:t>
      </w:r>
      <w:r w:rsidRPr="000B611A">
        <w:t>дней;</w:t>
      </w:r>
    </w:p>
    <w:p w:rsidR="00D419AD" w:rsidRPr="000B611A" w:rsidRDefault="00D419AD" w:rsidP="00D419AD">
      <w:pPr>
        <w:shd w:val="clear" w:color="auto" w:fill="FFFFFF"/>
        <w:tabs>
          <w:tab w:val="left" w:pos="720"/>
        </w:tabs>
        <w:jc w:val="both"/>
      </w:pPr>
      <w:r w:rsidRPr="000B611A">
        <w:tab/>
        <w:t xml:space="preserve">остановки Покупателем поставок, работ и услуг по причинам, не зависящим от Поставщика, на срок, превышающий 90 (девяносто) </w:t>
      </w:r>
      <w:r w:rsidR="00E320A2" w:rsidRPr="000B611A">
        <w:t xml:space="preserve">рабочих </w:t>
      </w:r>
      <w:r w:rsidRPr="000B611A">
        <w:t>дней;</w:t>
      </w:r>
    </w:p>
    <w:p w:rsidR="00D419AD" w:rsidRPr="000B611A" w:rsidRDefault="00D419AD" w:rsidP="00D419AD">
      <w:pPr>
        <w:shd w:val="clear" w:color="auto" w:fill="FFFFFF"/>
        <w:tabs>
          <w:tab w:val="left" w:pos="720"/>
        </w:tabs>
        <w:jc w:val="both"/>
      </w:pPr>
      <w:r w:rsidRPr="000B611A">
        <w:tab/>
        <w:t>если в отношении Покупателя введены процедуры банкротства.</w:t>
      </w:r>
    </w:p>
    <w:p w:rsidR="00D419AD" w:rsidRDefault="00D419AD" w:rsidP="001150C7">
      <w:pPr>
        <w:pStyle w:val="3"/>
        <w:ind w:right="-44" w:firstLine="709"/>
      </w:pPr>
      <w:r w:rsidRPr="000B611A">
        <w:t>Расторжение Поставщиком настоящего Договора по основаниям, перечисленным в настоящем пункте, не освобождает Покупателя от обязанности возместить убытки, связанные с нарушением обязательств по Договору.</w:t>
      </w:r>
    </w:p>
    <w:p w:rsidR="009B2839" w:rsidRPr="00AC7DEB" w:rsidRDefault="009B2839" w:rsidP="001150C7">
      <w:pPr>
        <w:pStyle w:val="3"/>
        <w:ind w:right="-44" w:firstLine="709"/>
        <w:rPr>
          <w:lang w:val="en-US"/>
        </w:rPr>
      </w:pPr>
    </w:p>
    <w:p w:rsidR="00826579" w:rsidRPr="000F0F34" w:rsidRDefault="000B611A" w:rsidP="000F0F34">
      <w:pPr>
        <w:pStyle w:val="11"/>
        <w:numPr>
          <w:ilvl w:val="0"/>
          <w:numId w:val="11"/>
        </w:numPr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>РАЗРЕШЕНИЕ СПОРОВ</w:t>
      </w:r>
    </w:p>
    <w:p w:rsidR="00BD426E" w:rsidRPr="00BD426E" w:rsidRDefault="00BD426E" w:rsidP="00BD426E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  <w:r>
        <w:rPr>
          <w:lang w:val="en-US"/>
        </w:rPr>
        <w:t xml:space="preserve">     </w:t>
      </w:r>
      <w:r>
        <w:t>1</w:t>
      </w:r>
      <w:r>
        <w:rPr>
          <w:lang w:val="en-US"/>
        </w:rPr>
        <w:t>3</w:t>
      </w:r>
      <w:r>
        <w:t>.</w:t>
      </w:r>
      <w:r>
        <w:rPr>
          <w:lang w:val="en-US"/>
        </w:rPr>
        <w:t>1</w:t>
      </w:r>
      <w:r w:rsidRPr="00BD426E">
        <w:t xml:space="preserve">. </w:t>
      </w:r>
      <w:proofErr w:type="gramStart"/>
      <w:r w:rsidRPr="00BD426E">
        <w:t xml:space="preserve">Все споры, разногласия и требования, возникающие из настоящего Договора, или в связи с ним, в том числе, связанные с его заключением, изменением, исполнением, нарушением, расторжением, прекращением и действительностью, подлежат разрешению в </w:t>
      </w:r>
      <w:r w:rsidRPr="00BD426E">
        <w:lastRenderedPageBreak/>
        <w:t>Арбитражном суде г. Москвы.</w:t>
      </w:r>
      <w:r w:rsidRPr="00BD426E">
        <w:rPr>
          <w:vertAlign w:val="superscript"/>
        </w:rPr>
        <w:t xml:space="preserve"> </w:t>
      </w:r>
      <w:r w:rsidRPr="00BD426E">
        <w:rPr>
          <w:vertAlign w:val="superscript"/>
        </w:rPr>
        <w:footnoteReference w:id="2"/>
      </w:r>
      <w:proofErr w:type="gramEnd"/>
    </w:p>
    <w:p w:rsidR="00BD426E" w:rsidRPr="00BD426E" w:rsidRDefault="00BD426E" w:rsidP="00BD426E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  <w:r>
        <w:t xml:space="preserve">     1</w:t>
      </w:r>
      <w:r w:rsidRPr="00BD426E">
        <w:t>3</w:t>
      </w:r>
      <w:r>
        <w:t>.</w:t>
      </w:r>
      <w:r w:rsidRPr="00BD426E">
        <w:t xml:space="preserve">2. До обращения в Арбитражный суд </w:t>
      </w:r>
      <w:proofErr w:type="gramStart"/>
      <w:r w:rsidRPr="00BD426E">
        <w:t>г</w:t>
      </w:r>
      <w:proofErr w:type="gramEnd"/>
      <w:r w:rsidRPr="00BD426E">
        <w:t>. Москвы</w:t>
      </w:r>
      <w:r>
        <w:rPr>
          <w:rStyle w:val="ab"/>
        </w:rPr>
        <w:footnoteReference w:id="3"/>
      </w:r>
      <w:r w:rsidRPr="00BD426E">
        <w:t xml:space="preserve"> за разрешением спора Стороны обязуются соблюсти претензионный порядок урегулирования споров. Срок рассмотрения претензий 15 (пятнадцать) календарных дней со дня предъявления претензии. </w:t>
      </w:r>
    </w:p>
    <w:p w:rsidR="0092731E" w:rsidRPr="000B611A" w:rsidRDefault="0092731E" w:rsidP="00BD426E">
      <w:pPr>
        <w:pStyle w:val="a4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26579" w:rsidRPr="000F0F34" w:rsidRDefault="000B611A" w:rsidP="000F0F34">
      <w:pPr>
        <w:numPr>
          <w:ilvl w:val="0"/>
          <w:numId w:val="12"/>
        </w:numPr>
        <w:shd w:val="clear" w:color="auto" w:fill="FFFFFF"/>
        <w:jc w:val="center"/>
        <w:rPr>
          <w:b/>
          <w:bCs/>
        </w:rPr>
      </w:pPr>
      <w:r w:rsidRPr="000B611A">
        <w:rPr>
          <w:b/>
          <w:bCs/>
        </w:rPr>
        <w:t>ОСОБЫЕ УСЛОВИЯ</w:t>
      </w:r>
    </w:p>
    <w:p w:rsidR="00C563C7" w:rsidRPr="000B611A" w:rsidRDefault="00D419AD" w:rsidP="00B412C3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К отношениям, не урегулированным настоящим Договором, применяется право Российской Федерации.</w:t>
      </w:r>
    </w:p>
    <w:p w:rsidR="00D419AD" w:rsidRPr="000B611A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 xml:space="preserve">Настоящий Договор со всеми его приложениями представляет собой единое соглашение между Покупателем и Поставщиком в отношении предмета Договора и заменяет собой всю переписку, переговоры и соглашения (как письменные, так и устные) </w:t>
      </w:r>
      <w:r w:rsidR="005169F1" w:rsidRPr="000B611A">
        <w:t xml:space="preserve">Сторон </w:t>
      </w:r>
      <w:r w:rsidRPr="000B611A">
        <w:t>по этому предмету, имевшие место до дня подписания Договора.</w:t>
      </w:r>
    </w:p>
    <w:p w:rsidR="00D419AD" w:rsidRPr="000B611A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D419AD" w:rsidRPr="000B611A" w:rsidRDefault="00D419AD" w:rsidP="00D419AD">
      <w:pPr>
        <w:shd w:val="clear" w:color="auto" w:fill="FFFFFF"/>
        <w:tabs>
          <w:tab w:val="left" w:pos="703"/>
        </w:tabs>
        <w:ind w:firstLine="709"/>
        <w:jc w:val="both"/>
      </w:pPr>
      <w:r w:rsidRPr="000B611A"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D419AD" w:rsidRPr="000B611A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Любые изменения и дополнения к настоящему Договору совершаются в письменной форме и скрепляются печатями и подписями уполн</w:t>
      </w:r>
      <w:r w:rsidR="005D4DF3">
        <w:t>омоченных лиц каждой из Сторон, за исключением случаев установленных настоящим Договором.</w:t>
      </w:r>
    </w:p>
    <w:p w:rsidR="00D419AD" w:rsidRPr="000B611A" w:rsidRDefault="00D419AD" w:rsidP="00D419AD">
      <w:pPr>
        <w:widowControl w:val="0"/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 xml:space="preserve">Любое уведомление по данному Договору дается в письменной форме в виде телекса, факсимильного сообщения, письма по электронной почте или отправляется заказным письмом получателю по его почтовому адресу. Уведомление считается данным в день отправления телексного или факсимильного сообщения или на 5 (пятый) </w:t>
      </w:r>
      <w:r w:rsidR="00A914BC" w:rsidRPr="000B611A">
        <w:t xml:space="preserve">рабочий </w:t>
      </w:r>
      <w:r w:rsidRPr="000B611A">
        <w:t xml:space="preserve">день после отправления письма по почте. Документы, передаваемые </w:t>
      </w:r>
      <w:r w:rsidR="005169F1" w:rsidRPr="000B611A">
        <w:t xml:space="preserve">Сторонами </w:t>
      </w:r>
      <w:r w:rsidRPr="000B611A">
        <w:t xml:space="preserve">друг другу в связи с исполнением настоящего Договора посредством телекса, факсимильной связи, электронной почты имеют полную юридическую силу при последующем подтверждении их оригиналами документов. Документы, передаваемые </w:t>
      </w:r>
      <w:r w:rsidR="005169F1" w:rsidRPr="000B611A">
        <w:t xml:space="preserve">Сторонами </w:t>
      </w:r>
      <w:r w:rsidRPr="000B611A">
        <w:t>друг другу в связи с исполнением настоящего Договора посредством телекса, факсимильной связи, электронной почты имеют полную юридическую силу при последующем подтверждении их оригиналами документов</w:t>
      </w:r>
    </w:p>
    <w:p w:rsidR="00D419AD" w:rsidRPr="000B611A" w:rsidRDefault="00D419AD" w:rsidP="00D419AD">
      <w:pPr>
        <w:widowControl w:val="0"/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Настоящий Договор составлен на русском языке. Вся относящаяся к настоящему Договору переписка и другая документация, которой обмениваются Стороны, ведется на русском языке.</w:t>
      </w:r>
    </w:p>
    <w:p w:rsidR="00D419AD" w:rsidRPr="00AC7DEB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Настоящий Договор (с приложениями) составлен в 2</w:t>
      </w:r>
      <w:r w:rsidR="0043683E" w:rsidRPr="000B611A">
        <w:t xml:space="preserve"> </w:t>
      </w:r>
      <w:r w:rsidRPr="000B611A">
        <w:t>(двух) экземплярах, имеющих равную юридическую силу, по одному для каждой из Сторон.</w:t>
      </w:r>
    </w:p>
    <w:p w:rsidR="000F0F34" w:rsidRPr="000F0F34" w:rsidRDefault="00AC7DEB" w:rsidP="000F0F34">
      <w:pPr>
        <w:widowControl w:val="0"/>
        <w:autoSpaceDE w:val="0"/>
        <w:autoSpaceDN w:val="0"/>
        <w:adjustRightInd w:val="0"/>
        <w:jc w:val="both"/>
      </w:pPr>
      <w:r w:rsidRPr="00901806">
        <w:t xml:space="preserve">         </w:t>
      </w:r>
      <w:r w:rsidR="008A13D8">
        <w:t xml:space="preserve">   </w:t>
      </w:r>
      <w:r w:rsidRPr="00901806">
        <w:t xml:space="preserve">14.8. </w:t>
      </w:r>
      <w:proofErr w:type="gramStart"/>
      <w:r w:rsidR="000F0F34" w:rsidRPr="000F0F34">
        <w:t>В течение 5 (пяти) рабочих дней с момента подписания Сторонами настоящего Договора, предоставить в адрес Покупателя информацию о полной цепочке своих собственников (юридических и физических лицах, включая конечных бенефициаров), их данных, данных руководи</w:t>
      </w:r>
      <w:r w:rsidR="00EA338A">
        <w:t>телей, в формате Приложения № 5</w:t>
      </w:r>
      <w:r w:rsidR="000F0F34" w:rsidRPr="000F0F34">
        <w:t xml:space="preserve"> к настоящему Договору, с предоставлением соответствующих заверенных копий подтверждающих документов (устав общества, выписка из Единого государственного реестра юридических лиц, выписка из реестра акционеров</w:t>
      </w:r>
      <w:proofErr w:type="gramEnd"/>
      <w:r w:rsidR="000F0F34" w:rsidRPr="000F0F34">
        <w:t xml:space="preserve"> (</w:t>
      </w:r>
      <w:proofErr w:type="gramStart"/>
      <w:r w:rsidR="000F0F34" w:rsidRPr="000F0F34">
        <w:t>для акционерных обществ)) и иных необходимых документов.</w:t>
      </w:r>
      <w:proofErr w:type="gramEnd"/>
    </w:p>
    <w:p w:rsidR="000F0F34" w:rsidRPr="000F0F34" w:rsidRDefault="000F0F34" w:rsidP="000F0F34">
      <w:pPr>
        <w:widowControl w:val="0"/>
        <w:autoSpaceDE w:val="0"/>
        <w:autoSpaceDN w:val="0"/>
        <w:adjustRightInd w:val="0"/>
        <w:jc w:val="both"/>
      </w:pPr>
      <w:r w:rsidRPr="000F0F34">
        <w:t xml:space="preserve">       В случае</w:t>
      </w:r>
      <w:proofErr w:type="gramStart"/>
      <w:r w:rsidRPr="000F0F34">
        <w:t>,</w:t>
      </w:r>
      <w:proofErr w:type="gramEnd"/>
      <w:r w:rsidRPr="000F0F34">
        <w:t xml:space="preserve"> если в течение срока действия настоящего Договора, информация о полной </w:t>
      </w:r>
      <w:r w:rsidRPr="000F0F34">
        <w:lastRenderedPageBreak/>
        <w:t>цепочке собственников (юридических, физических лиц, включая конечных бенефициаров) Поставщика, предоставленная им ранее в</w:t>
      </w:r>
      <w:r w:rsidR="00EA338A">
        <w:t xml:space="preserve"> соответствии с Приложением № 5</w:t>
      </w:r>
      <w:r w:rsidRPr="000F0F34">
        <w:t xml:space="preserve"> к настоящему Договору,  изменится по каким-либо причинам, Поставщик обязуется в течение 5 (пяти) рабочих дней с момента возникновения соответствующих изменений, письменно уведомить об этих изменениях Поку</w:t>
      </w:r>
      <w:r w:rsidR="00EA338A">
        <w:t>пателя в формате Приложения № 5</w:t>
      </w:r>
      <w:r w:rsidRPr="000F0F34">
        <w:t xml:space="preserve"> к настоящему Договору.   </w:t>
      </w:r>
    </w:p>
    <w:p w:rsidR="000F0F34" w:rsidRPr="000F0F34" w:rsidRDefault="000F0F34" w:rsidP="000F0F34">
      <w:pPr>
        <w:widowControl w:val="0"/>
        <w:autoSpaceDE w:val="0"/>
        <w:autoSpaceDN w:val="0"/>
        <w:adjustRightInd w:val="0"/>
        <w:jc w:val="both"/>
      </w:pPr>
      <w:r w:rsidRPr="000F0F34">
        <w:t xml:space="preserve">       </w:t>
      </w:r>
      <w:proofErr w:type="gramStart"/>
      <w:r w:rsidRPr="000F0F34">
        <w:t>При предоставлении Поставщиком</w:t>
      </w:r>
      <w:r w:rsidRPr="000F0F34">
        <w:rPr>
          <w:i/>
        </w:rPr>
        <w:t xml:space="preserve"> </w:t>
      </w:r>
      <w:r w:rsidRPr="000F0F34">
        <w:t>вышеуказанной  информации в отношении своих собственников/бенефициаров, являющихся физическими лицами, Поставщик</w:t>
      </w:r>
      <w:r w:rsidRPr="000F0F34">
        <w:rPr>
          <w:i/>
        </w:rPr>
        <w:t xml:space="preserve">  </w:t>
      </w:r>
      <w:r w:rsidRPr="000F0F34">
        <w:t>также обязан предоставить  письменное согласие указанных физических лиц на обработку и передачу их персональных данных (в соответствии с требованиями Федерального закона от 27.07.2006 г. №152-ФЗ «О персональных данн</w:t>
      </w:r>
      <w:r w:rsidR="00EA338A">
        <w:t>ых») в адрес</w:t>
      </w:r>
      <w:r w:rsidRPr="000F0F34">
        <w:t xml:space="preserve"> Покупателя, по форме</w:t>
      </w:r>
      <w:r w:rsidR="00EA338A">
        <w:t xml:space="preserve"> установленной Приложением № 6</w:t>
      </w:r>
      <w:r w:rsidRPr="000F0F34">
        <w:t xml:space="preserve"> к настоящему Договору.</w:t>
      </w:r>
      <w:proofErr w:type="gramEnd"/>
    </w:p>
    <w:p w:rsidR="000F0F34" w:rsidRPr="000F0F34" w:rsidRDefault="000F0F34" w:rsidP="000F0F34">
      <w:pPr>
        <w:widowControl w:val="0"/>
        <w:autoSpaceDE w:val="0"/>
        <w:autoSpaceDN w:val="0"/>
        <w:adjustRightInd w:val="0"/>
        <w:jc w:val="both"/>
      </w:pPr>
    </w:p>
    <w:p w:rsidR="000F0F34" w:rsidRPr="000F0F34" w:rsidRDefault="00EA338A" w:rsidP="000F0F34">
      <w:pPr>
        <w:jc w:val="both"/>
      </w:pPr>
      <w:r>
        <w:t xml:space="preserve">       </w:t>
      </w:r>
      <w:r w:rsidR="000F0F34" w:rsidRPr="000F0F34">
        <w:t>Покупатель вправе расторгнуть Договор в одностороннем несудебном порядке, также в следующих случаях:</w:t>
      </w:r>
    </w:p>
    <w:p w:rsidR="000F0F34" w:rsidRPr="000F0F34" w:rsidRDefault="000F0F34" w:rsidP="000F0F34">
      <w:pPr>
        <w:jc w:val="both"/>
      </w:pPr>
      <w:r w:rsidRPr="000F0F34">
        <w:t xml:space="preserve">       - не предоставления Поставщиком информации о цепочке своих собственников (юридических, физических лиц, включая конечных бенефициаров), в сроки установленные настоящим Договором,</w:t>
      </w:r>
    </w:p>
    <w:p w:rsidR="000F0F34" w:rsidRPr="000F0F34" w:rsidRDefault="000F0F34" w:rsidP="000F0F34">
      <w:pPr>
        <w:jc w:val="both"/>
      </w:pPr>
      <w:r w:rsidRPr="000F0F34">
        <w:t xml:space="preserve">       - предоставления  Поставщиком указанной информации с нарушением установленных сроков, </w:t>
      </w:r>
    </w:p>
    <w:p w:rsidR="000F0F34" w:rsidRPr="000F0F34" w:rsidRDefault="000F0F34" w:rsidP="000F0F34">
      <w:pPr>
        <w:jc w:val="both"/>
      </w:pPr>
      <w:r w:rsidRPr="000F0F34">
        <w:t xml:space="preserve">       - предоставления  Поставщиком указанной информации не в полном объеме и/или в формате не соответствующем </w:t>
      </w:r>
      <w:r w:rsidR="00EA338A">
        <w:t>установленному в Приложении № 5</w:t>
      </w:r>
      <w:r w:rsidRPr="000F0F34">
        <w:t xml:space="preserve"> к настоящему Договору, </w:t>
      </w:r>
    </w:p>
    <w:p w:rsidR="000F0F34" w:rsidRPr="000F0F34" w:rsidRDefault="000F0F34" w:rsidP="000F0F34">
      <w:pPr>
        <w:jc w:val="both"/>
      </w:pPr>
      <w:r w:rsidRPr="000F0F34">
        <w:t xml:space="preserve">       - предоставления  Поставщиком указанной информации в отношении своих собственников/бенефициаров, являющихся физическими лицами, без предоставления письменного согласия указанных физических лиц на обработку и передачу их персональных данных (по фор</w:t>
      </w:r>
      <w:r w:rsidR="00EA338A">
        <w:t>ме утвержденной Приложением № 6</w:t>
      </w:r>
      <w:r w:rsidRPr="000F0F34">
        <w:t xml:space="preserve"> к настоящему Договору), </w:t>
      </w:r>
    </w:p>
    <w:p w:rsidR="000F0F34" w:rsidRPr="000F0F34" w:rsidRDefault="000F0F34" w:rsidP="000F0F34">
      <w:pPr>
        <w:jc w:val="both"/>
      </w:pPr>
      <w:r w:rsidRPr="000F0F34">
        <w:t xml:space="preserve">       - нарушения сроков и формата предоставления указанной информации при последующем изменении цепочки собственников (юридических, физических лиц, включая конечных бенефициаров) Поставщика в течение срока действия настоящего Договора,</w:t>
      </w:r>
    </w:p>
    <w:p w:rsidR="000F0F34" w:rsidRPr="000F0F34" w:rsidRDefault="000F0F34" w:rsidP="000F0F34">
      <w:pPr>
        <w:jc w:val="both"/>
      </w:pPr>
      <w:r w:rsidRPr="000F0F34">
        <w:t xml:space="preserve">       - предоставления  Поставщиком недостоверной информации в отношении полной цепочки своих собственников (юридических и физических лиц, включая конечных бенефициаров). </w:t>
      </w:r>
    </w:p>
    <w:p w:rsidR="000F0F34" w:rsidRPr="000F0F34" w:rsidRDefault="000F0F34" w:rsidP="000F0F34">
      <w:pPr>
        <w:jc w:val="both"/>
      </w:pPr>
      <w:r w:rsidRPr="000F0F34">
        <w:t xml:space="preserve">       При наличии указанных нарушений со стороны Поставщика, Покупатель</w:t>
      </w:r>
      <w:r w:rsidRPr="000F0F34">
        <w:rPr>
          <w:i/>
        </w:rPr>
        <w:t xml:space="preserve"> </w:t>
      </w:r>
      <w:r w:rsidRPr="000F0F34">
        <w:t>вправе</w:t>
      </w:r>
      <w:r w:rsidRPr="000F0F34">
        <w:rPr>
          <w:i/>
        </w:rPr>
        <w:t xml:space="preserve"> </w:t>
      </w:r>
      <w:r w:rsidRPr="000F0F34">
        <w:t>письменно уведомить Поставщика о расторжении настоящего Договора в одностороннем несудебном порядке. Договор считается расторгнутым по истечении 5 (пяти) рабочих дней с момента  получения Поставщиком письменного уведомления Покупателя</w:t>
      </w:r>
      <w:r w:rsidRPr="000F0F34">
        <w:rPr>
          <w:i/>
        </w:rPr>
        <w:t xml:space="preserve"> </w:t>
      </w:r>
      <w:r w:rsidRPr="000F0F34">
        <w:t>о расторжении Договора в одностороннем несудебном порядке.</w:t>
      </w:r>
    </w:p>
    <w:p w:rsidR="001150C7" w:rsidRPr="000B611A" w:rsidRDefault="001150C7" w:rsidP="000F0F34">
      <w:pPr>
        <w:autoSpaceDE w:val="0"/>
        <w:autoSpaceDN w:val="0"/>
        <w:adjustRightInd w:val="0"/>
        <w:jc w:val="both"/>
        <w:rPr>
          <w:bCs/>
        </w:rPr>
      </w:pPr>
    </w:p>
    <w:p w:rsidR="00826579" w:rsidRPr="000F0F34" w:rsidRDefault="000B611A" w:rsidP="000F0F34">
      <w:pPr>
        <w:numPr>
          <w:ilvl w:val="0"/>
          <w:numId w:val="12"/>
        </w:numPr>
        <w:shd w:val="clear" w:color="auto" w:fill="FFFFFF"/>
        <w:ind w:left="0" w:firstLine="709"/>
        <w:jc w:val="center"/>
        <w:rPr>
          <w:b/>
          <w:bCs/>
        </w:rPr>
      </w:pPr>
      <w:r w:rsidRPr="000B611A">
        <w:rPr>
          <w:b/>
          <w:bCs/>
        </w:rPr>
        <w:t>СРОК ДЕЙСТВИЯ ДОГОВОРА</w:t>
      </w:r>
    </w:p>
    <w:p w:rsidR="00D419AD" w:rsidRPr="000B611A" w:rsidRDefault="00D419AD" w:rsidP="00D419AD">
      <w:pPr>
        <w:shd w:val="clear" w:color="auto" w:fill="FFFFFF"/>
        <w:ind w:firstLine="709"/>
        <w:jc w:val="both"/>
      </w:pPr>
      <w:r w:rsidRPr="000B611A">
        <w:t>Настоящий Договор вступает в силу со дня его заключения и действует до полного исполнения своих обязатель</w:t>
      </w:r>
      <w:proofErr w:type="gramStart"/>
      <w:r w:rsidRPr="000B611A">
        <w:t>ств Ст</w:t>
      </w:r>
      <w:proofErr w:type="gramEnd"/>
      <w:r w:rsidRPr="000B611A">
        <w:t>оронами.</w:t>
      </w:r>
    </w:p>
    <w:p w:rsidR="00D419AD" w:rsidRPr="000B611A" w:rsidRDefault="00D419AD" w:rsidP="00D419AD">
      <w:pPr>
        <w:shd w:val="clear" w:color="auto" w:fill="FFFFFF"/>
        <w:ind w:firstLine="709"/>
        <w:jc w:val="both"/>
      </w:pPr>
    </w:p>
    <w:p w:rsidR="00826579" w:rsidRPr="000F0F34" w:rsidRDefault="000B611A" w:rsidP="000F0F34">
      <w:pPr>
        <w:numPr>
          <w:ilvl w:val="0"/>
          <w:numId w:val="12"/>
        </w:numPr>
        <w:jc w:val="center"/>
        <w:rPr>
          <w:b/>
          <w:bCs/>
        </w:rPr>
      </w:pPr>
      <w:r w:rsidRPr="000B611A">
        <w:rPr>
          <w:b/>
          <w:bCs/>
        </w:rPr>
        <w:t>ПЕРЕЧЕНЬ ПРИЛОЖЕНИЙ, ПРИЛАГАЕМЫХ К НАСТОЯЩЕМУ ДОГОВОРУ</w:t>
      </w:r>
    </w:p>
    <w:p w:rsidR="00D419AD" w:rsidRPr="000B611A" w:rsidRDefault="00D419AD" w:rsidP="00D419AD">
      <w:pPr>
        <w:pStyle w:val="a7"/>
        <w:tabs>
          <w:tab w:val="clear" w:pos="720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Следующие приложения являются неотъемлемой частью настоящего Договора:</w:t>
      </w:r>
    </w:p>
    <w:p w:rsidR="008A13D8" w:rsidRPr="000B611A" w:rsidRDefault="00C648DF" w:rsidP="000F0F34">
      <w:pPr>
        <w:pStyle w:val="a6"/>
        <w:tabs>
          <w:tab w:val="clear" w:pos="1008"/>
        </w:tabs>
        <w:spacing w:line="240" w:lineRule="auto"/>
        <w:ind w:left="0" w:firstLine="709"/>
        <w:rPr>
          <w:i/>
          <w:iCs/>
          <w:sz w:val="24"/>
          <w:szCs w:val="24"/>
        </w:rPr>
      </w:pPr>
      <w:r>
        <w:rPr>
          <w:sz w:val="24"/>
          <w:szCs w:val="24"/>
        </w:rPr>
        <w:t>П</w:t>
      </w:r>
      <w:r w:rsidR="0043683E" w:rsidRPr="000B611A">
        <w:rPr>
          <w:sz w:val="24"/>
          <w:szCs w:val="24"/>
        </w:rPr>
        <w:t xml:space="preserve">риложение </w:t>
      </w:r>
      <w:r w:rsidR="00B5689D" w:rsidRPr="000B611A">
        <w:rPr>
          <w:sz w:val="24"/>
          <w:szCs w:val="24"/>
        </w:rPr>
        <w:t>№</w:t>
      </w:r>
      <w:r w:rsidR="0043683E" w:rsidRPr="000B611A">
        <w:rPr>
          <w:sz w:val="24"/>
          <w:szCs w:val="24"/>
        </w:rPr>
        <w:t xml:space="preserve"> </w:t>
      </w:r>
      <w:r w:rsidR="00D419AD" w:rsidRPr="000B611A">
        <w:rPr>
          <w:sz w:val="24"/>
          <w:szCs w:val="24"/>
        </w:rPr>
        <w:t xml:space="preserve">1 </w:t>
      </w:r>
      <w:r w:rsidR="009B2839">
        <w:rPr>
          <w:sz w:val="24"/>
          <w:szCs w:val="24"/>
        </w:rPr>
        <w:t>–</w:t>
      </w:r>
      <w:r w:rsidR="00D419AD" w:rsidRPr="000B611A">
        <w:rPr>
          <w:sz w:val="24"/>
          <w:szCs w:val="24"/>
        </w:rPr>
        <w:t xml:space="preserve"> </w:t>
      </w:r>
      <w:r w:rsidR="009B2839">
        <w:rPr>
          <w:sz w:val="24"/>
          <w:szCs w:val="24"/>
        </w:rPr>
        <w:t xml:space="preserve">Спецификация, </w:t>
      </w:r>
      <w:r w:rsidR="00D419AD" w:rsidRPr="000B611A">
        <w:rPr>
          <w:sz w:val="24"/>
          <w:szCs w:val="24"/>
        </w:rPr>
        <w:t>Описание товара, его номенклатура, количество, комплектация, качество; описание выполняемых работ и оказываемых услуг; требования к сопроводительной документации; гарантийные сроки и условия действия гарантии (</w:t>
      </w:r>
      <w:r w:rsidR="0043683E" w:rsidRPr="000B611A">
        <w:rPr>
          <w:i/>
          <w:iCs/>
          <w:sz w:val="24"/>
          <w:szCs w:val="24"/>
        </w:rPr>
        <w:t xml:space="preserve">закупочная  </w:t>
      </w:r>
      <w:r w:rsidR="00D419AD" w:rsidRPr="000B611A">
        <w:rPr>
          <w:i/>
          <w:iCs/>
          <w:sz w:val="24"/>
          <w:szCs w:val="24"/>
        </w:rPr>
        <w:t>документация и предложение победителя, выявленного по результатам закупочной процедуры (включается в случае заключения договора по результатам закупочной процедуры</w:t>
      </w:r>
      <w:r w:rsidR="0043683E" w:rsidRPr="000B611A">
        <w:rPr>
          <w:i/>
          <w:iCs/>
          <w:sz w:val="24"/>
          <w:szCs w:val="24"/>
        </w:rPr>
        <w:t>);</w:t>
      </w:r>
    </w:p>
    <w:p w:rsidR="00D419AD" w:rsidRPr="000B611A" w:rsidRDefault="000F0F34" w:rsidP="000F0F34">
      <w:pPr>
        <w:pStyle w:val="af2"/>
      </w:pPr>
      <w:r>
        <w:lastRenderedPageBreak/>
        <w:t xml:space="preserve">            </w:t>
      </w:r>
      <w:r w:rsidR="00C648DF">
        <w:t>П</w:t>
      </w:r>
      <w:r w:rsidR="0043683E" w:rsidRPr="000B611A">
        <w:t xml:space="preserve">риложение </w:t>
      </w:r>
      <w:r w:rsidR="00B5689D" w:rsidRPr="000B611A">
        <w:t>№</w:t>
      </w:r>
      <w:r w:rsidR="0043683E" w:rsidRPr="000B611A">
        <w:t xml:space="preserve"> </w:t>
      </w:r>
      <w:r w:rsidR="00D419AD" w:rsidRPr="000B611A">
        <w:t>2 - График поставки товара, выполнения работ, оказания услуг</w:t>
      </w:r>
      <w:r w:rsidR="0043683E" w:rsidRPr="000B611A">
        <w:t>;</w:t>
      </w:r>
    </w:p>
    <w:p w:rsidR="00D419AD" w:rsidRPr="000B611A" w:rsidRDefault="000F0F34" w:rsidP="000F0F34">
      <w:pPr>
        <w:pStyle w:val="af2"/>
      </w:pPr>
      <w:r>
        <w:t xml:space="preserve">            </w:t>
      </w:r>
      <w:r w:rsidR="00C648DF">
        <w:t>П</w:t>
      </w:r>
      <w:r w:rsidR="0043683E" w:rsidRPr="000B611A">
        <w:t xml:space="preserve">риложение </w:t>
      </w:r>
      <w:r w:rsidR="00B5689D" w:rsidRPr="000B611A">
        <w:t>№</w:t>
      </w:r>
      <w:r w:rsidR="0043683E" w:rsidRPr="000B611A">
        <w:t xml:space="preserve"> </w:t>
      </w:r>
      <w:r w:rsidR="00D419AD" w:rsidRPr="000B611A">
        <w:t>3 - Таблица стоимости товара, работ и услуг (</w:t>
      </w:r>
      <w:r w:rsidR="00D419AD" w:rsidRPr="000B611A">
        <w:rPr>
          <w:i/>
          <w:iCs/>
        </w:rPr>
        <w:t>либо Спецификация</w:t>
      </w:r>
      <w:r w:rsidR="00D419AD" w:rsidRPr="000B611A">
        <w:t xml:space="preserve"> </w:t>
      </w:r>
      <w:r w:rsidR="00D419AD" w:rsidRPr="000B611A">
        <w:rPr>
          <w:i/>
          <w:iCs/>
        </w:rPr>
        <w:t>товара</w:t>
      </w:r>
      <w:r w:rsidR="0043683E" w:rsidRPr="000B611A">
        <w:t>);</w:t>
      </w:r>
    </w:p>
    <w:p w:rsidR="00782FDA" w:rsidRDefault="00782FDA" w:rsidP="000F0F34">
      <w:pPr>
        <w:pStyle w:val="af2"/>
      </w:pPr>
      <w:r w:rsidRPr="000B611A">
        <w:tab/>
      </w:r>
      <w:r w:rsidR="00C648DF">
        <w:t>П</w:t>
      </w:r>
      <w:r w:rsidRPr="000B611A">
        <w:t>риложение №</w:t>
      </w:r>
      <w:r w:rsidR="0043683E" w:rsidRPr="000B611A">
        <w:t xml:space="preserve"> </w:t>
      </w:r>
      <w:r w:rsidR="0099308B" w:rsidRPr="000B611A">
        <w:t>4</w:t>
      </w:r>
      <w:r w:rsidRPr="000B611A">
        <w:t xml:space="preserve"> - Список </w:t>
      </w:r>
      <w:r w:rsidR="000E0C0B" w:rsidRPr="000B611A">
        <w:rPr>
          <w:bCs/>
        </w:rPr>
        <w:t>субпоставщиков/ субподрядчиков</w:t>
      </w:r>
      <w:r w:rsidRPr="000B611A">
        <w:t>.</w:t>
      </w:r>
    </w:p>
    <w:p w:rsidR="000F0F34" w:rsidRDefault="000F0F34" w:rsidP="000F0F34">
      <w:pPr>
        <w:pStyle w:val="af2"/>
      </w:pPr>
      <w:r>
        <w:t xml:space="preserve">            Приложение № 5 – Формат предоставления информации.</w:t>
      </w:r>
    </w:p>
    <w:p w:rsidR="000F0F34" w:rsidRPr="000B611A" w:rsidRDefault="000F0F34" w:rsidP="000F0F34">
      <w:pPr>
        <w:pStyle w:val="af2"/>
      </w:pPr>
      <w:r>
        <w:t xml:space="preserve">            Приложение № 6 – Форма согласия.</w:t>
      </w:r>
    </w:p>
    <w:p w:rsidR="00D419AD" w:rsidRPr="000B611A" w:rsidRDefault="00D419AD" w:rsidP="000B611A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D419AD" w:rsidRPr="001150C7" w:rsidRDefault="00192420" w:rsidP="001150C7">
      <w:pPr>
        <w:pStyle w:val="xl48"/>
        <w:numPr>
          <w:ilvl w:val="0"/>
          <w:numId w:val="12"/>
        </w:numPr>
        <w:spacing w:before="0" w:beforeAutospacing="0" w:after="0" w:afterAutospacing="0"/>
        <w:rPr>
          <w:rFonts w:ascii="Times New Roman" w:hAnsi="Times New Roman" w:cs="Times New Roman"/>
        </w:rPr>
      </w:pPr>
      <w:r w:rsidRPr="00192420">
        <w:rPr>
          <w:rFonts w:ascii="Times New Roman" w:hAnsi="Times New Roman" w:cs="Times New Roman"/>
        </w:rPr>
        <w:t>АДРЕСА И РЕКВИЗИТЫ СТОРОН, ПОДПИСИ СТОРОН</w:t>
      </w:r>
    </w:p>
    <w:p w:rsidR="000247A0" w:rsidRPr="000B611A" w:rsidRDefault="000247A0" w:rsidP="000247A0">
      <w:pPr>
        <w:suppressAutoHyphens/>
        <w:spacing w:before="280"/>
        <w:rPr>
          <w:lang w:eastAsia="ar-SA"/>
        </w:rPr>
      </w:pPr>
      <w:r w:rsidRPr="000B611A">
        <w:rPr>
          <w:lang w:eastAsia="ar-SA"/>
        </w:rPr>
        <w:t>Покупатель:</w:t>
      </w:r>
    </w:p>
    <w:p w:rsidR="000247A0" w:rsidRPr="000B611A" w:rsidRDefault="000247A0" w:rsidP="000247A0">
      <w:pPr>
        <w:suppressAutoHyphens/>
        <w:rPr>
          <w:lang w:eastAsia="ar-SA"/>
        </w:rPr>
      </w:pPr>
      <w:r w:rsidRPr="000B611A">
        <w:rPr>
          <w:lang w:eastAsia="ar-SA"/>
        </w:rPr>
        <w:t>____________________________, ИНН ________________КПП__________________.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Адрес: __________________________________________________________________.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Тел.:_____________________________Факс:__________________________________.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proofErr w:type="gramStart"/>
      <w:r w:rsidRPr="000B611A">
        <w:rPr>
          <w:lang w:eastAsia="ar-SA"/>
        </w:rPr>
        <w:t>р</w:t>
      </w:r>
      <w:proofErr w:type="gramEnd"/>
      <w:r w:rsidRPr="000B611A">
        <w:rPr>
          <w:lang w:eastAsia="ar-SA"/>
        </w:rPr>
        <w:t>/с____________________________ в ________________________________________;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к/с</w:t>
      </w:r>
      <w:proofErr w:type="gramStart"/>
      <w:r w:rsidRPr="000B611A">
        <w:rPr>
          <w:lang w:eastAsia="ar-SA"/>
        </w:rPr>
        <w:t xml:space="preserve"> __________________________________________,</w:t>
      </w:r>
      <w:proofErr w:type="gramEnd"/>
      <w:r w:rsidRPr="000B611A">
        <w:rPr>
          <w:lang w:eastAsia="ar-SA"/>
        </w:rPr>
        <w:t>БИК ______________________.</w:t>
      </w:r>
    </w:p>
    <w:p w:rsidR="000247A0" w:rsidRPr="000B611A" w:rsidRDefault="000247A0" w:rsidP="000247A0">
      <w:pPr>
        <w:widowControl w:val="0"/>
        <w:spacing w:before="20" w:line="240" w:lineRule="atLeast"/>
        <w:jc w:val="both"/>
        <w:rPr>
          <w:snapToGrid w:val="0"/>
        </w:rPr>
      </w:pPr>
      <w:r w:rsidRPr="000B611A">
        <w:rPr>
          <w:snapToGrid w:val="0"/>
        </w:rPr>
        <w:t>ОКПО________________________________, КОНХ ___________________________.</w:t>
      </w:r>
    </w:p>
    <w:p w:rsidR="000247A0" w:rsidRPr="000B611A" w:rsidRDefault="000247A0" w:rsidP="000247A0">
      <w:pPr>
        <w:suppressAutoHyphens/>
        <w:spacing w:before="280"/>
        <w:rPr>
          <w:lang w:eastAsia="ar-SA"/>
        </w:rPr>
      </w:pPr>
      <w:r w:rsidRPr="000B611A">
        <w:rPr>
          <w:lang w:eastAsia="ar-SA"/>
        </w:rPr>
        <w:t>Поставщик:</w:t>
      </w:r>
    </w:p>
    <w:p w:rsidR="000247A0" w:rsidRPr="000B611A" w:rsidRDefault="000247A0" w:rsidP="000247A0">
      <w:pPr>
        <w:suppressAutoHyphens/>
        <w:rPr>
          <w:lang w:eastAsia="ar-SA"/>
        </w:rPr>
      </w:pPr>
      <w:r w:rsidRPr="000B611A">
        <w:rPr>
          <w:lang w:eastAsia="ar-SA"/>
        </w:rPr>
        <w:t>____________________________, ИНН ________________КПП__________________.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 xml:space="preserve">Адрес по учредительным документам:_________, фактический адрес: ____________, 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Тел.:_____________________________Факс:__________________________________.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proofErr w:type="gramStart"/>
      <w:r w:rsidRPr="000B611A">
        <w:rPr>
          <w:lang w:eastAsia="ar-SA"/>
        </w:rPr>
        <w:t>р</w:t>
      </w:r>
      <w:proofErr w:type="gramEnd"/>
      <w:r w:rsidRPr="000B611A">
        <w:rPr>
          <w:lang w:eastAsia="ar-SA"/>
        </w:rPr>
        <w:t xml:space="preserve">/с _____________________________в _______________________________________; 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к/с __________________________________________БИК ______________________.</w:t>
      </w:r>
    </w:p>
    <w:p w:rsidR="000247A0" w:rsidRPr="001150C7" w:rsidRDefault="000247A0" w:rsidP="001150C7">
      <w:pPr>
        <w:widowControl w:val="0"/>
        <w:spacing w:before="20" w:line="240" w:lineRule="atLeast"/>
        <w:jc w:val="both"/>
        <w:rPr>
          <w:snapToGrid w:val="0"/>
        </w:rPr>
      </w:pPr>
      <w:r w:rsidRPr="000B611A">
        <w:rPr>
          <w:snapToGrid w:val="0"/>
        </w:rPr>
        <w:t>ОКПО______________________________, ОКОНХ____________________________.</w:t>
      </w:r>
    </w:p>
    <w:tbl>
      <w:tblPr>
        <w:tblW w:w="9679" w:type="dxa"/>
        <w:jc w:val="center"/>
        <w:tblLook w:val="01E0"/>
      </w:tblPr>
      <w:tblGrid>
        <w:gridCol w:w="4956"/>
        <w:gridCol w:w="4723"/>
      </w:tblGrid>
      <w:tr w:rsidR="00AC7900" w:rsidRPr="00C648DF" w:rsidTr="000D5736">
        <w:trPr>
          <w:trHeight w:val="641"/>
          <w:jc w:val="center"/>
        </w:trPr>
        <w:tc>
          <w:tcPr>
            <w:tcW w:w="4956" w:type="dxa"/>
          </w:tcPr>
          <w:p w:rsidR="00AC7900" w:rsidRPr="00C648DF" w:rsidRDefault="00AC7900" w:rsidP="000D5736">
            <w:pPr>
              <w:jc w:val="center"/>
              <w:rPr>
                <w:b/>
              </w:rPr>
            </w:pPr>
          </w:p>
          <w:p w:rsidR="00AC7900" w:rsidRPr="00C648DF" w:rsidRDefault="00AC7900" w:rsidP="000D5736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 w:rsidR="008A13D8">
              <w:rPr>
                <w:b/>
              </w:rPr>
              <w:t>:</w:t>
            </w:r>
          </w:p>
          <w:p w:rsidR="00AC7900" w:rsidRPr="00C648DF" w:rsidRDefault="00AC7900" w:rsidP="000D5736">
            <w:pPr>
              <w:jc w:val="center"/>
            </w:pPr>
          </w:p>
          <w:p w:rsidR="00AC7900" w:rsidRPr="00BD426E" w:rsidRDefault="00AC7900" w:rsidP="00BD426E">
            <w:pPr>
              <w:jc w:val="center"/>
              <w:rPr>
                <w:b/>
                <w:bCs/>
                <w:spacing w:val="-2"/>
                <w:lang w:val="en-US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4"/>
            </w:r>
          </w:p>
          <w:p w:rsidR="00AC7900" w:rsidRPr="00C648DF" w:rsidRDefault="00AC7900" w:rsidP="000D5736">
            <w:pPr>
              <w:ind w:firstLine="6"/>
              <w:jc w:val="center"/>
            </w:pPr>
            <w:r w:rsidRPr="00C648DF">
              <w:t>___________________________</w:t>
            </w:r>
          </w:p>
          <w:p w:rsidR="00AC7900" w:rsidRPr="008A13D8" w:rsidRDefault="00AC7900" w:rsidP="000D5736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AC7900" w:rsidRPr="00C648DF" w:rsidRDefault="00AC7900" w:rsidP="000F0F34">
            <w:r w:rsidRPr="00C648DF">
              <w:t>___________________________________</w:t>
            </w:r>
          </w:p>
          <w:p w:rsidR="00AC7900" w:rsidRPr="000F0F34" w:rsidRDefault="00AC7900" w:rsidP="000F0F34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AC7900" w:rsidRPr="00C648DF" w:rsidRDefault="00AC7900" w:rsidP="000D5736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AC7900" w:rsidRPr="00C648DF" w:rsidRDefault="00AC7900" w:rsidP="000D5736">
            <w:pPr>
              <w:jc w:val="center"/>
              <w:rPr>
                <w:b/>
                <w:bCs/>
                <w:spacing w:val="-2"/>
              </w:rPr>
            </w:pPr>
          </w:p>
          <w:p w:rsidR="00AC7900" w:rsidRPr="00BD426E" w:rsidRDefault="00AC7900" w:rsidP="00BD426E">
            <w:pPr>
              <w:jc w:val="center"/>
              <w:rPr>
                <w:b/>
                <w:bCs/>
                <w:spacing w:val="-2"/>
                <w:lang w:val="en-US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 w:rsidR="008A13D8">
              <w:rPr>
                <w:b/>
                <w:bCs/>
                <w:spacing w:val="-2"/>
              </w:rPr>
              <w:t>:</w:t>
            </w:r>
          </w:p>
          <w:p w:rsidR="00AC7900" w:rsidRPr="00C648DF" w:rsidRDefault="00AC7900" w:rsidP="000D5736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AC7900" w:rsidRPr="008A13D8" w:rsidRDefault="00AC7900" w:rsidP="000D5736">
            <w:pPr>
              <w:ind w:firstLine="6"/>
              <w:rPr>
                <w:i/>
              </w:rPr>
            </w:pPr>
            <w:r w:rsidRPr="008A13D8">
              <w:rPr>
                <w:i/>
              </w:rPr>
              <w:t xml:space="preserve">                          (наименование)</w:t>
            </w:r>
          </w:p>
          <w:p w:rsidR="00AC7900" w:rsidRPr="00C648DF" w:rsidRDefault="00AC7900" w:rsidP="000D5736">
            <w:pPr>
              <w:ind w:firstLine="6"/>
              <w:jc w:val="center"/>
            </w:pPr>
            <w:r w:rsidRPr="00C648DF">
              <w:t>___________________________</w:t>
            </w:r>
          </w:p>
          <w:p w:rsidR="00AC7900" w:rsidRPr="008A13D8" w:rsidRDefault="00AC7900" w:rsidP="000D5736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AC7900" w:rsidRPr="00C648DF" w:rsidRDefault="00AC7900" w:rsidP="000F0F34">
            <w:r w:rsidRPr="00C648DF">
              <w:t>___________________________________</w:t>
            </w:r>
          </w:p>
          <w:p w:rsidR="00AC7900" w:rsidRPr="000F0F34" w:rsidRDefault="00AC7900" w:rsidP="000F0F34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AC7900" w:rsidRPr="00C648DF" w:rsidRDefault="00AC7900" w:rsidP="000D5736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192420" w:rsidRPr="008A13D8" w:rsidRDefault="00C225C2" w:rsidP="00192420">
      <w:pPr>
        <w:pStyle w:val="af2"/>
        <w:jc w:val="both"/>
      </w:pPr>
      <w:r w:rsidRPr="000B611A">
        <w:br w:type="page"/>
      </w:r>
      <w:r w:rsidR="00192420">
        <w:lastRenderedPageBreak/>
        <w:t xml:space="preserve">                                                                                                  </w:t>
      </w:r>
      <w:r w:rsidR="00192420" w:rsidRPr="008A13D8">
        <w:t xml:space="preserve">Приложение № 1                                                                                                                                                                             </w:t>
      </w:r>
    </w:p>
    <w:p w:rsidR="00192420" w:rsidRPr="008A13D8" w:rsidRDefault="00192420" w:rsidP="00192420">
      <w:pPr>
        <w:pStyle w:val="af2"/>
        <w:jc w:val="both"/>
      </w:pPr>
      <w:r w:rsidRPr="008A13D8">
        <w:t xml:space="preserve">                                                                                                  к договору поставки                                                                                                                                                                  </w:t>
      </w:r>
    </w:p>
    <w:p w:rsidR="00192420" w:rsidRPr="008A13D8" w:rsidRDefault="00192420" w:rsidP="00192420">
      <w:pPr>
        <w:pStyle w:val="af2"/>
        <w:jc w:val="both"/>
      </w:pPr>
      <w:r w:rsidRPr="008A13D8">
        <w:t xml:space="preserve">                                                                                                  № _______ от _________20___г.</w:t>
      </w:r>
    </w:p>
    <w:p w:rsidR="000247A0" w:rsidRPr="000B611A" w:rsidRDefault="000247A0" w:rsidP="00192420">
      <w:pPr>
        <w:pStyle w:val="CoverAuthor"/>
        <w:spacing w:after="60"/>
        <w:ind w:left="52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</w:rPr>
      </w:pPr>
      <w:r w:rsidRPr="000B611A">
        <w:rPr>
          <w:rFonts w:ascii="Times New Roman" w:hAnsi="Times New Roman" w:cs="Times New Roman"/>
        </w:rPr>
        <w:t xml:space="preserve">Описание товара, </w:t>
      </w: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</w:rPr>
      </w:pPr>
      <w:r w:rsidRPr="000B611A">
        <w:rPr>
          <w:rFonts w:ascii="Times New Roman" w:hAnsi="Times New Roman" w:cs="Times New Roman"/>
        </w:rPr>
        <w:t>его номенклатура, количество, комплектация, качество; описание выполняемых работ и оказываемых услуг; требования к сопроводительной документации; гарантийные сроки и</w:t>
      </w:r>
    </w:p>
    <w:p w:rsidR="000247A0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  <w:r w:rsidRPr="000B611A">
        <w:rPr>
          <w:rFonts w:ascii="Times New Roman" w:hAnsi="Times New Roman" w:cs="Times New Roman"/>
        </w:rPr>
        <w:t>условия действия гарантии</w:t>
      </w:r>
    </w:p>
    <w:p w:rsidR="000247A0" w:rsidRPr="000B611A" w:rsidRDefault="000247A0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0247A0" w:rsidRPr="000B611A" w:rsidRDefault="000247A0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Pr="000B611A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tbl>
      <w:tblPr>
        <w:tblW w:w="9679" w:type="dxa"/>
        <w:jc w:val="center"/>
        <w:tblLook w:val="01E0"/>
      </w:tblPr>
      <w:tblGrid>
        <w:gridCol w:w="4956"/>
        <w:gridCol w:w="4723"/>
      </w:tblGrid>
      <w:tr w:rsidR="00C648DF" w:rsidRPr="00C648DF" w:rsidTr="00E80CBF">
        <w:trPr>
          <w:trHeight w:val="641"/>
          <w:jc w:val="center"/>
        </w:trPr>
        <w:tc>
          <w:tcPr>
            <w:tcW w:w="4956" w:type="dxa"/>
          </w:tcPr>
          <w:p w:rsidR="00C648DF" w:rsidRPr="00C648DF" w:rsidRDefault="00C648DF" w:rsidP="00C648DF">
            <w:pPr>
              <w:jc w:val="center"/>
              <w:rPr>
                <w:b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 w:rsidR="008A13D8">
              <w:rPr>
                <w:b/>
              </w:rPr>
              <w:t>:</w:t>
            </w:r>
          </w:p>
          <w:p w:rsidR="00C648DF" w:rsidRPr="00C648DF" w:rsidRDefault="00C648DF" w:rsidP="00C648DF">
            <w:pPr>
              <w:jc w:val="center"/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5"/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 w:rsidR="008A13D8">
              <w:rPr>
                <w:b/>
                <w:bCs/>
                <w:spacing w:val="-2"/>
              </w:rPr>
              <w:t>:</w:t>
            </w: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C648DF" w:rsidRPr="008A13D8" w:rsidRDefault="00C648DF" w:rsidP="00C648DF">
            <w:pPr>
              <w:ind w:firstLine="6"/>
              <w:rPr>
                <w:i/>
              </w:rPr>
            </w:pPr>
            <w:r w:rsidRPr="008A13D8">
              <w:rPr>
                <w:i/>
              </w:rPr>
              <w:t xml:space="preserve">                          (наименование)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Default="00C225C2" w:rsidP="001A6227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1A6227" w:rsidRPr="000B611A" w:rsidRDefault="001A6227" w:rsidP="001A6227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C648DF" w:rsidRPr="008A13D8" w:rsidRDefault="00C648DF" w:rsidP="00C648DF">
      <w:pPr>
        <w:pStyle w:val="af2"/>
        <w:jc w:val="both"/>
      </w:pPr>
      <w:r>
        <w:rPr>
          <w:bCs/>
        </w:rPr>
        <w:lastRenderedPageBreak/>
        <w:t xml:space="preserve">                                                                                                 </w:t>
      </w:r>
      <w:r>
        <w:rPr>
          <w:b/>
        </w:rPr>
        <w:t xml:space="preserve"> </w:t>
      </w:r>
      <w:r w:rsidRPr="008A13D8">
        <w:t xml:space="preserve">Приложение № 2                                                                                                                                                                             </w:t>
      </w:r>
    </w:p>
    <w:p w:rsidR="00C648DF" w:rsidRPr="008A13D8" w:rsidRDefault="00C648DF" w:rsidP="00C648DF">
      <w:pPr>
        <w:pStyle w:val="af2"/>
        <w:jc w:val="both"/>
      </w:pPr>
      <w:r w:rsidRPr="008A13D8">
        <w:t xml:space="preserve">                                                                                                  к договору поставки                                                                                                                                                                  </w:t>
      </w:r>
    </w:p>
    <w:p w:rsidR="00C648DF" w:rsidRPr="008A13D8" w:rsidRDefault="00C648DF" w:rsidP="00C648DF">
      <w:pPr>
        <w:pStyle w:val="af2"/>
        <w:jc w:val="both"/>
      </w:pPr>
      <w:r w:rsidRPr="008A13D8">
        <w:t xml:space="preserve">                                                                                                  № _______ от _________20___г.</w:t>
      </w:r>
    </w:p>
    <w:p w:rsidR="00C225C2" w:rsidRPr="000B611A" w:rsidRDefault="00C225C2" w:rsidP="00C648DF">
      <w:pPr>
        <w:pStyle w:val="CoverAuthor"/>
        <w:spacing w:after="60"/>
        <w:ind w:left="5220"/>
        <w:jc w:val="center"/>
        <w:rPr>
          <w:rFonts w:ascii="Times New Roman" w:hAnsi="Times New Roman" w:cs="Times New Roman"/>
          <w:sz w:val="24"/>
          <w:szCs w:val="24"/>
        </w:rPr>
      </w:pPr>
    </w:p>
    <w:p w:rsidR="00C225C2" w:rsidRPr="000B611A" w:rsidRDefault="00C225C2" w:rsidP="00C225C2">
      <w:pPr>
        <w:tabs>
          <w:tab w:val="left" w:pos="2160"/>
        </w:tabs>
        <w:ind w:left="5220"/>
        <w:jc w:val="right"/>
      </w:pPr>
    </w:p>
    <w:p w:rsidR="00C225C2" w:rsidRPr="000B611A" w:rsidRDefault="00C225C2" w:rsidP="00C225C2">
      <w:pPr>
        <w:tabs>
          <w:tab w:val="left" w:pos="2160"/>
        </w:tabs>
        <w:ind w:left="5220"/>
        <w:jc w:val="right"/>
      </w:pP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  <w:rPr>
          <w:b/>
        </w:rPr>
      </w:pPr>
      <w:r w:rsidRPr="000B611A">
        <w:rPr>
          <w:b/>
        </w:rPr>
        <w:t>График поставки</w:t>
      </w: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  <w:rPr>
          <w:b/>
        </w:rPr>
      </w:pPr>
    </w:p>
    <w:p w:rsidR="00C225C2" w:rsidRPr="000B611A" w:rsidRDefault="00C225C2" w:rsidP="00C225C2">
      <w:pPr>
        <w:tabs>
          <w:tab w:val="left" w:pos="2160"/>
        </w:tabs>
        <w:jc w:val="center"/>
        <w:rPr>
          <w:b/>
        </w:rPr>
      </w:pPr>
      <w:r w:rsidRPr="000B611A">
        <w:rPr>
          <w:b/>
        </w:rPr>
        <w:t>к договору №_______ от "__" ________________ 20___г.</w:t>
      </w: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</w:pP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</w:pPr>
    </w:p>
    <w:p w:rsidR="00C225C2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</w:p>
    <w:p w:rsidR="00C648DF" w:rsidRPr="000B611A" w:rsidRDefault="00C648DF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  <w:r w:rsidRPr="000B611A">
        <w:t xml:space="preserve">     Дата начала поставки: "___"_________________ </w:t>
      </w:r>
      <w:proofErr w:type="gramStart"/>
      <w:r w:rsidRPr="000B611A">
        <w:t>г</w:t>
      </w:r>
      <w:proofErr w:type="gramEnd"/>
      <w:r w:rsidRPr="000B611A">
        <w:t>.</w:t>
      </w:r>
    </w:p>
    <w:p w:rsidR="00C225C2" w:rsidRPr="000B611A" w:rsidRDefault="00C225C2" w:rsidP="00C225C2"/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  <w:r w:rsidRPr="000B611A">
        <w:t xml:space="preserve">     Дата окончания поставки: "___"_________________ </w:t>
      </w:r>
      <w:proofErr w:type="gramStart"/>
      <w:r w:rsidRPr="000B611A">
        <w:t>г</w:t>
      </w:r>
      <w:proofErr w:type="gramEnd"/>
      <w:r w:rsidRPr="000B611A">
        <w:t>.</w:t>
      </w:r>
    </w:p>
    <w:p w:rsidR="00C225C2" w:rsidRPr="000B611A" w:rsidRDefault="00C225C2" w:rsidP="00C225C2"/>
    <w:tbl>
      <w:tblPr>
        <w:tblpPr w:leftFromText="180" w:rightFromText="180" w:vertAnchor="page" w:horzAnchor="margin" w:tblpY="4915"/>
        <w:tblW w:w="0" w:type="auto"/>
        <w:tblLook w:val="00A0"/>
      </w:tblPr>
      <w:tblGrid>
        <w:gridCol w:w="551"/>
        <w:gridCol w:w="3376"/>
        <w:gridCol w:w="867"/>
        <w:gridCol w:w="867"/>
        <w:gridCol w:w="799"/>
        <w:gridCol w:w="721"/>
        <w:gridCol w:w="739"/>
        <w:gridCol w:w="731"/>
        <w:gridCol w:w="920"/>
      </w:tblGrid>
      <w:tr w:rsidR="00C225C2" w:rsidRPr="000B611A" w:rsidTr="002E1A5A">
        <w:trPr>
          <w:trHeight w:val="255"/>
        </w:trPr>
        <w:tc>
          <w:tcPr>
            <w:tcW w:w="551" w:type="dxa"/>
            <w:vMerge w:val="restart"/>
            <w:vAlign w:val="center"/>
          </w:tcPr>
          <w:p w:rsidR="00C225C2" w:rsidRPr="000B611A" w:rsidRDefault="00C225C2" w:rsidP="002E1A5A">
            <w:pPr>
              <w:jc w:val="both"/>
            </w:pPr>
            <w:r w:rsidRPr="000B611A">
              <w:t xml:space="preserve">№ </w:t>
            </w:r>
          </w:p>
          <w:p w:rsidR="00C225C2" w:rsidRPr="000B611A" w:rsidRDefault="00C225C2" w:rsidP="002E1A5A">
            <w:pPr>
              <w:jc w:val="both"/>
            </w:pPr>
            <w:proofErr w:type="gramStart"/>
            <w:r w:rsidRPr="000B611A">
              <w:t>п</w:t>
            </w:r>
            <w:proofErr w:type="gramEnd"/>
            <w:r w:rsidRPr="000B611A">
              <w:t>/п</w:t>
            </w:r>
          </w:p>
        </w:tc>
        <w:tc>
          <w:tcPr>
            <w:tcW w:w="3376" w:type="dxa"/>
            <w:vMerge w:val="restart"/>
            <w:vAlign w:val="center"/>
          </w:tcPr>
          <w:p w:rsidR="00C225C2" w:rsidRPr="000B611A" w:rsidRDefault="00C225C2" w:rsidP="002E1A5A">
            <w:pPr>
              <w:ind w:firstLine="540"/>
            </w:pPr>
            <w:r w:rsidRPr="000B611A">
              <w:t>Наименование товара</w:t>
            </w:r>
          </w:p>
        </w:tc>
        <w:tc>
          <w:tcPr>
            <w:tcW w:w="5644" w:type="dxa"/>
            <w:gridSpan w:val="7"/>
            <w:vAlign w:val="center"/>
          </w:tcPr>
          <w:p w:rsidR="00C225C2" w:rsidRPr="000B611A" w:rsidRDefault="00C225C2" w:rsidP="002E1A5A">
            <w:pPr>
              <w:jc w:val="center"/>
            </w:pPr>
            <w:r w:rsidRPr="000B611A">
              <w:t>Дата поставки</w:t>
            </w:r>
          </w:p>
        </w:tc>
      </w:tr>
      <w:tr w:rsidR="00C225C2" w:rsidRPr="000B611A" w:rsidTr="002E1A5A">
        <w:trPr>
          <w:trHeight w:val="285"/>
        </w:trPr>
        <w:tc>
          <w:tcPr>
            <w:tcW w:w="551" w:type="dxa"/>
            <w:vMerge/>
            <w:vAlign w:val="center"/>
          </w:tcPr>
          <w:p w:rsidR="00C225C2" w:rsidRPr="000B611A" w:rsidRDefault="00C225C2" w:rsidP="002E1A5A">
            <w:pPr>
              <w:jc w:val="both"/>
            </w:pPr>
          </w:p>
        </w:tc>
        <w:tc>
          <w:tcPr>
            <w:tcW w:w="3376" w:type="dxa"/>
            <w:vMerge/>
            <w:vAlign w:val="center"/>
          </w:tcPr>
          <w:p w:rsidR="00C225C2" w:rsidRPr="000B611A" w:rsidRDefault="00C225C2" w:rsidP="002E1A5A">
            <w:pPr>
              <w:ind w:firstLine="540"/>
              <w:jc w:val="center"/>
            </w:pPr>
          </w:p>
        </w:tc>
        <w:tc>
          <w:tcPr>
            <w:tcW w:w="867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867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799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721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739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731" w:type="dxa"/>
            <w:vAlign w:val="center"/>
          </w:tcPr>
          <w:p w:rsidR="00C225C2" w:rsidRPr="000B611A" w:rsidRDefault="00C225C2" w:rsidP="002E1A5A">
            <w:pPr>
              <w:jc w:val="center"/>
              <w:rPr>
                <w:b/>
                <w:i/>
              </w:rPr>
            </w:pPr>
          </w:p>
        </w:tc>
        <w:tc>
          <w:tcPr>
            <w:tcW w:w="920" w:type="dxa"/>
            <w:vAlign w:val="center"/>
          </w:tcPr>
          <w:p w:rsidR="00C225C2" w:rsidRPr="000B611A" w:rsidRDefault="00C225C2" w:rsidP="002E1A5A">
            <w:pPr>
              <w:jc w:val="center"/>
              <w:rPr>
                <w:b/>
                <w:i/>
              </w:rPr>
            </w:pPr>
            <w:r w:rsidRPr="000B611A">
              <w:rPr>
                <w:b/>
                <w:i/>
              </w:rPr>
              <w:t>…</w:t>
            </w: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1.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2.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3.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4.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…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</w:tbl>
    <w:p w:rsidR="00C225C2" w:rsidRPr="000B611A" w:rsidRDefault="00C225C2" w:rsidP="00C225C2"/>
    <w:p w:rsidR="00C225C2" w:rsidRPr="000B611A" w:rsidRDefault="00C225C2" w:rsidP="00C225C2"/>
    <w:tbl>
      <w:tblPr>
        <w:tblW w:w="9679" w:type="dxa"/>
        <w:jc w:val="center"/>
        <w:tblLook w:val="01E0"/>
      </w:tblPr>
      <w:tblGrid>
        <w:gridCol w:w="4956"/>
        <w:gridCol w:w="4723"/>
      </w:tblGrid>
      <w:tr w:rsidR="00C648DF" w:rsidRPr="00C648DF" w:rsidTr="00E80CBF">
        <w:trPr>
          <w:trHeight w:val="641"/>
          <w:jc w:val="center"/>
        </w:trPr>
        <w:tc>
          <w:tcPr>
            <w:tcW w:w="4956" w:type="dxa"/>
          </w:tcPr>
          <w:p w:rsidR="00C648DF" w:rsidRPr="00C648DF" w:rsidRDefault="00C648DF" w:rsidP="00C648DF">
            <w:pPr>
              <w:jc w:val="center"/>
              <w:rPr>
                <w:b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 w:rsidR="008A13D8">
              <w:rPr>
                <w:b/>
              </w:rPr>
              <w:t>:</w:t>
            </w:r>
          </w:p>
          <w:p w:rsidR="00C648DF" w:rsidRPr="00C648DF" w:rsidRDefault="00C648DF" w:rsidP="00C648DF">
            <w:pPr>
              <w:jc w:val="center"/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6"/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 w:rsidR="008A13D8">
              <w:rPr>
                <w:b/>
                <w:bCs/>
                <w:spacing w:val="-2"/>
              </w:rPr>
              <w:t>:</w:t>
            </w: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C648DF" w:rsidRPr="008A13D8" w:rsidRDefault="00C648DF" w:rsidP="00C648DF">
            <w:pPr>
              <w:ind w:firstLine="6"/>
              <w:rPr>
                <w:i/>
              </w:rPr>
            </w:pPr>
            <w:r w:rsidRPr="008A13D8">
              <w:rPr>
                <w:i/>
              </w:rPr>
              <w:t xml:space="preserve">                          (наименование)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C648DF" w:rsidRPr="008A13D8" w:rsidRDefault="00C648DF" w:rsidP="00C648DF">
            <w:pPr>
              <w:ind w:firstLine="6"/>
              <w:rPr>
                <w:i/>
              </w:rPr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C225C2" w:rsidRPr="000B611A" w:rsidRDefault="00C225C2" w:rsidP="00C225C2"/>
    <w:p w:rsidR="00C225C2" w:rsidRPr="000B611A" w:rsidRDefault="00C225C2" w:rsidP="00C225C2"/>
    <w:p w:rsidR="00C225C2" w:rsidRPr="000B611A" w:rsidRDefault="00C225C2" w:rsidP="00C225C2"/>
    <w:p w:rsidR="00C225C2" w:rsidRPr="000B611A" w:rsidRDefault="00C225C2" w:rsidP="00C225C2"/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  <w:sectPr w:rsidR="00C225C2" w:rsidRPr="000B611A" w:rsidSect="009C7DF9">
          <w:headerReference w:type="even" r:id="rId8"/>
          <w:headerReference w:type="default" r:id="rId9"/>
          <w:footerReference w:type="even" r:id="rId10"/>
          <w:footerReference w:type="default" r:id="rId11"/>
          <w:pgSz w:w="11906" w:h="16838"/>
          <w:pgMar w:top="1418" w:right="709" w:bottom="1134" w:left="1701" w:header="709" w:footer="709" w:gutter="0"/>
          <w:cols w:space="708"/>
          <w:titlePg/>
          <w:docGrid w:linePitch="360"/>
        </w:sectPr>
      </w:pPr>
    </w:p>
    <w:p w:rsidR="001A6227" w:rsidRDefault="00C648DF" w:rsidP="001A6227">
      <w:pPr>
        <w:pStyle w:val="af2"/>
        <w:jc w:val="both"/>
        <w:rPr>
          <w:b/>
        </w:rPr>
      </w:pPr>
      <w:r>
        <w:rPr>
          <w:b/>
        </w:rPr>
        <w:lastRenderedPageBreak/>
        <w:t xml:space="preserve">                                                                                                                  </w:t>
      </w:r>
      <w:r w:rsidR="001A6227">
        <w:rPr>
          <w:b/>
        </w:rPr>
        <w:t xml:space="preserve">                   </w:t>
      </w:r>
    </w:p>
    <w:p w:rsidR="001A6227" w:rsidRPr="008A13D8" w:rsidRDefault="001A6227" w:rsidP="001A6227">
      <w:pPr>
        <w:pStyle w:val="af2"/>
        <w:jc w:val="both"/>
      </w:pPr>
      <w:r w:rsidRPr="008A13D8">
        <w:t xml:space="preserve">                                                                                                                                                                     Приложение № 3                                                                                                                                                                            </w:t>
      </w:r>
    </w:p>
    <w:p w:rsidR="001A6227" w:rsidRPr="008A13D8" w:rsidRDefault="001A6227" w:rsidP="001A6227">
      <w:pPr>
        <w:pStyle w:val="af2"/>
        <w:jc w:val="both"/>
      </w:pPr>
      <w:r w:rsidRPr="008A13D8">
        <w:t xml:space="preserve">                                                                                                                                                                     к договору поставки                                                                                                                                                                  </w:t>
      </w:r>
    </w:p>
    <w:p w:rsidR="001A6227" w:rsidRPr="008A13D8" w:rsidRDefault="001A6227" w:rsidP="001A6227">
      <w:pPr>
        <w:pStyle w:val="af2"/>
        <w:jc w:val="both"/>
      </w:pPr>
      <w:r w:rsidRPr="008A13D8">
        <w:t xml:space="preserve">                                                                                                                                                                     № _______ от _________20___г.</w:t>
      </w:r>
    </w:p>
    <w:p w:rsidR="00FE192C" w:rsidRPr="008A13D8" w:rsidRDefault="00FE192C" w:rsidP="00C648DF">
      <w:pPr>
        <w:pStyle w:val="af2"/>
        <w:jc w:val="both"/>
      </w:pPr>
    </w:p>
    <w:p w:rsidR="001A6227" w:rsidRPr="000B611A" w:rsidRDefault="001A6227" w:rsidP="001A6227">
      <w:pPr>
        <w:rPr>
          <w:b/>
        </w:rPr>
      </w:pPr>
    </w:p>
    <w:p w:rsidR="001A6227" w:rsidRPr="001A6227" w:rsidRDefault="001A6227" w:rsidP="001A6227">
      <w:pPr>
        <w:jc w:val="center"/>
        <w:rPr>
          <w:b/>
        </w:rPr>
      </w:pPr>
      <w:r w:rsidRPr="001A6227">
        <w:rPr>
          <w:b/>
        </w:rPr>
        <w:t>СПЕЦИФИКАЦИЯ № _______</w:t>
      </w:r>
    </w:p>
    <w:p w:rsidR="001A6227" w:rsidRPr="001A6227" w:rsidRDefault="001A6227" w:rsidP="001A6227">
      <w:pPr>
        <w:jc w:val="center"/>
        <w:rPr>
          <w:b/>
        </w:rPr>
      </w:pPr>
      <w:r w:rsidRPr="001A6227">
        <w:rPr>
          <w:b/>
        </w:rPr>
        <w:t>от _______________________20___г.</w:t>
      </w:r>
    </w:p>
    <w:p w:rsidR="001A6227" w:rsidRPr="001A6227" w:rsidRDefault="001A6227" w:rsidP="001A6227">
      <w:pPr>
        <w:jc w:val="center"/>
        <w:rPr>
          <w:b/>
        </w:rPr>
      </w:pPr>
      <w:r w:rsidRPr="001A6227">
        <w:rPr>
          <w:b/>
        </w:rPr>
        <w:t>к договору поставки № _______ от _______________________20__г.</w:t>
      </w:r>
    </w:p>
    <w:p w:rsidR="001A6227" w:rsidRPr="000B611A" w:rsidRDefault="001A6227" w:rsidP="001A6227"/>
    <w:tbl>
      <w:tblPr>
        <w:tblW w:w="25250" w:type="dxa"/>
        <w:tblLook w:val="01E0"/>
      </w:tblPr>
      <w:tblGrid>
        <w:gridCol w:w="21634"/>
        <w:gridCol w:w="3616"/>
      </w:tblGrid>
      <w:tr w:rsidR="001A6227" w:rsidRPr="000B611A" w:rsidTr="00EF4BF3">
        <w:tc>
          <w:tcPr>
            <w:tcW w:w="21634" w:type="dxa"/>
          </w:tcPr>
          <w:p w:rsidR="001A6227" w:rsidRPr="000B611A" w:rsidRDefault="001A6227" w:rsidP="00EF4BF3">
            <w:pPr>
              <w:spacing w:after="60"/>
              <w:rPr>
                <w:b/>
              </w:rPr>
            </w:pPr>
            <w:r w:rsidRPr="000B611A">
              <w:rPr>
                <w:b/>
              </w:rPr>
              <w:t>ПОСТАВЩИК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  <w:tr w:rsidR="001A6227" w:rsidRPr="000B611A" w:rsidTr="00EF4BF3">
        <w:tc>
          <w:tcPr>
            <w:tcW w:w="21634" w:type="dxa"/>
          </w:tcPr>
          <w:p w:rsidR="001A6227" w:rsidRPr="000B611A" w:rsidRDefault="001A6227" w:rsidP="00EF4BF3">
            <w:pPr>
              <w:spacing w:after="60"/>
              <w:jc w:val="both"/>
            </w:pPr>
            <w:r w:rsidRPr="000B611A">
              <w:t>Юридический адрес: /Место нахождения: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  <w:tr w:rsidR="001A6227" w:rsidRPr="000B611A" w:rsidTr="00EF4BF3">
        <w:tc>
          <w:tcPr>
            <w:tcW w:w="21634" w:type="dxa"/>
          </w:tcPr>
          <w:p w:rsidR="001A6227" w:rsidRDefault="001A6227" w:rsidP="00EF4BF3">
            <w:pPr>
              <w:spacing w:after="60"/>
            </w:pPr>
            <w:r w:rsidRPr="000B611A">
              <w:t xml:space="preserve">ИНН/КПП:  </w:t>
            </w:r>
          </w:p>
          <w:p w:rsidR="001A6227" w:rsidRPr="000B611A" w:rsidRDefault="001A6227" w:rsidP="00EF4BF3">
            <w:pPr>
              <w:spacing w:after="60"/>
            </w:pP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  <w:tr w:rsidR="001A6227" w:rsidRPr="000B611A" w:rsidTr="00EF4BF3">
        <w:tc>
          <w:tcPr>
            <w:tcW w:w="21634" w:type="dxa"/>
          </w:tcPr>
          <w:p w:rsidR="001A6227" w:rsidRDefault="001A6227" w:rsidP="00EF4BF3">
            <w:pPr>
              <w:spacing w:after="60"/>
              <w:rPr>
                <w:b/>
              </w:rPr>
            </w:pPr>
            <w:r w:rsidRPr="000B611A">
              <w:rPr>
                <w:b/>
              </w:rPr>
              <w:t xml:space="preserve">ПОКУПАТЕЛЬ </w:t>
            </w:r>
          </w:p>
          <w:p w:rsidR="001A6227" w:rsidRPr="000B611A" w:rsidRDefault="001A6227" w:rsidP="00EF4BF3">
            <w:pPr>
              <w:spacing w:after="60"/>
              <w:rPr>
                <w:b/>
              </w:rPr>
            </w:pPr>
            <w:r w:rsidRPr="000B611A">
              <w:t>Юридический адрес: /Место нахождения: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</w:tbl>
    <w:p w:rsidR="00FE192C" w:rsidRDefault="001A6227" w:rsidP="00C648DF">
      <w:pPr>
        <w:pStyle w:val="af2"/>
        <w:jc w:val="both"/>
        <w:rPr>
          <w:b/>
        </w:rPr>
      </w:pPr>
      <w:r w:rsidRPr="000B611A">
        <w:t xml:space="preserve">ИНН/КПП:  </w:t>
      </w:r>
    </w:p>
    <w:p w:rsidR="00FE192C" w:rsidRDefault="00FE192C" w:rsidP="00C648DF">
      <w:pPr>
        <w:pStyle w:val="af2"/>
        <w:jc w:val="both"/>
        <w:rPr>
          <w:b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87"/>
        <w:gridCol w:w="1974"/>
        <w:gridCol w:w="1275"/>
        <w:gridCol w:w="1860"/>
        <w:gridCol w:w="2410"/>
        <w:gridCol w:w="2126"/>
        <w:gridCol w:w="1276"/>
        <w:gridCol w:w="1984"/>
      </w:tblGrid>
      <w:tr w:rsidR="001A6227" w:rsidRPr="00EF4BF3" w:rsidTr="00EF4BF3">
        <w:tc>
          <w:tcPr>
            <w:tcW w:w="2087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Наименование товара</w:t>
            </w:r>
          </w:p>
        </w:tc>
        <w:tc>
          <w:tcPr>
            <w:tcW w:w="1974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Количество</w:t>
            </w:r>
          </w:p>
        </w:tc>
        <w:tc>
          <w:tcPr>
            <w:tcW w:w="1860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Цена за единицу измерения</w:t>
            </w:r>
          </w:p>
        </w:tc>
        <w:tc>
          <w:tcPr>
            <w:tcW w:w="2410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Стоимость товара всего без налога</w:t>
            </w:r>
          </w:p>
        </w:tc>
        <w:tc>
          <w:tcPr>
            <w:tcW w:w="2126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Налоговая ставка</w:t>
            </w:r>
          </w:p>
        </w:tc>
        <w:tc>
          <w:tcPr>
            <w:tcW w:w="1276" w:type="dxa"/>
            <w:shd w:val="clear" w:color="auto" w:fill="auto"/>
          </w:tcPr>
          <w:p w:rsidR="001A6227" w:rsidRPr="00EF4BF3" w:rsidRDefault="001A6227" w:rsidP="00EF4BF3">
            <w:pPr>
              <w:jc w:val="center"/>
              <w:rPr>
                <w:sz w:val="20"/>
                <w:szCs w:val="20"/>
              </w:rPr>
            </w:pPr>
            <w:r w:rsidRPr="00EF4BF3">
              <w:rPr>
                <w:sz w:val="20"/>
                <w:szCs w:val="20"/>
              </w:rPr>
              <w:t>Сумма</w:t>
            </w:r>
          </w:p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налога</w:t>
            </w:r>
          </w:p>
        </w:tc>
        <w:tc>
          <w:tcPr>
            <w:tcW w:w="1984" w:type="dxa"/>
            <w:shd w:val="clear" w:color="auto" w:fill="auto"/>
          </w:tcPr>
          <w:p w:rsidR="001A6227" w:rsidRPr="00EF4BF3" w:rsidRDefault="001A6227" w:rsidP="00EF4BF3">
            <w:pPr>
              <w:jc w:val="center"/>
              <w:rPr>
                <w:sz w:val="20"/>
                <w:szCs w:val="20"/>
              </w:rPr>
            </w:pPr>
            <w:r w:rsidRPr="00EF4BF3">
              <w:rPr>
                <w:sz w:val="20"/>
                <w:szCs w:val="20"/>
              </w:rPr>
              <w:t>Стоимость</w:t>
            </w:r>
          </w:p>
          <w:p w:rsidR="001A6227" w:rsidRPr="00EF4BF3" w:rsidRDefault="001A6227" w:rsidP="00EF4BF3">
            <w:pPr>
              <w:jc w:val="center"/>
              <w:rPr>
                <w:sz w:val="20"/>
                <w:szCs w:val="20"/>
              </w:rPr>
            </w:pPr>
            <w:r w:rsidRPr="00EF4BF3">
              <w:rPr>
                <w:sz w:val="20"/>
                <w:szCs w:val="20"/>
              </w:rPr>
              <w:t>товаров всего</w:t>
            </w:r>
          </w:p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с учетом налога</w:t>
            </w:r>
          </w:p>
        </w:tc>
      </w:tr>
      <w:tr w:rsidR="001A6227" w:rsidRPr="00EF4BF3" w:rsidTr="00EF4BF3">
        <w:tc>
          <w:tcPr>
            <w:tcW w:w="2087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974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75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860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2410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2126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76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984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</w:tr>
    </w:tbl>
    <w:p w:rsidR="00FE192C" w:rsidRDefault="001A6227" w:rsidP="00C648DF">
      <w:pPr>
        <w:pStyle w:val="af2"/>
        <w:jc w:val="both"/>
        <w:rPr>
          <w:b/>
        </w:rPr>
      </w:pPr>
      <w:r>
        <w:rPr>
          <w:b/>
        </w:rPr>
        <w:t>ВСЕГО:</w:t>
      </w:r>
    </w:p>
    <w:p w:rsidR="00FE192C" w:rsidRDefault="00FE192C" w:rsidP="00C648DF">
      <w:pPr>
        <w:pStyle w:val="af2"/>
        <w:jc w:val="both"/>
        <w:rPr>
          <w:b/>
        </w:rPr>
      </w:pPr>
    </w:p>
    <w:tbl>
      <w:tblPr>
        <w:tblW w:w="25175" w:type="dxa"/>
        <w:tblLook w:val="0000"/>
      </w:tblPr>
      <w:tblGrid>
        <w:gridCol w:w="22489"/>
        <w:gridCol w:w="1092"/>
        <w:gridCol w:w="48"/>
        <w:gridCol w:w="1546"/>
      </w:tblGrid>
      <w:tr w:rsidR="001A6227" w:rsidRPr="000B611A" w:rsidTr="001A6227">
        <w:trPr>
          <w:trHeight w:val="248"/>
        </w:trPr>
        <w:tc>
          <w:tcPr>
            <w:tcW w:w="23629" w:type="dxa"/>
            <w:gridSpan w:val="3"/>
          </w:tcPr>
          <w:p w:rsidR="001A6227" w:rsidRPr="000B611A" w:rsidRDefault="001A6227" w:rsidP="002E1A5A">
            <w:r w:rsidRPr="000B611A">
              <w:t>Технические характеристики</w:t>
            </w:r>
          </w:p>
        </w:tc>
        <w:tc>
          <w:tcPr>
            <w:tcW w:w="1546" w:type="dxa"/>
            <w:vAlign w:val="center"/>
          </w:tcPr>
          <w:p w:rsidR="001A6227" w:rsidRPr="000B611A" w:rsidRDefault="001A6227" w:rsidP="002E1A5A"/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  <w:jc w:val="both"/>
            </w:pPr>
            <w:r w:rsidRPr="000B611A">
              <w:t>Требования к качеству товара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  <w:r w:rsidRPr="000B611A">
              <w:t>Срок поставки</w:t>
            </w:r>
            <w:r w:rsidRPr="000B611A">
              <w:rPr>
                <w:rStyle w:val="ab"/>
              </w:rPr>
              <w:footnoteReference w:id="7"/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  <w:r w:rsidRPr="000B611A">
              <w:t>Способ поставки товара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  <w:r w:rsidRPr="000B611A">
              <w:t>Транспортные расходы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  <w:r w:rsidRPr="000B611A">
              <w:t>Стоимость тары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</w:tbl>
    <w:p w:rsidR="00FE192C" w:rsidRDefault="00FE192C" w:rsidP="002E1A5A">
      <w:pPr>
        <w:spacing w:after="60"/>
        <w:sectPr w:rsidR="00FE192C" w:rsidSect="00FE192C">
          <w:pgSz w:w="16838" w:h="11906" w:orient="landscape" w:code="9"/>
          <w:pgMar w:top="1276" w:right="2268" w:bottom="709" w:left="1134" w:header="709" w:footer="709" w:gutter="0"/>
          <w:cols w:space="708"/>
          <w:titlePg/>
          <w:docGrid w:linePitch="360"/>
        </w:sectPr>
      </w:pPr>
    </w:p>
    <w:tbl>
      <w:tblPr>
        <w:tblW w:w="23581" w:type="dxa"/>
        <w:tblLook w:val="01E0"/>
      </w:tblPr>
      <w:tblGrid>
        <w:gridCol w:w="17120"/>
        <w:gridCol w:w="342"/>
        <w:gridCol w:w="5027"/>
        <w:gridCol w:w="1092"/>
      </w:tblGrid>
      <w:tr w:rsidR="00C225C2" w:rsidRPr="000B611A" w:rsidTr="00FE192C">
        <w:tc>
          <w:tcPr>
            <w:tcW w:w="22489" w:type="dxa"/>
            <w:gridSpan w:val="3"/>
          </w:tcPr>
          <w:p w:rsidR="00C225C2" w:rsidRPr="000B611A" w:rsidRDefault="00C225C2" w:rsidP="002E1A5A">
            <w:pPr>
              <w:spacing w:after="60"/>
            </w:pPr>
            <w:r w:rsidRPr="000B611A">
              <w:lastRenderedPageBreak/>
              <w:t>Указание о включении или не включении в цену товара стоимости тары и транспортных расходов</w:t>
            </w:r>
          </w:p>
        </w:tc>
        <w:tc>
          <w:tcPr>
            <w:tcW w:w="1092" w:type="dxa"/>
          </w:tcPr>
          <w:p w:rsidR="00C225C2" w:rsidRPr="000B611A" w:rsidRDefault="00C225C2" w:rsidP="002E1A5A">
            <w:pPr>
              <w:spacing w:after="60"/>
              <w:ind w:firstLine="851"/>
              <w:jc w:val="both"/>
            </w:pPr>
          </w:p>
        </w:tc>
      </w:tr>
      <w:tr w:rsidR="00C225C2" w:rsidRPr="000B611A" w:rsidTr="00FE192C">
        <w:tc>
          <w:tcPr>
            <w:tcW w:w="17120" w:type="dxa"/>
          </w:tcPr>
          <w:p w:rsidR="00C225C2" w:rsidRDefault="00C225C2" w:rsidP="009C7DF9">
            <w:pPr>
              <w:pStyle w:val="a8"/>
              <w:ind w:left="0"/>
              <w:rPr>
                <w:b/>
              </w:rPr>
            </w:pPr>
          </w:p>
          <w:tbl>
            <w:tblPr>
              <w:tblW w:w="9679" w:type="dxa"/>
              <w:jc w:val="center"/>
              <w:tblLook w:val="01E0"/>
            </w:tblPr>
            <w:tblGrid>
              <w:gridCol w:w="4956"/>
              <w:gridCol w:w="4723"/>
            </w:tblGrid>
            <w:tr w:rsidR="00C648DF" w:rsidRPr="00C648DF" w:rsidTr="00E80CBF">
              <w:trPr>
                <w:trHeight w:val="641"/>
                <w:jc w:val="center"/>
              </w:trPr>
              <w:tc>
                <w:tcPr>
                  <w:tcW w:w="4956" w:type="dxa"/>
                </w:tcPr>
                <w:p w:rsidR="00C648DF" w:rsidRPr="00C648DF" w:rsidRDefault="00C648DF" w:rsidP="00E80CBF">
                  <w:pPr>
                    <w:jc w:val="center"/>
                    <w:rPr>
                      <w:b/>
                    </w:rPr>
                  </w:pPr>
                </w:p>
                <w:p w:rsidR="00C648DF" w:rsidRPr="00C648DF" w:rsidRDefault="00C648DF" w:rsidP="00E80CBF">
                  <w:pPr>
                    <w:jc w:val="center"/>
                    <w:rPr>
                      <w:b/>
                    </w:rPr>
                  </w:pPr>
                  <w:r w:rsidRPr="00C648DF">
                    <w:rPr>
                      <w:b/>
                    </w:rPr>
                    <w:t>ПОКУПАТЕЛЬ</w:t>
                  </w:r>
                  <w:r w:rsidR="008A13D8">
                    <w:rPr>
                      <w:b/>
                    </w:rPr>
                    <w:t>:</w:t>
                  </w:r>
                </w:p>
                <w:p w:rsidR="00C648DF" w:rsidRPr="00C648DF" w:rsidRDefault="00C648DF" w:rsidP="00E80CBF">
                  <w:pPr>
                    <w:jc w:val="center"/>
                  </w:pPr>
                </w:p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  <w:r w:rsidRPr="00C648DF">
                    <w:t xml:space="preserve">ОАО «МРСК Центра» </w:t>
                  </w:r>
                  <w:r w:rsidRPr="00C648DF">
                    <w:rPr>
                      <w:b/>
                      <w:vertAlign w:val="superscript"/>
                    </w:rPr>
                    <w:footnoteReference w:id="8"/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  <w:jc w:val="center"/>
                  </w:pPr>
                  <w:r w:rsidRPr="00C648DF">
                    <w:t>___________________________</w:t>
                  </w:r>
                </w:p>
                <w:p w:rsidR="00C648DF" w:rsidRPr="008A13D8" w:rsidRDefault="00C648DF" w:rsidP="00E80CBF">
                  <w:pPr>
                    <w:ind w:firstLine="6"/>
                    <w:jc w:val="center"/>
                    <w:rPr>
                      <w:i/>
                    </w:rPr>
                  </w:pPr>
                  <w:r w:rsidRPr="008A13D8">
                    <w:rPr>
                      <w:i/>
                    </w:rPr>
                    <w:t>(должность)</w:t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</w:pPr>
                  <w:r w:rsidRPr="00C648DF">
                    <w:t>___________________________________</w:t>
                  </w:r>
                </w:p>
                <w:p w:rsidR="00C648DF" w:rsidRPr="008A13D8" w:rsidRDefault="00C648DF" w:rsidP="00E80CBF">
                  <w:pPr>
                    <w:ind w:firstLine="6"/>
                    <w:jc w:val="center"/>
                    <w:rPr>
                      <w:i/>
                    </w:rPr>
                  </w:pPr>
                  <w:r w:rsidRPr="008A13D8">
                    <w:rPr>
                      <w:i/>
                    </w:rPr>
                    <w:t>(Ф.И.О.)</w:t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</w:pPr>
                  <w:r w:rsidRPr="00C648DF">
                    <w:t xml:space="preserve">        М.П.   «_____» _____________20____г.                     </w:t>
                  </w:r>
                </w:p>
              </w:tc>
              <w:tc>
                <w:tcPr>
                  <w:tcW w:w="4723" w:type="dxa"/>
                </w:tcPr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</w:p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  <w:r w:rsidRPr="00C648DF">
                    <w:rPr>
                      <w:b/>
                      <w:bCs/>
                      <w:spacing w:val="-2"/>
                    </w:rPr>
                    <w:t>ПОСТАВЩИК</w:t>
                  </w:r>
                  <w:r w:rsidR="008A13D8">
                    <w:rPr>
                      <w:b/>
                      <w:bCs/>
                      <w:spacing w:val="-2"/>
                    </w:rPr>
                    <w:t>:</w:t>
                  </w:r>
                </w:p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</w:p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  <w:r w:rsidRPr="00C648DF">
                    <w:rPr>
                      <w:b/>
                      <w:bCs/>
                      <w:spacing w:val="-2"/>
                    </w:rPr>
                    <w:t>_____________________________</w:t>
                  </w:r>
                </w:p>
                <w:p w:rsidR="00C648DF" w:rsidRPr="008A13D8" w:rsidRDefault="00C648DF" w:rsidP="00E80CBF">
                  <w:pPr>
                    <w:ind w:firstLine="6"/>
                    <w:rPr>
                      <w:i/>
                    </w:rPr>
                  </w:pPr>
                  <w:r w:rsidRPr="008A13D8">
                    <w:rPr>
                      <w:i/>
                    </w:rPr>
                    <w:t xml:space="preserve">                          (наименование)</w:t>
                  </w:r>
                </w:p>
                <w:p w:rsidR="00C648DF" w:rsidRPr="00C648DF" w:rsidRDefault="00C648DF" w:rsidP="00E80CBF">
                  <w:pPr>
                    <w:ind w:firstLine="6"/>
                    <w:jc w:val="center"/>
                  </w:pPr>
                  <w:r w:rsidRPr="00C648DF">
                    <w:t>___________________________</w:t>
                  </w:r>
                </w:p>
                <w:p w:rsidR="00C648DF" w:rsidRPr="008A13D8" w:rsidRDefault="00C648DF" w:rsidP="00E80CBF">
                  <w:pPr>
                    <w:ind w:firstLine="6"/>
                    <w:jc w:val="center"/>
                    <w:rPr>
                      <w:i/>
                    </w:rPr>
                  </w:pPr>
                  <w:r w:rsidRPr="008A13D8">
                    <w:rPr>
                      <w:i/>
                    </w:rPr>
                    <w:t>(должность)</w:t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</w:pPr>
                  <w:r w:rsidRPr="00C648DF">
                    <w:t>___________________________________</w:t>
                  </w:r>
                </w:p>
                <w:p w:rsidR="00C648DF" w:rsidRPr="008A13D8" w:rsidRDefault="00C648DF" w:rsidP="00E80CBF">
                  <w:pPr>
                    <w:ind w:firstLine="6"/>
                    <w:jc w:val="center"/>
                    <w:rPr>
                      <w:i/>
                    </w:rPr>
                  </w:pPr>
                  <w:r w:rsidRPr="008A13D8">
                    <w:rPr>
                      <w:i/>
                    </w:rPr>
                    <w:t>(Ф.И.О.)</w:t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</w:pPr>
                  <w:r w:rsidRPr="00C648DF">
                    <w:t xml:space="preserve">         М.П.   «_____» _____________20___г.                     </w:t>
                  </w:r>
                </w:p>
              </w:tc>
            </w:tr>
          </w:tbl>
          <w:p w:rsidR="00C648DF" w:rsidRPr="000B611A" w:rsidRDefault="00C648DF" w:rsidP="009C7DF9">
            <w:pPr>
              <w:pStyle w:val="a8"/>
              <w:ind w:left="0"/>
              <w:rPr>
                <w:b/>
              </w:rPr>
            </w:pPr>
          </w:p>
        </w:tc>
        <w:tc>
          <w:tcPr>
            <w:tcW w:w="342" w:type="dxa"/>
          </w:tcPr>
          <w:p w:rsidR="00C225C2" w:rsidRPr="000B611A" w:rsidRDefault="00C225C2" w:rsidP="002E1A5A">
            <w:pPr>
              <w:pStyle w:val="a8"/>
              <w:ind w:left="0"/>
              <w:rPr>
                <w:b/>
              </w:rPr>
            </w:pPr>
          </w:p>
        </w:tc>
        <w:tc>
          <w:tcPr>
            <w:tcW w:w="6119" w:type="dxa"/>
            <w:gridSpan w:val="2"/>
          </w:tcPr>
          <w:p w:rsidR="0062190F" w:rsidRPr="000B611A" w:rsidRDefault="0062190F" w:rsidP="009C7DF9">
            <w:pPr>
              <w:pStyle w:val="a8"/>
              <w:ind w:left="-108"/>
              <w:rPr>
                <w:b/>
              </w:rPr>
            </w:pPr>
          </w:p>
        </w:tc>
      </w:tr>
    </w:tbl>
    <w:p w:rsidR="0062190F" w:rsidRPr="000B611A" w:rsidRDefault="0062190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  <w:sectPr w:rsidR="0062190F" w:rsidRPr="000B611A" w:rsidSect="00C225C2">
          <w:pgSz w:w="16838" w:h="11906" w:orient="landscape"/>
          <w:pgMar w:top="1276" w:right="1418" w:bottom="709" w:left="1134" w:header="709" w:footer="709" w:gutter="0"/>
          <w:cols w:space="708"/>
          <w:titlePg/>
          <w:docGrid w:linePitch="360"/>
        </w:sectPr>
      </w:pPr>
    </w:p>
    <w:p w:rsidR="00C648DF" w:rsidRPr="008A13D8" w:rsidRDefault="0062190F" w:rsidP="00C648DF">
      <w:pPr>
        <w:pStyle w:val="af2"/>
        <w:jc w:val="both"/>
      </w:pPr>
      <w:r w:rsidRPr="000B611A">
        <w:rPr>
          <w:bCs/>
        </w:rPr>
        <w:lastRenderedPageBreak/>
        <w:t xml:space="preserve">        </w:t>
      </w:r>
      <w:r w:rsidR="00C648DF">
        <w:rPr>
          <w:bCs/>
        </w:rPr>
        <w:t xml:space="preserve">                                                                                          </w:t>
      </w:r>
      <w:r w:rsidR="00C648DF" w:rsidRPr="008A13D8">
        <w:t xml:space="preserve">Приложение № 4                                                                                                                                                                             </w:t>
      </w:r>
    </w:p>
    <w:p w:rsidR="00C648DF" w:rsidRPr="008A13D8" w:rsidRDefault="00C648DF" w:rsidP="00C648DF">
      <w:pPr>
        <w:pStyle w:val="af2"/>
        <w:jc w:val="both"/>
      </w:pPr>
      <w:r w:rsidRPr="008A13D8">
        <w:t xml:space="preserve">                                                                                                  к договору поставки                                                                                                                                                                  </w:t>
      </w:r>
    </w:p>
    <w:p w:rsidR="00C648DF" w:rsidRPr="008A13D8" w:rsidRDefault="00C648DF" w:rsidP="00C648DF">
      <w:pPr>
        <w:pStyle w:val="af2"/>
        <w:jc w:val="both"/>
      </w:pPr>
      <w:r w:rsidRPr="008A13D8">
        <w:t xml:space="preserve">                                                                                                  № _______ от _________20___г.</w:t>
      </w:r>
    </w:p>
    <w:p w:rsidR="0062190F" w:rsidRPr="000B611A" w:rsidRDefault="0062190F" w:rsidP="00C648DF">
      <w:pPr>
        <w:overflowPunct w:val="0"/>
        <w:autoSpaceDE w:val="0"/>
        <w:autoSpaceDN w:val="0"/>
        <w:adjustRightInd w:val="0"/>
        <w:ind w:left="4956"/>
        <w:jc w:val="center"/>
        <w:rPr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0B611A">
        <w:rPr>
          <w:b/>
          <w:bCs/>
        </w:rPr>
        <w:t>СПИСОК</w:t>
      </w: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0B611A">
        <w:rPr>
          <w:b/>
          <w:bCs/>
        </w:rPr>
        <w:t>субподрядных организаций (субпоставщиков)</w:t>
      </w: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spacing w:line="228" w:lineRule="auto"/>
        <w:ind w:hanging="720"/>
        <w:jc w:val="both"/>
        <w:rPr>
          <w:bCs/>
        </w:rPr>
      </w:pPr>
      <w:r w:rsidRPr="000B611A">
        <w:rPr>
          <w:bCs/>
        </w:rPr>
        <w:t>Покупатель:</w:t>
      </w:r>
    </w:p>
    <w:p w:rsidR="0062190F" w:rsidRPr="000B611A" w:rsidRDefault="0062190F" w:rsidP="0062190F">
      <w:pPr>
        <w:widowControl w:val="0"/>
        <w:autoSpaceDE w:val="0"/>
        <w:autoSpaceDN w:val="0"/>
        <w:adjustRightInd w:val="0"/>
        <w:spacing w:line="228" w:lineRule="auto"/>
        <w:ind w:hanging="720"/>
        <w:jc w:val="both"/>
        <w:rPr>
          <w:bCs/>
        </w:rPr>
      </w:pPr>
      <w:r w:rsidRPr="000B611A">
        <w:rPr>
          <w:bCs/>
        </w:rPr>
        <w:t>Поставщик:</w:t>
      </w:r>
    </w:p>
    <w:p w:rsidR="0062190F" w:rsidRPr="000B611A" w:rsidRDefault="0062190F" w:rsidP="0062190F">
      <w:pPr>
        <w:overflowPunct w:val="0"/>
        <w:autoSpaceDE w:val="0"/>
        <w:autoSpaceDN w:val="0"/>
        <w:adjustRightInd w:val="0"/>
        <w:ind w:firstLine="567"/>
        <w:jc w:val="right"/>
        <w:textAlignment w:val="baseline"/>
        <w:rPr>
          <w:bCs/>
          <w:color w:val="000000"/>
        </w:rPr>
      </w:pPr>
      <w:r w:rsidRPr="000B611A">
        <w:rPr>
          <w:bCs/>
          <w:color w:val="000000"/>
        </w:rPr>
        <w:t>.</w:t>
      </w:r>
    </w:p>
    <w:tbl>
      <w:tblPr>
        <w:tblW w:w="1008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00"/>
        <w:gridCol w:w="3637"/>
        <w:gridCol w:w="4643"/>
      </w:tblGrid>
      <w:tr w:rsidR="0062190F" w:rsidRPr="000B611A" w:rsidTr="002E1A5A">
        <w:trPr>
          <w:trHeight w:val="690"/>
        </w:trPr>
        <w:tc>
          <w:tcPr>
            <w:tcW w:w="1800" w:type="dxa"/>
          </w:tcPr>
          <w:p w:rsidR="0062190F" w:rsidRPr="000B611A" w:rsidRDefault="0062190F" w:rsidP="002E1A5A">
            <w:pPr>
              <w:jc w:val="center"/>
            </w:pPr>
            <w:r w:rsidRPr="000B611A">
              <w:t>№</w:t>
            </w:r>
          </w:p>
          <w:p w:rsidR="0062190F" w:rsidRPr="000B611A" w:rsidRDefault="0062190F" w:rsidP="002E1A5A">
            <w:pPr>
              <w:jc w:val="center"/>
              <w:rPr>
                <w:b/>
              </w:rPr>
            </w:pPr>
            <w:proofErr w:type="gramStart"/>
            <w:r w:rsidRPr="000B611A">
              <w:t>п</w:t>
            </w:r>
            <w:proofErr w:type="gramEnd"/>
            <w:r w:rsidRPr="000B611A">
              <w:t>/п</w:t>
            </w:r>
          </w:p>
        </w:tc>
        <w:tc>
          <w:tcPr>
            <w:tcW w:w="3637" w:type="dxa"/>
            <w:vAlign w:val="center"/>
          </w:tcPr>
          <w:p w:rsidR="0062190F" w:rsidRPr="000B611A" w:rsidRDefault="0062190F" w:rsidP="002E1A5A">
            <w:pPr>
              <w:jc w:val="center"/>
              <w:rPr>
                <w:b/>
              </w:rPr>
            </w:pPr>
            <w:r w:rsidRPr="000B611A">
              <w:t>Наименование организации</w:t>
            </w:r>
          </w:p>
        </w:tc>
        <w:tc>
          <w:tcPr>
            <w:tcW w:w="4643" w:type="dxa"/>
            <w:vAlign w:val="center"/>
          </w:tcPr>
          <w:p w:rsidR="0062190F" w:rsidRPr="000B611A" w:rsidRDefault="0062190F" w:rsidP="002E1A5A">
            <w:pPr>
              <w:jc w:val="center"/>
              <w:rPr>
                <w:b/>
              </w:rPr>
            </w:pPr>
            <w:r w:rsidRPr="000B611A">
              <w:t>Состав выполняемых работ и сумма договора субподряда (</w:t>
            </w:r>
            <w:r w:rsidRPr="000B611A">
              <w:rPr>
                <w:bCs/>
              </w:rPr>
              <w:t>тыс. рублей)</w:t>
            </w:r>
          </w:p>
        </w:tc>
      </w:tr>
      <w:tr w:rsidR="0062190F" w:rsidRPr="000B611A" w:rsidTr="002E1A5A">
        <w:trPr>
          <w:trHeight w:val="690"/>
        </w:trPr>
        <w:tc>
          <w:tcPr>
            <w:tcW w:w="1800" w:type="dxa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3637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4643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</w:tr>
      <w:tr w:rsidR="0062190F" w:rsidRPr="000B611A" w:rsidTr="002E1A5A">
        <w:trPr>
          <w:trHeight w:val="690"/>
        </w:trPr>
        <w:tc>
          <w:tcPr>
            <w:tcW w:w="1800" w:type="dxa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3637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4643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</w:tr>
    </w:tbl>
    <w:p w:rsidR="0062190F" w:rsidRPr="000B611A" w:rsidRDefault="0062190F" w:rsidP="0062190F">
      <w:pPr>
        <w:overflowPunct w:val="0"/>
        <w:autoSpaceDE w:val="0"/>
        <w:autoSpaceDN w:val="0"/>
        <w:adjustRightInd w:val="0"/>
        <w:jc w:val="both"/>
        <w:rPr>
          <w:bCs/>
        </w:rPr>
      </w:pPr>
    </w:p>
    <w:p w:rsidR="0062190F" w:rsidRPr="000B611A" w:rsidRDefault="0062190F" w:rsidP="0062190F">
      <w:pPr>
        <w:overflowPunct w:val="0"/>
        <w:autoSpaceDE w:val="0"/>
        <w:autoSpaceDN w:val="0"/>
        <w:adjustRightInd w:val="0"/>
        <w:jc w:val="both"/>
        <w:rPr>
          <w:bCs/>
        </w:rPr>
      </w:pPr>
      <w:r w:rsidRPr="000B611A">
        <w:rPr>
          <w:bCs/>
        </w:rPr>
        <w:t>_______________                   ____________________               ___________________________</w:t>
      </w:r>
    </w:p>
    <w:p w:rsidR="0062190F" w:rsidRPr="000B611A" w:rsidRDefault="0062190F" w:rsidP="0062190F">
      <w:pPr>
        <w:overflowPunct w:val="0"/>
        <w:autoSpaceDE w:val="0"/>
        <w:autoSpaceDN w:val="0"/>
        <w:adjustRightInd w:val="0"/>
        <w:ind w:firstLine="360"/>
        <w:jc w:val="both"/>
        <w:rPr>
          <w:bCs/>
          <w:vertAlign w:val="superscript"/>
        </w:rPr>
      </w:pPr>
      <w:r w:rsidRPr="000B611A">
        <w:rPr>
          <w:bCs/>
          <w:vertAlign w:val="superscript"/>
        </w:rPr>
        <w:t xml:space="preserve">(должность)                                                 (подпись, М.П.)                                       (фамилия, имя, отчество </w:t>
      </w:r>
      <w:proofErr w:type="gramStart"/>
      <w:r w:rsidRPr="000B611A">
        <w:rPr>
          <w:bCs/>
          <w:vertAlign w:val="superscript"/>
        </w:rPr>
        <w:t>подписавшего</w:t>
      </w:r>
      <w:proofErr w:type="gramEnd"/>
      <w:r w:rsidRPr="000B611A">
        <w:rPr>
          <w:bCs/>
          <w:vertAlign w:val="superscript"/>
        </w:rPr>
        <w:t>)</w:t>
      </w:r>
    </w:p>
    <w:p w:rsidR="0062190F" w:rsidRPr="000B611A" w:rsidRDefault="0062190F" w:rsidP="0062190F"/>
    <w:p w:rsidR="0062190F" w:rsidRPr="000B611A" w:rsidRDefault="0062190F" w:rsidP="0062190F"/>
    <w:tbl>
      <w:tblPr>
        <w:tblW w:w="9679" w:type="dxa"/>
        <w:jc w:val="center"/>
        <w:tblLook w:val="01E0"/>
      </w:tblPr>
      <w:tblGrid>
        <w:gridCol w:w="4956"/>
        <w:gridCol w:w="4723"/>
      </w:tblGrid>
      <w:tr w:rsidR="001A6227" w:rsidRPr="00C648DF" w:rsidTr="00EF4BF3">
        <w:trPr>
          <w:trHeight w:val="641"/>
          <w:jc w:val="center"/>
        </w:trPr>
        <w:tc>
          <w:tcPr>
            <w:tcW w:w="4956" w:type="dxa"/>
          </w:tcPr>
          <w:p w:rsidR="001A6227" w:rsidRPr="00C648DF" w:rsidRDefault="001A6227" w:rsidP="00EF4BF3">
            <w:pPr>
              <w:jc w:val="center"/>
              <w:rPr>
                <w:b/>
              </w:rPr>
            </w:pPr>
          </w:p>
          <w:p w:rsidR="001A6227" w:rsidRPr="00C648DF" w:rsidRDefault="001A6227" w:rsidP="00EF4BF3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 w:rsidR="008A13D8">
              <w:rPr>
                <w:b/>
              </w:rPr>
              <w:t>:</w:t>
            </w:r>
          </w:p>
          <w:p w:rsidR="001A6227" w:rsidRPr="00C648DF" w:rsidRDefault="001A6227" w:rsidP="00EF4BF3">
            <w:pPr>
              <w:jc w:val="center"/>
            </w:pP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9"/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  <w:jc w:val="center"/>
            </w:pPr>
            <w:r w:rsidRPr="00C648DF">
              <w:t>___________________________</w:t>
            </w:r>
          </w:p>
          <w:p w:rsidR="001A6227" w:rsidRPr="008A13D8" w:rsidRDefault="001A6227" w:rsidP="00EF4BF3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</w:pPr>
            <w:r w:rsidRPr="00C648DF">
              <w:t>___________________________________</w:t>
            </w:r>
          </w:p>
          <w:p w:rsidR="001A6227" w:rsidRPr="008A13D8" w:rsidRDefault="001A6227" w:rsidP="00EF4BF3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 w:rsidR="008A13D8">
              <w:rPr>
                <w:b/>
                <w:bCs/>
                <w:spacing w:val="-2"/>
              </w:rPr>
              <w:t>:</w:t>
            </w: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1A6227" w:rsidRPr="008A13D8" w:rsidRDefault="001A6227" w:rsidP="00EF4BF3">
            <w:pPr>
              <w:ind w:firstLine="6"/>
              <w:rPr>
                <w:i/>
              </w:rPr>
            </w:pPr>
            <w:r w:rsidRPr="00C648DF">
              <w:t xml:space="preserve">                          </w:t>
            </w:r>
            <w:r w:rsidRPr="008A13D8">
              <w:rPr>
                <w:i/>
              </w:rPr>
              <w:t>(наименование)</w:t>
            </w:r>
          </w:p>
          <w:p w:rsidR="001A6227" w:rsidRPr="00C648DF" w:rsidRDefault="001A6227" w:rsidP="00EF4BF3">
            <w:pPr>
              <w:ind w:firstLine="6"/>
              <w:jc w:val="center"/>
            </w:pPr>
            <w:r w:rsidRPr="00C648DF">
              <w:t>___________________________</w:t>
            </w:r>
          </w:p>
          <w:p w:rsidR="001A6227" w:rsidRPr="008A13D8" w:rsidRDefault="001A6227" w:rsidP="00EF4BF3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1A6227" w:rsidRPr="008A13D8" w:rsidRDefault="001A6227" w:rsidP="00EF4BF3">
            <w:pPr>
              <w:ind w:firstLine="6"/>
              <w:rPr>
                <w:i/>
              </w:rPr>
            </w:pPr>
          </w:p>
          <w:p w:rsidR="001A6227" w:rsidRPr="00C648DF" w:rsidRDefault="001A6227" w:rsidP="00EF4BF3">
            <w:pPr>
              <w:ind w:firstLine="6"/>
            </w:pPr>
            <w:r w:rsidRPr="00C648DF">
              <w:t>___________________________________</w:t>
            </w:r>
          </w:p>
          <w:p w:rsidR="001A6227" w:rsidRPr="008A13D8" w:rsidRDefault="001A6227" w:rsidP="00EF4BF3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62190F" w:rsidRPr="000B611A" w:rsidRDefault="0062190F" w:rsidP="001A6227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C225C2" w:rsidRPr="000B611A" w:rsidRDefault="00C225C2" w:rsidP="00B412C3"/>
    <w:p w:rsidR="00C648DF" w:rsidRPr="00C648DF" w:rsidRDefault="00D419AD" w:rsidP="00B412C3">
      <w:pPr>
        <w:jc w:val="both"/>
        <w:rPr>
          <w:b/>
        </w:rPr>
      </w:pPr>
      <w:r w:rsidRPr="00C648DF">
        <w:rPr>
          <w:b/>
        </w:rPr>
        <w:t xml:space="preserve">ПРИМЕЧАНИЕ: </w:t>
      </w:r>
    </w:p>
    <w:p w:rsidR="00D419AD" w:rsidRPr="00C648DF" w:rsidRDefault="00C648DF" w:rsidP="00B412C3">
      <w:pPr>
        <w:jc w:val="both"/>
        <w:rPr>
          <w:i/>
        </w:rPr>
      </w:pPr>
      <w:r w:rsidRPr="00C648DF">
        <w:rPr>
          <w:i/>
        </w:rPr>
        <w:t xml:space="preserve">       </w:t>
      </w:r>
      <w:r w:rsidR="00D419AD" w:rsidRPr="00C648DF">
        <w:rPr>
          <w:i/>
        </w:rPr>
        <w:t>Данный Договор носит типовой характер. Покупатель может самостоятельно выбирать условия поставки в соответствии с международными правилами ИНКОТЕРМС-2000, способы обеспечения обязательств по Договору и иные условия из предложенных в типовом Договоре вариантов.</w:t>
      </w:r>
    </w:p>
    <w:p w:rsidR="00D419AD" w:rsidRPr="00C648DF" w:rsidRDefault="00D419AD" w:rsidP="00B412C3">
      <w:pPr>
        <w:ind w:firstLine="426"/>
        <w:jc w:val="both"/>
        <w:rPr>
          <w:i/>
        </w:rPr>
      </w:pPr>
      <w:r w:rsidRPr="00C648DF">
        <w:rPr>
          <w:i/>
        </w:rPr>
        <w:t xml:space="preserve">Раздел «Оказание работ и выполнение услуг» может быть исключен из текста Договора при поставке </w:t>
      </w:r>
      <w:proofErr w:type="gramStart"/>
      <w:r w:rsidRPr="00C648DF">
        <w:rPr>
          <w:i/>
        </w:rPr>
        <w:t>товара, не требующего специального монтажа либо если соответствующие работы выполняются</w:t>
      </w:r>
      <w:proofErr w:type="gramEnd"/>
      <w:r w:rsidRPr="00C648DF">
        <w:rPr>
          <w:i/>
        </w:rPr>
        <w:t xml:space="preserve"> (услуги оказываются) на основании отдельного договора. </w:t>
      </w:r>
    </w:p>
    <w:p w:rsidR="00D419AD" w:rsidRPr="00C648DF" w:rsidRDefault="00D419AD" w:rsidP="00B412C3">
      <w:pPr>
        <w:ind w:firstLine="426"/>
        <w:jc w:val="both"/>
        <w:rPr>
          <w:i/>
        </w:rPr>
      </w:pPr>
      <w:r w:rsidRPr="00C648DF">
        <w:rPr>
          <w:i/>
        </w:rPr>
        <w:lastRenderedPageBreak/>
        <w:t xml:space="preserve">При наличии у покупателя типовой или специально разработанной для условий определенной закупочной процедуры формы Договора покупатель может дополнять данный Договор необходимыми положениями. </w:t>
      </w:r>
    </w:p>
    <w:p w:rsidR="00C648DF" w:rsidRDefault="00D419AD" w:rsidP="00B412C3">
      <w:pPr>
        <w:ind w:firstLine="426"/>
        <w:jc w:val="both"/>
        <w:rPr>
          <w:i/>
        </w:rPr>
      </w:pPr>
      <w:r w:rsidRPr="00C648DF">
        <w:rPr>
          <w:i/>
        </w:rPr>
        <w:t xml:space="preserve">Закупочная документация, в том числе разделы: Таблица цен, Техническая часть и иные должны считаться приложениями к настоящему Договору. </w:t>
      </w:r>
    </w:p>
    <w:p w:rsidR="00D419AD" w:rsidRPr="00C648DF" w:rsidRDefault="00D419AD" w:rsidP="00B412C3">
      <w:pPr>
        <w:ind w:firstLine="426"/>
        <w:jc w:val="both"/>
        <w:rPr>
          <w:i/>
        </w:rPr>
      </w:pPr>
      <w:r w:rsidRPr="00C648DF">
        <w:rPr>
          <w:i/>
        </w:rPr>
        <w:t>Перечень приложений может быть дополнен покупателем.</w:t>
      </w:r>
    </w:p>
    <w:p w:rsidR="005A1875" w:rsidRDefault="005A1875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  <w:sectPr w:rsidR="000F0F34" w:rsidSect="00B412C3">
          <w:pgSz w:w="11906" w:h="16838"/>
          <w:pgMar w:top="1418" w:right="709" w:bottom="1134" w:left="1276" w:header="709" w:footer="709" w:gutter="0"/>
          <w:cols w:space="708"/>
          <w:titlePg/>
          <w:docGrid w:linePitch="360"/>
        </w:sectPr>
      </w:pPr>
    </w:p>
    <w:p w:rsidR="000F0F34" w:rsidRDefault="000F0F34" w:rsidP="000F0F34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 xml:space="preserve">                                                                                                                   </w:t>
      </w:r>
    </w:p>
    <w:p w:rsidR="000F0F34" w:rsidRPr="000F0F34" w:rsidRDefault="000F0F34" w:rsidP="000F0F34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Приложение № 5</w:t>
      </w:r>
      <w:r w:rsidRPr="000F0F34">
        <w:rPr>
          <w:rFonts w:eastAsia="Calibri"/>
          <w:lang w:eastAsia="en-US"/>
        </w:rPr>
        <w:t xml:space="preserve"> </w:t>
      </w:r>
    </w:p>
    <w:p w:rsidR="000F0F34" w:rsidRPr="000F0F34" w:rsidRDefault="000F0F34" w:rsidP="000F0F34">
      <w:pPr>
        <w:spacing w:after="200" w:line="276" w:lineRule="auto"/>
        <w:jc w:val="both"/>
        <w:rPr>
          <w:rFonts w:eastAsia="Calibri"/>
          <w:lang w:eastAsia="en-US"/>
        </w:rPr>
      </w:pPr>
      <w:r w:rsidRPr="000F0F34"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к Договору № _____________ от «___» _______ 20 __ г.</w:t>
      </w:r>
    </w:p>
    <w:p w:rsidR="000F0F34" w:rsidRPr="000F0F34" w:rsidRDefault="000F0F34" w:rsidP="000F0F34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/>
        <w:jc w:val="right"/>
      </w:pPr>
    </w:p>
    <w:p w:rsidR="000F0F34" w:rsidRPr="000F0F34" w:rsidRDefault="000F0F34" w:rsidP="000F0F34">
      <w:pPr>
        <w:keepNext/>
        <w:tabs>
          <w:tab w:val="left" w:pos="708"/>
        </w:tabs>
        <w:outlineLvl w:val="0"/>
        <w:rPr>
          <w:b/>
          <w:bCs/>
          <w:sz w:val="28"/>
        </w:rPr>
      </w:pPr>
      <w:r w:rsidRPr="000F0F34">
        <w:rPr>
          <w:b/>
          <w:bCs/>
          <w:sz w:val="28"/>
        </w:rPr>
        <w:t>Формат предоставления информации  утверждаем:</w:t>
      </w:r>
    </w:p>
    <w:p w:rsidR="000F0F34" w:rsidRPr="000F0F34" w:rsidRDefault="000F0F34" w:rsidP="000F0F34"/>
    <w:tbl>
      <w:tblPr>
        <w:tblW w:w="9679" w:type="dxa"/>
        <w:tblLook w:val="01E0"/>
      </w:tblPr>
      <w:tblGrid>
        <w:gridCol w:w="4956"/>
        <w:gridCol w:w="4723"/>
      </w:tblGrid>
      <w:tr w:rsidR="000F0F34" w:rsidRPr="000F0F34" w:rsidTr="005F76AF">
        <w:trPr>
          <w:trHeight w:val="641"/>
        </w:trPr>
        <w:tc>
          <w:tcPr>
            <w:tcW w:w="4956" w:type="dxa"/>
          </w:tcPr>
          <w:p w:rsidR="000F0F34" w:rsidRPr="000F0F34" w:rsidRDefault="000F0F34" w:rsidP="000F0F34">
            <w:pPr>
              <w:ind w:firstLine="6"/>
              <w:jc w:val="center"/>
              <w:rPr>
                <w:b/>
              </w:rPr>
            </w:pPr>
            <w:r w:rsidRPr="000F0F34">
              <w:rPr>
                <w:b/>
              </w:rPr>
              <w:t>От ПОКУПАТЕЛЯ:</w:t>
            </w:r>
          </w:p>
          <w:p w:rsidR="000F0F34" w:rsidRPr="000F0F34" w:rsidRDefault="000F0F34" w:rsidP="000F0F34">
            <w:pPr>
              <w:ind w:firstLine="6"/>
              <w:jc w:val="center"/>
              <w:rPr>
                <w:b/>
              </w:rPr>
            </w:pPr>
          </w:p>
          <w:p w:rsidR="000F0F34" w:rsidRPr="000F0F34" w:rsidRDefault="000F0F34" w:rsidP="000F0F34">
            <w:pPr>
              <w:ind w:firstLine="6"/>
              <w:jc w:val="center"/>
            </w:pPr>
            <w:r w:rsidRPr="000F0F34">
              <w:t>___________________________</w:t>
            </w:r>
          </w:p>
          <w:p w:rsidR="000F0F34" w:rsidRPr="000F0F34" w:rsidRDefault="000F0F34" w:rsidP="000F0F34">
            <w:pPr>
              <w:ind w:firstLine="6"/>
              <w:jc w:val="center"/>
              <w:rPr>
                <w:i/>
              </w:rPr>
            </w:pPr>
            <w:r w:rsidRPr="000F0F34">
              <w:rPr>
                <w:i/>
              </w:rPr>
              <w:t>(должность)</w:t>
            </w:r>
          </w:p>
          <w:p w:rsidR="000F0F34" w:rsidRPr="000F0F34" w:rsidRDefault="000F0F34" w:rsidP="000F0F34">
            <w:r w:rsidRPr="000F0F34">
              <w:t>___________________________________</w:t>
            </w:r>
          </w:p>
          <w:p w:rsidR="000F0F34" w:rsidRPr="000F0F34" w:rsidRDefault="000F0F34" w:rsidP="000F0F34">
            <w:pPr>
              <w:ind w:firstLine="6"/>
              <w:jc w:val="center"/>
              <w:rPr>
                <w:i/>
              </w:rPr>
            </w:pPr>
            <w:r w:rsidRPr="000F0F34">
              <w:rPr>
                <w:i/>
              </w:rPr>
              <w:t>(Ф.И.О.)</w:t>
            </w:r>
          </w:p>
          <w:p w:rsidR="000F0F34" w:rsidRPr="000F0F34" w:rsidRDefault="000F0F34" w:rsidP="000F0F34">
            <w:r w:rsidRPr="000F0F34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0F0F34" w:rsidRPr="000F0F34" w:rsidRDefault="000F0F34" w:rsidP="000F0F34">
            <w:pPr>
              <w:ind w:firstLine="6"/>
              <w:jc w:val="center"/>
              <w:rPr>
                <w:b/>
              </w:rPr>
            </w:pPr>
            <w:r w:rsidRPr="000F0F34">
              <w:rPr>
                <w:b/>
              </w:rPr>
              <w:t>От ПОСТАВЩИКА:</w:t>
            </w:r>
          </w:p>
          <w:p w:rsidR="000F0F34" w:rsidRPr="000F0F34" w:rsidRDefault="000F0F34" w:rsidP="000F0F34">
            <w:pPr>
              <w:ind w:firstLine="6"/>
              <w:jc w:val="center"/>
              <w:rPr>
                <w:b/>
              </w:rPr>
            </w:pPr>
          </w:p>
          <w:p w:rsidR="000F0F34" w:rsidRPr="000F0F34" w:rsidRDefault="000F0F34" w:rsidP="000F0F34">
            <w:pPr>
              <w:ind w:firstLine="6"/>
              <w:jc w:val="center"/>
            </w:pPr>
            <w:r w:rsidRPr="000F0F34">
              <w:t>___________________________</w:t>
            </w:r>
          </w:p>
          <w:p w:rsidR="000F0F34" w:rsidRPr="000F0F34" w:rsidRDefault="000F0F34" w:rsidP="000F0F34">
            <w:pPr>
              <w:ind w:firstLine="6"/>
              <w:jc w:val="center"/>
              <w:rPr>
                <w:i/>
              </w:rPr>
            </w:pPr>
            <w:r w:rsidRPr="000F0F34">
              <w:rPr>
                <w:i/>
              </w:rPr>
              <w:t>(должность)</w:t>
            </w:r>
          </w:p>
          <w:p w:rsidR="000F0F34" w:rsidRPr="000F0F34" w:rsidRDefault="000F0F34" w:rsidP="000F0F34">
            <w:r w:rsidRPr="000F0F34">
              <w:t>___________________________________</w:t>
            </w:r>
          </w:p>
          <w:p w:rsidR="000F0F34" w:rsidRPr="000F0F34" w:rsidRDefault="000F0F34" w:rsidP="000F0F34">
            <w:pPr>
              <w:ind w:firstLine="6"/>
              <w:jc w:val="center"/>
              <w:rPr>
                <w:i/>
              </w:rPr>
            </w:pPr>
            <w:r w:rsidRPr="000F0F34">
              <w:rPr>
                <w:i/>
              </w:rPr>
              <w:t>(Ф.И.О.)</w:t>
            </w:r>
            <w:r w:rsidRPr="000F0F34">
              <w:t xml:space="preserve">             </w:t>
            </w:r>
          </w:p>
          <w:p w:rsidR="000F0F34" w:rsidRPr="000F0F34" w:rsidRDefault="000F0F34" w:rsidP="000F0F34">
            <w:r w:rsidRPr="000F0F34">
              <w:t xml:space="preserve">М.П.   «_____» _____________20___г.                     </w:t>
            </w:r>
          </w:p>
        </w:tc>
      </w:tr>
    </w:tbl>
    <w:p w:rsidR="000F0F34" w:rsidRPr="000F0F34" w:rsidRDefault="000F0F34" w:rsidP="000F0F34">
      <w:pPr>
        <w:spacing w:after="20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709"/>
        <w:gridCol w:w="1418"/>
        <w:gridCol w:w="850"/>
        <w:gridCol w:w="1134"/>
        <w:gridCol w:w="1134"/>
        <w:gridCol w:w="567"/>
        <w:gridCol w:w="709"/>
        <w:gridCol w:w="992"/>
        <w:gridCol w:w="1134"/>
        <w:gridCol w:w="992"/>
        <w:gridCol w:w="1418"/>
        <w:gridCol w:w="1417"/>
        <w:gridCol w:w="1560"/>
        <w:gridCol w:w="1417"/>
      </w:tblGrid>
      <w:tr w:rsidR="000F0F34" w:rsidRPr="005F76AF" w:rsidTr="005F76AF">
        <w:trPr>
          <w:trHeight w:val="300"/>
        </w:trPr>
        <w:tc>
          <w:tcPr>
            <w:tcW w:w="16160" w:type="dxa"/>
            <w:gridSpan w:val="15"/>
            <w:shd w:val="clear" w:color="auto" w:fill="auto"/>
            <w:noWrap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  <w:t>Структура собственников/бенефициаров _____________________ (указывается наименование контрагента)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</w:tc>
      </w:tr>
      <w:tr w:rsidR="000F0F34" w:rsidRPr="005F76AF" w:rsidTr="005F76AF">
        <w:trPr>
          <w:trHeight w:val="315"/>
        </w:trPr>
        <w:tc>
          <w:tcPr>
            <w:tcW w:w="5954" w:type="dxa"/>
            <w:gridSpan w:val="6"/>
            <w:shd w:val="clear" w:color="auto" w:fill="auto"/>
            <w:noWrap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  <w:t>Наименование  контрагента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0206" w:type="dxa"/>
            <w:gridSpan w:val="9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  <w:t xml:space="preserve">Информация о цепочке собственников контрагента, включая бенефициаров 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  <w:t xml:space="preserve">(в том числе </w:t>
            </w:r>
            <w:proofErr w:type="gramStart"/>
            <w:r w:rsidRPr="005F76AF"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  <w:t>конечных</w:t>
            </w:r>
            <w:proofErr w:type="gramEnd"/>
            <w:r w:rsidRPr="005F76AF"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  <w:t>)</w:t>
            </w:r>
          </w:p>
        </w:tc>
      </w:tr>
      <w:tr w:rsidR="000F0F34" w:rsidRPr="005F76AF" w:rsidTr="005F76AF">
        <w:trPr>
          <w:trHeight w:val="1290"/>
        </w:trPr>
        <w:tc>
          <w:tcPr>
            <w:tcW w:w="709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709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418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Наименование (краткое)</w:t>
            </w:r>
          </w:p>
        </w:tc>
        <w:tc>
          <w:tcPr>
            <w:tcW w:w="850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 xml:space="preserve">Код 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ОКВЭД</w:t>
            </w:r>
          </w:p>
        </w:tc>
        <w:tc>
          <w:tcPr>
            <w:tcW w:w="1134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 xml:space="preserve">ФИО </w:t>
            </w:r>
            <w:proofErr w:type="gramStart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руководи-теля</w:t>
            </w:r>
            <w:proofErr w:type="gramEnd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 xml:space="preserve"> (полностью)</w:t>
            </w:r>
          </w:p>
        </w:tc>
        <w:tc>
          <w:tcPr>
            <w:tcW w:w="1134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 xml:space="preserve">Серия и номер документа, </w:t>
            </w:r>
            <w:proofErr w:type="spellStart"/>
            <w:proofErr w:type="gramStart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удостоверя-ющего</w:t>
            </w:r>
            <w:proofErr w:type="spellEnd"/>
            <w:proofErr w:type="gramEnd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 xml:space="preserve"> личность руководителя</w:t>
            </w:r>
          </w:p>
        </w:tc>
        <w:tc>
          <w:tcPr>
            <w:tcW w:w="567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№</w:t>
            </w:r>
          </w:p>
        </w:tc>
        <w:tc>
          <w:tcPr>
            <w:tcW w:w="709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992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134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proofErr w:type="gramStart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Наименова-ние</w:t>
            </w:r>
            <w:proofErr w:type="spellEnd"/>
            <w:proofErr w:type="gramEnd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/ФИО (полностью)</w:t>
            </w:r>
          </w:p>
        </w:tc>
        <w:tc>
          <w:tcPr>
            <w:tcW w:w="992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Адрес регистра-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ции</w:t>
            </w:r>
            <w:proofErr w:type="spellEnd"/>
          </w:p>
        </w:tc>
        <w:tc>
          <w:tcPr>
            <w:tcW w:w="1418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 xml:space="preserve">Серия и номер документа, </w:t>
            </w:r>
            <w:proofErr w:type="spellStart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удостоверя</w:t>
            </w:r>
            <w:proofErr w:type="spellEnd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-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ющего</w:t>
            </w:r>
            <w:proofErr w:type="spellEnd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 xml:space="preserve"> личность 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(для физических лиц)</w:t>
            </w:r>
          </w:p>
        </w:tc>
        <w:tc>
          <w:tcPr>
            <w:tcW w:w="1417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Категория: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руководитель/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участник/ акционер/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бенефициар</w:t>
            </w:r>
          </w:p>
        </w:tc>
        <w:tc>
          <w:tcPr>
            <w:tcW w:w="1560" w:type="dxa"/>
            <w:shd w:val="clear" w:color="auto" w:fill="auto"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Офшорная компания</w:t>
            </w:r>
          </w:p>
        </w:tc>
        <w:tc>
          <w:tcPr>
            <w:tcW w:w="1417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 xml:space="preserve">Информация о </w:t>
            </w:r>
            <w:proofErr w:type="spellStart"/>
            <w:proofErr w:type="gramStart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подтвержда-ющих</w:t>
            </w:r>
            <w:proofErr w:type="spellEnd"/>
            <w:proofErr w:type="gramEnd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 xml:space="preserve"> документах (</w:t>
            </w:r>
            <w:proofErr w:type="spellStart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наименова-ние</w:t>
            </w:r>
            <w:proofErr w:type="spellEnd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, реквизиты и другие)</w:t>
            </w:r>
          </w:p>
        </w:tc>
      </w:tr>
      <w:tr w:rsidR="000F0F34" w:rsidRPr="005F76AF" w:rsidTr="005F76AF">
        <w:trPr>
          <w:trHeight w:val="315"/>
        </w:trPr>
        <w:tc>
          <w:tcPr>
            <w:tcW w:w="709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850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567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2977" w:type="dxa"/>
            <w:gridSpan w:val="2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sz w:val="18"/>
                <w:szCs w:val="18"/>
                <w:lang w:eastAsia="en-US"/>
              </w:rPr>
              <w:t>…</w:t>
            </w:r>
          </w:p>
        </w:tc>
      </w:tr>
    </w:tbl>
    <w:p w:rsidR="000F0F34" w:rsidRPr="000F0F34" w:rsidRDefault="000F0F34" w:rsidP="000F0F34">
      <w:pPr>
        <w:rPr>
          <w:rFonts w:eastAsia="Calibri"/>
          <w:lang w:eastAsia="en-US"/>
        </w:rPr>
      </w:pPr>
    </w:p>
    <w:p w:rsidR="000F0F34" w:rsidRPr="000F0F34" w:rsidRDefault="000F0F34" w:rsidP="000F0F34">
      <w:pPr>
        <w:rPr>
          <w:rFonts w:eastAsia="Calibri"/>
          <w:b/>
          <w:lang w:eastAsia="en-US"/>
        </w:rPr>
      </w:pPr>
      <w:r w:rsidRPr="000F0F34">
        <w:rPr>
          <w:rFonts w:eastAsia="Calibri"/>
          <w:b/>
          <w:lang w:eastAsia="en-US"/>
        </w:rPr>
        <w:t xml:space="preserve">Руководитель:  </w:t>
      </w:r>
    </w:p>
    <w:p w:rsidR="000F0F34" w:rsidRPr="000F0F34" w:rsidRDefault="000F0F34" w:rsidP="000F0F34">
      <w:pPr>
        <w:rPr>
          <w:rFonts w:eastAsia="Calibri"/>
          <w:lang w:eastAsia="en-US"/>
        </w:rPr>
      </w:pPr>
      <w:r w:rsidRPr="000F0F34">
        <w:rPr>
          <w:rFonts w:eastAsia="Calibri"/>
          <w:lang w:eastAsia="en-US"/>
        </w:rPr>
        <w:t xml:space="preserve">_______________  </w:t>
      </w:r>
      <w:r w:rsidRPr="000F0F34">
        <w:rPr>
          <w:rFonts w:eastAsia="Calibri"/>
          <w:i/>
          <w:lang w:eastAsia="en-US"/>
        </w:rPr>
        <w:t>(указывается ФИО)</w:t>
      </w:r>
    </w:p>
    <w:p w:rsidR="000F0F34" w:rsidRPr="000F0F34" w:rsidRDefault="000F0F34" w:rsidP="000F0F34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</w:pPr>
      <w:r w:rsidRPr="000F0F34">
        <w:rPr>
          <w:rFonts w:eastAsia="Calibri"/>
          <w:lang w:eastAsia="en-US"/>
        </w:rPr>
        <w:t xml:space="preserve">      </w:t>
      </w:r>
      <w:r w:rsidRPr="000F0F34">
        <w:rPr>
          <w:rFonts w:eastAsia="Calibri"/>
          <w:i/>
          <w:sz w:val="20"/>
          <w:szCs w:val="20"/>
          <w:lang w:eastAsia="en-US"/>
        </w:rPr>
        <w:t>(подпись)</w:t>
      </w:r>
    </w:p>
    <w:p w:rsidR="000F0F34" w:rsidRDefault="000F0F34" w:rsidP="000F0F34">
      <w:pPr>
        <w:spacing w:after="200" w:line="276" w:lineRule="auto"/>
        <w:rPr>
          <w:rFonts w:eastAsia="Calibri"/>
          <w:i/>
          <w:lang w:eastAsia="en-US"/>
        </w:rPr>
      </w:pPr>
      <w:r w:rsidRPr="000F0F34">
        <w:rPr>
          <w:rFonts w:eastAsia="Calibri"/>
          <w:lang w:eastAsia="en-US"/>
        </w:rPr>
        <w:t xml:space="preserve">«____» __________ 20 __ г. </w:t>
      </w:r>
      <w:r w:rsidRPr="000F0F34">
        <w:rPr>
          <w:rFonts w:eastAsia="Calibri"/>
          <w:i/>
          <w:lang w:eastAsia="en-US"/>
        </w:rPr>
        <w:t>(указывается дата подписания)</w:t>
      </w:r>
    </w:p>
    <w:p w:rsidR="000F0F34" w:rsidRDefault="000F0F34" w:rsidP="000F0F34">
      <w:pPr>
        <w:spacing w:after="200" w:line="276" w:lineRule="auto"/>
        <w:rPr>
          <w:rFonts w:eastAsia="Calibri"/>
          <w:i/>
          <w:lang w:eastAsia="en-US"/>
        </w:rPr>
      </w:pPr>
    </w:p>
    <w:p w:rsidR="005D5FDE" w:rsidRDefault="005D5FDE" w:rsidP="000F0F34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  <w:sectPr w:rsidR="005D5FDE" w:rsidSect="005F76AF">
          <w:pgSz w:w="16838" w:h="11906" w:orient="landscape" w:code="9"/>
          <w:pgMar w:top="567" w:right="1134" w:bottom="567" w:left="1134" w:header="709" w:footer="709" w:gutter="0"/>
          <w:cols w:space="708"/>
          <w:docGrid w:linePitch="360"/>
        </w:sectPr>
      </w:pPr>
    </w:p>
    <w:p w:rsidR="005D5FDE" w:rsidRPr="005D5FDE" w:rsidRDefault="005D5FDE" w:rsidP="005D5FDE">
      <w:pPr>
        <w:jc w:val="both"/>
      </w:pPr>
      <w:r>
        <w:lastRenderedPageBreak/>
        <w:t xml:space="preserve">                                                              Приложение № 6</w:t>
      </w:r>
    </w:p>
    <w:p w:rsidR="005D5FDE" w:rsidRPr="005D5FDE" w:rsidRDefault="005D5FDE" w:rsidP="005D5FDE">
      <w:pPr>
        <w:jc w:val="both"/>
      </w:pPr>
      <w:r w:rsidRPr="005D5FDE">
        <w:t xml:space="preserve">                                                              к Договору № ____________ от «__» _______ 20 __ г.</w:t>
      </w:r>
    </w:p>
    <w:p w:rsidR="005D5FDE" w:rsidRPr="005D5FDE" w:rsidRDefault="005D5FDE" w:rsidP="005D5FDE">
      <w:pPr>
        <w:widowControl w:val="0"/>
        <w:autoSpaceDE w:val="0"/>
        <w:autoSpaceDN w:val="0"/>
        <w:adjustRightInd w:val="0"/>
        <w:jc w:val="both"/>
      </w:pPr>
    </w:p>
    <w:p w:rsidR="005D5FDE" w:rsidRPr="005D5FDE" w:rsidRDefault="005D5FDE" w:rsidP="005D5FDE">
      <w:pPr>
        <w:widowControl w:val="0"/>
        <w:autoSpaceDE w:val="0"/>
        <w:autoSpaceDN w:val="0"/>
        <w:adjustRightInd w:val="0"/>
        <w:jc w:val="both"/>
      </w:pPr>
    </w:p>
    <w:p w:rsidR="005D5FDE" w:rsidRPr="005D5FDE" w:rsidRDefault="005D5FDE" w:rsidP="005D5FDE">
      <w:pPr>
        <w:tabs>
          <w:tab w:val="left" w:pos="1134"/>
        </w:tabs>
        <w:jc w:val="center"/>
        <w:rPr>
          <w:b/>
          <w:i/>
          <w:sz w:val="28"/>
          <w:szCs w:val="28"/>
        </w:rPr>
      </w:pPr>
      <w:r w:rsidRPr="005D5FDE">
        <w:rPr>
          <w:b/>
          <w:bCs/>
          <w:sz w:val="28"/>
          <w:szCs w:val="28"/>
        </w:rPr>
        <w:t xml:space="preserve">Форму </w:t>
      </w:r>
      <w:r w:rsidRPr="005D5FDE">
        <w:rPr>
          <w:b/>
          <w:sz w:val="28"/>
          <w:szCs w:val="28"/>
        </w:rPr>
        <w:t>письменного согласия собственников/бенефициаров, являющихся физическими лицами, на обработку и передачу персональных данных в адрес Покупателя</w:t>
      </w:r>
      <w:r w:rsidRPr="005D5FDE">
        <w:rPr>
          <w:b/>
          <w:i/>
          <w:sz w:val="28"/>
          <w:szCs w:val="28"/>
        </w:rPr>
        <w:t xml:space="preserve"> </w:t>
      </w:r>
      <w:r w:rsidRPr="005D5FDE">
        <w:rPr>
          <w:b/>
          <w:bCs/>
          <w:sz w:val="28"/>
          <w:szCs w:val="28"/>
        </w:rPr>
        <w:t>утверждаем:</w:t>
      </w:r>
    </w:p>
    <w:p w:rsidR="005D5FDE" w:rsidRPr="005D5FDE" w:rsidRDefault="005D5FDE" w:rsidP="005D5FDE"/>
    <w:tbl>
      <w:tblPr>
        <w:tblW w:w="9679" w:type="dxa"/>
        <w:tblLook w:val="01E0"/>
      </w:tblPr>
      <w:tblGrid>
        <w:gridCol w:w="4956"/>
        <w:gridCol w:w="4723"/>
      </w:tblGrid>
      <w:tr w:rsidR="005D5FDE" w:rsidRPr="005D5FDE" w:rsidTr="005F76AF">
        <w:trPr>
          <w:trHeight w:val="641"/>
        </w:trPr>
        <w:tc>
          <w:tcPr>
            <w:tcW w:w="4956" w:type="dxa"/>
          </w:tcPr>
          <w:p w:rsidR="005D5FDE" w:rsidRPr="005D5FDE" w:rsidRDefault="005D5FDE" w:rsidP="005D5FDE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>От ___________________: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b/>
              </w:rPr>
            </w:pPr>
          </w:p>
          <w:p w:rsidR="005D5FDE" w:rsidRPr="005D5FDE" w:rsidRDefault="005D5FDE" w:rsidP="005D5FDE">
            <w:pPr>
              <w:ind w:firstLine="6"/>
              <w:jc w:val="center"/>
            </w:pPr>
            <w:r w:rsidRPr="005D5FDE">
              <w:t>___________________________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5D5FDE" w:rsidRPr="005D5FDE" w:rsidRDefault="005D5FDE" w:rsidP="005D5FDE">
            <w:r w:rsidRPr="005D5FDE">
              <w:t>___________________________________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</w:p>
          <w:p w:rsidR="005D5FDE" w:rsidRPr="005D5FDE" w:rsidRDefault="005D5FDE" w:rsidP="005D5FDE">
            <w:r w:rsidRPr="005D5FDE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5D5FDE" w:rsidRPr="005D5FDE" w:rsidRDefault="005D5FDE" w:rsidP="005D5FDE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>От ______________________: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b/>
              </w:rPr>
            </w:pPr>
          </w:p>
          <w:p w:rsidR="005D5FDE" w:rsidRPr="005D5FDE" w:rsidRDefault="005D5FDE" w:rsidP="005D5FDE">
            <w:pPr>
              <w:ind w:firstLine="6"/>
              <w:jc w:val="center"/>
            </w:pPr>
            <w:r w:rsidRPr="005D5FDE">
              <w:t>___________________________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5D5FDE" w:rsidRPr="005D5FDE" w:rsidRDefault="005D5FDE" w:rsidP="005D5FDE">
            <w:r w:rsidRPr="005D5FDE">
              <w:t>___________________________________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  <w:r w:rsidRPr="005D5FDE">
              <w:t xml:space="preserve">             </w:t>
            </w:r>
          </w:p>
          <w:p w:rsidR="005D5FDE" w:rsidRPr="005D5FDE" w:rsidRDefault="005D5FDE" w:rsidP="005D5FDE">
            <w:r w:rsidRPr="005D5FDE">
              <w:t xml:space="preserve">М.П.   «_____» _____________20___г.                     </w:t>
            </w:r>
          </w:p>
        </w:tc>
      </w:tr>
    </w:tbl>
    <w:p w:rsidR="005D5FDE" w:rsidRPr="005D5FDE" w:rsidRDefault="005D5FDE" w:rsidP="005D5FDE">
      <w:pPr>
        <w:widowControl w:val="0"/>
        <w:autoSpaceDE w:val="0"/>
        <w:autoSpaceDN w:val="0"/>
        <w:adjustRightInd w:val="0"/>
        <w:jc w:val="both"/>
      </w:pPr>
    </w:p>
    <w:p w:rsidR="005D5FDE" w:rsidRPr="005D5FDE" w:rsidRDefault="005D5FDE" w:rsidP="005D5FDE">
      <w:pPr>
        <w:widowControl w:val="0"/>
        <w:autoSpaceDE w:val="0"/>
        <w:autoSpaceDN w:val="0"/>
        <w:adjustRightInd w:val="0"/>
        <w:jc w:val="both"/>
      </w:pPr>
    </w:p>
    <w:p w:rsidR="005D5FDE" w:rsidRPr="005D5FDE" w:rsidRDefault="005D5FDE" w:rsidP="005D5FDE">
      <w:pPr>
        <w:tabs>
          <w:tab w:val="left" w:pos="1134"/>
        </w:tabs>
        <w:jc w:val="center"/>
        <w:rPr>
          <w:i/>
        </w:rPr>
      </w:pPr>
      <w:r w:rsidRPr="005D5FDE">
        <w:t xml:space="preserve"> </w:t>
      </w:r>
    </w:p>
    <w:p w:rsidR="005D5FDE" w:rsidRPr="005D5FDE" w:rsidRDefault="005D5FDE" w:rsidP="005D5FDE">
      <w:pPr>
        <w:tabs>
          <w:tab w:val="left" w:pos="1134"/>
        </w:tabs>
        <w:jc w:val="center"/>
        <w:rPr>
          <w:b/>
        </w:rPr>
      </w:pPr>
      <w:r w:rsidRPr="005D5FDE">
        <w:rPr>
          <w:b/>
        </w:rPr>
        <w:t>СОГЛАСИЕ</w:t>
      </w:r>
    </w:p>
    <w:p w:rsidR="005D5FDE" w:rsidRPr="005D5FDE" w:rsidRDefault="005D5FDE" w:rsidP="005D5FDE">
      <w:pPr>
        <w:tabs>
          <w:tab w:val="left" w:pos="1134"/>
        </w:tabs>
        <w:jc w:val="center"/>
      </w:pPr>
    </w:p>
    <w:p w:rsidR="005D5FDE" w:rsidRPr="005D5FDE" w:rsidRDefault="005D5FDE" w:rsidP="005D5FDE">
      <w:pPr>
        <w:tabs>
          <w:tab w:val="left" w:pos="1134"/>
        </w:tabs>
        <w:jc w:val="both"/>
      </w:pPr>
      <w:r w:rsidRPr="005D5FDE">
        <w:t xml:space="preserve">     </w:t>
      </w:r>
      <w:proofErr w:type="gramStart"/>
      <w:r w:rsidRPr="005D5FDE">
        <w:t xml:space="preserve">Я, ________________________________________________ </w:t>
      </w:r>
      <w:r w:rsidRPr="005D5FDE">
        <w:rPr>
          <w:i/>
        </w:rPr>
        <w:t>(указать полностью ФИО)</w:t>
      </w:r>
      <w:r w:rsidRPr="005D5FDE">
        <w:t xml:space="preserve">, зарегистрирован (а) по адресу: ______________________________________ </w:t>
      </w:r>
      <w:r w:rsidRPr="005D5FDE">
        <w:rPr>
          <w:i/>
        </w:rPr>
        <w:t>(указать полный адрес регистрации)</w:t>
      </w:r>
      <w:r w:rsidRPr="005D5FDE">
        <w:t xml:space="preserve">, основной документ, удостоверяющий личность _____________________________ </w:t>
      </w:r>
      <w:r w:rsidRPr="005D5FDE">
        <w:rPr>
          <w:i/>
        </w:rPr>
        <w:t>(указать вид документа, удостоверяющего личность и его полные реквизиты: серия, номер, кем выдан, дата выдачи и т.д.)</w:t>
      </w:r>
      <w:r w:rsidRPr="005D5FDE">
        <w:t xml:space="preserve">, дата, год и место рождения ____________________________ </w:t>
      </w:r>
      <w:r w:rsidRPr="005D5FDE">
        <w:rPr>
          <w:i/>
        </w:rPr>
        <w:t xml:space="preserve">(указать), </w:t>
      </w:r>
      <w:r w:rsidRPr="005D5FDE">
        <w:t xml:space="preserve">должность и место работ ___________________________ </w:t>
      </w:r>
      <w:r w:rsidRPr="005D5FDE">
        <w:rPr>
          <w:i/>
        </w:rPr>
        <w:t>(указать полностью без сокращений)</w:t>
      </w:r>
      <w:r w:rsidRPr="005D5FDE">
        <w:t xml:space="preserve">, </w:t>
      </w:r>
      <w:proofErr w:type="gramEnd"/>
    </w:p>
    <w:p w:rsidR="005D5FDE" w:rsidRPr="005D5FDE" w:rsidRDefault="005D5FDE" w:rsidP="005D5FDE">
      <w:pPr>
        <w:tabs>
          <w:tab w:val="left" w:pos="1134"/>
        </w:tabs>
        <w:jc w:val="both"/>
      </w:pPr>
      <w:r w:rsidRPr="005D5FDE">
        <w:t xml:space="preserve">     </w:t>
      </w:r>
      <w:proofErr w:type="gramStart"/>
      <w:r w:rsidRPr="005D5FDE"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5D5FDE">
        <w:rPr>
          <w:i/>
        </w:rPr>
        <w:t>(указывается наименование контрагента ОАО «МРСК Центра»</w:t>
      </w:r>
      <w:r w:rsidRPr="005D5FDE">
        <w:t>) (зарегистрировано по адресу: _____________________,</w:t>
      </w:r>
      <w:proofErr w:type="gramEnd"/>
      <w:r w:rsidRPr="005D5FDE">
        <w:t xml:space="preserve"> ОГРН: ______________, ИНН: _________________, </w:t>
      </w:r>
      <w:proofErr w:type="gramStart"/>
      <w:r w:rsidRPr="005D5FDE">
        <w:t xml:space="preserve">КПП: ________________) в лице _________________________ </w:t>
      </w:r>
      <w:r w:rsidRPr="005D5FDE">
        <w:rPr>
          <w:i/>
        </w:rPr>
        <w:t>(указать полностью должность и ФИО представителя контрагента ОАО «МРСК Центра»)</w:t>
      </w:r>
      <w:r w:rsidRPr="005D5FDE"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</w:t>
      </w:r>
      <w:proofErr w:type="gramEnd"/>
      <w:r w:rsidRPr="005D5FDE">
        <w:t xml:space="preserve"> использованием средств автоматизации или без использования таких сре</w:t>
      </w:r>
      <w:proofErr w:type="gramStart"/>
      <w:r w:rsidRPr="005D5FDE">
        <w:t>дств дл</w:t>
      </w:r>
      <w:proofErr w:type="gramEnd"/>
      <w:r w:rsidRPr="005D5FDE"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ОАО «МРСК Центра»</w:t>
      </w:r>
      <w:r w:rsidRPr="005D5FDE">
        <w:rPr>
          <w:i/>
        </w:rPr>
        <w:t xml:space="preserve">, </w:t>
      </w:r>
      <w:r w:rsidRPr="005D5FDE">
        <w:t xml:space="preserve">Минэнерго России, </w:t>
      </w:r>
      <w:proofErr w:type="spellStart"/>
      <w:r w:rsidRPr="005D5FDE">
        <w:t>Росфинмониторинг</w:t>
      </w:r>
      <w:proofErr w:type="spellEnd"/>
      <w:r w:rsidRPr="005D5FDE">
        <w:t xml:space="preserve">, ФНС России, иным третьим лицам при необходимости. </w:t>
      </w:r>
    </w:p>
    <w:p w:rsidR="005D5FDE" w:rsidRPr="005D5FDE" w:rsidRDefault="005D5FDE" w:rsidP="005D5FDE">
      <w:pPr>
        <w:tabs>
          <w:tab w:val="left" w:pos="1134"/>
        </w:tabs>
        <w:jc w:val="both"/>
      </w:pPr>
    </w:p>
    <w:p w:rsidR="005D5FDE" w:rsidRPr="005D5FDE" w:rsidRDefault="005D5FDE" w:rsidP="005D5FDE">
      <w:pPr>
        <w:tabs>
          <w:tab w:val="left" w:pos="1134"/>
        </w:tabs>
        <w:jc w:val="both"/>
      </w:pPr>
      <w:r w:rsidRPr="005D5FDE">
        <w:t xml:space="preserve">     Настоящее согласие действует с момента его подписания.</w:t>
      </w:r>
    </w:p>
    <w:p w:rsidR="005D5FDE" w:rsidRPr="005D5FDE" w:rsidRDefault="005D5FDE" w:rsidP="005D5FDE">
      <w:pPr>
        <w:tabs>
          <w:tab w:val="left" w:pos="1134"/>
        </w:tabs>
        <w:jc w:val="both"/>
      </w:pPr>
    </w:p>
    <w:p w:rsidR="005D5FDE" w:rsidRPr="005D5FDE" w:rsidRDefault="005D5FDE" w:rsidP="005D5FDE">
      <w:pPr>
        <w:tabs>
          <w:tab w:val="left" w:pos="1134"/>
        </w:tabs>
        <w:jc w:val="both"/>
        <w:rPr>
          <w:i/>
        </w:rPr>
      </w:pPr>
      <w:r w:rsidRPr="005D5FDE">
        <w:t xml:space="preserve">«___» ___________ 20 __ г.           ___________________ </w:t>
      </w:r>
      <w:r w:rsidRPr="005D5FDE">
        <w:rPr>
          <w:i/>
        </w:rPr>
        <w:t>(подпись, расшифровка подписи).</w:t>
      </w:r>
    </w:p>
    <w:p w:rsidR="005D5FDE" w:rsidRPr="005D5FDE" w:rsidRDefault="005D5FDE" w:rsidP="005D5FDE">
      <w:pPr>
        <w:tabs>
          <w:tab w:val="left" w:pos="1134"/>
        </w:tabs>
        <w:jc w:val="both"/>
      </w:pPr>
    </w:p>
    <w:p w:rsidR="005D5FDE" w:rsidRPr="005D5FDE" w:rsidRDefault="005D5FDE" w:rsidP="005D5FDE">
      <w:pPr>
        <w:tabs>
          <w:tab w:val="left" w:pos="1134"/>
        </w:tabs>
        <w:jc w:val="both"/>
      </w:pPr>
    </w:p>
    <w:p w:rsidR="000F0F34" w:rsidRPr="000F0F34" w:rsidRDefault="000F0F34" w:rsidP="000F0F34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</w:pPr>
    </w:p>
    <w:p w:rsidR="000F0F34" w:rsidRPr="00C648DF" w:rsidRDefault="000F0F34" w:rsidP="00B412C3">
      <w:pPr>
        <w:ind w:firstLine="426"/>
        <w:jc w:val="both"/>
        <w:rPr>
          <w:i/>
        </w:rPr>
      </w:pPr>
    </w:p>
    <w:sectPr w:rsidR="000F0F34" w:rsidRPr="00C648DF" w:rsidSect="005D5FDE">
      <w:pgSz w:w="11906" w:h="16838" w:code="9"/>
      <w:pgMar w:top="1134" w:right="567" w:bottom="1134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087B" w:rsidRDefault="00FF087B">
      <w:r>
        <w:separator/>
      </w:r>
    </w:p>
  </w:endnote>
  <w:endnote w:type="continuationSeparator" w:id="1">
    <w:p w:rsidR="00FF087B" w:rsidRDefault="00FF08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9AD" w:rsidRDefault="00D419AD" w:rsidP="00D419AD">
    <w:pPr>
      <w:pStyle w:val="ac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D419AD" w:rsidRDefault="00D419AD" w:rsidP="00D419AD">
    <w:pPr>
      <w:pStyle w:val="ac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9AD" w:rsidRDefault="00D419AD" w:rsidP="00D419AD">
    <w:pPr>
      <w:pStyle w:val="ac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087B" w:rsidRDefault="00FF087B">
      <w:r>
        <w:separator/>
      </w:r>
    </w:p>
  </w:footnote>
  <w:footnote w:type="continuationSeparator" w:id="1">
    <w:p w:rsidR="00FF087B" w:rsidRDefault="00FF087B">
      <w:r>
        <w:continuationSeparator/>
      </w:r>
    </w:p>
  </w:footnote>
  <w:footnote w:id="2">
    <w:p w:rsidR="00BD426E" w:rsidRDefault="00BD426E" w:rsidP="00BD426E">
      <w:pPr>
        <w:pStyle w:val="a9"/>
        <w:jc w:val="both"/>
        <w:rPr>
          <w:i/>
          <w:szCs w:val="16"/>
        </w:rPr>
      </w:pPr>
      <w:r>
        <w:rPr>
          <w:rStyle w:val="ab"/>
          <w:i/>
          <w:szCs w:val="16"/>
        </w:rPr>
        <w:footnoteRef/>
      </w:r>
      <w:r>
        <w:rPr>
          <w:i/>
          <w:szCs w:val="16"/>
        </w:rPr>
        <w:t xml:space="preserve"> Если договор заключается в интересах филиала, то необходимо указать Арбитражный суд области, по месту  нахождения  филиала.</w:t>
      </w:r>
    </w:p>
  </w:footnote>
  <w:footnote w:id="3">
    <w:p w:rsidR="00BD426E" w:rsidRPr="00BD426E" w:rsidRDefault="00BD426E">
      <w:pPr>
        <w:pStyle w:val="a9"/>
      </w:pPr>
      <w:r>
        <w:rPr>
          <w:rStyle w:val="ab"/>
        </w:rPr>
        <w:footnoteRef/>
      </w:r>
      <w:r>
        <w:t xml:space="preserve"> </w:t>
      </w:r>
      <w:r>
        <w:rPr>
          <w:i/>
          <w:szCs w:val="16"/>
        </w:rPr>
        <w:t>Если договор заключается в интересах филиала, то необходимо указать Арбитражный суд области, по месту  нахождения  филиала.</w:t>
      </w:r>
    </w:p>
  </w:footnote>
  <w:footnote w:id="4">
    <w:p w:rsidR="00AC7900" w:rsidRPr="00FC1F04" w:rsidRDefault="00AC7900" w:rsidP="00AC7900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="008A13D8">
        <w:rPr>
          <w:i/>
        </w:rPr>
        <w:t xml:space="preserve"> В случае заключения Д</w:t>
      </w:r>
      <w:r w:rsidRPr="00FC1F04">
        <w:rPr>
          <w:i/>
        </w:rPr>
        <w:t xml:space="preserve">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</w:t>
      </w:r>
      <w:proofErr w:type="spellStart"/>
      <w:r w:rsidRPr="00FC1F04">
        <w:rPr>
          <w:i/>
        </w:rPr>
        <w:t>энерго</w:t>
      </w:r>
      <w:proofErr w:type="spellEnd"/>
      <w:r w:rsidRPr="00FC1F04">
        <w:rPr>
          <w:i/>
        </w:rPr>
        <w:t>»).</w:t>
      </w:r>
    </w:p>
  </w:footnote>
  <w:footnote w:id="5">
    <w:p w:rsidR="00C648DF" w:rsidRPr="00FC1F04" w:rsidRDefault="00C648DF" w:rsidP="00C648DF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="008A13D8">
        <w:rPr>
          <w:i/>
        </w:rPr>
        <w:t xml:space="preserve"> В случае заключения Д</w:t>
      </w:r>
      <w:r w:rsidRPr="00FC1F04">
        <w:rPr>
          <w:i/>
        </w:rPr>
        <w:t xml:space="preserve">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</w:t>
      </w:r>
      <w:proofErr w:type="spellStart"/>
      <w:r w:rsidRPr="00FC1F04">
        <w:rPr>
          <w:i/>
        </w:rPr>
        <w:t>энерго</w:t>
      </w:r>
      <w:proofErr w:type="spellEnd"/>
      <w:r w:rsidRPr="00FC1F04">
        <w:rPr>
          <w:i/>
        </w:rPr>
        <w:t>»).</w:t>
      </w:r>
    </w:p>
  </w:footnote>
  <w:footnote w:id="6">
    <w:p w:rsidR="00C648DF" w:rsidRPr="00FC1F04" w:rsidRDefault="00C648DF" w:rsidP="00C648DF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="008A13D8">
        <w:rPr>
          <w:i/>
        </w:rPr>
        <w:t xml:space="preserve"> В случае заключения Д</w:t>
      </w:r>
      <w:r w:rsidRPr="00FC1F04">
        <w:rPr>
          <w:i/>
        </w:rPr>
        <w:t xml:space="preserve">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</w:t>
      </w:r>
      <w:proofErr w:type="spellStart"/>
      <w:r w:rsidRPr="00FC1F04">
        <w:rPr>
          <w:i/>
        </w:rPr>
        <w:t>энерго</w:t>
      </w:r>
      <w:proofErr w:type="spellEnd"/>
      <w:r w:rsidRPr="00FC1F04">
        <w:rPr>
          <w:i/>
        </w:rPr>
        <w:t>»).</w:t>
      </w:r>
    </w:p>
  </w:footnote>
  <w:footnote w:id="7">
    <w:p w:rsidR="001A6227" w:rsidRDefault="001A6227" w:rsidP="00C225C2">
      <w:pPr>
        <w:pStyle w:val="a9"/>
      </w:pPr>
    </w:p>
  </w:footnote>
  <w:footnote w:id="8">
    <w:p w:rsidR="00C648DF" w:rsidRPr="00FC1F04" w:rsidRDefault="00C648DF" w:rsidP="00C648DF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Pr="00FC1F04">
        <w:rPr>
          <w:i/>
        </w:rPr>
        <w:t xml:space="preserve"> В случае заключения договора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</w:t>
      </w:r>
      <w:proofErr w:type="spellStart"/>
      <w:r w:rsidRPr="00FC1F04">
        <w:rPr>
          <w:i/>
        </w:rPr>
        <w:t>энерго</w:t>
      </w:r>
      <w:proofErr w:type="spellEnd"/>
      <w:r w:rsidRPr="00FC1F04">
        <w:rPr>
          <w:i/>
        </w:rPr>
        <w:t>»).</w:t>
      </w:r>
    </w:p>
  </w:footnote>
  <w:footnote w:id="9">
    <w:p w:rsidR="001A6227" w:rsidRPr="00FC1F04" w:rsidRDefault="001A6227" w:rsidP="001A6227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="005D5FDE">
        <w:rPr>
          <w:i/>
        </w:rPr>
        <w:t xml:space="preserve"> В случае заключения Д</w:t>
      </w:r>
      <w:r w:rsidRPr="00FC1F04">
        <w:rPr>
          <w:i/>
        </w:rPr>
        <w:t xml:space="preserve">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</w:t>
      </w:r>
      <w:proofErr w:type="spellStart"/>
      <w:r w:rsidRPr="00FC1F04">
        <w:rPr>
          <w:i/>
        </w:rPr>
        <w:t>энерго</w:t>
      </w:r>
      <w:proofErr w:type="spellEnd"/>
      <w:r w:rsidRPr="00FC1F04">
        <w:rPr>
          <w:i/>
        </w:rPr>
        <w:t>»).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9AD" w:rsidRDefault="00D419AD" w:rsidP="00D419AD">
    <w:pPr>
      <w:pStyle w:val="af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D419AD" w:rsidRDefault="00D419AD">
    <w:pPr>
      <w:pStyle w:val="af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9AD" w:rsidRDefault="00D419AD" w:rsidP="00D419AD">
    <w:pPr>
      <w:pStyle w:val="af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B1343F">
      <w:rPr>
        <w:rStyle w:val="ad"/>
        <w:noProof/>
      </w:rPr>
      <w:t>2</w:t>
    </w:r>
    <w:r>
      <w:rPr>
        <w:rStyle w:val="ad"/>
      </w:rPr>
      <w:fldChar w:fldCharType="end"/>
    </w:r>
  </w:p>
  <w:p w:rsidR="00D419AD" w:rsidRDefault="00D419AD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93863"/>
    <w:multiLevelType w:val="hybridMultilevel"/>
    <w:tmpl w:val="F84AC6B8"/>
    <w:lvl w:ilvl="0" w:tplc="4946946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71149E4"/>
    <w:multiLevelType w:val="hybridMultilevel"/>
    <w:tmpl w:val="249CDECE"/>
    <w:lvl w:ilvl="0" w:tplc="3EC21594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8B23A82"/>
    <w:multiLevelType w:val="multilevel"/>
    <w:tmpl w:val="EE447000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/>
        <w:b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3">
    <w:nsid w:val="0CE42993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4">
    <w:nsid w:val="0E411486"/>
    <w:multiLevelType w:val="multilevel"/>
    <w:tmpl w:val="2DA69134"/>
    <w:lvl w:ilvl="0">
      <w:start w:val="4"/>
      <w:numFmt w:val="decimal"/>
      <w:lvlText w:val="%1."/>
      <w:lvlJc w:val="left"/>
      <w:pPr>
        <w:tabs>
          <w:tab w:val="num" w:pos="1425"/>
        </w:tabs>
        <w:ind w:left="1425" w:hanging="142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536"/>
        </w:tabs>
        <w:ind w:left="5536" w:hanging="1425"/>
      </w:pPr>
      <w:rPr>
        <w:rFonts w:cs="Times New Roman" w:hint="default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559"/>
        </w:tabs>
        <w:ind w:left="2559" w:hanging="1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126"/>
        </w:tabs>
        <w:ind w:left="3126" w:hanging="1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693"/>
        </w:tabs>
        <w:ind w:left="3693" w:hanging="1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260"/>
        </w:tabs>
        <w:ind w:left="4260" w:hanging="1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cs="Times New Roman" w:hint="default"/>
      </w:rPr>
    </w:lvl>
  </w:abstractNum>
  <w:abstractNum w:abstractNumId="5">
    <w:nsid w:val="10024595"/>
    <w:multiLevelType w:val="multilevel"/>
    <w:tmpl w:val="35B0236C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>
    <w:nsid w:val="16987C1A"/>
    <w:multiLevelType w:val="hybridMultilevel"/>
    <w:tmpl w:val="A03490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9502A5"/>
    <w:multiLevelType w:val="hybridMultilevel"/>
    <w:tmpl w:val="8CC49C02"/>
    <w:lvl w:ilvl="0" w:tplc="5E36926E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2331426A"/>
    <w:multiLevelType w:val="hybridMultilevel"/>
    <w:tmpl w:val="5818FA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C89CB9A4">
      <w:start w:val="1"/>
      <w:numFmt w:val="decimal"/>
      <w:lvlText w:val="%2."/>
      <w:lvlJc w:val="left"/>
      <w:pPr>
        <w:tabs>
          <w:tab w:val="num" w:pos="2190"/>
        </w:tabs>
        <w:ind w:left="2190" w:hanging="111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8D478F6"/>
    <w:multiLevelType w:val="multilevel"/>
    <w:tmpl w:val="979CA294"/>
    <w:lvl w:ilvl="0">
      <w:start w:val="1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">
    <w:nsid w:val="2AE0123A"/>
    <w:multiLevelType w:val="multilevel"/>
    <w:tmpl w:val="F3521E7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1">
    <w:nsid w:val="2C626041"/>
    <w:multiLevelType w:val="hybridMultilevel"/>
    <w:tmpl w:val="DDDCDC34"/>
    <w:lvl w:ilvl="0" w:tplc="2EE8DC4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12">
    <w:nsid w:val="2EE0079C"/>
    <w:multiLevelType w:val="hybridMultilevel"/>
    <w:tmpl w:val="62C69C5A"/>
    <w:lvl w:ilvl="0" w:tplc="2696AE2C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75C0E75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14">
    <w:nsid w:val="37851A16"/>
    <w:multiLevelType w:val="hybridMultilevel"/>
    <w:tmpl w:val="1C348140"/>
    <w:lvl w:ilvl="0" w:tplc="3CA28754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38833278"/>
    <w:multiLevelType w:val="hybridMultilevel"/>
    <w:tmpl w:val="CA2E04D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6">
    <w:nsid w:val="39577137"/>
    <w:multiLevelType w:val="multilevel"/>
    <w:tmpl w:val="3D6CA80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>
    <w:nsid w:val="3F5D082A"/>
    <w:multiLevelType w:val="hybridMultilevel"/>
    <w:tmpl w:val="B9E065A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89CB9A4">
      <w:start w:val="1"/>
      <w:numFmt w:val="decimal"/>
      <w:lvlText w:val="%2."/>
      <w:lvlJc w:val="left"/>
      <w:pPr>
        <w:tabs>
          <w:tab w:val="num" w:pos="2190"/>
        </w:tabs>
        <w:ind w:left="2190" w:hanging="111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46DB120A"/>
    <w:multiLevelType w:val="hybridMultilevel"/>
    <w:tmpl w:val="906296E0"/>
    <w:lvl w:ilvl="0" w:tplc="14C8830C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8302EED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20">
    <w:nsid w:val="4C104172"/>
    <w:multiLevelType w:val="hybridMultilevel"/>
    <w:tmpl w:val="008C6544"/>
    <w:lvl w:ilvl="0" w:tplc="FFFFFFFF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53081CFE"/>
    <w:multiLevelType w:val="hybridMultilevel"/>
    <w:tmpl w:val="08668CF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22">
    <w:nsid w:val="569B31E2"/>
    <w:multiLevelType w:val="hybridMultilevel"/>
    <w:tmpl w:val="DC02C678"/>
    <w:lvl w:ilvl="0" w:tplc="FFFFFFFF">
      <w:start w:val="1"/>
      <w:numFmt w:val="lowerLetter"/>
      <w:lvlText w:val="%1)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23">
    <w:nsid w:val="5C50329F"/>
    <w:multiLevelType w:val="hybridMultilevel"/>
    <w:tmpl w:val="8CD66F76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0492B7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61DD354B"/>
    <w:multiLevelType w:val="multilevel"/>
    <w:tmpl w:val="6C464B7E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6">
    <w:nsid w:val="67364C30"/>
    <w:multiLevelType w:val="multilevel"/>
    <w:tmpl w:val="1778AB4A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637"/>
        </w:tabs>
        <w:ind w:left="1637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>
    <w:nsid w:val="6D396CC4"/>
    <w:multiLevelType w:val="multilevel"/>
    <w:tmpl w:val="B8EA7EC0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>
    <w:nsid w:val="6EE34283"/>
    <w:multiLevelType w:val="hybridMultilevel"/>
    <w:tmpl w:val="6F14BC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2032905"/>
    <w:multiLevelType w:val="multilevel"/>
    <w:tmpl w:val="BBA682E6"/>
    <w:lvl w:ilvl="0">
      <w:start w:val="1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>
    <w:nsid w:val="7BD7366E"/>
    <w:multiLevelType w:val="multilevel"/>
    <w:tmpl w:val="6918294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19"/>
  </w:num>
  <w:num w:numId="2">
    <w:abstractNumId w:val="22"/>
  </w:num>
  <w:num w:numId="3">
    <w:abstractNumId w:val="7"/>
  </w:num>
  <w:num w:numId="4">
    <w:abstractNumId w:val="20"/>
  </w:num>
  <w:num w:numId="5">
    <w:abstractNumId w:val="4"/>
  </w:num>
  <w:num w:numId="6">
    <w:abstractNumId w:val="27"/>
  </w:num>
  <w:num w:numId="7">
    <w:abstractNumId w:val="5"/>
  </w:num>
  <w:num w:numId="8">
    <w:abstractNumId w:val="16"/>
  </w:num>
  <w:num w:numId="9">
    <w:abstractNumId w:val="26"/>
  </w:num>
  <w:num w:numId="10">
    <w:abstractNumId w:val="25"/>
  </w:num>
  <w:num w:numId="11">
    <w:abstractNumId w:val="29"/>
  </w:num>
  <w:num w:numId="12">
    <w:abstractNumId w:val="9"/>
  </w:num>
  <w:num w:numId="13">
    <w:abstractNumId w:val="18"/>
  </w:num>
  <w:num w:numId="14">
    <w:abstractNumId w:val="30"/>
  </w:num>
  <w:num w:numId="15">
    <w:abstractNumId w:val="11"/>
  </w:num>
  <w:num w:numId="16">
    <w:abstractNumId w:val="21"/>
  </w:num>
  <w:num w:numId="17">
    <w:abstractNumId w:val="15"/>
  </w:num>
  <w:num w:numId="18">
    <w:abstractNumId w:val="28"/>
  </w:num>
  <w:num w:numId="19">
    <w:abstractNumId w:val="8"/>
  </w:num>
  <w:num w:numId="20">
    <w:abstractNumId w:val="17"/>
  </w:num>
  <w:num w:numId="21">
    <w:abstractNumId w:val="23"/>
  </w:num>
  <w:num w:numId="22">
    <w:abstractNumId w:val="13"/>
  </w:num>
  <w:num w:numId="23">
    <w:abstractNumId w:val="3"/>
  </w:num>
  <w:num w:numId="24">
    <w:abstractNumId w:val="10"/>
  </w:num>
  <w:num w:numId="25">
    <w:abstractNumId w:val="24"/>
  </w:num>
  <w:num w:numId="26">
    <w:abstractNumId w:val="14"/>
  </w:num>
  <w:num w:numId="27">
    <w:abstractNumId w:val="1"/>
  </w:num>
  <w:num w:numId="28">
    <w:abstractNumId w:val="2"/>
  </w:num>
  <w:num w:numId="29">
    <w:abstractNumId w:val="6"/>
  </w:num>
  <w:num w:numId="30">
    <w:abstractNumId w:val="0"/>
  </w:num>
  <w:num w:numId="31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419AD"/>
    <w:rsid w:val="0000366C"/>
    <w:rsid w:val="000065A5"/>
    <w:rsid w:val="000071C2"/>
    <w:rsid w:val="000247A0"/>
    <w:rsid w:val="00036DEE"/>
    <w:rsid w:val="000769F8"/>
    <w:rsid w:val="00080C17"/>
    <w:rsid w:val="000B2861"/>
    <w:rsid w:val="000B611A"/>
    <w:rsid w:val="000C4D76"/>
    <w:rsid w:val="000D5736"/>
    <w:rsid w:val="000E0C0B"/>
    <w:rsid w:val="000E2575"/>
    <w:rsid w:val="000F0F34"/>
    <w:rsid w:val="001150C7"/>
    <w:rsid w:val="00115155"/>
    <w:rsid w:val="00116E58"/>
    <w:rsid w:val="00133970"/>
    <w:rsid w:val="00171730"/>
    <w:rsid w:val="00171F4D"/>
    <w:rsid w:val="001739BE"/>
    <w:rsid w:val="0018038E"/>
    <w:rsid w:val="00192420"/>
    <w:rsid w:val="001A6227"/>
    <w:rsid w:val="001D79FB"/>
    <w:rsid w:val="001E5C50"/>
    <w:rsid w:val="00202BEC"/>
    <w:rsid w:val="00204DC6"/>
    <w:rsid w:val="002235F8"/>
    <w:rsid w:val="00233040"/>
    <w:rsid w:val="00237691"/>
    <w:rsid w:val="00267833"/>
    <w:rsid w:val="00272D15"/>
    <w:rsid w:val="00277A99"/>
    <w:rsid w:val="00280C17"/>
    <w:rsid w:val="00293913"/>
    <w:rsid w:val="002B3BB9"/>
    <w:rsid w:val="002D2C8F"/>
    <w:rsid w:val="002D55C0"/>
    <w:rsid w:val="002E1816"/>
    <w:rsid w:val="002E1A5A"/>
    <w:rsid w:val="002F7E02"/>
    <w:rsid w:val="00301E37"/>
    <w:rsid w:val="003062E6"/>
    <w:rsid w:val="003552B2"/>
    <w:rsid w:val="0036006C"/>
    <w:rsid w:val="00361817"/>
    <w:rsid w:val="00370708"/>
    <w:rsid w:val="0037468C"/>
    <w:rsid w:val="003A4A95"/>
    <w:rsid w:val="003B577D"/>
    <w:rsid w:val="003E08E4"/>
    <w:rsid w:val="003E0E7C"/>
    <w:rsid w:val="003E2820"/>
    <w:rsid w:val="003E583B"/>
    <w:rsid w:val="003F3C2D"/>
    <w:rsid w:val="004059BE"/>
    <w:rsid w:val="004156F4"/>
    <w:rsid w:val="0043683E"/>
    <w:rsid w:val="004414B6"/>
    <w:rsid w:val="00473F14"/>
    <w:rsid w:val="004A5BCC"/>
    <w:rsid w:val="004B37CB"/>
    <w:rsid w:val="004F2F31"/>
    <w:rsid w:val="005169F1"/>
    <w:rsid w:val="005307D8"/>
    <w:rsid w:val="00531578"/>
    <w:rsid w:val="00540FB5"/>
    <w:rsid w:val="005427E3"/>
    <w:rsid w:val="0056391B"/>
    <w:rsid w:val="005761AB"/>
    <w:rsid w:val="005A1875"/>
    <w:rsid w:val="005B715F"/>
    <w:rsid w:val="005D3C29"/>
    <w:rsid w:val="005D4DF3"/>
    <w:rsid w:val="005D5FDE"/>
    <w:rsid w:val="005D6030"/>
    <w:rsid w:val="005E5222"/>
    <w:rsid w:val="005F76AF"/>
    <w:rsid w:val="0062190F"/>
    <w:rsid w:val="006243C5"/>
    <w:rsid w:val="006271C1"/>
    <w:rsid w:val="00635CD8"/>
    <w:rsid w:val="00640A7E"/>
    <w:rsid w:val="00695259"/>
    <w:rsid w:val="006D1E8A"/>
    <w:rsid w:val="006D329A"/>
    <w:rsid w:val="006F423F"/>
    <w:rsid w:val="0070279D"/>
    <w:rsid w:val="00705A1F"/>
    <w:rsid w:val="00724165"/>
    <w:rsid w:val="007459B6"/>
    <w:rsid w:val="007778F5"/>
    <w:rsid w:val="00782FDA"/>
    <w:rsid w:val="007D3295"/>
    <w:rsid w:val="007E5F14"/>
    <w:rsid w:val="007F5807"/>
    <w:rsid w:val="00807108"/>
    <w:rsid w:val="008133E9"/>
    <w:rsid w:val="00826579"/>
    <w:rsid w:val="008318BC"/>
    <w:rsid w:val="00837536"/>
    <w:rsid w:val="00852B89"/>
    <w:rsid w:val="00861491"/>
    <w:rsid w:val="00866CE5"/>
    <w:rsid w:val="008727BE"/>
    <w:rsid w:val="00877DC5"/>
    <w:rsid w:val="008946C6"/>
    <w:rsid w:val="008A13D8"/>
    <w:rsid w:val="008A76DB"/>
    <w:rsid w:val="008E012B"/>
    <w:rsid w:val="00901806"/>
    <w:rsid w:val="0092331A"/>
    <w:rsid w:val="0092731E"/>
    <w:rsid w:val="00990F55"/>
    <w:rsid w:val="0099308B"/>
    <w:rsid w:val="00993F28"/>
    <w:rsid w:val="009A6C6C"/>
    <w:rsid w:val="009B0DC0"/>
    <w:rsid w:val="009B2839"/>
    <w:rsid w:val="009B7D67"/>
    <w:rsid w:val="009C7DF9"/>
    <w:rsid w:val="00A02D2E"/>
    <w:rsid w:val="00A22679"/>
    <w:rsid w:val="00A33469"/>
    <w:rsid w:val="00A40A13"/>
    <w:rsid w:val="00A47B7D"/>
    <w:rsid w:val="00A67F53"/>
    <w:rsid w:val="00A757D5"/>
    <w:rsid w:val="00A85A02"/>
    <w:rsid w:val="00A9143B"/>
    <w:rsid w:val="00A914BC"/>
    <w:rsid w:val="00A95CFA"/>
    <w:rsid w:val="00AA617A"/>
    <w:rsid w:val="00AA6257"/>
    <w:rsid w:val="00AB2E35"/>
    <w:rsid w:val="00AC7900"/>
    <w:rsid w:val="00AC7DEB"/>
    <w:rsid w:val="00AE0E94"/>
    <w:rsid w:val="00AE50E3"/>
    <w:rsid w:val="00B10851"/>
    <w:rsid w:val="00B1343F"/>
    <w:rsid w:val="00B25649"/>
    <w:rsid w:val="00B412C3"/>
    <w:rsid w:val="00B47851"/>
    <w:rsid w:val="00B50387"/>
    <w:rsid w:val="00B55F7E"/>
    <w:rsid w:val="00B5689D"/>
    <w:rsid w:val="00B6054D"/>
    <w:rsid w:val="00B80B2F"/>
    <w:rsid w:val="00B91DC0"/>
    <w:rsid w:val="00BB027B"/>
    <w:rsid w:val="00BC7D27"/>
    <w:rsid w:val="00BD0268"/>
    <w:rsid w:val="00BD426E"/>
    <w:rsid w:val="00C225C2"/>
    <w:rsid w:val="00C238D7"/>
    <w:rsid w:val="00C563C7"/>
    <w:rsid w:val="00C648DF"/>
    <w:rsid w:val="00CA1CB6"/>
    <w:rsid w:val="00CB4345"/>
    <w:rsid w:val="00CE259E"/>
    <w:rsid w:val="00D14DBE"/>
    <w:rsid w:val="00D221AD"/>
    <w:rsid w:val="00D31C4C"/>
    <w:rsid w:val="00D419AD"/>
    <w:rsid w:val="00D45C2A"/>
    <w:rsid w:val="00D52D8A"/>
    <w:rsid w:val="00D6573D"/>
    <w:rsid w:val="00D70519"/>
    <w:rsid w:val="00D77682"/>
    <w:rsid w:val="00DA78FA"/>
    <w:rsid w:val="00DD1658"/>
    <w:rsid w:val="00DE72D1"/>
    <w:rsid w:val="00E12A5A"/>
    <w:rsid w:val="00E13AAF"/>
    <w:rsid w:val="00E320A2"/>
    <w:rsid w:val="00E45E4D"/>
    <w:rsid w:val="00E51BF7"/>
    <w:rsid w:val="00E568FC"/>
    <w:rsid w:val="00E80CBF"/>
    <w:rsid w:val="00E96621"/>
    <w:rsid w:val="00E96EB4"/>
    <w:rsid w:val="00EA338A"/>
    <w:rsid w:val="00EB20E4"/>
    <w:rsid w:val="00EB2F71"/>
    <w:rsid w:val="00EC0E11"/>
    <w:rsid w:val="00EC3027"/>
    <w:rsid w:val="00EE1397"/>
    <w:rsid w:val="00EF4868"/>
    <w:rsid w:val="00EF4BF3"/>
    <w:rsid w:val="00F26F9B"/>
    <w:rsid w:val="00F27C37"/>
    <w:rsid w:val="00F361B7"/>
    <w:rsid w:val="00FA51B9"/>
    <w:rsid w:val="00FA7758"/>
    <w:rsid w:val="00FB3E05"/>
    <w:rsid w:val="00FB51A0"/>
    <w:rsid w:val="00FB7355"/>
    <w:rsid w:val="00FE192C"/>
    <w:rsid w:val="00FF087B"/>
    <w:rsid w:val="00FF2E27"/>
    <w:rsid w:val="00FF4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419A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419A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Заголовок 2 Знак,2,sub-sect,H2,h2,Б2,RTC,iz2,H2 Знак,Заголовок 21"/>
    <w:basedOn w:val="a"/>
    <w:next w:val="a"/>
    <w:qFormat/>
    <w:rsid w:val="00D419AD"/>
    <w:pPr>
      <w:keepNext/>
      <w:tabs>
        <w:tab w:val="num" w:pos="1134"/>
      </w:tabs>
      <w:suppressAutoHyphens/>
      <w:spacing w:before="360" w:after="120"/>
      <w:ind w:left="1134" w:hanging="1134"/>
      <w:outlineLvl w:val="1"/>
    </w:pPr>
    <w:rPr>
      <w:b/>
      <w:bCs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D419AD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styleId="3">
    <w:name w:val="Body Text 3"/>
    <w:basedOn w:val="a"/>
    <w:rsid w:val="00D419AD"/>
    <w:pPr>
      <w:autoSpaceDE w:val="0"/>
      <w:autoSpaceDN w:val="0"/>
      <w:ind w:right="5670"/>
      <w:jc w:val="both"/>
    </w:pPr>
  </w:style>
  <w:style w:type="paragraph" w:styleId="30">
    <w:name w:val="Body Text Indent 3"/>
    <w:basedOn w:val="a"/>
    <w:rsid w:val="00D419AD"/>
    <w:pPr>
      <w:autoSpaceDE w:val="0"/>
      <w:autoSpaceDN w:val="0"/>
      <w:ind w:right="-716" w:firstLine="567"/>
      <w:jc w:val="center"/>
    </w:pPr>
    <w:rPr>
      <w:b/>
      <w:bCs/>
    </w:rPr>
  </w:style>
  <w:style w:type="paragraph" w:styleId="a3">
    <w:name w:val="Title"/>
    <w:basedOn w:val="a"/>
    <w:qFormat/>
    <w:rsid w:val="00D419AD"/>
    <w:pPr>
      <w:autoSpaceDE w:val="0"/>
      <w:autoSpaceDN w:val="0"/>
      <w:ind w:right="-1050"/>
      <w:jc w:val="center"/>
    </w:pPr>
  </w:style>
  <w:style w:type="paragraph" w:styleId="20">
    <w:name w:val="Body Text 2"/>
    <w:basedOn w:val="a"/>
    <w:rsid w:val="00D419AD"/>
    <w:rPr>
      <w:sz w:val="28"/>
      <w:szCs w:val="28"/>
    </w:rPr>
  </w:style>
  <w:style w:type="paragraph" w:styleId="21">
    <w:name w:val="Body Text Indent 2"/>
    <w:basedOn w:val="a"/>
    <w:rsid w:val="00D419AD"/>
    <w:pPr>
      <w:spacing w:line="202" w:lineRule="auto"/>
      <w:ind w:left="720"/>
      <w:jc w:val="both"/>
    </w:pPr>
    <w:rPr>
      <w:sz w:val="28"/>
      <w:szCs w:val="28"/>
    </w:rPr>
  </w:style>
  <w:style w:type="paragraph" w:styleId="a4">
    <w:name w:val="Normal (Web)"/>
    <w:basedOn w:val="a"/>
    <w:rsid w:val="00D419AD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character" w:customStyle="1" w:styleId="a5">
    <w:name w:val="комментарий"/>
    <w:rsid w:val="00D419AD"/>
    <w:rPr>
      <w:rFonts w:cs="Times New Roman"/>
      <w:b/>
      <w:bCs/>
      <w:i/>
      <w:iCs/>
      <w:shd w:val="clear" w:color="auto" w:fill="FFFF99"/>
    </w:rPr>
  </w:style>
  <w:style w:type="paragraph" w:customStyle="1" w:styleId="11">
    <w:name w:val="Обычный1"/>
    <w:rsid w:val="00D419AD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xl48">
    <w:name w:val="xl48"/>
    <w:basedOn w:val="a"/>
    <w:rsid w:val="00D419AD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6">
    <w:name w:val="Подподпункт"/>
    <w:basedOn w:val="a"/>
    <w:rsid w:val="00D419AD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BodyTextIndent1">
    <w:name w:val="Body Text Indent1"/>
    <w:aliases w:val="текст"/>
    <w:basedOn w:val="a"/>
    <w:rsid w:val="00D419AD"/>
    <w:pPr>
      <w:spacing w:line="360" w:lineRule="auto"/>
      <w:ind w:left="540" w:firstLine="27"/>
      <w:jc w:val="both"/>
    </w:pPr>
    <w:rPr>
      <w:sz w:val="28"/>
      <w:szCs w:val="28"/>
    </w:rPr>
  </w:style>
  <w:style w:type="paragraph" w:customStyle="1" w:styleId="a7">
    <w:name w:val="Пункт"/>
    <w:basedOn w:val="a"/>
    <w:rsid w:val="00D419AD"/>
    <w:pPr>
      <w:tabs>
        <w:tab w:val="num" w:pos="720"/>
      </w:tabs>
      <w:spacing w:line="360" w:lineRule="auto"/>
      <w:ind w:left="720" w:hanging="720"/>
      <w:jc w:val="both"/>
    </w:pPr>
    <w:rPr>
      <w:sz w:val="28"/>
      <w:szCs w:val="28"/>
    </w:rPr>
  </w:style>
  <w:style w:type="paragraph" w:customStyle="1" w:styleId="CoverAuthor">
    <w:name w:val="Cover Author"/>
    <w:basedOn w:val="a"/>
    <w:rsid w:val="00D419AD"/>
    <w:pPr>
      <w:keepNext/>
      <w:suppressAutoHyphens/>
      <w:spacing w:after="120" w:line="240" w:lineRule="atLeast"/>
    </w:pPr>
    <w:rPr>
      <w:rFonts w:ascii="Arial" w:hAnsi="Arial" w:cs="Arial"/>
      <w:spacing w:val="-5"/>
      <w:sz w:val="28"/>
      <w:szCs w:val="28"/>
      <w:lang w:eastAsia="en-US"/>
    </w:rPr>
  </w:style>
  <w:style w:type="paragraph" w:styleId="a8">
    <w:name w:val="Body Text Indent"/>
    <w:basedOn w:val="a"/>
    <w:rsid w:val="00D419AD"/>
    <w:pPr>
      <w:spacing w:after="120"/>
      <w:ind w:left="283"/>
    </w:pPr>
  </w:style>
  <w:style w:type="paragraph" w:styleId="a9">
    <w:name w:val="footnote text"/>
    <w:basedOn w:val="a"/>
    <w:link w:val="aa"/>
    <w:rsid w:val="00D419AD"/>
    <w:rPr>
      <w:sz w:val="20"/>
      <w:szCs w:val="20"/>
    </w:rPr>
  </w:style>
  <w:style w:type="character" w:customStyle="1" w:styleId="aa">
    <w:name w:val="Текст сноски Знак"/>
    <w:link w:val="a9"/>
    <w:locked/>
    <w:rsid w:val="00D419AD"/>
    <w:rPr>
      <w:lang w:val="ru-RU" w:eastAsia="ru-RU" w:bidi="ar-SA"/>
    </w:rPr>
  </w:style>
  <w:style w:type="character" w:styleId="ab">
    <w:name w:val="footnote reference"/>
    <w:rsid w:val="00D419AD"/>
    <w:rPr>
      <w:rFonts w:cs="Times New Roman"/>
      <w:vertAlign w:val="superscript"/>
    </w:rPr>
  </w:style>
  <w:style w:type="paragraph" w:styleId="ac">
    <w:name w:val="footer"/>
    <w:basedOn w:val="a"/>
    <w:rsid w:val="00D419AD"/>
    <w:pPr>
      <w:tabs>
        <w:tab w:val="center" w:pos="4677"/>
        <w:tab w:val="right" w:pos="9355"/>
      </w:tabs>
    </w:pPr>
  </w:style>
  <w:style w:type="character" w:styleId="ad">
    <w:name w:val="page number"/>
    <w:rsid w:val="00D419AD"/>
    <w:rPr>
      <w:rFonts w:cs="Times New Roman"/>
    </w:rPr>
  </w:style>
  <w:style w:type="paragraph" w:customStyle="1" w:styleId="ListParagraph">
    <w:name w:val="List Paragraph"/>
    <w:basedOn w:val="a"/>
    <w:rsid w:val="00D419AD"/>
    <w:pPr>
      <w:ind w:left="708"/>
    </w:pPr>
  </w:style>
  <w:style w:type="character" w:styleId="ae">
    <w:name w:val="Hyperlink"/>
    <w:rsid w:val="00D419AD"/>
    <w:rPr>
      <w:rFonts w:cs="Times New Roman"/>
      <w:color w:val="0000FF"/>
      <w:u w:val="single"/>
    </w:rPr>
  </w:style>
  <w:style w:type="paragraph" w:customStyle="1" w:styleId="ConsNonformat">
    <w:name w:val="ConsNonformat"/>
    <w:rsid w:val="00D419AD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f">
    <w:name w:val="header"/>
    <w:basedOn w:val="a"/>
    <w:rsid w:val="00D419AD"/>
    <w:pPr>
      <w:tabs>
        <w:tab w:val="center" w:pos="4677"/>
        <w:tab w:val="right" w:pos="9355"/>
      </w:tabs>
    </w:pPr>
  </w:style>
  <w:style w:type="paragraph" w:styleId="af0">
    <w:name w:val="Balloon Text"/>
    <w:basedOn w:val="a"/>
    <w:link w:val="af1"/>
    <w:rsid w:val="001D79FB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rsid w:val="001D79FB"/>
    <w:rPr>
      <w:rFonts w:ascii="Tahoma" w:hAnsi="Tahoma" w:cs="Tahoma"/>
      <w:sz w:val="16"/>
      <w:szCs w:val="16"/>
    </w:rPr>
  </w:style>
  <w:style w:type="paragraph" w:styleId="af2">
    <w:name w:val="No Spacing"/>
    <w:uiPriority w:val="1"/>
    <w:qFormat/>
    <w:rsid w:val="00192420"/>
    <w:rPr>
      <w:sz w:val="24"/>
      <w:szCs w:val="24"/>
    </w:rPr>
  </w:style>
  <w:style w:type="paragraph" w:customStyle="1" w:styleId="ConsNormal">
    <w:name w:val="ConsNormal"/>
    <w:rsid w:val="001150C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f3">
    <w:name w:val="Table Grid"/>
    <w:basedOn w:val="a1"/>
    <w:rsid w:val="00FE19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Strong"/>
    <w:uiPriority w:val="22"/>
    <w:qFormat/>
    <w:rsid w:val="00826579"/>
    <w:rPr>
      <w:b/>
      <w:bCs/>
    </w:rPr>
  </w:style>
  <w:style w:type="table" w:customStyle="1" w:styleId="12">
    <w:name w:val="Сетка таблицы1"/>
    <w:basedOn w:val="a1"/>
    <w:next w:val="af3"/>
    <w:uiPriority w:val="59"/>
    <w:rsid w:val="000F0F34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489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63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0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23C6B2-07F8-4E07-BC8F-5C0220E9CD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21</Pages>
  <Words>5815</Words>
  <Characters>47078</Characters>
  <Application>Microsoft Office Word</Application>
  <DocSecurity>0</DocSecurity>
  <Lines>392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3</vt:lpstr>
    </vt:vector>
  </TitlesOfParts>
  <Company>*</Company>
  <LinksUpToDate>false</LinksUpToDate>
  <CharactersWithSpaces>52788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</dc:title>
  <dc:creator>Sergeeva_IB</dc:creator>
  <cp:lastModifiedBy>Moskot_SN</cp:lastModifiedBy>
  <cp:revision>2</cp:revision>
  <cp:lastPrinted>2012-02-16T06:22:00Z</cp:lastPrinted>
  <dcterms:created xsi:type="dcterms:W3CDTF">2012-03-20T05:52:00Z</dcterms:created>
  <dcterms:modified xsi:type="dcterms:W3CDTF">2012-03-20T05:52:00Z</dcterms:modified>
</cp:coreProperties>
</file>