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ustomizations.xml" ContentType="application/vnd.ms-word.keyMapCustomization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303A" w:rsidRDefault="007F0F9C" w:rsidP="005B303A">
      <w:pPr>
        <w:jc w:val="center"/>
        <w:rPr>
          <w:noProof/>
        </w:rPr>
      </w:pPr>
      <w:bookmarkStart w:id="0" w:name="_Toc140575919"/>
      <w:bookmarkStart w:id="1" w:name="_Toc142377592"/>
      <w:bookmarkStart w:id="2" w:name="_Toc144625991"/>
      <w:bookmarkStart w:id="3" w:name="_Toc518119232"/>
      <w:bookmarkStart w:id="4" w:name="_Toc125445642"/>
      <w:bookmarkStart w:id="5" w:name="_Toc140290883"/>
      <w:bookmarkStart w:id="6" w:name="_Toc154538714"/>
      <w:bookmarkStart w:id="7" w:name="_Toc158446589"/>
      <w:bookmarkStart w:id="8" w:name="_Toc158534698"/>
      <w:bookmarkStart w:id="9" w:name="_Toc159834571"/>
      <w:bookmarkStart w:id="10" w:name="_Toc159835535"/>
      <w:bookmarkStart w:id="11" w:name="_Toc161154811"/>
      <w:bookmarkStart w:id="12" w:name="_Toc161727749"/>
      <w:bookmarkStart w:id="13" w:name="_Toc164673420"/>
      <w:bookmarkStart w:id="14" w:name="_Toc164684732"/>
      <w:bookmarkStart w:id="15" w:name="_Toc167260296"/>
      <w:r>
        <w:rPr>
          <w:noProof/>
          <w:snapToGrid/>
        </w:rPr>
        <w:drawing>
          <wp:inline distT="0" distB="0" distL="0" distR="0">
            <wp:extent cx="2495550" cy="8191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5550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303A" w:rsidRDefault="005B303A" w:rsidP="005B303A">
      <w:pPr>
        <w:pBdr>
          <w:bottom w:val="single" w:sz="12" w:space="1" w:color="auto"/>
        </w:pBdr>
        <w:jc w:val="center"/>
        <w:rPr>
          <w:rFonts w:ascii="Arial" w:hAnsi="Arial" w:cs="Arial"/>
          <w:noProof/>
          <w:sz w:val="18"/>
          <w:szCs w:val="18"/>
        </w:rPr>
      </w:pPr>
      <w:r w:rsidRPr="00D57D1C">
        <w:rPr>
          <w:rFonts w:ascii="Arial" w:hAnsi="Arial" w:cs="Arial"/>
          <w:noProof/>
          <w:sz w:val="18"/>
          <w:szCs w:val="18"/>
        </w:rPr>
        <w:t>Открытое акционерное общество «Межрегиональная распределительная сетевая компания Центра»</w:t>
      </w:r>
    </w:p>
    <w:p w:rsidR="005B303A" w:rsidRPr="00D57D1C" w:rsidRDefault="005B303A" w:rsidP="005B303A">
      <w:pPr>
        <w:jc w:val="center"/>
        <w:rPr>
          <w:rFonts w:ascii="Arial" w:hAnsi="Arial" w:cs="Arial"/>
          <w:noProof/>
          <w:sz w:val="18"/>
          <w:szCs w:val="18"/>
        </w:rPr>
      </w:pPr>
    </w:p>
    <w:p w:rsidR="0027147F" w:rsidRPr="007417E6" w:rsidRDefault="0027147F" w:rsidP="0027147F">
      <w:pPr>
        <w:ind w:left="5670" w:firstLine="0"/>
        <w:jc w:val="center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AF77F4" w:rsidRDefault="00AF77F4" w:rsidP="00AF77F4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Председатель </w:t>
      </w:r>
      <w:r w:rsidR="00CA2DA9">
        <w:rPr>
          <w:sz w:val="24"/>
          <w:szCs w:val="24"/>
        </w:rPr>
        <w:t>закупочной</w:t>
      </w:r>
      <w:r>
        <w:rPr>
          <w:sz w:val="24"/>
          <w:szCs w:val="24"/>
        </w:rPr>
        <w:t xml:space="preserve"> комиссии -</w:t>
      </w:r>
    </w:p>
    <w:p w:rsidR="00AF77F4" w:rsidRDefault="00AF77F4" w:rsidP="00AF77F4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заместитель генерального директора </w:t>
      </w:r>
    </w:p>
    <w:p w:rsidR="00AF77F4" w:rsidRDefault="00AF77F4" w:rsidP="00AF77F4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по инвестициям </w:t>
      </w:r>
    </w:p>
    <w:p w:rsidR="00AF77F4" w:rsidRDefault="00AF77F4" w:rsidP="00AF77F4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ОАО «МРСК Центра»</w:t>
      </w:r>
    </w:p>
    <w:p w:rsidR="00AF77F4" w:rsidRDefault="00AF77F4" w:rsidP="00AF77F4">
      <w:pPr>
        <w:spacing w:line="240" w:lineRule="auto"/>
        <w:jc w:val="right"/>
        <w:rPr>
          <w:sz w:val="22"/>
          <w:szCs w:val="22"/>
        </w:rPr>
      </w:pPr>
    </w:p>
    <w:p w:rsidR="00AF77F4" w:rsidRDefault="00AF77F4" w:rsidP="00AF77F4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____________ Д.А. Андрюшин </w:t>
      </w:r>
    </w:p>
    <w:p w:rsidR="00D15EF5" w:rsidRDefault="00D15EF5" w:rsidP="00D15EF5">
      <w:pPr>
        <w:spacing w:line="240" w:lineRule="auto"/>
        <w:jc w:val="right"/>
        <w:rPr>
          <w:sz w:val="24"/>
          <w:szCs w:val="24"/>
        </w:rPr>
      </w:pPr>
    </w:p>
    <w:p w:rsidR="0027147F" w:rsidRPr="007417E6" w:rsidRDefault="00D15EF5" w:rsidP="00D15EF5">
      <w:pPr>
        <w:ind w:left="5670" w:firstLine="0"/>
        <w:jc w:val="right"/>
        <w:rPr>
          <w:sz w:val="24"/>
          <w:szCs w:val="24"/>
        </w:rPr>
      </w:pPr>
      <w:r w:rsidRPr="007417E6">
        <w:rPr>
          <w:sz w:val="24"/>
          <w:szCs w:val="24"/>
        </w:rPr>
        <w:t xml:space="preserve"> </w:t>
      </w:r>
      <w:r w:rsidR="0027147F" w:rsidRPr="007417E6">
        <w:rPr>
          <w:sz w:val="24"/>
          <w:szCs w:val="24"/>
        </w:rPr>
        <w:t xml:space="preserve">«____» ___________________ </w:t>
      </w:r>
      <w:r w:rsidR="00A33F5A">
        <w:rPr>
          <w:sz w:val="24"/>
          <w:szCs w:val="24"/>
        </w:rPr>
        <w:t>2012</w:t>
      </w:r>
      <w:r w:rsidR="0027147F" w:rsidRPr="007417E6">
        <w:rPr>
          <w:sz w:val="24"/>
          <w:szCs w:val="24"/>
        </w:rPr>
        <w:t xml:space="preserve"> г.</w:t>
      </w:r>
    </w:p>
    <w:p w:rsidR="0027147F" w:rsidRPr="007417E6" w:rsidRDefault="0027147F" w:rsidP="0027147F">
      <w:pPr>
        <w:ind w:firstLine="0"/>
        <w:jc w:val="left"/>
        <w:rPr>
          <w:sz w:val="24"/>
          <w:szCs w:val="24"/>
        </w:rPr>
      </w:pPr>
    </w:p>
    <w:p w:rsidR="0027147F" w:rsidRPr="007417E6" w:rsidRDefault="0027147F" w:rsidP="00D50CDB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7417E6">
        <w:rPr>
          <w:b/>
          <w:kern w:val="36"/>
          <w:sz w:val="24"/>
          <w:szCs w:val="24"/>
        </w:rPr>
        <w:t>Согласовано на заседании</w:t>
      </w:r>
    </w:p>
    <w:p w:rsidR="0027147F" w:rsidRPr="007417E6" w:rsidRDefault="0027147F" w:rsidP="00D50CDB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7417E6">
        <w:rPr>
          <w:b/>
          <w:kern w:val="36"/>
          <w:sz w:val="24"/>
          <w:szCs w:val="24"/>
        </w:rPr>
        <w:t>закупочной комиссии</w:t>
      </w:r>
    </w:p>
    <w:p w:rsidR="0027147F" w:rsidRPr="007417E6" w:rsidRDefault="0027147F" w:rsidP="00D50CDB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7417E6">
        <w:rPr>
          <w:b/>
          <w:kern w:val="36"/>
          <w:sz w:val="24"/>
          <w:szCs w:val="24"/>
        </w:rPr>
        <w:t>Протокол № ____________</w:t>
      </w:r>
    </w:p>
    <w:p w:rsidR="0027147F" w:rsidRPr="007417E6" w:rsidRDefault="0027147F" w:rsidP="00D50CDB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7417E6">
        <w:rPr>
          <w:b/>
          <w:kern w:val="36"/>
          <w:sz w:val="24"/>
          <w:szCs w:val="24"/>
        </w:rPr>
        <w:t xml:space="preserve">от «___» _______ </w:t>
      </w:r>
      <w:r w:rsidR="00A33F5A">
        <w:rPr>
          <w:b/>
          <w:kern w:val="36"/>
          <w:sz w:val="24"/>
          <w:szCs w:val="24"/>
        </w:rPr>
        <w:t>2012</w:t>
      </w:r>
      <w:r w:rsidRPr="007417E6">
        <w:rPr>
          <w:b/>
          <w:kern w:val="36"/>
          <w:sz w:val="24"/>
          <w:szCs w:val="24"/>
        </w:rPr>
        <w:t xml:space="preserve"> года</w:t>
      </w:r>
    </w:p>
    <w:p w:rsidR="0027147F" w:rsidRPr="007417E6" w:rsidRDefault="0027147F" w:rsidP="0027147F">
      <w:pPr>
        <w:spacing w:before="120" w:line="240" w:lineRule="auto"/>
        <w:ind w:left="3424" w:hanging="11"/>
        <w:jc w:val="right"/>
        <w:rPr>
          <w:sz w:val="22"/>
          <w:szCs w:val="22"/>
        </w:rPr>
      </w:pPr>
    </w:p>
    <w:p w:rsidR="0027147F" w:rsidRPr="007417E6" w:rsidRDefault="0027147F" w:rsidP="0027147F">
      <w:pPr>
        <w:spacing w:line="240" w:lineRule="auto"/>
        <w:ind w:firstLine="0"/>
        <w:rPr>
          <w:sz w:val="22"/>
          <w:szCs w:val="22"/>
        </w:rPr>
      </w:pPr>
    </w:p>
    <w:p w:rsidR="00F75CA4" w:rsidRPr="007417E6" w:rsidRDefault="00F75CA4" w:rsidP="0027147F">
      <w:pPr>
        <w:spacing w:line="240" w:lineRule="auto"/>
        <w:ind w:firstLine="0"/>
        <w:rPr>
          <w:sz w:val="22"/>
          <w:szCs w:val="22"/>
        </w:rPr>
      </w:pPr>
    </w:p>
    <w:p w:rsidR="00691470" w:rsidRPr="007417E6" w:rsidRDefault="00691470" w:rsidP="0027147F">
      <w:pPr>
        <w:spacing w:line="240" w:lineRule="auto"/>
        <w:ind w:firstLine="0"/>
        <w:rPr>
          <w:sz w:val="22"/>
          <w:szCs w:val="22"/>
        </w:rPr>
      </w:pPr>
    </w:p>
    <w:p w:rsidR="00F15CD1" w:rsidRPr="007417E6" w:rsidRDefault="00F15CD1" w:rsidP="0027147F">
      <w:pPr>
        <w:spacing w:line="240" w:lineRule="auto"/>
        <w:ind w:firstLine="0"/>
        <w:rPr>
          <w:sz w:val="22"/>
          <w:szCs w:val="22"/>
        </w:rPr>
      </w:pPr>
    </w:p>
    <w:p w:rsidR="00691470" w:rsidRPr="007417E6" w:rsidRDefault="00691470" w:rsidP="0027147F">
      <w:pPr>
        <w:spacing w:line="240" w:lineRule="auto"/>
        <w:ind w:firstLine="0"/>
        <w:rPr>
          <w:sz w:val="22"/>
          <w:szCs w:val="22"/>
        </w:rPr>
      </w:pPr>
    </w:p>
    <w:p w:rsidR="00F75CA4" w:rsidRPr="007417E6" w:rsidRDefault="00F75CA4" w:rsidP="0027147F">
      <w:pPr>
        <w:spacing w:line="240" w:lineRule="auto"/>
        <w:ind w:firstLine="0"/>
        <w:rPr>
          <w:sz w:val="22"/>
          <w:szCs w:val="22"/>
        </w:rPr>
      </w:pPr>
    </w:p>
    <w:p w:rsidR="00F75CA4" w:rsidRPr="007417E6" w:rsidRDefault="00F75CA4" w:rsidP="0027147F">
      <w:pPr>
        <w:spacing w:line="240" w:lineRule="auto"/>
        <w:ind w:firstLine="0"/>
        <w:rPr>
          <w:sz w:val="22"/>
          <w:szCs w:val="22"/>
        </w:rPr>
      </w:pPr>
    </w:p>
    <w:p w:rsidR="00AB27BC" w:rsidRPr="007417E6" w:rsidRDefault="00901FA4" w:rsidP="00C94240">
      <w:pPr>
        <w:pStyle w:val="aff3"/>
        <w:spacing w:line="360" w:lineRule="auto"/>
        <w:ind w:left="482" w:right="-6"/>
        <w:jc w:val="center"/>
        <w:rPr>
          <w:b/>
          <w:sz w:val="40"/>
          <w:szCs w:val="40"/>
        </w:rPr>
      </w:pPr>
      <w:r w:rsidRPr="00BE21CC">
        <w:rPr>
          <w:b/>
          <w:sz w:val="40"/>
          <w:szCs w:val="40"/>
        </w:rPr>
        <w:t>Документация</w:t>
      </w:r>
      <w:bookmarkEnd w:id="3"/>
      <w:r w:rsidRPr="00BE21CC">
        <w:rPr>
          <w:b/>
          <w:sz w:val="40"/>
          <w:szCs w:val="40"/>
        </w:rPr>
        <w:t xml:space="preserve"> по </w:t>
      </w:r>
      <w:r w:rsidR="00334D16" w:rsidRPr="00BE21CC">
        <w:rPr>
          <w:b/>
          <w:sz w:val="40"/>
          <w:szCs w:val="40"/>
        </w:rPr>
        <w:t>открытому</w:t>
      </w:r>
      <w:r w:rsidR="00334D16" w:rsidRPr="007417E6">
        <w:rPr>
          <w:b/>
          <w:sz w:val="40"/>
          <w:szCs w:val="40"/>
        </w:rPr>
        <w:t xml:space="preserve"> </w:t>
      </w:r>
      <w:r w:rsidRPr="007417E6">
        <w:rPr>
          <w:b/>
          <w:sz w:val="40"/>
          <w:szCs w:val="40"/>
        </w:rPr>
        <w:t>запросу предложений</w:t>
      </w:r>
      <w:bookmarkEnd w:id="0"/>
      <w:bookmarkEnd w:id="1"/>
      <w:bookmarkEnd w:id="2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</w:p>
    <w:p w:rsidR="00827B87" w:rsidRPr="006B127F" w:rsidRDefault="00681E53" w:rsidP="006B127F">
      <w:pPr>
        <w:pStyle w:val="aff3"/>
        <w:tabs>
          <w:tab w:val="num" w:pos="851"/>
        </w:tabs>
        <w:spacing w:after="0" w:line="360" w:lineRule="auto"/>
        <w:ind w:left="482" w:right="-6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ЗАПРОС ПРЕДЛОЖЕНИЙ </w:t>
      </w:r>
      <w:r w:rsidR="00A33F5A">
        <w:rPr>
          <w:sz w:val="32"/>
          <w:szCs w:val="32"/>
        </w:rPr>
        <w:t>ПОСТАВКИ</w:t>
      </w:r>
      <w:r w:rsidR="00A47DD6" w:rsidRPr="00A33F5A">
        <w:rPr>
          <w:sz w:val="32"/>
          <w:szCs w:val="32"/>
        </w:rPr>
        <w:t xml:space="preserve"> </w:t>
      </w:r>
      <w:r>
        <w:rPr>
          <w:sz w:val="32"/>
          <w:szCs w:val="32"/>
        </w:rPr>
        <w:br/>
      </w:r>
      <w:r w:rsidR="006B127F" w:rsidRPr="006B127F">
        <w:rPr>
          <w:sz w:val="32"/>
          <w:szCs w:val="32"/>
        </w:rPr>
        <w:t>опор типа СК для нужд ОАО «МРСК Центра» (филиала «Ярэнерго»)</w:t>
      </w:r>
    </w:p>
    <w:p w:rsidR="00295471" w:rsidRPr="007417E6" w:rsidRDefault="00295471" w:rsidP="00F75CA4">
      <w:pPr>
        <w:spacing w:line="240" w:lineRule="auto"/>
        <w:ind w:firstLine="0"/>
      </w:pPr>
    </w:p>
    <w:p w:rsidR="00357F8B" w:rsidRPr="007417E6" w:rsidRDefault="00357F8B" w:rsidP="00BC3415">
      <w:pPr>
        <w:spacing w:line="240" w:lineRule="auto"/>
        <w:ind w:firstLine="0"/>
      </w:pPr>
    </w:p>
    <w:p w:rsidR="00357F8B" w:rsidRPr="007417E6" w:rsidRDefault="00357F8B" w:rsidP="00BC3415">
      <w:pPr>
        <w:spacing w:line="240" w:lineRule="auto"/>
        <w:ind w:firstLine="0"/>
      </w:pPr>
    </w:p>
    <w:p w:rsidR="004F0F6A" w:rsidRPr="007417E6" w:rsidRDefault="004F0F6A" w:rsidP="00BC3415">
      <w:pPr>
        <w:spacing w:line="240" w:lineRule="auto"/>
        <w:ind w:firstLine="0"/>
      </w:pPr>
    </w:p>
    <w:p w:rsidR="004F0F6A" w:rsidRPr="007417E6" w:rsidRDefault="004F0F6A" w:rsidP="00BC3415">
      <w:pPr>
        <w:spacing w:line="240" w:lineRule="auto"/>
        <w:ind w:firstLine="0"/>
      </w:pPr>
    </w:p>
    <w:p w:rsidR="00871EFB" w:rsidRDefault="00871EFB" w:rsidP="00BC3415">
      <w:pPr>
        <w:spacing w:line="240" w:lineRule="auto"/>
        <w:ind w:firstLine="0"/>
      </w:pPr>
    </w:p>
    <w:p w:rsidR="00357F8B" w:rsidRDefault="00357F8B" w:rsidP="00BC3415">
      <w:pPr>
        <w:spacing w:line="240" w:lineRule="auto"/>
        <w:ind w:firstLine="0"/>
      </w:pPr>
    </w:p>
    <w:p w:rsidR="00A33F5A" w:rsidRDefault="00A33F5A" w:rsidP="00BC3415">
      <w:pPr>
        <w:spacing w:line="240" w:lineRule="auto"/>
        <w:ind w:firstLine="0"/>
      </w:pPr>
    </w:p>
    <w:p w:rsidR="00A33F5A" w:rsidRPr="007417E6" w:rsidRDefault="00A33F5A" w:rsidP="00BC3415">
      <w:pPr>
        <w:spacing w:line="240" w:lineRule="auto"/>
        <w:ind w:firstLine="0"/>
      </w:pPr>
    </w:p>
    <w:p w:rsidR="00357F8B" w:rsidRDefault="00357F8B" w:rsidP="00BC3415">
      <w:pPr>
        <w:spacing w:line="240" w:lineRule="auto"/>
        <w:ind w:firstLine="0"/>
      </w:pPr>
    </w:p>
    <w:p w:rsidR="005929D9" w:rsidRDefault="005929D9" w:rsidP="00BC3415">
      <w:pPr>
        <w:spacing w:line="240" w:lineRule="auto"/>
        <w:ind w:firstLine="0"/>
      </w:pPr>
    </w:p>
    <w:p w:rsidR="00381292" w:rsidRPr="007417E6" w:rsidRDefault="00381292">
      <w:pPr>
        <w:spacing w:line="240" w:lineRule="auto"/>
        <w:ind w:firstLine="0"/>
        <w:jc w:val="center"/>
        <w:rPr>
          <w:sz w:val="24"/>
          <w:szCs w:val="24"/>
        </w:rPr>
      </w:pPr>
      <w:r w:rsidRPr="007417E6">
        <w:rPr>
          <w:sz w:val="24"/>
          <w:szCs w:val="24"/>
        </w:rPr>
        <w:t>г.</w:t>
      </w:r>
      <w:r w:rsidR="0041167F" w:rsidRPr="007417E6">
        <w:rPr>
          <w:sz w:val="24"/>
          <w:szCs w:val="24"/>
        </w:rPr>
        <w:t xml:space="preserve"> </w:t>
      </w:r>
      <w:r w:rsidR="000029B2" w:rsidRPr="007417E6">
        <w:rPr>
          <w:sz w:val="24"/>
          <w:szCs w:val="24"/>
        </w:rPr>
        <w:t>Москва</w:t>
      </w:r>
      <w:r w:rsidR="000029B2" w:rsidRPr="007417E6">
        <w:rPr>
          <w:sz w:val="24"/>
          <w:szCs w:val="24"/>
        </w:rPr>
        <w:br/>
      </w:r>
      <w:r w:rsidR="00874E66">
        <w:rPr>
          <w:sz w:val="24"/>
          <w:szCs w:val="24"/>
        </w:rPr>
        <w:t>201</w:t>
      </w:r>
      <w:r w:rsidR="00A33F5A">
        <w:rPr>
          <w:sz w:val="24"/>
          <w:szCs w:val="24"/>
        </w:rPr>
        <w:t>2</w:t>
      </w:r>
      <w:r w:rsidR="00B824AE" w:rsidRPr="007417E6">
        <w:rPr>
          <w:sz w:val="24"/>
          <w:szCs w:val="24"/>
        </w:rPr>
        <w:t xml:space="preserve"> </w:t>
      </w:r>
      <w:r w:rsidRPr="007417E6">
        <w:rPr>
          <w:sz w:val="24"/>
          <w:szCs w:val="24"/>
        </w:rPr>
        <w:t>г.</w:t>
      </w:r>
    </w:p>
    <w:p w:rsidR="00633330" w:rsidRPr="007417E6" w:rsidRDefault="000710E7" w:rsidP="00BC3415">
      <w:pPr>
        <w:pageBreakBefore/>
        <w:spacing w:line="240" w:lineRule="auto"/>
        <w:ind w:firstLine="0"/>
        <w:jc w:val="center"/>
        <w:rPr>
          <w:b/>
          <w:sz w:val="24"/>
          <w:szCs w:val="24"/>
        </w:rPr>
      </w:pPr>
      <w:r w:rsidRPr="007417E6">
        <w:rPr>
          <w:b/>
          <w:sz w:val="24"/>
          <w:szCs w:val="24"/>
        </w:rPr>
        <w:lastRenderedPageBreak/>
        <w:t>Содержание</w:t>
      </w:r>
    </w:p>
    <w:p w:rsidR="008E7445" w:rsidRDefault="00381292">
      <w:pPr>
        <w:pStyle w:val="11"/>
        <w:rPr>
          <w:rFonts w:ascii="Calibri" w:hAnsi="Calibri"/>
          <w:bCs w:val="0"/>
          <w:caps w:val="0"/>
          <w:snapToGrid/>
          <w:sz w:val="22"/>
          <w:szCs w:val="22"/>
        </w:rPr>
      </w:pPr>
      <w:r w:rsidRPr="007417E6">
        <w:rPr>
          <w:sz w:val="22"/>
          <w:szCs w:val="22"/>
        </w:rPr>
        <w:fldChar w:fldCharType="begin"/>
      </w:r>
      <w:r w:rsidRPr="007417E6">
        <w:rPr>
          <w:sz w:val="22"/>
          <w:szCs w:val="22"/>
        </w:rPr>
        <w:instrText xml:space="preserve"> TOC \o "1-2" \h \z \u </w:instrText>
      </w:r>
      <w:r w:rsidRPr="007417E6">
        <w:rPr>
          <w:sz w:val="22"/>
          <w:szCs w:val="22"/>
        </w:rPr>
        <w:fldChar w:fldCharType="separate"/>
      </w:r>
      <w:hyperlink w:anchor="_Toc318207966" w:history="1">
        <w:r w:rsidR="008E7445" w:rsidRPr="0059230F">
          <w:rPr>
            <w:rStyle w:val="a9"/>
          </w:rPr>
          <w:t>1.</w:t>
        </w:r>
        <w:r w:rsidR="008E7445">
          <w:rPr>
            <w:rFonts w:ascii="Calibri" w:hAnsi="Calibri"/>
            <w:bCs w:val="0"/>
            <w:caps w:val="0"/>
            <w:snapToGrid/>
            <w:sz w:val="22"/>
            <w:szCs w:val="22"/>
          </w:rPr>
          <w:tab/>
        </w:r>
        <w:r w:rsidR="008E7445" w:rsidRPr="0059230F">
          <w:rPr>
            <w:rStyle w:val="a9"/>
          </w:rPr>
          <w:t>Общие положения</w:t>
        </w:r>
        <w:r w:rsidR="008E7445">
          <w:rPr>
            <w:webHidden/>
          </w:rPr>
          <w:tab/>
        </w:r>
        <w:r w:rsidR="008E7445">
          <w:rPr>
            <w:webHidden/>
          </w:rPr>
          <w:fldChar w:fldCharType="begin"/>
        </w:r>
        <w:r w:rsidR="008E7445">
          <w:rPr>
            <w:webHidden/>
          </w:rPr>
          <w:instrText xml:space="preserve"> PAGEREF _Toc318207966 \h </w:instrText>
        </w:r>
        <w:r w:rsidR="008E7445">
          <w:rPr>
            <w:webHidden/>
          </w:rPr>
        </w:r>
        <w:r w:rsidR="008E7445">
          <w:rPr>
            <w:webHidden/>
          </w:rPr>
          <w:fldChar w:fldCharType="separate"/>
        </w:r>
        <w:r w:rsidR="008E7445">
          <w:rPr>
            <w:webHidden/>
          </w:rPr>
          <w:t>4</w:t>
        </w:r>
        <w:r w:rsidR="008E7445">
          <w:rPr>
            <w:webHidden/>
          </w:rPr>
          <w:fldChar w:fldCharType="end"/>
        </w:r>
      </w:hyperlink>
    </w:p>
    <w:p w:rsidR="008E7445" w:rsidRDefault="008E7445">
      <w:pPr>
        <w:pStyle w:val="20"/>
        <w:rPr>
          <w:rFonts w:ascii="Calibri" w:hAnsi="Calibri"/>
          <w:b w:val="0"/>
          <w:snapToGrid/>
          <w:sz w:val="22"/>
          <w:szCs w:val="22"/>
        </w:rPr>
      </w:pPr>
      <w:hyperlink w:anchor="_Toc318207967" w:history="1">
        <w:r w:rsidRPr="0059230F">
          <w:rPr>
            <w:rStyle w:val="a9"/>
          </w:rPr>
          <w:t>1.1</w:t>
        </w:r>
        <w:r>
          <w:rPr>
            <w:rFonts w:ascii="Calibri" w:hAnsi="Calibri"/>
            <w:b w:val="0"/>
            <w:snapToGrid/>
            <w:sz w:val="22"/>
            <w:szCs w:val="22"/>
          </w:rPr>
          <w:tab/>
        </w:r>
        <w:r w:rsidRPr="0059230F">
          <w:rPr>
            <w:rStyle w:val="a9"/>
          </w:rPr>
          <w:t>Общие сведения о процедуре запроса предложений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_Toc318207967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8E7445" w:rsidRDefault="008E7445">
      <w:pPr>
        <w:pStyle w:val="20"/>
        <w:rPr>
          <w:rFonts w:ascii="Calibri" w:hAnsi="Calibri"/>
          <w:b w:val="0"/>
          <w:snapToGrid/>
          <w:sz w:val="22"/>
          <w:szCs w:val="22"/>
        </w:rPr>
      </w:pPr>
      <w:hyperlink w:anchor="_Toc318207968" w:history="1">
        <w:r w:rsidRPr="0059230F">
          <w:rPr>
            <w:rStyle w:val="a9"/>
          </w:rPr>
          <w:t>1.2</w:t>
        </w:r>
        <w:r>
          <w:rPr>
            <w:rFonts w:ascii="Calibri" w:hAnsi="Calibri"/>
            <w:b w:val="0"/>
            <w:snapToGrid/>
            <w:sz w:val="22"/>
            <w:szCs w:val="22"/>
          </w:rPr>
          <w:tab/>
        </w:r>
        <w:r w:rsidRPr="0059230F">
          <w:rPr>
            <w:rStyle w:val="a9"/>
          </w:rPr>
          <w:t>Правовой статус процедур и документов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_Toc318207968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8E7445" w:rsidRDefault="008E7445">
      <w:pPr>
        <w:pStyle w:val="20"/>
        <w:rPr>
          <w:rFonts w:ascii="Calibri" w:hAnsi="Calibri"/>
          <w:b w:val="0"/>
          <w:snapToGrid/>
          <w:sz w:val="22"/>
          <w:szCs w:val="22"/>
        </w:rPr>
      </w:pPr>
      <w:hyperlink w:anchor="_Toc318207969" w:history="1">
        <w:r w:rsidRPr="0059230F">
          <w:rPr>
            <w:rStyle w:val="a9"/>
          </w:rPr>
          <w:t>1.3</w:t>
        </w:r>
        <w:r>
          <w:rPr>
            <w:rFonts w:ascii="Calibri" w:hAnsi="Calibri"/>
            <w:b w:val="0"/>
            <w:snapToGrid/>
            <w:sz w:val="22"/>
            <w:szCs w:val="22"/>
          </w:rPr>
          <w:tab/>
        </w:r>
        <w:r w:rsidRPr="0059230F">
          <w:rPr>
            <w:rStyle w:val="a9"/>
          </w:rPr>
          <w:t>Обжалование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_Toc318207969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:rsidR="008E7445" w:rsidRDefault="008E7445">
      <w:pPr>
        <w:pStyle w:val="20"/>
        <w:rPr>
          <w:rFonts w:ascii="Calibri" w:hAnsi="Calibri"/>
          <w:b w:val="0"/>
          <w:snapToGrid/>
          <w:sz w:val="22"/>
          <w:szCs w:val="22"/>
        </w:rPr>
      </w:pPr>
      <w:hyperlink w:anchor="_Toc318207970" w:history="1">
        <w:r w:rsidRPr="0059230F">
          <w:rPr>
            <w:rStyle w:val="a9"/>
          </w:rPr>
          <w:t>1.4</w:t>
        </w:r>
        <w:r>
          <w:rPr>
            <w:rFonts w:ascii="Calibri" w:hAnsi="Calibri"/>
            <w:b w:val="0"/>
            <w:snapToGrid/>
            <w:sz w:val="22"/>
            <w:szCs w:val="22"/>
          </w:rPr>
          <w:tab/>
        </w:r>
        <w:r w:rsidRPr="0059230F">
          <w:rPr>
            <w:rStyle w:val="a9"/>
          </w:rPr>
          <w:t>Прочие положения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_Toc318207970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8E7445" w:rsidRDefault="008E7445">
      <w:pPr>
        <w:pStyle w:val="11"/>
        <w:rPr>
          <w:rFonts w:ascii="Calibri" w:hAnsi="Calibri"/>
          <w:bCs w:val="0"/>
          <w:caps w:val="0"/>
          <w:snapToGrid/>
          <w:sz w:val="22"/>
          <w:szCs w:val="22"/>
        </w:rPr>
      </w:pPr>
      <w:hyperlink w:anchor="_Toc318207971" w:history="1">
        <w:r w:rsidRPr="0059230F">
          <w:rPr>
            <w:rStyle w:val="a9"/>
          </w:rPr>
          <w:t>2.</w:t>
        </w:r>
        <w:r>
          <w:rPr>
            <w:rFonts w:ascii="Calibri" w:hAnsi="Calibri"/>
            <w:bCs w:val="0"/>
            <w:caps w:val="0"/>
            <w:snapToGrid/>
            <w:sz w:val="22"/>
            <w:szCs w:val="22"/>
          </w:rPr>
          <w:tab/>
        </w:r>
        <w:r w:rsidRPr="0059230F">
          <w:rPr>
            <w:rStyle w:val="a9"/>
          </w:rPr>
          <w:t>Техническое задание на поставку продукции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_Toc318207971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:rsidR="008E7445" w:rsidRDefault="008E7445">
      <w:pPr>
        <w:pStyle w:val="20"/>
        <w:rPr>
          <w:rFonts w:ascii="Calibri" w:hAnsi="Calibri"/>
          <w:b w:val="0"/>
          <w:snapToGrid/>
          <w:sz w:val="22"/>
          <w:szCs w:val="22"/>
        </w:rPr>
      </w:pPr>
      <w:hyperlink w:anchor="_Toc318207972" w:history="1">
        <w:r w:rsidRPr="0059230F">
          <w:rPr>
            <w:rStyle w:val="a9"/>
          </w:rPr>
          <w:t>2.1</w:t>
        </w:r>
        <w:r>
          <w:rPr>
            <w:rFonts w:ascii="Calibri" w:hAnsi="Calibri"/>
            <w:b w:val="0"/>
            <w:snapToGrid/>
            <w:sz w:val="22"/>
            <w:szCs w:val="22"/>
          </w:rPr>
          <w:tab/>
        </w:r>
        <w:r w:rsidRPr="0059230F">
          <w:rPr>
            <w:rStyle w:val="a9"/>
          </w:rPr>
          <w:t>Общие требования к условиям поставки продукции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_Toc318207972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:rsidR="008E7445" w:rsidRDefault="008E7445">
      <w:pPr>
        <w:pStyle w:val="20"/>
        <w:rPr>
          <w:rFonts w:ascii="Calibri" w:hAnsi="Calibri"/>
          <w:b w:val="0"/>
          <w:snapToGrid/>
          <w:sz w:val="22"/>
          <w:szCs w:val="22"/>
        </w:rPr>
      </w:pPr>
      <w:hyperlink w:anchor="_Toc318207973" w:history="1">
        <w:r w:rsidRPr="0059230F">
          <w:rPr>
            <w:rStyle w:val="a9"/>
          </w:rPr>
          <w:t>2.2</w:t>
        </w:r>
        <w:r>
          <w:rPr>
            <w:rFonts w:ascii="Calibri" w:hAnsi="Calibri"/>
            <w:b w:val="0"/>
            <w:snapToGrid/>
            <w:sz w:val="22"/>
            <w:szCs w:val="22"/>
          </w:rPr>
          <w:tab/>
        </w:r>
        <w:r w:rsidRPr="0059230F">
          <w:rPr>
            <w:rStyle w:val="a9"/>
          </w:rPr>
          <w:t>Перечень, объемы и характеристики закупаемой продукции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_Toc318207973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:rsidR="008E7445" w:rsidRDefault="008E7445">
      <w:pPr>
        <w:pStyle w:val="20"/>
        <w:rPr>
          <w:rFonts w:ascii="Calibri" w:hAnsi="Calibri"/>
          <w:b w:val="0"/>
          <w:snapToGrid/>
          <w:sz w:val="22"/>
          <w:szCs w:val="22"/>
        </w:rPr>
      </w:pPr>
      <w:hyperlink w:anchor="_Toc318207974" w:history="1">
        <w:r w:rsidRPr="0059230F">
          <w:rPr>
            <w:rStyle w:val="a9"/>
          </w:rPr>
          <w:t>2.3</w:t>
        </w:r>
        <w:r>
          <w:rPr>
            <w:rFonts w:ascii="Calibri" w:hAnsi="Calibri"/>
            <w:b w:val="0"/>
            <w:snapToGrid/>
            <w:sz w:val="22"/>
            <w:szCs w:val="22"/>
          </w:rPr>
          <w:tab/>
        </w:r>
        <w:r w:rsidRPr="0059230F">
          <w:rPr>
            <w:rStyle w:val="a9"/>
          </w:rPr>
          <w:t>Требование к поставляемой продукции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_Toc318207974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:rsidR="008E7445" w:rsidRDefault="008E7445">
      <w:pPr>
        <w:pStyle w:val="20"/>
        <w:rPr>
          <w:rFonts w:ascii="Calibri" w:hAnsi="Calibri"/>
          <w:b w:val="0"/>
          <w:snapToGrid/>
          <w:sz w:val="22"/>
          <w:szCs w:val="22"/>
        </w:rPr>
      </w:pPr>
      <w:hyperlink w:anchor="_Toc318207975" w:history="1">
        <w:r w:rsidRPr="0059230F">
          <w:rPr>
            <w:rStyle w:val="a9"/>
          </w:rPr>
          <w:t>2.4</w:t>
        </w:r>
        <w:r>
          <w:rPr>
            <w:rFonts w:ascii="Calibri" w:hAnsi="Calibri"/>
            <w:b w:val="0"/>
            <w:snapToGrid/>
            <w:sz w:val="22"/>
            <w:szCs w:val="22"/>
          </w:rPr>
          <w:tab/>
        </w:r>
        <w:r w:rsidRPr="0059230F">
          <w:rPr>
            <w:rStyle w:val="a9"/>
          </w:rPr>
          <w:t>Требование к Поставщику.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_Toc318207975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:rsidR="008E7445" w:rsidRDefault="008E7445">
      <w:pPr>
        <w:pStyle w:val="20"/>
        <w:rPr>
          <w:rFonts w:ascii="Calibri" w:hAnsi="Calibri"/>
          <w:b w:val="0"/>
          <w:snapToGrid/>
          <w:sz w:val="22"/>
          <w:szCs w:val="22"/>
        </w:rPr>
      </w:pPr>
      <w:hyperlink w:anchor="_Toc318207976" w:history="1">
        <w:r w:rsidRPr="0059230F">
          <w:rPr>
            <w:rStyle w:val="a9"/>
          </w:rPr>
          <w:t>2.5</w:t>
        </w:r>
        <w:r>
          <w:rPr>
            <w:rFonts w:ascii="Calibri" w:hAnsi="Calibri"/>
            <w:b w:val="0"/>
            <w:snapToGrid/>
            <w:sz w:val="22"/>
            <w:szCs w:val="22"/>
          </w:rPr>
          <w:tab/>
        </w:r>
        <w:r w:rsidRPr="0059230F">
          <w:rPr>
            <w:rStyle w:val="a9"/>
          </w:rPr>
          <w:t>Иные требования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_Toc318207976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:rsidR="008E7445" w:rsidRDefault="008E7445">
      <w:pPr>
        <w:pStyle w:val="11"/>
        <w:rPr>
          <w:rFonts w:ascii="Calibri" w:hAnsi="Calibri"/>
          <w:bCs w:val="0"/>
          <w:caps w:val="0"/>
          <w:snapToGrid/>
          <w:sz w:val="22"/>
          <w:szCs w:val="22"/>
        </w:rPr>
      </w:pPr>
      <w:hyperlink w:anchor="_Toc318207977" w:history="1">
        <w:r w:rsidRPr="0059230F">
          <w:rPr>
            <w:rStyle w:val="a9"/>
            <w:lang w:val="en-US"/>
          </w:rPr>
          <w:t>3.</w:t>
        </w:r>
        <w:r>
          <w:rPr>
            <w:rFonts w:ascii="Calibri" w:hAnsi="Calibri"/>
            <w:bCs w:val="0"/>
            <w:caps w:val="0"/>
            <w:snapToGrid/>
            <w:sz w:val="22"/>
            <w:szCs w:val="22"/>
          </w:rPr>
          <w:tab/>
        </w:r>
        <w:r w:rsidRPr="0059230F">
          <w:rPr>
            <w:rStyle w:val="a9"/>
          </w:rPr>
          <w:t>Проект Договора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_Toc318207977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:rsidR="008E7445" w:rsidRDefault="008E7445">
      <w:pPr>
        <w:pStyle w:val="11"/>
        <w:rPr>
          <w:rFonts w:ascii="Calibri" w:hAnsi="Calibri"/>
          <w:bCs w:val="0"/>
          <w:caps w:val="0"/>
          <w:snapToGrid/>
          <w:sz w:val="22"/>
          <w:szCs w:val="22"/>
        </w:rPr>
      </w:pPr>
      <w:hyperlink w:anchor="_Toc318207978" w:history="1">
        <w:r w:rsidRPr="0059230F">
          <w:rPr>
            <w:rStyle w:val="a9"/>
          </w:rPr>
          <w:t>4.</w:t>
        </w:r>
        <w:r>
          <w:rPr>
            <w:rFonts w:ascii="Calibri" w:hAnsi="Calibri"/>
            <w:bCs w:val="0"/>
            <w:caps w:val="0"/>
            <w:snapToGrid/>
            <w:sz w:val="22"/>
            <w:szCs w:val="22"/>
          </w:rPr>
          <w:tab/>
        </w:r>
        <w:r w:rsidRPr="0059230F">
          <w:rPr>
            <w:rStyle w:val="a9"/>
          </w:rPr>
          <w:t>Порядок проведения запроса предложений. Инструкции по подготовке Предложений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_Toc318207978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:rsidR="008E7445" w:rsidRDefault="008E7445">
      <w:pPr>
        <w:pStyle w:val="20"/>
        <w:rPr>
          <w:rFonts w:ascii="Calibri" w:hAnsi="Calibri"/>
          <w:b w:val="0"/>
          <w:snapToGrid/>
          <w:sz w:val="22"/>
          <w:szCs w:val="22"/>
        </w:rPr>
      </w:pPr>
      <w:hyperlink w:anchor="_Toc318207979" w:history="1">
        <w:r w:rsidRPr="0059230F">
          <w:rPr>
            <w:rStyle w:val="a9"/>
          </w:rPr>
          <w:t>4.1</w:t>
        </w:r>
        <w:r>
          <w:rPr>
            <w:rFonts w:ascii="Calibri" w:hAnsi="Calibri"/>
            <w:b w:val="0"/>
            <w:snapToGrid/>
            <w:sz w:val="22"/>
            <w:szCs w:val="22"/>
          </w:rPr>
          <w:tab/>
        </w:r>
        <w:r w:rsidRPr="0059230F">
          <w:rPr>
            <w:rStyle w:val="a9"/>
          </w:rPr>
          <w:t>Общий порядок проведения запроса предложений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_Toc318207979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:rsidR="008E7445" w:rsidRDefault="008E7445">
      <w:pPr>
        <w:pStyle w:val="20"/>
        <w:rPr>
          <w:rFonts w:ascii="Calibri" w:hAnsi="Calibri"/>
          <w:b w:val="0"/>
          <w:snapToGrid/>
          <w:sz w:val="22"/>
          <w:szCs w:val="22"/>
        </w:rPr>
      </w:pPr>
      <w:hyperlink w:anchor="_Toc318207980" w:history="1">
        <w:r w:rsidRPr="0059230F">
          <w:rPr>
            <w:rStyle w:val="a9"/>
          </w:rPr>
          <w:t>4.2</w:t>
        </w:r>
        <w:r>
          <w:rPr>
            <w:rFonts w:ascii="Calibri" w:hAnsi="Calibri"/>
            <w:b w:val="0"/>
            <w:snapToGrid/>
            <w:sz w:val="22"/>
            <w:szCs w:val="22"/>
          </w:rPr>
          <w:tab/>
        </w:r>
        <w:r w:rsidRPr="0059230F">
          <w:rPr>
            <w:rStyle w:val="a9"/>
          </w:rPr>
          <w:t>Публикация Уведомления о проведении запроса предложений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_Toc318207980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:rsidR="008E7445" w:rsidRDefault="008E7445">
      <w:pPr>
        <w:pStyle w:val="20"/>
        <w:rPr>
          <w:rFonts w:ascii="Calibri" w:hAnsi="Calibri"/>
          <w:b w:val="0"/>
          <w:snapToGrid/>
          <w:sz w:val="22"/>
          <w:szCs w:val="22"/>
        </w:rPr>
      </w:pPr>
      <w:hyperlink w:anchor="_Toc318207981" w:history="1">
        <w:r w:rsidRPr="0059230F">
          <w:rPr>
            <w:rStyle w:val="a9"/>
          </w:rPr>
          <w:t>4.3</w:t>
        </w:r>
        <w:r>
          <w:rPr>
            <w:rFonts w:ascii="Calibri" w:hAnsi="Calibri"/>
            <w:b w:val="0"/>
            <w:snapToGrid/>
            <w:sz w:val="22"/>
            <w:szCs w:val="22"/>
          </w:rPr>
          <w:tab/>
        </w:r>
        <w:r w:rsidRPr="0059230F">
          <w:rPr>
            <w:rStyle w:val="a9"/>
          </w:rPr>
          <w:t>Предоставление Документации по запросу предложений Поставщикам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_Toc318207981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:rsidR="008E7445" w:rsidRDefault="008E7445">
      <w:pPr>
        <w:pStyle w:val="20"/>
        <w:rPr>
          <w:rFonts w:ascii="Calibri" w:hAnsi="Calibri"/>
          <w:b w:val="0"/>
          <w:snapToGrid/>
          <w:sz w:val="22"/>
          <w:szCs w:val="22"/>
        </w:rPr>
      </w:pPr>
      <w:hyperlink w:anchor="_Toc318207982" w:history="1">
        <w:r w:rsidRPr="0059230F">
          <w:rPr>
            <w:rStyle w:val="a9"/>
          </w:rPr>
          <w:t>4.4</w:t>
        </w:r>
        <w:r>
          <w:rPr>
            <w:rFonts w:ascii="Calibri" w:hAnsi="Calibri"/>
            <w:b w:val="0"/>
            <w:snapToGrid/>
            <w:sz w:val="22"/>
            <w:szCs w:val="22"/>
          </w:rPr>
          <w:tab/>
        </w:r>
        <w:r w:rsidRPr="0059230F">
          <w:rPr>
            <w:rStyle w:val="a9"/>
          </w:rPr>
          <w:t>Подготовка Предл</w:t>
        </w:r>
        <w:r w:rsidRPr="0059230F">
          <w:rPr>
            <w:rStyle w:val="a9"/>
          </w:rPr>
          <w:t>о</w:t>
        </w:r>
        <w:r w:rsidRPr="0059230F">
          <w:rPr>
            <w:rStyle w:val="a9"/>
          </w:rPr>
          <w:t>ж</w:t>
        </w:r>
        <w:r w:rsidRPr="0059230F">
          <w:rPr>
            <w:rStyle w:val="a9"/>
          </w:rPr>
          <w:t>ений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_Toc318207982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:rsidR="008E7445" w:rsidRDefault="008E7445">
      <w:pPr>
        <w:pStyle w:val="20"/>
        <w:rPr>
          <w:rFonts w:ascii="Calibri" w:hAnsi="Calibri"/>
          <w:b w:val="0"/>
          <w:snapToGrid/>
          <w:sz w:val="22"/>
          <w:szCs w:val="22"/>
        </w:rPr>
      </w:pPr>
      <w:hyperlink w:anchor="_Toc318207983" w:history="1">
        <w:r w:rsidRPr="0059230F">
          <w:rPr>
            <w:rStyle w:val="a9"/>
          </w:rPr>
          <w:t>4.5</w:t>
        </w:r>
        <w:r>
          <w:rPr>
            <w:rFonts w:ascii="Calibri" w:hAnsi="Calibri"/>
            <w:b w:val="0"/>
            <w:snapToGrid/>
            <w:sz w:val="22"/>
            <w:szCs w:val="22"/>
          </w:rPr>
          <w:tab/>
        </w:r>
        <w:r w:rsidRPr="0059230F">
          <w:rPr>
            <w:rStyle w:val="a9"/>
          </w:rPr>
          <w:t>Требования к Поставщикам. Подтверждение соответствия предъявляемым требованиям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_Toc318207983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 w:rsidR="008E7445" w:rsidRDefault="008E7445">
      <w:pPr>
        <w:pStyle w:val="20"/>
        <w:rPr>
          <w:rFonts w:ascii="Calibri" w:hAnsi="Calibri"/>
          <w:b w:val="0"/>
          <w:snapToGrid/>
          <w:sz w:val="22"/>
          <w:szCs w:val="22"/>
        </w:rPr>
      </w:pPr>
      <w:hyperlink w:anchor="_Toc318207984" w:history="1">
        <w:r w:rsidRPr="0059230F">
          <w:rPr>
            <w:rStyle w:val="a9"/>
          </w:rPr>
          <w:t>4.6</w:t>
        </w:r>
        <w:r>
          <w:rPr>
            <w:rFonts w:ascii="Calibri" w:hAnsi="Calibri"/>
            <w:b w:val="0"/>
            <w:snapToGrid/>
            <w:sz w:val="22"/>
            <w:szCs w:val="22"/>
          </w:rPr>
          <w:tab/>
        </w:r>
        <w:r w:rsidRPr="0059230F">
          <w:rPr>
            <w:rStyle w:val="a9"/>
          </w:rPr>
          <w:t>Участие коллективных Поставщиков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_Toc318207984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14</w:t>
        </w:r>
        <w:r>
          <w:rPr>
            <w:webHidden/>
          </w:rPr>
          <w:fldChar w:fldCharType="end"/>
        </w:r>
      </w:hyperlink>
    </w:p>
    <w:p w:rsidR="008E7445" w:rsidRDefault="008E7445">
      <w:pPr>
        <w:pStyle w:val="20"/>
        <w:rPr>
          <w:rFonts w:ascii="Calibri" w:hAnsi="Calibri"/>
          <w:b w:val="0"/>
          <w:snapToGrid/>
          <w:sz w:val="22"/>
          <w:szCs w:val="22"/>
        </w:rPr>
      </w:pPr>
      <w:hyperlink w:anchor="_Toc318207985" w:history="1">
        <w:r w:rsidRPr="0059230F">
          <w:rPr>
            <w:rStyle w:val="a9"/>
          </w:rPr>
          <w:t>4.7</w:t>
        </w:r>
        <w:r>
          <w:rPr>
            <w:rFonts w:ascii="Calibri" w:hAnsi="Calibri"/>
            <w:b w:val="0"/>
            <w:snapToGrid/>
            <w:sz w:val="22"/>
            <w:szCs w:val="22"/>
          </w:rPr>
          <w:tab/>
        </w:r>
        <w:r w:rsidRPr="0059230F">
          <w:rPr>
            <w:rStyle w:val="a9"/>
          </w:rPr>
          <w:t>Подача Предложений и их прием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_Toc318207985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15</w:t>
        </w:r>
        <w:r>
          <w:rPr>
            <w:webHidden/>
          </w:rPr>
          <w:fldChar w:fldCharType="end"/>
        </w:r>
      </w:hyperlink>
    </w:p>
    <w:p w:rsidR="008E7445" w:rsidRDefault="008E7445">
      <w:pPr>
        <w:pStyle w:val="20"/>
        <w:rPr>
          <w:rFonts w:ascii="Calibri" w:hAnsi="Calibri"/>
          <w:b w:val="0"/>
          <w:snapToGrid/>
          <w:sz w:val="22"/>
          <w:szCs w:val="22"/>
        </w:rPr>
      </w:pPr>
      <w:hyperlink w:anchor="_Toc318207986" w:history="1">
        <w:r w:rsidRPr="0059230F">
          <w:rPr>
            <w:rStyle w:val="a9"/>
          </w:rPr>
          <w:t>4.8</w:t>
        </w:r>
        <w:r>
          <w:rPr>
            <w:rFonts w:ascii="Calibri" w:hAnsi="Calibri"/>
            <w:b w:val="0"/>
            <w:snapToGrid/>
            <w:sz w:val="22"/>
            <w:szCs w:val="22"/>
          </w:rPr>
          <w:tab/>
        </w:r>
        <w:r w:rsidRPr="0059230F">
          <w:rPr>
            <w:rStyle w:val="a9"/>
          </w:rPr>
          <w:t>Получение доступа к поданным предложениям Поставщиков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_Toc318207986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15</w:t>
        </w:r>
        <w:r>
          <w:rPr>
            <w:webHidden/>
          </w:rPr>
          <w:fldChar w:fldCharType="end"/>
        </w:r>
      </w:hyperlink>
    </w:p>
    <w:p w:rsidR="008E7445" w:rsidRDefault="008E7445">
      <w:pPr>
        <w:pStyle w:val="20"/>
        <w:rPr>
          <w:rFonts w:ascii="Calibri" w:hAnsi="Calibri"/>
          <w:b w:val="0"/>
          <w:snapToGrid/>
          <w:sz w:val="22"/>
          <w:szCs w:val="22"/>
        </w:rPr>
      </w:pPr>
      <w:hyperlink w:anchor="_Toc318207987" w:history="1">
        <w:r w:rsidRPr="0059230F">
          <w:rPr>
            <w:rStyle w:val="a9"/>
          </w:rPr>
          <w:t>4.9</w:t>
        </w:r>
        <w:r>
          <w:rPr>
            <w:rFonts w:ascii="Calibri" w:hAnsi="Calibri"/>
            <w:b w:val="0"/>
            <w:snapToGrid/>
            <w:sz w:val="22"/>
            <w:szCs w:val="22"/>
          </w:rPr>
          <w:tab/>
        </w:r>
        <w:r w:rsidRPr="0059230F">
          <w:rPr>
            <w:rStyle w:val="a9"/>
          </w:rPr>
          <w:t>Оценка Предложений и проведение переговоров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_Toc318207987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15</w:t>
        </w:r>
        <w:r>
          <w:rPr>
            <w:webHidden/>
          </w:rPr>
          <w:fldChar w:fldCharType="end"/>
        </w:r>
      </w:hyperlink>
    </w:p>
    <w:p w:rsidR="008E7445" w:rsidRDefault="008E7445">
      <w:pPr>
        <w:pStyle w:val="20"/>
        <w:rPr>
          <w:rFonts w:ascii="Calibri" w:hAnsi="Calibri"/>
          <w:b w:val="0"/>
          <w:snapToGrid/>
          <w:sz w:val="22"/>
          <w:szCs w:val="22"/>
        </w:rPr>
      </w:pPr>
      <w:hyperlink w:anchor="_Toc318207988" w:history="1">
        <w:r w:rsidRPr="0059230F">
          <w:rPr>
            <w:rStyle w:val="a9"/>
          </w:rPr>
          <w:t>4.10</w:t>
        </w:r>
        <w:r>
          <w:rPr>
            <w:rFonts w:ascii="Calibri" w:hAnsi="Calibri"/>
            <w:b w:val="0"/>
            <w:snapToGrid/>
            <w:sz w:val="22"/>
            <w:szCs w:val="22"/>
          </w:rPr>
          <w:tab/>
        </w:r>
        <w:r w:rsidRPr="0059230F">
          <w:rPr>
            <w:rStyle w:val="a9"/>
          </w:rPr>
          <w:t>Подписание Договора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_Toc318207988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17</w:t>
        </w:r>
        <w:r>
          <w:rPr>
            <w:webHidden/>
          </w:rPr>
          <w:fldChar w:fldCharType="end"/>
        </w:r>
      </w:hyperlink>
    </w:p>
    <w:p w:rsidR="008E7445" w:rsidRDefault="008E7445">
      <w:pPr>
        <w:pStyle w:val="20"/>
        <w:rPr>
          <w:rFonts w:ascii="Calibri" w:hAnsi="Calibri"/>
          <w:b w:val="0"/>
          <w:snapToGrid/>
          <w:sz w:val="22"/>
          <w:szCs w:val="22"/>
        </w:rPr>
      </w:pPr>
      <w:hyperlink w:anchor="_Toc318207989" w:history="1">
        <w:r w:rsidRPr="0059230F">
          <w:rPr>
            <w:rStyle w:val="a9"/>
          </w:rPr>
          <w:t>4.11</w:t>
        </w:r>
        <w:r>
          <w:rPr>
            <w:rFonts w:ascii="Calibri" w:hAnsi="Calibri"/>
            <w:b w:val="0"/>
            <w:snapToGrid/>
            <w:sz w:val="22"/>
            <w:szCs w:val="22"/>
          </w:rPr>
          <w:tab/>
        </w:r>
        <w:r w:rsidRPr="0059230F">
          <w:rPr>
            <w:rStyle w:val="a9"/>
          </w:rPr>
          <w:t>Уведомление Поставщиков о результатах запроса предложений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_Toc318207989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17</w:t>
        </w:r>
        <w:r>
          <w:rPr>
            <w:webHidden/>
          </w:rPr>
          <w:fldChar w:fldCharType="end"/>
        </w:r>
      </w:hyperlink>
    </w:p>
    <w:p w:rsidR="008E7445" w:rsidRDefault="008E7445">
      <w:pPr>
        <w:pStyle w:val="11"/>
        <w:rPr>
          <w:rFonts w:ascii="Calibri" w:hAnsi="Calibri"/>
          <w:bCs w:val="0"/>
          <w:caps w:val="0"/>
          <w:snapToGrid/>
          <w:sz w:val="22"/>
          <w:szCs w:val="22"/>
        </w:rPr>
      </w:pPr>
      <w:hyperlink w:anchor="_Toc318207990" w:history="1">
        <w:r w:rsidRPr="0059230F">
          <w:rPr>
            <w:rStyle w:val="a9"/>
          </w:rPr>
          <w:t>5.</w:t>
        </w:r>
        <w:r>
          <w:rPr>
            <w:rFonts w:ascii="Calibri" w:hAnsi="Calibri"/>
            <w:bCs w:val="0"/>
            <w:caps w:val="0"/>
            <w:snapToGrid/>
            <w:sz w:val="22"/>
            <w:szCs w:val="22"/>
          </w:rPr>
          <w:tab/>
        </w:r>
        <w:r w:rsidRPr="0059230F">
          <w:rPr>
            <w:rStyle w:val="a9"/>
          </w:rPr>
          <w:t>Дополнительные инструкции по подготовке Предложений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_Toc318207990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18</w:t>
        </w:r>
        <w:r>
          <w:rPr>
            <w:webHidden/>
          </w:rPr>
          <w:fldChar w:fldCharType="end"/>
        </w:r>
      </w:hyperlink>
    </w:p>
    <w:p w:rsidR="008E7445" w:rsidRDefault="008E7445">
      <w:pPr>
        <w:pStyle w:val="20"/>
        <w:rPr>
          <w:rFonts w:ascii="Calibri" w:hAnsi="Calibri"/>
          <w:b w:val="0"/>
          <w:snapToGrid/>
          <w:sz w:val="22"/>
          <w:szCs w:val="22"/>
        </w:rPr>
      </w:pPr>
      <w:hyperlink w:anchor="_Toc318207991" w:history="1">
        <w:r w:rsidRPr="0059230F">
          <w:rPr>
            <w:rStyle w:val="a9"/>
          </w:rPr>
          <w:t>5.1</w:t>
        </w:r>
        <w:r>
          <w:rPr>
            <w:rFonts w:ascii="Calibri" w:hAnsi="Calibri"/>
            <w:b w:val="0"/>
            <w:snapToGrid/>
            <w:sz w:val="22"/>
            <w:szCs w:val="22"/>
          </w:rPr>
          <w:tab/>
        </w:r>
        <w:r w:rsidRPr="0059230F">
          <w:rPr>
            <w:rStyle w:val="a9"/>
          </w:rPr>
          <w:t>Статус настоящего раздела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_Toc318207991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18</w:t>
        </w:r>
        <w:r>
          <w:rPr>
            <w:webHidden/>
          </w:rPr>
          <w:fldChar w:fldCharType="end"/>
        </w:r>
      </w:hyperlink>
    </w:p>
    <w:p w:rsidR="008E7445" w:rsidRDefault="008E7445">
      <w:pPr>
        <w:pStyle w:val="20"/>
        <w:rPr>
          <w:rFonts w:ascii="Calibri" w:hAnsi="Calibri"/>
          <w:b w:val="0"/>
          <w:snapToGrid/>
          <w:sz w:val="22"/>
          <w:szCs w:val="22"/>
        </w:rPr>
      </w:pPr>
      <w:hyperlink w:anchor="_Toc318207992" w:history="1">
        <w:r w:rsidRPr="0059230F">
          <w:rPr>
            <w:rStyle w:val="a9"/>
          </w:rPr>
          <w:t>5.2</w:t>
        </w:r>
        <w:r>
          <w:rPr>
            <w:rFonts w:ascii="Calibri" w:hAnsi="Calibri"/>
            <w:b w:val="0"/>
            <w:snapToGrid/>
            <w:sz w:val="22"/>
            <w:szCs w:val="22"/>
          </w:rPr>
          <w:tab/>
        </w:r>
        <w:r w:rsidRPr="0059230F">
          <w:rPr>
            <w:rStyle w:val="a9"/>
          </w:rPr>
          <w:t>Переторжка (регулирование цены)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_Toc318207992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18</w:t>
        </w:r>
        <w:r>
          <w:rPr>
            <w:webHidden/>
          </w:rPr>
          <w:fldChar w:fldCharType="end"/>
        </w:r>
      </w:hyperlink>
    </w:p>
    <w:p w:rsidR="008E7445" w:rsidRDefault="008E7445">
      <w:pPr>
        <w:pStyle w:val="20"/>
        <w:rPr>
          <w:rFonts w:ascii="Calibri" w:hAnsi="Calibri"/>
          <w:b w:val="0"/>
          <w:snapToGrid/>
          <w:sz w:val="22"/>
          <w:szCs w:val="22"/>
        </w:rPr>
      </w:pPr>
      <w:hyperlink w:anchor="_Toc318207993" w:history="1">
        <w:r w:rsidRPr="0059230F">
          <w:rPr>
            <w:rStyle w:val="a9"/>
          </w:rPr>
          <w:t>5.3</w:t>
        </w:r>
        <w:r>
          <w:rPr>
            <w:rFonts w:ascii="Calibri" w:hAnsi="Calibri"/>
            <w:b w:val="0"/>
            <w:snapToGrid/>
            <w:sz w:val="22"/>
            <w:szCs w:val="22"/>
          </w:rPr>
          <w:tab/>
        </w:r>
        <w:r w:rsidRPr="0059230F">
          <w:rPr>
            <w:rStyle w:val="a9"/>
          </w:rPr>
          <w:t>Альтернативные предложения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_Toc318207993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20</w:t>
        </w:r>
        <w:r>
          <w:rPr>
            <w:webHidden/>
          </w:rPr>
          <w:fldChar w:fldCharType="end"/>
        </w:r>
      </w:hyperlink>
    </w:p>
    <w:p w:rsidR="008E7445" w:rsidRDefault="008E7445">
      <w:pPr>
        <w:pStyle w:val="11"/>
        <w:rPr>
          <w:rFonts w:ascii="Calibri" w:hAnsi="Calibri"/>
          <w:bCs w:val="0"/>
          <w:caps w:val="0"/>
          <w:snapToGrid/>
          <w:sz w:val="22"/>
          <w:szCs w:val="22"/>
        </w:rPr>
      </w:pPr>
      <w:hyperlink w:anchor="_Toc318207994" w:history="1">
        <w:r w:rsidRPr="0059230F">
          <w:rPr>
            <w:rStyle w:val="a9"/>
          </w:rPr>
          <w:t>6.</w:t>
        </w:r>
        <w:r>
          <w:rPr>
            <w:rFonts w:ascii="Calibri" w:hAnsi="Calibri"/>
            <w:bCs w:val="0"/>
            <w:caps w:val="0"/>
            <w:snapToGrid/>
            <w:sz w:val="22"/>
            <w:szCs w:val="22"/>
          </w:rPr>
          <w:tab/>
        </w:r>
        <w:r w:rsidRPr="0059230F">
          <w:rPr>
            <w:rStyle w:val="a9"/>
          </w:rPr>
          <w:t>Образцы основных форм документов, включаемых в Предложение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_Toc318207994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21</w:t>
        </w:r>
        <w:r>
          <w:rPr>
            <w:webHidden/>
          </w:rPr>
          <w:fldChar w:fldCharType="end"/>
        </w:r>
      </w:hyperlink>
    </w:p>
    <w:p w:rsidR="008E7445" w:rsidRDefault="008E7445">
      <w:pPr>
        <w:pStyle w:val="20"/>
        <w:rPr>
          <w:rFonts w:ascii="Calibri" w:hAnsi="Calibri"/>
          <w:b w:val="0"/>
          <w:snapToGrid/>
          <w:sz w:val="22"/>
          <w:szCs w:val="22"/>
        </w:rPr>
      </w:pPr>
      <w:hyperlink w:anchor="_Toc318207995" w:history="1">
        <w:r w:rsidRPr="0059230F">
          <w:rPr>
            <w:rStyle w:val="a9"/>
          </w:rPr>
          <w:t>6.1</w:t>
        </w:r>
        <w:r>
          <w:rPr>
            <w:rFonts w:ascii="Calibri" w:hAnsi="Calibri"/>
            <w:b w:val="0"/>
            <w:snapToGrid/>
            <w:sz w:val="22"/>
            <w:szCs w:val="22"/>
          </w:rPr>
          <w:tab/>
        </w:r>
        <w:r w:rsidRPr="0059230F">
          <w:rPr>
            <w:rStyle w:val="a9"/>
          </w:rPr>
          <w:t>Письмо о подаче оферты (форма 1)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_Toc318207995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21</w:t>
        </w:r>
        <w:r>
          <w:rPr>
            <w:webHidden/>
          </w:rPr>
          <w:fldChar w:fldCharType="end"/>
        </w:r>
      </w:hyperlink>
    </w:p>
    <w:p w:rsidR="008E7445" w:rsidRDefault="008E7445">
      <w:pPr>
        <w:pStyle w:val="20"/>
        <w:rPr>
          <w:rFonts w:ascii="Calibri" w:hAnsi="Calibri"/>
          <w:b w:val="0"/>
          <w:snapToGrid/>
          <w:sz w:val="22"/>
          <w:szCs w:val="22"/>
        </w:rPr>
      </w:pPr>
      <w:hyperlink w:anchor="_Toc318207996" w:history="1">
        <w:r w:rsidRPr="0059230F">
          <w:rPr>
            <w:rStyle w:val="a9"/>
          </w:rPr>
          <w:t>6.2</w:t>
        </w:r>
        <w:r>
          <w:rPr>
            <w:rFonts w:ascii="Calibri" w:hAnsi="Calibri"/>
            <w:b w:val="0"/>
            <w:snapToGrid/>
            <w:sz w:val="22"/>
            <w:szCs w:val="22"/>
          </w:rPr>
          <w:tab/>
        </w:r>
        <w:r w:rsidRPr="0059230F">
          <w:rPr>
            <w:rStyle w:val="a9"/>
          </w:rPr>
          <w:t>Техническое предложение на поставку продукции (форма 2)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_Toc318207996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23</w:t>
        </w:r>
        <w:r>
          <w:rPr>
            <w:webHidden/>
          </w:rPr>
          <w:fldChar w:fldCharType="end"/>
        </w:r>
      </w:hyperlink>
    </w:p>
    <w:p w:rsidR="008E7445" w:rsidRDefault="008E7445">
      <w:pPr>
        <w:pStyle w:val="20"/>
        <w:rPr>
          <w:rFonts w:ascii="Calibri" w:hAnsi="Calibri"/>
          <w:b w:val="0"/>
          <w:snapToGrid/>
          <w:sz w:val="22"/>
          <w:szCs w:val="22"/>
        </w:rPr>
      </w:pPr>
      <w:hyperlink w:anchor="_Toc318207997" w:history="1">
        <w:r w:rsidRPr="0059230F">
          <w:rPr>
            <w:rStyle w:val="a9"/>
          </w:rPr>
          <w:t>6.3</w:t>
        </w:r>
        <w:r>
          <w:rPr>
            <w:rFonts w:ascii="Calibri" w:hAnsi="Calibri"/>
            <w:b w:val="0"/>
            <w:snapToGrid/>
            <w:sz w:val="22"/>
            <w:szCs w:val="22"/>
          </w:rPr>
          <w:tab/>
        </w:r>
        <w:r w:rsidRPr="0059230F">
          <w:rPr>
            <w:rStyle w:val="a9"/>
          </w:rPr>
          <w:t>График поставки продукции (форма 3)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_Toc318207997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25</w:t>
        </w:r>
        <w:r>
          <w:rPr>
            <w:webHidden/>
          </w:rPr>
          <w:fldChar w:fldCharType="end"/>
        </w:r>
      </w:hyperlink>
    </w:p>
    <w:p w:rsidR="008E7445" w:rsidRDefault="008E7445">
      <w:pPr>
        <w:pStyle w:val="20"/>
        <w:rPr>
          <w:rFonts w:ascii="Calibri" w:hAnsi="Calibri"/>
          <w:b w:val="0"/>
          <w:snapToGrid/>
          <w:sz w:val="22"/>
          <w:szCs w:val="22"/>
        </w:rPr>
      </w:pPr>
      <w:hyperlink w:anchor="_Toc318207998" w:history="1">
        <w:r w:rsidRPr="0059230F">
          <w:rPr>
            <w:rStyle w:val="a9"/>
          </w:rPr>
          <w:t>6.4</w:t>
        </w:r>
        <w:r>
          <w:rPr>
            <w:rFonts w:ascii="Calibri" w:hAnsi="Calibri"/>
            <w:b w:val="0"/>
            <w:snapToGrid/>
            <w:sz w:val="22"/>
            <w:szCs w:val="22"/>
          </w:rPr>
          <w:tab/>
        </w:r>
        <w:r w:rsidRPr="0059230F">
          <w:rPr>
            <w:rStyle w:val="a9"/>
          </w:rPr>
          <w:t>Коммерческое предложение (форма 4)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_Toc318207998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27</w:t>
        </w:r>
        <w:r>
          <w:rPr>
            <w:webHidden/>
          </w:rPr>
          <w:fldChar w:fldCharType="end"/>
        </w:r>
      </w:hyperlink>
    </w:p>
    <w:p w:rsidR="008E7445" w:rsidRDefault="008E7445">
      <w:pPr>
        <w:pStyle w:val="20"/>
        <w:rPr>
          <w:rFonts w:ascii="Calibri" w:hAnsi="Calibri"/>
          <w:b w:val="0"/>
          <w:snapToGrid/>
          <w:sz w:val="22"/>
          <w:szCs w:val="22"/>
        </w:rPr>
      </w:pPr>
      <w:hyperlink w:anchor="_Toc318207999" w:history="1">
        <w:r w:rsidRPr="0059230F">
          <w:rPr>
            <w:rStyle w:val="a9"/>
          </w:rPr>
          <w:t>6.5</w:t>
        </w:r>
        <w:r>
          <w:rPr>
            <w:rFonts w:ascii="Calibri" w:hAnsi="Calibri"/>
            <w:b w:val="0"/>
            <w:snapToGrid/>
            <w:sz w:val="22"/>
            <w:szCs w:val="22"/>
          </w:rPr>
          <w:tab/>
        </w:r>
        <w:r w:rsidRPr="0059230F">
          <w:rPr>
            <w:rStyle w:val="a9"/>
          </w:rPr>
          <w:t>Анкета Поставщика (форма 6)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_Toc318207999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30</w:t>
        </w:r>
        <w:r>
          <w:rPr>
            <w:webHidden/>
          </w:rPr>
          <w:fldChar w:fldCharType="end"/>
        </w:r>
      </w:hyperlink>
    </w:p>
    <w:p w:rsidR="008E7445" w:rsidRDefault="008E7445">
      <w:pPr>
        <w:pStyle w:val="20"/>
        <w:rPr>
          <w:rFonts w:ascii="Calibri" w:hAnsi="Calibri"/>
          <w:b w:val="0"/>
          <w:snapToGrid/>
          <w:sz w:val="22"/>
          <w:szCs w:val="22"/>
        </w:rPr>
      </w:pPr>
      <w:hyperlink w:anchor="_Toc318208000" w:history="1">
        <w:r w:rsidRPr="0059230F">
          <w:rPr>
            <w:rStyle w:val="a9"/>
          </w:rPr>
          <w:t>6.6</w:t>
        </w:r>
        <w:r>
          <w:rPr>
            <w:rFonts w:ascii="Calibri" w:hAnsi="Calibri"/>
            <w:b w:val="0"/>
            <w:snapToGrid/>
            <w:sz w:val="22"/>
            <w:szCs w:val="22"/>
          </w:rPr>
          <w:tab/>
        </w:r>
        <w:r w:rsidRPr="0059230F">
          <w:rPr>
            <w:rStyle w:val="a9"/>
          </w:rPr>
          <w:t>Справка о перечне и годовых объемах выполнения аналогичных договоров (форма 6)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_Toc318208000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32</w:t>
        </w:r>
        <w:r>
          <w:rPr>
            <w:webHidden/>
          </w:rPr>
          <w:fldChar w:fldCharType="end"/>
        </w:r>
      </w:hyperlink>
    </w:p>
    <w:p w:rsidR="008E7445" w:rsidRDefault="008E7445">
      <w:pPr>
        <w:pStyle w:val="20"/>
        <w:rPr>
          <w:rFonts w:ascii="Calibri" w:hAnsi="Calibri"/>
          <w:b w:val="0"/>
          <w:snapToGrid/>
          <w:sz w:val="22"/>
          <w:szCs w:val="22"/>
        </w:rPr>
      </w:pPr>
      <w:hyperlink w:anchor="_Toc318208001" w:history="1">
        <w:r w:rsidRPr="0059230F">
          <w:rPr>
            <w:rStyle w:val="a9"/>
          </w:rPr>
          <w:t>6.7</w:t>
        </w:r>
        <w:r>
          <w:rPr>
            <w:rFonts w:ascii="Calibri" w:hAnsi="Calibri"/>
            <w:b w:val="0"/>
            <w:snapToGrid/>
            <w:sz w:val="22"/>
            <w:szCs w:val="22"/>
          </w:rPr>
          <w:tab/>
        </w:r>
        <w:r w:rsidRPr="0059230F">
          <w:rPr>
            <w:rStyle w:val="a9"/>
          </w:rPr>
          <w:t>План распределения объемов поставки продукции внутри коллективного Поставщика (форма 7)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_Toc318208001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34</w:t>
        </w:r>
        <w:r>
          <w:rPr>
            <w:webHidden/>
          </w:rPr>
          <w:fldChar w:fldCharType="end"/>
        </w:r>
      </w:hyperlink>
    </w:p>
    <w:p w:rsidR="008E7445" w:rsidRDefault="008E7445">
      <w:pPr>
        <w:pStyle w:val="20"/>
        <w:rPr>
          <w:rFonts w:ascii="Calibri" w:hAnsi="Calibri"/>
          <w:b w:val="0"/>
          <w:snapToGrid/>
          <w:sz w:val="22"/>
          <w:szCs w:val="22"/>
        </w:rPr>
      </w:pPr>
      <w:hyperlink w:anchor="_Toc318208002" w:history="1">
        <w:r w:rsidRPr="0059230F">
          <w:rPr>
            <w:rStyle w:val="a9"/>
          </w:rPr>
          <w:t>6.8</w:t>
        </w:r>
        <w:r>
          <w:rPr>
            <w:rFonts w:ascii="Calibri" w:hAnsi="Calibri"/>
            <w:b w:val="0"/>
            <w:snapToGrid/>
            <w:sz w:val="22"/>
            <w:szCs w:val="22"/>
          </w:rPr>
          <w:tab/>
        </w:r>
        <w:r w:rsidRPr="0059230F">
          <w:rPr>
            <w:rStyle w:val="a9"/>
          </w:rPr>
          <w:t>Справка о материально-технических ресурсах (форма 8)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_Toc318208002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36</w:t>
        </w:r>
        <w:r>
          <w:rPr>
            <w:webHidden/>
          </w:rPr>
          <w:fldChar w:fldCharType="end"/>
        </w:r>
      </w:hyperlink>
    </w:p>
    <w:p w:rsidR="008E7445" w:rsidRDefault="008E7445">
      <w:pPr>
        <w:pStyle w:val="20"/>
        <w:rPr>
          <w:rFonts w:ascii="Calibri" w:hAnsi="Calibri"/>
          <w:b w:val="0"/>
          <w:snapToGrid/>
          <w:sz w:val="22"/>
          <w:szCs w:val="22"/>
        </w:rPr>
      </w:pPr>
      <w:hyperlink w:anchor="_Toc318208003" w:history="1">
        <w:r w:rsidRPr="0059230F">
          <w:rPr>
            <w:rStyle w:val="a9"/>
          </w:rPr>
          <w:t>6.9</w:t>
        </w:r>
        <w:r>
          <w:rPr>
            <w:rFonts w:ascii="Calibri" w:hAnsi="Calibri"/>
            <w:b w:val="0"/>
            <w:snapToGrid/>
            <w:sz w:val="22"/>
            <w:szCs w:val="22"/>
          </w:rPr>
          <w:tab/>
        </w:r>
        <w:r w:rsidRPr="0059230F">
          <w:rPr>
            <w:rStyle w:val="a9"/>
          </w:rPr>
          <w:t>Справка о кадровых ресурсах (форма 9)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_Toc318208003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38</w:t>
        </w:r>
        <w:r>
          <w:rPr>
            <w:webHidden/>
          </w:rPr>
          <w:fldChar w:fldCharType="end"/>
        </w:r>
      </w:hyperlink>
    </w:p>
    <w:p w:rsidR="008E7445" w:rsidRDefault="008E7445">
      <w:pPr>
        <w:pStyle w:val="20"/>
        <w:rPr>
          <w:rFonts w:ascii="Calibri" w:hAnsi="Calibri"/>
          <w:b w:val="0"/>
          <w:snapToGrid/>
          <w:sz w:val="22"/>
          <w:szCs w:val="22"/>
        </w:rPr>
      </w:pPr>
      <w:hyperlink w:anchor="_Toc318208004" w:history="1">
        <w:r w:rsidRPr="0059230F">
          <w:rPr>
            <w:rStyle w:val="a9"/>
          </w:rPr>
          <w:t>6.10</w:t>
        </w:r>
        <w:r>
          <w:rPr>
            <w:rFonts w:ascii="Calibri" w:hAnsi="Calibri"/>
            <w:b w:val="0"/>
            <w:snapToGrid/>
            <w:sz w:val="22"/>
            <w:szCs w:val="22"/>
          </w:rPr>
          <w:tab/>
        </w:r>
        <w:r w:rsidRPr="0059230F">
          <w:rPr>
            <w:rStyle w:val="a9"/>
          </w:rPr>
          <w:t>Свидетельство изготовителя (форма 10)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_Toc318208004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40</w:t>
        </w:r>
        <w:r>
          <w:rPr>
            <w:webHidden/>
          </w:rPr>
          <w:fldChar w:fldCharType="end"/>
        </w:r>
      </w:hyperlink>
    </w:p>
    <w:p w:rsidR="008E7445" w:rsidRDefault="008E7445">
      <w:pPr>
        <w:pStyle w:val="20"/>
        <w:rPr>
          <w:rFonts w:ascii="Calibri" w:hAnsi="Calibri"/>
          <w:b w:val="0"/>
          <w:snapToGrid/>
          <w:sz w:val="22"/>
          <w:szCs w:val="22"/>
        </w:rPr>
      </w:pPr>
      <w:hyperlink w:anchor="_Toc318208005" w:history="1">
        <w:r w:rsidRPr="0059230F">
          <w:rPr>
            <w:rStyle w:val="a9"/>
          </w:rPr>
          <w:t>6.11</w:t>
        </w:r>
        <w:r>
          <w:rPr>
            <w:rFonts w:ascii="Calibri" w:hAnsi="Calibri"/>
            <w:b w:val="0"/>
            <w:snapToGrid/>
            <w:sz w:val="22"/>
            <w:szCs w:val="22"/>
          </w:rPr>
          <w:tab/>
        </w:r>
        <w:r w:rsidRPr="0059230F">
          <w:rPr>
            <w:rStyle w:val="a9"/>
          </w:rPr>
          <w:t>Информационное письмо о наличии у Поставщика связей, носящих характер аффилированности с сотрудниками Заказчика или Организатора запроса предложений (форма 11)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_Toc318208005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41</w:t>
        </w:r>
        <w:r>
          <w:rPr>
            <w:webHidden/>
          </w:rPr>
          <w:fldChar w:fldCharType="end"/>
        </w:r>
      </w:hyperlink>
    </w:p>
    <w:p w:rsidR="008E7445" w:rsidRDefault="008E7445">
      <w:pPr>
        <w:pStyle w:val="20"/>
        <w:rPr>
          <w:rFonts w:ascii="Calibri" w:hAnsi="Calibri"/>
          <w:b w:val="0"/>
          <w:snapToGrid/>
          <w:sz w:val="22"/>
          <w:szCs w:val="22"/>
        </w:rPr>
      </w:pPr>
      <w:hyperlink w:anchor="_Toc318208006" w:history="1">
        <w:r w:rsidRPr="0059230F">
          <w:rPr>
            <w:rStyle w:val="a9"/>
          </w:rPr>
          <w:t>6.12</w:t>
        </w:r>
        <w:r>
          <w:rPr>
            <w:rFonts w:ascii="Calibri" w:hAnsi="Calibri"/>
            <w:b w:val="0"/>
            <w:snapToGrid/>
            <w:sz w:val="22"/>
            <w:szCs w:val="22"/>
          </w:rPr>
          <w:tab/>
        </w:r>
        <w:r w:rsidRPr="0059230F">
          <w:rPr>
            <w:rStyle w:val="a9"/>
          </w:rPr>
          <w:t>Протокол разногласий по проекту Договора (форма 12)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_Toc318208006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43</w:t>
        </w:r>
        <w:r>
          <w:rPr>
            <w:webHidden/>
          </w:rPr>
          <w:fldChar w:fldCharType="end"/>
        </w:r>
      </w:hyperlink>
    </w:p>
    <w:p w:rsidR="008E7445" w:rsidRDefault="008E7445">
      <w:pPr>
        <w:pStyle w:val="20"/>
        <w:rPr>
          <w:rFonts w:ascii="Calibri" w:hAnsi="Calibri"/>
          <w:b w:val="0"/>
          <w:snapToGrid/>
          <w:sz w:val="22"/>
          <w:szCs w:val="22"/>
        </w:rPr>
      </w:pPr>
      <w:hyperlink w:anchor="_Toc318208007" w:history="1">
        <w:r w:rsidRPr="0059230F">
          <w:rPr>
            <w:rStyle w:val="a9"/>
          </w:rPr>
          <w:t>6.13</w:t>
        </w:r>
        <w:r>
          <w:rPr>
            <w:rFonts w:ascii="Calibri" w:hAnsi="Calibri"/>
            <w:b w:val="0"/>
            <w:snapToGrid/>
            <w:sz w:val="22"/>
            <w:szCs w:val="22"/>
          </w:rPr>
          <w:tab/>
        </w:r>
        <w:r w:rsidRPr="0059230F">
          <w:rPr>
            <w:rStyle w:val="a9"/>
          </w:rPr>
          <w:t>Информация о собственниках Поставщика (включая конечных бенефециаров) (форма 13)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_Toc318208007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45</w:t>
        </w:r>
        <w:r>
          <w:rPr>
            <w:webHidden/>
          </w:rPr>
          <w:fldChar w:fldCharType="end"/>
        </w:r>
      </w:hyperlink>
    </w:p>
    <w:p w:rsidR="00381292" w:rsidRPr="007417E6" w:rsidRDefault="00381292">
      <w:pPr>
        <w:rPr>
          <w:sz w:val="22"/>
          <w:szCs w:val="22"/>
        </w:rPr>
      </w:pPr>
      <w:r w:rsidRPr="007417E6">
        <w:rPr>
          <w:sz w:val="22"/>
          <w:szCs w:val="22"/>
        </w:rPr>
        <w:fldChar w:fldCharType="end"/>
      </w:r>
    </w:p>
    <w:p w:rsidR="00381292" w:rsidRPr="007417E6" w:rsidRDefault="00381292" w:rsidP="00EA59B4">
      <w:pPr>
        <w:pStyle w:val="1"/>
        <w:spacing w:before="100" w:beforeAutospacing="1" w:after="100" w:afterAutospacing="1"/>
        <w:rPr>
          <w:rFonts w:ascii="Times New Roman" w:hAnsi="Times New Roman"/>
          <w:sz w:val="22"/>
          <w:szCs w:val="22"/>
        </w:rPr>
      </w:pPr>
      <w:bookmarkStart w:id="16" w:name="_Toc517582289"/>
      <w:bookmarkStart w:id="17" w:name="_Toc517582613"/>
      <w:bookmarkStart w:id="18" w:name="_Toc518119233"/>
      <w:bookmarkStart w:id="19" w:name="_Toc55193146"/>
      <w:bookmarkStart w:id="20" w:name="_Toc55285334"/>
      <w:bookmarkStart w:id="21" w:name="_Toc55305368"/>
      <w:bookmarkStart w:id="22" w:name="_Ref55335495"/>
      <w:bookmarkStart w:id="23" w:name="_Ref56251018"/>
      <w:bookmarkStart w:id="24" w:name="_Ref56251020"/>
      <w:bookmarkStart w:id="25" w:name="_Ref57046967"/>
      <w:bookmarkStart w:id="26" w:name="_Toc57314614"/>
      <w:bookmarkStart w:id="27" w:name="_Ref57322917"/>
      <w:bookmarkStart w:id="28" w:name="_Ref57322919"/>
      <w:bookmarkStart w:id="29" w:name="_Toc69728940"/>
      <w:bookmarkStart w:id="30" w:name="_Toc125426170"/>
      <w:bookmarkStart w:id="31" w:name="_Toc318207966"/>
      <w:r w:rsidRPr="007417E6">
        <w:rPr>
          <w:rFonts w:ascii="Times New Roman" w:hAnsi="Times New Roman"/>
          <w:sz w:val="22"/>
          <w:szCs w:val="22"/>
        </w:rPr>
        <w:lastRenderedPageBreak/>
        <w:t xml:space="preserve">Общие </w:t>
      </w:r>
      <w:bookmarkEnd w:id="16"/>
      <w:bookmarkEnd w:id="17"/>
      <w:bookmarkEnd w:id="18"/>
      <w:bookmarkEnd w:id="19"/>
      <w:r w:rsidRPr="007417E6">
        <w:rPr>
          <w:rFonts w:ascii="Times New Roman" w:hAnsi="Times New Roman"/>
          <w:sz w:val="22"/>
          <w:szCs w:val="22"/>
        </w:rPr>
        <w:t>положения</w:t>
      </w:r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</w:p>
    <w:p w:rsidR="00381292" w:rsidRPr="007417E6" w:rsidRDefault="00381292" w:rsidP="00563125">
      <w:pPr>
        <w:pStyle w:val="2"/>
        <w:spacing w:before="100" w:beforeAutospacing="1" w:after="100" w:afterAutospacing="1"/>
        <w:rPr>
          <w:sz w:val="22"/>
          <w:szCs w:val="22"/>
        </w:rPr>
      </w:pPr>
      <w:bookmarkStart w:id="32" w:name="_Toc55285335"/>
      <w:bookmarkStart w:id="33" w:name="_Toc55305369"/>
      <w:bookmarkStart w:id="34" w:name="_Toc57314615"/>
      <w:bookmarkStart w:id="35" w:name="_Toc69728941"/>
      <w:bookmarkStart w:id="36" w:name="_Toc125426171"/>
      <w:bookmarkStart w:id="37" w:name="_Toc318207967"/>
      <w:r w:rsidRPr="007417E6">
        <w:rPr>
          <w:sz w:val="22"/>
          <w:szCs w:val="22"/>
        </w:rPr>
        <w:t xml:space="preserve">Общие сведения о </w:t>
      </w:r>
      <w:bookmarkEnd w:id="32"/>
      <w:bookmarkEnd w:id="33"/>
      <w:bookmarkEnd w:id="34"/>
      <w:bookmarkEnd w:id="35"/>
      <w:r w:rsidRPr="007417E6">
        <w:rPr>
          <w:sz w:val="22"/>
          <w:szCs w:val="22"/>
        </w:rPr>
        <w:t>процедуре запроса предложений</w:t>
      </w:r>
      <w:bookmarkEnd w:id="36"/>
      <w:bookmarkEnd w:id="37"/>
    </w:p>
    <w:p w:rsidR="00827B87" w:rsidRPr="006B127F" w:rsidRDefault="0027147F" w:rsidP="00CD14AC">
      <w:pPr>
        <w:pStyle w:val="a0"/>
        <w:tabs>
          <w:tab w:val="num" w:pos="1134"/>
          <w:tab w:val="num" w:pos="1674"/>
        </w:tabs>
        <w:spacing w:line="240" w:lineRule="auto"/>
        <w:ind w:left="1134"/>
        <w:rPr>
          <w:sz w:val="22"/>
          <w:szCs w:val="22"/>
        </w:rPr>
      </w:pPr>
      <w:bookmarkStart w:id="38" w:name="_Ref55193512"/>
      <w:bookmarkStart w:id="39" w:name="Общие_сведения"/>
      <w:bookmarkStart w:id="40" w:name="_Ref93209175"/>
      <w:r w:rsidRPr="00A54D81">
        <w:rPr>
          <w:sz w:val="22"/>
          <w:szCs w:val="22"/>
        </w:rPr>
        <w:t xml:space="preserve">Заказчик, являющийся Организатором запроса предложений </w:t>
      </w:r>
      <w:r w:rsidR="001B72D2">
        <w:rPr>
          <w:sz w:val="22"/>
          <w:szCs w:val="22"/>
        </w:rPr>
        <w:t>–</w:t>
      </w:r>
      <w:r w:rsidRPr="00A54D81">
        <w:rPr>
          <w:sz w:val="22"/>
          <w:szCs w:val="22"/>
        </w:rPr>
        <w:t xml:space="preserve"> ОАО «МРСК Центра», </w:t>
      </w:r>
      <w:r w:rsidR="00977D18">
        <w:rPr>
          <w:sz w:val="22"/>
          <w:szCs w:val="22"/>
        </w:rPr>
        <w:t xml:space="preserve">расположенный по адресу: </w:t>
      </w:r>
      <w:r w:rsidR="00333A93" w:rsidRPr="00333A93">
        <w:rPr>
          <w:sz w:val="22"/>
          <w:szCs w:val="22"/>
        </w:rPr>
        <w:t xml:space="preserve">РФ, </w:t>
      </w:r>
      <w:smartTag w:uri="urn:schemas-microsoft-com:office:smarttags" w:element="metricconverter">
        <w:smartTagPr>
          <w:attr w:name="ProductID" w:val="127018, г"/>
        </w:smartTagPr>
        <w:r w:rsidR="00333A93" w:rsidRPr="00333A93">
          <w:rPr>
            <w:sz w:val="22"/>
            <w:szCs w:val="22"/>
          </w:rPr>
          <w:t>127018, г</w:t>
        </w:r>
      </w:smartTag>
      <w:r w:rsidR="00333A93" w:rsidRPr="00333A93">
        <w:rPr>
          <w:sz w:val="22"/>
          <w:szCs w:val="22"/>
        </w:rPr>
        <w:t>. Москва, ул. 2-я Ямская, 4</w:t>
      </w:r>
      <w:r w:rsidR="00333A93" w:rsidRPr="00030578">
        <w:t xml:space="preserve"> </w:t>
      </w:r>
      <w:r w:rsidR="00A070F4" w:rsidRPr="0063506C">
        <w:rPr>
          <w:sz w:val="22"/>
          <w:szCs w:val="22"/>
        </w:rPr>
        <w:t xml:space="preserve"> </w:t>
      </w:r>
      <w:r w:rsidRPr="00F87273">
        <w:rPr>
          <w:sz w:val="22"/>
          <w:szCs w:val="22"/>
        </w:rPr>
        <w:t xml:space="preserve">(далее – Заказчик или Организатор), Уведомлением о проведении </w:t>
      </w:r>
      <w:r w:rsidR="00F642DC">
        <w:rPr>
          <w:sz w:val="22"/>
          <w:szCs w:val="22"/>
        </w:rPr>
        <w:t xml:space="preserve">открытого </w:t>
      </w:r>
      <w:r w:rsidRPr="00F87273">
        <w:rPr>
          <w:sz w:val="22"/>
          <w:szCs w:val="22"/>
        </w:rPr>
        <w:t xml:space="preserve">запроса предложений, опубликованным </w:t>
      </w:r>
      <w:r w:rsidR="00A54D81" w:rsidRPr="00F87273">
        <w:rPr>
          <w:sz w:val="22"/>
          <w:szCs w:val="22"/>
        </w:rPr>
        <w:t xml:space="preserve">на </w:t>
      </w:r>
      <w:r w:rsidR="00F87273" w:rsidRPr="00F87273">
        <w:rPr>
          <w:sz w:val="22"/>
          <w:szCs w:val="22"/>
        </w:rPr>
        <w:t xml:space="preserve">электронной торговой </w:t>
      </w:r>
      <w:r w:rsidR="00F87273" w:rsidRPr="006B127F">
        <w:rPr>
          <w:sz w:val="22"/>
          <w:szCs w:val="22"/>
        </w:rPr>
        <w:t xml:space="preserve">площадке </w:t>
      </w:r>
      <w:r w:rsidR="00F87273" w:rsidRPr="006B127F">
        <w:rPr>
          <w:kern w:val="36"/>
          <w:sz w:val="22"/>
          <w:szCs w:val="22"/>
        </w:rPr>
        <w:t xml:space="preserve">ОАО «Холдинг МРСК» </w:t>
      </w:r>
      <w:hyperlink r:id="rId10" w:history="1">
        <w:r w:rsidR="00F87273" w:rsidRPr="006B127F">
          <w:rPr>
            <w:rStyle w:val="a9"/>
            <w:sz w:val="22"/>
            <w:szCs w:val="22"/>
          </w:rPr>
          <w:t>www.b2b-</w:t>
        </w:r>
        <w:r w:rsidR="00F87273" w:rsidRPr="006B127F">
          <w:rPr>
            <w:rStyle w:val="a9"/>
            <w:sz w:val="22"/>
            <w:szCs w:val="22"/>
            <w:lang w:val="en-US"/>
          </w:rPr>
          <w:t>mrsk</w:t>
        </w:r>
        <w:r w:rsidR="00F87273" w:rsidRPr="006B127F">
          <w:rPr>
            <w:rStyle w:val="a9"/>
            <w:sz w:val="22"/>
            <w:szCs w:val="22"/>
          </w:rPr>
          <w:t>.ru</w:t>
        </w:r>
      </w:hyperlink>
      <w:r w:rsidR="00A54D81" w:rsidRPr="006B127F">
        <w:rPr>
          <w:sz w:val="22"/>
          <w:szCs w:val="22"/>
        </w:rPr>
        <w:t xml:space="preserve"> (далее — </w:t>
      </w:r>
      <w:r w:rsidR="00CA479D" w:rsidRPr="006B127F">
        <w:rPr>
          <w:sz w:val="22"/>
          <w:szCs w:val="22"/>
        </w:rPr>
        <w:t xml:space="preserve">Система </w:t>
      </w:r>
      <w:r w:rsidR="00421D5B" w:rsidRPr="006B127F">
        <w:rPr>
          <w:sz w:val="22"/>
          <w:szCs w:val="22"/>
          <w:lang w:val="en-US"/>
        </w:rPr>
        <w:t>B</w:t>
      </w:r>
      <w:r w:rsidR="00421D5B" w:rsidRPr="006B127F">
        <w:rPr>
          <w:sz w:val="22"/>
          <w:szCs w:val="22"/>
        </w:rPr>
        <w:t>2</w:t>
      </w:r>
      <w:r w:rsidR="00421D5B" w:rsidRPr="006B127F">
        <w:rPr>
          <w:sz w:val="22"/>
          <w:szCs w:val="22"/>
          <w:lang w:val="en-US"/>
        </w:rPr>
        <w:t>B</w:t>
      </w:r>
      <w:r w:rsidR="00421D5B" w:rsidRPr="006B127F">
        <w:rPr>
          <w:sz w:val="22"/>
          <w:szCs w:val="22"/>
        </w:rPr>
        <w:t>-</w:t>
      </w:r>
      <w:r w:rsidR="00421D5B" w:rsidRPr="006B127F">
        <w:rPr>
          <w:sz w:val="22"/>
          <w:szCs w:val="22"/>
          <w:lang w:val="en-US"/>
        </w:rPr>
        <w:t>MRSK</w:t>
      </w:r>
      <w:r w:rsidR="00A54D81" w:rsidRPr="006B127F">
        <w:rPr>
          <w:sz w:val="22"/>
          <w:szCs w:val="22"/>
        </w:rPr>
        <w:t>), копи</w:t>
      </w:r>
      <w:r w:rsidR="00F472B7" w:rsidRPr="006B127F">
        <w:rPr>
          <w:sz w:val="22"/>
          <w:szCs w:val="22"/>
        </w:rPr>
        <w:t>я</w:t>
      </w:r>
      <w:r w:rsidR="00A54D81" w:rsidRPr="006B127F">
        <w:rPr>
          <w:sz w:val="22"/>
          <w:szCs w:val="22"/>
        </w:rPr>
        <w:t xml:space="preserve"> публикации на официальном сайте ОАО «МРСК Центра» </w:t>
      </w:r>
      <w:hyperlink r:id="rId11" w:history="1">
        <w:r w:rsidR="00EF2A96" w:rsidRPr="006B127F">
          <w:rPr>
            <w:rStyle w:val="a9"/>
            <w:sz w:val="22"/>
            <w:szCs w:val="22"/>
          </w:rPr>
          <w:t>www.mrsk-1.ru</w:t>
        </w:r>
      </w:hyperlink>
      <w:r w:rsidR="00A54D81" w:rsidRPr="006B127F">
        <w:rPr>
          <w:sz w:val="22"/>
          <w:szCs w:val="22"/>
        </w:rPr>
        <w:t xml:space="preserve"> в разделе «Закупки»</w:t>
      </w:r>
      <w:r w:rsidRPr="006B127F">
        <w:rPr>
          <w:sz w:val="22"/>
          <w:szCs w:val="22"/>
        </w:rPr>
        <w:t xml:space="preserve">: </w:t>
      </w:r>
      <w:r w:rsidRPr="006B127F">
        <w:rPr>
          <w:b/>
          <w:sz w:val="22"/>
          <w:szCs w:val="22"/>
        </w:rPr>
        <w:t>«</w:t>
      </w:r>
      <w:r w:rsidR="006B127F" w:rsidRPr="006B127F">
        <w:rPr>
          <w:b/>
          <w:sz w:val="22"/>
          <w:szCs w:val="22"/>
        </w:rPr>
        <w:t>05</w:t>
      </w:r>
      <w:r w:rsidRPr="006B127F">
        <w:rPr>
          <w:b/>
          <w:sz w:val="22"/>
          <w:szCs w:val="22"/>
        </w:rPr>
        <w:t xml:space="preserve">» </w:t>
      </w:r>
      <w:r w:rsidR="006B127F" w:rsidRPr="006B127F">
        <w:rPr>
          <w:b/>
          <w:sz w:val="22"/>
          <w:szCs w:val="22"/>
        </w:rPr>
        <w:t>апреля</w:t>
      </w:r>
      <w:r w:rsidR="00D40CED" w:rsidRPr="006B127F">
        <w:rPr>
          <w:b/>
          <w:sz w:val="22"/>
          <w:szCs w:val="22"/>
        </w:rPr>
        <w:t xml:space="preserve"> </w:t>
      </w:r>
      <w:r w:rsidR="00A33F5A" w:rsidRPr="006B127F">
        <w:rPr>
          <w:b/>
          <w:sz w:val="22"/>
          <w:szCs w:val="22"/>
        </w:rPr>
        <w:t>2012</w:t>
      </w:r>
      <w:r w:rsidRPr="006B127F">
        <w:rPr>
          <w:b/>
          <w:sz w:val="22"/>
          <w:szCs w:val="22"/>
        </w:rPr>
        <w:t xml:space="preserve"> года</w:t>
      </w:r>
      <w:r w:rsidRPr="006B127F">
        <w:rPr>
          <w:sz w:val="22"/>
          <w:szCs w:val="22"/>
        </w:rPr>
        <w:t xml:space="preserve">, объявляет о проведении процедуры открытого </w:t>
      </w:r>
      <w:r w:rsidR="00A33F5A" w:rsidRPr="006B127F">
        <w:rPr>
          <w:sz w:val="22"/>
          <w:szCs w:val="22"/>
        </w:rPr>
        <w:t xml:space="preserve">конкурентного </w:t>
      </w:r>
      <w:r w:rsidRPr="006B127F">
        <w:rPr>
          <w:sz w:val="22"/>
          <w:szCs w:val="22"/>
        </w:rPr>
        <w:t>запроса предложений (далее – запрос предложений) и приглашает юридических и физических лиц, а также объ</w:t>
      </w:r>
      <w:r w:rsidRPr="006B127F">
        <w:rPr>
          <w:sz w:val="22"/>
          <w:szCs w:val="22"/>
        </w:rPr>
        <w:t>е</w:t>
      </w:r>
      <w:r w:rsidRPr="006B127F">
        <w:rPr>
          <w:sz w:val="22"/>
          <w:szCs w:val="22"/>
        </w:rPr>
        <w:t>динения этих лиц</w:t>
      </w:r>
      <w:r w:rsidR="00FC6F95" w:rsidRPr="006B127F">
        <w:rPr>
          <w:sz w:val="22"/>
          <w:szCs w:val="22"/>
        </w:rPr>
        <w:t xml:space="preserve">, способных на законных основаниях поставить требуемую Заказчику продукцию (далее — Поставщики), подавать свои предложения </w:t>
      </w:r>
      <w:r w:rsidR="002827C3" w:rsidRPr="006B127F">
        <w:rPr>
          <w:sz w:val="22"/>
          <w:szCs w:val="22"/>
        </w:rPr>
        <w:t xml:space="preserve">для </w:t>
      </w:r>
      <w:r w:rsidR="00CD14AC" w:rsidRPr="006B127F">
        <w:rPr>
          <w:sz w:val="22"/>
          <w:szCs w:val="22"/>
        </w:rPr>
        <w:t>заключения Договора</w:t>
      </w:r>
      <w:r w:rsidR="00A33F5A" w:rsidRPr="006B127F">
        <w:rPr>
          <w:sz w:val="22"/>
          <w:szCs w:val="22"/>
        </w:rPr>
        <w:t xml:space="preserve"> </w:t>
      </w:r>
      <w:r w:rsidR="006B127F" w:rsidRPr="006B127F">
        <w:rPr>
          <w:sz w:val="24"/>
          <w:szCs w:val="24"/>
        </w:rPr>
        <w:t>на поставку опор типа СК</w:t>
      </w:r>
      <w:r w:rsidR="00A47DD6" w:rsidRPr="006B127F">
        <w:rPr>
          <w:sz w:val="22"/>
          <w:szCs w:val="22"/>
        </w:rPr>
        <w:t xml:space="preserve"> для нужд ОАО «МРСК Центра» </w:t>
      </w:r>
      <w:r w:rsidR="00BA3DD5" w:rsidRPr="006B127F">
        <w:rPr>
          <w:sz w:val="22"/>
          <w:szCs w:val="22"/>
        </w:rPr>
        <w:t xml:space="preserve">(филиала «Ярэнерго», расположенного по адресу: РФ, </w:t>
      </w:r>
      <w:smartTag w:uri="urn:schemas-microsoft-com:office:smarttags" w:element="metricconverter">
        <w:smartTagPr>
          <w:attr w:name="ProductID" w:val="150003, г"/>
        </w:smartTagPr>
        <w:r w:rsidR="00BA3DD5" w:rsidRPr="006B127F">
          <w:rPr>
            <w:sz w:val="22"/>
            <w:szCs w:val="22"/>
          </w:rPr>
          <w:t>150003, г</w:t>
        </w:r>
      </w:smartTag>
      <w:r w:rsidR="00BA3DD5" w:rsidRPr="006B127F">
        <w:rPr>
          <w:sz w:val="22"/>
          <w:szCs w:val="22"/>
        </w:rPr>
        <w:t>. Ярославль, ул. Воинова, д. 12</w:t>
      </w:r>
      <w:r w:rsidR="00EA59B4" w:rsidRPr="006B127F">
        <w:rPr>
          <w:sz w:val="22"/>
          <w:szCs w:val="22"/>
        </w:rPr>
        <w:t>)</w:t>
      </w:r>
      <w:r w:rsidR="00FC6F95" w:rsidRPr="006B127F">
        <w:rPr>
          <w:sz w:val="22"/>
          <w:szCs w:val="22"/>
        </w:rPr>
        <w:t>,</w:t>
      </w:r>
      <w:r w:rsidR="00180E5B" w:rsidRPr="006B127F">
        <w:rPr>
          <w:sz w:val="22"/>
          <w:szCs w:val="22"/>
        </w:rPr>
        <w:t xml:space="preserve"> </w:t>
      </w:r>
      <w:r w:rsidR="00FC6F95" w:rsidRPr="006B127F">
        <w:rPr>
          <w:sz w:val="22"/>
          <w:szCs w:val="22"/>
        </w:rPr>
        <w:t>согласно технического задания на поставку продукции, изложенного в разделе 2 настоящей документации.</w:t>
      </w:r>
    </w:p>
    <w:bookmarkEnd w:id="40"/>
    <w:p w:rsidR="0086591E" w:rsidRPr="006B127F" w:rsidRDefault="0086591E" w:rsidP="0086591E">
      <w:pPr>
        <w:pStyle w:val="a0"/>
        <w:numPr>
          <w:ilvl w:val="2"/>
          <w:numId w:val="5"/>
        </w:numPr>
        <w:tabs>
          <w:tab w:val="clear" w:pos="2694"/>
          <w:tab w:val="num" w:pos="1134"/>
        </w:tabs>
        <w:spacing w:before="120" w:after="120" w:line="240" w:lineRule="auto"/>
        <w:ind w:left="1134"/>
        <w:rPr>
          <w:sz w:val="22"/>
          <w:szCs w:val="22"/>
        </w:rPr>
      </w:pPr>
      <w:r w:rsidRPr="006B127F">
        <w:rPr>
          <w:sz w:val="22"/>
          <w:szCs w:val="22"/>
        </w:rPr>
        <w:t>Для справок обращаться:</w:t>
      </w:r>
    </w:p>
    <w:p w:rsidR="0086591E" w:rsidRPr="006B127F" w:rsidRDefault="0086591E" w:rsidP="0086591E">
      <w:pPr>
        <w:pStyle w:val="a2"/>
        <w:numPr>
          <w:ilvl w:val="4"/>
          <w:numId w:val="5"/>
        </w:numPr>
        <w:spacing w:line="240" w:lineRule="auto"/>
        <w:rPr>
          <w:sz w:val="22"/>
          <w:szCs w:val="22"/>
        </w:rPr>
      </w:pPr>
      <w:r w:rsidRPr="006B127F">
        <w:rPr>
          <w:sz w:val="22"/>
          <w:szCs w:val="22"/>
        </w:rPr>
        <w:t xml:space="preserve">По вопросам, связанным с организацией и проведением процедуры открытого запроса предложений – к ответственному сотруднику Организатора: </w:t>
      </w:r>
      <w:r w:rsidR="005C35B8" w:rsidRPr="006B127F">
        <w:rPr>
          <w:sz w:val="22"/>
          <w:szCs w:val="22"/>
        </w:rPr>
        <w:t>Лазаревой Татьяне Валентиновне</w:t>
      </w:r>
      <w:r w:rsidRPr="006B127F">
        <w:rPr>
          <w:sz w:val="22"/>
          <w:szCs w:val="22"/>
        </w:rPr>
        <w:t>, контактный телефон:</w:t>
      </w:r>
      <w:r w:rsidR="00977D18" w:rsidRPr="006B127F">
        <w:rPr>
          <w:sz w:val="22"/>
          <w:szCs w:val="22"/>
        </w:rPr>
        <w:t xml:space="preserve"> </w:t>
      </w:r>
      <w:r w:rsidRPr="006B127F">
        <w:rPr>
          <w:b/>
          <w:sz w:val="22"/>
          <w:szCs w:val="22"/>
        </w:rPr>
        <w:t>(495) 747-92-92</w:t>
      </w:r>
      <w:r w:rsidRPr="006B127F">
        <w:rPr>
          <w:sz w:val="22"/>
          <w:szCs w:val="22"/>
        </w:rPr>
        <w:t xml:space="preserve"> </w:t>
      </w:r>
      <w:r w:rsidR="00463260" w:rsidRPr="006B127F">
        <w:rPr>
          <w:b/>
          <w:sz w:val="22"/>
          <w:szCs w:val="22"/>
        </w:rPr>
        <w:t>(доб. 3123)</w:t>
      </w:r>
      <w:r w:rsidR="00463260" w:rsidRPr="006B127F">
        <w:rPr>
          <w:sz w:val="22"/>
          <w:szCs w:val="22"/>
        </w:rPr>
        <w:t xml:space="preserve"> </w:t>
      </w:r>
      <w:r w:rsidRPr="006B127F">
        <w:rPr>
          <w:sz w:val="22"/>
          <w:szCs w:val="22"/>
        </w:rPr>
        <w:t xml:space="preserve">или по адресу электронной почты: </w:t>
      </w:r>
      <w:hyperlink r:id="rId12" w:history="1">
        <w:r w:rsidR="005C35B8" w:rsidRPr="006B127F">
          <w:rPr>
            <w:rStyle w:val="a9"/>
            <w:sz w:val="22"/>
            <w:szCs w:val="22"/>
          </w:rPr>
          <w:t>Lazareva.TV@mrsk-1.ru</w:t>
        </w:r>
      </w:hyperlink>
      <w:r w:rsidR="005C35B8" w:rsidRPr="006B127F">
        <w:rPr>
          <w:rFonts w:eastAsia="Calibri"/>
          <w:sz w:val="22"/>
          <w:szCs w:val="22"/>
          <w:lang w:eastAsia="en-US"/>
        </w:rPr>
        <w:t>,</w:t>
      </w:r>
      <w:r w:rsidRPr="006B127F">
        <w:rPr>
          <w:sz w:val="22"/>
          <w:szCs w:val="22"/>
        </w:rPr>
        <w:t>;</w:t>
      </w:r>
    </w:p>
    <w:p w:rsidR="0086591E" w:rsidRPr="006B127F" w:rsidRDefault="0086591E" w:rsidP="0086591E">
      <w:pPr>
        <w:pStyle w:val="a2"/>
        <w:numPr>
          <w:ilvl w:val="4"/>
          <w:numId w:val="5"/>
        </w:numPr>
        <w:spacing w:line="240" w:lineRule="auto"/>
        <w:rPr>
          <w:sz w:val="22"/>
          <w:szCs w:val="22"/>
        </w:rPr>
      </w:pPr>
      <w:r w:rsidRPr="006B127F">
        <w:rPr>
          <w:sz w:val="22"/>
          <w:szCs w:val="22"/>
        </w:rPr>
        <w:t xml:space="preserve">По вопросам, связанным с разъяснением технического задания - к ответственному сотруднику Организатора: Ляному Михаилу Викторовичу, контактные телефоны - </w:t>
      </w:r>
      <w:r w:rsidRPr="006B127F">
        <w:rPr>
          <w:b/>
          <w:sz w:val="22"/>
          <w:szCs w:val="22"/>
        </w:rPr>
        <w:t>(4722) 28-30-47, (495) 747-92-92,</w:t>
      </w:r>
      <w:r w:rsidRPr="006B127F">
        <w:rPr>
          <w:sz w:val="22"/>
          <w:szCs w:val="22"/>
        </w:rPr>
        <w:t xml:space="preserve"> адрес электронной почты: </w:t>
      </w:r>
      <w:hyperlink r:id="rId13" w:history="1">
        <w:r w:rsidR="00DB3497" w:rsidRPr="006B127F">
          <w:rPr>
            <w:rStyle w:val="a9"/>
            <w:sz w:val="22"/>
            <w:szCs w:val="22"/>
          </w:rPr>
          <w:t>Lyanoi.MV@</w:t>
        </w:r>
        <w:r w:rsidR="00DB3497" w:rsidRPr="006B127F">
          <w:rPr>
            <w:rStyle w:val="a9"/>
            <w:sz w:val="22"/>
            <w:szCs w:val="22"/>
            <w:lang w:val="en-US"/>
          </w:rPr>
          <w:t>mrsk</w:t>
        </w:r>
        <w:r w:rsidR="00DB3497" w:rsidRPr="006B127F">
          <w:rPr>
            <w:rStyle w:val="a9"/>
            <w:sz w:val="22"/>
            <w:szCs w:val="22"/>
          </w:rPr>
          <w:t>-1.ru</w:t>
        </w:r>
      </w:hyperlink>
      <w:r w:rsidRPr="006B127F">
        <w:rPr>
          <w:rStyle w:val="a9"/>
          <w:color w:val="auto"/>
          <w:sz w:val="22"/>
          <w:szCs w:val="22"/>
          <w:u w:val="none"/>
        </w:rPr>
        <w:t>.</w:t>
      </w:r>
    </w:p>
    <w:p w:rsidR="00381292" w:rsidRDefault="00381292" w:rsidP="0086591E">
      <w:pPr>
        <w:pStyle w:val="a0"/>
        <w:numPr>
          <w:ilvl w:val="2"/>
          <w:numId w:val="5"/>
        </w:numPr>
        <w:tabs>
          <w:tab w:val="clear" w:pos="2694"/>
          <w:tab w:val="num" w:pos="1134"/>
          <w:tab w:val="num" w:pos="1844"/>
        </w:tabs>
        <w:spacing w:before="100" w:beforeAutospacing="1" w:line="240" w:lineRule="auto"/>
        <w:ind w:left="1134"/>
        <w:rPr>
          <w:sz w:val="22"/>
          <w:szCs w:val="22"/>
        </w:rPr>
      </w:pPr>
      <w:bookmarkStart w:id="41" w:name="_Ref93694278"/>
      <w:bookmarkEnd w:id="38"/>
      <w:bookmarkEnd w:id="39"/>
      <w:r w:rsidRPr="006B127F">
        <w:rPr>
          <w:sz w:val="22"/>
          <w:szCs w:val="22"/>
        </w:rPr>
        <w:t xml:space="preserve">Подробное описание и требования к продукции изложены в разделе </w:t>
      </w:r>
      <w:fldSimple w:instr=" REF _Ref256683597 \r \h  \* MERGEFORMAT ">
        <w:r w:rsidR="00C07197" w:rsidRPr="006B127F">
          <w:rPr>
            <w:sz w:val="22"/>
            <w:szCs w:val="22"/>
          </w:rPr>
          <w:t>2</w:t>
        </w:r>
      </w:fldSimple>
      <w:r w:rsidRPr="006B127F">
        <w:rPr>
          <w:sz w:val="22"/>
          <w:szCs w:val="22"/>
        </w:rPr>
        <w:t>. Проект Договор</w:t>
      </w:r>
      <w:r w:rsidR="00E632DD" w:rsidRPr="006B127F">
        <w:rPr>
          <w:sz w:val="22"/>
          <w:szCs w:val="22"/>
        </w:rPr>
        <w:t>а</w:t>
      </w:r>
      <w:r w:rsidRPr="006B127F">
        <w:rPr>
          <w:sz w:val="22"/>
          <w:szCs w:val="22"/>
        </w:rPr>
        <w:t>, которы</w:t>
      </w:r>
      <w:r w:rsidR="00FF51EF" w:rsidRPr="006B127F">
        <w:rPr>
          <w:sz w:val="22"/>
          <w:szCs w:val="22"/>
        </w:rPr>
        <w:t>й</w:t>
      </w:r>
      <w:r w:rsidRPr="006B127F">
        <w:rPr>
          <w:sz w:val="22"/>
          <w:szCs w:val="22"/>
        </w:rPr>
        <w:t xml:space="preserve"> буд</w:t>
      </w:r>
      <w:r w:rsidR="00FF51EF" w:rsidRPr="006B127F">
        <w:rPr>
          <w:sz w:val="22"/>
          <w:szCs w:val="22"/>
        </w:rPr>
        <w:t>е</w:t>
      </w:r>
      <w:r w:rsidRPr="006B127F">
        <w:rPr>
          <w:sz w:val="22"/>
          <w:szCs w:val="22"/>
        </w:rPr>
        <w:t>т заключен по результата</w:t>
      </w:r>
      <w:r w:rsidRPr="006B127F">
        <w:rPr>
          <w:sz w:val="22"/>
          <w:szCs w:val="22"/>
        </w:rPr>
        <w:t>м</w:t>
      </w:r>
      <w:r w:rsidRPr="006B127F">
        <w:rPr>
          <w:sz w:val="22"/>
          <w:szCs w:val="22"/>
        </w:rPr>
        <w:t xml:space="preserve"> данной процедуры запроса предложений, приведен в разделе </w:t>
      </w:r>
      <w:fldSimple w:instr=" REF _Ref256683610 \r \h  \* MERGEFORMAT ">
        <w:r w:rsidR="00C07197" w:rsidRPr="006B127F">
          <w:rPr>
            <w:sz w:val="22"/>
            <w:szCs w:val="22"/>
          </w:rPr>
          <w:t>3</w:t>
        </w:r>
      </w:fldSimple>
      <w:r w:rsidRPr="006B127F">
        <w:rPr>
          <w:sz w:val="22"/>
          <w:szCs w:val="22"/>
        </w:rPr>
        <w:t>. Порядок проведения запроса предложений и участия в нем, а также инструкции по подготовке Предложений, приведены</w:t>
      </w:r>
      <w:r w:rsidRPr="007417E6">
        <w:rPr>
          <w:sz w:val="22"/>
          <w:szCs w:val="22"/>
        </w:rPr>
        <w:t xml:space="preserve"> в раздел</w:t>
      </w:r>
      <w:r w:rsidR="004B4E76" w:rsidRPr="007417E6">
        <w:rPr>
          <w:sz w:val="22"/>
          <w:szCs w:val="22"/>
        </w:rPr>
        <w:t>ах</w:t>
      </w:r>
      <w:r w:rsidRPr="007417E6">
        <w:rPr>
          <w:sz w:val="22"/>
          <w:szCs w:val="22"/>
        </w:rPr>
        <w:t xml:space="preserve"> </w:t>
      </w:r>
      <w:fldSimple w:instr=" REF _Ref194748495 \r \h  \* MERGEFORMAT ">
        <w:r w:rsidR="008A110E">
          <w:rPr>
            <w:sz w:val="22"/>
            <w:szCs w:val="22"/>
          </w:rPr>
          <w:t>4</w:t>
        </w:r>
      </w:fldSimple>
      <w:r w:rsidR="004B4E76" w:rsidRPr="007417E6">
        <w:rPr>
          <w:sz w:val="22"/>
          <w:szCs w:val="22"/>
        </w:rPr>
        <w:t xml:space="preserve"> и</w:t>
      </w:r>
      <w:r w:rsidR="000A06AE" w:rsidRPr="007417E6">
        <w:rPr>
          <w:sz w:val="22"/>
          <w:szCs w:val="22"/>
        </w:rPr>
        <w:t xml:space="preserve"> </w:t>
      </w:r>
      <w:fldSimple w:instr=" REF _Ref167511511 \r \h  \* MERGEFORMAT ">
        <w:r w:rsidR="00C07197">
          <w:rPr>
            <w:sz w:val="22"/>
            <w:szCs w:val="22"/>
          </w:rPr>
          <w:t>5</w:t>
        </w:r>
      </w:fldSimple>
      <w:r w:rsidRPr="007417E6">
        <w:rPr>
          <w:sz w:val="22"/>
          <w:szCs w:val="22"/>
        </w:rPr>
        <w:t>. Формы документов, которые необходимо подготовить и подать в составе Предложения, привед</w:t>
      </w:r>
      <w:r w:rsidRPr="007417E6">
        <w:rPr>
          <w:sz w:val="22"/>
          <w:szCs w:val="22"/>
        </w:rPr>
        <w:t>е</w:t>
      </w:r>
      <w:r w:rsidRPr="007417E6">
        <w:rPr>
          <w:sz w:val="22"/>
          <w:szCs w:val="22"/>
        </w:rPr>
        <w:t xml:space="preserve">ны в разделе </w:t>
      </w:r>
      <w:fldSimple w:instr=" REF _Ref179256525 \r \h  \* MERGEFORMAT ">
        <w:r w:rsidR="00C07197">
          <w:rPr>
            <w:sz w:val="22"/>
            <w:szCs w:val="22"/>
          </w:rPr>
          <w:t>6</w:t>
        </w:r>
      </w:fldSimple>
      <w:r w:rsidR="00825E39" w:rsidRPr="007417E6">
        <w:rPr>
          <w:sz w:val="22"/>
          <w:szCs w:val="22"/>
        </w:rPr>
        <w:t>.</w:t>
      </w:r>
    </w:p>
    <w:p w:rsidR="00C117C0" w:rsidRPr="008A110E" w:rsidRDefault="00C117C0" w:rsidP="00A16F70">
      <w:pPr>
        <w:pStyle w:val="a0"/>
        <w:tabs>
          <w:tab w:val="num" w:pos="1134"/>
        </w:tabs>
        <w:spacing w:before="60" w:line="240" w:lineRule="auto"/>
        <w:ind w:left="1134"/>
        <w:rPr>
          <w:sz w:val="22"/>
          <w:szCs w:val="22"/>
        </w:rPr>
      </w:pPr>
      <w:r w:rsidRPr="00C117C0">
        <w:rPr>
          <w:sz w:val="22"/>
          <w:szCs w:val="22"/>
        </w:rPr>
        <w:t>Организатор вправе отк</w:t>
      </w:r>
      <w:r w:rsidRPr="00C117C0">
        <w:rPr>
          <w:sz w:val="22"/>
          <w:szCs w:val="22"/>
        </w:rPr>
        <w:t>а</w:t>
      </w:r>
      <w:r w:rsidRPr="00C117C0">
        <w:rPr>
          <w:sz w:val="22"/>
          <w:szCs w:val="22"/>
        </w:rPr>
        <w:t xml:space="preserve">заться от проведения запроса предложений </w:t>
      </w:r>
      <w:r>
        <w:rPr>
          <w:sz w:val="22"/>
          <w:szCs w:val="22"/>
        </w:rPr>
        <w:t>в любой момент</w:t>
      </w:r>
      <w:r w:rsidR="00965623">
        <w:rPr>
          <w:sz w:val="22"/>
          <w:szCs w:val="22"/>
        </w:rPr>
        <w:t xml:space="preserve"> до выбора </w:t>
      </w:r>
      <w:r w:rsidR="00965623" w:rsidRPr="008A110E">
        <w:rPr>
          <w:snapToGrid/>
          <w:color w:val="000000"/>
          <w:sz w:val="22"/>
          <w:szCs w:val="22"/>
          <w:lang/>
        </w:rPr>
        <w:t>Победител</w:t>
      </w:r>
      <w:r w:rsidR="00965623" w:rsidRPr="008A110E">
        <w:rPr>
          <w:snapToGrid/>
          <w:color w:val="000000"/>
          <w:sz w:val="22"/>
          <w:szCs w:val="22"/>
        </w:rPr>
        <w:t>я</w:t>
      </w:r>
      <w:r w:rsidR="00965623" w:rsidRPr="008A110E">
        <w:rPr>
          <w:snapToGrid/>
          <w:color w:val="000000"/>
          <w:sz w:val="22"/>
          <w:szCs w:val="22"/>
          <w:lang/>
        </w:rPr>
        <w:t xml:space="preserve"> </w:t>
      </w:r>
      <w:r w:rsidR="00965623" w:rsidRPr="008A110E">
        <w:rPr>
          <w:snapToGrid/>
          <w:color w:val="000000"/>
          <w:sz w:val="22"/>
          <w:szCs w:val="22"/>
        </w:rPr>
        <w:t>открытого запроса предложений</w:t>
      </w:r>
      <w:r w:rsidRPr="008A110E">
        <w:rPr>
          <w:sz w:val="22"/>
          <w:szCs w:val="22"/>
        </w:rPr>
        <w:t xml:space="preserve">, не неся при этом никакой материальной ответственности перед </w:t>
      </w:r>
      <w:r w:rsidR="00CB66DA">
        <w:rPr>
          <w:sz w:val="22"/>
          <w:szCs w:val="22"/>
        </w:rPr>
        <w:t>Поставщик</w:t>
      </w:r>
      <w:r w:rsidRPr="008A110E">
        <w:rPr>
          <w:sz w:val="22"/>
          <w:szCs w:val="22"/>
        </w:rPr>
        <w:t>ами.</w:t>
      </w:r>
    </w:p>
    <w:p w:rsidR="00381292" w:rsidRPr="008A110E" w:rsidRDefault="00381292" w:rsidP="00463AE2">
      <w:pPr>
        <w:pStyle w:val="2"/>
        <w:spacing w:before="100" w:beforeAutospacing="1" w:after="0"/>
        <w:rPr>
          <w:sz w:val="22"/>
          <w:szCs w:val="22"/>
        </w:rPr>
      </w:pPr>
      <w:bookmarkStart w:id="42" w:name="_Toc518119237"/>
      <w:bookmarkStart w:id="43" w:name="_Toc55285336"/>
      <w:bookmarkStart w:id="44" w:name="_Toc55305370"/>
      <w:bookmarkStart w:id="45" w:name="_Ref55313246"/>
      <w:bookmarkStart w:id="46" w:name="_Ref56231140"/>
      <w:bookmarkStart w:id="47" w:name="_Ref56231144"/>
      <w:bookmarkStart w:id="48" w:name="_Toc57314617"/>
      <w:bookmarkStart w:id="49" w:name="_Toc69728943"/>
      <w:bookmarkStart w:id="50" w:name="_Toc125426172"/>
      <w:bookmarkStart w:id="51" w:name="_Toc318207968"/>
      <w:bookmarkEnd w:id="41"/>
      <w:r w:rsidRPr="008A110E">
        <w:rPr>
          <w:sz w:val="22"/>
          <w:szCs w:val="22"/>
        </w:rPr>
        <w:t>Правовой статус процедур и документов</w:t>
      </w:r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F34923" w:rsidRPr="008A110E" w:rsidRDefault="00F34923" w:rsidP="00A16F70">
      <w:pPr>
        <w:pStyle w:val="a0"/>
        <w:numPr>
          <w:ilvl w:val="2"/>
          <w:numId w:val="5"/>
        </w:numPr>
        <w:tabs>
          <w:tab w:val="num" w:pos="1134"/>
        </w:tabs>
        <w:spacing w:before="60" w:line="240" w:lineRule="auto"/>
        <w:ind w:left="1134"/>
        <w:rPr>
          <w:color w:val="000000"/>
          <w:sz w:val="22"/>
          <w:szCs w:val="22"/>
        </w:rPr>
      </w:pPr>
      <w:bookmarkStart w:id="52" w:name="_Toc55285339"/>
      <w:bookmarkStart w:id="53" w:name="_Toc55305373"/>
      <w:bookmarkStart w:id="54" w:name="_Toc57314619"/>
      <w:bookmarkStart w:id="55" w:name="_Toc69728944"/>
      <w:bookmarkStart w:id="56" w:name="_Toc66354324"/>
      <w:bookmarkEnd w:id="42"/>
      <w:r w:rsidRPr="008A110E">
        <w:rPr>
          <w:color w:val="000000"/>
          <w:sz w:val="22"/>
          <w:szCs w:val="22"/>
        </w:rPr>
        <w:t>Запрос предложений проводится в соответствии с «Положением о порядке проведения регламентированных закупок товаров, работ, услуг для нужд ОАО «</w:t>
      </w:r>
      <w:r w:rsidR="00DB3299" w:rsidRPr="008A110E">
        <w:rPr>
          <w:color w:val="000000"/>
          <w:sz w:val="22"/>
          <w:szCs w:val="22"/>
        </w:rPr>
        <w:t>МРСК Центра</w:t>
      </w:r>
      <w:r w:rsidRPr="008A110E">
        <w:rPr>
          <w:color w:val="000000"/>
          <w:sz w:val="22"/>
          <w:szCs w:val="22"/>
        </w:rPr>
        <w:t>», утвержденны</w:t>
      </w:r>
      <w:r w:rsidR="00DB3299" w:rsidRPr="008A110E">
        <w:rPr>
          <w:color w:val="000000"/>
          <w:sz w:val="22"/>
          <w:szCs w:val="22"/>
        </w:rPr>
        <w:t>м</w:t>
      </w:r>
      <w:r w:rsidRPr="008A110E">
        <w:rPr>
          <w:color w:val="000000"/>
          <w:sz w:val="22"/>
          <w:szCs w:val="22"/>
        </w:rPr>
        <w:t xml:space="preserve"> решением Совета Директоров </w:t>
      </w:r>
      <w:r w:rsidR="00DB3299" w:rsidRPr="008A110E">
        <w:rPr>
          <w:color w:val="000000"/>
          <w:sz w:val="22"/>
          <w:szCs w:val="22"/>
        </w:rPr>
        <w:t xml:space="preserve">ОАО «МРСК Центра» </w:t>
      </w:r>
      <w:r w:rsidRPr="008A110E">
        <w:rPr>
          <w:color w:val="000000"/>
          <w:sz w:val="22"/>
          <w:szCs w:val="22"/>
        </w:rPr>
        <w:t>(</w:t>
      </w:r>
      <w:r w:rsidR="00C87065" w:rsidRPr="00C87065">
        <w:rPr>
          <w:color w:val="000000"/>
          <w:sz w:val="22"/>
          <w:szCs w:val="22"/>
        </w:rPr>
        <w:t>Протокол № 27/11 от «26» декабря 2011 года</w:t>
      </w:r>
      <w:r w:rsidR="00DB3299" w:rsidRPr="008A110E">
        <w:rPr>
          <w:color w:val="000000"/>
          <w:sz w:val="22"/>
          <w:szCs w:val="22"/>
        </w:rPr>
        <w:t>).</w:t>
      </w:r>
    </w:p>
    <w:p w:rsidR="00381292" w:rsidRPr="007417E6" w:rsidRDefault="00381292" w:rsidP="00A16F70">
      <w:pPr>
        <w:pStyle w:val="a0"/>
        <w:numPr>
          <w:ilvl w:val="2"/>
          <w:numId w:val="5"/>
        </w:numPr>
        <w:tabs>
          <w:tab w:val="num" w:pos="1134"/>
        </w:tabs>
        <w:spacing w:before="60" w:line="240" w:lineRule="auto"/>
        <w:ind w:left="1134"/>
        <w:rPr>
          <w:color w:val="000000"/>
          <w:sz w:val="22"/>
          <w:szCs w:val="22"/>
        </w:rPr>
      </w:pPr>
      <w:r w:rsidRPr="008A110E">
        <w:rPr>
          <w:color w:val="000000"/>
          <w:sz w:val="22"/>
          <w:szCs w:val="22"/>
        </w:rPr>
        <w:t>Данная процедура запроса предложений не является конкурсом и ее пр</w:t>
      </w:r>
      <w:r w:rsidRPr="008A110E">
        <w:rPr>
          <w:color w:val="000000"/>
          <w:sz w:val="22"/>
          <w:szCs w:val="22"/>
        </w:rPr>
        <w:t>о</w:t>
      </w:r>
      <w:r w:rsidRPr="008A110E">
        <w:rPr>
          <w:color w:val="000000"/>
          <w:sz w:val="22"/>
          <w:szCs w:val="22"/>
        </w:rPr>
        <w:t>ведение не регулируется статьями 447—449 части первой Гражданского кодекса Российской Федерации. Данная процедура</w:t>
      </w:r>
      <w:r w:rsidRPr="007417E6">
        <w:rPr>
          <w:color w:val="000000"/>
          <w:sz w:val="22"/>
          <w:szCs w:val="22"/>
        </w:rPr>
        <w:t xml:space="preserve"> запроса предложений также не является публичным конкурсом и не регулируется статьями 1057—1065 части второй Гражданского кодекса Российской Федерации. Таким образом, данная процедура запроса предложений не накладывает на </w:t>
      </w:r>
      <w:r w:rsidR="00591C23" w:rsidRPr="007417E6">
        <w:rPr>
          <w:color w:val="000000"/>
          <w:sz w:val="22"/>
          <w:szCs w:val="22"/>
        </w:rPr>
        <w:t>Организатора</w:t>
      </w:r>
      <w:r w:rsidRPr="007417E6">
        <w:rPr>
          <w:color w:val="000000"/>
          <w:sz w:val="22"/>
          <w:szCs w:val="22"/>
        </w:rPr>
        <w:t xml:space="preserve"> соответствующего объема гражданско-правовых обяз</w:t>
      </w:r>
      <w:r w:rsidRPr="007417E6">
        <w:rPr>
          <w:color w:val="000000"/>
          <w:sz w:val="22"/>
          <w:szCs w:val="22"/>
        </w:rPr>
        <w:t>а</w:t>
      </w:r>
      <w:r w:rsidRPr="007417E6">
        <w:rPr>
          <w:color w:val="000000"/>
          <w:sz w:val="22"/>
          <w:szCs w:val="22"/>
        </w:rPr>
        <w:t>тельств.</w:t>
      </w:r>
    </w:p>
    <w:p w:rsidR="00381292" w:rsidRPr="007417E6" w:rsidRDefault="00381292" w:rsidP="00A16F70">
      <w:pPr>
        <w:pStyle w:val="a0"/>
        <w:numPr>
          <w:ilvl w:val="2"/>
          <w:numId w:val="5"/>
        </w:numPr>
        <w:tabs>
          <w:tab w:val="num" w:pos="1134"/>
        </w:tabs>
        <w:spacing w:before="60" w:line="240" w:lineRule="auto"/>
        <w:ind w:left="1134"/>
        <w:rPr>
          <w:color w:val="000000"/>
          <w:sz w:val="22"/>
          <w:szCs w:val="22"/>
        </w:rPr>
      </w:pPr>
      <w:r w:rsidRPr="007417E6">
        <w:rPr>
          <w:color w:val="000000"/>
          <w:sz w:val="22"/>
          <w:szCs w:val="22"/>
        </w:rPr>
        <w:t xml:space="preserve">Опубликованное в соответствии с пунктом </w:t>
      </w:r>
      <w:fldSimple w:instr=" REF _Ref55193512 \r \h  \* MERGEFORMAT ">
        <w:r w:rsidR="00C07197">
          <w:rPr>
            <w:color w:val="000000"/>
            <w:sz w:val="22"/>
            <w:szCs w:val="22"/>
          </w:rPr>
          <w:t>1.1.1</w:t>
        </w:r>
      </w:fldSimple>
      <w:r w:rsidRPr="007417E6">
        <w:rPr>
          <w:color w:val="000000"/>
          <w:sz w:val="22"/>
          <w:szCs w:val="22"/>
        </w:rPr>
        <w:t xml:space="preserve"> Уведомление вместе с настоящей Документацией по запросу предложений, являющейся его неот</w:t>
      </w:r>
      <w:r w:rsidRPr="007417E6">
        <w:rPr>
          <w:color w:val="000000"/>
          <w:sz w:val="22"/>
          <w:szCs w:val="22"/>
        </w:rPr>
        <w:t>ъ</w:t>
      </w:r>
      <w:r w:rsidRPr="007417E6">
        <w:rPr>
          <w:color w:val="000000"/>
          <w:sz w:val="22"/>
          <w:szCs w:val="22"/>
        </w:rPr>
        <w:t xml:space="preserve">емлемым приложением, являются приглашением делать оферты и должны рассматриваться </w:t>
      </w:r>
      <w:r w:rsidR="00CB66DA">
        <w:rPr>
          <w:color w:val="000000"/>
          <w:sz w:val="22"/>
          <w:szCs w:val="22"/>
        </w:rPr>
        <w:t>Поставщик</w:t>
      </w:r>
      <w:r w:rsidRPr="007417E6">
        <w:rPr>
          <w:color w:val="000000"/>
          <w:sz w:val="22"/>
          <w:szCs w:val="22"/>
        </w:rPr>
        <w:t>ами в соответствии с этим.</w:t>
      </w:r>
    </w:p>
    <w:p w:rsidR="00381292" w:rsidRPr="007417E6" w:rsidRDefault="00182627" w:rsidP="00A16F70">
      <w:pPr>
        <w:pStyle w:val="a0"/>
        <w:numPr>
          <w:ilvl w:val="2"/>
          <w:numId w:val="5"/>
        </w:numPr>
        <w:tabs>
          <w:tab w:val="num" w:pos="1134"/>
        </w:tabs>
        <w:spacing w:before="60" w:line="240" w:lineRule="auto"/>
        <w:ind w:left="1134"/>
        <w:rPr>
          <w:color w:val="000000"/>
          <w:sz w:val="22"/>
          <w:szCs w:val="22"/>
        </w:rPr>
      </w:pPr>
      <w:r w:rsidRPr="00943EB0">
        <w:rPr>
          <w:color w:val="000000"/>
          <w:sz w:val="22"/>
          <w:szCs w:val="22"/>
        </w:rPr>
        <w:t xml:space="preserve">Предложение </w:t>
      </w:r>
      <w:r w:rsidR="00CB66DA">
        <w:rPr>
          <w:color w:val="000000"/>
          <w:sz w:val="22"/>
          <w:szCs w:val="22"/>
        </w:rPr>
        <w:t>Поставщик</w:t>
      </w:r>
      <w:r w:rsidRPr="00943EB0">
        <w:rPr>
          <w:color w:val="000000"/>
          <w:sz w:val="22"/>
          <w:szCs w:val="22"/>
        </w:rPr>
        <w:t>а имеет правовой статус оферты, и будет рассма</w:t>
      </w:r>
      <w:r w:rsidRPr="00943EB0">
        <w:rPr>
          <w:color w:val="000000"/>
          <w:sz w:val="22"/>
          <w:szCs w:val="22"/>
        </w:rPr>
        <w:t>т</w:t>
      </w:r>
      <w:r w:rsidRPr="00943EB0">
        <w:rPr>
          <w:color w:val="000000"/>
          <w:sz w:val="22"/>
          <w:szCs w:val="22"/>
        </w:rPr>
        <w:t xml:space="preserve">риваться </w:t>
      </w:r>
      <w:r w:rsidRPr="00943EB0">
        <w:rPr>
          <w:sz w:val="22"/>
          <w:szCs w:val="22"/>
        </w:rPr>
        <w:t>Организатором</w:t>
      </w:r>
      <w:r w:rsidRPr="00943EB0">
        <w:rPr>
          <w:color w:val="000000"/>
          <w:sz w:val="22"/>
          <w:szCs w:val="22"/>
        </w:rPr>
        <w:t xml:space="preserve"> в соответствии с этим, однако </w:t>
      </w:r>
      <w:r w:rsidRPr="00943EB0">
        <w:rPr>
          <w:sz w:val="22"/>
          <w:szCs w:val="22"/>
        </w:rPr>
        <w:t>Организатор</w:t>
      </w:r>
      <w:r w:rsidRPr="00943EB0">
        <w:rPr>
          <w:color w:val="000000"/>
          <w:sz w:val="22"/>
          <w:szCs w:val="22"/>
        </w:rPr>
        <w:t xml:space="preserve"> оставляет за собой право разрешать или предлагать </w:t>
      </w:r>
      <w:r w:rsidR="00CB66DA">
        <w:rPr>
          <w:color w:val="000000"/>
          <w:sz w:val="22"/>
          <w:szCs w:val="22"/>
        </w:rPr>
        <w:t>Поставщик</w:t>
      </w:r>
      <w:r w:rsidRPr="00943EB0">
        <w:rPr>
          <w:color w:val="000000"/>
          <w:sz w:val="22"/>
          <w:szCs w:val="22"/>
        </w:rPr>
        <w:t xml:space="preserve">ам вносить изменения в их Предложения до момента подписания </w:t>
      </w:r>
      <w:r w:rsidRPr="00943EB0">
        <w:rPr>
          <w:snapToGrid/>
          <w:color w:val="000000"/>
          <w:sz w:val="22"/>
          <w:szCs w:val="22"/>
          <w:lang/>
        </w:rPr>
        <w:t>Протокол</w:t>
      </w:r>
      <w:r w:rsidRPr="00943EB0">
        <w:rPr>
          <w:snapToGrid/>
          <w:color w:val="000000"/>
          <w:sz w:val="22"/>
          <w:szCs w:val="22"/>
        </w:rPr>
        <w:t>а</w:t>
      </w:r>
      <w:r w:rsidRPr="00943EB0">
        <w:rPr>
          <w:snapToGrid/>
          <w:color w:val="000000"/>
          <w:sz w:val="22"/>
          <w:szCs w:val="22"/>
          <w:lang/>
        </w:rPr>
        <w:t xml:space="preserve"> о </w:t>
      </w:r>
      <w:r w:rsidRPr="00943EB0">
        <w:rPr>
          <w:snapToGrid/>
          <w:color w:val="000000"/>
          <w:sz w:val="22"/>
          <w:szCs w:val="22"/>
        </w:rPr>
        <w:t>выборе победителя</w:t>
      </w:r>
      <w:r w:rsidRPr="00943EB0">
        <w:rPr>
          <w:snapToGrid/>
          <w:color w:val="000000"/>
          <w:sz w:val="22"/>
          <w:szCs w:val="22"/>
          <w:lang/>
        </w:rPr>
        <w:t xml:space="preserve"> </w:t>
      </w:r>
      <w:r w:rsidRPr="00943EB0">
        <w:rPr>
          <w:snapToGrid/>
          <w:color w:val="000000"/>
          <w:sz w:val="22"/>
          <w:szCs w:val="22"/>
        </w:rPr>
        <w:t>открытого запроса предложений</w:t>
      </w:r>
      <w:r w:rsidR="00381292" w:rsidRPr="007417E6">
        <w:rPr>
          <w:color w:val="000000"/>
          <w:sz w:val="22"/>
          <w:szCs w:val="22"/>
        </w:rPr>
        <w:t>.</w:t>
      </w:r>
    </w:p>
    <w:p w:rsidR="00381292" w:rsidRPr="007417E6" w:rsidRDefault="00381292" w:rsidP="00A16F70">
      <w:pPr>
        <w:pStyle w:val="a0"/>
        <w:numPr>
          <w:ilvl w:val="2"/>
          <w:numId w:val="5"/>
        </w:numPr>
        <w:tabs>
          <w:tab w:val="num" w:pos="1134"/>
        </w:tabs>
        <w:spacing w:before="60" w:line="240" w:lineRule="auto"/>
        <w:ind w:left="1134"/>
        <w:rPr>
          <w:color w:val="000000"/>
          <w:sz w:val="22"/>
          <w:szCs w:val="22"/>
        </w:rPr>
      </w:pPr>
      <w:bookmarkStart w:id="57" w:name="_Ref86827161"/>
      <w:r w:rsidRPr="007417E6">
        <w:rPr>
          <w:color w:val="000000"/>
          <w:sz w:val="22"/>
          <w:szCs w:val="22"/>
        </w:rPr>
        <w:t>Заключенны</w:t>
      </w:r>
      <w:r w:rsidR="00E632DD" w:rsidRPr="007417E6">
        <w:rPr>
          <w:color w:val="000000"/>
          <w:sz w:val="22"/>
          <w:szCs w:val="22"/>
        </w:rPr>
        <w:t>й</w:t>
      </w:r>
      <w:r w:rsidRPr="007417E6">
        <w:rPr>
          <w:color w:val="000000"/>
          <w:sz w:val="22"/>
          <w:szCs w:val="22"/>
        </w:rPr>
        <w:t xml:space="preserve"> по результатам запроса предложений Договор</w:t>
      </w:r>
      <w:r w:rsidR="00BC7388" w:rsidRPr="007417E6">
        <w:rPr>
          <w:color w:val="000000"/>
          <w:sz w:val="22"/>
          <w:szCs w:val="22"/>
        </w:rPr>
        <w:t>,</w:t>
      </w:r>
      <w:r w:rsidR="003455B0" w:rsidRPr="007417E6">
        <w:rPr>
          <w:color w:val="000000"/>
          <w:sz w:val="22"/>
          <w:szCs w:val="22"/>
        </w:rPr>
        <w:t xml:space="preserve"> </w:t>
      </w:r>
      <w:r w:rsidRPr="007417E6">
        <w:rPr>
          <w:color w:val="000000"/>
          <w:sz w:val="22"/>
          <w:szCs w:val="22"/>
        </w:rPr>
        <w:t>фиксиру</w:t>
      </w:r>
      <w:r w:rsidR="00E632DD" w:rsidRPr="007417E6">
        <w:rPr>
          <w:color w:val="000000"/>
          <w:sz w:val="22"/>
          <w:szCs w:val="22"/>
        </w:rPr>
        <w:t>е</w:t>
      </w:r>
      <w:r w:rsidR="00387CDE" w:rsidRPr="007417E6">
        <w:rPr>
          <w:color w:val="000000"/>
          <w:sz w:val="22"/>
          <w:szCs w:val="22"/>
        </w:rPr>
        <w:t>т</w:t>
      </w:r>
      <w:r w:rsidRPr="007417E6">
        <w:rPr>
          <w:color w:val="000000"/>
          <w:sz w:val="22"/>
          <w:szCs w:val="22"/>
        </w:rPr>
        <w:t xml:space="preserve"> все достигнутые сторонами договоренности.</w:t>
      </w:r>
    </w:p>
    <w:p w:rsidR="00381292" w:rsidRPr="007417E6" w:rsidRDefault="00381292" w:rsidP="00A16F70">
      <w:pPr>
        <w:pStyle w:val="a0"/>
        <w:numPr>
          <w:ilvl w:val="2"/>
          <w:numId w:val="5"/>
        </w:numPr>
        <w:tabs>
          <w:tab w:val="num" w:pos="1134"/>
        </w:tabs>
        <w:spacing w:before="60" w:line="240" w:lineRule="auto"/>
        <w:ind w:left="1134"/>
        <w:rPr>
          <w:color w:val="000000"/>
          <w:sz w:val="22"/>
          <w:szCs w:val="22"/>
        </w:rPr>
      </w:pPr>
      <w:bookmarkStart w:id="58" w:name="_Ref266369696"/>
      <w:bookmarkEnd w:id="57"/>
      <w:r w:rsidRPr="007417E6">
        <w:rPr>
          <w:color w:val="000000"/>
          <w:sz w:val="22"/>
          <w:szCs w:val="22"/>
        </w:rPr>
        <w:lastRenderedPageBreak/>
        <w:t>При определении условий Договор</w:t>
      </w:r>
      <w:r w:rsidR="00E632DD" w:rsidRPr="007417E6">
        <w:rPr>
          <w:color w:val="000000"/>
          <w:sz w:val="22"/>
          <w:szCs w:val="22"/>
        </w:rPr>
        <w:t>а</w:t>
      </w:r>
      <w:r w:rsidRPr="007417E6">
        <w:rPr>
          <w:color w:val="000000"/>
          <w:sz w:val="22"/>
          <w:szCs w:val="22"/>
        </w:rPr>
        <w:t xml:space="preserve"> с Победител</w:t>
      </w:r>
      <w:r w:rsidR="00C73576" w:rsidRPr="007417E6">
        <w:rPr>
          <w:color w:val="000000"/>
          <w:sz w:val="22"/>
          <w:szCs w:val="22"/>
        </w:rPr>
        <w:t>ем</w:t>
      </w:r>
      <w:r w:rsidR="008301D8" w:rsidRPr="007417E6">
        <w:rPr>
          <w:color w:val="000000"/>
          <w:sz w:val="22"/>
          <w:szCs w:val="22"/>
        </w:rPr>
        <w:t xml:space="preserve">, </w:t>
      </w:r>
      <w:r w:rsidRPr="007417E6">
        <w:rPr>
          <w:color w:val="000000"/>
          <w:sz w:val="22"/>
          <w:szCs w:val="22"/>
        </w:rPr>
        <w:t>используются следующие документы с соблюдением указанной иерархии (в случае их пр</w:t>
      </w:r>
      <w:r w:rsidRPr="007417E6">
        <w:rPr>
          <w:color w:val="000000"/>
          <w:sz w:val="22"/>
          <w:szCs w:val="22"/>
        </w:rPr>
        <w:t>о</w:t>
      </w:r>
      <w:r w:rsidRPr="007417E6">
        <w:rPr>
          <w:color w:val="000000"/>
          <w:sz w:val="22"/>
          <w:szCs w:val="22"/>
        </w:rPr>
        <w:t>тиворечия):</w:t>
      </w:r>
      <w:bookmarkEnd w:id="58"/>
    </w:p>
    <w:p w:rsidR="00381292" w:rsidRDefault="00381292" w:rsidP="00FD2C88">
      <w:pPr>
        <w:pStyle w:val="a2"/>
        <w:numPr>
          <w:ilvl w:val="4"/>
          <w:numId w:val="5"/>
        </w:numPr>
        <w:tabs>
          <w:tab w:val="left" w:pos="1134"/>
          <w:tab w:val="left" w:pos="1701"/>
        </w:tabs>
        <w:spacing w:before="60" w:line="240" w:lineRule="auto"/>
        <w:rPr>
          <w:sz w:val="22"/>
          <w:szCs w:val="22"/>
        </w:rPr>
      </w:pPr>
      <w:r w:rsidRPr="007417E6">
        <w:rPr>
          <w:sz w:val="22"/>
          <w:szCs w:val="22"/>
        </w:rPr>
        <w:t xml:space="preserve">Протокол преддоговорных переговоров между </w:t>
      </w:r>
      <w:r w:rsidR="003A7857" w:rsidRPr="007417E6">
        <w:rPr>
          <w:sz w:val="22"/>
          <w:szCs w:val="22"/>
        </w:rPr>
        <w:t>Организатором</w:t>
      </w:r>
      <w:r w:rsidRPr="007417E6">
        <w:rPr>
          <w:sz w:val="22"/>
          <w:szCs w:val="22"/>
        </w:rPr>
        <w:t xml:space="preserve"> и Победителем (по условиям, не оговоренным ни в настоящей Д</w:t>
      </w:r>
      <w:r w:rsidRPr="007417E6">
        <w:rPr>
          <w:sz w:val="22"/>
          <w:szCs w:val="22"/>
        </w:rPr>
        <w:t>о</w:t>
      </w:r>
      <w:r w:rsidRPr="007417E6">
        <w:rPr>
          <w:sz w:val="22"/>
          <w:szCs w:val="22"/>
        </w:rPr>
        <w:t>кументации по запросу предложений, ни в Предложении Победителя);</w:t>
      </w:r>
    </w:p>
    <w:p w:rsidR="00D03C74" w:rsidRPr="007417E6" w:rsidRDefault="00D03C74" w:rsidP="00FD2C88">
      <w:pPr>
        <w:pStyle w:val="a2"/>
        <w:numPr>
          <w:ilvl w:val="4"/>
          <w:numId w:val="5"/>
        </w:numPr>
        <w:tabs>
          <w:tab w:val="left" w:pos="1134"/>
          <w:tab w:val="left" w:pos="1701"/>
        </w:tabs>
        <w:spacing w:before="60" w:line="240" w:lineRule="auto"/>
        <w:rPr>
          <w:sz w:val="22"/>
          <w:szCs w:val="22"/>
        </w:rPr>
      </w:pPr>
      <w:r>
        <w:rPr>
          <w:sz w:val="22"/>
          <w:szCs w:val="22"/>
        </w:rPr>
        <w:t>Уведомление о проведении запроса предложений и настоящая Документация по запросу предложений со всеми дополнениями и разъяснениями;</w:t>
      </w:r>
    </w:p>
    <w:p w:rsidR="00381292" w:rsidRPr="007417E6" w:rsidRDefault="00381292" w:rsidP="00FD2C88">
      <w:pPr>
        <w:pStyle w:val="a2"/>
        <w:numPr>
          <w:ilvl w:val="4"/>
          <w:numId w:val="5"/>
        </w:numPr>
        <w:tabs>
          <w:tab w:val="left" w:pos="1134"/>
          <w:tab w:val="left" w:pos="1701"/>
        </w:tabs>
        <w:spacing w:before="60" w:line="240" w:lineRule="auto"/>
        <w:rPr>
          <w:sz w:val="22"/>
          <w:szCs w:val="22"/>
        </w:rPr>
      </w:pPr>
      <w:r w:rsidRPr="007417E6">
        <w:rPr>
          <w:sz w:val="22"/>
          <w:szCs w:val="22"/>
        </w:rPr>
        <w:t>Предложение Победителя со всеми дополнениями и разъяснениями</w:t>
      </w:r>
      <w:r w:rsidR="00A31537" w:rsidRPr="007417E6">
        <w:rPr>
          <w:sz w:val="22"/>
          <w:szCs w:val="22"/>
        </w:rPr>
        <w:t>, соответствующими требованиям З</w:t>
      </w:r>
      <w:r w:rsidRPr="007417E6">
        <w:rPr>
          <w:sz w:val="22"/>
          <w:szCs w:val="22"/>
        </w:rPr>
        <w:t>аказчика.</w:t>
      </w:r>
    </w:p>
    <w:p w:rsidR="00381292" w:rsidRPr="007417E6" w:rsidRDefault="00381292" w:rsidP="00A16F70">
      <w:pPr>
        <w:pStyle w:val="a0"/>
        <w:numPr>
          <w:ilvl w:val="2"/>
          <w:numId w:val="5"/>
        </w:numPr>
        <w:tabs>
          <w:tab w:val="num" w:pos="1134"/>
        </w:tabs>
        <w:spacing w:before="60" w:line="240" w:lineRule="auto"/>
        <w:ind w:left="1134"/>
        <w:rPr>
          <w:color w:val="000000"/>
          <w:sz w:val="22"/>
          <w:szCs w:val="22"/>
        </w:rPr>
      </w:pPr>
      <w:r w:rsidRPr="007417E6">
        <w:rPr>
          <w:color w:val="000000"/>
          <w:sz w:val="22"/>
          <w:szCs w:val="22"/>
        </w:rPr>
        <w:t xml:space="preserve">Иные документы </w:t>
      </w:r>
      <w:r w:rsidR="00A31537" w:rsidRPr="007417E6">
        <w:rPr>
          <w:color w:val="000000"/>
          <w:sz w:val="22"/>
          <w:szCs w:val="22"/>
        </w:rPr>
        <w:t>Организат</w:t>
      </w:r>
      <w:r w:rsidR="003A7857" w:rsidRPr="007417E6">
        <w:rPr>
          <w:color w:val="000000"/>
          <w:sz w:val="22"/>
          <w:szCs w:val="22"/>
        </w:rPr>
        <w:t xml:space="preserve">ора </w:t>
      </w:r>
      <w:r w:rsidRPr="007417E6">
        <w:rPr>
          <w:color w:val="000000"/>
          <w:sz w:val="22"/>
          <w:szCs w:val="22"/>
        </w:rPr>
        <w:t xml:space="preserve">и </w:t>
      </w:r>
      <w:r w:rsidR="00CB66DA">
        <w:rPr>
          <w:color w:val="000000"/>
          <w:sz w:val="22"/>
          <w:szCs w:val="22"/>
        </w:rPr>
        <w:t>Поставщик</w:t>
      </w:r>
      <w:r w:rsidRPr="007417E6">
        <w:rPr>
          <w:color w:val="000000"/>
          <w:sz w:val="22"/>
          <w:szCs w:val="22"/>
        </w:rPr>
        <w:t>ов не определяют права и обяза</w:t>
      </w:r>
      <w:r w:rsidRPr="007417E6">
        <w:rPr>
          <w:color w:val="000000"/>
          <w:sz w:val="22"/>
          <w:szCs w:val="22"/>
        </w:rPr>
        <w:t>н</w:t>
      </w:r>
      <w:r w:rsidRPr="007417E6">
        <w:rPr>
          <w:color w:val="000000"/>
          <w:sz w:val="22"/>
          <w:szCs w:val="22"/>
        </w:rPr>
        <w:t>ности сторон в связи с данным запросом предложений.</w:t>
      </w:r>
    </w:p>
    <w:p w:rsidR="00381292" w:rsidRPr="007417E6" w:rsidRDefault="00381292" w:rsidP="00A16F70">
      <w:pPr>
        <w:pStyle w:val="a0"/>
        <w:numPr>
          <w:ilvl w:val="2"/>
          <w:numId w:val="5"/>
        </w:numPr>
        <w:tabs>
          <w:tab w:val="num" w:pos="1134"/>
        </w:tabs>
        <w:spacing w:before="60" w:line="240" w:lineRule="auto"/>
        <w:ind w:left="1134"/>
        <w:rPr>
          <w:color w:val="000000"/>
          <w:sz w:val="22"/>
          <w:szCs w:val="22"/>
        </w:rPr>
      </w:pPr>
      <w:bookmarkStart w:id="59" w:name="_Toc55285340"/>
      <w:bookmarkStart w:id="60" w:name="_Toc55305374"/>
      <w:bookmarkStart w:id="61" w:name="_Toc57314620"/>
      <w:bookmarkStart w:id="62" w:name="_Toc69728945"/>
      <w:bookmarkEnd w:id="52"/>
      <w:bookmarkEnd w:id="53"/>
      <w:bookmarkEnd w:id="54"/>
      <w:bookmarkEnd w:id="55"/>
      <w:bookmarkEnd w:id="56"/>
      <w:r w:rsidRPr="007417E6">
        <w:rPr>
          <w:color w:val="000000"/>
          <w:sz w:val="22"/>
          <w:szCs w:val="22"/>
        </w:rPr>
        <w:t xml:space="preserve">Во всем, что не урегулировано </w:t>
      </w:r>
      <w:r w:rsidRPr="007417E6">
        <w:rPr>
          <w:sz w:val="22"/>
          <w:szCs w:val="22"/>
        </w:rPr>
        <w:t>Уведомлением о проведении запроса предложений</w:t>
      </w:r>
      <w:r w:rsidR="00EA4E56" w:rsidRPr="007417E6">
        <w:rPr>
          <w:color w:val="000000"/>
          <w:sz w:val="22"/>
          <w:szCs w:val="22"/>
        </w:rPr>
        <w:t xml:space="preserve"> и настоящей Документацией</w:t>
      </w:r>
      <w:r w:rsidRPr="007417E6">
        <w:rPr>
          <w:color w:val="000000"/>
          <w:sz w:val="22"/>
          <w:szCs w:val="22"/>
        </w:rPr>
        <w:t xml:space="preserve"> по запросу предложений стороны руководствуются Гражданским кодексом Российской Федер</w:t>
      </w:r>
      <w:r w:rsidRPr="007417E6">
        <w:rPr>
          <w:color w:val="000000"/>
          <w:sz w:val="22"/>
          <w:szCs w:val="22"/>
        </w:rPr>
        <w:t>а</w:t>
      </w:r>
      <w:r w:rsidRPr="007417E6">
        <w:rPr>
          <w:color w:val="000000"/>
          <w:sz w:val="22"/>
          <w:szCs w:val="22"/>
        </w:rPr>
        <w:t>ции.</w:t>
      </w:r>
    </w:p>
    <w:p w:rsidR="00381292" w:rsidRPr="007417E6" w:rsidRDefault="00381292" w:rsidP="00A24160">
      <w:pPr>
        <w:pStyle w:val="2"/>
        <w:spacing w:before="100" w:beforeAutospacing="1" w:after="100" w:afterAutospacing="1"/>
        <w:rPr>
          <w:sz w:val="22"/>
          <w:szCs w:val="22"/>
        </w:rPr>
      </w:pPr>
      <w:bookmarkStart w:id="63" w:name="_Toc125426173"/>
      <w:bookmarkStart w:id="64" w:name="_Toc318207969"/>
      <w:r w:rsidRPr="007417E6">
        <w:rPr>
          <w:sz w:val="22"/>
          <w:szCs w:val="22"/>
        </w:rPr>
        <w:t>Обжалование</w:t>
      </w:r>
      <w:bookmarkEnd w:id="59"/>
      <w:bookmarkEnd w:id="60"/>
      <w:bookmarkEnd w:id="61"/>
      <w:bookmarkEnd w:id="62"/>
      <w:bookmarkEnd w:id="63"/>
      <w:bookmarkEnd w:id="64"/>
    </w:p>
    <w:p w:rsidR="00DF6354" w:rsidRPr="007417E6" w:rsidRDefault="007D3A7E" w:rsidP="00A16F70">
      <w:pPr>
        <w:pStyle w:val="a0"/>
        <w:numPr>
          <w:ilvl w:val="2"/>
          <w:numId w:val="5"/>
        </w:numPr>
        <w:tabs>
          <w:tab w:val="num" w:pos="1134"/>
        </w:tabs>
        <w:spacing w:before="60" w:line="240" w:lineRule="auto"/>
        <w:ind w:left="1134"/>
        <w:rPr>
          <w:sz w:val="22"/>
          <w:szCs w:val="22"/>
        </w:rPr>
      </w:pPr>
      <w:bookmarkStart w:id="65" w:name="_Toc55285338"/>
      <w:bookmarkStart w:id="66" w:name="_Toc55305372"/>
      <w:bookmarkStart w:id="67" w:name="_Toc57314621"/>
      <w:bookmarkStart w:id="68" w:name="_Toc69728946"/>
      <w:bookmarkStart w:id="69" w:name="_Toc125426174"/>
      <w:bookmarkStart w:id="70" w:name="_Ref86789831"/>
      <w:r w:rsidRPr="007D3A7E">
        <w:rPr>
          <w:sz w:val="22"/>
          <w:szCs w:val="22"/>
        </w:rPr>
        <w:t>До заключения договора разногласия направляются в Центральный закупочный орган</w:t>
      </w:r>
      <w:r w:rsidRPr="007417E6">
        <w:rPr>
          <w:sz w:val="22"/>
          <w:szCs w:val="22"/>
        </w:rPr>
        <w:t xml:space="preserve"> </w:t>
      </w:r>
      <w:r w:rsidR="00DF6354" w:rsidRPr="007417E6">
        <w:rPr>
          <w:sz w:val="22"/>
          <w:szCs w:val="22"/>
        </w:rPr>
        <w:t>(</w:t>
      </w:r>
      <w:r>
        <w:rPr>
          <w:sz w:val="22"/>
          <w:szCs w:val="22"/>
        </w:rPr>
        <w:t>ЦЗО</w:t>
      </w:r>
      <w:r w:rsidR="00DF6354" w:rsidRPr="007417E6">
        <w:rPr>
          <w:sz w:val="22"/>
          <w:szCs w:val="22"/>
        </w:rPr>
        <w:t xml:space="preserve">). О получении заявления о рассмотрении разногласий ответственный секретарь </w:t>
      </w:r>
      <w:r>
        <w:rPr>
          <w:sz w:val="22"/>
          <w:szCs w:val="22"/>
        </w:rPr>
        <w:t>ЦЗО</w:t>
      </w:r>
      <w:r w:rsidR="00DF6354" w:rsidRPr="007417E6">
        <w:rPr>
          <w:sz w:val="22"/>
          <w:szCs w:val="22"/>
        </w:rPr>
        <w:t xml:space="preserve"> незамедлительно уведомляет председателя комиссии, проводящей закупку. На время рассмотрения разногласий </w:t>
      </w:r>
      <w:r w:rsidR="004704F0">
        <w:rPr>
          <w:sz w:val="22"/>
          <w:szCs w:val="22"/>
        </w:rPr>
        <w:t xml:space="preserve">в ЦЗО </w:t>
      </w:r>
      <w:r w:rsidR="00DF6354" w:rsidRPr="007417E6">
        <w:rPr>
          <w:sz w:val="22"/>
          <w:szCs w:val="22"/>
        </w:rPr>
        <w:t>процедура проведения закупки приостанавливается до вынесения решения, если к тому нет явных препятствий юридического или экономического характера.</w:t>
      </w:r>
    </w:p>
    <w:p w:rsidR="00DF6354" w:rsidRPr="007417E6" w:rsidRDefault="00DF6354" w:rsidP="00A16F70">
      <w:pPr>
        <w:pStyle w:val="a0"/>
        <w:numPr>
          <w:ilvl w:val="2"/>
          <w:numId w:val="5"/>
        </w:numPr>
        <w:tabs>
          <w:tab w:val="num" w:pos="1134"/>
        </w:tabs>
        <w:spacing w:before="60" w:line="240" w:lineRule="auto"/>
        <w:ind w:left="1134"/>
        <w:rPr>
          <w:sz w:val="22"/>
          <w:szCs w:val="22"/>
        </w:rPr>
      </w:pPr>
      <w:bookmarkStart w:id="71" w:name="_Ref49579912"/>
      <w:r w:rsidRPr="007417E6">
        <w:rPr>
          <w:sz w:val="22"/>
          <w:szCs w:val="22"/>
        </w:rPr>
        <w:t xml:space="preserve">Если разногласия не разрешены по взаимному согласию представившего их </w:t>
      </w:r>
      <w:r w:rsidR="00CB66DA">
        <w:rPr>
          <w:sz w:val="22"/>
          <w:szCs w:val="22"/>
        </w:rPr>
        <w:t>Поставщик</w:t>
      </w:r>
      <w:r w:rsidRPr="007417E6">
        <w:rPr>
          <w:sz w:val="22"/>
          <w:szCs w:val="22"/>
        </w:rPr>
        <w:t xml:space="preserve">а и лиц, производивших закупку, </w:t>
      </w:r>
      <w:r w:rsidR="004704F0">
        <w:rPr>
          <w:sz w:val="22"/>
          <w:szCs w:val="22"/>
        </w:rPr>
        <w:t xml:space="preserve">ЦЗО </w:t>
      </w:r>
      <w:r w:rsidRPr="007417E6">
        <w:rPr>
          <w:sz w:val="22"/>
          <w:szCs w:val="22"/>
        </w:rPr>
        <w:t xml:space="preserve">в течение </w:t>
      </w:r>
      <w:r w:rsidR="00DB59A3" w:rsidRPr="007417E6">
        <w:rPr>
          <w:sz w:val="22"/>
          <w:szCs w:val="22"/>
        </w:rPr>
        <w:t>1</w:t>
      </w:r>
      <w:r w:rsidRPr="007417E6">
        <w:rPr>
          <w:sz w:val="22"/>
          <w:szCs w:val="22"/>
        </w:rPr>
        <w:t>0 дней со дня получения таких разногласий выносит письменное решение, которое должно содержать:</w:t>
      </w:r>
      <w:bookmarkEnd w:id="71"/>
    </w:p>
    <w:p w:rsidR="00DF6354" w:rsidRPr="007417E6" w:rsidRDefault="00DF6354" w:rsidP="00FD2C88">
      <w:pPr>
        <w:pStyle w:val="a2"/>
        <w:numPr>
          <w:ilvl w:val="4"/>
          <w:numId w:val="5"/>
        </w:numPr>
        <w:tabs>
          <w:tab w:val="left" w:pos="1134"/>
          <w:tab w:val="left" w:pos="1701"/>
        </w:tabs>
        <w:spacing w:before="60" w:line="240" w:lineRule="auto"/>
        <w:rPr>
          <w:sz w:val="22"/>
          <w:szCs w:val="22"/>
        </w:rPr>
      </w:pPr>
      <w:r w:rsidRPr="007417E6">
        <w:rPr>
          <w:sz w:val="22"/>
          <w:szCs w:val="22"/>
        </w:rPr>
        <w:t>обоснование мотивов принятия решения;</w:t>
      </w:r>
    </w:p>
    <w:p w:rsidR="00DF6354" w:rsidRPr="007417E6" w:rsidRDefault="00DF6354" w:rsidP="00FD2C88">
      <w:pPr>
        <w:pStyle w:val="a2"/>
        <w:numPr>
          <w:ilvl w:val="4"/>
          <w:numId w:val="5"/>
        </w:numPr>
        <w:tabs>
          <w:tab w:val="left" w:pos="1134"/>
          <w:tab w:val="left" w:pos="1701"/>
        </w:tabs>
        <w:spacing w:before="60" w:line="240" w:lineRule="auto"/>
        <w:rPr>
          <w:sz w:val="22"/>
          <w:szCs w:val="22"/>
        </w:rPr>
      </w:pPr>
      <w:r w:rsidRPr="007417E6">
        <w:rPr>
          <w:sz w:val="22"/>
          <w:szCs w:val="22"/>
        </w:rPr>
        <w:t>меры, направленные на удовлетворение изложенных требований, в случае полного или частичного разрешения разногласий.</w:t>
      </w:r>
    </w:p>
    <w:p w:rsidR="00DF6354" w:rsidRPr="007417E6" w:rsidRDefault="004704F0" w:rsidP="00FD2C88">
      <w:pPr>
        <w:pStyle w:val="a0"/>
        <w:numPr>
          <w:ilvl w:val="2"/>
          <w:numId w:val="5"/>
        </w:numPr>
        <w:tabs>
          <w:tab w:val="num" w:pos="1134"/>
        </w:tabs>
        <w:spacing w:before="100" w:beforeAutospacing="1" w:line="240" w:lineRule="auto"/>
        <w:ind w:left="1134"/>
        <w:rPr>
          <w:sz w:val="22"/>
          <w:szCs w:val="22"/>
        </w:rPr>
      </w:pPr>
      <w:r>
        <w:rPr>
          <w:sz w:val="22"/>
          <w:szCs w:val="22"/>
        </w:rPr>
        <w:t xml:space="preserve">ЦЗО </w:t>
      </w:r>
      <w:r w:rsidR="00DF6354" w:rsidRPr="007417E6">
        <w:rPr>
          <w:sz w:val="22"/>
          <w:szCs w:val="22"/>
        </w:rPr>
        <w:t>вправе принять одно или несколько из следующих решений:</w:t>
      </w:r>
    </w:p>
    <w:p w:rsidR="00DF6354" w:rsidRPr="007417E6" w:rsidRDefault="00DF6354" w:rsidP="00FD2C88">
      <w:pPr>
        <w:pStyle w:val="a2"/>
        <w:numPr>
          <w:ilvl w:val="4"/>
          <w:numId w:val="5"/>
        </w:numPr>
        <w:tabs>
          <w:tab w:val="left" w:pos="1134"/>
          <w:tab w:val="left" w:pos="1701"/>
        </w:tabs>
        <w:spacing w:before="60" w:line="240" w:lineRule="auto"/>
        <w:rPr>
          <w:sz w:val="22"/>
          <w:szCs w:val="22"/>
        </w:rPr>
      </w:pPr>
      <w:r w:rsidRPr="007417E6">
        <w:rPr>
          <w:sz w:val="22"/>
          <w:szCs w:val="22"/>
        </w:rPr>
        <w:t xml:space="preserve">при разногласиях по завершившимся закупкам — предложить руководству принять решение о возмещении убытков, понесенных </w:t>
      </w:r>
      <w:r w:rsidR="00CB66DA">
        <w:rPr>
          <w:sz w:val="22"/>
          <w:szCs w:val="22"/>
        </w:rPr>
        <w:t>Поставщик</w:t>
      </w:r>
      <w:r w:rsidRPr="007417E6">
        <w:rPr>
          <w:sz w:val="22"/>
          <w:szCs w:val="22"/>
        </w:rPr>
        <w:t xml:space="preserve">ом в результате незаконного действия, решения либо использования незаконной процедуры. Если оговорка об одностороннем расторжении </w:t>
      </w:r>
      <w:r w:rsidR="00334B98" w:rsidRPr="007417E6">
        <w:rPr>
          <w:sz w:val="22"/>
          <w:szCs w:val="22"/>
        </w:rPr>
        <w:t>Д</w:t>
      </w:r>
      <w:r w:rsidRPr="007417E6">
        <w:rPr>
          <w:sz w:val="22"/>
          <w:szCs w:val="22"/>
        </w:rPr>
        <w:t xml:space="preserve">оговора, в случае обнаружения нарушений процедуры его заключения, включена в </w:t>
      </w:r>
      <w:r w:rsidR="00334B98" w:rsidRPr="007417E6">
        <w:rPr>
          <w:sz w:val="22"/>
          <w:szCs w:val="22"/>
        </w:rPr>
        <w:t>Д</w:t>
      </w:r>
      <w:r w:rsidRPr="007417E6">
        <w:rPr>
          <w:sz w:val="22"/>
          <w:szCs w:val="22"/>
        </w:rPr>
        <w:t xml:space="preserve">оговор, </w:t>
      </w:r>
      <w:r w:rsidR="004704F0">
        <w:rPr>
          <w:sz w:val="22"/>
          <w:szCs w:val="22"/>
        </w:rPr>
        <w:t xml:space="preserve">ЦЗО </w:t>
      </w:r>
      <w:r w:rsidRPr="007417E6">
        <w:rPr>
          <w:sz w:val="22"/>
          <w:szCs w:val="22"/>
        </w:rPr>
        <w:t>вправе предложить руководству принять решение об одностороннем расторжении договора после его заключения;</w:t>
      </w:r>
    </w:p>
    <w:p w:rsidR="00DF6354" w:rsidRPr="007417E6" w:rsidRDefault="00DF6354" w:rsidP="00FD2C88">
      <w:pPr>
        <w:pStyle w:val="a2"/>
        <w:numPr>
          <w:ilvl w:val="4"/>
          <w:numId w:val="5"/>
        </w:numPr>
        <w:tabs>
          <w:tab w:val="left" w:pos="1134"/>
          <w:tab w:val="left" w:pos="1701"/>
        </w:tabs>
        <w:spacing w:before="60" w:line="240" w:lineRule="auto"/>
        <w:rPr>
          <w:sz w:val="22"/>
          <w:szCs w:val="22"/>
        </w:rPr>
      </w:pPr>
      <w:r w:rsidRPr="007417E6">
        <w:rPr>
          <w:sz w:val="22"/>
          <w:szCs w:val="22"/>
        </w:rPr>
        <w:t xml:space="preserve">признать заявление </w:t>
      </w:r>
      <w:r w:rsidR="00CB66DA">
        <w:rPr>
          <w:sz w:val="22"/>
          <w:szCs w:val="22"/>
        </w:rPr>
        <w:t>Поставщик</w:t>
      </w:r>
      <w:r w:rsidRPr="007417E6">
        <w:rPr>
          <w:sz w:val="22"/>
          <w:szCs w:val="22"/>
        </w:rPr>
        <w:t>а необоснованным.</w:t>
      </w:r>
    </w:p>
    <w:p w:rsidR="00DF6354" w:rsidRPr="007417E6" w:rsidRDefault="00DF6354" w:rsidP="00A16F70">
      <w:pPr>
        <w:pStyle w:val="a0"/>
        <w:numPr>
          <w:ilvl w:val="2"/>
          <w:numId w:val="5"/>
        </w:numPr>
        <w:tabs>
          <w:tab w:val="num" w:pos="1134"/>
        </w:tabs>
        <w:spacing w:before="60" w:line="240" w:lineRule="auto"/>
        <w:ind w:left="1134"/>
        <w:rPr>
          <w:sz w:val="22"/>
          <w:szCs w:val="22"/>
        </w:rPr>
      </w:pPr>
      <w:r w:rsidRPr="007417E6">
        <w:rPr>
          <w:sz w:val="22"/>
          <w:szCs w:val="22"/>
        </w:rPr>
        <w:t xml:space="preserve">Все споры и разногласия, возникающие в связи с проведением запроса предложений, в том числе касающиеся исполнения </w:t>
      </w:r>
      <w:r w:rsidR="003A7857" w:rsidRPr="007417E6">
        <w:rPr>
          <w:sz w:val="22"/>
          <w:szCs w:val="22"/>
        </w:rPr>
        <w:t>Организатором</w:t>
      </w:r>
      <w:r w:rsidRPr="007417E6">
        <w:rPr>
          <w:sz w:val="22"/>
          <w:szCs w:val="22"/>
        </w:rPr>
        <w:t xml:space="preserve"> и </w:t>
      </w:r>
      <w:r w:rsidR="00CB66DA">
        <w:rPr>
          <w:sz w:val="22"/>
          <w:szCs w:val="22"/>
        </w:rPr>
        <w:t>Поставщик</w:t>
      </w:r>
      <w:r w:rsidRPr="007417E6">
        <w:rPr>
          <w:sz w:val="22"/>
          <w:szCs w:val="22"/>
        </w:rPr>
        <w:t>ами своих обязательств, не урегулированные путем претензионного п</w:t>
      </w:r>
      <w:r w:rsidRPr="007417E6">
        <w:rPr>
          <w:sz w:val="22"/>
          <w:szCs w:val="22"/>
        </w:rPr>
        <w:t>о</w:t>
      </w:r>
      <w:r w:rsidRPr="007417E6">
        <w:rPr>
          <w:sz w:val="22"/>
          <w:szCs w:val="22"/>
        </w:rPr>
        <w:t>рядка, обращения в ответственный орган, в ЦЗО заказчика, разрешаются в Третейском суде при ЗАО «ИнКонТех» в соответствии с документами, определя</w:t>
      </w:r>
      <w:r w:rsidRPr="007417E6">
        <w:rPr>
          <w:sz w:val="22"/>
          <w:szCs w:val="22"/>
        </w:rPr>
        <w:t>ю</w:t>
      </w:r>
      <w:r w:rsidRPr="007417E6">
        <w:rPr>
          <w:sz w:val="22"/>
          <w:szCs w:val="22"/>
        </w:rPr>
        <w:t>щими его правовой статус и порядок разрешения споров, действующими на дату п</w:t>
      </w:r>
      <w:r w:rsidRPr="007417E6">
        <w:rPr>
          <w:sz w:val="22"/>
          <w:szCs w:val="22"/>
        </w:rPr>
        <w:t>о</w:t>
      </w:r>
      <w:r w:rsidRPr="007417E6">
        <w:rPr>
          <w:sz w:val="22"/>
          <w:szCs w:val="22"/>
        </w:rPr>
        <w:t>дачи искового заявления.</w:t>
      </w:r>
    </w:p>
    <w:p w:rsidR="00DF6354" w:rsidRPr="007417E6" w:rsidRDefault="00DF6354" w:rsidP="00A16F70">
      <w:pPr>
        <w:pStyle w:val="a0"/>
        <w:numPr>
          <w:ilvl w:val="2"/>
          <w:numId w:val="5"/>
        </w:numPr>
        <w:tabs>
          <w:tab w:val="num" w:pos="1134"/>
        </w:tabs>
        <w:spacing w:before="60" w:line="240" w:lineRule="auto"/>
        <w:ind w:left="1134"/>
        <w:rPr>
          <w:sz w:val="22"/>
          <w:szCs w:val="22"/>
        </w:rPr>
      </w:pPr>
      <w:r w:rsidRPr="007417E6">
        <w:rPr>
          <w:sz w:val="22"/>
          <w:szCs w:val="22"/>
        </w:rPr>
        <w:t>Вышеизложенное не ограничивает права сторон на обращение в суд в соответствии с действующим законодательс</w:t>
      </w:r>
      <w:r w:rsidRPr="007417E6">
        <w:rPr>
          <w:sz w:val="22"/>
          <w:szCs w:val="22"/>
        </w:rPr>
        <w:t>т</w:t>
      </w:r>
      <w:r w:rsidRPr="007417E6">
        <w:rPr>
          <w:sz w:val="22"/>
          <w:szCs w:val="22"/>
        </w:rPr>
        <w:t>вом РФ.</w:t>
      </w:r>
    </w:p>
    <w:p w:rsidR="00381292" w:rsidRPr="007417E6" w:rsidRDefault="00381292" w:rsidP="008967FE">
      <w:pPr>
        <w:pStyle w:val="2"/>
        <w:spacing w:before="100" w:beforeAutospacing="1" w:after="100" w:afterAutospacing="1"/>
        <w:rPr>
          <w:sz w:val="22"/>
          <w:szCs w:val="22"/>
        </w:rPr>
      </w:pPr>
      <w:bookmarkStart w:id="72" w:name="_Toc318207970"/>
      <w:bookmarkEnd w:id="70"/>
      <w:r w:rsidRPr="007417E6">
        <w:rPr>
          <w:sz w:val="22"/>
          <w:szCs w:val="22"/>
        </w:rPr>
        <w:t xml:space="preserve">Прочие </w:t>
      </w:r>
      <w:bookmarkEnd w:id="65"/>
      <w:bookmarkEnd w:id="66"/>
      <w:r w:rsidRPr="007417E6">
        <w:rPr>
          <w:sz w:val="22"/>
          <w:szCs w:val="22"/>
        </w:rPr>
        <w:t>положения</w:t>
      </w:r>
      <w:bookmarkEnd w:id="67"/>
      <w:bookmarkEnd w:id="68"/>
      <w:bookmarkEnd w:id="69"/>
      <w:bookmarkEnd w:id="72"/>
    </w:p>
    <w:p w:rsidR="00381292" w:rsidRPr="007417E6" w:rsidRDefault="00CB66DA" w:rsidP="00A24160">
      <w:pPr>
        <w:pStyle w:val="a0"/>
        <w:tabs>
          <w:tab w:val="num" w:pos="1134"/>
        </w:tabs>
        <w:spacing w:line="240" w:lineRule="auto"/>
        <w:ind w:left="1134"/>
        <w:rPr>
          <w:sz w:val="22"/>
          <w:szCs w:val="22"/>
        </w:rPr>
      </w:pPr>
      <w:r>
        <w:rPr>
          <w:sz w:val="22"/>
          <w:szCs w:val="22"/>
        </w:rPr>
        <w:t>Поставщик</w:t>
      </w:r>
      <w:r w:rsidR="00381292" w:rsidRPr="007417E6">
        <w:rPr>
          <w:sz w:val="22"/>
          <w:szCs w:val="22"/>
        </w:rPr>
        <w:t xml:space="preserve"> самостоятельно несет все расходы, связанные с подготовкой и п</w:t>
      </w:r>
      <w:r w:rsidR="00381292" w:rsidRPr="007417E6">
        <w:rPr>
          <w:sz w:val="22"/>
          <w:szCs w:val="22"/>
        </w:rPr>
        <w:t>о</w:t>
      </w:r>
      <w:r w:rsidR="00381292" w:rsidRPr="007417E6">
        <w:rPr>
          <w:sz w:val="22"/>
          <w:szCs w:val="22"/>
        </w:rPr>
        <w:t>дачей Предложения, а Организатор по этим расходам не отвеча</w:t>
      </w:r>
      <w:r w:rsidR="003815A2">
        <w:rPr>
          <w:sz w:val="22"/>
          <w:szCs w:val="22"/>
        </w:rPr>
        <w:t>е</w:t>
      </w:r>
      <w:r w:rsidR="00381292" w:rsidRPr="007417E6">
        <w:rPr>
          <w:sz w:val="22"/>
          <w:szCs w:val="22"/>
        </w:rPr>
        <w:t>т и не име</w:t>
      </w:r>
      <w:r w:rsidR="003815A2">
        <w:rPr>
          <w:sz w:val="22"/>
          <w:szCs w:val="22"/>
        </w:rPr>
        <w:t>е</w:t>
      </w:r>
      <w:r w:rsidR="00381292" w:rsidRPr="007417E6">
        <w:rPr>
          <w:sz w:val="22"/>
          <w:szCs w:val="22"/>
        </w:rPr>
        <w:t>т обязательств, независимо от хода и результатов данного запроса предл</w:t>
      </w:r>
      <w:r w:rsidR="00381292" w:rsidRPr="007417E6">
        <w:rPr>
          <w:sz w:val="22"/>
          <w:szCs w:val="22"/>
        </w:rPr>
        <w:t>о</w:t>
      </w:r>
      <w:r w:rsidR="00381292" w:rsidRPr="007417E6">
        <w:rPr>
          <w:sz w:val="22"/>
          <w:szCs w:val="22"/>
        </w:rPr>
        <w:t>жений.</w:t>
      </w:r>
    </w:p>
    <w:p w:rsidR="00381292" w:rsidRPr="007417E6" w:rsidRDefault="00381292" w:rsidP="00A16F70">
      <w:pPr>
        <w:pStyle w:val="a0"/>
        <w:tabs>
          <w:tab w:val="num" w:pos="1134"/>
        </w:tabs>
        <w:spacing w:before="60" w:line="240" w:lineRule="auto"/>
        <w:ind w:left="1134"/>
        <w:rPr>
          <w:sz w:val="22"/>
          <w:szCs w:val="22"/>
        </w:rPr>
      </w:pPr>
      <w:r w:rsidRPr="007417E6">
        <w:rPr>
          <w:sz w:val="22"/>
          <w:szCs w:val="22"/>
        </w:rPr>
        <w:t>Организатор обеспечива</w:t>
      </w:r>
      <w:r w:rsidR="003815A2">
        <w:rPr>
          <w:sz w:val="22"/>
          <w:szCs w:val="22"/>
        </w:rPr>
        <w:t>е</w:t>
      </w:r>
      <w:r w:rsidRPr="007417E6">
        <w:rPr>
          <w:sz w:val="22"/>
          <w:szCs w:val="22"/>
        </w:rPr>
        <w:t xml:space="preserve">т разумную конфиденциальность относительно всех полученных от </w:t>
      </w:r>
      <w:r w:rsidR="00CB66DA">
        <w:rPr>
          <w:sz w:val="22"/>
          <w:szCs w:val="22"/>
        </w:rPr>
        <w:t>Поставщик</w:t>
      </w:r>
      <w:r w:rsidRPr="007417E6">
        <w:rPr>
          <w:sz w:val="22"/>
          <w:szCs w:val="22"/>
        </w:rPr>
        <w:t>ов сведений, в том числе содержащихся в Пре</w:t>
      </w:r>
      <w:r w:rsidRPr="007417E6">
        <w:rPr>
          <w:sz w:val="22"/>
          <w:szCs w:val="22"/>
        </w:rPr>
        <w:t>д</w:t>
      </w:r>
      <w:r w:rsidRPr="007417E6">
        <w:rPr>
          <w:sz w:val="22"/>
          <w:szCs w:val="22"/>
        </w:rPr>
        <w:t xml:space="preserve">ложениях. Предоставление этой информации другим </w:t>
      </w:r>
      <w:r w:rsidR="00CB66DA">
        <w:rPr>
          <w:sz w:val="22"/>
          <w:szCs w:val="22"/>
        </w:rPr>
        <w:t>Поставщик</w:t>
      </w:r>
      <w:r w:rsidRPr="007417E6">
        <w:rPr>
          <w:sz w:val="22"/>
          <w:szCs w:val="22"/>
        </w:rPr>
        <w:t>ам или третьим лицам возможно только в случаях, прямо предусмотренных действующим законодательством Российской Федерации или настоящей Д</w:t>
      </w:r>
      <w:r w:rsidRPr="007417E6">
        <w:rPr>
          <w:sz w:val="22"/>
          <w:szCs w:val="22"/>
        </w:rPr>
        <w:t>о</w:t>
      </w:r>
      <w:r w:rsidRPr="007417E6">
        <w:rPr>
          <w:sz w:val="22"/>
          <w:szCs w:val="22"/>
        </w:rPr>
        <w:t>кументацией по запросу предложений.</w:t>
      </w:r>
    </w:p>
    <w:p w:rsidR="00381292" w:rsidRPr="007417E6" w:rsidRDefault="00381292" w:rsidP="00CE56A1">
      <w:pPr>
        <w:pStyle w:val="1"/>
        <w:tabs>
          <w:tab w:val="left" w:pos="1134"/>
        </w:tabs>
        <w:spacing w:before="100" w:beforeAutospacing="1" w:after="100" w:afterAutospacing="1"/>
        <w:rPr>
          <w:rFonts w:ascii="Times New Roman" w:hAnsi="Times New Roman"/>
          <w:sz w:val="22"/>
          <w:szCs w:val="22"/>
        </w:rPr>
      </w:pPr>
      <w:bookmarkStart w:id="73" w:name="ЗАКАЗ"/>
      <w:bookmarkStart w:id="74" w:name="_Ref93217065"/>
      <w:bookmarkStart w:id="75" w:name="_Ref93389610"/>
      <w:bookmarkStart w:id="76" w:name="_Toc125426175"/>
      <w:bookmarkStart w:id="77" w:name="_Ref256683597"/>
      <w:bookmarkStart w:id="78" w:name="_Toc318207971"/>
      <w:r w:rsidRPr="007417E6">
        <w:rPr>
          <w:rFonts w:ascii="Times New Roman" w:hAnsi="Times New Roman"/>
          <w:sz w:val="22"/>
          <w:szCs w:val="22"/>
        </w:rPr>
        <w:lastRenderedPageBreak/>
        <w:t>Техническое задание</w:t>
      </w:r>
      <w:r w:rsidR="00344464" w:rsidRPr="007417E6">
        <w:rPr>
          <w:rFonts w:ascii="Times New Roman" w:hAnsi="Times New Roman"/>
          <w:sz w:val="22"/>
          <w:szCs w:val="22"/>
        </w:rPr>
        <w:t xml:space="preserve"> на</w:t>
      </w:r>
      <w:r w:rsidRPr="007417E6">
        <w:rPr>
          <w:rFonts w:ascii="Times New Roman" w:hAnsi="Times New Roman"/>
          <w:sz w:val="22"/>
          <w:szCs w:val="22"/>
        </w:rPr>
        <w:t xml:space="preserve"> </w:t>
      </w:r>
      <w:bookmarkEnd w:id="74"/>
      <w:bookmarkEnd w:id="75"/>
      <w:bookmarkEnd w:id="76"/>
      <w:r w:rsidRPr="007417E6">
        <w:rPr>
          <w:rFonts w:ascii="Times New Roman" w:hAnsi="Times New Roman"/>
          <w:sz w:val="22"/>
          <w:szCs w:val="22"/>
        </w:rPr>
        <w:t>поставку продукции</w:t>
      </w:r>
      <w:bookmarkEnd w:id="77"/>
      <w:bookmarkEnd w:id="78"/>
    </w:p>
    <w:p w:rsidR="00DA4B40" w:rsidRPr="007F0F9C" w:rsidRDefault="00DA4B40" w:rsidP="00CE56A1">
      <w:pPr>
        <w:pStyle w:val="2"/>
        <w:spacing w:before="100" w:beforeAutospacing="1" w:after="100" w:afterAutospacing="1"/>
        <w:rPr>
          <w:sz w:val="22"/>
          <w:szCs w:val="22"/>
        </w:rPr>
      </w:pPr>
      <w:bookmarkStart w:id="79" w:name="_Toc176064096"/>
      <w:bookmarkStart w:id="80" w:name="_Toc176338524"/>
      <w:bookmarkStart w:id="81" w:name="_Toc180399752"/>
      <w:bookmarkStart w:id="82" w:name="_Toc191205941"/>
      <w:bookmarkStart w:id="83" w:name="_Toc194315544"/>
      <w:bookmarkStart w:id="84" w:name="_Toc318207972"/>
      <w:r w:rsidRPr="007F0F9C">
        <w:rPr>
          <w:sz w:val="22"/>
          <w:szCs w:val="22"/>
        </w:rPr>
        <w:t>Общие требования к условиям поставки продукции</w:t>
      </w:r>
      <w:bookmarkEnd w:id="79"/>
      <w:bookmarkEnd w:id="80"/>
      <w:bookmarkEnd w:id="81"/>
      <w:bookmarkEnd w:id="82"/>
      <w:bookmarkEnd w:id="83"/>
      <w:bookmarkEnd w:id="84"/>
    </w:p>
    <w:p w:rsidR="0063340B" w:rsidRPr="007F0F9C" w:rsidRDefault="009406B4" w:rsidP="002141DE">
      <w:pPr>
        <w:pStyle w:val="a0"/>
        <w:numPr>
          <w:ilvl w:val="2"/>
          <w:numId w:val="5"/>
        </w:numPr>
        <w:tabs>
          <w:tab w:val="left" w:pos="1134"/>
        </w:tabs>
        <w:spacing w:line="240" w:lineRule="auto"/>
        <w:ind w:left="1134"/>
        <w:rPr>
          <w:sz w:val="22"/>
          <w:szCs w:val="22"/>
        </w:rPr>
      </w:pPr>
      <w:bookmarkStart w:id="85" w:name="_Ref55300680"/>
      <w:bookmarkStart w:id="86" w:name="_Toc55305378"/>
      <w:bookmarkStart w:id="87" w:name="_Toc57314640"/>
      <w:bookmarkStart w:id="88" w:name="_Toc69728963"/>
      <w:bookmarkStart w:id="89" w:name="ИНСТРУКЦИИ"/>
      <w:bookmarkStart w:id="90" w:name="_Toc125426190"/>
      <w:bookmarkStart w:id="91" w:name="_Toc167189319"/>
      <w:bookmarkStart w:id="92" w:name="_Toc168725254"/>
      <w:bookmarkStart w:id="93" w:name="_Toc176064097"/>
      <w:bookmarkStart w:id="94" w:name="_Toc176338525"/>
      <w:bookmarkStart w:id="95" w:name="_Toc180399753"/>
      <w:bookmarkStart w:id="96" w:name="_Toc189457101"/>
      <w:bookmarkStart w:id="97" w:name="_Toc189461737"/>
      <w:bookmarkStart w:id="98" w:name="_Toc189462011"/>
      <w:bookmarkStart w:id="99" w:name="_Toc191273610"/>
      <w:bookmarkEnd w:id="73"/>
      <w:r w:rsidRPr="007F0F9C">
        <w:rPr>
          <w:sz w:val="22"/>
          <w:szCs w:val="22"/>
        </w:rPr>
        <w:t>Срок</w:t>
      </w:r>
      <w:r w:rsidR="00CE56A1" w:rsidRPr="007F0F9C">
        <w:rPr>
          <w:sz w:val="22"/>
          <w:szCs w:val="22"/>
        </w:rPr>
        <w:t>и</w:t>
      </w:r>
      <w:r w:rsidRPr="007F0F9C">
        <w:rPr>
          <w:sz w:val="22"/>
          <w:szCs w:val="22"/>
        </w:rPr>
        <w:t xml:space="preserve"> поставки</w:t>
      </w:r>
      <w:r w:rsidR="0063340B" w:rsidRPr="007F0F9C">
        <w:rPr>
          <w:sz w:val="22"/>
          <w:szCs w:val="22"/>
        </w:rPr>
        <w:t xml:space="preserve"> продукции</w:t>
      </w:r>
      <w:r w:rsidR="0007763B" w:rsidRPr="007F0F9C">
        <w:rPr>
          <w:sz w:val="22"/>
          <w:szCs w:val="22"/>
        </w:rPr>
        <w:t>:</w:t>
      </w:r>
      <w:r w:rsidR="00CE56A1" w:rsidRPr="007F0F9C">
        <w:rPr>
          <w:sz w:val="22"/>
          <w:szCs w:val="22"/>
        </w:rPr>
        <w:t xml:space="preserve"> </w:t>
      </w:r>
      <w:r w:rsidR="006B127F" w:rsidRPr="007F0F9C">
        <w:rPr>
          <w:sz w:val="22"/>
          <w:szCs w:val="22"/>
        </w:rPr>
        <w:t>с момента заключения договора по сентябрь 2012 года</w:t>
      </w:r>
      <w:r w:rsidR="00C5336A" w:rsidRPr="007F0F9C">
        <w:rPr>
          <w:sz w:val="22"/>
          <w:szCs w:val="22"/>
        </w:rPr>
        <w:t>.</w:t>
      </w:r>
    </w:p>
    <w:p w:rsidR="00C1489A" w:rsidRPr="007F0F9C" w:rsidRDefault="00C1489A" w:rsidP="00C1489A">
      <w:pPr>
        <w:pStyle w:val="a0"/>
        <w:numPr>
          <w:ilvl w:val="2"/>
          <w:numId w:val="5"/>
        </w:numPr>
        <w:tabs>
          <w:tab w:val="clear" w:pos="2694"/>
          <w:tab w:val="left" w:pos="1134"/>
        </w:tabs>
        <w:spacing w:line="240" w:lineRule="auto"/>
        <w:ind w:left="1134"/>
        <w:rPr>
          <w:sz w:val="22"/>
          <w:szCs w:val="22"/>
        </w:rPr>
      </w:pPr>
      <w:r w:rsidRPr="007F0F9C">
        <w:rPr>
          <w:sz w:val="22"/>
          <w:szCs w:val="22"/>
        </w:rPr>
        <w:t xml:space="preserve">Отгрузочные реквизиты/базис поставки: на условиях DDP (Согласно ИНКОТЕРМС 2000) по </w:t>
      </w:r>
      <w:r w:rsidR="007F0F9C" w:rsidRPr="007F0F9C">
        <w:rPr>
          <w:sz w:val="22"/>
          <w:szCs w:val="22"/>
        </w:rPr>
        <w:t xml:space="preserve">адресу: РФ, </w:t>
      </w:r>
      <w:smartTag w:uri="urn:schemas-microsoft-com:office:smarttags" w:element="metricconverter">
        <w:smartTagPr>
          <w:attr w:name="ProductID" w:val="152907, г"/>
        </w:smartTagPr>
        <w:r w:rsidR="007F0F9C" w:rsidRPr="007F0F9C">
          <w:rPr>
            <w:sz w:val="22"/>
            <w:szCs w:val="22"/>
          </w:rPr>
          <w:t>152907, г</w:t>
        </w:r>
      </w:smartTag>
      <w:r w:rsidR="007F0F9C" w:rsidRPr="007F0F9C">
        <w:rPr>
          <w:sz w:val="22"/>
          <w:szCs w:val="22"/>
        </w:rPr>
        <w:t>. Рыбинск, ул. Кулибина, д.14.</w:t>
      </w:r>
    </w:p>
    <w:p w:rsidR="002F03C4" w:rsidRPr="007F0F9C" w:rsidRDefault="007F0F9C" w:rsidP="004554D3">
      <w:pPr>
        <w:pStyle w:val="afe"/>
        <w:numPr>
          <w:ilvl w:val="2"/>
          <w:numId w:val="5"/>
        </w:numPr>
        <w:tabs>
          <w:tab w:val="num" w:pos="1080"/>
          <w:tab w:val="left" w:pos="1134"/>
        </w:tabs>
        <w:spacing w:before="100" w:beforeAutospacing="1" w:line="240" w:lineRule="auto"/>
        <w:ind w:left="1134"/>
        <w:rPr>
          <w:rFonts w:ascii="Times New Roman" w:hAnsi="Times New Roman" w:cs="Times New Roman"/>
          <w:sz w:val="22"/>
          <w:szCs w:val="22"/>
        </w:rPr>
      </w:pPr>
      <w:r w:rsidRPr="007F0F9C">
        <w:rPr>
          <w:rFonts w:ascii="Times New Roman" w:hAnsi="Times New Roman" w:cs="Times New Roman"/>
          <w:sz w:val="22"/>
          <w:szCs w:val="22"/>
        </w:rPr>
        <w:t xml:space="preserve"> </w:t>
      </w:r>
      <w:r w:rsidR="002F03C4" w:rsidRPr="007F0F9C">
        <w:rPr>
          <w:rFonts w:ascii="Times New Roman" w:hAnsi="Times New Roman" w:cs="Times New Roman"/>
          <w:sz w:val="22"/>
          <w:szCs w:val="22"/>
        </w:rPr>
        <w:t xml:space="preserve">Форма и порядок оплаты: </w:t>
      </w:r>
      <w:r w:rsidR="00A47DD6" w:rsidRPr="007F0F9C">
        <w:rPr>
          <w:rFonts w:ascii="Times New Roman" w:hAnsi="Times New Roman" w:cs="Times New Roman"/>
          <w:sz w:val="22"/>
          <w:szCs w:val="22"/>
        </w:rPr>
        <w:t xml:space="preserve">безналичный расчет, в течение </w:t>
      </w:r>
      <w:r w:rsidR="00874E66" w:rsidRPr="007F0F9C">
        <w:rPr>
          <w:rFonts w:ascii="Times New Roman" w:hAnsi="Times New Roman" w:cs="Times New Roman"/>
          <w:sz w:val="22"/>
          <w:szCs w:val="22"/>
        </w:rPr>
        <w:t>3</w:t>
      </w:r>
      <w:r w:rsidR="00A47DD6" w:rsidRPr="007F0F9C">
        <w:rPr>
          <w:rFonts w:ascii="Times New Roman" w:hAnsi="Times New Roman" w:cs="Times New Roman"/>
          <w:sz w:val="22"/>
          <w:szCs w:val="22"/>
        </w:rPr>
        <w:t>0</w:t>
      </w:r>
      <w:r w:rsidR="00874E66" w:rsidRPr="007F0F9C">
        <w:rPr>
          <w:rFonts w:ascii="Times New Roman" w:hAnsi="Times New Roman" w:cs="Times New Roman"/>
          <w:sz w:val="22"/>
          <w:szCs w:val="22"/>
        </w:rPr>
        <w:t xml:space="preserve"> </w:t>
      </w:r>
      <w:r w:rsidR="00932AC3" w:rsidRPr="007F0F9C">
        <w:rPr>
          <w:rFonts w:ascii="Times New Roman" w:hAnsi="Times New Roman" w:cs="Times New Roman"/>
          <w:sz w:val="22"/>
          <w:szCs w:val="22"/>
        </w:rPr>
        <w:t xml:space="preserve">(тридцати) </w:t>
      </w:r>
      <w:r w:rsidR="00874E66" w:rsidRPr="007F0F9C">
        <w:rPr>
          <w:rFonts w:ascii="Times New Roman" w:hAnsi="Times New Roman" w:cs="Times New Roman"/>
          <w:sz w:val="22"/>
          <w:szCs w:val="22"/>
        </w:rPr>
        <w:t>рабочих</w:t>
      </w:r>
      <w:r w:rsidR="00A47DD6" w:rsidRPr="007F0F9C">
        <w:rPr>
          <w:rFonts w:ascii="Times New Roman" w:hAnsi="Times New Roman" w:cs="Times New Roman"/>
          <w:sz w:val="22"/>
          <w:szCs w:val="22"/>
        </w:rPr>
        <w:t xml:space="preserve"> дней с момента </w:t>
      </w:r>
      <w:r w:rsidR="00874E66" w:rsidRPr="007F0F9C">
        <w:rPr>
          <w:rFonts w:ascii="Times New Roman" w:hAnsi="Times New Roman" w:cs="Times New Roman"/>
          <w:sz w:val="22"/>
          <w:szCs w:val="22"/>
        </w:rPr>
        <w:t xml:space="preserve">подписания </w:t>
      </w:r>
      <w:r w:rsidR="00932AC3" w:rsidRPr="007F0F9C">
        <w:rPr>
          <w:rFonts w:ascii="Times New Roman" w:hAnsi="Times New Roman" w:cs="Times New Roman"/>
          <w:sz w:val="22"/>
          <w:szCs w:val="22"/>
        </w:rPr>
        <w:t xml:space="preserve">сторонами </w:t>
      </w:r>
      <w:r w:rsidR="00874E66" w:rsidRPr="007F0F9C">
        <w:rPr>
          <w:rFonts w:ascii="Times New Roman" w:hAnsi="Times New Roman" w:cs="Times New Roman"/>
          <w:sz w:val="22"/>
          <w:szCs w:val="22"/>
        </w:rPr>
        <w:t>акт</w:t>
      </w:r>
      <w:r w:rsidR="00932AC3" w:rsidRPr="007F0F9C">
        <w:rPr>
          <w:rFonts w:ascii="Times New Roman" w:hAnsi="Times New Roman" w:cs="Times New Roman"/>
          <w:sz w:val="22"/>
          <w:szCs w:val="22"/>
        </w:rPr>
        <w:t>ов п</w:t>
      </w:r>
      <w:r w:rsidR="00874E66" w:rsidRPr="007F0F9C">
        <w:rPr>
          <w:rFonts w:ascii="Times New Roman" w:hAnsi="Times New Roman" w:cs="Times New Roman"/>
          <w:sz w:val="22"/>
          <w:szCs w:val="22"/>
        </w:rPr>
        <w:t>риема-передачи</w:t>
      </w:r>
      <w:r w:rsidR="00C5336A" w:rsidRPr="007F0F9C">
        <w:rPr>
          <w:rFonts w:ascii="Times New Roman" w:hAnsi="Times New Roman" w:cs="Times New Roman"/>
          <w:sz w:val="22"/>
          <w:szCs w:val="22"/>
        </w:rPr>
        <w:t>.</w:t>
      </w:r>
    </w:p>
    <w:p w:rsidR="00132445" w:rsidRPr="007417E6" w:rsidRDefault="00CB66DA" w:rsidP="00A94EE9">
      <w:pPr>
        <w:pStyle w:val="a0"/>
        <w:numPr>
          <w:ilvl w:val="2"/>
          <w:numId w:val="5"/>
        </w:numPr>
        <w:tabs>
          <w:tab w:val="left" w:pos="1134"/>
        </w:tabs>
        <w:spacing w:before="100" w:beforeAutospacing="1" w:line="240" w:lineRule="auto"/>
        <w:ind w:left="1134"/>
        <w:rPr>
          <w:sz w:val="22"/>
          <w:szCs w:val="22"/>
        </w:rPr>
      </w:pPr>
      <w:r w:rsidRPr="007F0F9C">
        <w:rPr>
          <w:sz w:val="22"/>
          <w:szCs w:val="22"/>
        </w:rPr>
        <w:t>Поставщик</w:t>
      </w:r>
      <w:r w:rsidR="00132445" w:rsidRPr="007F0F9C">
        <w:rPr>
          <w:sz w:val="22"/>
          <w:szCs w:val="22"/>
        </w:rPr>
        <w:t xml:space="preserve"> должен указать в составе своей </w:t>
      </w:r>
      <w:r w:rsidR="00D655FE" w:rsidRPr="007F0F9C">
        <w:rPr>
          <w:sz w:val="22"/>
          <w:szCs w:val="22"/>
        </w:rPr>
        <w:t>предложения</w:t>
      </w:r>
      <w:r w:rsidR="00132445" w:rsidRPr="007F0F9C">
        <w:rPr>
          <w:sz w:val="22"/>
          <w:szCs w:val="22"/>
        </w:rPr>
        <w:t xml:space="preserve"> конкретные </w:t>
      </w:r>
      <w:r w:rsidR="007D3A7E" w:rsidRPr="007F0F9C">
        <w:rPr>
          <w:sz w:val="22"/>
          <w:szCs w:val="22"/>
        </w:rPr>
        <w:t>условия</w:t>
      </w:r>
      <w:r w:rsidR="00132445" w:rsidRPr="007F0F9C">
        <w:rPr>
          <w:sz w:val="22"/>
          <w:szCs w:val="22"/>
        </w:rPr>
        <w:t xml:space="preserve"> оплаты, не хуже</w:t>
      </w:r>
      <w:r w:rsidR="00132445" w:rsidRPr="007417E6">
        <w:rPr>
          <w:sz w:val="22"/>
          <w:szCs w:val="22"/>
        </w:rPr>
        <w:t xml:space="preserve"> условий ук</w:t>
      </w:r>
      <w:r w:rsidR="00C5336A">
        <w:rPr>
          <w:sz w:val="22"/>
          <w:szCs w:val="22"/>
        </w:rPr>
        <w:t>азанных в п. 2.1.3.</w:t>
      </w:r>
    </w:p>
    <w:p w:rsidR="00750630" w:rsidRPr="007417E6" w:rsidRDefault="00750630" w:rsidP="00CE56A1">
      <w:pPr>
        <w:pStyle w:val="a0"/>
        <w:numPr>
          <w:ilvl w:val="2"/>
          <w:numId w:val="5"/>
        </w:numPr>
        <w:tabs>
          <w:tab w:val="left" w:pos="1134"/>
        </w:tabs>
        <w:spacing w:before="100" w:beforeAutospacing="1" w:line="240" w:lineRule="auto"/>
        <w:ind w:left="1134"/>
        <w:rPr>
          <w:sz w:val="22"/>
          <w:szCs w:val="22"/>
        </w:rPr>
      </w:pPr>
      <w:r w:rsidRPr="007417E6">
        <w:rPr>
          <w:sz w:val="22"/>
          <w:szCs w:val="22"/>
        </w:rPr>
        <w:t>Продукция должна быть</w:t>
      </w:r>
      <w:r w:rsidR="005E1AA0" w:rsidRPr="007417E6">
        <w:rPr>
          <w:sz w:val="22"/>
          <w:szCs w:val="22"/>
        </w:rPr>
        <w:t xml:space="preserve"> новой и ранее неиспользованной;</w:t>
      </w:r>
    </w:p>
    <w:p w:rsidR="00750630" w:rsidRPr="007417E6" w:rsidRDefault="00750630" w:rsidP="00C5336A">
      <w:pPr>
        <w:pStyle w:val="a0"/>
        <w:numPr>
          <w:ilvl w:val="2"/>
          <w:numId w:val="5"/>
        </w:numPr>
        <w:tabs>
          <w:tab w:val="left" w:pos="1134"/>
        </w:tabs>
        <w:spacing w:before="100" w:beforeAutospacing="1" w:line="240" w:lineRule="auto"/>
        <w:ind w:left="1134"/>
        <w:rPr>
          <w:sz w:val="22"/>
          <w:szCs w:val="22"/>
        </w:rPr>
      </w:pPr>
      <w:r w:rsidRPr="007417E6">
        <w:rPr>
          <w:sz w:val="22"/>
          <w:szCs w:val="22"/>
        </w:rPr>
        <w:t>В цену продукции должны быть включены все налоги, обязательные платежи; стоимость тары, страхование груза.</w:t>
      </w:r>
    </w:p>
    <w:p w:rsidR="00750630" w:rsidRPr="007417E6" w:rsidRDefault="00750630" w:rsidP="00CE56A1">
      <w:pPr>
        <w:pStyle w:val="a0"/>
        <w:numPr>
          <w:ilvl w:val="2"/>
          <w:numId w:val="5"/>
        </w:numPr>
        <w:tabs>
          <w:tab w:val="left" w:pos="1134"/>
        </w:tabs>
        <w:spacing w:before="100" w:beforeAutospacing="1" w:line="240" w:lineRule="auto"/>
        <w:ind w:left="1134"/>
        <w:rPr>
          <w:sz w:val="22"/>
          <w:szCs w:val="22"/>
        </w:rPr>
      </w:pPr>
      <w:r w:rsidRPr="007417E6">
        <w:rPr>
          <w:sz w:val="22"/>
          <w:szCs w:val="22"/>
        </w:rPr>
        <w:t>Продукция должна соответствовать ГОСТ</w:t>
      </w:r>
      <w:r w:rsidR="0055351C">
        <w:rPr>
          <w:sz w:val="22"/>
          <w:szCs w:val="22"/>
        </w:rPr>
        <w:t>, ТУ</w:t>
      </w:r>
      <w:r w:rsidRPr="007417E6">
        <w:rPr>
          <w:sz w:val="22"/>
          <w:szCs w:val="22"/>
        </w:rPr>
        <w:t xml:space="preserve"> и </w:t>
      </w:r>
      <w:r w:rsidR="000779BB" w:rsidRPr="000779BB">
        <w:rPr>
          <w:sz w:val="22"/>
          <w:szCs w:val="22"/>
        </w:rPr>
        <w:t>Технической политике ОАО «МРСК</w:t>
      </w:r>
      <w:r w:rsidR="00E10781">
        <w:rPr>
          <w:sz w:val="22"/>
          <w:szCs w:val="22"/>
        </w:rPr>
        <w:t xml:space="preserve"> Центра</w:t>
      </w:r>
      <w:r w:rsidR="000779BB" w:rsidRPr="000779BB">
        <w:rPr>
          <w:sz w:val="22"/>
          <w:szCs w:val="22"/>
        </w:rPr>
        <w:t>»</w:t>
      </w:r>
      <w:r w:rsidRPr="007417E6">
        <w:rPr>
          <w:sz w:val="22"/>
          <w:szCs w:val="22"/>
        </w:rPr>
        <w:t>.</w:t>
      </w:r>
    </w:p>
    <w:p w:rsidR="00827B87" w:rsidRPr="007417E6" w:rsidRDefault="00E97272" w:rsidP="000960EF">
      <w:pPr>
        <w:pStyle w:val="2"/>
        <w:keepNext w:val="0"/>
        <w:tabs>
          <w:tab w:val="left" w:pos="1134"/>
        </w:tabs>
        <w:spacing w:before="100" w:beforeAutospacing="1" w:after="100" w:afterAutospacing="1"/>
        <w:rPr>
          <w:sz w:val="22"/>
          <w:szCs w:val="22"/>
        </w:rPr>
      </w:pPr>
      <w:bookmarkStart w:id="100" w:name="_Toc318207973"/>
      <w:r w:rsidRPr="007417E6">
        <w:rPr>
          <w:sz w:val="22"/>
          <w:szCs w:val="22"/>
        </w:rPr>
        <w:t>Перечень,</w:t>
      </w:r>
      <w:r w:rsidR="00827B87" w:rsidRPr="007417E6">
        <w:rPr>
          <w:sz w:val="22"/>
          <w:szCs w:val="22"/>
        </w:rPr>
        <w:t xml:space="preserve"> объемы</w:t>
      </w:r>
      <w:r w:rsidRPr="007417E6">
        <w:rPr>
          <w:sz w:val="22"/>
          <w:szCs w:val="22"/>
        </w:rPr>
        <w:t xml:space="preserve"> и характеристики</w:t>
      </w:r>
      <w:r w:rsidR="00827B87" w:rsidRPr="007417E6">
        <w:rPr>
          <w:sz w:val="22"/>
          <w:szCs w:val="22"/>
        </w:rPr>
        <w:t xml:space="preserve"> закупаемой продукции</w:t>
      </w:r>
      <w:bookmarkEnd w:id="93"/>
      <w:bookmarkEnd w:id="94"/>
      <w:bookmarkEnd w:id="95"/>
      <w:bookmarkEnd w:id="96"/>
      <w:bookmarkEnd w:id="97"/>
      <w:bookmarkEnd w:id="98"/>
      <w:bookmarkEnd w:id="99"/>
      <w:bookmarkEnd w:id="100"/>
    </w:p>
    <w:p w:rsidR="002F03C4" w:rsidRPr="007F0F9C" w:rsidRDefault="002F03C4" w:rsidP="00F75CA4">
      <w:pPr>
        <w:pStyle w:val="a0"/>
        <w:numPr>
          <w:ilvl w:val="2"/>
          <w:numId w:val="5"/>
        </w:numPr>
        <w:tabs>
          <w:tab w:val="left" w:pos="1134"/>
        </w:tabs>
        <w:spacing w:line="240" w:lineRule="auto"/>
        <w:ind w:left="1134"/>
        <w:rPr>
          <w:sz w:val="22"/>
          <w:szCs w:val="22"/>
        </w:rPr>
      </w:pPr>
      <w:r w:rsidRPr="007F0F9C">
        <w:rPr>
          <w:sz w:val="22"/>
          <w:szCs w:val="22"/>
        </w:rPr>
        <w:t>Техническ</w:t>
      </w:r>
      <w:r w:rsidR="00AF57CA" w:rsidRPr="007F0F9C">
        <w:rPr>
          <w:sz w:val="22"/>
          <w:szCs w:val="22"/>
        </w:rPr>
        <w:t>о</w:t>
      </w:r>
      <w:r w:rsidRPr="007F0F9C">
        <w:rPr>
          <w:sz w:val="22"/>
          <w:szCs w:val="22"/>
        </w:rPr>
        <w:t>е задани</w:t>
      </w:r>
      <w:r w:rsidR="00AF57CA" w:rsidRPr="007F0F9C">
        <w:rPr>
          <w:sz w:val="22"/>
          <w:szCs w:val="22"/>
        </w:rPr>
        <w:t>е</w:t>
      </w:r>
      <w:r w:rsidRPr="007F0F9C">
        <w:rPr>
          <w:sz w:val="22"/>
          <w:szCs w:val="22"/>
        </w:rPr>
        <w:t xml:space="preserve"> </w:t>
      </w:r>
      <w:r w:rsidR="007F0F9C" w:rsidRPr="007F0F9C">
        <w:rPr>
          <w:sz w:val="22"/>
          <w:szCs w:val="22"/>
        </w:rPr>
        <w:t>на поставку опор типа СК для нужд ОАО «МРСК Центра» (филиала «Ярэнерго»)</w:t>
      </w:r>
      <w:r w:rsidR="00AC06A2" w:rsidRPr="007F0F9C">
        <w:rPr>
          <w:sz w:val="22"/>
          <w:szCs w:val="22"/>
        </w:rPr>
        <w:t xml:space="preserve"> </w:t>
      </w:r>
      <w:r w:rsidRPr="007F0F9C">
        <w:rPr>
          <w:sz w:val="22"/>
          <w:szCs w:val="22"/>
        </w:rPr>
        <w:t xml:space="preserve">изложено в Приложении №1, которое является неотъемлемым приложением к настоящей документации и предоставляется </w:t>
      </w:r>
      <w:r w:rsidR="00CB66DA" w:rsidRPr="007F0F9C">
        <w:rPr>
          <w:sz w:val="22"/>
          <w:szCs w:val="22"/>
        </w:rPr>
        <w:t>Поставщик</w:t>
      </w:r>
      <w:r w:rsidRPr="007F0F9C">
        <w:rPr>
          <w:sz w:val="22"/>
          <w:szCs w:val="22"/>
        </w:rPr>
        <w:t>ам вместе с ней в качестве отдельного документа.</w:t>
      </w:r>
    </w:p>
    <w:p w:rsidR="00252859" w:rsidRPr="007417E6" w:rsidRDefault="009B7594" w:rsidP="00F75CA4">
      <w:pPr>
        <w:pStyle w:val="2"/>
        <w:keepNext w:val="0"/>
        <w:tabs>
          <w:tab w:val="left" w:pos="1134"/>
        </w:tabs>
        <w:suppressAutoHyphens w:val="0"/>
        <w:spacing w:before="100" w:beforeAutospacing="1" w:after="100" w:afterAutospacing="1"/>
        <w:rPr>
          <w:sz w:val="22"/>
          <w:szCs w:val="22"/>
        </w:rPr>
      </w:pPr>
      <w:bookmarkStart w:id="101" w:name="_Ref194832984"/>
      <w:bookmarkStart w:id="102" w:name="_Ref197686508"/>
      <w:bookmarkStart w:id="103" w:name="_Toc318207974"/>
      <w:r w:rsidRPr="007417E6">
        <w:rPr>
          <w:sz w:val="22"/>
          <w:szCs w:val="22"/>
        </w:rPr>
        <w:t>Требование к поставляемой продукции</w:t>
      </w:r>
      <w:bookmarkEnd w:id="101"/>
      <w:bookmarkEnd w:id="102"/>
      <w:bookmarkEnd w:id="103"/>
    </w:p>
    <w:p w:rsidR="00AC0E64" w:rsidRPr="007F0F9C" w:rsidRDefault="00CB66DA" w:rsidP="00F75CA4">
      <w:pPr>
        <w:pStyle w:val="a0"/>
        <w:numPr>
          <w:ilvl w:val="2"/>
          <w:numId w:val="5"/>
        </w:numPr>
        <w:tabs>
          <w:tab w:val="left" w:pos="1134"/>
        </w:tabs>
        <w:spacing w:line="240" w:lineRule="auto"/>
        <w:ind w:left="1134"/>
        <w:rPr>
          <w:sz w:val="22"/>
          <w:szCs w:val="22"/>
        </w:rPr>
      </w:pPr>
      <w:bookmarkStart w:id="104" w:name="_Ref194833053"/>
      <w:bookmarkStart w:id="105" w:name="_Ref223496951"/>
      <w:bookmarkStart w:id="106" w:name="_Ref223496970"/>
      <w:r>
        <w:rPr>
          <w:sz w:val="22"/>
          <w:szCs w:val="22"/>
        </w:rPr>
        <w:t>Поставщик</w:t>
      </w:r>
      <w:r w:rsidR="00AC0E64" w:rsidRPr="007417E6">
        <w:rPr>
          <w:sz w:val="22"/>
          <w:szCs w:val="22"/>
        </w:rPr>
        <w:t xml:space="preserve"> в составе своего предложения должен представить отсканированные копии </w:t>
      </w:r>
      <w:r w:rsidR="00AC0E64" w:rsidRPr="007F0F9C">
        <w:rPr>
          <w:sz w:val="22"/>
          <w:szCs w:val="22"/>
        </w:rPr>
        <w:t>сертификатов качества (соответствия) продукции (</w:t>
      </w:r>
      <w:r w:rsidR="00AC0E64" w:rsidRPr="007F0F9C">
        <w:rPr>
          <w:i/>
          <w:sz w:val="22"/>
          <w:szCs w:val="22"/>
        </w:rPr>
        <w:t>на продукцию, подлежащую обязательной сертификации</w:t>
      </w:r>
      <w:r w:rsidR="00AC0E64" w:rsidRPr="007F0F9C">
        <w:rPr>
          <w:sz w:val="22"/>
          <w:szCs w:val="22"/>
        </w:rPr>
        <w:t xml:space="preserve">), </w:t>
      </w:r>
      <w:r w:rsidR="00AC0E64" w:rsidRPr="007F0F9C">
        <w:rPr>
          <w:b/>
          <w:sz w:val="22"/>
          <w:szCs w:val="22"/>
        </w:rPr>
        <w:t>(желательное условие Заказчика)</w:t>
      </w:r>
      <w:r w:rsidR="00A94ECB" w:rsidRPr="007F0F9C">
        <w:rPr>
          <w:sz w:val="22"/>
          <w:szCs w:val="22"/>
        </w:rPr>
        <w:t>;</w:t>
      </w:r>
    </w:p>
    <w:p w:rsidR="00A94ECB" w:rsidRPr="007F0F9C" w:rsidRDefault="00A94ECB" w:rsidP="00A94ECB">
      <w:pPr>
        <w:pStyle w:val="a0"/>
        <w:numPr>
          <w:ilvl w:val="2"/>
          <w:numId w:val="5"/>
        </w:numPr>
        <w:tabs>
          <w:tab w:val="left" w:pos="1134"/>
        </w:tabs>
        <w:spacing w:before="100" w:beforeAutospacing="1" w:line="240" w:lineRule="auto"/>
        <w:ind w:left="1134"/>
        <w:rPr>
          <w:sz w:val="22"/>
          <w:szCs w:val="22"/>
        </w:rPr>
      </w:pPr>
      <w:r w:rsidRPr="007F0F9C">
        <w:rPr>
          <w:sz w:val="22"/>
          <w:szCs w:val="22"/>
        </w:rPr>
        <w:t>Оборудование, впервые поставляемое для нужд ОАО «МРСК Центра»</w:t>
      </w:r>
      <w:r w:rsidR="00990FD5" w:rsidRPr="007F0F9C">
        <w:rPr>
          <w:sz w:val="22"/>
          <w:szCs w:val="22"/>
        </w:rPr>
        <w:t>,</w:t>
      </w:r>
      <w:r w:rsidRPr="007F0F9C">
        <w:rPr>
          <w:sz w:val="22"/>
          <w:szCs w:val="22"/>
        </w:rPr>
        <w:t xml:space="preserve"> должно иметь положительное заключение об опытной эксплуатации сроком не менее одного года и опыт применения в энергосистемах сроком не менее трех лет;</w:t>
      </w:r>
    </w:p>
    <w:p w:rsidR="00A94ECB" w:rsidRPr="007F0F9C" w:rsidRDefault="00A94ECB" w:rsidP="00A94ECB">
      <w:pPr>
        <w:pStyle w:val="a0"/>
        <w:numPr>
          <w:ilvl w:val="2"/>
          <w:numId w:val="5"/>
        </w:numPr>
        <w:tabs>
          <w:tab w:val="left" w:pos="1134"/>
        </w:tabs>
        <w:spacing w:before="100" w:beforeAutospacing="1" w:line="240" w:lineRule="auto"/>
        <w:ind w:left="1134"/>
        <w:rPr>
          <w:sz w:val="22"/>
          <w:szCs w:val="22"/>
        </w:rPr>
      </w:pPr>
      <w:r w:rsidRPr="007F0F9C">
        <w:rPr>
          <w:sz w:val="22"/>
          <w:szCs w:val="22"/>
        </w:rPr>
        <w:t>Оборудование, не использовавшееся ранее на энергообъектах ОАО «МРСК Центра» (выводимые на рынок зарубежные или отечественные опытные образцы)</w:t>
      </w:r>
      <w:r w:rsidR="00990FD5" w:rsidRPr="007F0F9C">
        <w:rPr>
          <w:sz w:val="22"/>
          <w:szCs w:val="22"/>
        </w:rPr>
        <w:t>,</w:t>
      </w:r>
      <w:r w:rsidRPr="007F0F9C">
        <w:rPr>
          <w:sz w:val="22"/>
          <w:szCs w:val="22"/>
        </w:rPr>
        <w:t xml:space="preserve"> допускается к рассмотрению как альтернативный вариант.</w:t>
      </w:r>
    </w:p>
    <w:p w:rsidR="009B7594" w:rsidRPr="007F0F9C" w:rsidRDefault="009B7594" w:rsidP="00F75CA4">
      <w:pPr>
        <w:pStyle w:val="2"/>
        <w:keepNext w:val="0"/>
        <w:tabs>
          <w:tab w:val="left" w:pos="1134"/>
        </w:tabs>
        <w:suppressAutoHyphens w:val="0"/>
        <w:spacing w:before="100" w:beforeAutospacing="1" w:after="100" w:afterAutospacing="1"/>
        <w:rPr>
          <w:sz w:val="22"/>
          <w:szCs w:val="22"/>
        </w:rPr>
      </w:pPr>
      <w:bookmarkStart w:id="107" w:name="_Ref247513861"/>
      <w:bookmarkStart w:id="108" w:name="_Toc318207975"/>
      <w:r w:rsidRPr="007F0F9C">
        <w:rPr>
          <w:sz w:val="22"/>
          <w:szCs w:val="22"/>
        </w:rPr>
        <w:t>Требование к Поставщику</w:t>
      </w:r>
      <w:bookmarkEnd w:id="104"/>
      <w:bookmarkEnd w:id="105"/>
      <w:bookmarkEnd w:id="106"/>
      <w:r w:rsidR="00990666" w:rsidRPr="007F0F9C">
        <w:rPr>
          <w:sz w:val="22"/>
          <w:szCs w:val="22"/>
        </w:rPr>
        <w:t>.</w:t>
      </w:r>
      <w:bookmarkEnd w:id="107"/>
      <w:bookmarkEnd w:id="108"/>
    </w:p>
    <w:p w:rsidR="00210CC8" w:rsidRPr="00657BC6" w:rsidRDefault="00210CC8" w:rsidP="00F75CA4">
      <w:pPr>
        <w:pStyle w:val="a0"/>
        <w:numPr>
          <w:ilvl w:val="2"/>
          <w:numId w:val="5"/>
        </w:numPr>
        <w:tabs>
          <w:tab w:val="left" w:pos="1134"/>
        </w:tabs>
        <w:spacing w:line="240" w:lineRule="auto"/>
        <w:ind w:left="1134"/>
        <w:rPr>
          <w:sz w:val="22"/>
          <w:szCs w:val="22"/>
        </w:rPr>
      </w:pPr>
      <w:r w:rsidRPr="007F0F9C">
        <w:rPr>
          <w:sz w:val="22"/>
          <w:szCs w:val="22"/>
        </w:rPr>
        <w:t xml:space="preserve">В составе своего предложения </w:t>
      </w:r>
      <w:r w:rsidR="00CB66DA" w:rsidRPr="007F0F9C">
        <w:rPr>
          <w:sz w:val="22"/>
          <w:szCs w:val="22"/>
        </w:rPr>
        <w:t>Поставщик</w:t>
      </w:r>
      <w:r w:rsidR="004E1653" w:rsidRPr="007F0F9C">
        <w:rPr>
          <w:sz w:val="22"/>
          <w:szCs w:val="22"/>
        </w:rPr>
        <w:t xml:space="preserve"> должен </w:t>
      </w:r>
      <w:r w:rsidR="00F8728D" w:rsidRPr="007F0F9C">
        <w:rPr>
          <w:sz w:val="22"/>
          <w:szCs w:val="22"/>
        </w:rPr>
        <w:t>предоставить</w:t>
      </w:r>
      <w:r w:rsidR="00E7646E" w:rsidRPr="007F0F9C">
        <w:rPr>
          <w:sz w:val="22"/>
          <w:szCs w:val="22"/>
        </w:rPr>
        <w:t xml:space="preserve"> оригинал или нотариально</w:t>
      </w:r>
      <w:r w:rsidR="00E7646E" w:rsidRPr="007417E6">
        <w:rPr>
          <w:sz w:val="22"/>
          <w:szCs w:val="22"/>
        </w:rPr>
        <w:t xml:space="preserve"> </w:t>
      </w:r>
      <w:r w:rsidR="00E7646E" w:rsidRPr="00657BC6">
        <w:rPr>
          <w:sz w:val="22"/>
          <w:szCs w:val="22"/>
        </w:rPr>
        <w:t xml:space="preserve">заверенную копию </w:t>
      </w:r>
      <w:r w:rsidR="004E1653" w:rsidRPr="00657BC6">
        <w:rPr>
          <w:sz w:val="22"/>
          <w:szCs w:val="22"/>
        </w:rPr>
        <w:t>пись</w:t>
      </w:r>
      <w:r w:rsidR="00F8728D" w:rsidRPr="00657BC6">
        <w:rPr>
          <w:sz w:val="22"/>
          <w:szCs w:val="22"/>
        </w:rPr>
        <w:t>м</w:t>
      </w:r>
      <w:r w:rsidR="00E7646E" w:rsidRPr="00657BC6">
        <w:rPr>
          <w:sz w:val="22"/>
          <w:szCs w:val="22"/>
        </w:rPr>
        <w:t>а</w:t>
      </w:r>
      <w:r w:rsidRPr="00657BC6">
        <w:rPr>
          <w:sz w:val="22"/>
          <w:szCs w:val="22"/>
        </w:rPr>
        <w:t xml:space="preserve"> </w:t>
      </w:r>
      <w:r w:rsidR="00F8728D" w:rsidRPr="00657BC6">
        <w:rPr>
          <w:sz w:val="22"/>
          <w:szCs w:val="22"/>
        </w:rPr>
        <w:t>производител</w:t>
      </w:r>
      <w:r w:rsidR="001F5ACC" w:rsidRPr="00657BC6">
        <w:rPr>
          <w:sz w:val="22"/>
          <w:szCs w:val="22"/>
        </w:rPr>
        <w:t>я</w:t>
      </w:r>
      <w:r w:rsidR="00F8728D" w:rsidRPr="00657BC6">
        <w:rPr>
          <w:sz w:val="22"/>
          <w:szCs w:val="22"/>
        </w:rPr>
        <w:t xml:space="preserve"> продукции в адрес Заказчика, предоставляющие </w:t>
      </w:r>
      <w:r w:rsidR="00CB66DA">
        <w:rPr>
          <w:sz w:val="22"/>
          <w:szCs w:val="22"/>
        </w:rPr>
        <w:t>Поставщик</w:t>
      </w:r>
      <w:r w:rsidR="00F8728D" w:rsidRPr="00657BC6">
        <w:rPr>
          <w:sz w:val="22"/>
          <w:szCs w:val="22"/>
        </w:rPr>
        <w:t>у прав</w:t>
      </w:r>
      <w:r w:rsidR="004E1653" w:rsidRPr="00657BC6">
        <w:rPr>
          <w:sz w:val="22"/>
          <w:szCs w:val="22"/>
        </w:rPr>
        <w:t>о на предложение этой продукции</w:t>
      </w:r>
      <w:r w:rsidR="00E7646E" w:rsidRPr="00657BC6">
        <w:rPr>
          <w:sz w:val="22"/>
          <w:szCs w:val="22"/>
        </w:rPr>
        <w:t xml:space="preserve"> (</w:t>
      </w:r>
      <w:r w:rsidR="00F1012E" w:rsidRPr="00657BC6">
        <w:rPr>
          <w:sz w:val="22"/>
          <w:szCs w:val="22"/>
        </w:rPr>
        <w:t>по форме, приведенной в настоящей Документации по запросу предложений (подра</w:t>
      </w:r>
      <w:r w:rsidR="00F1012E" w:rsidRPr="00657BC6">
        <w:rPr>
          <w:sz w:val="22"/>
          <w:szCs w:val="22"/>
        </w:rPr>
        <w:t>з</w:t>
      </w:r>
      <w:r w:rsidR="00F1012E" w:rsidRPr="00657BC6">
        <w:rPr>
          <w:sz w:val="22"/>
          <w:szCs w:val="22"/>
        </w:rPr>
        <w:t xml:space="preserve">дел </w:t>
      </w:r>
      <w:r w:rsidR="001F5ACC" w:rsidRPr="00657BC6">
        <w:rPr>
          <w:sz w:val="22"/>
          <w:szCs w:val="22"/>
        </w:rPr>
        <w:fldChar w:fldCharType="begin"/>
      </w:r>
      <w:r w:rsidR="001F5ACC" w:rsidRPr="00657BC6">
        <w:rPr>
          <w:sz w:val="22"/>
          <w:szCs w:val="22"/>
        </w:rPr>
        <w:instrText xml:space="preserve"> REF _Ref257131475 \r \h </w:instrText>
      </w:r>
      <w:r w:rsidR="001F5ACC" w:rsidRPr="00657BC6">
        <w:rPr>
          <w:sz w:val="22"/>
          <w:szCs w:val="22"/>
        </w:rPr>
      </w:r>
      <w:r w:rsidR="000960EF" w:rsidRPr="00657BC6">
        <w:rPr>
          <w:sz w:val="22"/>
          <w:szCs w:val="22"/>
        </w:rPr>
        <w:instrText xml:space="preserve"> \* MERGEFORMAT </w:instrText>
      </w:r>
      <w:r w:rsidR="001F5ACC" w:rsidRPr="00657BC6">
        <w:rPr>
          <w:sz w:val="22"/>
          <w:szCs w:val="22"/>
        </w:rPr>
        <w:fldChar w:fldCharType="separate"/>
      </w:r>
      <w:r w:rsidR="00CB5EB2" w:rsidRPr="00657BC6">
        <w:rPr>
          <w:sz w:val="22"/>
          <w:szCs w:val="22"/>
        </w:rPr>
        <w:t>6.10</w:t>
      </w:r>
      <w:r w:rsidR="001F5ACC" w:rsidRPr="00657BC6">
        <w:rPr>
          <w:sz w:val="22"/>
          <w:szCs w:val="22"/>
        </w:rPr>
        <w:fldChar w:fldCharType="end"/>
      </w:r>
      <w:r w:rsidR="00F1012E" w:rsidRPr="00657BC6">
        <w:rPr>
          <w:sz w:val="22"/>
          <w:szCs w:val="22"/>
        </w:rPr>
        <w:t>)</w:t>
      </w:r>
      <w:r w:rsidR="002D6DFF" w:rsidRPr="00657BC6">
        <w:rPr>
          <w:sz w:val="22"/>
          <w:szCs w:val="22"/>
        </w:rPr>
        <w:t>, либо копию дилерского договора</w:t>
      </w:r>
      <w:r w:rsidR="00F8728D" w:rsidRPr="00657BC6">
        <w:rPr>
          <w:sz w:val="22"/>
          <w:szCs w:val="22"/>
        </w:rPr>
        <w:t>.</w:t>
      </w:r>
    </w:p>
    <w:p w:rsidR="00262E16" w:rsidRPr="00657BC6" w:rsidRDefault="00E7646E" w:rsidP="00D655FE">
      <w:pPr>
        <w:pStyle w:val="a0"/>
        <w:numPr>
          <w:ilvl w:val="2"/>
          <w:numId w:val="5"/>
        </w:numPr>
        <w:tabs>
          <w:tab w:val="left" w:pos="1134"/>
        </w:tabs>
        <w:spacing w:before="100" w:beforeAutospacing="1" w:line="240" w:lineRule="auto"/>
        <w:ind w:left="1134"/>
        <w:rPr>
          <w:sz w:val="22"/>
          <w:szCs w:val="22"/>
        </w:rPr>
      </w:pPr>
      <w:r w:rsidRPr="00657BC6">
        <w:rPr>
          <w:sz w:val="22"/>
          <w:szCs w:val="22"/>
        </w:rPr>
        <w:t xml:space="preserve">Непредставление </w:t>
      </w:r>
      <w:r w:rsidR="00CB66DA">
        <w:rPr>
          <w:sz w:val="22"/>
          <w:szCs w:val="22"/>
        </w:rPr>
        <w:t>Поставщик</w:t>
      </w:r>
      <w:r w:rsidRPr="00657BC6">
        <w:rPr>
          <w:sz w:val="22"/>
          <w:szCs w:val="22"/>
        </w:rPr>
        <w:t>ом</w:t>
      </w:r>
      <w:r w:rsidR="00210CC8" w:rsidRPr="00657BC6">
        <w:rPr>
          <w:sz w:val="22"/>
          <w:szCs w:val="22"/>
        </w:rPr>
        <w:t xml:space="preserve"> технических параметров на предлагаемую к поставке продукцию </w:t>
      </w:r>
      <w:r w:rsidR="00AE2CC4" w:rsidRPr="00657BC6">
        <w:rPr>
          <w:sz w:val="22"/>
          <w:szCs w:val="22"/>
        </w:rPr>
        <w:t xml:space="preserve">в форме </w:t>
      </w:r>
      <w:fldSimple w:instr=" REF _Ref55335821 \h  \* MERGEFORMAT ">
        <w:r w:rsidR="00C07197" w:rsidRPr="00657BC6">
          <w:rPr>
            <w:sz w:val="22"/>
            <w:szCs w:val="22"/>
          </w:rPr>
          <w:t xml:space="preserve">Техническое предложение на поставку продукции (форма </w:t>
        </w:r>
        <w:r w:rsidR="00C07197" w:rsidRPr="00657BC6">
          <w:rPr>
            <w:noProof/>
            <w:sz w:val="22"/>
            <w:szCs w:val="22"/>
          </w:rPr>
          <w:t>2</w:t>
        </w:r>
        <w:r w:rsidR="00C07197" w:rsidRPr="00657BC6">
          <w:rPr>
            <w:sz w:val="22"/>
            <w:szCs w:val="22"/>
          </w:rPr>
          <w:t>)</w:t>
        </w:r>
      </w:fldSimple>
      <w:r w:rsidR="00AE2CC4" w:rsidRPr="00657BC6">
        <w:rPr>
          <w:sz w:val="22"/>
          <w:szCs w:val="22"/>
        </w:rPr>
        <w:t xml:space="preserve"> </w:t>
      </w:r>
      <w:r w:rsidRPr="00657BC6">
        <w:rPr>
          <w:sz w:val="22"/>
          <w:szCs w:val="22"/>
        </w:rPr>
        <w:t xml:space="preserve">может являться причиной для отклонения </w:t>
      </w:r>
      <w:r w:rsidR="00D655FE" w:rsidRPr="00657BC6">
        <w:rPr>
          <w:sz w:val="22"/>
          <w:szCs w:val="22"/>
        </w:rPr>
        <w:t>предложения</w:t>
      </w:r>
      <w:r w:rsidR="00F1012E" w:rsidRPr="00657BC6">
        <w:rPr>
          <w:sz w:val="22"/>
          <w:szCs w:val="22"/>
        </w:rPr>
        <w:t xml:space="preserve"> </w:t>
      </w:r>
      <w:r w:rsidR="00CB66DA">
        <w:rPr>
          <w:sz w:val="22"/>
          <w:szCs w:val="22"/>
        </w:rPr>
        <w:t>Поставщик</w:t>
      </w:r>
      <w:r w:rsidR="00F1012E" w:rsidRPr="00657BC6">
        <w:rPr>
          <w:sz w:val="22"/>
          <w:szCs w:val="22"/>
        </w:rPr>
        <w:t>а.</w:t>
      </w:r>
    </w:p>
    <w:p w:rsidR="003F30F5" w:rsidRPr="00657BC6" w:rsidRDefault="003F30F5" w:rsidP="003F30F5">
      <w:pPr>
        <w:pStyle w:val="2"/>
        <w:keepNext w:val="0"/>
        <w:tabs>
          <w:tab w:val="left" w:pos="1134"/>
        </w:tabs>
        <w:suppressAutoHyphens w:val="0"/>
        <w:spacing w:before="100" w:beforeAutospacing="1" w:after="100" w:afterAutospacing="1"/>
        <w:rPr>
          <w:sz w:val="22"/>
          <w:szCs w:val="22"/>
        </w:rPr>
      </w:pPr>
      <w:bookmarkStart w:id="109" w:name="_Toc248219573"/>
      <w:bookmarkStart w:id="110" w:name="_Toc256099315"/>
      <w:bookmarkStart w:id="111" w:name="_Toc318207976"/>
      <w:r w:rsidRPr="00657BC6">
        <w:rPr>
          <w:sz w:val="22"/>
          <w:szCs w:val="22"/>
        </w:rPr>
        <w:t>Иные требования</w:t>
      </w:r>
      <w:bookmarkEnd w:id="109"/>
      <w:bookmarkEnd w:id="110"/>
      <w:bookmarkEnd w:id="111"/>
    </w:p>
    <w:p w:rsidR="003F30F5" w:rsidRPr="00EA0359" w:rsidRDefault="00CB66DA" w:rsidP="003F30F5">
      <w:pPr>
        <w:pStyle w:val="a0"/>
        <w:numPr>
          <w:ilvl w:val="2"/>
          <w:numId w:val="5"/>
        </w:numPr>
        <w:tabs>
          <w:tab w:val="left" w:pos="1134"/>
        </w:tabs>
        <w:spacing w:line="240" w:lineRule="auto"/>
        <w:ind w:left="1134"/>
        <w:rPr>
          <w:sz w:val="22"/>
          <w:szCs w:val="22"/>
        </w:rPr>
      </w:pPr>
      <w:r>
        <w:rPr>
          <w:sz w:val="22"/>
          <w:szCs w:val="22"/>
        </w:rPr>
        <w:t>Поставщик</w:t>
      </w:r>
      <w:r w:rsidR="003F30F5" w:rsidRPr="007417E6">
        <w:rPr>
          <w:sz w:val="22"/>
          <w:szCs w:val="22"/>
        </w:rPr>
        <w:t xml:space="preserve"> должен принять во внимание, что ссылка на тип (марку) продукции, носит описательный, а не обязательный характер. В случае, если </w:t>
      </w:r>
      <w:r>
        <w:rPr>
          <w:sz w:val="22"/>
          <w:szCs w:val="22"/>
        </w:rPr>
        <w:t>Поставщик</w:t>
      </w:r>
      <w:r w:rsidR="003F30F5" w:rsidRPr="007417E6">
        <w:rPr>
          <w:sz w:val="22"/>
          <w:szCs w:val="22"/>
        </w:rPr>
        <w:t>ом предлагаются аналоги требуемой Заказчику продукции в составе свое</w:t>
      </w:r>
      <w:r w:rsidR="001431F0" w:rsidRPr="007417E6">
        <w:rPr>
          <w:sz w:val="22"/>
          <w:szCs w:val="22"/>
        </w:rPr>
        <w:t>го</w:t>
      </w:r>
      <w:r w:rsidR="003F30F5" w:rsidRPr="007417E6">
        <w:rPr>
          <w:sz w:val="22"/>
          <w:szCs w:val="22"/>
        </w:rPr>
        <w:t xml:space="preserve"> </w:t>
      </w:r>
      <w:r w:rsidR="00513168" w:rsidRPr="007417E6">
        <w:rPr>
          <w:sz w:val="22"/>
          <w:szCs w:val="22"/>
        </w:rPr>
        <w:t>п</w:t>
      </w:r>
      <w:r w:rsidR="001431F0" w:rsidRPr="007417E6">
        <w:rPr>
          <w:sz w:val="22"/>
          <w:szCs w:val="22"/>
        </w:rPr>
        <w:t xml:space="preserve">редложения </w:t>
      </w:r>
      <w:r w:rsidR="003F30F5" w:rsidRPr="007417E6">
        <w:rPr>
          <w:sz w:val="22"/>
          <w:szCs w:val="22"/>
        </w:rPr>
        <w:t xml:space="preserve">он должен в обязательном порядке предоставить подробное техническое описание предлагаемого к поставке аналога. Отсутствие в составе </w:t>
      </w:r>
      <w:r w:rsidR="00513168" w:rsidRPr="007417E6">
        <w:rPr>
          <w:sz w:val="22"/>
          <w:szCs w:val="22"/>
        </w:rPr>
        <w:t>п</w:t>
      </w:r>
      <w:r w:rsidR="001431F0" w:rsidRPr="007417E6">
        <w:rPr>
          <w:sz w:val="22"/>
          <w:szCs w:val="22"/>
        </w:rPr>
        <w:t>редложения</w:t>
      </w:r>
      <w:r w:rsidR="003F30F5" w:rsidRPr="007417E6">
        <w:rPr>
          <w:sz w:val="22"/>
          <w:szCs w:val="22"/>
        </w:rPr>
        <w:t xml:space="preserve"> подробного технического описания аналогов продукции может являться причиной отклонения </w:t>
      </w:r>
      <w:r w:rsidR="003D1BAD" w:rsidRPr="007417E6">
        <w:rPr>
          <w:sz w:val="22"/>
          <w:szCs w:val="22"/>
        </w:rPr>
        <w:t>предложения</w:t>
      </w:r>
      <w:r w:rsidR="003F30F5" w:rsidRPr="007417E6">
        <w:rPr>
          <w:sz w:val="22"/>
          <w:szCs w:val="22"/>
        </w:rPr>
        <w:t xml:space="preserve"> </w:t>
      </w:r>
      <w:r>
        <w:rPr>
          <w:sz w:val="22"/>
          <w:szCs w:val="22"/>
        </w:rPr>
        <w:t>Поставщик</w:t>
      </w:r>
      <w:r w:rsidR="003F30F5" w:rsidRPr="007417E6">
        <w:rPr>
          <w:sz w:val="22"/>
          <w:szCs w:val="22"/>
        </w:rPr>
        <w:t>а.</w:t>
      </w:r>
    </w:p>
    <w:p w:rsidR="00EA0359" w:rsidRPr="007417E6" w:rsidRDefault="00562F50" w:rsidP="003F30F5">
      <w:pPr>
        <w:pStyle w:val="a0"/>
        <w:numPr>
          <w:ilvl w:val="2"/>
          <w:numId w:val="5"/>
        </w:numPr>
        <w:tabs>
          <w:tab w:val="left" w:pos="1134"/>
        </w:tabs>
        <w:spacing w:line="240" w:lineRule="auto"/>
        <w:ind w:left="1134"/>
        <w:rPr>
          <w:sz w:val="22"/>
          <w:szCs w:val="22"/>
        </w:rPr>
      </w:pPr>
      <w:r w:rsidRPr="00562F50">
        <w:rPr>
          <w:sz w:val="22"/>
          <w:szCs w:val="22"/>
        </w:rPr>
        <w:t>В случае, если Поставщиком предлагаются аналоги требуемой Заказчику продукции, Поставщик подачей Предложения подтверждает своё согласие по требованию Заказчика, в установленные Заказчиком сроки выполнить за свой счет корректировку проектно-сметной документации на работы, в рамках которых осуществляется поставка оборудования.</w:t>
      </w:r>
    </w:p>
    <w:p w:rsidR="005844ED" w:rsidRDefault="005844ED" w:rsidP="005844ED">
      <w:pPr>
        <w:pStyle w:val="1"/>
        <w:tabs>
          <w:tab w:val="left" w:pos="1134"/>
        </w:tabs>
        <w:spacing w:before="100" w:beforeAutospacing="1" w:after="100" w:afterAutospacing="1"/>
        <w:rPr>
          <w:rFonts w:ascii="Times New Roman" w:hAnsi="Times New Roman"/>
          <w:sz w:val="22"/>
          <w:szCs w:val="22"/>
          <w:lang w:val="en-US"/>
        </w:rPr>
      </w:pPr>
      <w:bookmarkStart w:id="112" w:name="_Ref194748495"/>
      <w:bookmarkStart w:id="113" w:name="_Ref194748501"/>
      <w:bookmarkStart w:id="114" w:name="_Ref256683610"/>
      <w:bookmarkStart w:id="115" w:name="_Toc277324607"/>
      <w:bookmarkStart w:id="116" w:name="_Toc318207977"/>
      <w:bookmarkEnd w:id="91"/>
      <w:bookmarkEnd w:id="92"/>
      <w:r w:rsidRPr="0063506C">
        <w:rPr>
          <w:rFonts w:ascii="Times New Roman" w:hAnsi="Times New Roman"/>
          <w:sz w:val="22"/>
          <w:szCs w:val="22"/>
        </w:rPr>
        <w:lastRenderedPageBreak/>
        <w:t>Проект Договора</w:t>
      </w:r>
      <w:bookmarkEnd w:id="114"/>
      <w:bookmarkEnd w:id="115"/>
      <w:bookmarkEnd w:id="116"/>
    </w:p>
    <w:p w:rsidR="000A0A57" w:rsidRPr="00722BFE" w:rsidRDefault="005844ED" w:rsidP="000A0A57">
      <w:pPr>
        <w:spacing w:line="240" w:lineRule="auto"/>
        <w:ind w:firstLine="0"/>
        <w:rPr>
          <w:sz w:val="22"/>
          <w:szCs w:val="22"/>
        </w:rPr>
      </w:pPr>
      <w:r w:rsidRPr="001774CF">
        <w:rPr>
          <w:sz w:val="22"/>
          <w:szCs w:val="22"/>
        </w:rPr>
        <w:t xml:space="preserve">Проект договора на поставку изложен в Приложении №2 </w:t>
      </w:r>
      <w:r w:rsidR="000A0A57" w:rsidRPr="00722BFE">
        <w:rPr>
          <w:sz w:val="22"/>
          <w:szCs w:val="22"/>
        </w:rPr>
        <w:t xml:space="preserve">к настоящей </w:t>
      </w:r>
      <w:r w:rsidR="000A0A57">
        <w:rPr>
          <w:sz w:val="22"/>
          <w:szCs w:val="22"/>
        </w:rPr>
        <w:t>закупочной</w:t>
      </w:r>
      <w:r w:rsidR="000A0A57" w:rsidRPr="00722BFE">
        <w:rPr>
          <w:sz w:val="22"/>
          <w:szCs w:val="22"/>
        </w:rPr>
        <w:t xml:space="preserve"> документации, которое передается </w:t>
      </w:r>
      <w:r w:rsidR="00CB66DA">
        <w:rPr>
          <w:sz w:val="22"/>
          <w:szCs w:val="22"/>
        </w:rPr>
        <w:t>Поставщик</w:t>
      </w:r>
      <w:r w:rsidR="000A0A57" w:rsidRPr="00722BFE">
        <w:rPr>
          <w:sz w:val="22"/>
          <w:szCs w:val="22"/>
        </w:rPr>
        <w:t>ам вместе с ней в качестве отдельного документа.</w:t>
      </w:r>
    </w:p>
    <w:p w:rsidR="000A0A57" w:rsidRPr="002F04BF" w:rsidRDefault="000A0A57" w:rsidP="000A0A57">
      <w:pPr>
        <w:tabs>
          <w:tab w:val="left" w:pos="1134"/>
        </w:tabs>
        <w:spacing w:before="100" w:beforeAutospacing="1" w:line="240" w:lineRule="auto"/>
        <w:ind w:left="1134" w:firstLine="0"/>
        <w:rPr>
          <w:b/>
          <w:sz w:val="22"/>
          <w:szCs w:val="22"/>
          <w:u w:val="single"/>
        </w:rPr>
      </w:pPr>
      <w:r w:rsidRPr="002F04BF">
        <w:rPr>
          <w:b/>
          <w:sz w:val="22"/>
          <w:szCs w:val="22"/>
          <w:u w:val="single"/>
        </w:rPr>
        <w:t>Примечание:</w:t>
      </w:r>
    </w:p>
    <w:p w:rsidR="000A0A57" w:rsidRPr="000A0A57" w:rsidRDefault="000A0A57" w:rsidP="000A0A57">
      <w:pPr>
        <w:numPr>
          <w:ilvl w:val="1"/>
          <w:numId w:val="22"/>
        </w:numPr>
        <w:tabs>
          <w:tab w:val="left" w:pos="1134"/>
        </w:tabs>
        <w:spacing w:before="100" w:beforeAutospacing="1" w:line="240" w:lineRule="auto"/>
        <w:rPr>
          <w:sz w:val="22"/>
          <w:szCs w:val="22"/>
        </w:rPr>
      </w:pPr>
      <w:r w:rsidRPr="000A0A57">
        <w:rPr>
          <w:sz w:val="22"/>
          <w:szCs w:val="22"/>
        </w:rPr>
        <w:t xml:space="preserve">В случае несогласия с условиями проекта договора </w:t>
      </w:r>
      <w:r w:rsidR="00CB66DA">
        <w:rPr>
          <w:sz w:val="22"/>
          <w:szCs w:val="22"/>
        </w:rPr>
        <w:t>Поставщик</w:t>
      </w:r>
      <w:r w:rsidRPr="000A0A57">
        <w:rPr>
          <w:sz w:val="22"/>
          <w:szCs w:val="22"/>
        </w:rPr>
        <w:t xml:space="preserve">у необходимо сформировать предполагаемый протокол разногласий и приложить его к </w:t>
      </w:r>
      <w:r w:rsidR="00257208">
        <w:rPr>
          <w:sz w:val="22"/>
          <w:szCs w:val="22"/>
        </w:rPr>
        <w:t>предложению</w:t>
      </w:r>
      <w:r w:rsidRPr="000A0A57">
        <w:rPr>
          <w:sz w:val="22"/>
          <w:szCs w:val="22"/>
        </w:rPr>
        <w:t xml:space="preserve"> </w:t>
      </w:r>
      <w:r w:rsidR="00CB66DA">
        <w:rPr>
          <w:sz w:val="22"/>
          <w:szCs w:val="22"/>
        </w:rPr>
        <w:t>Поставщик</w:t>
      </w:r>
      <w:r w:rsidRPr="000A0A57">
        <w:rPr>
          <w:sz w:val="22"/>
          <w:szCs w:val="22"/>
        </w:rPr>
        <w:t>а.</w:t>
      </w:r>
    </w:p>
    <w:p w:rsidR="005844ED" w:rsidRPr="000A0A57" w:rsidRDefault="000A0A57" w:rsidP="00B80AF0">
      <w:pPr>
        <w:numPr>
          <w:ilvl w:val="1"/>
          <w:numId w:val="22"/>
        </w:numPr>
        <w:tabs>
          <w:tab w:val="clear" w:pos="1707"/>
          <w:tab w:val="left" w:pos="1134"/>
        </w:tabs>
        <w:spacing w:before="100" w:beforeAutospacing="1" w:line="240" w:lineRule="auto"/>
        <w:rPr>
          <w:sz w:val="22"/>
          <w:szCs w:val="22"/>
        </w:rPr>
      </w:pPr>
      <w:r w:rsidRPr="000A0A57">
        <w:rPr>
          <w:sz w:val="22"/>
          <w:szCs w:val="22"/>
        </w:rPr>
        <w:t>Настоящий проект Договора не является окончательным, редакция Договора может быть изменена Заказчиком.</w:t>
      </w:r>
    </w:p>
    <w:p w:rsidR="00381292" w:rsidRPr="007417E6" w:rsidRDefault="00381292" w:rsidP="001D61D0">
      <w:pPr>
        <w:pStyle w:val="1"/>
        <w:spacing w:before="100" w:beforeAutospacing="1" w:after="100" w:afterAutospacing="1"/>
        <w:rPr>
          <w:rFonts w:ascii="Times New Roman" w:hAnsi="Times New Roman"/>
          <w:sz w:val="22"/>
          <w:szCs w:val="22"/>
        </w:rPr>
      </w:pPr>
      <w:bookmarkStart w:id="117" w:name="_Toc318207978"/>
      <w:r w:rsidRPr="007417E6">
        <w:rPr>
          <w:rFonts w:ascii="Times New Roman" w:hAnsi="Times New Roman"/>
          <w:sz w:val="22"/>
          <w:szCs w:val="22"/>
        </w:rPr>
        <w:lastRenderedPageBreak/>
        <w:t xml:space="preserve">Порядок проведения запроса предложений. Инструкции по подготовке </w:t>
      </w:r>
      <w:bookmarkEnd w:id="85"/>
      <w:bookmarkEnd w:id="86"/>
      <w:bookmarkEnd w:id="87"/>
      <w:bookmarkEnd w:id="88"/>
      <w:r w:rsidRPr="007417E6">
        <w:rPr>
          <w:rFonts w:ascii="Times New Roman" w:hAnsi="Times New Roman"/>
          <w:sz w:val="22"/>
          <w:szCs w:val="22"/>
        </w:rPr>
        <w:t>Предложений</w:t>
      </w:r>
      <w:bookmarkEnd w:id="90"/>
      <w:bookmarkEnd w:id="112"/>
      <w:bookmarkEnd w:id="113"/>
      <w:bookmarkEnd w:id="117"/>
    </w:p>
    <w:p w:rsidR="00381292" w:rsidRPr="007417E6" w:rsidRDefault="00381292" w:rsidP="00563125">
      <w:pPr>
        <w:pStyle w:val="2"/>
        <w:spacing w:before="100" w:beforeAutospacing="1" w:after="100" w:afterAutospacing="1"/>
        <w:rPr>
          <w:sz w:val="22"/>
          <w:szCs w:val="22"/>
        </w:rPr>
      </w:pPr>
      <w:bookmarkStart w:id="118" w:name="_Ref440305687"/>
      <w:bookmarkStart w:id="119" w:name="_Toc518119235"/>
      <w:bookmarkStart w:id="120" w:name="_Toc55193148"/>
      <w:bookmarkStart w:id="121" w:name="_Toc55285342"/>
      <w:bookmarkStart w:id="122" w:name="_Toc55305379"/>
      <w:bookmarkStart w:id="123" w:name="_Toc57314641"/>
      <w:bookmarkStart w:id="124" w:name="_Toc69728964"/>
      <w:bookmarkStart w:id="125" w:name="_Toc125426191"/>
      <w:bookmarkStart w:id="126" w:name="_Toc318207979"/>
      <w:bookmarkEnd w:id="89"/>
      <w:r w:rsidRPr="007417E6">
        <w:rPr>
          <w:sz w:val="22"/>
          <w:szCs w:val="22"/>
        </w:rPr>
        <w:t xml:space="preserve">Общий порядок проведения </w:t>
      </w:r>
      <w:bookmarkEnd w:id="118"/>
      <w:bookmarkEnd w:id="119"/>
      <w:bookmarkEnd w:id="120"/>
      <w:bookmarkEnd w:id="121"/>
      <w:bookmarkEnd w:id="122"/>
      <w:bookmarkEnd w:id="123"/>
      <w:bookmarkEnd w:id="124"/>
      <w:r w:rsidRPr="007417E6">
        <w:rPr>
          <w:sz w:val="22"/>
          <w:szCs w:val="22"/>
        </w:rPr>
        <w:t>запроса предложений</w:t>
      </w:r>
      <w:bookmarkEnd w:id="125"/>
      <w:bookmarkEnd w:id="126"/>
    </w:p>
    <w:p w:rsidR="00381292" w:rsidRPr="007417E6" w:rsidRDefault="00AC44E7" w:rsidP="001D61D0">
      <w:pPr>
        <w:pStyle w:val="a0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2"/>
          <w:szCs w:val="22"/>
        </w:rPr>
      </w:pPr>
      <w:r>
        <w:rPr>
          <w:sz w:val="22"/>
          <w:szCs w:val="22"/>
        </w:rPr>
        <w:t>З</w:t>
      </w:r>
      <w:r w:rsidR="004B433F" w:rsidRPr="007417E6">
        <w:rPr>
          <w:sz w:val="22"/>
          <w:szCs w:val="22"/>
        </w:rPr>
        <w:t>апро</w:t>
      </w:r>
      <w:r w:rsidR="00381292" w:rsidRPr="007417E6">
        <w:rPr>
          <w:sz w:val="22"/>
          <w:szCs w:val="22"/>
        </w:rPr>
        <w:t>с предложений проводится в сл</w:t>
      </w:r>
      <w:r w:rsidR="00381292" w:rsidRPr="007417E6">
        <w:rPr>
          <w:sz w:val="22"/>
          <w:szCs w:val="22"/>
        </w:rPr>
        <w:t>е</w:t>
      </w:r>
      <w:r w:rsidR="00381292" w:rsidRPr="007417E6">
        <w:rPr>
          <w:sz w:val="22"/>
          <w:szCs w:val="22"/>
        </w:rPr>
        <w:t>дующем порядке:</w:t>
      </w:r>
    </w:p>
    <w:p w:rsidR="00381292" w:rsidRPr="007417E6" w:rsidRDefault="00381292" w:rsidP="00FD2C88">
      <w:pPr>
        <w:pStyle w:val="a2"/>
        <w:spacing w:before="60" w:line="240" w:lineRule="auto"/>
        <w:rPr>
          <w:sz w:val="22"/>
          <w:szCs w:val="22"/>
        </w:rPr>
      </w:pPr>
      <w:r w:rsidRPr="007417E6">
        <w:rPr>
          <w:sz w:val="22"/>
          <w:szCs w:val="22"/>
        </w:rPr>
        <w:t xml:space="preserve">Публикация Уведомления о проведении запроса предложений (подраздел </w:t>
      </w:r>
      <w:fldSimple w:instr=" REF _Ref55280418 \r \h  \* MERGEFORMAT ">
        <w:r w:rsidR="00C07197">
          <w:rPr>
            <w:sz w:val="22"/>
            <w:szCs w:val="22"/>
          </w:rPr>
          <w:t>4.2</w:t>
        </w:r>
      </w:fldSimple>
      <w:r w:rsidRPr="007417E6">
        <w:rPr>
          <w:sz w:val="22"/>
          <w:szCs w:val="22"/>
        </w:rPr>
        <w:t>), осуществляется однократно в течение всей процедуры З</w:t>
      </w:r>
      <w:r w:rsidRPr="007417E6">
        <w:rPr>
          <w:sz w:val="22"/>
          <w:szCs w:val="22"/>
        </w:rPr>
        <w:t>а</w:t>
      </w:r>
      <w:r w:rsidRPr="007417E6">
        <w:rPr>
          <w:sz w:val="22"/>
          <w:szCs w:val="22"/>
        </w:rPr>
        <w:t>проса предложений;</w:t>
      </w:r>
    </w:p>
    <w:p w:rsidR="00381292" w:rsidRPr="00B47706" w:rsidRDefault="00381292" w:rsidP="00FD2C88">
      <w:pPr>
        <w:pStyle w:val="a2"/>
        <w:spacing w:before="60" w:line="240" w:lineRule="auto"/>
        <w:rPr>
          <w:sz w:val="22"/>
          <w:szCs w:val="22"/>
        </w:rPr>
      </w:pPr>
      <w:r w:rsidRPr="007417E6">
        <w:rPr>
          <w:sz w:val="22"/>
          <w:szCs w:val="22"/>
        </w:rPr>
        <w:t xml:space="preserve">Предоставление Документации по запросу предложений </w:t>
      </w:r>
      <w:r w:rsidR="00CB66DA">
        <w:rPr>
          <w:sz w:val="22"/>
          <w:szCs w:val="22"/>
        </w:rPr>
        <w:t>Поставщик</w:t>
      </w:r>
      <w:r w:rsidR="00B957E8" w:rsidRPr="007417E6">
        <w:rPr>
          <w:sz w:val="22"/>
          <w:szCs w:val="22"/>
        </w:rPr>
        <w:t>а</w:t>
      </w:r>
      <w:r w:rsidR="00116227" w:rsidRPr="007417E6">
        <w:rPr>
          <w:sz w:val="22"/>
          <w:szCs w:val="22"/>
        </w:rPr>
        <w:t>м</w:t>
      </w:r>
      <w:r w:rsidRPr="007417E6">
        <w:rPr>
          <w:sz w:val="22"/>
          <w:szCs w:val="22"/>
        </w:rPr>
        <w:t xml:space="preserve"> (подраздел </w:t>
      </w:r>
      <w:fldSimple w:instr=" REF _Ref55280429 \r \h  \* MERGEFORMAT ">
        <w:r w:rsidR="00C07197">
          <w:rPr>
            <w:sz w:val="22"/>
            <w:szCs w:val="22"/>
          </w:rPr>
          <w:t>4.3</w:t>
        </w:r>
      </w:fldSimple>
      <w:r w:rsidRPr="007417E6">
        <w:rPr>
          <w:sz w:val="22"/>
          <w:szCs w:val="22"/>
        </w:rPr>
        <w:t>)</w:t>
      </w:r>
      <w:r w:rsidRPr="00B47706">
        <w:rPr>
          <w:sz w:val="22"/>
          <w:szCs w:val="22"/>
        </w:rPr>
        <w:t>;</w:t>
      </w:r>
    </w:p>
    <w:p w:rsidR="00381292" w:rsidRPr="00BF00C9" w:rsidRDefault="00381292" w:rsidP="00FD2C88">
      <w:pPr>
        <w:pStyle w:val="a2"/>
        <w:spacing w:before="60" w:line="240" w:lineRule="auto"/>
        <w:rPr>
          <w:sz w:val="22"/>
          <w:szCs w:val="22"/>
        </w:rPr>
      </w:pPr>
      <w:r w:rsidRPr="007417E6">
        <w:rPr>
          <w:sz w:val="22"/>
          <w:szCs w:val="22"/>
        </w:rPr>
        <w:t xml:space="preserve">Подготовка </w:t>
      </w:r>
      <w:r w:rsidR="00CB66DA">
        <w:rPr>
          <w:sz w:val="22"/>
          <w:szCs w:val="22"/>
        </w:rPr>
        <w:t>Поставщик</w:t>
      </w:r>
      <w:r w:rsidRPr="007417E6">
        <w:rPr>
          <w:sz w:val="22"/>
          <w:szCs w:val="22"/>
        </w:rPr>
        <w:t xml:space="preserve">ами своих Предложений и разъяснение </w:t>
      </w:r>
      <w:r w:rsidR="00803E24" w:rsidRPr="007417E6">
        <w:rPr>
          <w:sz w:val="22"/>
          <w:szCs w:val="22"/>
        </w:rPr>
        <w:t>Организатором</w:t>
      </w:r>
      <w:r w:rsidRPr="007417E6">
        <w:rPr>
          <w:sz w:val="22"/>
          <w:szCs w:val="22"/>
        </w:rPr>
        <w:t xml:space="preserve"> Документации по запросу предложений, если необходимо (по</w:t>
      </w:r>
      <w:r w:rsidRPr="007417E6">
        <w:rPr>
          <w:sz w:val="22"/>
          <w:szCs w:val="22"/>
        </w:rPr>
        <w:t>д</w:t>
      </w:r>
      <w:r w:rsidRPr="007417E6">
        <w:rPr>
          <w:sz w:val="22"/>
          <w:szCs w:val="22"/>
        </w:rPr>
        <w:t>раздел </w:t>
      </w:r>
      <w:fldSimple w:instr=" REF _Ref55280436 \r \h  \* MERGEFORMAT ">
        <w:r w:rsidR="00C07197">
          <w:rPr>
            <w:sz w:val="22"/>
            <w:szCs w:val="22"/>
          </w:rPr>
          <w:t>4.4</w:t>
        </w:r>
      </w:fldSimple>
      <w:r w:rsidRPr="007417E6">
        <w:rPr>
          <w:sz w:val="22"/>
          <w:szCs w:val="22"/>
        </w:rPr>
        <w:t>)</w:t>
      </w:r>
      <w:r w:rsidR="00B47706">
        <w:rPr>
          <w:sz w:val="22"/>
          <w:szCs w:val="22"/>
        </w:rPr>
        <w:t>;</w:t>
      </w:r>
    </w:p>
    <w:p w:rsidR="00381292" w:rsidRPr="00BF00C9" w:rsidRDefault="00381292" w:rsidP="00FD2C88">
      <w:pPr>
        <w:pStyle w:val="a2"/>
        <w:spacing w:before="60" w:line="240" w:lineRule="auto"/>
        <w:rPr>
          <w:sz w:val="22"/>
          <w:szCs w:val="22"/>
        </w:rPr>
      </w:pPr>
      <w:r w:rsidRPr="007417E6">
        <w:rPr>
          <w:sz w:val="22"/>
          <w:szCs w:val="22"/>
        </w:rPr>
        <w:t xml:space="preserve">Подача Предложений и их прием (подраздел </w:t>
      </w:r>
      <w:fldSimple w:instr=" REF _Ref55280443 \r \h  \* MERGEFORMAT ">
        <w:r w:rsidR="00C07197">
          <w:rPr>
            <w:sz w:val="22"/>
            <w:szCs w:val="22"/>
          </w:rPr>
          <w:t>4.7</w:t>
        </w:r>
      </w:fldSimple>
      <w:r w:rsidRPr="007417E6">
        <w:rPr>
          <w:sz w:val="22"/>
          <w:szCs w:val="22"/>
        </w:rPr>
        <w:t>)</w:t>
      </w:r>
      <w:r w:rsidRPr="00BF00C9">
        <w:rPr>
          <w:sz w:val="22"/>
          <w:szCs w:val="22"/>
        </w:rPr>
        <w:t>;</w:t>
      </w:r>
    </w:p>
    <w:p w:rsidR="00381292" w:rsidRPr="00BF00C9" w:rsidRDefault="00381292" w:rsidP="00FD2C88">
      <w:pPr>
        <w:pStyle w:val="a2"/>
        <w:spacing w:before="60" w:line="240" w:lineRule="auto"/>
        <w:rPr>
          <w:sz w:val="22"/>
          <w:szCs w:val="22"/>
        </w:rPr>
      </w:pPr>
      <w:r w:rsidRPr="007417E6">
        <w:rPr>
          <w:sz w:val="22"/>
          <w:szCs w:val="22"/>
        </w:rPr>
        <w:t xml:space="preserve">Оценка Предложений (подраздел </w:t>
      </w:r>
      <w:fldSimple w:instr=" REF _Ref55280453 \r \h  \* MERGEFORMAT ">
        <w:r w:rsidR="00C07197">
          <w:rPr>
            <w:sz w:val="22"/>
            <w:szCs w:val="22"/>
          </w:rPr>
          <w:t>4.9</w:t>
        </w:r>
      </w:fldSimple>
      <w:r w:rsidRPr="007417E6">
        <w:rPr>
          <w:sz w:val="22"/>
          <w:szCs w:val="22"/>
        </w:rPr>
        <w:t>)</w:t>
      </w:r>
      <w:r w:rsidRPr="00BF00C9">
        <w:rPr>
          <w:sz w:val="22"/>
          <w:szCs w:val="22"/>
        </w:rPr>
        <w:t>;</w:t>
      </w:r>
    </w:p>
    <w:p w:rsidR="00381292" w:rsidRPr="007417E6" w:rsidRDefault="00381292" w:rsidP="00FD2C88">
      <w:pPr>
        <w:pStyle w:val="a2"/>
        <w:spacing w:before="60" w:line="240" w:lineRule="auto"/>
        <w:rPr>
          <w:sz w:val="22"/>
          <w:szCs w:val="22"/>
        </w:rPr>
      </w:pPr>
      <w:r w:rsidRPr="007417E6">
        <w:rPr>
          <w:sz w:val="22"/>
          <w:szCs w:val="22"/>
        </w:rPr>
        <w:t>Подписание Договор</w:t>
      </w:r>
      <w:r w:rsidR="005438B1" w:rsidRPr="007417E6">
        <w:rPr>
          <w:sz w:val="22"/>
          <w:szCs w:val="22"/>
        </w:rPr>
        <w:t>а</w:t>
      </w:r>
      <w:r w:rsidRPr="007417E6">
        <w:rPr>
          <w:sz w:val="22"/>
          <w:szCs w:val="22"/>
        </w:rPr>
        <w:t xml:space="preserve"> (подраздел </w:t>
      </w:r>
      <w:fldSimple w:instr=" REF _Ref55280474 \r \h  \* MERGEFORMAT ">
        <w:r w:rsidR="00C07197">
          <w:rPr>
            <w:sz w:val="22"/>
            <w:szCs w:val="22"/>
          </w:rPr>
          <w:t>4.10</w:t>
        </w:r>
      </w:fldSimple>
      <w:r w:rsidRPr="007417E6">
        <w:rPr>
          <w:sz w:val="22"/>
          <w:szCs w:val="22"/>
        </w:rPr>
        <w:t>),</w:t>
      </w:r>
      <w:r w:rsidR="00AE23AB" w:rsidRPr="007417E6">
        <w:rPr>
          <w:sz w:val="22"/>
          <w:szCs w:val="22"/>
        </w:rPr>
        <w:t xml:space="preserve"> </w:t>
      </w:r>
      <w:r w:rsidRPr="007417E6">
        <w:rPr>
          <w:sz w:val="22"/>
          <w:szCs w:val="22"/>
        </w:rPr>
        <w:t>в течение всей процедуры Запр</w:t>
      </w:r>
      <w:r w:rsidRPr="007417E6">
        <w:rPr>
          <w:sz w:val="22"/>
          <w:szCs w:val="22"/>
        </w:rPr>
        <w:t>о</w:t>
      </w:r>
      <w:r w:rsidRPr="007417E6">
        <w:rPr>
          <w:sz w:val="22"/>
          <w:szCs w:val="22"/>
        </w:rPr>
        <w:t>са предложений;</w:t>
      </w:r>
    </w:p>
    <w:p w:rsidR="00381292" w:rsidRPr="007417E6" w:rsidRDefault="00381292" w:rsidP="00FD2C88">
      <w:pPr>
        <w:pStyle w:val="a2"/>
        <w:spacing w:before="60" w:line="240" w:lineRule="auto"/>
        <w:rPr>
          <w:sz w:val="22"/>
          <w:szCs w:val="22"/>
        </w:rPr>
      </w:pPr>
      <w:r w:rsidRPr="007417E6">
        <w:rPr>
          <w:sz w:val="22"/>
          <w:szCs w:val="22"/>
        </w:rPr>
        <w:t xml:space="preserve">Уведомление </w:t>
      </w:r>
      <w:r w:rsidR="00CB66DA">
        <w:rPr>
          <w:sz w:val="22"/>
          <w:szCs w:val="22"/>
        </w:rPr>
        <w:t>Поставщик</w:t>
      </w:r>
      <w:r w:rsidRPr="007417E6">
        <w:rPr>
          <w:sz w:val="22"/>
          <w:szCs w:val="22"/>
        </w:rPr>
        <w:t>ов о результатах запроса предложений (по</w:t>
      </w:r>
      <w:r w:rsidRPr="007417E6">
        <w:rPr>
          <w:sz w:val="22"/>
          <w:szCs w:val="22"/>
        </w:rPr>
        <w:t>д</w:t>
      </w:r>
      <w:r w:rsidRPr="007417E6">
        <w:rPr>
          <w:sz w:val="22"/>
          <w:szCs w:val="22"/>
        </w:rPr>
        <w:t xml:space="preserve">раздел </w:t>
      </w:r>
      <w:fldSimple w:instr=" REF _Ref55280483 \r \h  \* MERGEFORMAT ">
        <w:r w:rsidR="00C07197">
          <w:rPr>
            <w:sz w:val="22"/>
            <w:szCs w:val="22"/>
          </w:rPr>
          <w:t>4.11</w:t>
        </w:r>
      </w:fldSimple>
      <w:r w:rsidRPr="007417E6">
        <w:rPr>
          <w:sz w:val="22"/>
          <w:szCs w:val="22"/>
        </w:rPr>
        <w:t>), осуществляется однократно в течение всей процедуры Запроса предложений.</w:t>
      </w:r>
    </w:p>
    <w:p w:rsidR="00381292" w:rsidRPr="007417E6" w:rsidRDefault="00381292" w:rsidP="004B1B24">
      <w:pPr>
        <w:pStyle w:val="2"/>
        <w:spacing w:before="100" w:beforeAutospacing="1" w:after="100" w:afterAutospacing="1"/>
        <w:rPr>
          <w:sz w:val="22"/>
          <w:szCs w:val="22"/>
        </w:rPr>
      </w:pPr>
      <w:bookmarkStart w:id="127" w:name="_Ref55280418"/>
      <w:bookmarkStart w:id="128" w:name="_Toc55285343"/>
      <w:bookmarkStart w:id="129" w:name="_Toc55305380"/>
      <w:bookmarkStart w:id="130" w:name="_Toc57314642"/>
      <w:bookmarkStart w:id="131" w:name="_Toc69728965"/>
      <w:bookmarkStart w:id="132" w:name="_Toc125426192"/>
      <w:bookmarkStart w:id="133" w:name="_Toc318207980"/>
      <w:r w:rsidRPr="007417E6">
        <w:rPr>
          <w:sz w:val="22"/>
          <w:szCs w:val="22"/>
        </w:rPr>
        <w:t xml:space="preserve">Публикация </w:t>
      </w:r>
      <w:bookmarkEnd w:id="127"/>
      <w:bookmarkEnd w:id="128"/>
      <w:bookmarkEnd w:id="129"/>
      <w:bookmarkEnd w:id="130"/>
      <w:bookmarkEnd w:id="131"/>
      <w:r w:rsidRPr="007417E6">
        <w:rPr>
          <w:sz w:val="22"/>
          <w:szCs w:val="22"/>
        </w:rPr>
        <w:t>Уведомления о проведении запроса предложений</w:t>
      </w:r>
      <w:bookmarkEnd w:id="132"/>
      <w:bookmarkEnd w:id="133"/>
    </w:p>
    <w:p w:rsidR="00381292" w:rsidRPr="007417E6" w:rsidRDefault="00381292" w:rsidP="001D61D0">
      <w:pPr>
        <w:pStyle w:val="a0"/>
        <w:numPr>
          <w:ilvl w:val="2"/>
          <w:numId w:val="5"/>
        </w:numPr>
        <w:tabs>
          <w:tab w:val="num" w:pos="1134"/>
          <w:tab w:val="num" w:pos="1418"/>
        </w:tabs>
        <w:spacing w:line="240" w:lineRule="auto"/>
        <w:ind w:left="1134"/>
        <w:rPr>
          <w:sz w:val="22"/>
          <w:szCs w:val="22"/>
        </w:rPr>
      </w:pPr>
      <w:r w:rsidRPr="007417E6">
        <w:rPr>
          <w:sz w:val="22"/>
          <w:szCs w:val="22"/>
        </w:rPr>
        <w:t>Уведомление о проведении запроса предложений было опубликовано в порядке, ук</w:t>
      </w:r>
      <w:r w:rsidRPr="007417E6">
        <w:rPr>
          <w:sz w:val="22"/>
          <w:szCs w:val="22"/>
        </w:rPr>
        <w:t>а</w:t>
      </w:r>
      <w:r w:rsidRPr="007417E6">
        <w:rPr>
          <w:sz w:val="22"/>
          <w:szCs w:val="22"/>
        </w:rPr>
        <w:t xml:space="preserve">занном в пункте </w:t>
      </w:r>
      <w:fldSimple w:instr=" REF _Ref55193512 \r \h  \* MERGEFORMAT ">
        <w:r w:rsidR="00C07197">
          <w:rPr>
            <w:sz w:val="22"/>
            <w:szCs w:val="22"/>
          </w:rPr>
          <w:t>1.1.1</w:t>
        </w:r>
      </w:fldSimple>
      <w:r w:rsidRPr="007417E6">
        <w:rPr>
          <w:sz w:val="22"/>
          <w:szCs w:val="22"/>
        </w:rPr>
        <w:t>.</w:t>
      </w:r>
    </w:p>
    <w:p w:rsidR="00381292" w:rsidRPr="007417E6" w:rsidRDefault="00381292" w:rsidP="004B1B24">
      <w:pPr>
        <w:pStyle w:val="2"/>
        <w:spacing w:before="100" w:beforeAutospacing="1" w:after="100" w:afterAutospacing="1"/>
        <w:rPr>
          <w:sz w:val="22"/>
          <w:szCs w:val="22"/>
        </w:rPr>
      </w:pPr>
      <w:bookmarkStart w:id="134" w:name="_Ref55280429"/>
      <w:bookmarkStart w:id="135" w:name="_Toc55285344"/>
      <w:bookmarkStart w:id="136" w:name="_Toc55305381"/>
      <w:bookmarkStart w:id="137" w:name="_Toc57314643"/>
      <w:bookmarkStart w:id="138" w:name="_Toc69728966"/>
      <w:bookmarkStart w:id="139" w:name="_Toc125426193"/>
      <w:bookmarkStart w:id="140" w:name="_Toc318207981"/>
      <w:r w:rsidRPr="007417E6">
        <w:rPr>
          <w:sz w:val="22"/>
          <w:szCs w:val="22"/>
        </w:rPr>
        <w:t xml:space="preserve">Предоставление </w:t>
      </w:r>
      <w:bookmarkEnd w:id="134"/>
      <w:bookmarkEnd w:id="135"/>
      <w:bookmarkEnd w:id="136"/>
      <w:bookmarkEnd w:id="137"/>
      <w:bookmarkEnd w:id="138"/>
      <w:r w:rsidRPr="007417E6">
        <w:rPr>
          <w:sz w:val="22"/>
          <w:szCs w:val="22"/>
        </w:rPr>
        <w:t xml:space="preserve">Документации по запросу предложений </w:t>
      </w:r>
      <w:bookmarkEnd w:id="139"/>
      <w:r w:rsidR="00CB66DA">
        <w:rPr>
          <w:sz w:val="22"/>
          <w:szCs w:val="22"/>
        </w:rPr>
        <w:t>Поставщик</w:t>
      </w:r>
      <w:r w:rsidRPr="007417E6">
        <w:rPr>
          <w:sz w:val="22"/>
          <w:szCs w:val="22"/>
        </w:rPr>
        <w:t>ам</w:t>
      </w:r>
      <w:bookmarkEnd w:id="140"/>
    </w:p>
    <w:p w:rsidR="00381292" w:rsidRPr="007417E6" w:rsidRDefault="00F753C8" w:rsidP="001D61D0">
      <w:pPr>
        <w:pStyle w:val="a0"/>
        <w:tabs>
          <w:tab w:val="num" w:pos="1134"/>
        </w:tabs>
        <w:spacing w:line="240" w:lineRule="auto"/>
        <w:ind w:left="1134"/>
        <w:rPr>
          <w:sz w:val="22"/>
          <w:szCs w:val="22"/>
        </w:rPr>
      </w:pPr>
      <w:bookmarkStart w:id="141" w:name="_Ref55277592"/>
      <w:r>
        <w:rPr>
          <w:sz w:val="22"/>
          <w:szCs w:val="22"/>
        </w:rPr>
        <w:t>Поставщики</w:t>
      </w:r>
      <w:r w:rsidR="007D3A7E" w:rsidRPr="007D3A7E">
        <w:rPr>
          <w:sz w:val="22"/>
          <w:szCs w:val="22"/>
        </w:rPr>
        <w:t xml:space="preserve"> должны получить Документацию по запросу предложений в порядке, указанном в Уведомлении о проведении запроса предложений</w:t>
      </w:r>
      <w:r w:rsidR="00381292" w:rsidRPr="007417E6">
        <w:rPr>
          <w:sz w:val="22"/>
          <w:szCs w:val="22"/>
        </w:rPr>
        <w:t>.</w:t>
      </w:r>
      <w:bookmarkEnd w:id="141"/>
    </w:p>
    <w:p w:rsidR="00381292" w:rsidRPr="007417E6" w:rsidRDefault="00381292" w:rsidP="001D61D0">
      <w:pPr>
        <w:pStyle w:val="2"/>
        <w:spacing w:before="100" w:beforeAutospacing="1" w:after="100" w:afterAutospacing="1"/>
        <w:rPr>
          <w:sz w:val="22"/>
          <w:szCs w:val="22"/>
        </w:rPr>
      </w:pPr>
      <w:bookmarkStart w:id="142" w:name="_Ref55280436"/>
      <w:bookmarkStart w:id="143" w:name="_Toc55285345"/>
      <w:bookmarkStart w:id="144" w:name="_Toc55305382"/>
      <w:bookmarkStart w:id="145" w:name="_Toc57314644"/>
      <w:bookmarkStart w:id="146" w:name="_Toc69728967"/>
      <w:bookmarkStart w:id="147" w:name="_Toc125426194"/>
      <w:bookmarkStart w:id="148" w:name="_Toc318207982"/>
      <w:r w:rsidRPr="007417E6">
        <w:rPr>
          <w:sz w:val="22"/>
          <w:szCs w:val="22"/>
        </w:rPr>
        <w:t xml:space="preserve">Подготовка </w:t>
      </w:r>
      <w:bookmarkEnd w:id="142"/>
      <w:bookmarkEnd w:id="143"/>
      <w:bookmarkEnd w:id="144"/>
      <w:bookmarkEnd w:id="145"/>
      <w:bookmarkEnd w:id="146"/>
      <w:r w:rsidRPr="007417E6">
        <w:rPr>
          <w:sz w:val="22"/>
          <w:szCs w:val="22"/>
        </w:rPr>
        <w:t>Предложений</w:t>
      </w:r>
      <w:bookmarkEnd w:id="147"/>
      <w:bookmarkEnd w:id="148"/>
    </w:p>
    <w:p w:rsidR="00381292" w:rsidRPr="007417E6" w:rsidRDefault="00381292" w:rsidP="00563125">
      <w:pPr>
        <w:pStyle w:val="21"/>
        <w:tabs>
          <w:tab w:val="num" w:pos="1134"/>
        </w:tabs>
        <w:spacing w:before="0" w:after="100" w:afterAutospacing="1"/>
        <w:ind w:left="1134"/>
        <w:rPr>
          <w:sz w:val="22"/>
          <w:szCs w:val="22"/>
        </w:rPr>
      </w:pPr>
      <w:bookmarkStart w:id="149" w:name="_Ref56229154"/>
      <w:bookmarkStart w:id="150" w:name="_Toc57314645"/>
      <w:bookmarkStart w:id="151" w:name="_Toc125426195"/>
      <w:r w:rsidRPr="007417E6">
        <w:rPr>
          <w:sz w:val="22"/>
          <w:szCs w:val="22"/>
        </w:rPr>
        <w:t xml:space="preserve">Общие требования к </w:t>
      </w:r>
      <w:bookmarkEnd w:id="149"/>
      <w:bookmarkEnd w:id="150"/>
      <w:r w:rsidRPr="007417E6">
        <w:rPr>
          <w:sz w:val="22"/>
          <w:szCs w:val="22"/>
        </w:rPr>
        <w:t>Предложению</w:t>
      </w:r>
      <w:bookmarkEnd w:id="151"/>
    </w:p>
    <w:p w:rsidR="00381292" w:rsidRPr="007417E6" w:rsidRDefault="00CB66DA" w:rsidP="00C61D2B">
      <w:pPr>
        <w:pStyle w:val="a1"/>
        <w:spacing w:line="240" w:lineRule="auto"/>
        <w:rPr>
          <w:sz w:val="22"/>
          <w:szCs w:val="22"/>
        </w:rPr>
      </w:pPr>
      <w:bookmarkStart w:id="152" w:name="_Ref56235235"/>
      <w:r>
        <w:rPr>
          <w:sz w:val="22"/>
          <w:szCs w:val="22"/>
        </w:rPr>
        <w:t>Поставщик</w:t>
      </w:r>
      <w:r w:rsidR="00381292" w:rsidRPr="007417E6">
        <w:rPr>
          <w:sz w:val="22"/>
          <w:szCs w:val="22"/>
        </w:rPr>
        <w:t xml:space="preserve"> должен подготовить Предложение, включа</w:t>
      </w:r>
      <w:r w:rsidR="00381292" w:rsidRPr="007417E6">
        <w:rPr>
          <w:sz w:val="22"/>
          <w:szCs w:val="22"/>
        </w:rPr>
        <w:t>ю</w:t>
      </w:r>
      <w:r w:rsidR="00381292" w:rsidRPr="007417E6">
        <w:rPr>
          <w:sz w:val="22"/>
          <w:szCs w:val="22"/>
        </w:rPr>
        <w:t>щее:</w:t>
      </w:r>
    </w:p>
    <w:p w:rsidR="00381292" w:rsidRPr="007417E6" w:rsidRDefault="00381292" w:rsidP="00C5336A">
      <w:pPr>
        <w:pStyle w:val="a2"/>
        <w:spacing w:before="60" w:line="240" w:lineRule="auto"/>
        <w:rPr>
          <w:sz w:val="22"/>
          <w:szCs w:val="22"/>
        </w:rPr>
      </w:pPr>
      <w:r w:rsidRPr="007417E6">
        <w:rPr>
          <w:sz w:val="22"/>
          <w:szCs w:val="22"/>
        </w:rPr>
        <w:t>Письмо о подаче оферты по форме и в соответствии с инструкциями, приведенными в настоящей Документации по запросу предложений (подра</w:t>
      </w:r>
      <w:r w:rsidRPr="007417E6">
        <w:rPr>
          <w:sz w:val="22"/>
          <w:szCs w:val="22"/>
        </w:rPr>
        <w:t>з</w:t>
      </w:r>
      <w:r w:rsidRPr="007417E6">
        <w:rPr>
          <w:sz w:val="22"/>
          <w:szCs w:val="22"/>
        </w:rPr>
        <w:t>дел </w:t>
      </w:r>
      <w:fldSimple w:instr=" REF _Ref55336310 \r \h  \* MERGEFORMAT ">
        <w:r w:rsidR="00C07197">
          <w:rPr>
            <w:sz w:val="22"/>
            <w:szCs w:val="22"/>
          </w:rPr>
          <w:t>6.1</w:t>
        </w:r>
      </w:fldSimple>
      <w:r w:rsidRPr="007417E6">
        <w:rPr>
          <w:sz w:val="22"/>
          <w:szCs w:val="22"/>
        </w:rPr>
        <w:t>);</w:t>
      </w:r>
    </w:p>
    <w:p w:rsidR="00381292" w:rsidRPr="007417E6" w:rsidRDefault="00381292" w:rsidP="00C5336A">
      <w:pPr>
        <w:pStyle w:val="a2"/>
        <w:spacing w:before="60" w:line="240" w:lineRule="auto"/>
        <w:rPr>
          <w:sz w:val="22"/>
          <w:szCs w:val="22"/>
        </w:rPr>
      </w:pPr>
      <w:r w:rsidRPr="007417E6">
        <w:rPr>
          <w:sz w:val="22"/>
          <w:szCs w:val="22"/>
        </w:rPr>
        <w:t xml:space="preserve">Техническое предложение на </w:t>
      </w:r>
      <w:r w:rsidR="002935D3" w:rsidRPr="007417E6">
        <w:rPr>
          <w:sz w:val="22"/>
          <w:szCs w:val="22"/>
        </w:rPr>
        <w:t>поставку продукции</w:t>
      </w:r>
      <w:r w:rsidRPr="007417E6">
        <w:rPr>
          <w:sz w:val="22"/>
          <w:szCs w:val="22"/>
        </w:rPr>
        <w:t xml:space="preserve"> по форме и в соответс</w:t>
      </w:r>
      <w:r w:rsidRPr="007417E6">
        <w:rPr>
          <w:sz w:val="22"/>
          <w:szCs w:val="22"/>
        </w:rPr>
        <w:t>т</w:t>
      </w:r>
      <w:r w:rsidRPr="007417E6">
        <w:rPr>
          <w:sz w:val="22"/>
          <w:szCs w:val="22"/>
        </w:rPr>
        <w:t>вии с инструкциями, приведенными в настоящей Документации по запросу предложений (по</w:t>
      </w:r>
      <w:r w:rsidRPr="007417E6">
        <w:rPr>
          <w:sz w:val="22"/>
          <w:szCs w:val="22"/>
        </w:rPr>
        <w:t>д</w:t>
      </w:r>
      <w:r w:rsidRPr="007417E6">
        <w:rPr>
          <w:sz w:val="22"/>
          <w:szCs w:val="22"/>
        </w:rPr>
        <w:t>раздел </w:t>
      </w:r>
      <w:fldSimple w:instr=" REF _Ref55335821 \r \h  \* MERGEFORMAT ">
        <w:r w:rsidR="00C07197">
          <w:rPr>
            <w:sz w:val="22"/>
            <w:szCs w:val="22"/>
          </w:rPr>
          <w:t>6.2</w:t>
        </w:r>
      </w:fldSimple>
      <w:r w:rsidRPr="007417E6">
        <w:rPr>
          <w:sz w:val="22"/>
          <w:szCs w:val="22"/>
        </w:rPr>
        <w:t>);</w:t>
      </w:r>
    </w:p>
    <w:p w:rsidR="00381292" w:rsidRPr="007417E6" w:rsidRDefault="00381292" w:rsidP="00C5336A">
      <w:pPr>
        <w:pStyle w:val="a2"/>
        <w:spacing w:before="60" w:line="240" w:lineRule="auto"/>
        <w:rPr>
          <w:sz w:val="22"/>
          <w:szCs w:val="22"/>
        </w:rPr>
      </w:pPr>
      <w:r w:rsidRPr="007417E6">
        <w:rPr>
          <w:sz w:val="22"/>
          <w:szCs w:val="22"/>
        </w:rPr>
        <w:t>График поставки продукции по форме и в соответствии с инструкциями, приведенными в настоящей Документации по запросу предложений (подра</w:t>
      </w:r>
      <w:r w:rsidRPr="007417E6">
        <w:rPr>
          <w:sz w:val="22"/>
          <w:szCs w:val="22"/>
        </w:rPr>
        <w:t>з</w:t>
      </w:r>
      <w:r w:rsidRPr="007417E6">
        <w:rPr>
          <w:sz w:val="22"/>
          <w:szCs w:val="22"/>
        </w:rPr>
        <w:t xml:space="preserve">дел </w:t>
      </w:r>
      <w:r w:rsidR="002B750F">
        <w:rPr>
          <w:sz w:val="22"/>
          <w:szCs w:val="22"/>
        </w:rPr>
        <w:fldChar w:fldCharType="begin"/>
      </w:r>
      <w:r w:rsidR="002B750F">
        <w:rPr>
          <w:sz w:val="22"/>
          <w:szCs w:val="22"/>
        </w:rPr>
        <w:instrText xml:space="preserve"> REF _Ref274827938 \r \h </w:instrText>
      </w:r>
      <w:r w:rsidR="002B750F">
        <w:rPr>
          <w:sz w:val="22"/>
          <w:szCs w:val="22"/>
        </w:rPr>
      </w:r>
      <w:r w:rsidR="002B750F">
        <w:rPr>
          <w:sz w:val="22"/>
          <w:szCs w:val="22"/>
        </w:rPr>
        <w:fldChar w:fldCharType="separate"/>
      </w:r>
      <w:r w:rsidR="002B750F">
        <w:rPr>
          <w:sz w:val="22"/>
          <w:szCs w:val="22"/>
        </w:rPr>
        <w:t>6.3</w:t>
      </w:r>
      <w:r w:rsidR="002B750F">
        <w:rPr>
          <w:sz w:val="22"/>
          <w:szCs w:val="22"/>
        </w:rPr>
        <w:fldChar w:fldCharType="end"/>
      </w:r>
      <w:r w:rsidRPr="007417E6">
        <w:rPr>
          <w:sz w:val="22"/>
          <w:szCs w:val="22"/>
        </w:rPr>
        <w:t>);</w:t>
      </w:r>
    </w:p>
    <w:p w:rsidR="00381292" w:rsidRPr="00E429D1" w:rsidRDefault="00381292" w:rsidP="00C5336A">
      <w:pPr>
        <w:pStyle w:val="a2"/>
        <w:spacing w:before="60" w:line="240" w:lineRule="auto"/>
        <w:rPr>
          <w:sz w:val="22"/>
          <w:szCs w:val="22"/>
        </w:rPr>
      </w:pPr>
      <w:r w:rsidRPr="007417E6">
        <w:rPr>
          <w:sz w:val="22"/>
          <w:szCs w:val="22"/>
        </w:rPr>
        <w:t>Коммерческое предложение по форме и в соответствии с инструкциями, приведенными в настоящей Документации по запросу предложений (по</w:t>
      </w:r>
      <w:r w:rsidRPr="007417E6">
        <w:rPr>
          <w:sz w:val="22"/>
          <w:szCs w:val="22"/>
        </w:rPr>
        <w:t>д</w:t>
      </w:r>
      <w:r w:rsidRPr="007417E6">
        <w:rPr>
          <w:sz w:val="22"/>
          <w:szCs w:val="22"/>
        </w:rPr>
        <w:t xml:space="preserve">раздел </w:t>
      </w:r>
      <w:r w:rsidR="001864EC">
        <w:rPr>
          <w:sz w:val="22"/>
          <w:szCs w:val="22"/>
        </w:rPr>
        <w:fldChar w:fldCharType="begin"/>
      </w:r>
      <w:r w:rsidR="001864EC">
        <w:rPr>
          <w:sz w:val="22"/>
          <w:szCs w:val="22"/>
        </w:rPr>
        <w:instrText xml:space="preserve"> REF _Ref271557649 \r \h </w:instrText>
      </w:r>
      <w:r w:rsidR="001864EC">
        <w:rPr>
          <w:sz w:val="22"/>
          <w:szCs w:val="22"/>
        </w:rPr>
      </w:r>
      <w:r w:rsidR="001864EC">
        <w:rPr>
          <w:sz w:val="22"/>
          <w:szCs w:val="22"/>
        </w:rPr>
        <w:fldChar w:fldCharType="separate"/>
      </w:r>
      <w:r w:rsidR="001864EC">
        <w:rPr>
          <w:sz w:val="22"/>
          <w:szCs w:val="22"/>
        </w:rPr>
        <w:t>6.4</w:t>
      </w:r>
      <w:r w:rsidR="001864EC">
        <w:rPr>
          <w:sz w:val="22"/>
          <w:szCs w:val="22"/>
        </w:rPr>
        <w:fldChar w:fldCharType="end"/>
      </w:r>
      <w:r w:rsidRPr="007417E6">
        <w:rPr>
          <w:sz w:val="22"/>
          <w:szCs w:val="22"/>
        </w:rPr>
        <w:t>);</w:t>
      </w:r>
    </w:p>
    <w:p w:rsidR="00E429D1" w:rsidRPr="00E429D1" w:rsidRDefault="00E429D1" w:rsidP="00E429D1">
      <w:pPr>
        <w:pStyle w:val="a2"/>
        <w:spacing w:before="60" w:line="240" w:lineRule="auto"/>
        <w:rPr>
          <w:sz w:val="22"/>
          <w:szCs w:val="22"/>
        </w:rPr>
      </w:pPr>
      <w:r w:rsidRPr="00E429D1">
        <w:rPr>
          <w:sz w:val="22"/>
          <w:szCs w:val="22"/>
        </w:rPr>
        <w:t>Протокол разногласия к проекту договора по форме и в соответствии с инструкциями, приведенными в настоящей Документации по запросу предложений (по</w:t>
      </w:r>
      <w:r w:rsidRPr="00E429D1">
        <w:rPr>
          <w:sz w:val="22"/>
          <w:szCs w:val="22"/>
        </w:rPr>
        <w:t>д</w:t>
      </w:r>
      <w:r w:rsidRPr="00E429D1">
        <w:rPr>
          <w:sz w:val="22"/>
          <w:szCs w:val="22"/>
        </w:rPr>
        <w:t xml:space="preserve">раздел </w:t>
      </w:r>
      <w:fldSimple w:instr=" REF _Ref70131640 \r \h  \* MERGEFORMAT ">
        <w:r w:rsidRPr="00E429D1">
          <w:rPr>
            <w:sz w:val="22"/>
            <w:szCs w:val="22"/>
          </w:rPr>
          <w:t>6.</w:t>
        </w:r>
      </w:fldSimple>
      <w:r>
        <w:rPr>
          <w:sz w:val="22"/>
          <w:szCs w:val="22"/>
          <w:lang w:val="en-US"/>
        </w:rPr>
        <w:t>12</w:t>
      </w:r>
      <w:r w:rsidRPr="00E429D1">
        <w:rPr>
          <w:sz w:val="22"/>
          <w:szCs w:val="22"/>
        </w:rPr>
        <w:t>);</w:t>
      </w:r>
    </w:p>
    <w:p w:rsidR="00381292" w:rsidRPr="00FB1D53" w:rsidRDefault="00C606B2" w:rsidP="00C5336A">
      <w:pPr>
        <w:pStyle w:val="a2"/>
        <w:spacing w:before="60" w:line="240" w:lineRule="auto"/>
        <w:rPr>
          <w:sz w:val="22"/>
          <w:szCs w:val="22"/>
        </w:rPr>
      </w:pPr>
      <w:r w:rsidRPr="007417E6">
        <w:rPr>
          <w:sz w:val="22"/>
          <w:szCs w:val="22"/>
        </w:rPr>
        <w:t>Д</w:t>
      </w:r>
      <w:r w:rsidR="00381292" w:rsidRPr="007417E6">
        <w:rPr>
          <w:sz w:val="22"/>
          <w:szCs w:val="22"/>
        </w:rPr>
        <w:t xml:space="preserve">окументы, подтверждающие соответствие </w:t>
      </w:r>
      <w:r w:rsidR="00CB66DA">
        <w:rPr>
          <w:sz w:val="22"/>
          <w:szCs w:val="22"/>
        </w:rPr>
        <w:t>Поставщик</w:t>
      </w:r>
      <w:r w:rsidR="00381292" w:rsidRPr="007417E6">
        <w:rPr>
          <w:sz w:val="22"/>
          <w:szCs w:val="22"/>
        </w:rPr>
        <w:t xml:space="preserve">а требованиям настоящей </w:t>
      </w:r>
      <w:r w:rsidR="00381292" w:rsidRPr="00FB1D53">
        <w:rPr>
          <w:sz w:val="22"/>
          <w:szCs w:val="22"/>
        </w:rPr>
        <w:t>Документации по запросу предложений (подра</w:t>
      </w:r>
      <w:r w:rsidR="00381292" w:rsidRPr="00FB1D53">
        <w:rPr>
          <w:sz w:val="22"/>
          <w:szCs w:val="22"/>
        </w:rPr>
        <w:t>з</w:t>
      </w:r>
      <w:r w:rsidR="00381292" w:rsidRPr="00FB1D53">
        <w:rPr>
          <w:sz w:val="22"/>
          <w:szCs w:val="22"/>
        </w:rPr>
        <w:t xml:space="preserve">дел </w:t>
      </w:r>
      <w:fldSimple w:instr=" REF _Ref93088240 \r \h  \* MERGEFORMAT ">
        <w:r w:rsidR="00C07197" w:rsidRPr="00FB1D53">
          <w:rPr>
            <w:sz w:val="22"/>
            <w:szCs w:val="22"/>
          </w:rPr>
          <w:t>4.5</w:t>
        </w:r>
      </w:fldSimple>
      <w:r w:rsidR="00DD65F6" w:rsidRPr="00FB1D53">
        <w:rPr>
          <w:sz w:val="22"/>
          <w:szCs w:val="22"/>
        </w:rPr>
        <w:t xml:space="preserve"> и </w:t>
      </w:r>
      <w:fldSimple w:instr=" REF _Ref247513861 \r \h  \* MERGEFORMAT ">
        <w:r w:rsidR="00C07197" w:rsidRPr="00FB1D53">
          <w:rPr>
            <w:sz w:val="22"/>
            <w:szCs w:val="22"/>
          </w:rPr>
          <w:t>2.4</w:t>
        </w:r>
      </w:fldSimple>
      <w:r w:rsidR="00381292" w:rsidRPr="00FB1D53">
        <w:rPr>
          <w:sz w:val="22"/>
          <w:szCs w:val="22"/>
        </w:rPr>
        <w:t>)</w:t>
      </w:r>
      <w:bookmarkEnd w:id="152"/>
      <w:r w:rsidR="00570B1D" w:rsidRPr="00FB1D53">
        <w:rPr>
          <w:sz w:val="22"/>
          <w:szCs w:val="22"/>
        </w:rPr>
        <w:t>;</w:t>
      </w:r>
    </w:p>
    <w:p w:rsidR="00570B1D" w:rsidRPr="00FB1D53" w:rsidRDefault="00570B1D" w:rsidP="00C5336A">
      <w:pPr>
        <w:pStyle w:val="a2"/>
        <w:spacing w:before="60" w:line="240" w:lineRule="auto"/>
        <w:rPr>
          <w:sz w:val="22"/>
          <w:szCs w:val="22"/>
        </w:rPr>
      </w:pPr>
      <w:r w:rsidRPr="00FB1D53">
        <w:rPr>
          <w:sz w:val="22"/>
          <w:szCs w:val="22"/>
        </w:rPr>
        <w:t>Документы</w:t>
      </w:r>
      <w:r w:rsidR="00846C5A" w:rsidRPr="00FB1D53">
        <w:rPr>
          <w:sz w:val="22"/>
          <w:szCs w:val="22"/>
        </w:rPr>
        <w:t>,</w:t>
      </w:r>
      <w:r w:rsidRPr="00FB1D53">
        <w:rPr>
          <w:sz w:val="22"/>
          <w:szCs w:val="22"/>
        </w:rPr>
        <w:t xml:space="preserve"> подтверждающие соответствие поставляемой </w:t>
      </w:r>
      <w:r w:rsidR="00CB66DA" w:rsidRPr="00FB1D53">
        <w:rPr>
          <w:sz w:val="22"/>
          <w:szCs w:val="22"/>
        </w:rPr>
        <w:t>Поставщик</w:t>
      </w:r>
      <w:r w:rsidRPr="00FB1D53">
        <w:rPr>
          <w:sz w:val="22"/>
          <w:szCs w:val="22"/>
        </w:rPr>
        <w:t>ом продукции, установленным требованием пункта</w:t>
      </w:r>
      <w:r w:rsidR="00AC25DC" w:rsidRPr="00FB1D53">
        <w:rPr>
          <w:sz w:val="22"/>
          <w:szCs w:val="22"/>
        </w:rPr>
        <w:t xml:space="preserve"> </w:t>
      </w:r>
      <w:fldSimple w:instr=" REF _Ref194832984 \r \h  \* MERGEFORMAT ">
        <w:r w:rsidR="00C07197" w:rsidRPr="00FB1D53">
          <w:rPr>
            <w:sz w:val="22"/>
            <w:szCs w:val="22"/>
          </w:rPr>
          <w:t>2.3</w:t>
        </w:r>
      </w:fldSimple>
      <w:r w:rsidR="001861AF" w:rsidRPr="00FB1D53">
        <w:rPr>
          <w:sz w:val="22"/>
          <w:szCs w:val="22"/>
        </w:rPr>
        <w:t>;</w:t>
      </w:r>
    </w:p>
    <w:p w:rsidR="00A01313" w:rsidRPr="00FB1D53" w:rsidRDefault="00A01313" w:rsidP="00C5336A">
      <w:pPr>
        <w:pStyle w:val="a2"/>
        <w:spacing w:before="60" w:line="240" w:lineRule="auto"/>
        <w:rPr>
          <w:sz w:val="22"/>
          <w:szCs w:val="22"/>
        </w:rPr>
      </w:pPr>
      <w:r w:rsidRPr="00FB1D53">
        <w:rPr>
          <w:sz w:val="22"/>
          <w:szCs w:val="22"/>
        </w:rPr>
        <w:t>Информация о собственниках Поставщика (включая конечных бенеф</w:t>
      </w:r>
      <w:r w:rsidR="00504536" w:rsidRPr="00FB1D53">
        <w:rPr>
          <w:sz w:val="22"/>
          <w:szCs w:val="22"/>
        </w:rPr>
        <w:t>и</w:t>
      </w:r>
      <w:r w:rsidRPr="00FB1D53">
        <w:rPr>
          <w:sz w:val="22"/>
          <w:szCs w:val="22"/>
        </w:rPr>
        <w:t>циаров) (подраздел 6.13)</w:t>
      </w:r>
      <w:r w:rsidR="00FB1D53">
        <w:rPr>
          <w:sz w:val="22"/>
          <w:szCs w:val="22"/>
        </w:rPr>
        <w:t>.</w:t>
      </w:r>
    </w:p>
    <w:p w:rsidR="0076776B" w:rsidRPr="00A745EA" w:rsidRDefault="0076776B" w:rsidP="008F376D">
      <w:pPr>
        <w:pStyle w:val="a1"/>
        <w:spacing w:before="100" w:beforeAutospacing="1" w:line="240" w:lineRule="auto"/>
        <w:rPr>
          <w:sz w:val="22"/>
          <w:szCs w:val="22"/>
        </w:rPr>
      </w:pPr>
      <w:r w:rsidRPr="00A745EA">
        <w:rPr>
          <w:sz w:val="22"/>
          <w:szCs w:val="22"/>
        </w:rPr>
        <w:t xml:space="preserve">Также </w:t>
      </w:r>
      <w:r w:rsidR="00CB66DA" w:rsidRPr="00A745EA">
        <w:rPr>
          <w:sz w:val="22"/>
          <w:szCs w:val="22"/>
        </w:rPr>
        <w:t>Поставщик</w:t>
      </w:r>
      <w:r w:rsidRPr="00A745EA">
        <w:rPr>
          <w:sz w:val="22"/>
          <w:szCs w:val="22"/>
        </w:rPr>
        <w:t xml:space="preserve"> заполняет обязательные формы на </w:t>
      </w:r>
      <w:r w:rsidR="003335FF" w:rsidRPr="00A745EA">
        <w:rPr>
          <w:sz w:val="22"/>
          <w:szCs w:val="22"/>
        </w:rPr>
        <w:t>электронной торговой площадке ОАО «Холдинг МРСК»</w:t>
      </w:r>
      <w:r w:rsidR="0007763B" w:rsidRPr="00A745EA">
        <w:rPr>
          <w:sz w:val="22"/>
          <w:szCs w:val="22"/>
        </w:rPr>
        <w:t xml:space="preserve"> </w:t>
      </w:r>
      <w:hyperlink r:id="rId14" w:history="1">
        <w:r w:rsidR="00EF2A96" w:rsidRPr="00A745EA">
          <w:rPr>
            <w:rStyle w:val="a9"/>
            <w:sz w:val="22"/>
            <w:szCs w:val="22"/>
          </w:rPr>
          <w:t>www.b2b-</w:t>
        </w:r>
        <w:r w:rsidR="00EF2A96" w:rsidRPr="00A745EA">
          <w:rPr>
            <w:rStyle w:val="a9"/>
            <w:sz w:val="22"/>
            <w:szCs w:val="22"/>
            <w:lang w:val="en-US"/>
          </w:rPr>
          <w:t>mrsk</w:t>
        </w:r>
        <w:r w:rsidR="00EF2A96" w:rsidRPr="00A745EA">
          <w:rPr>
            <w:rStyle w:val="a9"/>
            <w:sz w:val="22"/>
            <w:szCs w:val="22"/>
          </w:rPr>
          <w:t>.ru</w:t>
        </w:r>
      </w:hyperlink>
      <w:r w:rsidR="004A63ED" w:rsidRPr="00A745EA">
        <w:rPr>
          <w:sz w:val="22"/>
          <w:szCs w:val="22"/>
        </w:rPr>
        <w:t>,</w:t>
      </w:r>
      <w:r w:rsidRPr="00A745EA">
        <w:rPr>
          <w:sz w:val="22"/>
          <w:szCs w:val="22"/>
        </w:rPr>
        <w:t xml:space="preserve"> в соответствии с приведенными Инструкциями</w:t>
      </w:r>
      <w:r w:rsidR="00D966C5" w:rsidRPr="00A745EA">
        <w:rPr>
          <w:sz w:val="22"/>
          <w:szCs w:val="22"/>
        </w:rPr>
        <w:t>.</w:t>
      </w:r>
    </w:p>
    <w:p w:rsidR="00D966C5" w:rsidRPr="00A745EA" w:rsidRDefault="00CB66DA" w:rsidP="00D966C5">
      <w:pPr>
        <w:pStyle w:val="a1"/>
        <w:spacing w:before="100" w:beforeAutospacing="1" w:line="240" w:lineRule="auto"/>
        <w:rPr>
          <w:sz w:val="22"/>
          <w:szCs w:val="22"/>
        </w:rPr>
      </w:pPr>
      <w:bookmarkStart w:id="153" w:name="_Ref56240821"/>
      <w:bookmarkStart w:id="154" w:name="_Ref167269715"/>
      <w:r w:rsidRPr="00A745EA">
        <w:rPr>
          <w:sz w:val="22"/>
          <w:szCs w:val="22"/>
        </w:rPr>
        <w:t>Поставщик</w:t>
      </w:r>
      <w:r w:rsidR="00D966C5" w:rsidRPr="00A745EA">
        <w:rPr>
          <w:sz w:val="22"/>
          <w:szCs w:val="22"/>
        </w:rPr>
        <w:t xml:space="preserve"> имеет право подать только одно Предложение. В случае нарушения этого требования все Предложения такого </w:t>
      </w:r>
      <w:r w:rsidRPr="00A745EA">
        <w:rPr>
          <w:sz w:val="22"/>
          <w:szCs w:val="22"/>
        </w:rPr>
        <w:t>Поставщик</w:t>
      </w:r>
      <w:r w:rsidR="00D966C5" w:rsidRPr="00A745EA">
        <w:rPr>
          <w:sz w:val="22"/>
          <w:szCs w:val="22"/>
        </w:rPr>
        <w:t>а отклоняются без рассмотрения по сущес</w:t>
      </w:r>
      <w:r w:rsidR="00D966C5" w:rsidRPr="00A745EA">
        <w:rPr>
          <w:sz w:val="22"/>
          <w:szCs w:val="22"/>
        </w:rPr>
        <w:t>т</w:t>
      </w:r>
      <w:r w:rsidR="00D966C5" w:rsidRPr="00A745EA">
        <w:rPr>
          <w:sz w:val="22"/>
          <w:szCs w:val="22"/>
        </w:rPr>
        <w:t>ву.</w:t>
      </w:r>
      <w:bookmarkEnd w:id="154"/>
    </w:p>
    <w:p w:rsidR="00381292" w:rsidRPr="00A745EA" w:rsidRDefault="00381292" w:rsidP="00563125">
      <w:pPr>
        <w:pStyle w:val="a1"/>
        <w:numPr>
          <w:ilvl w:val="3"/>
          <w:numId w:val="5"/>
        </w:numPr>
        <w:tabs>
          <w:tab w:val="left" w:pos="1134"/>
        </w:tabs>
        <w:spacing w:before="100" w:beforeAutospacing="1" w:line="240" w:lineRule="auto"/>
        <w:rPr>
          <w:sz w:val="22"/>
          <w:szCs w:val="22"/>
        </w:rPr>
      </w:pPr>
      <w:bookmarkStart w:id="155" w:name="_Ref55279017"/>
      <w:bookmarkStart w:id="156" w:name="_Ref55279015"/>
      <w:bookmarkEnd w:id="153"/>
      <w:r w:rsidRPr="00A745EA">
        <w:rPr>
          <w:sz w:val="22"/>
          <w:szCs w:val="22"/>
        </w:rPr>
        <w:t>Каждый документ, входящий в Предложение, должен быть подписан лицом, имеющим право в соответствии с законодательством Российской Ф</w:t>
      </w:r>
      <w:r w:rsidRPr="00A745EA">
        <w:rPr>
          <w:sz w:val="22"/>
          <w:szCs w:val="22"/>
        </w:rPr>
        <w:t>е</w:t>
      </w:r>
      <w:r w:rsidRPr="00A745EA">
        <w:rPr>
          <w:sz w:val="22"/>
          <w:szCs w:val="22"/>
        </w:rPr>
        <w:t xml:space="preserve">дерации действовать от лица </w:t>
      </w:r>
      <w:r w:rsidR="00CB66DA" w:rsidRPr="00A745EA">
        <w:rPr>
          <w:sz w:val="22"/>
          <w:szCs w:val="22"/>
        </w:rPr>
        <w:t>Поставщик</w:t>
      </w:r>
      <w:r w:rsidRPr="00A745EA">
        <w:rPr>
          <w:sz w:val="22"/>
          <w:szCs w:val="22"/>
        </w:rPr>
        <w:t>а без доверенности, или надлежащим образом уполномоченным им лицом на основании доверенности (далее — уполномоченного лица). В последнем случае оригинал пр</w:t>
      </w:r>
      <w:r w:rsidRPr="00A745EA">
        <w:rPr>
          <w:sz w:val="22"/>
          <w:szCs w:val="22"/>
        </w:rPr>
        <w:t>и</w:t>
      </w:r>
      <w:r w:rsidRPr="00A745EA">
        <w:rPr>
          <w:sz w:val="22"/>
          <w:szCs w:val="22"/>
        </w:rPr>
        <w:t>кладывается к Предложению.</w:t>
      </w:r>
      <w:bookmarkEnd w:id="156"/>
    </w:p>
    <w:p w:rsidR="00381292" w:rsidRPr="00A745EA" w:rsidRDefault="00381292" w:rsidP="007F4077">
      <w:pPr>
        <w:pStyle w:val="a1"/>
        <w:spacing w:before="100" w:beforeAutospacing="1" w:line="240" w:lineRule="auto"/>
        <w:rPr>
          <w:sz w:val="22"/>
          <w:szCs w:val="22"/>
        </w:rPr>
      </w:pPr>
      <w:bookmarkStart w:id="157" w:name="_Ref195087786"/>
      <w:r w:rsidRPr="00A745EA">
        <w:rPr>
          <w:sz w:val="22"/>
          <w:szCs w:val="22"/>
        </w:rPr>
        <w:t>Каждый документ, входящий в Предложение, должен быть скреплен печ</w:t>
      </w:r>
      <w:r w:rsidRPr="00A745EA">
        <w:rPr>
          <w:sz w:val="22"/>
          <w:szCs w:val="22"/>
        </w:rPr>
        <w:t>а</w:t>
      </w:r>
      <w:r w:rsidRPr="00A745EA">
        <w:rPr>
          <w:sz w:val="22"/>
          <w:szCs w:val="22"/>
        </w:rPr>
        <w:t xml:space="preserve">тью </w:t>
      </w:r>
      <w:r w:rsidR="00CB66DA" w:rsidRPr="00A745EA">
        <w:rPr>
          <w:sz w:val="22"/>
          <w:szCs w:val="22"/>
        </w:rPr>
        <w:t>Поставщик</w:t>
      </w:r>
      <w:r w:rsidRPr="00A745EA">
        <w:rPr>
          <w:sz w:val="22"/>
          <w:szCs w:val="22"/>
        </w:rPr>
        <w:t>а.</w:t>
      </w:r>
      <w:bookmarkEnd w:id="155"/>
      <w:bookmarkEnd w:id="157"/>
    </w:p>
    <w:p w:rsidR="0027320B" w:rsidRPr="00FB1D53" w:rsidRDefault="005F463C" w:rsidP="007F4077">
      <w:pPr>
        <w:pStyle w:val="a1"/>
        <w:spacing w:before="100" w:beforeAutospacing="1" w:line="240" w:lineRule="auto"/>
        <w:rPr>
          <w:sz w:val="22"/>
          <w:szCs w:val="22"/>
        </w:rPr>
      </w:pPr>
      <w:r w:rsidRPr="00A745EA">
        <w:rPr>
          <w:sz w:val="22"/>
          <w:szCs w:val="22"/>
        </w:rPr>
        <w:lastRenderedPageBreak/>
        <w:t xml:space="preserve">Предложение должно быть подписано электронной цифровой подписью </w:t>
      </w:r>
      <w:r w:rsidR="00CB66DA" w:rsidRPr="00A745EA">
        <w:rPr>
          <w:sz w:val="22"/>
          <w:szCs w:val="22"/>
        </w:rPr>
        <w:t>Поставщик</w:t>
      </w:r>
      <w:r w:rsidRPr="00A745EA">
        <w:rPr>
          <w:sz w:val="22"/>
          <w:szCs w:val="22"/>
        </w:rPr>
        <w:t xml:space="preserve">а, в соответствии с </w:t>
      </w:r>
      <w:r w:rsidR="00E93FE2" w:rsidRPr="00A745EA">
        <w:rPr>
          <w:sz w:val="22"/>
          <w:szCs w:val="22"/>
        </w:rPr>
        <w:t xml:space="preserve">регламентом </w:t>
      </w:r>
      <w:r w:rsidR="00F77583" w:rsidRPr="00A745EA">
        <w:rPr>
          <w:sz w:val="22"/>
          <w:szCs w:val="22"/>
        </w:rPr>
        <w:t>электронной торговой площадки ОАО «Холдинг МРСК»</w:t>
      </w:r>
      <w:r w:rsidR="00563125" w:rsidRPr="00A745EA">
        <w:rPr>
          <w:sz w:val="22"/>
          <w:szCs w:val="22"/>
        </w:rPr>
        <w:t xml:space="preserve"> </w:t>
      </w:r>
      <w:hyperlink r:id="rId15" w:history="1">
        <w:r w:rsidR="00EF2A96" w:rsidRPr="00FB1D53">
          <w:rPr>
            <w:rStyle w:val="a9"/>
            <w:sz w:val="22"/>
            <w:szCs w:val="22"/>
          </w:rPr>
          <w:t>www.b2b-</w:t>
        </w:r>
        <w:r w:rsidR="00EF2A96" w:rsidRPr="00FB1D53">
          <w:rPr>
            <w:rStyle w:val="a9"/>
            <w:sz w:val="22"/>
            <w:szCs w:val="22"/>
            <w:lang w:val="en-US"/>
          </w:rPr>
          <w:t>mrsk</w:t>
        </w:r>
        <w:r w:rsidR="00EF2A96" w:rsidRPr="00FB1D53">
          <w:rPr>
            <w:rStyle w:val="a9"/>
            <w:sz w:val="22"/>
            <w:szCs w:val="22"/>
          </w:rPr>
          <w:t>.ru</w:t>
        </w:r>
      </w:hyperlink>
      <w:r w:rsidR="00F15CD1" w:rsidRPr="00FB1D53">
        <w:rPr>
          <w:sz w:val="22"/>
          <w:szCs w:val="22"/>
        </w:rPr>
        <w:t>.</w:t>
      </w:r>
    </w:p>
    <w:p w:rsidR="00A45E61" w:rsidRPr="00FB1D53" w:rsidRDefault="00CB66DA" w:rsidP="00A45E61">
      <w:pPr>
        <w:pStyle w:val="a1"/>
        <w:spacing w:before="100" w:beforeAutospacing="1" w:line="240" w:lineRule="auto"/>
        <w:rPr>
          <w:sz w:val="22"/>
          <w:szCs w:val="22"/>
        </w:rPr>
      </w:pPr>
      <w:r w:rsidRPr="00FB1D53">
        <w:rPr>
          <w:sz w:val="22"/>
          <w:szCs w:val="22"/>
        </w:rPr>
        <w:t>Поставщик</w:t>
      </w:r>
      <w:r w:rsidR="00A45E61" w:rsidRPr="00FB1D53">
        <w:rPr>
          <w:sz w:val="22"/>
          <w:szCs w:val="22"/>
        </w:rPr>
        <w:t xml:space="preserve"> должен подать Предложение на весь объем, указанный в техническом задании. Не допускается подача Предложения по отдельным позициям технического задания или на часть объема, указанного в техническом задании.</w:t>
      </w:r>
    </w:p>
    <w:p w:rsidR="00A01313" w:rsidRPr="00FB1D53" w:rsidRDefault="00A01313" w:rsidP="00A94EE9">
      <w:pPr>
        <w:pStyle w:val="a1"/>
        <w:spacing w:before="100" w:beforeAutospacing="1" w:line="240" w:lineRule="auto"/>
        <w:rPr>
          <w:sz w:val="22"/>
          <w:szCs w:val="22"/>
        </w:rPr>
      </w:pPr>
      <w:r w:rsidRPr="00FB1D53">
        <w:rPr>
          <w:sz w:val="22"/>
          <w:szCs w:val="22"/>
        </w:rPr>
        <w:t>Заказчик должен отклонить Предложение Поставщика, в случае непредоставления указанных в подразделе 6.13 настояще</w:t>
      </w:r>
      <w:r w:rsidR="000D7221" w:rsidRPr="00FB1D53">
        <w:rPr>
          <w:sz w:val="22"/>
          <w:szCs w:val="22"/>
        </w:rPr>
        <w:t>й Документации сведений;</w:t>
      </w:r>
    </w:p>
    <w:p w:rsidR="00A01313" w:rsidRPr="00FB1D53" w:rsidRDefault="00A01313" w:rsidP="00A94EE9">
      <w:pPr>
        <w:pStyle w:val="a1"/>
        <w:spacing w:before="100" w:beforeAutospacing="1" w:line="240" w:lineRule="auto"/>
        <w:rPr>
          <w:sz w:val="22"/>
          <w:szCs w:val="22"/>
        </w:rPr>
      </w:pPr>
      <w:r w:rsidRPr="00FB1D53">
        <w:rPr>
          <w:sz w:val="22"/>
          <w:szCs w:val="22"/>
        </w:rPr>
        <w:t>Заказчик вправе отклонить Предложение Поставщика, в случае непредоставления указанных в подразделе 6.13 настоящей Документации сведений по ранее заключенным с Заказчиком договорам, не имеющим отношения к предмету данного запроса предложений.</w:t>
      </w:r>
    </w:p>
    <w:p w:rsidR="00381292" w:rsidRPr="007417E6" w:rsidRDefault="00381292" w:rsidP="005253AE">
      <w:pPr>
        <w:pStyle w:val="21"/>
        <w:tabs>
          <w:tab w:val="num" w:pos="1134"/>
        </w:tabs>
        <w:spacing w:before="100" w:beforeAutospacing="1" w:after="100" w:afterAutospacing="1"/>
        <w:ind w:left="1134"/>
        <w:rPr>
          <w:sz w:val="22"/>
          <w:szCs w:val="22"/>
        </w:rPr>
      </w:pPr>
      <w:bookmarkStart w:id="158" w:name="_Ref56233643"/>
      <w:bookmarkStart w:id="159" w:name="_Ref56235653"/>
      <w:bookmarkStart w:id="160" w:name="_Toc57314646"/>
      <w:bookmarkStart w:id="161" w:name="_Toc125426196"/>
      <w:r w:rsidRPr="007417E6">
        <w:rPr>
          <w:sz w:val="22"/>
          <w:szCs w:val="22"/>
        </w:rPr>
        <w:t xml:space="preserve">Требования к сроку действия </w:t>
      </w:r>
      <w:bookmarkEnd w:id="158"/>
      <w:bookmarkEnd w:id="159"/>
      <w:bookmarkEnd w:id="160"/>
      <w:r w:rsidRPr="007417E6">
        <w:rPr>
          <w:sz w:val="22"/>
          <w:szCs w:val="22"/>
        </w:rPr>
        <w:t>Предложения</w:t>
      </w:r>
      <w:bookmarkEnd w:id="161"/>
    </w:p>
    <w:p w:rsidR="00381292" w:rsidRPr="007417E6" w:rsidRDefault="00381292" w:rsidP="001D61D0">
      <w:pPr>
        <w:pStyle w:val="a1"/>
        <w:spacing w:line="240" w:lineRule="auto"/>
        <w:rPr>
          <w:sz w:val="22"/>
          <w:szCs w:val="22"/>
        </w:rPr>
      </w:pPr>
      <w:bookmarkStart w:id="162" w:name="_Ref56220570"/>
      <w:r w:rsidRPr="007417E6">
        <w:rPr>
          <w:sz w:val="22"/>
          <w:szCs w:val="22"/>
        </w:rPr>
        <w:t xml:space="preserve">Предложение действительно в течение срока, указанного </w:t>
      </w:r>
      <w:r w:rsidR="00CB66DA">
        <w:rPr>
          <w:sz w:val="22"/>
          <w:szCs w:val="22"/>
        </w:rPr>
        <w:t>Поставщик</w:t>
      </w:r>
      <w:r w:rsidRPr="007417E6">
        <w:rPr>
          <w:sz w:val="22"/>
          <w:szCs w:val="22"/>
        </w:rPr>
        <w:t xml:space="preserve">ом в письме о подаче оферты (подраздел </w:t>
      </w:r>
      <w:fldSimple w:instr=" REF _Ref55336310 \r \h  \* MERGEFORMAT ">
        <w:r w:rsidR="00C07197">
          <w:rPr>
            <w:sz w:val="22"/>
            <w:szCs w:val="22"/>
          </w:rPr>
          <w:t>6.1</w:t>
        </w:r>
      </w:fldSimple>
      <w:r w:rsidRPr="007417E6">
        <w:rPr>
          <w:sz w:val="22"/>
          <w:szCs w:val="22"/>
        </w:rPr>
        <w:t xml:space="preserve">). В любом случае этот срок не должен быть менее чем 90 календарных дней со дня, следующего за днем окончания приема Предложений (пункт </w:t>
      </w:r>
      <w:fldSimple w:instr=" REF _Ref55307583 \r \h  \* MERGEFORMAT ">
        <w:r w:rsidR="00C07197">
          <w:rPr>
            <w:sz w:val="22"/>
            <w:szCs w:val="22"/>
          </w:rPr>
          <w:t>4.7.2.1</w:t>
        </w:r>
      </w:fldSimple>
      <w:r w:rsidR="00F15CD1" w:rsidRPr="007417E6">
        <w:rPr>
          <w:sz w:val="22"/>
          <w:szCs w:val="22"/>
        </w:rPr>
        <w:t>).</w:t>
      </w:r>
    </w:p>
    <w:p w:rsidR="00042928" w:rsidRPr="007417E6" w:rsidRDefault="00042928" w:rsidP="007F4077">
      <w:pPr>
        <w:pStyle w:val="a1"/>
        <w:spacing w:before="100" w:beforeAutospacing="1" w:line="240" w:lineRule="auto"/>
        <w:rPr>
          <w:sz w:val="22"/>
          <w:szCs w:val="22"/>
        </w:rPr>
      </w:pPr>
      <w:r w:rsidRPr="007417E6">
        <w:rPr>
          <w:sz w:val="22"/>
          <w:szCs w:val="22"/>
        </w:rPr>
        <w:t>Указание меньшего срока действия может являться основ</w:t>
      </w:r>
      <w:r w:rsidRPr="007417E6">
        <w:rPr>
          <w:sz w:val="22"/>
          <w:szCs w:val="22"/>
        </w:rPr>
        <w:t>а</w:t>
      </w:r>
      <w:r w:rsidRPr="007417E6">
        <w:rPr>
          <w:sz w:val="22"/>
          <w:szCs w:val="22"/>
        </w:rPr>
        <w:t xml:space="preserve">нием для отклонения </w:t>
      </w:r>
      <w:r w:rsidR="005203C6" w:rsidRPr="007417E6">
        <w:rPr>
          <w:sz w:val="22"/>
          <w:szCs w:val="22"/>
        </w:rPr>
        <w:t xml:space="preserve">предложения </w:t>
      </w:r>
      <w:r w:rsidR="00CB66DA">
        <w:rPr>
          <w:sz w:val="22"/>
          <w:szCs w:val="22"/>
        </w:rPr>
        <w:t>Поставщик</w:t>
      </w:r>
      <w:r w:rsidR="005203C6" w:rsidRPr="007417E6">
        <w:rPr>
          <w:sz w:val="22"/>
          <w:szCs w:val="22"/>
        </w:rPr>
        <w:t>а</w:t>
      </w:r>
      <w:r w:rsidRPr="007417E6">
        <w:rPr>
          <w:sz w:val="22"/>
          <w:szCs w:val="22"/>
        </w:rPr>
        <w:t>.</w:t>
      </w:r>
    </w:p>
    <w:p w:rsidR="00381292" w:rsidRPr="007417E6" w:rsidRDefault="00381292" w:rsidP="005253AE">
      <w:pPr>
        <w:pStyle w:val="21"/>
        <w:tabs>
          <w:tab w:val="num" w:pos="1134"/>
        </w:tabs>
        <w:spacing w:before="100" w:beforeAutospacing="1" w:after="100" w:afterAutospacing="1"/>
        <w:ind w:left="1134"/>
        <w:rPr>
          <w:sz w:val="22"/>
          <w:szCs w:val="22"/>
        </w:rPr>
      </w:pPr>
      <w:bookmarkStart w:id="163" w:name="_Toc57314647"/>
      <w:bookmarkStart w:id="164" w:name="_Toc125426197"/>
      <w:bookmarkEnd w:id="162"/>
      <w:r w:rsidRPr="007417E6">
        <w:rPr>
          <w:sz w:val="22"/>
          <w:szCs w:val="22"/>
        </w:rPr>
        <w:t xml:space="preserve">Требования к языку </w:t>
      </w:r>
      <w:bookmarkEnd w:id="163"/>
      <w:r w:rsidRPr="007417E6">
        <w:rPr>
          <w:sz w:val="22"/>
          <w:szCs w:val="22"/>
        </w:rPr>
        <w:t>Предложения</w:t>
      </w:r>
      <w:bookmarkEnd w:id="164"/>
    </w:p>
    <w:p w:rsidR="00381292" w:rsidRPr="007417E6" w:rsidRDefault="00381292" w:rsidP="001D61D0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2"/>
          <w:szCs w:val="22"/>
        </w:rPr>
      </w:pPr>
      <w:bookmarkStart w:id="165" w:name="_Toc57314648"/>
      <w:r w:rsidRPr="007417E6">
        <w:rPr>
          <w:sz w:val="22"/>
          <w:szCs w:val="22"/>
        </w:rPr>
        <w:t>Все документы, входящие в Предложение, должны быть подготовлены на русском языке за исключением нижеследующ</w:t>
      </w:r>
      <w:r w:rsidRPr="007417E6">
        <w:rPr>
          <w:sz w:val="22"/>
          <w:szCs w:val="22"/>
        </w:rPr>
        <w:t>е</w:t>
      </w:r>
      <w:r w:rsidRPr="007417E6">
        <w:rPr>
          <w:sz w:val="22"/>
          <w:szCs w:val="22"/>
        </w:rPr>
        <w:t>го.</w:t>
      </w:r>
    </w:p>
    <w:p w:rsidR="00381292" w:rsidRPr="007417E6" w:rsidRDefault="00381292" w:rsidP="005E76C2">
      <w:pPr>
        <w:numPr>
          <w:ilvl w:val="3"/>
          <w:numId w:val="5"/>
        </w:numPr>
        <w:tabs>
          <w:tab w:val="left" w:pos="1134"/>
        </w:tabs>
        <w:spacing w:before="100" w:beforeAutospacing="1" w:line="240" w:lineRule="auto"/>
        <w:rPr>
          <w:sz w:val="22"/>
          <w:szCs w:val="22"/>
        </w:rPr>
      </w:pPr>
      <w:r w:rsidRPr="007417E6">
        <w:rPr>
          <w:sz w:val="22"/>
          <w:szCs w:val="22"/>
        </w:rPr>
        <w:t xml:space="preserve">Документы, оригиналы которых выданы </w:t>
      </w:r>
      <w:r w:rsidR="00CB66DA">
        <w:rPr>
          <w:sz w:val="22"/>
          <w:szCs w:val="22"/>
        </w:rPr>
        <w:t>Поставщик</w:t>
      </w:r>
      <w:r w:rsidRPr="007417E6">
        <w:rPr>
          <w:sz w:val="22"/>
          <w:szCs w:val="22"/>
        </w:rPr>
        <w:t>у третьими лицами на ином языке, могут быть представлены на языке оригинала при условии, что к ним приложен перевод этих документов на русский язык (в специально оговоренных случаях — апостилированный). При выявл</w:t>
      </w:r>
      <w:r w:rsidRPr="007417E6">
        <w:rPr>
          <w:sz w:val="22"/>
          <w:szCs w:val="22"/>
        </w:rPr>
        <w:t>е</w:t>
      </w:r>
      <w:r w:rsidRPr="007417E6">
        <w:rPr>
          <w:sz w:val="22"/>
          <w:szCs w:val="22"/>
        </w:rPr>
        <w:t xml:space="preserve">нии расхождений между русским переводом и оригиналом документа на ином языке </w:t>
      </w:r>
      <w:r w:rsidR="00803E24" w:rsidRPr="007417E6">
        <w:rPr>
          <w:sz w:val="22"/>
          <w:szCs w:val="22"/>
        </w:rPr>
        <w:t>Организатор</w:t>
      </w:r>
      <w:r w:rsidRPr="007417E6">
        <w:rPr>
          <w:sz w:val="22"/>
          <w:szCs w:val="22"/>
        </w:rPr>
        <w:t xml:space="preserve"> будет принимать решение на основании пер</w:t>
      </w:r>
      <w:r w:rsidRPr="007417E6">
        <w:rPr>
          <w:sz w:val="22"/>
          <w:szCs w:val="22"/>
        </w:rPr>
        <w:t>е</w:t>
      </w:r>
      <w:r w:rsidRPr="007417E6">
        <w:rPr>
          <w:sz w:val="22"/>
          <w:szCs w:val="22"/>
        </w:rPr>
        <w:t>вода.</w:t>
      </w:r>
    </w:p>
    <w:p w:rsidR="00381292" w:rsidRPr="007417E6" w:rsidRDefault="00803E24" w:rsidP="00331247">
      <w:pPr>
        <w:numPr>
          <w:ilvl w:val="3"/>
          <w:numId w:val="5"/>
        </w:numPr>
        <w:tabs>
          <w:tab w:val="left" w:pos="1134"/>
        </w:tabs>
        <w:spacing w:before="100" w:beforeAutospacing="1" w:line="240" w:lineRule="auto"/>
        <w:rPr>
          <w:sz w:val="22"/>
          <w:szCs w:val="22"/>
        </w:rPr>
      </w:pPr>
      <w:r w:rsidRPr="007417E6">
        <w:rPr>
          <w:sz w:val="22"/>
          <w:szCs w:val="22"/>
        </w:rPr>
        <w:t>Организатор</w:t>
      </w:r>
      <w:r w:rsidR="00381292" w:rsidRPr="007417E6">
        <w:rPr>
          <w:sz w:val="22"/>
          <w:szCs w:val="22"/>
        </w:rPr>
        <w:t xml:space="preserve"> вправе не рассматривать документы, не переведенные на ру</w:t>
      </w:r>
      <w:r w:rsidR="00381292" w:rsidRPr="007417E6">
        <w:rPr>
          <w:sz w:val="22"/>
          <w:szCs w:val="22"/>
        </w:rPr>
        <w:t>с</w:t>
      </w:r>
      <w:r w:rsidR="00381292" w:rsidRPr="007417E6">
        <w:rPr>
          <w:sz w:val="22"/>
          <w:szCs w:val="22"/>
        </w:rPr>
        <w:t>ский язык.</w:t>
      </w:r>
      <w:bookmarkStart w:id="166" w:name="_Hlt40850038"/>
      <w:bookmarkEnd w:id="166"/>
    </w:p>
    <w:p w:rsidR="00381292" w:rsidRPr="007417E6" w:rsidRDefault="00381292" w:rsidP="000152D0">
      <w:pPr>
        <w:pStyle w:val="21"/>
        <w:tabs>
          <w:tab w:val="num" w:pos="1134"/>
        </w:tabs>
        <w:spacing w:before="100" w:beforeAutospacing="1" w:after="100" w:afterAutospacing="1"/>
        <w:ind w:left="1134"/>
        <w:rPr>
          <w:sz w:val="22"/>
          <w:szCs w:val="22"/>
        </w:rPr>
      </w:pPr>
      <w:bookmarkStart w:id="167" w:name="_Toc125426198"/>
      <w:r w:rsidRPr="007417E6">
        <w:rPr>
          <w:sz w:val="22"/>
          <w:szCs w:val="22"/>
        </w:rPr>
        <w:t xml:space="preserve">Требования к валюте </w:t>
      </w:r>
      <w:bookmarkEnd w:id="165"/>
      <w:r w:rsidRPr="007417E6">
        <w:rPr>
          <w:sz w:val="22"/>
          <w:szCs w:val="22"/>
        </w:rPr>
        <w:t>Предложения</w:t>
      </w:r>
      <w:bookmarkEnd w:id="167"/>
    </w:p>
    <w:p w:rsidR="00381292" w:rsidRPr="007417E6" w:rsidRDefault="00381292" w:rsidP="005253AE">
      <w:pPr>
        <w:pStyle w:val="a1"/>
        <w:spacing w:line="240" w:lineRule="auto"/>
        <w:rPr>
          <w:sz w:val="22"/>
          <w:szCs w:val="22"/>
        </w:rPr>
      </w:pPr>
      <w:bookmarkStart w:id="168" w:name="_Ref56220708"/>
      <w:r w:rsidRPr="007417E6">
        <w:rPr>
          <w:sz w:val="22"/>
          <w:szCs w:val="22"/>
        </w:rPr>
        <w:t>Все суммы денежных средств в документах, входящих в Предложение, должны быть выражены в российских рублях за исключением нижеследу</w:t>
      </w:r>
      <w:r w:rsidRPr="007417E6">
        <w:rPr>
          <w:sz w:val="22"/>
          <w:szCs w:val="22"/>
        </w:rPr>
        <w:t>ю</w:t>
      </w:r>
      <w:r w:rsidRPr="007417E6">
        <w:rPr>
          <w:sz w:val="22"/>
          <w:szCs w:val="22"/>
        </w:rPr>
        <w:t>щего.</w:t>
      </w:r>
      <w:bookmarkEnd w:id="168"/>
    </w:p>
    <w:p w:rsidR="00381292" w:rsidRPr="007417E6" w:rsidRDefault="00381292" w:rsidP="00331247">
      <w:pPr>
        <w:pStyle w:val="a1"/>
        <w:spacing w:before="100" w:beforeAutospacing="1" w:line="240" w:lineRule="auto"/>
        <w:rPr>
          <w:sz w:val="22"/>
          <w:szCs w:val="22"/>
        </w:rPr>
      </w:pPr>
      <w:r w:rsidRPr="007417E6">
        <w:rPr>
          <w:sz w:val="22"/>
          <w:szCs w:val="22"/>
        </w:rPr>
        <w:t xml:space="preserve">Документы, оригиналы которых выданы </w:t>
      </w:r>
      <w:r w:rsidR="00CB66DA">
        <w:rPr>
          <w:sz w:val="22"/>
          <w:szCs w:val="22"/>
        </w:rPr>
        <w:t>Поставщик</w:t>
      </w:r>
      <w:r w:rsidRPr="007417E6">
        <w:rPr>
          <w:sz w:val="22"/>
          <w:szCs w:val="22"/>
        </w:rPr>
        <w:t>у третьими лицами с выражением сумм денежных средств в иных валютах, могут быть пре</w:t>
      </w:r>
      <w:r w:rsidRPr="007417E6">
        <w:rPr>
          <w:sz w:val="22"/>
          <w:szCs w:val="22"/>
        </w:rPr>
        <w:t>д</w:t>
      </w:r>
      <w:r w:rsidRPr="007417E6">
        <w:rPr>
          <w:sz w:val="22"/>
          <w:szCs w:val="22"/>
        </w:rPr>
        <w:t>ставлены в валюте оригинала при условии, что к этим документам будут приложены комментарии с переводом этих сумм в российские рубли исх</w:t>
      </w:r>
      <w:r w:rsidRPr="007417E6">
        <w:rPr>
          <w:sz w:val="22"/>
          <w:szCs w:val="22"/>
        </w:rPr>
        <w:t>о</w:t>
      </w:r>
      <w:r w:rsidRPr="007417E6">
        <w:rPr>
          <w:sz w:val="22"/>
          <w:szCs w:val="22"/>
        </w:rPr>
        <w:t>дя из официального курса валюты, установленного Центральным банком Российской Федерации, с указанием такового курса и даты его установл</w:t>
      </w:r>
      <w:r w:rsidRPr="007417E6">
        <w:rPr>
          <w:sz w:val="22"/>
          <w:szCs w:val="22"/>
        </w:rPr>
        <w:t>е</w:t>
      </w:r>
      <w:r w:rsidRPr="007417E6">
        <w:rPr>
          <w:sz w:val="22"/>
          <w:szCs w:val="22"/>
        </w:rPr>
        <w:t>ния.</w:t>
      </w:r>
    </w:p>
    <w:p w:rsidR="008F2A68" w:rsidRPr="007417E6" w:rsidRDefault="008F2A68" w:rsidP="000A0322">
      <w:pPr>
        <w:pStyle w:val="21"/>
        <w:tabs>
          <w:tab w:val="num" w:pos="1134"/>
        </w:tabs>
        <w:spacing w:before="100" w:beforeAutospacing="1" w:after="100" w:afterAutospacing="1"/>
        <w:ind w:left="1134"/>
        <w:rPr>
          <w:sz w:val="22"/>
          <w:szCs w:val="22"/>
        </w:rPr>
      </w:pPr>
      <w:bookmarkStart w:id="169" w:name="_Ref57667242"/>
      <w:r w:rsidRPr="007417E6">
        <w:rPr>
          <w:sz w:val="22"/>
          <w:szCs w:val="22"/>
        </w:rPr>
        <w:t>Начальная (предельная) цена</w:t>
      </w:r>
      <w:bookmarkEnd w:id="169"/>
    </w:p>
    <w:p w:rsidR="0062386C" w:rsidRPr="007F0F9C" w:rsidRDefault="003247EE" w:rsidP="00331247">
      <w:pPr>
        <w:pStyle w:val="a1"/>
        <w:spacing w:line="240" w:lineRule="auto"/>
        <w:rPr>
          <w:sz w:val="22"/>
          <w:szCs w:val="22"/>
        </w:rPr>
      </w:pPr>
      <w:bookmarkStart w:id="170" w:name="_Ref57670139"/>
      <w:bookmarkStart w:id="171" w:name="_Ref277337881"/>
      <w:r w:rsidRPr="007F0F9C">
        <w:rPr>
          <w:sz w:val="22"/>
          <w:szCs w:val="22"/>
        </w:rPr>
        <w:t xml:space="preserve">В соответствии с уведомлением о проведении запроса предложений, </w:t>
      </w:r>
      <w:r w:rsidR="00CE2E64" w:rsidRPr="007F0F9C">
        <w:rPr>
          <w:sz w:val="22"/>
          <w:szCs w:val="22"/>
        </w:rPr>
        <w:t>начальная (</w:t>
      </w:r>
      <w:r w:rsidRPr="007F0F9C">
        <w:rPr>
          <w:sz w:val="22"/>
          <w:szCs w:val="22"/>
        </w:rPr>
        <w:t>предельная</w:t>
      </w:r>
      <w:bookmarkEnd w:id="170"/>
      <w:r w:rsidR="00CE2E64" w:rsidRPr="007F0F9C">
        <w:rPr>
          <w:sz w:val="22"/>
          <w:szCs w:val="22"/>
        </w:rPr>
        <w:t>)</w:t>
      </w:r>
      <w:r w:rsidRPr="007F0F9C">
        <w:rPr>
          <w:sz w:val="22"/>
          <w:szCs w:val="22"/>
        </w:rPr>
        <w:t xml:space="preserve"> цена составляет: </w:t>
      </w:r>
      <w:r w:rsidR="007F0F9C" w:rsidRPr="007F0F9C">
        <w:rPr>
          <w:b/>
          <w:sz w:val="22"/>
          <w:szCs w:val="22"/>
        </w:rPr>
        <w:t>295 944,00</w:t>
      </w:r>
      <w:r w:rsidR="007F0F9C" w:rsidRPr="007F0F9C">
        <w:rPr>
          <w:sz w:val="22"/>
          <w:szCs w:val="22"/>
        </w:rPr>
        <w:t xml:space="preserve"> </w:t>
      </w:r>
      <w:r w:rsidR="000C219C" w:rsidRPr="007F0F9C">
        <w:rPr>
          <w:sz w:val="22"/>
          <w:szCs w:val="22"/>
        </w:rPr>
        <w:t>(</w:t>
      </w:r>
      <w:r w:rsidR="007F0F9C" w:rsidRPr="007F0F9C">
        <w:rPr>
          <w:sz w:val="22"/>
          <w:szCs w:val="22"/>
        </w:rPr>
        <w:t>двести девяносто пять тысяч девятьсот сорок четыре) рубля</w:t>
      </w:r>
      <w:r w:rsidR="000C219C" w:rsidRPr="007F0F9C">
        <w:rPr>
          <w:sz w:val="22"/>
          <w:szCs w:val="22"/>
        </w:rPr>
        <w:t xml:space="preserve"> 00 коп. РФ, с учетом НДС</w:t>
      </w:r>
      <w:r w:rsidR="00E609BE" w:rsidRPr="007F0F9C">
        <w:rPr>
          <w:sz w:val="22"/>
          <w:szCs w:val="22"/>
        </w:rPr>
        <w:t>.</w:t>
      </w:r>
      <w:bookmarkEnd w:id="171"/>
    </w:p>
    <w:p w:rsidR="00760C51" w:rsidRDefault="00803E24" w:rsidP="00331247">
      <w:pPr>
        <w:numPr>
          <w:ilvl w:val="3"/>
          <w:numId w:val="5"/>
        </w:numPr>
        <w:tabs>
          <w:tab w:val="left" w:pos="1134"/>
        </w:tabs>
        <w:spacing w:before="100" w:beforeAutospacing="1" w:line="240" w:lineRule="auto"/>
        <w:rPr>
          <w:sz w:val="22"/>
          <w:szCs w:val="22"/>
        </w:rPr>
      </w:pPr>
      <w:r w:rsidRPr="007F0F9C">
        <w:rPr>
          <w:sz w:val="22"/>
          <w:szCs w:val="22"/>
        </w:rPr>
        <w:t>Организатор</w:t>
      </w:r>
      <w:r w:rsidR="00760C51" w:rsidRPr="007F0F9C">
        <w:rPr>
          <w:sz w:val="22"/>
          <w:szCs w:val="22"/>
        </w:rPr>
        <w:t xml:space="preserve"> запроса предложений вправе отклонить предложения </w:t>
      </w:r>
      <w:r w:rsidR="00CB66DA" w:rsidRPr="007F0F9C">
        <w:rPr>
          <w:sz w:val="22"/>
          <w:szCs w:val="22"/>
        </w:rPr>
        <w:t>Поставщик</w:t>
      </w:r>
      <w:r w:rsidR="00760C51" w:rsidRPr="007F0F9C">
        <w:rPr>
          <w:sz w:val="22"/>
          <w:szCs w:val="22"/>
        </w:rPr>
        <w:t>а только на том</w:t>
      </w:r>
      <w:r w:rsidR="00760C51" w:rsidRPr="007417E6">
        <w:rPr>
          <w:sz w:val="22"/>
          <w:szCs w:val="22"/>
        </w:rPr>
        <w:t xml:space="preserve"> основании, что предложенная </w:t>
      </w:r>
      <w:r w:rsidR="00CB66DA">
        <w:rPr>
          <w:sz w:val="22"/>
          <w:szCs w:val="22"/>
        </w:rPr>
        <w:t>Поставщик</w:t>
      </w:r>
      <w:r w:rsidR="00760C51" w:rsidRPr="007417E6">
        <w:rPr>
          <w:sz w:val="22"/>
          <w:szCs w:val="22"/>
        </w:rPr>
        <w:t>ом цена превышает уст</w:t>
      </w:r>
      <w:r w:rsidR="00760C51" w:rsidRPr="007417E6">
        <w:rPr>
          <w:sz w:val="22"/>
          <w:szCs w:val="22"/>
        </w:rPr>
        <w:t>а</w:t>
      </w:r>
      <w:r w:rsidR="00760C51" w:rsidRPr="007417E6">
        <w:rPr>
          <w:sz w:val="22"/>
          <w:szCs w:val="22"/>
        </w:rPr>
        <w:t xml:space="preserve">новленную </w:t>
      </w:r>
      <w:r w:rsidR="006D5737">
        <w:rPr>
          <w:sz w:val="22"/>
          <w:szCs w:val="22"/>
        </w:rPr>
        <w:t>начальную (</w:t>
      </w:r>
      <w:r w:rsidR="00760C51" w:rsidRPr="007417E6">
        <w:rPr>
          <w:sz w:val="22"/>
          <w:szCs w:val="22"/>
        </w:rPr>
        <w:t>предельную</w:t>
      </w:r>
      <w:r w:rsidR="006D5737">
        <w:rPr>
          <w:sz w:val="22"/>
          <w:szCs w:val="22"/>
        </w:rPr>
        <w:t>)</w:t>
      </w:r>
      <w:r w:rsidR="00760C51" w:rsidRPr="007417E6">
        <w:rPr>
          <w:sz w:val="22"/>
          <w:szCs w:val="22"/>
        </w:rPr>
        <w:t xml:space="preserve"> </w:t>
      </w:r>
      <w:r w:rsidR="0052378A">
        <w:rPr>
          <w:sz w:val="22"/>
          <w:szCs w:val="22"/>
        </w:rPr>
        <w:t>цену</w:t>
      </w:r>
      <w:r w:rsidR="008F5852">
        <w:rPr>
          <w:sz w:val="22"/>
          <w:szCs w:val="22"/>
        </w:rPr>
        <w:t>.</w:t>
      </w:r>
    </w:p>
    <w:p w:rsidR="001B0ED9" w:rsidRPr="007417E6" w:rsidRDefault="001B0ED9" w:rsidP="00331247">
      <w:pPr>
        <w:numPr>
          <w:ilvl w:val="3"/>
          <w:numId w:val="5"/>
        </w:numPr>
        <w:tabs>
          <w:tab w:val="left" w:pos="1134"/>
        </w:tabs>
        <w:spacing w:before="100" w:beforeAutospacing="1" w:line="240" w:lineRule="auto"/>
        <w:rPr>
          <w:sz w:val="22"/>
          <w:szCs w:val="22"/>
        </w:rPr>
      </w:pPr>
      <w:r w:rsidRPr="001B0ED9">
        <w:rPr>
          <w:sz w:val="22"/>
          <w:szCs w:val="22"/>
        </w:rPr>
        <w:t xml:space="preserve">Цена в письме о подаче оферты (форма 1), поданном </w:t>
      </w:r>
      <w:r w:rsidR="00CB66DA">
        <w:rPr>
          <w:sz w:val="22"/>
          <w:szCs w:val="22"/>
        </w:rPr>
        <w:t>Поставщик</w:t>
      </w:r>
      <w:r w:rsidRPr="001B0ED9">
        <w:rPr>
          <w:sz w:val="22"/>
          <w:szCs w:val="22"/>
        </w:rPr>
        <w:t>ом, должна</w:t>
      </w:r>
      <w:r>
        <w:rPr>
          <w:sz w:val="22"/>
          <w:szCs w:val="22"/>
        </w:rPr>
        <w:t xml:space="preserve"> соответствовать цене, указанной</w:t>
      </w:r>
      <w:r w:rsidRPr="001B0ED9">
        <w:rPr>
          <w:sz w:val="22"/>
          <w:szCs w:val="22"/>
        </w:rPr>
        <w:t xml:space="preserve"> в </w:t>
      </w:r>
      <w:r>
        <w:rPr>
          <w:sz w:val="22"/>
          <w:szCs w:val="22"/>
        </w:rPr>
        <w:t>Коммерческом предложении</w:t>
      </w:r>
      <w:r w:rsidRPr="001B0ED9">
        <w:rPr>
          <w:sz w:val="22"/>
          <w:szCs w:val="22"/>
        </w:rPr>
        <w:t xml:space="preserve"> (форма </w:t>
      </w:r>
      <w:r>
        <w:rPr>
          <w:sz w:val="22"/>
          <w:szCs w:val="22"/>
        </w:rPr>
        <w:t>4</w:t>
      </w:r>
      <w:r w:rsidRPr="001B0ED9">
        <w:rPr>
          <w:sz w:val="22"/>
          <w:szCs w:val="22"/>
        </w:rPr>
        <w:t xml:space="preserve">). </w:t>
      </w:r>
      <w:r w:rsidR="007D3A7E">
        <w:rPr>
          <w:sz w:val="22"/>
          <w:szCs w:val="22"/>
        </w:rPr>
        <w:t>В противном случае</w:t>
      </w:r>
      <w:r w:rsidRPr="001B0ED9">
        <w:rPr>
          <w:sz w:val="22"/>
          <w:szCs w:val="22"/>
        </w:rPr>
        <w:t xml:space="preserve"> Предложение </w:t>
      </w:r>
      <w:r w:rsidR="00CB66DA">
        <w:rPr>
          <w:sz w:val="22"/>
          <w:szCs w:val="22"/>
        </w:rPr>
        <w:t>Поставщик</w:t>
      </w:r>
      <w:r w:rsidRPr="001B0ED9">
        <w:rPr>
          <w:sz w:val="22"/>
          <w:szCs w:val="22"/>
        </w:rPr>
        <w:t>а будет отклонено без рассмотрения по существу</w:t>
      </w:r>
      <w:r>
        <w:rPr>
          <w:sz w:val="22"/>
          <w:szCs w:val="22"/>
        </w:rPr>
        <w:t>.</w:t>
      </w:r>
    </w:p>
    <w:p w:rsidR="00381292" w:rsidRPr="007417E6" w:rsidRDefault="00381292" w:rsidP="001D61D0">
      <w:pPr>
        <w:pStyle w:val="21"/>
        <w:tabs>
          <w:tab w:val="num" w:pos="1134"/>
        </w:tabs>
        <w:spacing w:before="100" w:beforeAutospacing="1" w:after="100" w:afterAutospacing="1"/>
        <w:ind w:left="1134"/>
        <w:rPr>
          <w:sz w:val="22"/>
          <w:szCs w:val="22"/>
        </w:rPr>
      </w:pPr>
      <w:bookmarkStart w:id="172" w:name="_Toc57314653"/>
      <w:bookmarkStart w:id="173" w:name="_Toc125426199"/>
      <w:bookmarkStart w:id="174" w:name="_Ref179256502"/>
      <w:bookmarkStart w:id="175" w:name="_Ref223496266"/>
      <w:bookmarkStart w:id="176" w:name="_Ref245721712"/>
      <w:bookmarkStart w:id="177" w:name="_Ref246303816"/>
      <w:r w:rsidRPr="007417E6">
        <w:rPr>
          <w:sz w:val="22"/>
          <w:szCs w:val="22"/>
        </w:rPr>
        <w:t xml:space="preserve">Разъяснение </w:t>
      </w:r>
      <w:bookmarkEnd w:id="172"/>
      <w:r w:rsidRPr="007417E6">
        <w:rPr>
          <w:sz w:val="22"/>
          <w:szCs w:val="22"/>
        </w:rPr>
        <w:t>Документации по запросу предложений</w:t>
      </w:r>
      <w:bookmarkEnd w:id="173"/>
      <w:bookmarkEnd w:id="174"/>
      <w:bookmarkEnd w:id="175"/>
      <w:bookmarkEnd w:id="176"/>
      <w:bookmarkEnd w:id="177"/>
    </w:p>
    <w:p w:rsidR="00381292" w:rsidRPr="00BF00C9" w:rsidRDefault="00CB66DA" w:rsidP="00331247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2"/>
          <w:szCs w:val="22"/>
        </w:rPr>
      </w:pPr>
      <w:r>
        <w:rPr>
          <w:sz w:val="22"/>
          <w:szCs w:val="22"/>
        </w:rPr>
        <w:t>Поставщик</w:t>
      </w:r>
      <w:r w:rsidR="00381292" w:rsidRPr="00BF00C9">
        <w:rPr>
          <w:sz w:val="22"/>
          <w:szCs w:val="22"/>
        </w:rPr>
        <w:t xml:space="preserve">и вправе обратиться к </w:t>
      </w:r>
      <w:r w:rsidR="00803E24" w:rsidRPr="00BF00C9">
        <w:rPr>
          <w:sz w:val="22"/>
          <w:szCs w:val="22"/>
        </w:rPr>
        <w:t>Организ</w:t>
      </w:r>
      <w:r w:rsidR="00C54BFE" w:rsidRPr="00BF00C9">
        <w:rPr>
          <w:sz w:val="22"/>
          <w:szCs w:val="22"/>
        </w:rPr>
        <w:t>а</w:t>
      </w:r>
      <w:r w:rsidR="00803E24" w:rsidRPr="00BF00C9">
        <w:rPr>
          <w:sz w:val="22"/>
          <w:szCs w:val="22"/>
        </w:rPr>
        <w:t>тору</w:t>
      </w:r>
      <w:r w:rsidR="00381292" w:rsidRPr="00BF00C9">
        <w:rPr>
          <w:sz w:val="22"/>
          <w:szCs w:val="22"/>
        </w:rPr>
        <w:t xml:space="preserve"> за разъяснениями настоящей Документации по запросу предложений. </w:t>
      </w:r>
      <w:r w:rsidR="00BF00C9" w:rsidRPr="00BF00C9">
        <w:rPr>
          <w:sz w:val="22"/>
          <w:szCs w:val="22"/>
        </w:rPr>
        <w:t xml:space="preserve">Для этого реализован функционал «Запросы разъяснений». Все запросы разъяснений (в том числе отправленные другими пользователями) публикуются в одноименном пункте локального меню </w:t>
      </w:r>
      <w:r w:rsidR="000575FF">
        <w:rPr>
          <w:sz w:val="22"/>
          <w:szCs w:val="22"/>
        </w:rPr>
        <w:t>«</w:t>
      </w:r>
      <w:r w:rsidR="00BF00C9" w:rsidRPr="00BF00C9">
        <w:rPr>
          <w:sz w:val="22"/>
          <w:szCs w:val="22"/>
        </w:rPr>
        <w:t>котировочной доски»</w:t>
      </w:r>
      <w:r w:rsidR="00381292" w:rsidRPr="00BF00C9">
        <w:rPr>
          <w:sz w:val="22"/>
          <w:szCs w:val="22"/>
        </w:rPr>
        <w:t>.</w:t>
      </w:r>
    </w:p>
    <w:p w:rsidR="00381292" w:rsidRPr="007417E6" w:rsidRDefault="00114906" w:rsidP="007F4077">
      <w:pPr>
        <w:pStyle w:val="a1"/>
        <w:spacing w:before="100" w:beforeAutospacing="1" w:line="240" w:lineRule="auto"/>
        <w:rPr>
          <w:sz w:val="22"/>
          <w:szCs w:val="22"/>
        </w:rPr>
      </w:pPr>
      <w:r w:rsidRPr="007417E6">
        <w:rPr>
          <w:sz w:val="22"/>
          <w:szCs w:val="22"/>
        </w:rPr>
        <w:lastRenderedPageBreak/>
        <w:t xml:space="preserve">Организатор в разумный срок </w:t>
      </w:r>
      <w:r>
        <w:rPr>
          <w:sz w:val="22"/>
          <w:szCs w:val="22"/>
        </w:rPr>
        <w:t xml:space="preserve">в системе </w:t>
      </w:r>
      <w:r>
        <w:rPr>
          <w:sz w:val="22"/>
          <w:szCs w:val="22"/>
          <w:lang w:val="en-US"/>
        </w:rPr>
        <w:t>B</w:t>
      </w:r>
      <w:r w:rsidRPr="00421D5B">
        <w:rPr>
          <w:sz w:val="22"/>
          <w:szCs w:val="22"/>
        </w:rPr>
        <w:t>2</w:t>
      </w:r>
      <w:r>
        <w:rPr>
          <w:sz w:val="22"/>
          <w:szCs w:val="22"/>
          <w:lang w:val="en-US"/>
        </w:rPr>
        <w:t>B</w:t>
      </w:r>
      <w:r w:rsidRPr="00421D5B">
        <w:rPr>
          <w:sz w:val="22"/>
          <w:szCs w:val="22"/>
        </w:rPr>
        <w:t>-</w:t>
      </w:r>
      <w:r>
        <w:rPr>
          <w:sz w:val="22"/>
          <w:szCs w:val="22"/>
          <w:lang w:val="en-US"/>
        </w:rPr>
        <w:t>MRSK</w:t>
      </w:r>
      <w:r w:rsidRPr="00662A24">
        <w:rPr>
          <w:sz w:val="22"/>
          <w:szCs w:val="22"/>
        </w:rPr>
        <w:t xml:space="preserve"> </w:t>
      </w:r>
      <w:r w:rsidRPr="007417E6">
        <w:rPr>
          <w:sz w:val="22"/>
          <w:szCs w:val="22"/>
        </w:rPr>
        <w:t>ответит на любой вопрос, который он получит не позднее, чем за 5 дней до истеч</w:t>
      </w:r>
      <w:r w:rsidRPr="007417E6">
        <w:rPr>
          <w:sz w:val="22"/>
          <w:szCs w:val="22"/>
        </w:rPr>
        <w:t>е</w:t>
      </w:r>
      <w:r w:rsidRPr="007417E6">
        <w:rPr>
          <w:sz w:val="22"/>
          <w:szCs w:val="22"/>
        </w:rPr>
        <w:t xml:space="preserve">ния срока приема Предложений (пункт </w:t>
      </w:r>
      <w:fldSimple w:instr=" REF _Ref55307583 \r \h  \* MERGEFORMAT ">
        <w:r w:rsidR="00C07197">
          <w:rPr>
            <w:sz w:val="22"/>
            <w:szCs w:val="22"/>
          </w:rPr>
          <w:t>4.7.2.1</w:t>
        </w:r>
      </w:fldSimple>
      <w:r w:rsidRPr="007417E6">
        <w:rPr>
          <w:sz w:val="22"/>
          <w:szCs w:val="22"/>
        </w:rPr>
        <w:t>)</w:t>
      </w:r>
      <w:r w:rsidR="00381292" w:rsidRPr="007417E6">
        <w:rPr>
          <w:sz w:val="22"/>
          <w:szCs w:val="22"/>
        </w:rPr>
        <w:t>.</w:t>
      </w:r>
    </w:p>
    <w:p w:rsidR="00381292" w:rsidRPr="007417E6" w:rsidRDefault="00381292" w:rsidP="004B1B24">
      <w:pPr>
        <w:pStyle w:val="21"/>
        <w:tabs>
          <w:tab w:val="num" w:pos="1134"/>
        </w:tabs>
        <w:spacing w:before="100" w:beforeAutospacing="1" w:after="100" w:afterAutospacing="1"/>
        <w:ind w:left="1134"/>
        <w:rPr>
          <w:sz w:val="22"/>
          <w:szCs w:val="22"/>
        </w:rPr>
      </w:pPr>
      <w:bookmarkStart w:id="178" w:name="_Ref86823116"/>
      <w:bookmarkStart w:id="179" w:name="_Toc90385058"/>
      <w:bookmarkStart w:id="180" w:name="_Toc125426200"/>
      <w:r w:rsidRPr="007417E6">
        <w:rPr>
          <w:sz w:val="22"/>
          <w:szCs w:val="22"/>
        </w:rPr>
        <w:t xml:space="preserve">Продление срока окончания приема </w:t>
      </w:r>
      <w:bookmarkEnd w:id="178"/>
      <w:bookmarkEnd w:id="179"/>
      <w:r w:rsidRPr="007417E6">
        <w:rPr>
          <w:sz w:val="22"/>
          <w:szCs w:val="22"/>
        </w:rPr>
        <w:t>Предложений</w:t>
      </w:r>
      <w:bookmarkEnd w:id="180"/>
    </w:p>
    <w:p w:rsidR="00381292" w:rsidRPr="007417E6" w:rsidRDefault="00381292" w:rsidP="001D61D0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2"/>
          <w:szCs w:val="22"/>
        </w:rPr>
      </w:pPr>
      <w:r w:rsidRPr="007417E6">
        <w:rPr>
          <w:sz w:val="22"/>
          <w:szCs w:val="22"/>
        </w:rPr>
        <w:t xml:space="preserve">При необходимости </w:t>
      </w:r>
      <w:r w:rsidR="00803E24" w:rsidRPr="00662A24">
        <w:rPr>
          <w:sz w:val="22"/>
          <w:szCs w:val="22"/>
        </w:rPr>
        <w:t>Организатор</w:t>
      </w:r>
      <w:r w:rsidR="00235AC8" w:rsidRPr="00662A24">
        <w:rPr>
          <w:sz w:val="22"/>
          <w:szCs w:val="22"/>
        </w:rPr>
        <w:t xml:space="preserve"> </w:t>
      </w:r>
      <w:r w:rsidRPr="00662A24">
        <w:rPr>
          <w:sz w:val="22"/>
          <w:szCs w:val="22"/>
        </w:rPr>
        <w:t>имеет право пр</w:t>
      </w:r>
      <w:r w:rsidRPr="00662A24">
        <w:rPr>
          <w:sz w:val="22"/>
          <w:szCs w:val="22"/>
        </w:rPr>
        <w:t>о</w:t>
      </w:r>
      <w:r w:rsidRPr="00662A24">
        <w:rPr>
          <w:sz w:val="22"/>
          <w:szCs w:val="22"/>
        </w:rPr>
        <w:t xml:space="preserve">длевать срок окончания приема Предложений, установленный в подпункте </w:t>
      </w:r>
      <w:fldSimple w:instr=" REF _Ref55307583 \r \h  \* MERGEFORMAT ">
        <w:r w:rsidR="00A162D9">
          <w:rPr>
            <w:sz w:val="22"/>
            <w:szCs w:val="22"/>
          </w:rPr>
          <w:t>4.7.2.1</w:t>
        </w:r>
      </w:fldSimple>
      <w:r w:rsidRPr="00662A24">
        <w:rPr>
          <w:sz w:val="22"/>
          <w:szCs w:val="22"/>
        </w:rPr>
        <w:t xml:space="preserve">. с уведомлением всех </w:t>
      </w:r>
      <w:r w:rsidR="00CB66DA">
        <w:rPr>
          <w:sz w:val="22"/>
          <w:szCs w:val="22"/>
        </w:rPr>
        <w:t>Поставщик</w:t>
      </w:r>
      <w:r w:rsidRPr="00662A24">
        <w:rPr>
          <w:sz w:val="22"/>
          <w:szCs w:val="22"/>
        </w:rPr>
        <w:t>о</w:t>
      </w:r>
      <w:r w:rsidR="00597B81" w:rsidRPr="00662A24">
        <w:rPr>
          <w:sz w:val="22"/>
          <w:szCs w:val="22"/>
        </w:rPr>
        <w:t xml:space="preserve">в в соответствии с правилами работы </w:t>
      </w:r>
      <w:r w:rsidR="00E571AA">
        <w:rPr>
          <w:sz w:val="22"/>
          <w:szCs w:val="22"/>
        </w:rPr>
        <w:t>электронной торговой площадки ОАО «Холдинг МРСК»</w:t>
      </w:r>
      <w:r w:rsidR="00662A24" w:rsidRPr="00662A24">
        <w:rPr>
          <w:sz w:val="22"/>
          <w:szCs w:val="22"/>
        </w:rPr>
        <w:t xml:space="preserve"> </w:t>
      </w:r>
      <w:hyperlink r:id="rId16" w:history="1">
        <w:r w:rsidR="00EF2A96" w:rsidRPr="00EF2A96">
          <w:rPr>
            <w:rStyle w:val="a9"/>
            <w:sz w:val="22"/>
            <w:szCs w:val="22"/>
          </w:rPr>
          <w:t>www.b2b-</w:t>
        </w:r>
        <w:r w:rsidR="00EF2A96" w:rsidRPr="00EF2A96">
          <w:rPr>
            <w:rStyle w:val="a9"/>
            <w:sz w:val="22"/>
            <w:szCs w:val="22"/>
            <w:lang w:val="en-US"/>
          </w:rPr>
          <w:t>mrsk</w:t>
        </w:r>
        <w:r w:rsidR="00EF2A96" w:rsidRPr="00EF2A96">
          <w:rPr>
            <w:rStyle w:val="a9"/>
            <w:sz w:val="22"/>
            <w:szCs w:val="22"/>
          </w:rPr>
          <w:t>.ru</w:t>
        </w:r>
      </w:hyperlink>
      <w:r w:rsidR="004A63ED" w:rsidRPr="00EF2A96">
        <w:rPr>
          <w:rStyle w:val="a9"/>
          <w:color w:val="auto"/>
          <w:sz w:val="22"/>
          <w:szCs w:val="22"/>
          <w:u w:val="none"/>
        </w:rPr>
        <w:t>.</w:t>
      </w:r>
    </w:p>
    <w:p w:rsidR="00381292" w:rsidRPr="007417E6" w:rsidRDefault="00381292" w:rsidP="00331247">
      <w:pPr>
        <w:numPr>
          <w:ilvl w:val="3"/>
          <w:numId w:val="5"/>
        </w:numPr>
        <w:tabs>
          <w:tab w:val="left" w:pos="1134"/>
        </w:tabs>
        <w:spacing w:before="100" w:beforeAutospacing="1" w:line="240" w:lineRule="auto"/>
        <w:rPr>
          <w:sz w:val="22"/>
          <w:szCs w:val="22"/>
        </w:rPr>
      </w:pPr>
      <w:r w:rsidRPr="007417E6">
        <w:rPr>
          <w:sz w:val="22"/>
          <w:szCs w:val="22"/>
        </w:rPr>
        <w:t xml:space="preserve">Все </w:t>
      </w:r>
      <w:r w:rsidR="00CB66DA">
        <w:rPr>
          <w:sz w:val="22"/>
          <w:szCs w:val="22"/>
        </w:rPr>
        <w:t>Поставщик</w:t>
      </w:r>
      <w:r w:rsidRPr="007417E6">
        <w:rPr>
          <w:sz w:val="22"/>
          <w:szCs w:val="22"/>
        </w:rPr>
        <w:t xml:space="preserve">и, официально получившие настоящую Документацию по запросу предложений (подраздел </w:t>
      </w:r>
      <w:fldSimple w:instr=" REF _Ref55280429 \r \h  \* MERGEFORMAT ">
        <w:r w:rsidR="00A162D9">
          <w:rPr>
            <w:sz w:val="22"/>
            <w:szCs w:val="22"/>
          </w:rPr>
          <w:t>4.3</w:t>
        </w:r>
      </w:fldSimple>
      <w:r w:rsidRPr="007417E6">
        <w:rPr>
          <w:sz w:val="22"/>
          <w:szCs w:val="22"/>
        </w:rPr>
        <w:t>), незамедлительно уведомл</w:t>
      </w:r>
      <w:r w:rsidRPr="007417E6">
        <w:rPr>
          <w:sz w:val="22"/>
          <w:szCs w:val="22"/>
        </w:rPr>
        <w:t>я</w:t>
      </w:r>
      <w:r w:rsidR="00E21E36">
        <w:rPr>
          <w:sz w:val="22"/>
          <w:szCs w:val="22"/>
        </w:rPr>
        <w:t xml:space="preserve">ются об этом с </w:t>
      </w:r>
      <w:r w:rsidRPr="007417E6">
        <w:rPr>
          <w:sz w:val="22"/>
          <w:szCs w:val="22"/>
        </w:rPr>
        <w:t xml:space="preserve">использованием средств </w:t>
      </w:r>
      <w:r w:rsidR="005E3EA7">
        <w:rPr>
          <w:sz w:val="22"/>
          <w:szCs w:val="22"/>
        </w:rPr>
        <w:t>электронной торговой площадк</w:t>
      </w:r>
      <w:r w:rsidR="00331247">
        <w:rPr>
          <w:sz w:val="22"/>
          <w:szCs w:val="22"/>
        </w:rPr>
        <w:t>и</w:t>
      </w:r>
      <w:r w:rsidR="005E3EA7">
        <w:rPr>
          <w:sz w:val="22"/>
          <w:szCs w:val="22"/>
        </w:rPr>
        <w:t xml:space="preserve"> ОАО «Холдинг МРСК»</w:t>
      </w:r>
      <w:r w:rsidR="00662A24" w:rsidRPr="00662A24">
        <w:rPr>
          <w:sz w:val="22"/>
          <w:szCs w:val="22"/>
        </w:rPr>
        <w:t xml:space="preserve"> </w:t>
      </w:r>
      <w:hyperlink r:id="rId17" w:history="1">
        <w:r w:rsidR="00EF2A96" w:rsidRPr="00EF2A96">
          <w:rPr>
            <w:rStyle w:val="a9"/>
            <w:sz w:val="22"/>
            <w:szCs w:val="22"/>
          </w:rPr>
          <w:t>www.b2b-</w:t>
        </w:r>
        <w:r w:rsidR="00EF2A96" w:rsidRPr="00EF2A96">
          <w:rPr>
            <w:rStyle w:val="a9"/>
            <w:sz w:val="22"/>
            <w:szCs w:val="22"/>
            <w:lang w:val="en-US"/>
          </w:rPr>
          <w:t>mrsk</w:t>
        </w:r>
        <w:r w:rsidR="00EF2A96" w:rsidRPr="00EF2A96">
          <w:rPr>
            <w:rStyle w:val="a9"/>
            <w:sz w:val="22"/>
            <w:szCs w:val="22"/>
          </w:rPr>
          <w:t>.ru</w:t>
        </w:r>
      </w:hyperlink>
      <w:r w:rsidRPr="007417E6">
        <w:rPr>
          <w:sz w:val="22"/>
          <w:szCs w:val="22"/>
        </w:rPr>
        <w:t>.</w:t>
      </w:r>
    </w:p>
    <w:p w:rsidR="00381292" w:rsidRPr="007417E6" w:rsidRDefault="00381292" w:rsidP="001D61D0">
      <w:pPr>
        <w:pStyle w:val="2"/>
        <w:spacing w:before="100" w:beforeAutospacing="1" w:after="100" w:afterAutospacing="1"/>
        <w:rPr>
          <w:sz w:val="22"/>
          <w:szCs w:val="22"/>
        </w:rPr>
      </w:pPr>
      <w:bookmarkStart w:id="181" w:name="_Ref93088240"/>
      <w:bookmarkStart w:id="182" w:name="_Toc125426201"/>
      <w:bookmarkStart w:id="183" w:name="_Toc318207983"/>
      <w:r w:rsidRPr="007417E6">
        <w:rPr>
          <w:sz w:val="22"/>
          <w:szCs w:val="22"/>
        </w:rPr>
        <w:t xml:space="preserve">Требования к </w:t>
      </w:r>
      <w:r w:rsidR="00CB66DA">
        <w:rPr>
          <w:sz w:val="22"/>
          <w:szCs w:val="22"/>
        </w:rPr>
        <w:t>Поставщик</w:t>
      </w:r>
      <w:r w:rsidRPr="007417E6">
        <w:rPr>
          <w:sz w:val="22"/>
          <w:szCs w:val="22"/>
        </w:rPr>
        <w:t>ам. Подтверждение соответствия предъявляемым требованиям</w:t>
      </w:r>
      <w:bookmarkEnd w:id="181"/>
      <w:bookmarkEnd w:id="182"/>
      <w:bookmarkEnd w:id="183"/>
    </w:p>
    <w:p w:rsidR="00381292" w:rsidRPr="007417E6" w:rsidRDefault="00381292" w:rsidP="00B123FB">
      <w:pPr>
        <w:pStyle w:val="21"/>
        <w:numPr>
          <w:ilvl w:val="2"/>
          <w:numId w:val="5"/>
        </w:numPr>
        <w:tabs>
          <w:tab w:val="num" w:pos="1134"/>
        </w:tabs>
        <w:spacing w:before="100" w:beforeAutospacing="1" w:after="100" w:afterAutospacing="1"/>
        <w:ind w:left="1134"/>
        <w:rPr>
          <w:color w:val="000000"/>
          <w:sz w:val="22"/>
          <w:szCs w:val="22"/>
        </w:rPr>
      </w:pPr>
      <w:bookmarkStart w:id="184" w:name="_Toc90385071"/>
      <w:bookmarkStart w:id="185" w:name="_Ref93090116"/>
      <w:bookmarkStart w:id="186" w:name="_Toc125426202"/>
      <w:r w:rsidRPr="007417E6">
        <w:rPr>
          <w:color w:val="000000"/>
          <w:sz w:val="22"/>
          <w:szCs w:val="22"/>
        </w:rPr>
        <w:t xml:space="preserve">Требования к </w:t>
      </w:r>
      <w:r w:rsidR="00CB66DA">
        <w:rPr>
          <w:color w:val="000000"/>
          <w:sz w:val="22"/>
          <w:szCs w:val="22"/>
        </w:rPr>
        <w:t>Поставщик</w:t>
      </w:r>
      <w:r w:rsidRPr="007417E6">
        <w:rPr>
          <w:color w:val="000000"/>
          <w:sz w:val="22"/>
          <w:szCs w:val="22"/>
        </w:rPr>
        <w:t>ам</w:t>
      </w:r>
      <w:bookmarkEnd w:id="184"/>
      <w:bookmarkEnd w:id="185"/>
      <w:bookmarkEnd w:id="186"/>
    </w:p>
    <w:p w:rsidR="00381292" w:rsidRPr="007F0F9C" w:rsidRDefault="00381292" w:rsidP="001D61D0">
      <w:pPr>
        <w:pStyle w:val="a1"/>
        <w:spacing w:line="240" w:lineRule="auto"/>
        <w:rPr>
          <w:sz w:val="22"/>
          <w:szCs w:val="22"/>
        </w:rPr>
      </w:pPr>
      <w:r w:rsidRPr="007417E6">
        <w:rPr>
          <w:sz w:val="22"/>
          <w:szCs w:val="22"/>
        </w:rPr>
        <w:t>Участвовать в данной процедуре Запроса предложений может любое юридическое или физическое лицо, а также объединение этих лиц, спосо</w:t>
      </w:r>
      <w:r w:rsidRPr="007417E6">
        <w:rPr>
          <w:sz w:val="22"/>
          <w:szCs w:val="22"/>
        </w:rPr>
        <w:t>б</w:t>
      </w:r>
      <w:r w:rsidRPr="007417E6">
        <w:rPr>
          <w:sz w:val="22"/>
          <w:szCs w:val="22"/>
        </w:rPr>
        <w:t xml:space="preserve">ное на законных основаниях поставить требуемую продукцию (коллективный </w:t>
      </w:r>
      <w:r w:rsidR="00CB66DA">
        <w:rPr>
          <w:sz w:val="22"/>
          <w:szCs w:val="22"/>
        </w:rPr>
        <w:t>Поставщик</w:t>
      </w:r>
      <w:r w:rsidR="00723CA7" w:rsidRPr="007417E6">
        <w:rPr>
          <w:sz w:val="22"/>
          <w:szCs w:val="22"/>
        </w:rPr>
        <w:t xml:space="preserve"> Дополнительные требования к колле</w:t>
      </w:r>
      <w:r w:rsidR="00723CA7" w:rsidRPr="007417E6">
        <w:rPr>
          <w:sz w:val="22"/>
          <w:szCs w:val="22"/>
        </w:rPr>
        <w:t>к</w:t>
      </w:r>
      <w:r w:rsidR="00723CA7" w:rsidRPr="007417E6">
        <w:rPr>
          <w:sz w:val="22"/>
          <w:szCs w:val="22"/>
        </w:rPr>
        <w:t xml:space="preserve">тивным </w:t>
      </w:r>
      <w:r w:rsidR="00CB66DA">
        <w:rPr>
          <w:sz w:val="22"/>
          <w:szCs w:val="22"/>
        </w:rPr>
        <w:t>Поставщик</w:t>
      </w:r>
      <w:r w:rsidR="00723CA7" w:rsidRPr="007417E6">
        <w:rPr>
          <w:sz w:val="22"/>
          <w:szCs w:val="22"/>
        </w:rPr>
        <w:t xml:space="preserve">ам и порядку подтверждения их соответствия установленным </w:t>
      </w:r>
      <w:r w:rsidR="00723CA7" w:rsidRPr="007F0F9C">
        <w:rPr>
          <w:sz w:val="22"/>
          <w:szCs w:val="22"/>
        </w:rPr>
        <w:t>требованиям пр</w:t>
      </w:r>
      <w:r w:rsidR="00723CA7" w:rsidRPr="007F0F9C">
        <w:rPr>
          <w:sz w:val="22"/>
          <w:szCs w:val="22"/>
        </w:rPr>
        <w:t>и</w:t>
      </w:r>
      <w:r w:rsidR="00723CA7" w:rsidRPr="007F0F9C">
        <w:rPr>
          <w:sz w:val="22"/>
          <w:szCs w:val="22"/>
        </w:rPr>
        <w:t xml:space="preserve">ведены в пункте </w:t>
      </w:r>
      <w:fldSimple w:instr=" REF _Ref93267180 \r \h  \* MERGEFORMAT ">
        <w:r w:rsidR="00C07197" w:rsidRPr="007F0F9C">
          <w:rPr>
            <w:sz w:val="22"/>
            <w:szCs w:val="22"/>
          </w:rPr>
          <w:t>4.6</w:t>
        </w:r>
      </w:fldSimple>
      <w:r w:rsidR="004F64EF" w:rsidRPr="007F0F9C">
        <w:rPr>
          <w:sz w:val="22"/>
          <w:szCs w:val="22"/>
        </w:rPr>
        <w:t>)</w:t>
      </w:r>
      <w:r w:rsidR="00C525A8" w:rsidRPr="007F0F9C">
        <w:rPr>
          <w:sz w:val="22"/>
          <w:szCs w:val="22"/>
        </w:rPr>
        <w:t>.</w:t>
      </w:r>
    </w:p>
    <w:p w:rsidR="00381292" w:rsidRPr="007F0F9C" w:rsidRDefault="00381292" w:rsidP="007F4077">
      <w:pPr>
        <w:pStyle w:val="a1"/>
        <w:spacing w:before="100" w:beforeAutospacing="1" w:line="240" w:lineRule="auto"/>
        <w:rPr>
          <w:sz w:val="22"/>
          <w:szCs w:val="22"/>
        </w:rPr>
      </w:pPr>
      <w:r w:rsidRPr="007F0F9C">
        <w:rPr>
          <w:sz w:val="22"/>
          <w:szCs w:val="22"/>
        </w:rPr>
        <w:t xml:space="preserve">Чтобы претендовать на победу в данной процедуре Запроса предложений и на право заключения Договора, </w:t>
      </w:r>
      <w:r w:rsidR="00CB66DA" w:rsidRPr="007F0F9C">
        <w:rPr>
          <w:sz w:val="22"/>
          <w:szCs w:val="22"/>
        </w:rPr>
        <w:t>Поставщик</w:t>
      </w:r>
      <w:r w:rsidRPr="007F0F9C">
        <w:rPr>
          <w:sz w:val="22"/>
          <w:szCs w:val="22"/>
        </w:rPr>
        <w:t xml:space="preserve"> самостоятельно или коллективный </w:t>
      </w:r>
      <w:r w:rsidR="00CB66DA" w:rsidRPr="007F0F9C">
        <w:rPr>
          <w:sz w:val="22"/>
          <w:szCs w:val="22"/>
        </w:rPr>
        <w:t>Поставщик</w:t>
      </w:r>
      <w:r w:rsidRPr="007F0F9C">
        <w:rPr>
          <w:sz w:val="22"/>
          <w:szCs w:val="22"/>
        </w:rPr>
        <w:t xml:space="preserve"> в целом должен отвечать следующим требован</w:t>
      </w:r>
      <w:r w:rsidRPr="007F0F9C">
        <w:rPr>
          <w:sz w:val="22"/>
          <w:szCs w:val="22"/>
        </w:rPr>
        <w:t>и</w:t>
      </w:r>
      <w:r w:rsidRPr="007F0F9C">
        <w:rPr>
          <w:sz w:val="22"/>
          <w:szCs w:val="22"/>
        </w:rPr>
        <w:t>ям:</w:t>
      </w:r>
    </w:p>
    <w:p w:rsidR="00381292" w:rsidRPr="007F0F9C" w:rsidRDefault="00CB66DA" w:rsidP="00A53015">
      <w:pPr>
        <w:pStyle w:val="a2"/>
        <w:numPr>
          <w:ilvl w:val="4"/>
          <w:numId w:val="5"/>
        </w:numPr>
        <w:tabs>
          <w:tab w:val="left" w:pos="1134"/>
          <w:tab w:val="left" w:pos="1701"/>
        </w:tabs>
        <w:spacing w:before="60" w:line="240" w:lineRule="auto"/>
        <w:rPr>
          <w:sz w:val="22"/>
          <w:szCs w:val="22"/>
        </w:rPr>
      </w:pPr>
      <w:r w:rsidRPr="007F0F9C">
        <w:rPr>
          <w:sz w:val="22"/>
          <w:szCs w:val="22"/>
        </w:rPr>
        <w:t>Поставщик</w:t>
      </w:r>
      <w:r w:rsidR="00381292" w:rsidRPr="007F0F9C">
        <w:rPr>
          <w:sz w:val="22"/>
          <w:szCs w:val="22"/>
        </w:rPr>
        <w:t xml:space="preserve"> должен обладать необходимыми профессиональными знаниями и опытом, иметь ресурсные возможности (финансовыми, мат</w:t>
      </w:r>
      <w:r w:rsidR="00381292" w:rsidRPr="007F0F9C">
        <w:rPr>
          <w:sz w:val="22"/>
          <w:szCs w:val="22"/>
        </w:rPr>
        <w:t>е</w:t>
      </w:r>
      <w:r w:rsidR="00381292" w:rsidRPr="007F0F9C">
        <w:rPr>
          <w:sz w:val="22"/>
          <w:szCs w:val="22"/>
        </w:rPr>
        <w:t>риально-техническими, производственными, трудовыми), управле</w:t>
      </w:r>
      <w:r w:rsidR="00381292" w:rsidRPr="007F0F9C">
        <w:rPr>
          <w:sz w:val="22"/>
          <w:szCs w:val="22"/>
        </w:rPr>
        <w:t>н</w:t>
      </w:r>
      <w:r w:rsidR="00381292" w:rsidRPr="007F0F9C">
        <w:rPr>
          <w:sz w:val="22"/>
          <w:szCs w:val="22"/>
        </w:rPr>
        <w:t>ческой компетентностью</w:t>
      </w:r>
      <w:r w:rsidR="00575A73" w:rsidRPr="007F0F9C">
        <w:rPr>
          <w:sz w:val="22"/>
          <w:szCs w:val="22"/>
        </w:rPr>
        <w:t xml:space="preserve">, </w:t>
      </w:r>
      <w:r w:rsidR="000D127C" w:rsidRPr="007F0F9C">
        <w:rPr>
          <w:sz w:val="22"/>
          <w:szCs w:val="22"/>
        </w:rPr>
        <w:t xml:space="preserve">положительной </w:t>
      </w:r>
      <w:r w:rsidR="00381292" w:rsidRPr="007F0F9C">
        <w:rPr>
          <w:sz w:val="22"/>
          <w:szCs w:val="22"/>
        </w:rPr>
        <w:t>репутацией;</w:t>
      </w:r>
    </w:p>
    <w:p w:rsidR="00A52D85" w:rsidRPr="007F0F9C" w:rsidRDefault="003A7F49" w:rsidP="00A53015">
      <w:pPr>
        <w:pStyle w:val="a2"/>
        <w:numPr>
          <w:ilvl w:val="4"/>
          <w:numId w:val="5"/>
        </w:numPr>
        <w:tabs>
          <w:tab w:val="left" w:pos="1134"/>
          <w:tab w:val="left" w:pos="1701"/>
        </w:tabs>
        <w:spacing w:before="60" w:line="240" w:lineRule="auto"/>
        <w:rPr>
          <w:sz w:val="22"/>
          <w:szCs w:val="22"/>
        </w:rPr>
      </w:pPr>
      <w:r w:rsidRPr="007F0F9C">
        <w:rPr>
          <w:sz w:val="22"/>
          <w:szCs w:val="22"/>
        </w:rPr>
        <w:t>Должен обладать гражданской правосп</w:t>
      </w:r>
      <w:r w:rsidRPr="007F0F9C">
        <w:rPr>
          <w:sz w:val="22"/>
          <w:szCs w:val="22"/>
        </w:rPr>
        <w:t>о</w:t>
      </w:r>
      <w:r w:rsidRPr="007F0F9C">
        <w:rPr>
          <w:sz w:val="22"/>
          <w:szCs w:val="22"/>
        </w:rPr>
        <w:t>собностью в полном объеме для заключения и исполнения Договора (должен быть зарегистрирован в установленном порядке</w:t>
      </w:r>
      <w:r w:rsidR="00A52D85" w:rsidRPr="007F0F9C">
        <w:rPr>
          <w:sz w:val="22"/>
          <w:szCs w:val="22"/>
        </w:rPr>
        <w:t>)</w:t>
      </w:r>
      <w:r w:rsidR="00637584" w:rsidRPr="007F0F9C">
        <w:rPr>
          <w:sz w:val="22"/>
          <w:szCs w:val="22"/>
        </w:rPr>
        <w:t>;</w:t>
      </w:r>
      <w:r w:rsidRPr="007F0F9C">
        <w:rPr>
          <w:sz w:val="22"/>
          <w:szCs w:val="22"/>
        </w:rPr>
        <w:t xml:space="preserve"> </w:t>
      </w:r>
    </w:p>
    <w:p w:rsidR="00A52D85" w:rsidRPr="007F0F9C" w:rsidRDefault="00CB66DA" w:rsidP="00A53015">
      <w:pPr>
        <w:pStyle w:val="a2"/>
        <w:numPr>
          <w:ilvl w:val="4"/>
          <w:numId w:val="5"/>
        </w:numPr>
        <w:tabs>
          <w:tab w:val="left" w:pos="1134"/>
          <w:tab w:val="left" w:pos="1701"/>
        </w:tabs>
        <w:spacing w:before="60" w:line="240" w:lineRule="auto"/>
        <w:rPr>
          <w:sz w:val="22"/>
          <w:szCs w:val="22"/>
        </w:rPr>
      </w:pPr>
      <w:r w:rsidRPr="007F0F9C">
        <w:rPr>
          <w:sz w:val="22"/>
          <w:szCs w:val="22"/>
        </w:rPr>
        <w:t>Поставщик</w:t>
      </w:r>
      <w:r w:rsidR="001577DC" w:rsidRPr="007F0F9C">
        <w:rPr>
          <w:sz w:val="22"/>
          <w:szCs w:val="22"/>
        </w:rPr>
        <w:t xml:space="preserve"> должен</w:t>
      </w:r>
      <w:r w:rsidR="00A52D85" w:rsidRPr="007F0F9C">
        <w:rPr>
          <w:sz w:val="22"/>
          <w:szCs w:val="22"/>
        </w:rPr>
        <w:t xml:space="preserve"> иметь необходимые полномочия от производителей, предлагаемого им оборудования, на предложение в рамках настоящего запроса предложений этого оборудования, его поставку, монтаж, наладку, пуск в эксплуатацию, дальнейшее его гарантийное обслужив</w:t>
      </w:r>
      <w:r w:rsidR="00A52D85" w:rsidRPr="007F0F9C">
        <w:rPr>
          <w:sz w:val="22"/>
          <w:szCs w:val="22"/>
        </w:rPr>
        <w:t>а</w:t>
      </w:r>
      <w:r w:rsidR="00A52D85" w:rsidRPr="007F0F9C">
        <w:rPr>
          <w:sz w:val="22"/>
          <w:szCs w:val="22"/>
        </w:rPr>
        <w:t>ние (для дилеров - дилерские сертификаты);</w:t>
      </w:r>
    </w:p>
    <w:p w:rsidR="00381292" w:rsidRPr="007F0F9C" w:rsidRDefault="00CB66DA" w:rsidP="00A53015">
      <w:pPr>
        <w:pStyle w:val="a2"/>
        <w:numPr>
          <w:ilvl w:val="4"/>
          <w:numId w:val="5"/>
        </w:numPr>
        <w:tabs>
          <w:tab w:val="left" w:pos="1134"/>
          <w:tab w:val="left" w:pos="1701"/>
        </w:tabs>
        <w:spacing w:before="60" w:line="240" w:lineRule="auto"/>
        <w:rPr>
          <w:sz w:val="22"/>
          <w:szCs w:val="22"/>
        </w:rPr>
      </w:pPr>
      <w:r w:rsidRPr="007F0F9C">
        <w:rPr>
          <w:sz w:val="22"/>
          <w:szCs w:val="22"/>
        </w:rPr>
        <w:t>Поставщик</w:t>
      </w:r>
      <w:r w:rsidR="00381292" w:rsidRPr="007F0F9C">
        <w:rPr>
          <w:sz w:val="22"/>
          <w:szCs w:val="22"/>
        </w:rPr>
        <w:t xml:space="preserve"> не должен являться неплатежеспособным или банкротом, находится в процессе ликвидации, на имущество </w:t>
      </w:r>
      <w:r w:rsidRPr="007F0F9C">
        <w:rPr>
          <w:sz w:val="22"/>
          <w:szCs w:val="22"/>
        </w:rPr>
        <w:t>Поставщик</w:t>
      </w:r>
      <w:r w:rsidR="00381292" w:rsidRPr="007F0F9C">
        <w:rPr>
          <w:sz w:val="22"/>
          <w:szCs w:val="22"/>
        </w:rPr>
        <w:t xml:space="preserve">а в части, существенной для исполнения договора, не должен быть наложен арест, экономическая деятельность </w:t>
      </w:r>
      <w:r w:rsidRPr="007F0F9C">
        <w:rPr>
          <w:sz w:val="22"/>
          <w:szCs w:val="22"/>
        </w:rPr>
        <w:t>Поставщик</w:t>
      </w:r>
      <w:r w:rsidR="00381292" w:rsidRPr="007F0F9C">
        <w:rPr>
          <w:sz w:val="22"/>
          <w:szCs w:val="22"/>
        </w:rPr>
        <w:t>а не должна быть прио</w:t>
      </w:r>
      <w:r w:rsidR="00381292" w:rsidRPr="007F0F9C">
        <w:rPr>
          <w:sz w:val="22"/>
          <w:szCs w:val="22"/>
        </w:rPr>
        <w:t>с</w:t>
      </w:r>
      <w:r w:rsidR="00BB4343" w:rsidRPr="007F0F9C">
        <w:rPr>
          <w:sz w:val="22"/>
          <w:szCs w:val="22"/>
        </w:rPr>
        <w:t>тановлена;</w:t>
      </w:r>
    </w:p>
    <w:p w:rsidR="00BB4343" w:rsidRPr="007F0F9C" w:rsidRDefault="00CB66DA" w:rsidP="00A53015">
      <w:pPr>
        <w:pStyle w:val="a2"/>
        <w:numPr>
          <w:ilvl w:val="4"/>
          <w:numId w:val="5"/>
        </w:numPr>
        <w:tabs>
          <w:tab w:val="left" w:pos="1134"/>
          <w:tab w:val="left" w:pos="1701"/>
        </w:tabs>
        <w:spacing w:before="60" w:line="240" w:lineRule="auto"/>
        <w:rPr>
          <w:sz w:val="22"/>
          <w:szCs w:val="22"/>
        </w:rPr>
      </w:pPr>
      <w:r w:rsidRPr="007F0F9C">
        <w:rPr>
          <w:sz w:val="22"/>
          <w:szCs w:val="22"/>
        </w:rPr>
        <w:t>Поставщик</w:t>
      </w:r>
      <w:r w:rsidR="00BB4343" w:rsidRPr="007F0F9C">
        <w:rPr>
          <w:sz w:val="22"/>
          <w:szCs w:val="22"/>
        </w:rPr>
        <w:t xml:space="preserve"> должен иметь </w:t>
      </w:r>
      <w:r w:rsidR="00AF790A" w:rsidRPr="007F0F9C">
        <w:rPr>
          <w:sz w:val="22"/>
          <w:szCs w:val="22"/>
        </w:rPr>
        <w:t>опыт выполнения аналогичных договоров</w:t>
      </w:r>
      <w:r w:rsidR="00DC394D" w:rsidRPr="007F0F9C">
        <w:rPr>
          <w:sz w:val="22"/>
          <w:szCs w:val="22"/>
        </w:rPr>
        <w:t>,</w:t>
      </w:r>
      <w:r w:rsidR="00AF790A" w:rsidRPr="007F0F9C">
        <w:rPr>
          <w:sz w:val="22"/>
          <w:szCs w:val="22"/>
        </w:rPr>
        <w:t xml:space="preserve"> </w:t>
      </w:r>
      <w:r w:rsidR="00DC394D" w:rsidRPr="007F0F9C">
        <w:rPr>
          <w:sz w:val="22"/>
          <w:szCs w:val="22"/>
        </w:rPr>
        <w:t xml:space="preserve">за последние 3 (три) года, </w:t>
      </w:r>
      <w:r w:rsidR="00AF790A" w:rsidRPr="007F0F9C">
        <w:rPr>
          <w:sz w:val="22"/>
          <w:szCs w:val="22"/>
        </w:rPr>
        <w:t xml:space="preserve">в объеме не менее 50% от </w:t>
      </w:r>
      <w:r w:rsidR="00DC394D" w:rsidRPr="007F0F9C">
        <w:rPr>
          <w:sz w:val="22"/>
          <w:szCs w:val="22"/>
        </w:rPr>
        <w:t xml:space="preserve">объема </w:t>
      </w:r>
      <w:r w:rsidR="00BB4343" w:rsidRPr="007F0F9C">
        <w:rPr>
          <w:sz w:val="22"/>
          <w:szCs w:val="22"/>
        </w:rPr>
        <w:t>за</w:t>
      </w:r>
      <w:r w:rsidR="00EE6657" w:rsidRPr="007F0F9C">
        <w:rPr>
          <w:sz w:val="22"/>
          <w:szCs w:val="22"/>
        </w:rPr>
        <w:t>купаемой продукции.</w:t>
      </w:r>
    </w:p>
    <w:p w:rsidR="000F334A" w:rsidRPr="007417E6" w:rsidRDefault="000F334A" w:rsidP="000F334A">
      <w:pPr>
        <w:pStyle w:val="a1"/>
        <w:spacing w:before="100" w:beforeAutospacing="1" w:line="240" w:lineRule="auto"/>
        <w:rPr>
          <w:sz w:val="22"/>
          <w:szCs w:val="22"/>
        </w:rPr>
      </w:pPr>
      <w:r w:rsidRPr="007F0F9C">
        <w:rPr>
          <w:sz w:val="22"/>
          <w:szCs w:val="22"/>
        </w:rPr>
        <w:t>Организатор</w:t>
      </w:r>
      <w:r w:rsidRPr="007417E6">
        <w:rPr>
          <w:sz w:val="22"/>
          <w:szCs w:val="22"/>
        </w:rPr>
        <w:t xml:space="preserve"> Запроса предложений вправе отклонить предложение </w:t>
      </w:r>
      <w:r w:rsidR="00CB66DA">
        <w:rPr>
          <w:sz w:val="22"/>
          <w:szCs w:val="22"/>
        </w:rPr>
        <w:t>Поставщик</w:t>
      </w:r>
      <w:r w:rsidRPr="007417E6">
        <w:rPr>
          <w:sz w:val="22"/>
          <w:szCs w:val="22"/>
        </w:rPr>
        <w:t>а в случае наличия отрицательных отзывов и рекламаций по выполненным договорам от ОАО «МРСК Центра» или сторонних Заказчиков.</w:t>
      </w:r>
    </w:p>
    <w:p w:rsidR="002535D8" w:rsidRPr="007417E6" w:rsidRDefault="002535D8" w:rsidP="004B1B24">
      <w:pPr>
        <w:pStyle w:val="21"/>
        <w:numPr>
          <w:ilvl w:val="2"/>
          <w:numId w:val="5"/>
        </w:numPr>
        <w:tabs>
          <w:tab w:val="num" w:pos="1134"/>
        </w:tabs>
        <w:spacing w:before="100" w:beforeAutospacing="1" w:after="100" w:afterAutospacing="1"/>
        <w:ind w:left="1134"/>
        <w:jc w:val="both"/>
        <w:rPr>
          <w:color w:val="000000"/>
          <w:sz w:val="22"/>
          <w:szCs w:val="22"/>
        </w:rPr>
      </w:pPr>
      <w:bookmarkStart w:id="187" w:name="_Ref86827631"/>
      <w:bookmarkStart w:id="188" w:name="_Toc90385072"/>
      <w:bookmarkStart w:id="189" w:name="_Toc175748996"/>
      <w:r w:rsidRPr="007417E6">
        <w:rPr>
          <w:color w:val="000000"/>
          <w:sz w:val="22"/>
          <w:szCs w:val="22"/>
        </w:rPr>
        <w:t xml:space="preserve">Требования к документам, подтверждающим соответствие </w:t>
      </w:r>
      <w:r w:rsidR="00CB66DA">
        <w:rPr>
          <w:color w:val="000000"/>
          <w:sz w:val="22"/>
          <w:szCs w:val="22"/>
        </w:rPr>
        <w:t>Поставщик</w:t>
      </w:r>
      <w:r w:rsidRPr="007417E6">
        <w:rPr>
          <w:color w:val="000000"/>
          <w:sz w:val="22"/>
          <w:szCs w:val="22"/>
        </w:rPr>
        <w:t>а уст</w:t>
      </w:r>
      <w:r w:rsidRPr="007417E6">
        <w:rPr>
          <w:color w:val="000000"/>
          <w:sz w:val="22"/>
          <w:szCs w:val="22"/>
        </w:rPr>
        <w:t>а</w:t>
      </w:r>
      <w:r w:rsidRPr="007417E6">
        <w:rPr>
          <w:color w:val="000000"/>
          <w:sz w:val="22"/>
          <w:szCs w:val="22"/>
        </w:rPr>
        <w:t>новленным требованиям</w:t>
      </w:r>
      <w:bookmarkEnd w:id="187"/>
      <w:bookmarkEnd w:id="188"/>
      <w:bookmarkEnd w:id="189"/>
    </w:p>
    <w:p w:rsidR="00AE23AB" w:rsidRPr="007417E6" w:rsidRDefault="00AE23AB" w:rsidP="00C61D2B">
      <w:pPr>
        <w:pStyle w:val="a1"/>
        <w:spacing w:line="240" w:lineRule="auto"/>
        <w:rPr>
          <w:sz w:val="22"/>
          <w:szCs w:val="22"/>
        </w:rPr>
      </w:pPr>
      <w:bookmarkStart w:id="190" w:name="_Ref194733771"/>
      <w:r w:rsidRPr="007417E6">
        <w:rPr>
          <w:sz w:val="22"/>
          <w:szCs w:val="22"/>
        </w:rPr>
        <w:t xml:space="preserve">В связи с вышеизложенным </w:t>
      </w:r>
      <w:r w:rsidR="00CB66DA">
        <w:rPr>
          <w:sz w:val="22"/>
          <w:szCs w:val="22"/>
        </w:rPr>
        <w:t>Поставщик</w:t>
      </w:r>
      <w:r w:rsidRPr="007417E6">
        <w:rPr>
          <w:sz w:val="22"/>
          <w:szCs w:val="22"/>
        </w:rPr>
        <w:t xml:space="preserve"> должен включить в состав Предложения следующие документы, подтверждающие его соответствие выш</w:t>
      </w:r>
      <w:r w:rsidRPr="007417E6">
        <w:rPr>
          <w:sz w:val="22"/>
          <w:szCs w:val="22"/>
        </w:rPr>
        <w:t>е</w:t>
      </w:r>
      <w:r w:rsidRPr="007417E6">
        <w:rPr>
          <w:sz w:val="22"/>
          <w:szCs w:val="22"/>
        </w:rPr>
        <w:t>указанным требованиям:</w:t>
      </w:r>
      <w:bookmarkEnd w:id="190"/>
    </w:p>
    <w:p w:rsidR="00F7549B" w:rsidRPr="007417E6" w:rsidRDefault="007D3A7E" w:rsidP="00A53015">
      <w:pPr>
        <w:pStyle w:val="a2"/>
        <w:spacing w:before="60" w:line="240" w:lineRule="auto"/>
        <w:rPr>
          <w:sz w:val="22"/>
          <w:szCs w:val="22"/>
        </w:rPr>
      </w:pPr>
      <w:r w:rsidRPr="007D3A7E">
        <w:rPr>
          <w:sz w:val="22"/>
          <w:szCs w:val="22"/>
        </w:rPr>
        <w:t xml:space="preserve">заверенную </w:t>
      </w:r>
      <w:r w:rsidR="00CB66DA">
        <w:rPr>
          <w:sz w:val="22"/>
          <w:szCs w:val="22"/>
        </w:rPr>
        <w:t>Поставщик</w:t>
      </w:r>
      <w:r w:rsidRPr="007D3A7E">
        <w:rPr>
          <w:sz w:val="22"/>
          <w:szCs w:val="22"/>
        </w:rPr>
        <w:t xml:space="preserve">ом либо нотариусом </w:t>
      </w:r>
      <w:r w:rsidR="006206E5" w:rsidRPr="006206E5">
        <w:rPr>
          <w:sz w:val="22"/>
          <w:szCs w:val="22"/>
        </w:rPr>
        <w:t xml:space="preserve">копию выписки из Единого государственного реестра юридических лиц (аналогичного документа для индивидуальных предпринимателей) с указанием сведений, что </w:t>
      </w:r>
      <w:r w:rsidR="00F753C8">
        <w:rPr>
          <w:sz w:val="22"/>
          <w:szCs w:val="22"/>
        </w:rPr>
        <w:t>Поставщик</w:t>
      </w:r>
      <w:r w:rsidR="006206E5" w:rsidRPr="006206E5">
        <w:rPr>
          <w:sz w:val="22"/>
          <w:szCs w:val="22"/>
        </w:rPr>
        <w:t xml:space="preserve"> не находится в состоянии реорганизации или ликвидации, выданной соответствующим подразделением Федеральной налоговой службы не ранее чем за 6 месяцев до срока окончания приема </w:t>
      </w:r>
      <w:r w:rsidR="006206E5">
        <w:rPr>
          <w:sz w:val="22"/>
          <w:szCs w:val="22"/>
        </w:rPr>
        <w:t>Предложений</w:t>
      </w:r>
      <w:r w:rsidR="00F7549B" w:rsidRPr="007417E6">
        <w:rPr>
          <w:sz w:val="22"/>
          <w:szCs w:val="22"/>
        </w:rPr>
        <w:t>;</w:t>
      </w:r>
    </w:p>
    <w:p w:rsidR="000F334A" w:rsidRPr="007417E6" w:rsidRDefault="007D3A7E" w:rsidP="00A53015">
      <w:pPr>
        <w:pStyle w:val="a2"/>
        <w:spacing w:before="60" w:line="240" w:lineRule="auto"/>
        <w:rPr>
          <w:sz w:val="22"/>
          <w:szCs w:val="22"/>
        </w:rPr>
      </w:pPr>
      <w:r w:rsidRPr="007D3A7E">
        <w:rPr>
          <w:sz w:val="22"/>
          <w:szCs w:val="22"/>
        </w:rPr>
        <w:t xml:space="preserve">заверенную </w:t>
      </w:r>
      <w:r w:rsidR="00B80AF0">
        <w:rPr>
          <w:sz w:val="22"/>
          <w:szCs w:val="22"/>
        </w:rPr>
        <w:t>Поставщик</w:t>
      </w:r>
      <w:r w:rsidRPr="007D3A7E">
        <w:rPr>
          <w:sz w:val="22"/>
          <w:szCs w:val="22"/>
        </w:rPr>
        <w:t xml:space="preserve">ом либо нотариусом </w:t>
      </w:r>
      <w:r w:rsidR="000F334A" w:rsidRPr="007417E6">
        <w:rPr>
          <w:sz w:val="22"/>
          <w:szCs w:val="22"/>
        </w:rPr>
        <w:t>копию устава в действующей редакции</w:t>
      </w:r>
      <w:r w:rsidR="001718F8">
        <w:rPr>
          <w:sz w:val="22"/>
          <w:szCs w:val="22"/>
        </w:rPr>
        <w:t>;</w:t>
      </w:r>
    </w:p>
    <w:p w:rsidR="006B14EB" w:rsidRPr="007417E6" w:rsidRDefault="007D3A7E" w:rsidP="00A53015">
      <w:pPr>
        <w:pStyle w:val="a2"/>
        <w:spacing w:before="60" w:line="240" w:lineRule="auto"/>
        <w:rPr>
          <w:sz w:val="22"/>
          <w:szCs w:val="22"/>
        </w:rPr>
      </w:pPr>
      <w:r>
        <w:rPr>
          <w:sz w:val="22"/>
          <w:szCs w:val="22"/>
        </w:rPr>
        <w:t>заверенные</w:t>
      </w:r>
      <w:r w:rsidRPr="007D3A7E">
        <w:rPr>
          <w:sz w:val="22"/>
          <w:szCs w:val="22"/>
        </w:rPr>
        <w:t xml:space="preserve"> </w:t>
      </w:r>
      <w:r w:rsidR="00B80AF0">
        <w:rPr>
          <w:sz w:val="22"/>
          <w:szCs w:val="22"/>
        </w:rPr>
        <w:t>Поставщик</w:t>
      </w:r>
      <w:r w:rsidRPr="007D3A7E">
        <w:rPr>
          <w:sz w:val="22"/>
          <w:szCs w:val="22"/>
        </w:rPr>
        <w:t xml:space="preserve">ом </w:t>
      </w:r>
      <w:r w:rsidR="006B14EB" w:rsidRPr="007417E6">
        <w:rPr>
          <w:sz w:val="22"/>
          <w:szCs w:val="22"/>
        </w:rPr>
        <w:t>копии документов (приказов, протоколов собрания учредителей о назначении руководителя и т.д.), подтве</w:t>
      </w:r>
      <w:r w:rsidR="006B14EB" w:rsidRPr="007417E6">
        <w:rPr>
          <w:sz w:val="22"/>
          <w:szCs w:val="22"/>
        </w:rPr>
        <w:t>р</w:t>
      </w:r>
      <w:r w:rsidR="006B14EB" w:rsidRPr="007417E6">
        <w:rPr>
          <w:sz w:val="22"/>
          <w:szCs w:val="22"/>
        </w:rPr>
        <w:t xml:space="preserve">ждающие полномочия лица, </w:t>
      </w:r>
      <w:r w:rsidR="006B14EB" w:rsidRPr="007417E6">
        <w:rPr>
          <w:sz w:val="22"/>
          <w:szCs w:val="22"/>
        </w:rPr>
        <w:lastRenderedPageBreak/>
        <w:t>подписавшего Предложение, а также его право на заключение соответствующего Договора по результатам запроса предложений. Если Предложение подписывается по доверенности, предоставляется оригинал или нотариально заверенная копия доверенности и вышеуказанные документы на лицо, выдавшее довере</w:t>
      </w:r>
      <w:r w:rsidR="006B14EB" w:rsidRPr="007417E6">
        <w:rPr>
          <w:sz w:val="22"/>
          <w:szCs w:val="22"/>
        </w:rPr>
        <w:t>н</w:t>
      </w:r>
      <w:r w:rsidR="006B14EB" w:rsidRPr="007417E6">
        <w:rPr>
          <w:sz w:val="22"/>
          <w:szCs w:val="22"/>
        </w:rPr>
        <w:t>ность;</w:t>
      </w:r>
    </w:p>
    <w:p w:rsidR="000F334A" w:rsidRPr="007417E6" w:rsidRDefault="000F334A" w:rsidP="00A53015">
      <w:pPr>
        <w:pStyle w:val="a2"/>
        <w:spacing w:before="60" w:line="240" w:lineRule="auto"/>
        <w:rPr>
          <w:sz w:val="22"/>
          <w:szCs w:val="22"/>
        </w:rPr>
      </w:pPr>
      <w:r w:rsidRPr="007417E6">
        <w:rPr>
          <w:sz w:val="22"/>
          <w:szCs w:val="22"/>
        </w:rPr>
        <w:t>копии балансов вместе с отчетами о прибылях и убытках за два истекших полных года и завершившийся отчетный период текущего года;</w:t>
      </w:r>
    </w:p>
    <w:p w:rsidR="00D4164F" w:rsidRPr="007417E6" w:rsidRDefault="00D4164F" w:rsidP="00A53015">
      <w:pPr>
        <w:pStyle w:val="a2"/>
        <w:spacing w:before="60" w:line="240" w:lineRule="auto"/>
        <w:rPr>
          <w:sz w:val="22"/>
          <w:szCs w:val="22"/>
        </w:rPr>
      </w:pPr>
      <w:r w:rsidRPr="007417E6">
        <w:rPr>
          <w:sz w:val="22"/>
          <w:szCs w:val="22"/>
        </w:rPr>
        <w:t xml:space="preserve">анкету по установленной в настоящей Документации по запросу предложений форме (форма </w:t>
      </w:r>
      <w:r w:rsidR="008D0107">
        <w:rPr>
          <w:sz w:val="22"/>
          <w:szCs w:val="22"/>
        </w:rPr>
        <w:t>5</w:t>
      </w:r>
      <w:r w:rsidRPr="007417E6">
        <w:rPr>
          <w:sz w:val="22"/>
          <w:szCs w:val="22"/>
        </w:rPr>
        <w:t>);</w:t>
      </w:r>
    </w:p>
    <w:p w:rsidR="00D4164F" w:rsidRPr="007417E6" w:rsidRDefault="00D4164F" w:rsidP="00A53015">
      <w:pPr>
        <w:pStyle w:val="a2"/>
        <w:spacing w:before="60" w:line="240" w:lineRule="auto"/>
        <w:rPr>
          <w:sz w:val="22"/>
          <w:szCs w:val="22"/>
        </w:rPr>
      </w:pPr>
      <w:r w:rsidRPr="007417E6">
        <w:rPr>
          <w:sz w:val="22"/>
          <w:szCs w:val="22"/>
        </w:rPr>
        <w:t>оригинал справки о выполнении аналогичных (сопоставимых) по характеру и объему оказываемых договоров по установленной в настоящей Д</w:t>
      </w:r>
      <w:r w:rsidRPr="007417E6">
        <w:rPr>
          <w:sz w:val="22"/>
          <w:szCs w:val="22"/>
        </w:rPr>
        <w:t>о</w:t>
      </w:r>
      <w:r w:rsidRPr="007417E6">
        <w:rPr>
          <w:sz w:val="22"/>
          <w:szCs w:val="22"/>
        </w:rPr>
        <w:t xml:space="preserve">кументации по запросу предложений форме — </w:t>
      </w:r>
      <w:fldSimple w:instr=" REF _Ref55336378 \h  \* MERGEFORMAT ">
        <w:r w:rsidR="00C07197" w:rsidRPr="007417E6">
          <w:rPr>
            <w:sz w:val="22"/>
            <w:szCs w:val="22"/>
          </w:rPr>
          <w:t xml:space="preserve">Справка о перечне и годовых объемах выполнения аналогичных договоров (форма </w:t>
        </w:r>
        <w:r w:rsidR="008D0107">
          <w:rPr>
            <w:sz w:val="22"/>
            <w:szCs w:val="22"/>
          </w:rPr>
          <w:t>6</w:t>
        </w:r>
        <w:r w:rsidR="00C07197" w:rsidRPr="007417E6">
          <w:rPr>
            <w:sz w:val="22"/>
            <w:szCs w:val="22"/>
          </w:rPr>
          <w:t>)</w:t>
        </w:r>
      </w:fldSimple>
      <w:r w:rsidRPr="007417E6">
        <w:rPr>
          <w:sz w:val="22"/>
          <w:szCs w:val="22"/>
        </w:rPr>
        <w:t>;</w:t>
      </w:r>
    </w:p>
    <w:p w:rsidR="00DA3C5D" w:rsidRPr="007417E6" w:rsidRDefault="007D3A7E" w:rsidP="00A53015">
      <w:pPr>
        <w:pStyle w:val="a2"/>
        <w:spacing w:before="60" w:line="240" w:lineRule="auto"/>
        <w:rPr>
          <w:sz w:val="22"/>
          <w:szCs w:val="22"/>
        </w:rPr>
      </w:pPr>
      <w:r w:rsidRPr="007D3A7E">
        <w:rPr>
          <w:sz w:val="22"/>
          <w:szCs w:val="22"/>
        </w:rPr>
        <w:t>оригинал справки о материально-технических ресурсах, которые будут использованы в рамках выполнения Договора по установленной в настоящей Документации по запросу предложений форме —</w:t>
      </w:r>
      <w:r w:rsidRPr="007D3A7E">
        <w:t xml:space="preserve"> </w:t>
      </w:r>
      <w:fldSimple w:instr=" REF _Ref55336389 \h  \* MERGEFORMAT ">
        <w:r w:rsidR="008D0107" w:rsidRPr="007417E6">
          <w:rPr>
            <w:sz w:val="22"/>
            <w:szCs w:val="22"/>
          </w:rPr>
          <w:t xml:space="preserve">Справка о материально-технических ресурсах (форма </w:t>
        </w:r>
        <w:r w:rsidR="008D0107">
          <w:rPr>
            <w:sz w:val="22"/>
            <w:szCs w:val="22"/>
          </w:rPr>
          <w:t>8</w:t>
        </w:r>
        <w:r w:rsidR="008D0107" w:rsidRPr="007417E6">
          <w:rPr>
            <w:sz w:val="22"/>
            <w:szCs w:val="22"/>
          </w:rPr>
          <w:t>)</w:t>
        </w:r>
      </w:fldSimple>
      <w:r w:rsidR="00DA3C5D" w:rsidRPr="007417E6">
        <w:rPr>
          <w:sz w:val="22"/>
          <w:szCs w:val="22"/>
        </w:rPr>
        <w:t>;</w:t>
      </w:r>
    </w:p>
    <w:p w:rsidR="00D4164F" w:rsidRDefault="007D3A7E" w:rsidP="00A53015">
      <w:pPr>
        <w:pStyle w:val="a2"/>
        <w:spacing w:before="60" w:line="240" w:lineRule="auto"/>
        <w:rPr>
          <w:sz w:val="22"/>
          <w:szCs w:val="22"/>
        </w:rPr>
      </w:pPr>
      <w:r w:rsidRPr="007D3A7E">
        <w:rPr>
          <w:sz w:val="22"/>
          <w:szCs w:val="22"/>
        </w:rPr>
        <w:t>оригинал справки о кадровых ресурсах, которые будут привлечены в ходе выполнения Договора, по установленной в настоящей Документации по запросу предложений форме —</w:t>
      </w:r>
      <w:r w:rsidRPr="007D3A7E">
        <w:t xml:space="preserve"> </w:t>
      </w:r>
      <w:fldSimple w:instr=" REF _Ref55336398 \h  \* MERGEFORMAT ">
        <w:r w:rsidR="008D0107" w:rsidRPr="007417E6">
          <w:rPr>
            <w:sz w:val="22"/>
            <w:szCs w:val="22"/>
          </w:rPr>
          <w:t xml:space="preserve">Справка о кадровых ресурсах (форма </w:t>
        </w:r>
        <w:r w:rsidR="008D0107">
          <w:rPr>
            <w:sz w:val="22"/>
            <w:szCs w:val="22"/>
          </w:rPr>
          <w:t>9</w:t>
        </w:r>
        <w:r w:rsidR="008D0107" w:rsidRPr="007417E6">
          <w:rPr>
            <w:sz w:val="22"/>
            <w:szCs w:val="22"/>
          </w:rPr>
          <w:t>)</w:t>
        </w:r>
      </w:fldSimple>
      <w:r w:rsidR="00F7549B" w:rsidRPr="007417E6">
        <w:rPr>
          <w:sz w:val="22"/>
          <w:szCs w:val="22"/>
        </w:rPr>
        <w:t>;</w:t>
      </w:r>
    </w:p>
    <w:p w:rsidR="00EE75EA" w:rsidRPr="007417E6" w:rsidRDefault="00EE75EA" w:rsidP="00A53015">
      <w:pPr>
        <w:pStyle w:val="a2"/>
        <w:spacing w:before="60" w:line="240" w:lineRule="auto"/>
        <w:rPr>
          <w:sz w:val="22"/>
          <w:szCs w:val="22"/>
        </w:rPr>
      </w:pPr>
      <w:fldSimple w:instr=" REF _Ref268628720 \h  \* MERGEFORMAT ">
        <w:r w:rsidR="008D0107" w:rsidRPr="00661C2E">
          <w:rPr>
            <w:sz w:val="22"/>
            <w:szCs w:val="22"/>
          </w:rPr>
          <w:t xml:space="preserve">Информационное письмо о наличии у </w:t>
        </w:r>
        <w:r w:rsidR="008D0107">
          <w:rPr>
            <w:sz w:val="22"/>
            <w:szCs w:val="22"/>
          </w:rPr>
          <w:t>Поставщик</w:t>
        </w:r>
        <w:r w:rsidR="008D0107" w:rsidRPr="00661C2E">
          <w:rPr>
            <w:sz w:val="22"/>
            <w:szCs w:val="22"/>
          </w:rPr>
          <w:t>а связей, носящих характер аффилированности с сотрудниками Заказчика или Организатора запроса предложений (форма</w:t>
        </w:r>
        <w:r w:rsidR="008D0107" w:rsidRPr="008D0107">
          <w:rPr>
            <w:sz w:val="24"/>
            <w:szCs w:val="24"/>
          </w:rPr>
          <w:t xml:space="preserve"> 11)</w:t>
        </w:r>
      </w:fldSimple>
      <w:r w:rsidR="0064237C">
        <w:rPr>
          <w:sz w:val="22"/>
          <w:szCs w:val="22"/>
        </w:rPr>
        <w:t>;</w:t>
      </w:r>
    </w:p>
    <w:p w:rsidR="000F334A" w:rsidRPr="007417E6" w:rsidRDefault="000F334A" w:rsidP="00A53015">
      <w:pPr>
        <w:pStyle w:val="a2"/>
        <w:numPr>
          <w:ilvl w:val="4"/>
          <w:numId w:val="5"/>
        </w:numPr>
        <w:spacing w:before="60" w:line="240" w:lineRule="auto"/>
        <w:rPr>
          <w:sz w:val="22"/>
          <w:szCs w:val="22"/>
        </w:rPr>
      </w:pPr>
      <w:r w:rsidRPr="007417E6">
        <w:rPr>
          <w:sz w:val="22"/>
          <w:szCs w:val="22"/>
        </w:rPr>
        <w:t xml:space="preserve">заверенный </w:t>
      </w:r>
      <w:r w:rsidR="00B80AF0">
        <w:rPr>
          <w:sz w:val="22"/>
          <w:szCs w:val="22"/>
        </w:rPr>
        <w:t>Поставщик</w:t>
      </w:r>
      <w:r w:rsidRPr="007417E6">
        <w:rPr>
          <w:sz w:val="22"/>
          <w:szCs w:val="22"/>
        </w:rPr>
        <w:t xml:space="preserve">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B80AF0">
        <w:rPr>
          <w:sz w:val="22"/>
          <w:szCs w:val="22"/>
        </w:rPr>
        <w:t>Поставщик</w:t>
      </w:r>
      <w:r w:rsidRPr="007417E6">
        <w:rPr>
          <w:sz w:val="22"/>
          <w:szCs w:val="22"/>
        </w:rPr>
        <w:t>а крупной) – справку в произвольной форме;</w:t>
      </w:r>
    </w:p>
    <w:p w:rsidR="000F334A" w:rsidRPr="007417E6" w:rsidRDefault="000F334A" w:rsidP="00A53015">
      <w:pPr>
        <w:spacing w:before="60" w:line="240" w:lineRule="auto"/>
        <w:ind w:left="1701" w:firstLine="0"/>
        <w:rPr>
          <w:i/>
          <w:sz w:val="22"/>
          <w:szCs w:val="22"/>
        </w:rPr>
      </w:pPr>
      <w:r w:rsidRPr="007417E6">
        <w:rPr>
          <w:i/>
          <w:sz w:val="22"/>
          <w:szCs w:val="22"/>
        </w:rPr>
        <w:t>(Примечание: Таковыми документами являются:</w:t>
      </w:r>
    </w:p>
    <w:p w:rsidR="000F334A" w:rsidRPr="007417E6" w:rsidRDefault="00210CC8" w:rsidP="00A53015">
      <w:pPr>
        <w:spacing w:before="60" w:line="240" w:lineRule="auto"/>
        <w:ind w:left="1701" w:firstLine="0"/>
        <w:rPr>
          <w:i/>
          <w:sz w:val="22"/>
          <w:szCs w:val="22"/>
        </w:rPr>
      </w:pPr>
      <w:r w:rsidRPr="007417E6">
        <w:rPr>
          <w:i/>
          <w:sz w:val="22"/>
          <w:szCs w:val="22"/>
        </w:rPr>
        <w:t xml:space="preserve">- </w:t>
      </w:r>
      <w:r w:rsidR="000F334A" w:rsidRPr="007417E6">
        <w:rPr>
          <w:i/>
          <w:sz w:val="22"/>
          <w:szCs w:val="22"/>
        </w:rPr>
        <w:t xml:space="preserve">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B80AF0">
        <w:rPr>
          <w:i/>
          <w:sz w:val="22"/>
          <w:szCs w:val="22"/>
        </w:rPr>
        <w:t>Поставщик</w:t>
      </w:r>
      <w:r w:rsidR="000F334A" w:rsidRPr="007417E6">
        <w:rPr>
          <w:i/>
          <w:sz w:val="22"/>
          <w:szCs w:val="22"/>
        </w:rPr>
        <w:t>а, подтверждающая право единоличного или коллегиального исполнительного органа заключать крупные сделки самостоятельно;</w:t>
      </w:r>
    </w:p>
    <w:p w:rsidR="000F334A" w:rsidRPr="007417E6" w:rsidRDefault="00210CC8" w:rsidP="00A53015">
      <w:pPr>
        <w:spacing w:before="60" w:line="240" w:lineRule="auto"/>
        <w:ind w:left="1701" w:firstLine="0"/>
        <w:rPr>
          <w:i/>
          <w:sz w:val="22"/>
          <w:szCs w:val="22"/>
        </w:rPr>
      </w:pPr>
      <w:r w:rsidRPr="007417E6">
        <w:rPr>
          <w:i/>
          <w:sz w:val="22"/>
          <w:szCs w:val="22"/>
        </w:rPr>
        <w:t xml:space="preserve">- </w:t>
      </w:r>
      <w:r w:rsidR="000F334A" w:rsidRPr="007417E6">
        <w:rPr>
          <w:i/>
          <w:sz w:val="22"/>
          <w:szCs w:val="22"/>
        </w:rPr>
        <w:t xml:space="preserve">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B80AF0">
        <w:rPr>
          <w:i/>
          <w:sz w:val="22"/>
          <w:szCs w:val="22"/>
        </w:rPr>
        <w:t>Поставщик</w:t>
      </w:r>
      <w:r w:rsidR="000F334A" w:rsidRPr="007417E6">
        <w:rPr>
          <w:i/>
          <w:sz w:val="22"/>
          <w:szCs w:val="22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0F334A" w:rsidRPr="007417E6" w:rsidRDefault="00210CC8" w:rsidP="00A53015">
      <w:pPr>
        <w:spacing w:before="60" w:line="240" w:lineRule="auto"/>
        <w:ind w:left="1701" w:firstLine="0"/>
        <w:rPr>
          <w:i/>
          <w:sz w:val="22"/>
          <w:szCs w:val="22"/>
        </w:rPr>
      </w:pPr>
      <w:r w:rsidRPr="007417E6">
        <w:rPr>
          <w:i/>
          <w:sz w:val="22"/>
          <w:szCs w:val="22"/>
        </w:rPr>
        <w:t xml:space="preserve">- </w:t>
      </w:r>
      <w:r w:rsidR="000F334A" w:rsidRPr="007417E6">
        <w:rPr>
          <w:i/>
          <w:sz w:val="22"/>
          <w:szCs w:val="22"/>
        </w:rPr>
        <w:t>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0F334A" w:rsidRPr="007417E6" w:rsidRDefault="000F334A" w:rsidP="00A53015">
      <w:pPr>
        <w:pStyle w:val="a2"/>
        <w:spacing w:before="60" w:line="240" w:lineRule="auto"/>
        <w:rPr>
          <w:sz w:val="22"/>
          <w:szCs w:val="22"/>
        </w:rPr>
      </w:pPr>
      <w:r w:rsidRPr="007417E6">
        <w:rPr>
          <w:sz w:val="22"/>
          <w:szCs w:val="22"/>
        </w:rPr>
        <w:t xml:space="preserve">заверенный </w:t>
      </w:r>
      <w:r w:rsidR="00B80AF0">
        <w:rPr>
          <w:sz w:val="22"/>
          <w:szCs w:val="22"/>
        </w:rPr>
        <w:t>Поставщик</w:t>
      </w:r>
      <w:r w:rsidRPr="007417E6">
        <w:rPr>
          <w:sz w:val="22"/>
          <w:szCs w:val="22"/>
        </w:rPr>
        <w:t xml:space="preserve">ом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B80AF0">
        <w:rPr>
          <w:sz w:val="22"/>
          <w:szCs w:val="22"/>
        </w:rPr>
        <w:t>Поставщик</w:t>
      </w:r>
      <w:r w:rsidRPr="007417E6">
        <w:rPr>
          <w:sz w:val="22"/>
          <w:szCs w:val="22"/>
        </w:rPr>
        <w:t>а сделкой, в совершении которой имеется заинтересованность) – справку в произвольной форме;</w:t>
      </w:r>
    </w:p>
    <w:p w:rsidR="000F334A" w:rsidRPr="007417E6" w:rsidRDefault="000F334A" w:rsidP="00A53015">
      <w:pPr>
        <w:spacing w:before="60" w:line="240" w:lineRule="auto"/>
        <w:ind w:left="1701" w:firstLine="0"/>
        <w:rPr>
          <w:i/>
          <w:sz w:val="22"/>
          <w:szCs w:val="22"/>
        </w:rPr>
      </w:pPr>
      <w:r w:rsidRPr="007417E6">
        <w:rPr>
          <w:i/>
          <w:sz w:val="22"/>
          <w:szCs w:val="22"/>
        </w:rPr>
        <w:t>(Примечание: Таковыми документами являются:</w:t>
      </w:r>
    </w:p>
    <w:p w:rsidR="000F334A" w:rsidRPr="007417E6" w:rsidRDefault="000F334A" w:rsidP="00A53015">
      <w:pPr>
        <w:spacing w:before="60" w:line="240" w:lineRule="auto"/>
        <w:ind w:left="1701" w:firstLine="0"/>
        <w:rPr>
          <w:i/>
          <w:sz w:val="22"/>
          <w:szCs w:val="22"/>
        </w:rPr>
      </w:pPr>
      <w:r w:rsidRPr="007417E6">
        <w:rPr>
          <w:i/>
          <w:sz w:val="22"/>
          <w:szCs w:val="22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B80AF0">
        <w:rPr>
          <w:i/>
          <w:sz w:val="22"/>
          <w:szCs w:val="22"/>
        </w:rPr>
        <w:t>Поставщик</w:t>
      </w:r>
      <w:r w:rsidRPr="007417E6">
        <w:rPr>
          <w:i/>
          <w:sz w:val="22"/>
          <w:szCs w:val="22"/>
        </w:rPr>
        <w:t xml:space="preserve">а, подтверждающая право единоличного или </w:t>
      </w:r>
      <w:r w:rsidRPr="007417E6">
        <w:rPr>
          <w:i/>
          <w:sz w:val="22"/>
          <w:szCs w:val="22"/>
        </w:rPr>
        <w:lastRenderedPageBreak/>
        <w:t>коллегиального исполнительного органа заключать сделки, в совершении которых имеется заинтересованность;</w:t>
      </w:r>
    </w:p>
    <w:p w:rsidR="000F334A" w:rsidRPr="007417E6" w:rsidRDefault="000F334A" w:rsidP="00A53015">
      <w:pPr>
        <w:spacing w:before="60" w:line="240" w:lineRule="auto"/>
        <w:ind w:left="1701" w:firstLine="0"/>
        <w:rPr>
          <w:i/>
          <w:sz w:val="22"/>
          <w:szCs w:val="22"/>
        </w:rPr>
      </w:pPr>
      <w:r w:rsidRPr="007417E6">
        <w:rPr>
          <w:i/>
          <w:sz w:val="22"/>
          <w:szCs w:val="22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B80AF0">
        <w:rPr>
          <w:i/>
          <w:sz w:val="22"/>
          <w:szCs w:val="22"/>
        </w:rPr>
        <w:t>Поставщик</w:t>
      </w:r>
      <w:r w:rsidRPr="007417E6">
        <w:rPr>
          <w:i/>
          <w:sz w:val="22"/>
          <w:szCs w:val="22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0F334A" w:rsidRPr="007417E6" w:rsidRDefault="000F334A" w:rsidP="00A53015">
      <w:pPr>
        <w:spacing w:before="60" w:line="240" w:lineRule="auto"/>
        <w:ind w:left="1701" w:firstLine="0"/>
        <w:rPr>
          <w:i/>
          <w:sz w:val="22"/>
          <w:szCs w:val="22"/>
        </w:rPr>
      </w:pPr>
      <w:r w:rsidRPr="007417E6">
        <w:rPr>
          <w:i/>
          <w:sz w:val="22"/>
          <w:szCs w:val="22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предприятиях»).</w:t>
      </w:r>
    </w:p>
    <w:p w:rsidR="006B14EB" w:rsidRPr="007417E6" w:rsidRDefault="006B14EB" w:rsidP="00A53015">
      <w:pPr>
        <w:pStyle w:val="a2"/>
        <w:spacing w:before="60" w:line="240" w:lineRule="auto"/>
        <w:rPr>
          <w:sz w:val="22"/>
          <w:szCs w:val="22"/>
        </w:rPr>
      </w:pPr>
      <w:r w:rsidRPr="007417E6">
        <w:rPr>
          <w:sz w:val="22"/>
          <w:szCs w:val="22"/>
        </w:rPr>
        <w:t xml:space="preserve">иные документы, которые, по мнению </w:t>
      </w:r>
      <w:r w:rsidR="00B80AF0">
        <w:rPr>
          <w:sz w:val="22"/>
          <w:szCs w:val="22"/>
        </w:rPr>
        <w:t>Поставщик</w:t>
      </w:r>
      <w:r w:rsidRPr="007417E6">
        <w:rPr>
          <w:sz w:val="22"/>
          <w:szCs w:val="22"/>
        </w:rPr>
        <w:t>а, подтверждают его соответствие установленным требованиям, с соответствующими ко</w:t>
      </w:r>
      <w:r w:rsidRPr="007417E6">
        <w:rPr>
          <w:sz w:val="22"/>
          <w:szCs w:val="22"/>
        </w:rPr>
        <w:t>м</w:t>
      </w:r>
      <w:r w:rsidRPr="007417E6">
        <w:rPr>
          <w:sz w:val="22"/>
          <w:szCs w:val="22"/>
        </w:rPr>
        <w:t>ментариями, разъясняющими цель предоставления этих документов.</w:t>
      </w:r>
    </w:p>
    <w:p w:rsidR="00610E23" w:rsidRPr="007417E6" w:rsidRDefault="00610E23" w:rsidP="00825E39">
      <w:pPr>
        <w:pStyle w:val="a1"/>
        <w:spacing w:before="100" w:beforeAutospacing="1" w:line="240" w:lineRule="auto"/>
        <w:rPr>
          <w:sz w:val="22"/>
          <w:szCs w:val="22"/>
        </w:rPr>
      </w:pPr>
      <w:r w:rsidRPr="007417E6">
        <w:rPr>
          <w:sz w:val="22"/>
          <w:szCs w:val="22"/>
        </w:rPr>
        <w:t xml:space="preserve">В случае, если </w:t>
      </w:r>
      <w:r w:rsidR="00B80AF0">
        <w:rPr>
          <w:sz w:val="22"/>
          <w:szCs w:val="22"/>
        </w:rPr>
        <w:t>Поставщик</w:t>
      </w:r>
      <w:r w:rsidRPr="007417E6">
        <w:rPr>
          <w:sz w:val="22"/>
          <w:szCs w:val="22"/>
        </w:rPr>
        <w:t xml:space="preserve"> зарегистрирован вне Российской Федерации, он обязан представить все документы, предусмотренные п.</w:t>
      </w:r>
      <w:fldSimple w:instr=" REF _Ref194733771 \r \h  \* MERGEFORMAT ">
        <w:r w:rsidR="00C07197">
          <w:rPr>
            <w:sz w:val="22"/>
            <w:szCs w:val="22"/>
          </w:rPr>
          <w:t>4.5.2.1</w:t>
        </w:r>
      </w:fldSimple>
      <w:r w:rsidRPr="007417E6">
        <w:rPr>
          <w:sz w:val="22"/>
          <w:szCs w:val="22"/>
        </w:rPr>
        <w:t xml:space="preserve"> настоящей документации. В случае, если в соответствии с законодательством страны </w:t>
      </w:r>
      <w:r w:rsidR="00B80AF0">
        <w:rPr>
          <w:sz w:val="22"/>
          <w:szCs w:val="22"/>
        </w:rPr>
        <w:t>Поставщик</w:t>
      </w:r>
      <w:r w:rsidRPr="007417E6">
        <w:rPr>
          <w:sz w:val="22"/>
          <w:szCs w:val="22"/>
        </w:rPr>
        <w:t xml:space="preserve">а представление тех или иных документов не возможно – </w:t>
      </w:r>
      <w:r w:rsidR="00B80AF0">
        <w:rPr>
          <w:sz w:val="22"/>
          <w:szCs w:val="22"/>
        </w:rPr>
        <w:t>Поставщик</w:t>
      </w:r>
      <w:r w:rsidRPr="007417E6">
        <w:rPr>
          <w:sz w:val="22"/>
          <w:szCs w:val="22"/>
        </w:rPr>
        <w:t xml:space="preserve"> обязан представить справку с объяснением таких причин, а также (насколько это возможно) аналогичный документ, близкий по содержанию к запрашиваемому.</w:t>
      </w:r>
    </w:p>
    <w:p w:rsidR="00AE23AB" w:rsidRPr="007417E6" w:rsidRDefault="00AE23AB" w:rsidP="007F4077">
      <w:pPr>
        <w:pStyle w:val="a1"/>
        <w:spacing w:before="100" w:beforeAutospacing="1" w:line="240" w:lineRule="auto"/>
        <w:rPr>
          <w:sz w:val="22"/>
          <w:szCs w:val="22"/>
        </w:rPr>
      </w:pPr>
      <w:r w:rsidRPr="007417E6">
        <w:rPr>
          <w:sz w:val="22"/>
          <w:szCs w:val="22"/>
        </w:rPr>
        <w:t xml:space="preserve">Все указанные документы прилагаются </w:t>
      </w:r>
      <w:r w:rsidR="00B80AF0">
        <w:rPr>
          <w:sz w:val="22"/>
          <w:szCs w:val="22"/>
        </w:rPr>
        <w:t>Поставщик</w:t>
      </w:r>
      <w:r w:rsidRPr="007417E6">
        <w:rPr>
          <w:sz w:val="22"/>
          <w:szCs w:val="22"/>
        </w:rPr>
        <w:t>ом к Предлож</w:t>
      </w:r>
      <w:r w:rsidRPr="007417E6">
        <w:rPr>
          <w:sz w:val="22"/>
          <w:szCs w:val="22"/>
        </w:rPr>
        <w:t>е</w:t>
      </w:r>
      <w:r w:rsidRPr="007417E6">
        <w:rPr>
          <w:sz w:val="22"/>
          <w:szCs w:val="22"/>
        </w:rPr>
        <w:t>нию.</w:t>
      </w:r>
    </w:p>
    <w:p w:rsidR="00AE23AB" w:rsidRPr="007417E6" w:rsidRDefault="00AE23AB" w:rsidP="007F4077">
      <w:pPr>
        <w:pStyle w:val="a1"/>
        <w:spacing w:before="100" w:beforeAutospacing="1" w:line="240" w:lineRule="auto"/>
        <w:rPr>
          <w:sz w:val="22"/>
          <w:szCs w:val="22"/>
        </w:rPr>
      </w:pPr>
      <w:r w:rsidRPr="007417E6">
        <w:rPr>
          <w:sz w:val="22"/>
          <w:szCs w:val="22"/>
        </w:rPr>
        <w:t xml:space="preserve">В случае если по каким-либо причинам </w:t>
      </w:r>
      <w:r w:rsidR="00B80AF0">
        <w:rPr>
          <w:sz w:val="22"/>
          <w:szCs w:val="22"/>
        </w:rPr>
        <w:t>Поставщик</w:t>
      </w:r>
      <w:r w:rsidRPr="007417E6">
        <w:rPr>
          <w:sz w:val="22"/>
          <w:szCs w:val="22"/>
        </w:rPr>
        <w:t xml:space="preserve"> не может пр</w:t>
      </w:r>
      <w:r w:rsidRPr="007417E6">
        <w:rPr>
          <w:sz w:val="22"/>
          <w:szCs w:val="22"/>
        </w:rPr>
        <w:t>е</w:t>
      </w:r>
      <w:r w:rsidRPr="007417E6">
        <w:rPr>
          <w:sz w:val="22"/>
          <w:szCs w:val="22"/>
        </w:rPr>
        <w:t>доставить требуемый документ, он должен приложить составленн</w:t>
      </w:r>
      <w:r w:rsidR="003F1960" w:rsidRPr="007417E6">
        <w:rPr>
          <w:sz w:val="22"/>
          <w:szCs w:val="22"/>
        </w:rPr>
        <w:t>ую</w:t>
      </w:r>
      <w:r w:rsidRPr="007417E6">
        <w:rPr>
          <w:sz w:val="22"/>
          <w:szCs w:val="22"/>
        </w:rPr>
        <w:t xml:space="preserve"> в произвольной форме справку, объясняющую причину отсутствия требуемого документа, а также содержащую заверения </w:t>
      </w:r>
      <w:r w:rsidR="00803E24" w:rsidRPr="007417E6">
        <w:rPr>
          <w:sz w:val="22"/>
          <w:szCs w:val="22"/>
        </w:rPr>
        <w:t>Организатор</w:t>
      </w:r>
      <w:r w:rsidR="003E7446">
        <w:rPr>
          <w:sz w:val="22"/>
          <w:szCs w:val="22"/>
        </w:rPr>
        <w:t>у</w:t>
      </w:r>
      <w:r w:rsidRPr="007417E6">
        <w:rPr>
          <w:sz w:val="22"/>
          <w:szCs w:val="22"/>
        </w:rPr>
        <w:t xml:space="preserve"> </w:t>
      </w:r>
      <w:r w:rsidR="003E7446">
        <w:rPr>
          <w:sz w:val="22"/>
          <w:szCs w:val="22"/>
        </w:rPr>
        <w:t>о</w:t>
      </w:r>
      <w:r w:rsidRPr="007417E6">
        <w:rPr>
          <w:sz w:val="22"/>
          <w:szCs w:val="22"/>
        </w:rPr>
        <w:t xml:space="preserve"> соответствии </w:t>
      </w:r>
      <w:r w:rsidR="00B80AF0">
        <w:rPr>
          <w:sz w:val="22"/>
          <w:szCs w:val="22"/>
        </w:rPr>
        <w:t>Поставщик</w:t>
      </w:r>
      <w:r w:rsidRPr="007417E6">
        <w:rPr>
          <w:sz w:val="22"/>
          <w:szCs w:val="22"/>
        </w:rPr>
        <w:t>а да</w:t>
      </w:r>
      <w:r w:rsidRPr="007417E6">
        <w:rPr>
          <w:sz w:val="22"/>
          <w:szCs w:val="22"/>
        </w:rPr>
        <w:t>н</w:t>
      </w:r>
      <w:r w:rsidRPr="007417E6">
        <w:rPr>
          <w:sz w:val="22"/>
          <w:szCs w:val="22"/>
        </w:rPr>
        <w:t>ному требованию</w:t>
      </w:r>
      <w:r w:rsidR="00615483" w:rsidRPr="007417E6">
        <w:rPr>
          <w:sz w:val="22"/>
          <w:szCs w:val="22"/>
        </w:rPr>
        <w:t>.</w:t>
      </w:r>
    </w:p>
    <w:p w:rsidR="00C62A95" w:rsidRPr="007417E6" w:rsidRDefault="00C62A95" w:rsidP="007F4077">
      <w:pPr>
        <w:pStyle w:val="2"/>
        <w:spacing w:before="100" w:beforeAutospacing="1" w:after="100" w:afterAutospacing="1"/>
        <w:rPr>
          <w:sz w:val="22"/>
          <w:szCs w:val="22"/>
        </w:rPr>
      </w:pPr>
      <w:bookmarkStart w:id="191" w:name="_Ref93267180"/>
      <w:bookmarkStart w:id="192" w:name="_Toc93293059"/>
      <w:bookmarkStart w:id="193" w:name="_Toc98251914"/>
      <w:bookmarkStart w:id="194" w:name="_Toc172610103"/>
      <w:bookmarkStart w:id="195" w:name="_Toc318207984"/>
      <w:r w:rsidRPr="007417E6">
        <w:rPr>
          <w:sz w:val="22"/>
          <w:szCs w:val="22"/>
        </w:rPr>
        <w:t xml:space="preserve">Участие коллективных </w:t>
      </w:r>
      <w:r w:rsidR="00B80AF0">
        <w:rPr>
          <w:sz w:val="22"/>
          <w:szCs w:val="22"/>
        </w:rPr>
        <w:t>Поставщик</w:t>
      </w:r>
      <w:r w:rsidRPr="007417E6">
        <w:rPr>
          <w:sz w:val="22"/>
          <w:szCs w:val="22"/>
        </w:rPr>
        <w:t>ов</w:t>
      </w:r>
      <w:bookmarkEnd w:id="191"/>
      <w:bookmarkEnd w:id="192"/>
      <w:bookmarkEnd w:id="193"/>
      <w:bookmarkEnd w:id="194"/>
      <w:bookmarkEnd w:id="195"/>
    </w:p>
    <w:p w:rsidR="00C62A95" w:rsidRPr="007417E6" w:rsidRDefault="00C62A95" w:rsidP="001D61D0">
      <w:pPr>
        <w:pStyle w:val="a1"/>
        <w:numPr>
          <w:ilvl w:val="3"/>
          <w:numId w:val="5"/>
        </w:numPr>
        <w:spacing w:line="240" w:lineRule="auto"/>
        <w:rPr>
          <w:sz w:val="22"/>
          <w:szCs w:val="22"/>
        </w:rPr>
      </w:pPr>
      <w:r w:rsidRPr="007417E6">
        <w:rPr>
          <w:sz w:val="22"/>
          <w:szCs w:val="22"/>
        </w:rPr>
        <w:t xml:space="preserve">Каждая организация, входящая в состав коллективного </w:t>
      </w:r>
      <w:r w:rsidR="00B80AF0">
        <w:rPr>
          <w:sz w:val="22"/>
          <w:szCs w:val="22"/>
        </w:rPr>
        <w:t>Поставщик</w:t>
      </w:r>
      <w:r w:rsidRPr="007417E6">
        <w:rPr>
          <w:sz w:val="22"/>
          <w:szCs w:val="22"/>
        </w:rPr>
        <w:t>а, должна отвечать требованиям настоящей Документации по запросу предложений (подраздел 4.5).</w:t>
      </w:r>
    </w:p>
    <w:p w:rsidR="00C62A95" w:rsidRPr="007417E6" w:rsidRDefault="00C62A95" w:rsidP="00615483">
      <w:pPr>
        <w:pStyle w:val="a1"/>
        <w:numPr>
          <w:ilvl w:val="3"/>
          <w:numId w:val="5"/>
        </w:numPr>
        <w:spacing w:before="100" w:beforeAutospacing="1" w:line="240" w:lineRule="auto"/>
        <w:rPr>
          <w:sz w:val="22"/>
          <w:szCs w:val="22"/>
        </w:rPr>
      </w:pPr>
      <w:r w:rsidRPr="007417E6">
        <w:rPr>
          <w:sz w:val="22"/>
          <w:szCs w:val="22"/>
        </w:rPr>
        <w:t xml:space="preserve">Организации, представляющие коллективного </w:t>
      </w:r>
      <w:r w:rsidR="00B80AF0">
        <w:rPr>
          <w:sz w:val="22"/>
          <w:szCs w:val="22"/>
        </w:rPr>
        <w:t>Поставщик</w:t>
      </w:r>
      <w:r w:rsidRPr="007417E6">
        <w:rPr>
          <w:sz w:val="22"/>
          <w:szCs w:val="22"/>
        </w:rPr>
        <w:t>а, заключают между собой соглашение, соответствующее нормам Гражданского кодекса РФ, и отвечающее следующим требованиям:</w:t>
      </w:r>
    </w:p>
    <w:p w:rsidR="00C62A95" w:rsidRPr="007417E6" w:rsidRDefault="00C62A95" w:rsidP="00A53015">
      <w:pPr>
        <w:pStyle w:val="a2"/>
        <w:numPr>
          <w:ilvl w:val="4"/>
          <w:numId w:val="5"/>
        </w:numPr>
        <w:spacing w:before="60" w:line="240" w:lineRule="auto"/>
        <w:rPr>
          <w:sz w:val="22"/>
          <w:szCs w:val="22"/>
        </w:rPr>
      </w:pPr>
      <w:r w:rsidRPr="007417E6">
        <w:rPr>
          <w:sz w:val="22"/>
          <w:szCs w:val="22"/>
        </w:rPr>
        <w:t>в соглашении должны быть четко определены права и обязанности сторон как в рамках участия в данной процедуре Запроса предложений, так и в рамках исполнения Договора;</w:t>
      </w:r>
    </w:p>
    <w:p w:rsidR="00C62A95" w:rsidRPr="007417E6" w:rsidRDefault="00C62A95" w:rsidP="00A53015">
      <w:pPr>
        <w:pStyle w:val="a2"/>
        <w:numPr>
          <w:ilvl w:val="4"/>
          <w:numId w:val="5"/>
        </w:numPr>
        <w:spacing w:before="60" w:line="240" w:lineRule="auto"/>
        <w:rPr>
          <w:sz w:val="22"/>
          <w:szCs w:val="22"/>
        </w:rPr>
      </w:pPr>
      <w:r w:rsidRPr="007417E6">
        <w:rPr>
          <w:sz w:val="22"/>
          <w:szCs w:val="22"/>
        </w:rPr>
        <w:t>в соглашении должно быть приведено четкое распределение объемов и стоимости выполняемых каждой организацией, а также сроков поставки продукции;</w:t>
      </w:r>
    </w:p>
    <w:p w:rsidR="00C62A95" w:rsidRPr="007417E6" w:rsidRDefault="00C62A95" w:rsidP="00A53015">
      <w:pPr>
        <w:pStyle w:val="a2"/>
        <w:numPr>
          <w:ilvl w:val="4"/>
          <w:numId w:val="5"/>
        </w:numPr>
        <w:spacing w:before="60" w:line="240" w:lineRule="auto"/>
        <w:rPr>
          <w:sz w:val="22"/>
          <w:szCs w:val="22"/>
        </w:rPr>
      </w:pPr>
      <w:r w:rsidRPr="007417E6">
        <w:rPr>
          <w:sz w:val="22"/>
          <w:szCs w:val="22"/>
        </w:rPr>
        <w:t xml:space="preserve">в соглашении должен быть определен лидер, который в дальнейшем представляет интересы каждой из организаций, входящих в коллективного </w:t>
      </w:r>
      <w:r w:rsidR="00B80AF0">
        <w:rPr>
          <w:sz w:val="22"/>
          <w:szCs w:val="22"/>
        </w:rPr>
        <w:t>Поставщик</w:t>
      </w:r>
      <w:r w:rsidRPr="007417E6">
        <w:rPr>
          <w:sz w:val="22"/>
          <w:szCs w:val="22"/>
        </w:rPr>
        <w:t>а, во взаимоотношениях с Заказчиком;</w:t>
      </w:r>
    </w:p>
    <w:p w:rsidR="00C62A95" w:rsidRPr="007417E6" w:rsidRDefault="00C62A95" w:rsidP="00A53015">
      <w:pPr>
        <w:pStyle w:val="a2"/>
        <w:numPr>
          <w:ilvl w:val="4"/>
          <w:numId w:val="5"/>
        </w:numPr>
        <w:spacing w:before="60" w:line="240" w:lineRule="auto"/>
        <w:rPr>
          <w:sz w:val="22"/>
          <w:szCs w:val="22"/>
        </w:rPr>
      </w:pPr>
      <w:r w:rsidRPr="007417E6">
        <w:rPr>
          <w:sz w:val="22"/>
          <w:szCs w:val="22"/>
        </w:rPr>
        <w:t>в соглашении должна быть установлена солидарная ответственность за своевременное и полное исполнение Договора;</w:t>
      </w:r>
    </w:p>
    <w:p w:rsidR="00C62A95" w:rsidRPr="007417E6" w:rsidRDefault="00C62A95" w:rsidP="00A53015">
      <w:pPr>
        <w:pStyle w:val="a2"/>
        <w:numPr>
          <w:ilvl w:val="4"/>
          <w:numId w:val="5"/>
        </w:numPr>
        <w:spacing w:before="60" w:line="240" w:lineRule="auto"/>
        <w:rPr>
          <w:sz w:val="22"/>
          <w:szCs w:val="22"/>
        </w:rPr>
      </w:pPr>
      <w:r w:rsidRPr="007417E6">
        <w:rPr>
          <w:sz w:val="22"/>
          <w:szCs w:val="22"/>
        </w:rPr>
        <w:t>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 желанию Заказчика или по его инициативе, данная схема может быть изменена.</w:t>
      </w:r>
    </w:p>
    <w:p w:rsidR="00C62A95" w:rsidRDefault="007D3A7E" w:rsidP="00D655FE">
      <w:pPr>
        <w:pStyle w:val="a1"/>
        <w:numPr>
          <w:ilvl w:val="3"/>
          <w:numId w:val="5"/>
        </w:numPr>
        <w:spacing w:before="100" w:beforeAutospacing="1" w:line="240" w:lineRule="auto"/>
        <w:rPr>
          <w:sz w:val="22"/>
          <w:szCs w:val="22"/>
        </w:rPr>
      </w:pPr>
      <w:r w:rsidRPr="007D3A7E">
        <w:rPr>
          <w:sz w:val="22"/>
          <w:szCs w:val="22"/>
        </w:rPr>
        <w:t xml:space="preserve">Любая организация, входящая в состав коллективного </w:t>
      </w:r>
      <w:r w:rsidR="00B80AF0">
        <w:rPr>
          <w:sz w:val="22"/>
          <w:szCs w:val="22"/>
        </w:rPr>
        <w:t>Поставщик</w:t>
      </w:r>
      <w:r w:rsidRPr="007D3A7E">
        <w:rPr>
          <w:sz w:val="22"/>
          <w:szCs w:val="22"/>
        </w:rPr>
        <w:t xml:space="preserve">а, может входить только в одного коллективного </w:t>
      </w:r>
      <w:r w:rsidR="00B80AF0">
        <w:rPr>
          <w:sz w:val="22"/>
          <w:szCs w:val="22"/>
        </w:rPr>
        <w:t>Поставщик</w:t>
      </w:r>
      <w:r w:rsidRPr="007D3A7E">
        <w:rPr>
          <w:sz w:val="22"/>
          <w:szCs w:val="22"/>
        </w:rPr>
        <w:t>а и не имеет права принимать участие в данной процедуре Запроса предложений самостоятельн</w:t>
      </w:r>
      <w:r>
        <w:rPr>
          <w:sz w:val="22"/>
          <w:szCs w:val="22"/>
        </w:rPr>
        <w:t>о</w:t>
      </w:r>
      <w:r w:rsidR="00C62A95" w:rsidRPr="007417E6">
        <w:rPr>
          <w:sz w:val="22"/>
          <w:szCs w:val="22"/>
        </w:rPr>
        <w:t>.</w:t>
      </w:r>
      <w:r w:rsidR="000A7EFF" w:rsidRPr="000A7EFF">
        <w:rPr>
          <w:sz w:val="22"/>
          <w:szCs w:val="22"/>
        </w:rPr>
        <w:t xml:space="preserve"> В случае невыполнения этого требования предложения с участием таких организаций будут отклонены без рассмотрения по существу</w:t>
      </w:r>
      <w:r w:rsidR="000A7EFF">
        <w:rPr>
          <w:sz w:val="22"/>
          <w:szCs w:val="22"/>
        </w:rPr>
        <w:t>.</w:t>
      </w:r>
    </w:p>
    <w:p w:rsidR="00C62A95" w:rsidRPr="007417E6" w:rsidRDefault="00C62A95" w:rsidP="00A53015">
      <w:pPr>
        <w:pStyle w:val="a1"/>
        <w:numPr>
          <w:ilvl w:val="3"/>
          <w:numId w:val="5"/>
        </w:numPr>
        <w:spacing w:before="100" w:beforeAutospacing="1" w:line="240" w:lineRule="auto"/>
        <w:rPr>
          <w:sz w:val="22"/>
          <w:szCs w:val="22"/>
        </w:rPr>
      </w:pPr>
      <w:r w:rsidRPr="007417E6">
        <w:rPr>
          <w:sz w:val="22"/>
          <w:szCs w:val="22"/>
        </w:rPr>
        <w:t xml:space="preserve">В связи с вышеизложенным коллективный </w:t>
      </w:r>
      <w:r w:rsidR="00B80AF0">
        <w:rPr>
          <w:sz w:val="22"/>
          <w:szCs w:val="22"/>
        </w:rPr>
        <w:t>Поставщик</w:t>
      </w:r>
      <w:r w:rsidRPr="007417E6">
        <w:rPr>
          <w:sz w:val="22"/>
          <w:szCs w:val="22"/>
        </w:rPr>
        <w:t xml:space="preserve"> готовит Предложение с учетом следующих дополнительных требований:</w:t>
      </w:r>
    </w:p>
    <w:p w:rsidR="00C62A95" w:rsidRPr="007417E6" w:rsidRDefault="00C62A95" w:rsidP="00A53015">
      <w:pPr>
        <w:pStyle w:val="a2"/>
        <w:numPr>
          <w:ilvl w:val="4"/>
          <w:numId w:val="5"/>
        </w:numPr>
        <w:spacing w:before="60" w:line="240" w:lineRule="auto"/>
        <w:rPr>
          <w:sz w:val="22"/>
          <w:szCs w:val="22"/>
        </w:rPr>
      </w:pPr>
      <w:r w:rsidRPr="007417E6">
        <w:rPr>
          <w:sz w:val="22"/>
          <w:szCs w:val="22"/>
        </w:rPr>
        <w:t xml:space="preserve">Предложение должно включать сведения, подтверждающие соответствие каждой организации, составляющей коллективного </w:t>
      </w:r>
      <w:r w:rsidR="00B80AF0">
        <w:rPr>
          <w:sz w:val="22"/>
          <w:szCs w:val="22"/>
        </w:rPr>
        <w:t>Поставщик</w:t>
      </w:r>
      <w:r w:rsidRPr="007417E6">
        <w:rPr>
          <w:sz w:val="22"/>
          <w:szCs w:val="22"/>
        </w:rPr>
        <w:t>а, установленным требованиям (пункт 4.5.1);</w:t>
      </w:r>
    </w:p>
    <w:p w:rsidR="00C62A95" w:rsidRPr="007417E6" w:rsidRDefault="00C62A95" w:rsidP="00A53015">
      <w:pPr>
        <w:pStyle w:val="a2"/>
        <w:numPr>
          <w:ilvl w:val="4"/>
          <w:numId w:val="5"/>
        </w:numPr>
        <w:spacing w:before="60" w:line="240" w:lineRule="auto"/>
        <w:rPr>
          <w:sz w:val="22"/>
          <w:szCs w:val="22"/>
        </w:rPr>
      </w:pPr>
      <w:r w:rsidRPr="007417E6">
        <w:rPr>
          <w:sz w:val="22"/>
          <w:szCs w:val="22"/>
        </w:rPr>
        <w:lastRenderedPageBreak/>
        <w:t xml:space="preserve">Предложение подготавливается и подается лидером от своего имени со ссылкой на то, что он представляет интересы коллективного </w:t>
      </w:r>
      <w:r w:rsidR="00B80AF0">
        <w:rPr>
          <w:sz w:val="22"/>
          <w:szCs w:val="22"/>
        </w:rPr>
        <w:t>Поставщик</w:t>
      </w:r>
      <w:r w:rsidRPr="007417E6">
        <w:rPr>
          <w:sz w:val="22"/>
          <w:szCs w:val="22"/>
        </w:rPr>
        <w:t>а;</w:t>
      </w:r>
    </w:p>
    <w:p w:rsidR="00C62A95" w:rsidRPr="007417E6" w:rsidRDefault="00C62A95" w:rsidP="00A53015">
      <w:pPr>
        <w:pStyle w:val="a2"/>
        <w:numPr>
          <w:ilvl w:val="4"/>
          <w:numId w:val="5"/>
        </w:numPr>
        <w:spacing w:before="60" w:line="240" w:lineRule="auto"/>
        <w:rPr>
          <w:sz w:val="22"/>
          <w:szCs w:val="22"/>
        </w:rPr>
      </w:pPr>
      <w:r w:rsidRPr="007417E6">
        <w:rPr>
          <w:sz w:val="22"/>
          <w:szCs w:val="22"/>
        </w:rPr>
        <w:t xml:space="preserve">в состав Предложения дополнительно включается нотариально заверенная копия соглашения между организациями, составляющими коллективного </w:t>
      </w:r>
      <w:r w:rsidR="00B80AF0">
        <w:rPr>
          <w:sz w:val="22"/>
          <w:szCs w:val="22"/>
        </w:rPr>
        <w:t>Поставщик</w:t>
      </w:r>
      <w:r w:rsidRPr="007417E6">
        <w:rPr>
          <w:sz w:val="22"/>
          <w:szCs w:val="22"/>
        </w:rPr>
        <w:t>а;</w:t>
      </w:r>
    </w:p>
    <w:p w:rsidR="00C62A95" w:rsidRPr="007417E6" w:rsidRDefault="00C62A95" w:rsidP="00A53015">
      <w:pPr>
        <w:pStyle w:val="a2"/>
        <w:numPr>
          <w:ilvl w:val="4"/>
          <w:numId w:val="5"/>
        </w:numPr>
        <w:spacing w:before="60" w:line="240" w:lineRule="auto"/>
        <w:rPr>
          <w:sz w:val="22"/>
          <w:szCs w:val="22"/>
        </w:rPr>
      </w:pPr>
      <w:r w:rsidRPr="007417E6">
        <w:rPr>
          <w:sz w:val="22"/>
          <w:szCs w:val="22"/>
        </w:rPr>
        <w:t xml:space="preserve">Предложение дополнительно должно включать сведения о распределении объемов </w:t>
      </w:r>
      <w:r w:rsidR="005F4D9D">
        <w:rPr>
          <w:sz w:val="22"/>
          <w:szCs w:val="22"/>
        </w:rPr>
        <w:t>поставки</w:t>
      </w:r>
      <w:r w:rsidRPr="007417E6">
        <w:rPr>
          <w:sz w:val="22"/>
          <w:szCs w:val="22"/>
        </w:rPr>
        <w:t xml:space="preserve"> между организациями, составляющими коллективного </w:t>
      </w:r>
      <w:r w:rsidR="00B80AF0">
        <w:rPr>
          <w:sz w:val="22"/>
          <w:szCs w:val="22"/>
        </w:rPr>
        <w:t>Поставщик</w:t>
      </w:r>
      <w:r w:rsidRPr="007417E6">
        <w:rPr>
          <w:sz w:val="22"/>
          <w:szCs w:val="22"/>
        </w:rPr>
        <w:t>а, по установленной в настоящей Документации по запросу предложений форме (</w:t>
      </w:r>
      <w:fldSimple w:instr=" REF _Ref93268099 \h  \* MERGEFORMAT ">
        <w:r w:rsidR="008D0107" w:rsidRPr="007417E6">
          <w:rPr>
            <w:sz w:val="22"/>
            <w:szCs w:val="22"/>
          </w:rPr>
          <w:t xml:space="preserve">План распределения объемов поставки продукции внутри коллективного </w:t>
        </w:r>
        <w:r w:rsidR="008D0107">
          <w:rPr>
            <w:sz w:val="22"/>
            <w:szCs w:val="22"/>
          </w:rPr>
          <w:t xml:space="preserve">Поставщика </w:t>
        </w:r>
        <w:r w:rsidR="008D0107" w:rsidRPr="008D0107">
          <w:rPr>
            <w:color w:val="000000"/>
            <w:sz w:val="22"/>
            <w:szCs w:val="22"/>
          </w:rPr>
          <w:t>(форма 7)</w:t>
        </w:r>
      </w:fldSimple>
      <w:r w:rsidRPr="007417E6">
        <w:rPr>
          <w:sz w:val="22"/>
          <w:szCs w:val="22"/>
        </w:rPr>
        <w:t>).</w:t>
      </w:r>
    </w:p>
    <w:p w:rsidR="00C62A95" w:rsidRPr="007417E6" w:rsidRDefault="00C62A95" w:rsidP="00C61D2B">
      <w:pPr>
        <w:pStyle w:val="a1"/>
        <w:numPr>
          <w:ilvl w:val="3"/>
          <w:numId w:val="5"/>
        </w:numPr>
        <w:spacing w:before="100" w:beforeAutospacing="1" w:line="240" w:lineRule="auto"/>
        <w:rPr>
          <w:sz w:val="22"/>
          <w:szCs w:val="22"/>
        </w:rPr>
      </w:pPr>
      <w:r w:rsidRPr="007417E6">
        <w:rPr>
          <w:sz w:val="22"/>
          <w:szCs w:val="22"/>
        </w:rPr>
        <w:t>При оценке количественных параметров деятельности членов объединения эти параметры суммируются. Не подлежащие суммированию показатели должны быть в наличии хотя бы у одного члена объединения.</w:t>
      </w:r>
    </w:p>
    <w:p w:rsidR="00C62A95" w:rsidRPr="007417E6" w:rsidRDefault="00C62A95" w:rsidP="005438B1">
      <w:pPr>
        <w:pStyle w:val="a1"/>
        <w:numPr>
          <w:ilvl w:val="3"/>
          <w:numId w:val="5"/>
        </w:numPr>
        <w:spacing w:before="100" w:beforeAutospacing="1" w:line="240" w:lineRule="auto"/>
        <w:rPr>
          <w:sz w:val="22"/>
          <w:szCs w:val="22"/>
        </w:rPr>
      </w:pPr>
      <w:r w:rsidRPr="007417E6">
        <w:rPr>
          <w:sz w:val="22"/>
          <w:szCs w:val="22"/>
        </w:rPr>
        <w:t xml:space="preserve">Предложение, которое подает коллективный </w:t>
      </w:r>
      <w:r w:rsidR="00B80AF0">
        <w:rPr>
          <w:sz w:val="22"/>
          <w:szCs w:val="22"/>
        </w:rPr>
        <w:t>Поставщик</w:t>
      </w:r>
      <w:r w:rsidRPr="007417E6">
        <w:rPr>
          <w:sz w:val="22"/>
          <w:szCs w:val="22"/>
        </w:rPr>
        <w:t xml:space="preserve">, может быть отклонено, если в процессе данной процедуры Запроса предложений до подписания Договора выяснится, что из состава коллективного </w:t>
      </w:r>
      <w:r w:rsidR="00B80AF0">
        <w:rPr>
          <w:sz w:val="22"/>
          <w:szCs w:val="22"/>
        </w:rPr>
        <w:t>Поставщик</w:t>
      </w:r>
      <w:r w:rsidRPr="007417E6">
        <w:rPr>
          <w:sz w:val="22"/>
          <w:szCs w:val="22"/>
        </w:rPr>
        <w:t>а вышла одна или несколько организаций, а оставшиеся организации, с точки зрения Заказчика, не способны самостоятельно выполнить Договор.</w:t>
      </w:r>
    </w:p>
    <w:p w:rsidR="00772AEF" w:rsidRPr="007417E6" w:rsidRDefault="00772AEF" w:rsidP="00772AEF">
      <w:pPr>
        <w:pStyle w:val="2"/>
        <w:numPr>
          <w:ilvl w:val="1"/>
          <w:numId w:val="5"/>
        </w:numPr>
        <w:spacing w:before="100" w:beforeAutospacing="1" w:after="100" w:afterAutospacing="1"/>
        <w:rPr>
          <w:sz w:val="22"/>
          <w:szCs w:val="22"/>
        </w:rPr>
      </w:pPr>
      <w:bookmarkStart w:id="196" w:name="_Ref55280443"/>
      <w:bookmarkStart w:id="197" w:name="_Toc55285351"/>
      <w:bookmarkStart w:id="198" w:name="_Toc55305383"/>
      <w:bookmarkStart w:id="199" w:name="_Toc57314654"/>
      <w:bookmarkStart w:id="200" w:name="_Toc69728968"/>
      <w:bookmarkStart w:id="201" w:name="_Toc125426206"/>
      <w:bookmarkStart w:id="202" w:name="_Toc239652106"/>
      <w:bookmarkStart w:id="203" w:name="_Toc240271302"/>
      <w:bookmarkStart w:id="204" w:name="_Toc318207985"/>
      <w:r w:rsidRPr="007417E6">
        <w:rPr>
          <w:sz w:val="22"/>
          <w:szCs w:val="22"/>
        </w:rPr>
        <w:t>Подача Предложений и их прием</w:t>
      </w:r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</w:p>
    <w:p w:rsidR="00772AEF" w:rsidRPr="004F1DFD" w:rsidRDefault="00772AEF" w:rsidP="00772AEF">
      <w:pPr>
        <w:pStyle w:val="a0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CA479D">
        <w:rPr>
          <w:sz w:val="22"/>
          <w:szCs w:val="22"/>
        </w:rPr>
        <w:t xml:space="preserve">Подача </w:t>
      </w:r>
      <w:r w:rsidR="00B80AF0">
        <w:rPr>
          <w:sz w:val="22"/>
          <w:szCs w:val="22"/>
        </w:rPr>
        <w:t>Поставщик</w:t>
      </w:r>
      <w:r w:rsidRPr="00CA479D">
        <w:rPr>
          <w:sz w:val="22"/>
          <w:szCs w:val="22"/>
        </w:rPr>
        <w:t xml:space="preserve">ами своих предложений осуществляется в соответствии с </w:t>
      </w:r>
      <w:r w:rsidR="003A13E0">
        <w:rPr>
          <w:sz w:val="22"/>
          <w:szCs w:val="22"/>
        </w:rPr>
        <w:t xml:space="preserve">Регламентом </w:t>
      </w:r>
      <w:r w:rsidR="00ED3987">
        <w:rPr>
          <w:sz w:val="22"/>
          <w:szCs w:val="22"/>
        </w:rPr>
        <w:t xml:space="preserve">и </w:t>
      </w:r>
      <w:r w:rsidRPr="00CA479D">
        <w:rPr>
          <w:sz w:val="22"/>
          <w:szCs w:val="22"/>
        </w:rPr>
        <w:t>Инструкциями</w:t>
      </w:r>
      <w:r w:rsidR="004F1DFD" w:rsidRPr="00CA479D">
        <w:rPr>
          <w:sz w:val="22"/>
          <w:szCs w:val="22"/>
        </w:rPr>
        <w:t xml:space="preserve"> </w:t>
      </w:r>
      <w:r w:rsidR="005E3EA7">
        <w:rPr>
          <w:sz w:val="22"/>
          <w:szCs w:val="22"/>
        </w:rPr>
        <w:t>электронной торговой площадки ОАО «Холдинг МРСК»</w:t>
      </w:r>
      <w:r w:rsidR="004F1DFD" w:rsidRPr="00CA479D">
        <w:rPr>
          <w:sz w:val="22"/>
          <w:szCs w:val="22"/>
        </w:rPr>
        <w:t xml:space="preserve"> </w:t>
      </w:r>
      <w:hyperlink r:id="rId18" w:history="1">
        <w:r w:rsidR="00EF2A96" w:rsidRPr="00EF2A96">
          <w:rPr>
            <w:rStyle w:val="a9"/>
            <w:sz w:val="22"/>
            <w:szCs w:val="22"/>
          </w:rPr>
          <w:t>www.b2b-</w:t>
        </w:r>
        <w:r w:rsidR="00EF2A96" w:rsidRPr="00EF2A96">
          <w:rPr>
            <w:rStyle w:val="a9"/>
            <w:sz w:val="22"/>
            <w:szCs w:val="22"/>
            <w:lang w:val="en-US"/>
          </w:rPr>
          <w:t>mrsk</w:t>
        </w:r>
        <w:r w:rsidR="00EF2A96" w:rsidRPr="00EF2A96">
          <w:rPr>
            <w:rStyle w:val="a9"/>
            <w:sz w:val="22"/>
            <w:szCs w:val="22"/>
          </w:rPr>
          <w:t>.ru</w:t>
        </w:r>
      </w:hyperlink>
      <w:r w:rsidRPr="004F1DFD">
        <w:rPr>
          <w:sz w:val="24"/>
          <w:szCs w:val="24"/>
        </w:rPr>
        <w:t>.</w:t>
      </w:r>
    </w:p>
    <w:p w:rsidR="00772AEF" w:rsidRPr="007417E6" w:rsidRDefault="00772AEF" w:rsidP="005D53FE">
      <w:pPr>
        <w:pStyle w:val="a0"/>
        <w:numPr>
          <w:ilvl w:val="2"/>
          <w:numId w:val="5"/>
        </w:numPr>
        <w:tabs>
          <w:tab w:val="num" w:pos="1134"/>
        </w:tabs>
        <w:spacing w:before="100" w:beforeAutospacing="1" w:line="240" w:lineRule="auto"/>
        <w:ind w:left="1134"/>
        <w:rPr>
          <w:sz w:val="22"/>
          <w:szCs w:val="22"/>
        </w:rPr>
      </w:pPr>
      <w:bookmarkStart w:id="205" w:name="_Ref267661726"/>
      <w:r w:rsidRPr="007417E6">
        <w:rPr>
          <w:sz w:val="22"/>
          <w:szCs w:val="22"/>
        </w:rPr>
        <w:t xml:space="preserve">Все требуемые документы в соответствии с условиями настоящей документации должны быть предоставлены </w:t>
      </w:r>
      <w:r w:rsidR="00B80AF0">
        <w:rPr>
          <w:sz w:val="22"/>
          <w:szCs w:val="22"/>
        </w:rPr>
        <w:t>Поставщик</w:t>
      </w:r>
      <w:r w:rsidRPr="007417E6">
        <w:rPr>
          <w:sz w:val="22"/>
          <w:szCs w:val="22"/>
        </w:rPr>
        <w:t xml:space="preserve">ом через систему </w:t>
      </w:r>
      <w:r w:rsidR="00421D5B">
        <w:rPr>
          <w:sz w:val="22"/>
          <w:szCs w:val="22"/>
          <w:lang w:val="en-US"/>
        </w:rPr>
        <w:t>B</w:t>
      </w:r>
      <w:r w:rsidR="00421D5B" w:rsidRPr="00421D5B">
        <w:rPr>
          <w:sz w:val="22"/>
          <w:szCs w:val="22"/>
        </w:rPr>
        <w:t>2</w:t>
      </w:r>
      <w:r w:rsidR="00421D5B">
        <w:rPr>
          <w:sz w:val="22"/>
          <w:szCs w:val="22"/>
          <w:lang w:val="en-US"/>
        </w:rPr>
        <w:t>B</w:t>
      </w:r>
      <w:r w:rsidR="00421D5B" w:rsidRPr="00421D5B">
        <w:rPr>
          <w:sz w:val="22"/>
          <w:szCs w:val="22"/>
        </w:rPr>
        <w:t>-</w:t>
      </w:r>
      <w:r w:rsidR="00421D5B">
        <w:rPr>
          <w:sz w:val="22"/>
          <w:szCs w:val="22"/>
          <w:lang w:val="en-US"/>
        </w:rPr>
        <w:t>MRSK</w:t>
      </w:r>
      <w:r w:rsidRPr="007417E6">
        <w:rPr>
          <w:sz w:val="22"/>
          <w:szCs w:val="22"/>
        </w:rPr>
        <w:t xml:space="preserve"> в отсканированном виде </w:t>
      </w:r>
      <w:r w:rsidRPr="00BF00C9">
        <w:rPr>
          <w:sz w:val="22"/>
          <w:szCs w:val="22"/>
        </w:rPr>
        <w:t>только</w:t>
      </w:r>
      <w:r w:rsidRPr="007417E6">
        <w:rPr>
          <w:sz w:val="22"/>
          <w:szCs w:val="22"/>
        </w:rPr>
        <w:t xml:space="preserve"> в формате </w:t>
      </w:r>
      <w:r w:rsidRPr="00BF00C9">
        <w:rPr>
          <w:sz w:val="22"/>
          <w:szCs w:val="22"/>
        </w:rPr>
        <w:t>*.pdf</w:t>
      </w:r>
      <w:r w:rsidRPr="007417E6">
        <w:rPr>
          <w:sz w:val="22"/>
          <w:szCs w:val="22"/>
        </w:rPr>
        <w:t xml:space="preserve">. При этом сканироваться документы должны после того, как они будут оформлены в соответствии с требованиями, указанными в настоящей документации, после их подписания (пункт </w:t>
      </w:r>
      <w:fldSimple w:instr=" REF _Ref55279015 \r \h  \* MERGEFORMAT ">
        <w:r w:rsidR="00F42B45">
          <w:rPr>
            <w:sz w:val="22"/>
            <w:szCs w:val="22"/>
          </w:rPr>
          <w:t>4.4.1.4</w:t>
        </w:r>
      </w:fldSimple>
      <w:r w:rsidRPr="007417E6">
        <w:rPr>
          <w:sz w:val="22"/>
          <w:szCs w:val="22"/>
        </w:rPr>
        <w:t xml:space="preserve">) и заверения печатью (пункт </w:t>
      </w:r>
      <w:fldSimple w:instr=" REF _Ref195087786 \r \h  \* MERGEFORMAT ">
        <w:r w:rsidR="00F42B45">
          <w:rPr>
            <w:sz w:val="22"/>
            <w:szCs w:val="22"/>
          </w:rPr>
          <w:t>4.4.1.5</w:t>
        </w:r>
      </w:fldSimple>
      <w:r w:rsidRPr="007417E6">
        <w:rPr>
          <w:sz w:val="22"/>
          <w:szCs w:val="22"/>
        </w:rPr>
        <w:t>), а также нанесения сквозной нумерации страниц.</w:t>
      </w:r>
      <w:bookmarkEnd w:id="205"/>
      <w:r w:rsidR="00DB0CD7" w:rsidRPr="00DB0CD7">
        <w:rPr>
          <w:sz w:val="22"/>
          <w:szCs w:val="22"/>
        </w:rPr>
        <w:t xml:space="preserve"> Каждый документ должен быть предоставлен в отдельном файле, наименование файла должно содержать информацию о предмете отсканированного документа (желательное требование Заказчика).</w:t>
      </w:r>
    </w:p>
    <w:p w:rsidR="00772AEF" w:rsidRPr="007F0F9C" w:rsidRDefault="00711637" w:rsidP="00BF00C9">
      <w:pPr>
        <w:pStyle w:val="a1"/>
        <w:numPr>
          <w:ilvl w:val="3"/>
          <w:numId w:val="5"/>
        </w:numPr>
        <w:spacing w:before="100" w:beforeAutospacing="1" w:line="240" w:lineRule="auto"/>
        <w:rPr>
          <w:sz w:val="22"/>
          <w:szCs w:val="22"/>
        </w:rPr>
      </w:pPr>
      <w:bookmarkStart w:id="206" w:name="_Ref55307583"/>
      <w:r w:rsidRPr="00800DC4">
        <w:rPr>
          <w:sz w:val="22"/>
          <w:szCs w:val="22"/>
        </w:rPr>
        <w:t xml:space="preserve">Организатор заканчивает </w:t>
      </w:r>
      <w:r w:rsidRPr="007F0F9C">
        <w:rPr>
          <w:sz w:val="22"/>
          <w:szCs w:val="22"/>
        </w:rPr>
        <w:t xml:space="preserve">принимать Предложения в </w:t>
      </w:r>
      <w:r w:rsidR="00EE4FB3" w:rsidRPr="007F0F9C">
        <w:rPr>
          <w:sz w:val="22"/>
          <w:szCs w:val="22"/>
        </w:rPr>
        <w:t>12</w:t>
      </w:r>
      <w:r w:rsidRPr="007F0F9C">
        <w:rPr>
          <w:sz w:val="22"/>
          <w:szCs w:val="22"/>
        </w:rPr>
        <w:t xml:space="preserve"> часов 00 минут, по московскому времени, </w:t>
      </w:r>
      <w:r w:rsidR="007F0F9C" w:rsidRPr="007F0F9C">
        <w:rPr>
          <w:b/>
          <w:sz w:val="22"/>
          <w:szCs w:val="22"/>
        </w:rPr>
        <w:t>17</w:t>
      </w:r>
      <w:r w:rsidRPr="007F0F9C">
        <w:rPr>
          <w:b/>
          <w:sz w:val="22"/>
          <w:szCs w:val="22"/>
        </w:rPr>
        <w:t>.0</w:t>
      </w:r>
      <w:r w:rsidR="004966FD" w:rsidRPr="007F0F9C">
        <w:rPr>
          <w:b/>
          <w:sz w:val="22"/>
          <w:szCs w:val="22"/>
        </w:rPr>
        <w:t>4</w:t>
      </w:r>
      <w:r w:rsidRPr="007F0F9C">
        <w:rPr>
          <w:b/>
          <w:sz w:val="22"/>
          <w:szCs w:val="22"/>
        </w:rPr>
        <w:t>.</w:t>
      </w:r>
      <w:r w:rsidR="00B80AF0" w:rsidRPr="007F0F9C">
        <w:rPr>
          <w:b/>
          <w:sz w:val="22"/>
          <w:szCs w:val="22"/>
        </w:rPr>
        <w:t>2012</w:t>
      </w:r>
      <w:r w:rsidRPr="007F0F9C">
        <w:rPr>
          <w:b/>
          <w:sz w:val="22"/>
          <w:szCs w:val="22"/>
        </w:rPr>
        <w:t xml:space="preserve"> </w:t>
      </w:r>
      <w:r w:rsidRPr="007F0F9C">
        <w:rPr>
          <w:sz w:val="22"/>
          <w:szCs w:val="22"/>
        </w:rPr>
        <w:t xml:space="preserve">года, в соответствии с правилами и Инструкциями по проведению закупочных процедур на ЭТП </w:t>
      </w:r>
      <w:r w:rsidRPr="007F0F9C">
        <w:rPr>
          <w:sz w:val="22"/>
          <w:szCs w:val="22"/>
          <w:lang w:val="en-US"/>
        </w:rPr>
        <w:t>B</w:t>
      </w:r>
      <w:r w:rsidRPr="007F0F9C">
        <w:rPr>
          <w:sz w:val="22"/>
          <w:szCs w:val="22"/>
        </w:rPr>
        <w:t>2</w:t>
      </w:r>
      <w:r w:rsidRPr="007F0F9C">
        <w:rPr>
          <w:sz w:val="22"/>
          <w:szCs w:val="22"/>
          <w:lang w:val="en-US"/>
        </w:rPr>
        <w:t>B</w:t>
      </w:r>
      <w:r w:rsidRPr="007F0F9C">
        <w:rPr>
          <w:sz w:val="22"/>
          <w:szCs w:val="22"/>
        </w:rPr>
        <w:t>-</w:t>
      </w:r>
      <w:r w:rsidRPr="007F0F9C">
        <w:rPr>
          <w:sz w:val="22"/>
          <w:szCs w:val="22"/>
          <w:lang w:val="en-US"/>
        </w:rPr>
        <w:t>MRSK</w:t>
      </w:r>
      <w:r w:rsidR="00772AEF" w:rsidRPr="007F0F9C">
        <w:rPr>
          <w:sz w:val="22"/>
          <w:szCs w:val="22"/>
        </w:rPr>
        <w:t xml:space="preserve">. </w:t>
      </w:r>
      <w:bookmarkEnd w:id="206"/>
    </w:p>
    <w:p w:rsidR="00A110D4" w:rsidRPr="007F0F9C" w:rsidRDefault="00B80AF0" w:rsidP="00BF00C9">
      <w:pPr>
        <w:pStyle w:val="a1"/>
        <w:numPr>
          <w:ilvl w:val="3"/>
          <w:numId w:val="5"/>
        </w:numPr>
        <w:spacing w:before="100" w:beforeAutospacing="1" w:line="240" w:lineRule="auto"/>
        <w:rPr>
          <w:sz w:val="22"/>
          <w:szCs w:val="22"/>
        </w:rPr>
      </w:pPr>
      <w:r w:rsidRPr="007F0F9C">
        <w:rPr>
          <w:sz w:val="22"/>
          <w:szCs w:val="22"/>
        </w:rPr>
        <w:t>Поставщик</w:t>
      </w:r>
      <w:r w:rsidR="00DA09BC" w:rsidRPr="007F0F9C">
        <w:rPr>
          <w:sz w:val="22"/>
          <w:szCs w:val="22"/>
        </w:rPr>
        <w:t xml:space="preserve"> обязан до наступления даты вскрытия электронных конвертов в системе </w:t>
      </w:r>
      <w:r w:rsidR="00DA09BC" w:rsidRPr="007F0F9C">
        <w:rPr>
          <w:sz w:val="22"/>
          <w:szCs w:val="22"/>
          <w:lang w:val="en-US"/>
        </w:rPr>
        <w:t>B</w:t>
      </w:r>
      <w:r w:rsidR="00DA09BC" w:rsidRPr="007F0F9C">
        <w:rPr>
          <w:sz w:val="22"/>
          <w:szCs w:val="22"/>
        </w:rPr>
        <w:t>2</w:t>
      </w:r>
      <w:r w:rsidR="00DA09BC" w:rsidRPr="007F0F9C">
        <w:rPr>
          <w:sz w:val="22"/>
          <w:szCs w:val="22"/>
          <w:lang w:val="en-US"/>
        </w:rPr>
        <w:t>B</w:t>
      </w:r>
      <w:r w:rsidR="00DA09BC" w:rsidRPr="007F0F9C">
        <w:rPr>
          <w:sz w:val="22"/>
          <w:szCs w:val="22"/>
        </w:rPr>
        <w:t>-</w:t>
      </w:r>
      <w:r w:rsidR="00DA09BC" w:rsidRPr="007F0F9C">
        <w:rPr>
          <w:sz w:val="22"/>
          <w:szCs w:val="22"/>
          <w:lang w:val="en-US"/>
        </w:rPr>
        <w:t>MRSK</w:t>
      </w:r>
      <w:r w:rsidR="00DA09BC" w:rsidRPr="007F0F9C">
        <w:rPr>
          <w:sz w:val="22"/>
          <w:szCs w:val="22"/>
        </w:rPr>
        <w:t xml:space="preserve"> предоставить все требуемые документы в соответствии п.</w:t>
      </w:r>
      <w:fldSimple w:instr=" REF _Ref267661726 \r \h  \* MERGEFORMAT ">
        <w:r w:rsidR="00DA09BC" w:rsidRPr="007F0F9C">
          <w:rPr>
            <w:sz w:val="22"/>
            <w:szCs w:val="22"/>
          </w:rPr>
          <w:t>4.7.2</w:t>
        </w:r>
      </w:fldSimple>
      <w:r w:rsidR="00DA09BC" w:rsidRPr="007F0F9C">
        <w:rPr>
          <w:sz w:val="22"/>
          <w:szCs w:val="22"/>
        </w:rPr>
        <w:t>, при этом итоговая цена Предложения в электронном виде, должна соответствовать итоговой стоимости</w:t>
      </w:r>
      <w:r w:rsidR="00905501" w:rsidRPr="007F0F9C">
        <w:rPr>
          <w:sz w:val="22"/>
          <w:szCs w:val="22"/>
        </w:rPr>
        <w:t>,</w:t>
      </w:r>
      <w:r w:rsidR="00DA09BC" w:rsidRPr="007F0F9C">
        <w:rPr>
          <w:sz w:val="22"/>
          <w:szCs w:val="22"/>
        </w:rPr>
        <w:t xml:space="preserve"> указанной </w:t>
      </w:r>
      <w:r w:rsidRPr="007F0F9C">
        <w:rPr>
          <w:sz w:val="22"/>
          <w:szCs w:val="22"/>
        </w:rPr>
        <w:t>Поставщик</w:t>
      </w:r>
      <w:r w:rsidR="00DA09BC" w:rsidRPr="007F0F9C">
        <w:rPr>
          <w:sz w:val="22"/>
          <w:szCs w:val="22"/>
        </w:rPr>
        <w:t>ом на «котировочной доске» систем</w:t>
      </w:r>
      <w:r w:rsidR="008D0175" w:rsidRPr="007F0F9C">
        <w:rPr>
          <w:sz w:val="22"/>
          <w:szCs w:val="22"/>
        </w:rPr>
        <w:t>ы</w:t>
      </w:r>
      <w:r w:rsidR="00DA09BC" w:rsidRPr="007F0F9C">
        <w:rPr>
          <w:sz w:val="22"/>
          <w:szCs w:val="22"/>
        </w:rPr>
        <w:t xml:space="preserve"> </w:t>
      </w:r>
      <w:r w:rsidR="00DA09BC" w:rsidRPr="007F0F9C">
        <w:rPr>
          <w:sz w:val="22"/>
          <w:szCs w:val="22"/>
          <w:lang w:val="en-US"/>
        </w:rPr>
        <w:t>B</w:t>
      </w:r>
      <w:r w:rsidR="00DA09BC" w:rsidRPr="007F0F9C">
        <w:rPr>
          <w:sz w:val="22"/>
          <w:szCs w:val="22"/>
        </w:rPr>
        <w:t>2</w:t>
      </w:r>
      <w:r w:rsidR="00DA09BC" w:rsidRPr="007F0F9C">
        <w:rPr>
          <w:sz w:val="22"/>
          <w:szCs w:val="22"/>
          <w:lang w:val="en-US"/>
        </w:rPr>
        <w:t>B</w:t>
      </w:r>
      <w:r w:rsidR="00DA09BC" w:rsidRPr="007F0F9C">
        <w:rPr>
          <w:sz w:val="22"/>
          <w:szCs w:val="22"/>
        </w:rPr>
        <w:t>-</w:t>
      </w:r>
      <w:r w:rsidR="00DA09BC" w:rsidRPr="007F0F9C">
        <w:rPr>
          <w:sz w:val="22"/>
          <w:szCs w:val="22"/>
          <w:lang w:val="en-US"/>
        </w:rPr>
        <w:t>MRSK</w:t>
      </w:r>
      <w:r w:rsidR="00DA09BC" w:rsidRPr="007F0F9C">
        <w:rPr>
          <w:sz w:val="22"/>
          <w:szCs w:val="22"/>
        </w:rPr>
        <w:t>.</w:t>
      </w:r>
    </w:p>
    <w:p w:rsidR="0013623A" w:rsidRPr="007F0F9C" w:rsidRDefault="0013623A" w:rsidP="0013623A">
      <w:pPr>
        <w:numPr>
          <w:ilvl w:val="3"/>
          <w:numId w:val="5"/>
        </w:numPr>
        <w:tabs>
          <w:tab w:val="left" w:pos="1134"/>
        </w:tabs>
        <w:spacing w:before="100" w:beforeAutospacing="1" w:line="240" w:lineRule="auto"/>
        <w:rPr>
          <w:sz w:val="22"/>
          <w:szCs w:val="22"/>
        </w:rPr>
      </w:pPr>
      <w:r w:rsidRPr="007F0F9C">
        <w:rPr>
          <w:sz w:val="22"/>
          <w:szCs w:val="22"/>
        </w:rPr>
        <w:t xml:space="preserve">Организатор запроса предложений вправе отклонить предложения </w:t>
      </w:r>
      <w:r w:rsidR="00B80AF0" w:rsidRPr="007F0F9C">
        <w:rPr>
          <w:sz w:val="22"/>
          <w:szCs w:val="22"/>
        </w:rPr>
        <w:t>Поставщик</w:t>
      </w:r>
      <w:r w:rsidRPr="007F0F9C">
        <w:rPr>
          <w:sz w:val="22"/>
          <w:szCs w:val="22"/>
        </w:rPr>
        <w:t xml:space="preserve">а только на том основании, что предложенная </w:t>
      </w:r>
      <w:r w:rsidR="00B80AF0" w:rsidRPr="007F0F9C">
        <w:rPr>
          <w:sz w:val="22"/>
          <w:szCs w:val="22"/>
        </w:rPr>
        <w:t>Поставщик</w:t>
      </w:r>
      <w:r w:rsidRPr="007F0F9C">
        <w:rPr>
          <w:sz w:val="22"/>
          <w:szCs w:val="22"/>
        </w:rPr>
        <w:t>ом цена Предложения указанная в электронном конверте (п.</w:t>
      </w:r>
      <w:fldSimple w:instr=" REF _Ref267661726 \r \h  \* MERGEFORMAT ">
        <w:r w:rsidRPr="007F0F9C">
          <w:rPr>
            <w:sz w:val="22"/>
            <w:szCs w:val="22"/>
          </w:rPr>
          <w:t>4.7.2</w:t>
        </w:r>
      </w:fldSimple>
      <w:r w:rsidRPr="007F0F9C">
        <w:rPr>
          <w:sz w:val="22"/>
          <w:szCs w:val="22"/>
        </w:rPr>
        <w:t xml:space="preserve">) не соответствует цене Предложения заявленной </w:t>
      </w:r>
      <w:r w:rsidR="00B80AF0" w:rsidRPr="007F0F9C">
        <w:rPr>
          <w:sz w:val="22"/>
          <w:szCs w:val="22"/>
        </w:rPr>
        <w:t>Поставщик</w:t>
      </w:r>
      <w:r w:rsidRPr="007F0F9C">
        <w:rPr>
          <w:sz w:val="22"/>
          <w:szCs w:val="22"/>
        </w:rPr>
        <w:t xml:space="preserve">ом на «котировочной доске» системы </w:t>
      </w:r>
      <w:r w:rsidRPr="007F0F9C">
        <w:rPr>
          <w:sz w:val="22"/>
          <w:szCs w:val="22"/>
          <w:lang w:val="en-US"/>
        </w:rPr>
        <w:t>B</w:t>
      </w:r>
      <w:r w:rsidRPr="007F0F9C">
        <w:rPr>
          <w:sz w:val="22"/>
          <w:szCs w:val="22"/>
        </w:rPr>
        <w:t>2</w:t>
      </w:r>
      <w:r w:rsidRPr="007F0F9C">
        <w:rPr>
          <w:sz w:val="22"/>
          <w:szCs w:val="22"/>
          <w:lang w:val="en-US"/>
        </w:rPr>
        <w:t>B</w:t>
      </w:r>
      <w:r w:rsidRPr="007F0F9C">
        <w:rPr>
          <w:sz w:val="22"/>
          <w:szCs w:val="22"/>
        </w:rPr>
        <w:t>-</w:t>
      </w:r>
      <w:r w:rsidRPr="007F0F9C">
        <w:rPr>
          <w:sz w:val="22"/>
          <w:szCs w:val="22"/>
          <w:lang w:val="en-US"/>
        </w:rPr>
        <w:t>MRSK</w:t>
      </w:r>
      <w:r w:rsidRPr="007F0F9C">
        <w:rPr>
          <w:sz w:val="22"/>
          <w:szCs w:val="22"/>
        </w:rPr>
        <w:t>.</w:t>
      </w:r>
    </w:p>
    <w:p w:rsidR="00772AEF" w:rsidRPr="007F0F9C" w:rsidRDefault="00772AEF" w:rsidP="00772AEF">
      <w:pPr>
        <w:pStyle w:val="2"/>
        <w:numPr>
          <w:ilvl w:val="1"/>
          <w:numId w:val="5"/>
        </w:numPr>
        <w:spacing w:before="100" w:beforeAutospacing="1" w:after="100" w:afterAutospacing="1"/>
        <w:rPr>
          <w:sz w:val="22"/>
          <w:szCs w:val="22"/>
        </w:rPr>
      </w:pPr>
      <w:bookmarkStart w:id="207" w:name="_Toc194456417"/>
      <w:bookmarkStart w:id="208" w:name="_Ref194983989"/>
      <w:bookmarkStart w:id="209" w:name="_Ref194984206"/>
      <w:bookmarkStart w:id="210" w:name="_Toc233601950"/>
      <w:bookmarkStart w:id="211" w:name="_Toc239652107"/>
      <w:bookmarkStart w:id="212" w:name="_Toc240271303"/>
      <w:bookmarkStart w:id="213" w:name="_Toc318207986"/>
      <w:r w:rsidRPr="007F0F9C">
        <w:rPr>
          <w:sz w:val="22"/>
          <w:szCs w:val="22"/>
        </w:rPr>
        <w:t xml:space="preserve">Получение доступа к поданным </w:t>
      </w:r>
      <w:r w:rsidR="009E4F2C" w:rsidRPr="007F0F9C">
        <w:rPr>
          <w:sz w:val="22"/>
          <w:szCs w:val="22"/>
        </w:rPr>
        <w:t>предложениям</w:t>
      </w:r>
      <w:r w:rsidRPr="007F0F9C">
        <w:rPr>
          <w:sz w:val="22"/>
          <w:szCs w:val="22"/>
        </w:rPr>
        <w:t xml:space="preserve"> </w:t>
      </w:r>
      <w:r w:rsidR="00B80AF0" w:rsidRPr="007F0F9C">
        <w:rPr>
          <w:sz w:val="22"/>
          <w:szCs w:val="22"/>
        </w:rPr>
        <w:t>Поставщик</w:t>
      </w:r>
      <w:r w:rsidRPr="007F0F9C">
        <w:rPr>
          <w:sz w:val="22"/>
          <w:szCs w:val="22"/>
        </w:rPr>
        <w:t>ов</w:t>
      </w:r>
      <w:bookmarkEnd w:id="207"/>
      <w:bookmarkEnd w:id="208"/>
      <w:bookmarkEnd w:id="209"/>
      <w:bookmarkEnd w:id="210"/>
      <w:bookmarkEnd w:id="211"/>
      <w:bookmarkEnd w:id="212"/>
      <w:bookmarkEnd w:id="213"/>
    </w:p>
    <w:p w:rsidR="00381292" w:rsidRPr="007F0F9C" w:rsidRDefault="00772AEF" w:rsidP="00772AEF">
      <w:pPr>
        <w:pStyle w:val="a0"/>
        <w:numPr>
          <w:ilvl w:val="0"/>
          <w:numId w:val="0"/>
        </w:numPr>
        <w:tabs>
          <w:tab w:val="num" w:pos="1844"/>
        </w:tabs>
        <w:spacing w:line="240" w:lineRule="auto"/>
        <w:ind w:left="1134"/>
        <w:rPr>
          <w:sz w:val="22"/>
          <w:szCs w:val="22"/>
        </w:rPr>
      </w:pPr>
      <w:bookmarkStart w:id="214" w:name="_Ref56221780"/>
      <w:r w:rsidRPr="007F0F9C">
        <w:rPr>
          <w:sz w:val="22"/>
          <w:szCs w:val="22"/>
        </w:rPr>
        <w:t xml:space="preserve">Организатор получает одновременный доступ, к поступившим </w:t>
      </w:r>
      <w:r w:rsidR="009E4F2C" w:rsidRPr="007F0F9C">
        <w:rPr>
          <w:sz w:val="22"/>
          <w:szCs w:val="22"/>
        </w:rPr>
        <w:t>предложениям</w:t>
      </w:r>
      <w:r w:rsidRPr="007F0F9C">
        <w:rPr>
          <w:sz w:val="22"/>
          <w:szCs w:val="22"/>
        </w:rPr>
        <w:t xml:space="preserve"> </w:t>
      </w:r>
      <w:r w:rsidR="00B80AF0" w:rsidRPr="007F0F9C">
        <w:rPr>
          <w:sz w:val="22"/>
          <w:szCs w:val="22"/>
        </w:rPr>
        <w:t>Поставщик</w:t>
      </w:r>
      <w:r w:rsidRPr="007F0F9C">
        <w:rPr>
          <w:sz w:val="22"/>
          <w:szCs w:val="22"/>
        </w:rPr>
        <w:t xml:space="preserve">ов начиная с </w:t>
      </w:r>
      <w:r w:rsidR="00EE4FB3" w:rsidRPr="007F0F9C">
        <w:rPr>
          <w:sz w:val="22"/>
          <w:szCs w:val="22"/>
        </w:rPr>
        <w:t>12</w:t>
      </w:r>
      <w:r w:rsidRPr="007F0F9C">
        <w:rPr>
          <w:sz w:val="22"/>
          <w:szCs w:val="22"/>
        </w:rPr>
        <w:t xml:space="preserve"> часов 00 минут, по московскому времени,</w:t>
      </w:r>
      <w:bookmarkEnd w:id="214"/>
      <w:r w:rsidRPr="007F0F9C">
        <w:rPr>
          <w:sz w:val="22"/>
          <w:szCs w:val="22"/>
        </w:rPr>
        <w:t xml:space="preserve"> </w:t>
      </w:r>
      <w:r w:rsidR="007F0F9C" w:rsidRPr="007F0F9C">
        <w:rPr>
          <w:b/>
          <w:sz w:val="22"/>
          <w:szCs w:val="22"/>
        </w:rPr>
        <w:t>17</w:t>
      </w:r>
      <w:r w:rsidR="00A62335" w:rsidRPr="007F0F9C">
        <w:rPr>
          <w:b/>
          <w:sz w:val="22"/>
          <w:szCs w:val="22"/>
        </w:rPr>
        <w:t>.0</w:t>
      </w:r>
      <w:r w:rsidR="004966FD" w:rsidRPr="007F0F9C">
        <w:rPr>
          <w:b/>
          <w:sz w:val="22"/>
          <w:szCs w:val="22"/>
        </w:rPr>
        <w:t>4</w:t>
      </w:r>
      <w:r w:rsidR="00A62335" w:rsidRPr="007F0F9C">
        <w:rPr>
          <w:b/>
          <w:sz w:val="22"/>
          <w:szCs w:val="22"/>
        </w:rPr>
        <w:t>.</w:t>
      </w:r>
      <w:r w:rsidR="00B80AF0" w:rsidRPr="007F0F9C">
        <w:rPr>
          <w:b/>
          <w:sz w:val="22"/>
          <w:szCs w:val="22"/>
        </w:rPr>
        <w:t>2012</w:t>
      </w:r>
      <w:r w:rsidR="00A62335" w:rsidRPr="007F0F9C">
        <w:rPr>
          <w:b/>
          <w:sz w:val="22"/>
          <w:szCs w:val="22"/>
        </w:rPr>
        <w:t xml:space="preserve"> </w:t>
      </w:r>
      <w:r w:rsidRPr="007F0F9C">
        <w:rPr>
          <w:sz w:val="22"/>
          <w:szCs w:val="22"/>
        </w:rPr>
        <w:t xml:space="preserve">года в соответствии с правилами и Инструкциями по проведению закупочных процедур, размещенными на сайте Системы </w:t>
      </w:r>
      <w:r w:rsidR="00421D5B" w:rsidRPr="007F0F9C">
        <w:rPr>
          <w:sz w:val="22"/>
          <w:szCs w:val="22"/>
          <w:lang w:val="en-US"/>
        </w:rPr>
        <w:t>B</w:t>
      </w:r>
      <w:r w:rsidR="00421D5B" w:rsidRPr="007F0F9C">
        <w:rPr>
          <w:sz w:val="22"/>
          <w:szCs w:val="22"/>
        </w:rPr>
        <w:t>2</w:t>
      </w:r>
      <w:r w:rsidR="00421D5B" w:rsidRPr="007F0F9C">
        <w:rPr>
          <w:sz w:val="22"/>
          <w:szCs w:val="22"/>
          <w:lang w:val="en-US"/>
        </w:rPr>
        <w:t>B</w:t>
      </w:r>
      <w:r w:rsidR="00421D5B" w:rsidRPr="007F0F9C">
        <w:rPr>
          <w:sz w:val="22"/>
          <w:szCs w:val="22"/>
        </w:rPr>
        <w:t>-</w:t>
      </w:r>
      <w:r w:rsidR="00421D5B" w:rsidRPr="007F0F9C">
        <w:rPr>
          <w:sz w:val="22"/>
          <w:szCs w:val="22"/>
          <w:lang w:val="en-US"/>
        </w:rPr>
        <w:t>MRSK</w:t>
      </w:r>
      <w:r w:rsidR="00381292" w:rsidRPr="007F0F9C">
        <w:rPr>
          <w:sz w:val="22"/>
          <w:szCs w:val="22"/>
        </w:rPr>
        <w:t>.</w:t>
      </w:r>
    </w:p>
    <w:p w:rsidR="00381292" w:rsidRPr="007F0F9C" w:rsidRDefault="00381292" w:rsidP="00043101">
      <w:pPr>
        <w:pStyle w:val="2"/>
        <w:spacing w:before="100" w:beforeAutospacing="1" w:after="100" w:afterAutospacing="1"/>
        <w:rPr>
          <w:sz w:val="22"/>
          <w:szCs w:val="22"/>
        </w:rPr>
      </w:pPr>
      <w:bookmarkStart w:id="215" w:name="_Ref55280453"/>
      <w:bookmarkStart w:id="216" w:name="_Toc55285353"/>
      <w:bookmarkStart w:id="217" w:name="_Toc55305385"/>
      <w:bookmarkStart w:id="218" w:name="_Toc57314656"/>
      <w:bookmarkStart w:id="219" w:name="_Toc69728970"/>
      <w:bookmarkStart w:id="220" w:name="_Toc125426207"/>
      <w:bookmarkStart w:id="221" w:name="_Toc318207987"/>
      <w:r w:rsidRPr="007F0F9C">
        <w:rPr>
          <w:sz w:val="22"/>
          <w:szCs w:val="22"/>
        </w:rPr>
        <w:t xml:space="preserve">Оценка </w:t>
      </w:r>
      <w:bookmarkEnd w:id="215"/>
      <w:bookmarkEnd w:id="216"/>
      <w:bookmarkEnd w:id="217"/>
      <w:bookmarkEnd w:id="218"/>
      <w:bookmarkEnd w:id="219"/>
      <w:r w:rsidRPr="007F0F9C">
        <w:rPr>
          <w:sz w:val="22"/>
          <w:szCs w:val="22"/>
        </w:rPr>
        <w:t>Предложений и проведение переговоров</w:t>
      </w:r>
      <w:bookmarkEnd w:id="220"/>
      <w:bookmarkEnd w:id="221"/>
    </w:p>
    <w:p w:rsidR="00381292" w:rsidRPr="007F0F9C" w:rsidRDefault="00381292" w:rsidP="005D53FE">
      <w:pPr>
        <w:pStyle w:val="21"/>
        <w:tabs>
          <w:tab w:val="num" w:pos="1134"/>
        </w:tabs>
        <w:spacing w:before="100" w:beforeAutospacing="1" w:after="100" w:afterAutospacing="1"/>
        <w:ind w:left="1134"/>
        <w:rPr>
          <w:sz w:val="22"/>
          <w:szCs w:val="22"/>
        </w:rPr>
      </w:pPr>
      <w:bookmarkStart w:id="222" w:name="_Toc125426208"/>
      <w:r w:rsidRPr="007F0F9C">
        <w:rPr>
          <w:sz w:val="22"/>
          <w:szCs w:val="22"/>
        </w:rPr>
        <w:t>Общие положения</w:t>
      </w:r>
      <w:bookmarkEnd w:id="222"/>
    </w:p>
    <w:p w:rsidR="00381292" w:rsidRPr="007417E6" w:rsidRDefault="00381292" w:rsidP="00C61D2B">
      <w:pPr>
        <w:pStyle w:val="a1"/>
        <w:spacing w:line="240" w:lineRule="auto"/>
        <w:rPr>
          <w:sz w:val="22"/>
          <w:szCs w:val="22"/>
        </w:rPr>
      </w:pPr>
      <w:r w:rsidRPr="007F0F9C">
        <w:rPr>
          <w:sz w:val="22"/>
          <w:szCs w:val="22"/>
        </w:rPr>
        <w:t>Оценка Предложений осущес</w:t>
      </w:r>
      <w:r w:rsidRPr="007417E6">
        <w:rPr>
          <w:sz w:val="22"/>
          <w:szCs w:val="22"/>
        </w:rPr>
        <w:t xml:space="preserve">твляется </w:t>
      </w:r>
      <w:r w:rsidR="00AD55CC" w:rsidRPr="007417E6">
        <w:rPr>
          <w:sz w:val="22"/>
          <w:szCs w:val="22"/>
        </w:rPr>
        <w:t>закупочн</w:t>
      </w:r>
      <w:r w:rsidR="00AD55CC">
        <w:rPr>
          <w:sz w:val="22"/>
          <w:szCs w:val="22"/>
        </w:rPr>
        <w:t>ой комиссией</w:t>
      </w:r>
      <w:r w:rsidR="00AD55CC" w:rsidRPr="007417E6">
        <w:rPr>
          <w:sz w:val="22"/>
          <w:szCs w:val="22"/>
        </w:rPr>
        <w:t xml:space="preserve"> (далее – Комиссия по запросу предложений) </w:t>
      </w:r>
      <w:r w:rsidRPr="007417E6">
        <w:rPr>
          <w:sz w:val="22"/>
          <w:szCs w:val="22"/>
        </w:rPr>
        <w:t>и иными лицами (экспертами и специалистами), привлеченными Комисс</w:t>
      </w:r>
      <w:r w:rsidRPr="007417E6">
        <w:rPr>
          <w:sz w:val="22"/>
          <w:szCs w:val="22"/>
        </w:rPr>
        <w:t>и</w:t>
      </w:r>
      <w:r w:rsidRPr="007417E6">
        <w:rPr>
          <w:sz w:val="22"/>
          <w:szCs w:val="22"/>
        </w:rPr>
        <w:t>ей по запросу предложений.</w:t>
      </w:r>
    </w:p>
    <w:p w:rsidR="00381292" w:rsidRPr="007417E6" w:rsidRDefault="00381292" w:rsidP="00C61D2B">
      <w:pPr>
        <w:pStyle w:val="a1"/>
        <w:spacing w:line="240" w:lineRule="auto"/>
        <w:rPr>
          <w:sz w:val="22"/>
          <w:szCs w:val="22"/>
        </w:rPr>
      </w:pPr>
      <w:r w:rsidRPr="007417E6">
        <w:rPr>
          <w:sz w:val="22"/>
          <w:szCs w:val="22"/>
        </w:rPr>
        <w:t xml:space="preserve">Оценка Предложений включает отборочную стадию (пункт </w:t>
      </w:r>
      <w:fldSimple w:instr=" REF _Ref93089454 \r \h  \* MERGEFORMAT ">
        <w:r w:rsidR="00C07197">
          <w:rPr>
            <w:sz w:val="22"/>
            <w:szCs w:val="22"/>
          </w:rPr>
          <w:t>4.9.2</w:t>
        </w:r>
      </w:fldSimple>
      <w:r w:rsidRPr="007417E6">
        <w:rPr>
          <w:sz w:val="22"/>
          <w:szCs w:val="22"/>
        </w:rPr>
        <w:t>), пров</w:t>
      </w:r>
      <w:r w:rsidRPr="007417E6">
        <w:rPr>
          <w:sz w:val="22"/>
          <w:szCs w:val="22"/>
        </w:rPr>
        <w:t>е</w:t>
      </w:r>
      <w:r w:rsidRPr="007417E6">
        <w:rPr>
          <w:sz w:val="22"/>
          <w:szCs w:val="22"/>
        </w:rPr>
        <w:t xml:space="preserve">дение при необходимости переговоров (пункт </w:t>
      </w:r>
      <w:fldSimple w:instr=" REF _Ref93697814 \r \h  \* MERGEFORMAT ">
        <w:r w:rsidR="00C07197">
          <w:rPr>
            <w:sz w:val="22"/>
            <w:szCs w:val="22"/>
          </w:rPr>
          <w:t>4.9.4</w:t>
        </w:r>
      </w:fldSimple>
      <w:r w:rsidRPr="007417E6">
        <w:rPr>
          <w:sz w:val="22"/>
          <w:szCs w:val="22"/>
        </w:rPr>
        <w:t xml:space="preserve">) и оценочную стадию (пункт </w:t>
      </w:r>
      <w:fldSimple w:instr=" REF _Ref93089457 \r \h  \* MERGEFORMAT ">
        <w:r w:rsidR="00C07197">
          <w:rPr>
            <w:sz w:val="22"/>
            <w:szCs w:val="22"/>
          </w:rPr>
          <w:t>4.9.5</w:t>
        </w:r>
      </w:fldSimple>
      <w:r w:rsidRPr="007417E6">
        <w:rPr>
          <w:sz w:val="22"/>
          <w:szCs w:val="22"/>
        </w:rPr>
        <w:t>).</w:t>
      </w:r>
    </w:p>
    <w:p w:rsidR="00381292" w:rsidRPr="007417E6" w:rsidRDefault="00381292" w:rsidP="00B264AD">
      <w:pPr>
        <w:pStyle w:val="21"/>
        <w:tabs>
          <w:tab w:val="num" w:pos="1134"/>
        </w:tabs>
        <w:spacing w:before="100" w:beforeAutospacing="1" w:after="100" w:afterAutospacing="1"/>
        <w:ind w:left="1134"/>
        <w:rPr>
          <w:sz w:val="22"/>
          <w:szCs w:val="22"/>
        </w:rPr>
      </w:pPr>
      <w:bookmarkStart w:id="223" w:name="_Ref55304418"/>
      <w:bookmarkStart w:id="224" w:name="_Ref93089454"/>
      <w:bookmarkStart w:id="225" w:name="_Toc125426209"/>
      <w:r w:rsidRPr="007417E6">
        <w:rPr>
          <w:sz w:val="22"/>
          <w:szCs w:val="22"/>
        </w:rPr>
        <w:lastRenderedPageBreak/>
        <w:t>Отборочная стадия</w:t>
      </w:r>
      <w:bookmarkEnd w:id="224"/>
      <w:bookmarkEnd w:id="225"/>
    </w:p>
    <w:p w:rsidR="00381292" w:rsidRPr="007417E6" w:rsidRDefault="00381292" w:rsidP="00C61D2B">
      <w:pPr>
        <w:pStyle w:val="a1"/>
        <w:keepNext/>
        <w:spacing w:line="240" w:lineRule="auto"/>
        <w:rPr>
          <w:sz w:val="22"/>
          <w:szCs w:val="22"/>
        </w:rPr>
      </w:pPr>
      <w:r w:rsidRPr="007417E6">
        <w:rPr>
          <w:sz w:val="22"/>
          <w:szCs w:val="22"/>
        </w:rPr>
        <w:t xml:space="preserve">В рамках отборочной стадии </w:t>
      </w:r>
      <w:bookmarkEnd w:id="223"/>
      <w:r w:rsidR="00AD55CC">
        <w:rPr>
          <w:sz w:val="22"/>
          <w:szCs w:val="22"/>
        </w:rPr>
        <w:t>Комиссия</w:t>
      </w:r>
      <w:r w:rsidR="00AD55CC" w:rsidRPr="007417E6">
        <w:rPr>
          <w:sz w:val="22"/>
          <w:szCs w:val="22"/>
        </w:rPr>
        <w:t xml:space="preserve"> по запросу предложений </w:t>
      </w:r>
      <w:r w:rsidRPr="007417E6">
        <w:rPr>
          <w:sz w:val="22"/>
          <w:szCs w:val="22"/>
        </w:rPr>
        <w:t>пр</w:t>
      </w:r>
      <w:r w:rsidRPr="007417E6">
        <w:rPr>
          <w:sz w:val="22"/>
          <w:szCs w:val="22"/>
        </w:rPr>
        <w:t>о</w:t>
      </w:r>
      <w:r w:rsidRPr="007417E6">
        <w:rPr>
          <w:sz w:val="22"/>
          <w:szCs w:val="22"/>
        </w:rPr>
        <w:t>веряет:</w:t>
      </w:r>
    </w:p>
    <w:p w:rsidR="00381292" w:rsidRPr="007417E6" w:rsidRDefault="00381292" w:rsidP="00A53015">
      <w:pPr>
        <w:pStyle w:val="a2"/>
        <w:spacing w:before="60" w:line="240" w:lineRule="auto"/>
        <w:rPr>
          <w:sz w:val="22"/>
          <w:szCs w:val="22"/>
        </w:rPr>
      </w:pPr>
      <w:r w:rsidRPr="007417E6">
        <w:rPr>
          <w:sz w:val="22"/>
          <w:szCs w:val="22"/>
        </w:rPr>
        <w:t>правильность оформления Предложений и их соответствие требов</w:t>
      </w:r>
      <w:r w:rsidRPr="007417E6">
        <w:rPr>
          <w:sz w:val="22"/>
          <w:szCs w:val="22"/>
        </w:rPr>
        <w:t>а</w:t>
      </w:r>
      <w:r w:rsidRPr="007417E6">
        <w:rPr>
          <w:sz w:val="22"/>
          <w:szCs w:val="22"/>
        </w:rPr>
        <w:t>ниям настоящей Документации по запросу предложений по существу;</w:t>
      </w:r>
    </w:p>
    <w:p w:rsidR="00381292" w:rsidRPr="007417E6" w:rsidRDefault="00381292" w:rsidP="00A53015">
      <w:pPr>
        <w:pStyle w:val="a2"/>
        <w:spacing w:before="60" w:line="240" w:lineRule="auto"/>
        <w:rPr>
          <w:sz w:val="22"/>
          <w:szCs w:val="22"/>
        </w:rPr>
      </w:pPr>
      <w:r w:rsidRPr="007417E6">
        <w:rPr>
          <w:sz w:val="22"/>
          <w:szCs w:val="22"/>
        </w:rPr>
        <w:t xml:space="preserve">соответствие </w:t>
      </w:r>
      <w:r w:rsidR="00B80AF0">
        <w:rPr>
          <w:sz w:val="22"/>
          <w:szCs w:val="22"/>
        </w:rPr>
        <w:t>Поставщик</w:t>
      </w:r>
      <w:r w:rsidRPr="007417E6">
        <w:rPr>
          <w:sz w:val="22"/>
          <w:szCs w:val="22"/>
        </w:rPr>
        <w:t>ов требованиям настоящей Документации по запросу предложений;</w:t>
      </w:r>
    </w:p>
    <w:p w:rsidR="00381292" w:rsidRPr="007417E6" w:rsidRDefault="00381292" w:rsidP="00A53015">
      <w:pPr>
        <w:pStyle w:val="a2"/>
        <w:spacing w:before="60" w:line="240" w:lineRule="auto"/>
        <w:rPr>
          <w:sz w:val="22"/>
          <w:szCs w:val="22"/>
        </w:rPr>
      </w:pPr>
      <w:r w:rsidRPr="007417E6">
        <w:rPr>
          <w:sz w:val="22"/>
          <w:szCs w:val="22"/>
        </w:rPr>
        <w:t>соответствие коммерческого и технического предложения требован</w:t>
      </w:r>
      <w:r w:rsidRPr="007417E6">
        <w:rPr>
          <w:sz w:val="22"/>
          <w:szCs w:val="22"/>
        </w:rPr>
        <w:t>и</w:t>
      </w:r>
      <w:r w:rsidRPr="007417E6">
        <w:rPr>
          <w:sz w:val="22"/>
          <w:szCs w:val="22"/>
        </w:rPr>
        <w:t>ям настоящей Документации по запросу предложений.</w:t>
      </w:r>
    </w:p>
    <w:p w:rsidR="00381292" w:rsidRPr="007417E6" w:rsidRDefault="00381292" w:rsidP="005752A7">
      <w:pPr>
        <w:pStyle w:val="a1"/>
        <w:spacing w:before="100" w:beforeAutospacing="1" w:line="240" w:lineRule="auto"/>
        <w:rPr>
          <w:sz w:val="22"/>
          <w:szCs w:val="22"/>
        </w:rPr>
      </w:pPr>
      <w:bookmarkStart w:id="226" w:name="_Ref55304419"/>
      <w:r w:rsidRPr="007417E6">
        <w:rPr>
          <w:sz w:val="22"/>
          <w:szCs w:val="22"/>
        </w:rPr>
        <w:t>В рамках отборочной стадии Комиссия по запросу предложений может з</w:t>
      </w:r>
      <w:r w:rsidRPr="007417E6">
        <w:rPr>
          <w:sz w:val="22"/>
          <w:szCs w:val="22"/>
        </w:rPr>
        <w:t>а</w:t>
      </w:r>
      <w:r w:rsidRPr="007417E6">
        <w:rPr>
          <w:sz w:val="22"/>
          <w:szCs w:val="22"/>
        </w:rPr>
        <w:t xml:space="preserve">просить </w:t>
      </w:r>
      <w:r w:rsidR="00B80AF0">
        <w:rPr>
          <w:sz w:val="22"/>
          <w:szCs w:val="22"/>
        </w:rPr>
        <w:t>Поставщик</w:t>
      </w:r>
      <w:r w:rsidRPr="007417E6">
        <w:rPr>
          <w:sz w:val="22"/>
          <w:szCs w:val="22"/>
        </w:rPr>
        <w:t>ов разъяснения или дополнения их Предложений, в том числе представления отсутствующих документов. При этом Комиссия по запросу предложений не вправе запрашивать разъяснения или требовать документы, меня</w:t>
      </w:r>
      <w:r w:rsidRPr="007417E6">
        <w:rPr>
          <w:sz w:val="22"/>
          <w:szCs w:val="22"/>
        </w:rPr>
        <w:t>ю</w:t>
      </w:r>
      <w:r w:rsidRPr="007417E6">
        <w:rPr>
          <w:sz w:val="22"/>
          <w:szCs w:val="22"/>
        </w:rPr>
        <w:t>щие суть Предложения.</w:t>
      </w:r>
    </w:p>
    <w:p w:rsidR="00381292" w:rsidRPr="007417E6" w:rsidRDefault="00381292" w:rsidP="00A53015">
      <w:pPr>
        <w:pStyle w:val="a1"/>
        <w:spacing w:before="100" w:beforeAutospacing="1" w:line="240" w:lineRule="auto"/>
        <w:rPr>
          <w:sz w:val="22"/>
          <w:szCs w:val="22"/>
        </w:rPr>
      </w:pPr>
      <w:r w:rsidRPr="007417E6">
        <w:rPr>
          <w:sz w:val="22"/>
          <w:szCs w:val="22"/>
        </w:rPr>
        <w:t>При проверке правильности оформления Предложения Комиссия по з</w:t>
      </w:r>
      <w:r w:rsidRPr="007417E6">
        <w:rPr>
          <w:sz w:val="22"/>
          <w:szCs w:val="22"/>
        </w:rPr>
        <w:t>а</w:t>
      </w:r>
      <w:r w:rsidRPr="007417E6">
        <w:rPr>
          <w:sz w:val="22"/>
          <w:szCs w:val="22"/>
        </w:rPr>
        <w:t>просу предложений вправе не обращать внимания на мелкие недочеты и погрешности, к</w:t>
      </w:r>
      <w:r w:rsidRPr="007417E6">
        <w:rPr>
          <w:sz w:val="22"/>
          <w:szCs w:val="22"/>
        </w:rPr>
        <w:t>о</w:t>
      </w:r>
      <w:r w:rsidRPr="007417E6">
        <w:rPr>
          <w:sz w:val="22"/>
          <w:szCs w:val="22"/>
        </w:rPr>
        <w:t xml:space="preserve">торые не влияют на существо Предложения. Комиссия по запросу предложений с письменного согласия </w:t>
      </w:r>
      <w:r w:rsidR="00B80AF0">
        <w:rPr>
          <w:sz w:val="22"/>
          <w:szCs w:val="22"/>
        </w:rPr>
        <w:t>Поставщик</w:t>
      </w:r>
      <w:r w:rsidRPr="007417E6">
        <w:rPr>
          <w:sz w:val="22"/>
          <w:szCs w:val="22"/>
        </w:rPr>
        <w:t>а также может исправлять очевидные арифметические и грамматические оши</w:t>
      </w:r>
      <w:r w:rsidRPr="007417E6">
        <w:rPr>
          <w:sz w:val="22"/>
          <w:szCs w:val="22"/>
        </w:rPr>
        <w:t>б</w:t>
      </w:r>
      <w:r w:rsidRPr="007417E6">
        <w:rPr>
          <w:sz w:val="22"/>
          <w:szCs w:val="22"/>
        </w:rPr>
        <w:t>ки.</w:t>
      </w:r>
    </w:p>
    <w:p w:rsidR="00381292" w:rsidRPr="007417E6" w:rsidRDefault="00381292" w:rsidP="00BA5711">
      <w:pPr>
        <w:pStyle w:val="a1"/>
        <w:spacing w:before="100" w:beforeAutospacing="1" w:line="240" w:lineRule="auto"/>
        <w:rPr>
          <w:sz w:val="22"/>
          <w:szCs w:val="22"/>
        </w:rPr>
      </w:pPr>
      <w:bookmarkStart w:id="227" w:name="_Ref55307002"/>
      <w:r w:rsidRPr="007417E6">
        <w:rPr>
          <w:sz w:val="22"/>
          <w:szCs w:val="22"/>
        </w:rPr>
        <w:t>По результатам проведения отборочной стадии Комиссия по запросу пре</w:t>
      </w:r>
      <w:r w:rsidRPr="007417E6">
        <w:rPr>
          <w:sz w:val="22"/>
          <w:szCs w:val="22"/>
        </w:rPr>
        <w:t>д</w:t>
      </w:r>
      <w:r w:rsidRPr="007417E6">
        <w:rPr>
          <w:sz w:val="22"/>
          <w:szCs w:val="22"/>
        </w:rPr>
        <w:t>ложений имеет право отклонить Предложения, которые:</w:t>
      </w:r>
      <w:bookmarkEnd w:id="226"/>
      <w:bookmarkEnd w:id="227"/>
    </w:p>
    <w:p w:rsidR="00381292" w:rsidRPr="007417E6" w:rsidRDefault="00381292" w:rsidP="00D11D55">
      <w:pPr>
        <w:pStyle w:val="a2"/>
        <w:spacing w:before="60" w:line="240" w:lineRule="auto"/>
        <w:rPr>
          <w:sz w:val="22"/>
          <w:szCs w:val="22"/>
        </w:rPr>
      </w:pPr>
      <w:r w:rsidRPr="007417E6">
        <w:rPr>
          <w:sz w:val="22"/>
          <w:szCs w:val="22"/>
        </w:rPr>
        <w:t>в существенной мере не отвечают требованиям к оформлению н</w:t>
      </w:r>
      <w:r w:rsidRPr="007417E6">
        <w:rPr>
          <w:sz w:val="22"/>
          <w:szCs w:val="22"/>
        </w:rPr>
        <w:t>а</w:t>
      </w:r>
      <w:r w:rsidRPr="007417E6">
        <w:rPr>
          <w:sz w:val="22"/>
          <w:szCs w:val="22"/>
        </w:rPr>
        <w:t>стоящей Документации по запросу предложений;</w:t>
      </w:r>
    </w:p>
    <w:p w:rsidR="00381292" w:rsidRDefault="00381292" w:rsidP="00D11D55">
      <w:pPr>
        <w:pStyle w:val="a2"/>
        <w:spacing w:before="60" w:line="240" w:lineRule="auto"/>
        <w:rPr>
          <w:sz w:val="22"/>
          <w:szCs w:val="22"/>
        </w:rPr>
      </w:pPr>
      <w:r w:rsidRPr="007417E6">
        <w:rPr>
          <w:sz w:val="22"/>
          <w:szCs w:val="22"/>
        </w:rPr>
        <w:t xml:space="preserve">поданы </w:t>
      </w:r>
      <w:r w:rsidR="00B80AF0">
        <w:rPr>
          <w:sz w:val="22"/>
          <w:szCs w:val="22"/>
        </w:rPr>
        <w:t>Поставщик</w:t>
      </w:r>
      <w:r w:rsidRPr="007417E6">
        <w:rPr>
          <w:sz w:val="22"/>
          <w:szCs w:val="22"/>
        </w:rPr>
        <w:t>ами, которые не отвечают требованиям настоящей Документации по запросу предложений</w:t>
      </w:r>
      <w:r w:rsidR="00F1012E" w:rsidRPr="007417E6">
        <w:rPr>
          <w:sz w:val="22"/>
          <w:szCs w:val="22"/>
        </w:rPr>
        <w:t>;</w:t>
      </w:r>
    </w:p>
    <w:p w:rsidR="00E85D86" w:rsidRPr="007417E6" w:rsidRDefault="00E85D86" w:rsidP="00D11D55">
      <w:pPr>
        <w:pStyle w:val="a2"/>
        <w:spacing w:before="60" w:line="240" w:lineRule="auto"/>
        <w:rPr>
          <w:sz w:val="22"/>
          <w:szCs w:val="22"/>
        </w:rPr>
      </w:pPr>
      <w:r w:rsidRPr="00E85D86">
        <w:rPr>
          <w:sz w:val="22"/>
          <w:szCs w:val="22"/>
        </w:rPr>
        <w:t xml:space="preserve">поданы </w:t>
      </w:r>
      <w:r w:rsidR="00B80AF0">
        <w:rPr>
          <w:sz w:val="22"/>
          <w:szCs w:val="22"/>
        </w:rPr>
        <w:t>Поставщик</w:t>
      </w:r>
      <w:r w:rsidRPr="00E85D86">
        <w:rPr>
          <w:sz w:val="22"/>
          <w:szCs w:val="22"/>
        </w:rPr>
        <w:t xml:space="preserve">ами, не предоставившими документы, требуемые настоящей документацией, либо в представленных документах имеются недостоверные сведения об </w:t>
      </w:r>
      <w:r w:rsidR="00B80AF0">
        <w:rPr>
          <w:sz w:val="22"/>
          <w:szCs w:val="22"/>
        </w:rPr>
        <w:t>Поставщик</w:t>
      </w:r>
      <w:r w:rsidRPr="00E85D86">
        <w:rPr>
          <w:sz w:val="22"/>
          <w:szCs w:val="22"/>
        </w:rPr>
        <w:t>е или о предлагаемой им продукции;</w:t>
      </w:r>
    </w:p>
    <w:p w:rsidR="00381292" w:rsidRPr="007417E6" w:rsidRDefault="00381292" w:rsidP="00D11D55">
      <w:pPr>
        <w:pStyle w:val="a2"/>
        <w:spacing w:before="60" w:line="240" w:lineRule="auto"/>
        <w:rPr>
          <w:sz w:val="22"/>
          <w:szCs w:val="22"/>
        </w:rPr>
      </w:pPr>
      <w:r w:rsidRPr="007417E6">
        <w:rPr>
          <w:sz w:val="22"/>
          <w:szCs w:val="22"/>
        </w:rPr>
        <w:t>содержат предложения, по существу не отвечающие техническим, коммерческим или договорным требованиям настоящей Документ</w:t>
      </w:r>
      <w:r w:rsidRPr="007417E6">
        <w:rPr>
          <w:sz w:val="22"/>
          <w:szCs w:val="22"/>
        </w:rPr>
        <w:t>а</w:t>
      </w:r>
      <w:r w:rsidRPr="007417E6">
        <w:rPr>
          <w:sz w:val="22"/>
          <w:szCs w:val="22"/>
        </w:rPr>
        <w:t>ции по запросу предложений;</w:t>
      </w:r>
    </w:p>
    <w:p w:rsidR="00381292" w:rsidRDefault="00381292" w:rsidP="00D11D55">
      <w:pPr>
        <w:pStyle w:val="a2"/>
        <w:spacing w:before="60" w:line="240" w:lineRule="auto"/>
        <w:rPr>
          <w:sz w:val="22"/>
          <w:szCs w:val="22"/>
        </w:rPr>
      </w:pPr>
      <w:r w:rsidRPr="007417E6">
        <w:rPr>
          <w:sz w:val="22"/>
          <w:szCs w:val="22"/>
        </w:rPr>
        <w:t xml:space="preserve">содержат очевидные арифметические или грамматические ошибки, с исправлением которых не согласился </w:t>
      </w:r>
      <w:r w:rsidR="00B80AF0">
        <w:rPr>
          <w:sz w:val="22"/>
          <w:szCs w:val="22"/>
        </w:rPr>
        <w:t>Поставщик</w:t>
      </w:r>
      <w:r w:rsidRPr="007417E6">
        <w:rPr>
          <w:sz w:val="22"/>
          <w:szCs w:val="22"/>
        </w:rPr>
        <w:t>.</w:t>
      </w:r>
    </w:p>
    <w:p w:rsidR="00E85D86" w:rsidRPr="00E85D86" w:rsidRDefault="00E85D86" w:rsidP="00E85D86">
      <w:pPr>
        <w:pStyle w:val="a1"/>
        <w:spacing w:before="100" w:beforeAutospacing="1" w:line="240" w:lineRule="auto"/>
        <w:rPr>
          <w:sz w:val="22"/>
          <w:szCs w:val="22"/>
        </w:rPr>
      </w:pPr>
      <w:r w:rsidRPr="00E85D86">
        <w:rPr>
          <w:sz w:val="22"/>
          <w:szCs w:val="22"/>
        </w:rPr>
        <w:t xml:space="preserve">В случае, если подавшие </w:t>
      </w:r>
      <w:r w:rsidR="00257208">
        <w:rPr>
          <w:sz w:val="22"/>
          <w:szCs w:val="22"/>
        </w:rPr>
        <w:t>предложения</w:t>
      </w:r>
      <w:r w:rsidRPr="00E85D86">
        <w:rPr>
          <w:sz w:val="22"/>
          <w:szCs w:val="22"/>
        </w:rPr>
        <w:t xml:space="preserve"> </w:t>
      </w:r>
      <w:r w:rsidR="00B80AF0">
        <w:rPr>
          <w:sz w:val="22"/>
          <w:szCs w:val="22"/>
        </w:rPr>
        <w:t>Поставщик</w:t>
      </w:r>
      <w:r w:rsidRPr="00E85D86">
        <w:rPr>
          <w:sz w:val="22"/>
          <w:szCs w:val="22"/>
        </w:rPr>
        <w:t>и удовлетворяют любому из следующих условий:</w:t>
      </w:r>
    </w:p>
    <w:p w:rsidR="00E85D86" w:rsidRPr="00E85D86" w:rsidRDefault="00E85D86" w:rsidP="00E85D86">
      <w:pPr>
        <w:numPr>
          <w:ilvl w:val="0"/>
          <w:numId w:val="20"/>
        </w:numPr>
        <w:spacing w:before="60" w:line="240" w:lineRule="auto"/>
        <w:rPr>
          <w:sz w:val="22"/>
          <w:szCs w:val="22"/>
        </w:rPr>
      </w:pPr>
      <w:r w:rsidRPr="00E85D86">
        <w:rPr>
          <w:sz w:val="22"/>
          <w:szCs w:val="22"/>
        </w:rPr>
        <w:t>В состав учредителей (акционеров) компаний входят одни и те же лица (юридические либо физические), причем их совокупная доля в каждой из компаний превышает 50%;</w:t>
      </w:r>
    </w:p>
    <w:p w:rsidR="00E85D86" w:rsidRPr="00E85D86" w:rsidRDefault="00E85D86" w:rsidP="00E85D86">
      <w:pPr>
        <w:numPr>
          <w:ilvl w:val="0"/>
          <w:numId w:val="20"/>
        </w:numPr>
        <w:spacing w:before="60" w:line="240" w:lineRule="auto"/>
        <w:rPr>
          <w:sz w:val="22"/>
          <w:szCs w:val="22"/>
        </w:rPr>
      </w:pPr>
      <w:r w:rsidRPr="00E85D86">
        <w:rPr>
          <w:sz w:val="22"/>
          <w:szCs w:val="22"/>
        </w:rPr>
        <w:t>Одна из компаний владеет более чем 50% другой;</w:t>
      </w:r>
    </w:p>
    <w:p w:rsidR="00E85D86" w:rsidRPr="00E85D86" w:rsidRDefault="00E85D86" w:rsidP="00E85D86">
      <w:pPr>
        <w:numPr>
          <w:ilvl w:val="0"/>
          <w:numId w:val="20"/>
        </w:numPr>
        <w:spacing w:before="60" w:line="240" w:lineRule="auto"/>
        <w:rPr>
          <w:sz w:val="22"/>
          <w:szCs w:val="22"/>
        </w:rPr>
      </w:pPr>
      <w:r w:rsidRPr="00E85D86">
        <w:rPr>
          <w:sz w:val="22"/>
          <w:szCs w:val="22"/>
        </w:rPr>
        <w:t>Исполнительный орган один и тот же,</w:t>
      </w:r>
    </w:p>
    <w:p w:rsidR="00486B05" w:rsidRPr="00E85D86" w:rsidRDefault="00E85D86" w:rsidP="00E85D86">
      <w:pPr>
        <w:pStyle w:val="a1"/>
        <w:numPr>
          <w:ilvl w:val="0"/>
          <w:numId w:val="0"/>
        </w:numPr>
        <w:spacing w:before="100" w:beforeAutospacing="1" w:line="240" w:lineRule="auto"/>
        <w:ind w:left="1134"/>
        <w:rPr>
          <w:b/>
          <w:sz w:val="22"/>
          <w:szCs w:val="22"/>
        </w:rPr>
      </w:pPr>
      <w:r w:rsidRPr="00E85D86">
        <w:rPr>
          <w:sz w:val="22"/>
          <w:szCs w:val="22"/>
        </w:rPr>
        <w:t>то в этом случае они рассматриваются как единая группа аффилированных между собой лиц, и от них должна быть представлен</w:t>
      </w:r>
      <w:r w:rsidR="00257208">
        <w:rPr>
          <w:sz w:val="22"/>
          <w:szCs w:val="22"/>
        </w:rPr>
        <w:t>о одно единое</w:t>
      </w:r>
      <w:r w:rsidRPr="00E85D86">
        <w:rPr>
          <w:sz w:val="22"/>
          <w:szCs w:val="22"/>
        </w:rPr>
        <w:t xml:space="preserve"> </w:t>
      </w:r>
      <w:r w:rsidR="00257208">
        <w:rPr>
          <w:sz w:val="22"/>
          <w:szCs w:val="22"/>
        </w:rPr>
        <w:t>предложение</w:t>
      </w:r>
      <w:r w:rsidRPr="00E85D86">
        <w:rPr>
          <w:sz w:val="22"/>
          <w:szCs w:val="22"/>
        </w:rPr>
        <w:t xml:space="preserve">, в противном случае Комиссия по запросу предложений имеет право отклонить все поступившие от данной группы лиц </w:t>
      </w:r>
      <w:r w:rsidR="00257208">
        <w:rPr>
          <w:sz w:val="22"/>
          <w:szCs w:val="22"/>
        </w:rPr>
        <w:t>предложения</w:t>
      </w:r>
      <w:r w:rsidR="00486B05" w:rsidRPr="00E85D86">
        <w:rPr>
          <w:sz w:val="22"/>
          <w:szCs w:val="22"/>
        </w:rPr>
        <w:t>.</w:t>
      </w:r>
    </w:p>
    <w:p w:rsidR="00C566A0" w:rsidRPr="007417E6" w:rsidRDefault="00C566A0" w:rsidP="00B62FA9">
      <w:pPr>
        <w:pStyle w:val="21"/>
        <w:tabs>
          <w:tab w:val="num" w:pos="1134"/>
        </w:tabs>
        <w:spacing w:before="100" w:beforeAutospacing="1" w:after="100" w:afterAutospacing="1"/>
        <w:ind w:left="1134"/>
        <w:rPr>
          <w:sz w:val="22"/>
          <w:szCs w:val="22"/>
        </w:rPr>
      </w:pPr>
      <w:bookmarkStart w:id="228" w:name="_Toc175749004"/>
      <w:r w:rsidRPr="007417E6">
        <w:rPr>
          <w:sz w:val="22"/>
          <w:szCs w:val="22"/>
        </w:rPr>
        <w:t xml:space="preserve">Особенности оценки </w:t>
      </w:r>
      <w:r w:rsidR="00D655FE">
        <w:rPr>
          <w:sz w:val="22"/>
          <w:szCs w:val="22"/>
        </w:rPr>
        <w:t>предложений</w:t>
      </w:r>
      <w:r w:rsidRPr="007417E6">
        <w:rPr>
          <w:sz w:val="22"/>
          <w:szCs w:val="22"/>
        </w:rPr>
        <w:t xml:space="preserve"> объединений </w:t>
      </w:r>
      <w:bookmarkEnd w:id="228"/>
    </w:p>
    <w:p w:rsidR="00C566A0" w:rsidRPr="007417E6" w:rsidRDefault="00C566A0" w:rsidP="00C566A0">
      <w:pPr>
        <w:pStyle w:val="a1"/>
        <w:spacing w:line="240" w:lineRule="auto"/>
        <w:rPr>
          <w:sz w:val="22"/>
          <w:szCs w:val="22"/>
        </w:rPr>
      </w:pPr>
      <w:r w:rsidRPr="007417E6">
        <w:rPr>
          <w:sz w:val="22"/>
          <w:szCs w:val="22"/>
        </w:rPr>
        <w:t>При оценке количественных параметров деятельности членов объединения эти параметры суммируются. Не подлежащие суммированию показатели должны быть в наличии хотя бы у одного члена объединения.</w:t>
      </w:r>
    </w:p>
    <w:p w:rsidR="00381292" w:rsidRPr="007417E6" w:rsidRDefault="00381292" w:rsidP="00B264AD">
      <w:pPr>
        <w:pStyle w:val="21"/>
        <w:tabs>
          <w:tab w:val="num" w:pos="1134"/>
        </w:tabs>
        <w:spacing w:before="100" w:beforeAutospacing="1" w:after="100" w:afterAutospacing="1"/>
        <w:ind w:left="1134"/>
        <w:rPr>
          <w:sz w:val="22"/>
          <w:szCs w:val="22"/>
        </w:rPr>
      </w:pPr>
      <w:bookmarkStart w:id="229" w:name="_Ref93697814"/>
      <w:bookmarkStart w:id="230" w:name="_Toc125426211"/>
      <w:r w:rsidRPr="007417E6">
        <w:rPr>
          <w:sz w:val="22"/>
          <w:szCs w:val="22"/>
        </w:rPr>
        <w:t>Проведение переговоров</w:t>
      </w:r>
      <w:bookmarkEnd w:id="229"/>
      <w:bookmarkEnd w:id="230"/>
    </w:p>
    <w:p w:rsidR="00381292" w:rsidRPr="007417E6" w:rsidRDefault="00381292" w:rsidP="004E1653">
      <w:pPr>
        <w:pStyle w:val="a1"/>
        <w:spacing w:line="240" w:lineRule="auto"/>
        <w:rPr>
          <w:sz w:val="22"/>
          <w:szCs w:val="22"/>
        </w:rPr>
      </w:pPr>
      <w:r w:rsidRPr="007417E6">
        <w:rPr>
          <w:sz w:val="22"/>
          <w:szCs w:val="22"/>
        </w:rPr>
        <w:t xml:space="preserve">После рассмотрения и оценки Предложений </w:t>
      </w:r>
      <w:r w:rsidR="00803E24" w:rsidRPr="007417E6">
        <w:rPr>
          <w:sz w:val="22"/>
          <w:szCs w:val="22"/>
        </w:rPr>
        <w:t>Организатор</w:t>
      </w:r>
      <w:r w:rsidR="000A3E21" w:rsidRPr="007417E6">
        <w:rPr>
          <w:sz w:val="22"/>
          <w:szCs w:val="22"/>
        </w:rPr>
        <w:t xml:space="preserve"> </w:t>
      </w:r>
      <w:r w:rsidRPr="007417E6">
        <w:rPr>
          <w:sz w:val="22"/>
          <w:szCs w:val="22"/>
        </w:rPr>
        <w:t xml:space="preserve">вправе провести переговоры с любым из </w:t>
      </w:r>
      <w:r w:rsidR="00B80AF0">
        <w:rPr>
          <w:sz w:val="22"/>
          <w:szCs w:val="22"/>
        </w:rPr>
        <w:t>Поставщик</w:t>
      </w:r>
      <w:r w:rsidRPr="007417E6">
        <w:rPr>
          <w:sz w:val="22"/>
          <w:szCs w:val="22"/>
        </w:rPr>
        <w:t>ов по любому положению его Предлож</w:t>
      </w:r>
      <w:r w:rsidRPr="007417E6">
        <w:rPr>
          <w:sz w:val="22"/>
          <w:szCs w:val="22"/>
        </w:rPr>
        <w:t>е</w:t>
      </w:r>
      <w:r w:rsidRPr="007417E6">
        <w:rPr>
          <w:sz w:val="22"/>
          <w:szCs w:val="22"/>
        </w:rPr>
        <w:t>ния.</w:t>
      </w:r>
    </w:p>
    <w:p w:rsidR="00381292" w:rsidRPr="007417E6" w:rsidRDefault="00381292" w:rsidP="00D11D55">
      <w:pPr>
        <w:pStyle w:val="a1"/>
        <w:spacing w:before="60" w:line="240" w:lineRule="auto"/>
        <w:rPr>
          <w:sz w:val="22"/>
          <w:szCs w:val="22"/>
        </w:rPr>
      </w:pPr>
      <w:r w:rsidRPr="007417E6">
        <w:rPr>
          <w:sz w:val="22"/>
          <w:szCs w:val="22"/>
        </w:rPr>
        <w:t xml:space="preserve">Переговоры могут проводиться в один или несколько туров. Очередность переговоров устанавливает </w:t>
      </w:r>
      <w:r w:rsidR="003A7857" w:rsidRPr="007417E6">
        <w:rPr>
          <w:sz w:val="22"/>
          <w:szCs w:val="22"/>
        </w:rPr>
        <w:t>Организатор</w:t>
      </w:r>
      <w:r w:rsidRPr="007417E6">
        <w:rPr>
          <w:sz w:val="22"/>
          <w:szCs w:val="22"/>
        </w:rPr>
        <w:t xml:space="preserve">. При проведении переговоров </w:t>
      </w:r>
      <w:r w:rsidR="003A7857" w:rsidRPr="007417E6">
        <w:rPr>
          <w:sz w:val="22"/>
          <w:szCs w:val="22"/>
        </w:rPr>
        <w:t>Организатор</w:t>
      </w:r>
      <w:r w:rsidRPr="007417E6">
        <w:rPr>
          <w:sz w:val="22"/>
          <w:szCs w:val="22"/>
        </w:rPr>
        <w:t xml:space="preserve"> буд</w:t>
      </w:r>
      <w:r w:rsidR="000A3E21" w:rsidRPr="007417E6">
        <w:rPr>
          <w:sz w:val="22"/>
          <w:szCs w:val="22"/>
        </w:rPr>
        <w:t>у</w:t>
      </w:r>
      <w:r w:rsidRPr="007417E6">
        <w:rPr>
          <w:sz w:val="22"/>
          <w:szCs w:val="22"/>
        </w:rPr>
        <w:t xml:space="preserve">т избегать раскрытия другим </w:t>
      </w:r>
      <w:r w:rsidR="00B80AF0">
        <w:rPr>
          <w:sz w:val="22"/>
          <w:szCs w:val="22"/>
        </w:rPr>
        <w:t>Поставщик</w:t>
      </w:r>
      <w:r w:rsidRPr="007417E6">
        <w:rPr>
          <w:sz w:val="22"/>
          <w:szCs w:val="22"/>
        </w:rPr>
        <w:t>ам содержания полученных Предложений, а также хода</w:t>
      </w:r>
      <w:r w:rsidR="007C456E" w:rsidRPr="007417E6">
        <w:rPr>
          <w:sz w:val="22"/>
          <w:szCs w:val="22"/>
        </w:rPr>
        <w:t xml:space="preserve"> и содержания переговоров, т.е.</w:t>
      </w:r>
    </w:p>
    <w:p w:rsidR="00381292" w:rsidRPr="007417E6" w:rsidRDefault="00381292" w:rsidP="00D11D55">
      <w:pPr>
        <w:pStyle w:val="a2"/>
        <w:spacing w:before="60" w:line="240" w:lineRule="auto"/>
        <w:rPr>
          <w:sz w:val="22"/>
          <w:szCs w:val="22"/>
        </w:rPr>
      </w:pPr>
      <w:r w:rsidRPr="007417E6">
        <w:rPr>
          <w:sz w:val="22"/>
          <w:szCs w:val="22"/>
        </w:rPr>
        <w:lastRenderedPageBreak/>
        <w:t xml:space="preserve">любые переговоры между </w:t>
      </w:r>
      <w:r w:rsidR="003A7857" w:rsidRPr="007417E6">
        <w:rPr>
          <w:sz w:val="22"/>
          <w:szCs w:val="22"/>
        </w:rPr>
        <w:t>Организатором</w:t>
      </w:r>
      <w:r w:rsidRPr="007417E6">
        <w:rPr>
          <w:sz w:val="22"/>
          <w:szCs w:val="22"/>
        </w:rPr>
        <w:t xml:space="preserve"> и </w:t>
      </w:r>
      <w:r w:rsidR="00B80AF0">
        <w:rPr>
          <w:sz w:val="22"/>
          <w:szCs w:val="22"/>
        </w:rPr>
        <w:t>Поставщик</w:t>
      </w:r>
      <w:r w:rsidRPr="007417E6">
        <w:rPr>
          <w:sz w:val="22"/>
          <w:szCs w:val="22"/>
        </w:rPr>
        <w:t>ом носят конфиде</w:t>
      </w:r>
      <w:r w:rsidRPr="007417E6">
        <w:rPr>
          <w:sz w:val="22"/>
          <w:szCs w:val="22"/>
        </w:rPr>
        <w:t>н</w:t>
      </w:r>
      <w:r w:rsidRPr="007417E6">
        <w:rPr>
          <w:sz w:val="22"/>
          <w:szCs w:val="22"/>
        </w:rPr>
        <w:t>циальный характер;</w:t>
      </w:r>
    </w:p>
    <w:p w:rsidR="00381292" w:rsidRPr="007417E6" w:rsidRDefault="00381292" w:rsidP="00D11D55">
      <w:pPr>
        <w:pStyle w:val="a2"/>
        <w:spacing w:before="60" w:line="240" w:lineRule="auto"/>
        <w:rPr>
          <w:sz w:val="22"/>
          <w:szCs w:val="22"/>
        </w:rPr>
      </w:pPr>
      <w:r w:rsidRPr="007417E6">
        <w:rPr>
          <w:sz w:val="22"/>
          <w:szCs w:val="22"/>
        </w:rPr>
        <w:t>ни одна из сторон переговоров не раскрывает никакому другому лицу никакой технической, ценовой или иной рыночной информации, относящейся к этим п</w:t>
      </w:r>
      <w:r w:rsidRPr="007417E6">
        <w:rPr>
          <w:sz w:val="22"/>
          <w:szCs w:val="22"/>
        </w:rPr>
        <w:t>е</w:t>
      </w:r>
      <w:r w:rsidRPr="007417E6">
        <w:rPr>
          <w:sz w:val="22"/>
          <w:szCs w:val="22"/>
        </w:rPr>
        <w:t>реговорам, без согласия другой стороны.</w:t>
      </w:r>
    </w:p>
    <w:p w:rsidR="001D31A9" w:rsidRPr="007417E6" w:rsidRDefault="003A7857" w:rsidP="001D31A9">
      <w:pPr>
        <w:pStyle w:val="a1"/>
        <w:spacing w:before="100" w:beforeAutospacing="1" w:line="240" w:lineRule="auto"/>
        <w:rPr>
          <w:sz w:val="22"/>
          <w:szCs w:val="22"/>
        </w:rPr>
      </w:pPr>
      <w:r w:rsidRPr="007417E6">
        <w:rPr>
          <w:sz w:val="22"/>
          <w:szCs w:val="22"/>
        </w:rPr>
        <w:t>Организатор</w:t>
      </w:r>
      <w:r w:rsidR="001D31A9" w:rsidRPr="007417E6">
        <w:rPr>
          <w:sz w:val="22"/>
          <w:szCs w:val="22"/>
        </w:rPr>
        <w:t xml:space="preserve"> в ходе переговоров может предложить:</w:t>
      </w:r>
    </w:p>
    <w:p w:rsidR="001D31A9" w:rsidRPr="007417E6" w:rsidRDefault="001D31A9" w:rsidP="00D11D55">
      <w:pPr>
        <w:pStyle w:val="a2"/>
        <w:spacing w:before="60" w:line="240" w:lineRule="auto"/>
        <w:ind w:hanging="425"/>
        <w:rPr>
          <w:sz w:val="22"/>
          <w:szCs w:val="22"/>
        </w:rPr>
      </w:pPr>
      <w:r w:rsidRPr="007417E6">
        <w:rPr>
          <w:sz w:val="22"/>
          <w:szCs w:val="22"/>
        </w:rPr>
        <w:t xml:space="preserve">выступить любому из </w:t>
      </w:r>
      <w:r w:rsidR="00B80AF0">
        <w:rPr>
          <w:sz w:val="22"/>
          <w:szCs w:val="22"/>
        </w:rPr>
        <w:t>Поставщик</w:t>
      </w:r>
      <w:r w:rsidRPr="007417E6">
        <w:rPr>
          <w:sz w:val="22"/>
          <w:szCs w:val="22"/>
        </w:rPr>
        <w:t xml:space="preserve">ов в качестве </w:t>
      </w:r>
      <w:r w:rsidR="00334B98" w:rsidRPr="007417E6">
        <w:rPr>
          <w:sz w:val="22"/>
          <w:szCs w:val="22"/>
        </w:rPr>
        <w:t>Лидера</w:t>
      </w:r>
      <w:r w:rsidRPr="007417E6">
        <w:rPr>
          <w:sz w:val="22"/>
          <w:szCs w:val="22"/>
        </w:rPr>
        <w:t xml:space="preserve"> (пункт</w:t>
      </w:r>
      <w:r w:rsidR="001B6872" w:rsidRPr="007417E6">
        <w:rPr>
          <w:sz w:val="22"/>
          <w:szCs w:val="22"/>
        </w:rPr>
        <w:t xml:space="preserve"> </w:t>
      </w:r>
      <w:fldSimple w:instr=" REF _Ref93267180 \r \h  \* MERGEFORMAT ">
        <w:r w:rsidR="00C07197">
          <w:rPr>
            <w:sz w:val="22"/>
            <w:szCs w:val="22"/>
          </w:rPr>
          <w:t>4.6</w:t>
        </w:r>
      </w:fldSimple>
      <w:r w:rsidRPr="007417E6">
        <w:rPr>
          <w:sz w:val="22"/>
          <w:szCs w:val="22"/>
        </w:rPr>
        <w:t xml:space="preserve">) и привлечь в качестве </w:t>
      </w:r>
      <w:r w:rsidR="00334B98" w:rsidRPr="007417E6">
        <w:rPr>
          <w:sz w:val="22"/>
          <w:szCs w:val="22"/>
        </w:rPr>
        <w:t xml:space="preserve">коллективного </w:t>
      </w:r>
      <w:r w:rsidR="00B80AF0">
        <w:rPr>
          <w:sz w:val="22"/>
          <w:szCs w:val="22"/>
        </w:rPr>
        <w:t>Поставщик</w:t>
      </w:r>
      <w:r w:rsidR="00334B98" w:rsidRPr="007417E6">
        <w:rPr>
          <w:sz w:val="22"/>
          <w:szCs w:val="22"/>
        </w:rPr>
        <w:t>а,</w:t>
      </w:r>
      <w:r w:rsidRPr="007417E6">
        <w:rPr>
          <w:sz w:val="22"/>
          <w:szCs w:val="22"/>
        </w:rPr>
        <w:t xml:space="preserve"> как любого из </w:t>
      </w:r>
      <w:r w:rsidR="00B80AF0">
        <w:rPr>
          <w:sz w:val="22"/>
          <w:szCs w:val="22"/>
        </w:rPr>
        <w:t>Поставщик</w:t>
      </w:r>
      <w:r w:rsidRPr="007417E6">
        <w:rPr>
          <w:sz w:val="22"/>
          <w:szCs w:val="22"/>
        </w:rPr>
        <w:t>ов, так и стороннюю организацию;</w:t>
      </w:r>
    </w:p>
    <w:p w:rsidR="001D31A9" w:rsidRPr="007417E6" w:rsidRDefault="001D31A9" w:rsidP="00D11D55">
      <w:pPr>
        <w:pStyle w:val="a2"/>
        <w:spacing w:before="60" w:line="240" w:lineRule="auto"/>
        <w:ind w:hanging="425"/>
        <w:rPr>
          <w:sz w:val="22"/>
          <w:szCs w:val="22"/>
        </w:rPr>
      </w:pPr>
      <w:r w:rsidRPr="007417E6">
        <w:rPr>
          <w:sz w:val="22"/>
          <w:szCs w:val="22"/>
        </w:rPr>
        <w:t xml:space="preserve">объединиться нескольким конкретным </w:t>
      </w:r>
      <w:r w:rsidR="00B80AF0">
        <w:rPr>
          <w:sz w:val="22"/>
          <w:szCs w:val="22"/>
        </w:rPr>
        <w:t>Поставщик</w:t>
      </w:r>
      <w:r w:rsidRPr="007417E6">
        <w:rPr>
          <w:sz w:val="22"/>
          <w:szCs w:val="22"/>
        </w:rPr>
        <w:t xml:space="preserve">ам в коллективного </w:t>
      </w:r>
      <w:r w:rsidR="00B80AF0">
        <w:rPr>
          <w:sz w:val="22"/>
          <w:szCs w:val="22"/>
        </w:rPr>
        <w:t>Поставщик</w:t>
      </w:r>
      <w:r w:rsidRPr="007417E6">
        <w:rPr>
          <w:sz w:val="22"/>
          <w:szCs w:val="22"/>
        </w:rPr>
        <w:t xml:space="preserve">а (пункт </w:t>
      </w:r>
      <w:fldSimple w:instr=" REF _Ref93267180 \r \h  \* MERGEFORMAT ">
        <w:r w:rsidR="00C07197">
          <w:rPr>
            <w:sz w:val="22"/>
            <w:szCs w:val="22"/>
          </w:rPr>
          <w:t>4.6</w:t>
        </w:r>
      </w:fldSimple>
      <w:r w:rsidRPr="007417E6">
        <w:rPr>
          <w:sz w:val="22"/>
          <w:szCs w:val="22"/>
        </w:rPr>
        <w:t>).</w:t>
      </w:r>
    </w:p>
    <w:p w:rsidR="001D31A9" w:rsidRPr="007417E6" w:rsidRDefault="001D31A9" w:rsidP="00B15ED4">
      <w:pPr>
        <w:pStyle w:val="afb"/>
        <w:spacing w:before="100" w:beforeAutospacing="1" w:line="240" w:lineRule="auto"/>
        <w:rPr>
          <w:sz w:val="22"/>
          <w:szCs w:val="22"/>
        </w:rPr>
      </w:pPr>
      <w:r w:rsidRPr="007417E6">
        <w:rPr>
          <w:sz w:val="22"/>
          <w:szCs w:val="22"/>
        </w:rPr>
        <w:t xml:space="preserve">Любой из </w:t>
      </w:r>
      <w:r w:rsidR="00B80AF0">
        <w:rPr>
          <w:sz w:val="22"/>
          <w:szCs w:val="22"/>
        </w:rPr>
        <w:t>Поставщик</w:t>
      </w:r>
      <w:r w:rsidRPr="007417E6">
        <w:rPr>
          <w:sz w:val="22"/>
          <w:szCs w:val="22"/>
        </w:rPr>
        <w:t>ов вправе отказаться от этого предложения без каких-либо последствий и участвовать в дальнейшей процедуре Запроса предл</w:t>
      </w:r>
      <w:r w:rsidRPr="007417E6">
        <w:rPr>
          <w:sz w:val="22"/>
          <w:szCs w:val="22"/>
        </w:rPr>
        <w:t>о</w:t>
      </w:r>
      <w:r w:rsidRPr="007417E6">
        <w:rPr>
          <w:sz w:val="22"/>
          <w:szCs w:val="22"/>
        </w:rPr>
        <w:t>жений самостоятельно.</w:t>
      </w:r>
    </w:p>
    <w:p w:rsidR="00381292" w:rsidRPr="007417E6" w:rsidRDefault="00381292" w:rsidP="00070E33">
      <w:pPr>
        <w:pStyle w:val="21"/>
        <w:tabs>
          <w:tab w:val="num" w:pos="1134"/>
        </w:tabs>
        <w:spacing w:before="100" w:beforeAutospacing="1" w:after="100" w:afterAutospacing="1"/>
        <w:ind w:left="1134"/>
        <w:rPr>
          <w:sz w:val="22"/>
          <w:szCs w:val="22"/>
        </w:rPr>
      </w:pPr>
      <w:bookmarkStart w:id="231" w:name="_Ref55304422"/>
      <w:bookmarkStart w:id="232" w:name="_Ref93089457"/>
      <w:bookmarkStart w:id="233" w:name="_Toc125426212"/>
      <w:r w:rsidRPr="007417E6">
        <w:rPr>
          <w:sz w:val="22"/>
          <w:szCs w:val="22"/>
        </w:rPr>
        <w:t>Оценочная стадия</w:t>
      </w:r>
      <w:bookmarkEnd w:id="232"/>
      <w:bookmarkEnd w:id="233"/>
    </w:p>
    <w:bookmarkEnd w:id="231"/>
    <w:p w:rsidR="008B7C86" w:rsidRPr="000F5DE6" w:rsidRDefault="00381292" w:rsidP="00491343">
      <w:pPr>
        <w:pStyle w:val="a1"/>
        <w:spacing w:line="240" w:lineRule="auto"/>
        <w:rPr>
          <w:sz w:val="22"/>
          <w:szCs w:val="22"/>
        </w:rPr>
      </w:pPr>
      <w:r w:rsidRPr="000F5DE6">
        <w:rPr>
          <w:sz w:val="22"/>
          <w:szCs w:val="22"/>
        </w:rPr>
        <w:t xml:space="preserve">В рамках оценочной стадии Комиссия по запросу предложений оценивает и сопоставляет Предложения с учетом результатов переговоров (пункт </w:t>
      </w:r>
      <w:fldSimple w:instr=" REF _Ref93697814 \r \h  \* MERGEFORMAT ">
        <w:r w:rsidR="000A0FC7" w:rsidRPr="000F5DE6">
          <w:rPr>
            <w:sz w:val="22"/>
            <w:szCs w:val="22"/>
          </w:rPr>
          <w:t>4.9.4</w:t>
        </w:r>
      </w:fldSimple>
      <w:r w:rsidRPr="000F5DE6">
        <w:rPr>
          <w:sz w:val="22"/>
          <w:szCs w:val="22"/>
        </w:rPr>
        <w:t>) и проводит их ранжирование по степени предпочтительности для З</w:t>
      </w:r>
      <w:r w:rsidRPr="000F5DE6">
        <w:rPr>
          <w:sz w:val="22"/>
          <w:szCs w:val="22"/>
        </w:rPr>
        <w:t>а</w:t>
      </w:r>
      <w:r w:rsidRPr="000F5DE6">
        <w:rPr>
          <w:sz w:val="22"/>
          <w:szCs w:val="22"/>
        </w:rPr>
        <w:t>казчика в соответствии с утвержденным Регламентом Комиссии по запросу предложений, исходя</w:t>
      </w:r>
      <w:r w:rsidR="00A364FD" w:rsidRPr="000F5DE6">
        <w:rPr>
          <w:sz w:val="22"/>
          <w:szCs w:val="22"/>
        </w:rPr>
        <w:t xml:space="preserve"> из следующих критериев</w:t>
      </w:r>
      <w:r w:rsidR="008B7C86" w:rsidRPr="000F5DE6">
        <w:rPr>
          <w:sz w:val="22"/>
          <w:szCs w:val="22"/>
        </w:rPr>
        <w:t>:</w:t>
      </w:r>
    </w:p>
    <w:p w:rsidR="008B7C86" w:rsidRPr="000F5DE6" w:rsidRDefault="008B7C86" w:rsidP="00A364FD">
      <w:pPr>
        <w:numPr>
          <w:ilvl w:val="0"/>
          <w:numId w:val="20"/>
        </w:numPr>
        <w:spacing w:before="60" w:line="240" w:lineRule="auto"/>
        <w:rPr>
          <w:sz w:val="22"/>
          <w:szCs w:val="22"/>
        </w:rPr>
      </w:pPr>
      <w:r w:rsidRPr="000F5DE6">
        <w:rPr>
          <w:sz w:val="22"/>
          <w:szCs w:val="22"/>
        </w:rPr>
        <w:t>Стоимость предложения;</w:t>
      </w:r>
    </w:p>
    <w:p w:rsidR="008B7C86" w:rsidRPr="000F5DE6" w:rsidRDefault="008B7C86" w:rsidP="00A364FD">
      <w:pPr>
        <w:numPr>
          <w:ilvl w:val="0"/>
          <w:numId w:val="20"/>
        </w:numPr>
        <w:spacing w:before="60" w:line="240" w:lineRule="auto"/>
        <w:rPr>
          <w:sz w:val="22"/>
          <w:szCs w:val="22"/>
        </w:rPr>
      </w:pPr>
      <w:r w:rsidRPr="000F5DE6">
        <w:rPr>
          <w:sz w:val="22"/>
          <w:szCs w:val="22"/>
        </w:rPr>
        <w:t>Технические и качественные характеристики продукции;</w:t>
      </w:r>
    </w:p>
    <w:p w:rsidR="008B7C86" w:rsidRPr="000F5DE6" w:rsidRDefault="008B7C86" w:rsidP="00A364FD">
      <w:pPr>
        <w:numPr>
          <w:ilvl w:val="0"/>
          <w:numId w:val="20"/>
        </w:numPr>
        <w:spacing w:before="60" w:line="240" w:lineRule="auto"/>
        <w:rPr>
          <w:sz w:val="22"/>
          <w:szCs w:val="22"/>
        </w:rPr>
      </w:pPr>
      <w:r w:rsidRPr="000F5DE6">
        <w:rPr>
          <w:sz w:val="22"/>
          <w:szCs w:val="22"/>
        </w:rPr>
        <w:t>Условия поставки продукции;</w:t>
      </w:r>
    </w:p>
    <w:p w:rsidR="008B7C86" w:rsidRPr="000F5DE6" w:rsidRDefault="008B7C86" w:rsidP="00A364FD">
      <w:pPr>
        <w:numPr>
          <w:ilvl w:val="0"/>
          <w:numId w:val="20"/>
        </w:numPr>
        <w:spacing w:before="60" w:line="240" w:lineRule="auto"/>
        <w:rPr>
          <w:sz w:val="22"/>
          <w:szCs w:val="22"/>
        </w:rPr>
      </w:pPr>
      <w:r w:rsidRPr="000F5DE6">
        <w:rPr>
          <w:sz w:val="22"/>
          <w:szCs w:val="22"/>
        </w:rPr>
        <w:t>Условия оплаты продукции;</w:t>
      </w:r>
    </w:p>
    <w:p w:rsidR="00381292" w:rsidRPr="000F5DE6" w:rsidRDefault="008B7C86" w:rsidP="00A364FD">
      <w:pPr>
        <w:numPr>
          <w:ilvl w:val="0"/>
          <w:numId w:val="20"/>
        </w:numPr>
        <w:spacing w:before="60" w:line="240" w:lineRule="auto"/>
        <w:rPr>
          <w:sz w:val="22"/>
          <w:szCs w:val="22"/>
        </w:rPr>
      </w:pPr>
      <w:r w:rsidRPr="000F5DE6">
        <w:rPr>
          <w:sz w:val="22"/>
          <w:szCs w:val="22"/>
        </w:rPr>
        <w:t xml:space="preserve">Надежность </w:t>
      </w:r>
      <w:r w:rsidR="00B80AF0">
        <w:rPr>
          <w:sz w:val="22"/>
          <w:szCs w:val="22"/>
        </w:rPr>
        <w:t>Поставщик</w:t>
      </w:r>
      <w:r w:rsidRPr="000F5DE6">
        <w:rPr>
          <w:sz w:val="22"/>
          <w:szCs w:val="22"/>
        </w:rPr>
        <w:t>а (опыт, ресурсные возможности, деловая репутация и т.д.)</w:t>
      </w:r>
      <w:r w:rsidR="004F64EF" w:rsidRPr="000F5DE6">
        <w:rPr>
          <w:sz w:val="22"/>
          <w:szCs w:val="22"/>
        </w:rPr>
        <w:t>.</w:t>
      </w:r>
    </w:p>
    <w:p w:rsidR="00381292" w:rsidRPr="00A95AB6" w:rsidRDefault="00381292" w:rsidP="00626B85">
      <w:pPr>
        <w:pStyle w:val="2"/>
        <w:spacing w:before="100" w:beforeAutospacing="1" w:after="100" w:afterAutospacing="1"/>
        <w:ind w:right="-143"/>
        <w:rPr>
          <w:sz w:val="22"/>
          <w:szCs w:val="22"/>
        </w:rPr>
      </w:pPr>
      <w:bookmarkStart w:id="234" w:name="_Ref55280474"/>
      <w:bookmarkStart w:id="235" w:name="_Toc55285356"/>
      <w:bookmarkStart w:id="236" w:name="_Toc55305388"/>
      <w:bookmarkStart w:id="237" w:name="_Toc57314659"/>
      <w:bookmarkStart w:id="238" w:name="_Toc69728973"/>
      <w:bookmarkStart w:id="239" w:name="_Toc125426214"/>
      <w:bookmarkStart w:id="240" w:name="_Toc318207988"/>
      <w:r w:rsidRPr="00A95AB6">
        <w:rPr>
          <w:sz w:val="22"/>
          <w:szCs w:val="22"/>
        </w:rPr>
        <w:t>Подписание Договора</w:t>
      </w:r>
      <w:bookmarkEnd w:id="234"/>
      <w:bookmarkEnd w:id="235"/>
      <w:bookmarkEnd w:id="236"/>
      <w:bookmarkEnd w:id="237"/>
      <w:bookmarkEnd w:id="238"/>
      <w:bookmarkEnd w:id="239"/>
      <w:bookmarkEnd w:id="240"/>
    </w:p>
    <w:p w:rsidR="00381292" w:rsidRPr="000F4E8C" w:rsidRDefault="000F4E8C" w:rsidP="000F4E8C">
      <w:pPr>
        <w:pStyle w:val="a0"/>
        <w:tabs>
          <w:tab w:val="num" w:pos="1134"/>
        </w:tabs>
        <w:spacing w:before="60" w:line="240" w:lineRule="auto"/>
        <w:ind w:left="1134" w:right="-142"/>
        <w:rPr>
          <w:snapToGrid/>
          <w:color w:val="000000"/>
          <w:sz w:val="22"/>
          <w:szCs w:val="22"/>
          <w:lang/>
        </w:rPr>
      </w:pPr>
      <w:bookmarkStart w:id="241" w:name="_Ref56222958"/>
      <w:r w:rsidRPr="000F4E8C">
        <w:rPr>
          <w:snapToGrid/>
          <w:color w:val="000000"/>
          <w:sz w:val="22"/>
          <w:szCs w:val="22"/>
          <w:lang/>
        </w:rPr>
        <w:t>Договор между Заказчиком и Победителе</w:t>
      </w:r>
      <w:r w:rsidR="00495021">
        <w:rPr>
          <w:snapToGrid/>
          <w:color w:val="000000"/>
          <w:sz w:val="22"/>
          <w:szCs w:val="22"/>
          <w:lang/>
        </w:rPr>
        <w:t>м открытого запроса предложений</w:t>
      </w:r>
      <w:r w:rsidRPr="000F4E8C">
        <w:rPr>
          <w:snapToGrid/>
          <w:color w:val="000000"/>
          <w:sz w:val="22"/>
          <w:szCs w:val="22"/>
          <w:lang/>
        </w:rPr>
        <w:t xml:space="preserve"> подписывается на основании Протокола о выборе победител</w:t>
      </w:r>
      <w:r w:rsidR="00495021">
        <w:rPr>
          <w:snapToGrid/>
          <w:color w:val="000000"/>
          <w:sz w:val="22"/>
          <w:szCs w:val="22"/>
          <w:lang/>
        </w:rPr>
        <w:t>я открытого запроса предложений</w:t>
      </w:r>
      <w:r w:rsidRPr="000F4E8C">
        <w:rPr>
          <w:snapToGrid/>
          <w:color w:val="000000"/>
          <w:sz w:val="22"/>
          <w:szCs w:val="22"/>
          <w:lang/>
        </w:rPr>
        <w:t xml:space="preserve"> в течение 20 (двадцати) рабочих дней после подписания Протокола</w:t>
      </w:r>
      <w:r w:rsidR="0032573C" w:rsidRPr="000F4E8C">
        <w:rPr>
          <w:snapToGrid/>
          <w:color w:val="000000"/>
          <w:sz w:val="22"/>
          <w:szCs w:val="22"/>
          <w:lang/>
        </w:rPr>
        <w:t xml:space="preserve">. </w:t>
      </w:r>
      <w:bookmarkEnd w:id="241"/>
    </w:p>
    <w:p w:rsidR="00374EE4" w:rsidRPr="00A95AB6" w:rsidRDefault="00374EE4" w:rsidP="00F33D6C">
      <w:pPr>
        <w:pStyle w:val="a0"/>
        <w:tabs>
          <w:tab w:val="num" w:pos="1134"/>
        </w:tabs>
        <w:spacing w:before="60" w:line="240" w:lineRule="auto"/>
        <w:ind w:left="1134" w:right="-142"/>
        <w:rPr>
          <w:snapToGrid/>
          <w:color w:val="000000"/>
          <w:sz w:val="22"/>
          <w:szCs w:val="22"/>
          <w:lang/>
        </w:rPr>
      </w:pPr>
      <w:r w:rsidRPr="00A95AB6">
        <w:rPr>
          <w:snapToGrid/>
          <w:color w:val="000000"/>
          <w:sz w:val="22"/>
          <w:szCs w:val="22"/>
          <w:lang/>
        </w:rPr>
        <w:t>В случае, если в соответствии с действующим законодательством РФ и учредительными документами Заказчика потребуется предварительное согласование (одобрение, утверждение) заключаем</w:t>
      </w:r>
      <w:r w:rsidR="00A919BB" w:rsidRPr="00A95AB6">
        <w:rPr>
          <w:snapToGrid/>
          <w:color w:val="000000"/>
          <w:sz w:val="22"/>
          <w:szCs w:val="22"/>
        </w:rPr>
        <w:t>ых</w:t>
      </w:r>
      <w:r w:rsidRPr="00A95AB6">
        <w:rPr>
          <w:snapToGrid/>
          <w:color w:val="000000"/>
          <w:sz w:val="22"/>
          <w:szCs w:val="22"/>
          <w:lang/>
        </w:rPr>
        <w:t xml:space="preserve"> на предложенных Победителем условиях </w:t>
      </w:r>
      <w:r w:rsidR="006026B6" w:rsidRPr="00A95AB6">
        <w:rPr>
          <w:snapToGrid/>
          <w:color w:val="000000"/>
          <w:sz w:val="22"/>
          <w:szCs w:val="22"/>
        </w:rPr>
        <w:t>Д</w:t>
      </w:r>
      <w:r w:rsidRPr="00A95AB6">
        <w:rPr>
          <w:snapToGrid/>
          <w:color w:val="000000"/>
          <w:sz w:val="22"/>
          <w:szCs w:val="22"/>
          <w:lang/>
        </w:rPr>
        <w:t>оговор</w:t>
      </w:r>
      <w:r w:rsidR="00A919BB" w:rsidRPr="00A95AB6">
        <w:rPr>
          <w:snapToGrid/>
          <w:color w:val="000000"/>
          <w:sz w:val="22"/>
          <w:szCs w:val="22"/>
        </w:rPr>
        <w:t>ов</w:t>
      </w:r>
      <w:r w:rsidRPr="00A95AB6">
        <w:rPr>
          <w:snapToGrid/>
          <w:color w:val="000000"/>
          <w:sz w:val="22"/>
          <w:szCs w:val="22"/>
          <w:lang/>
        </w:rPr>
        <w:t xml:space="preserve"> компетентными органами управления Заказчика (Общим собранием акционеров, Советом директоров и т.п.), </w:t>
      </w:r>
      <w:r w:rsidR="00A919BB" w:rsidRPr="00A95AB6">
        <w:rPr>
          <w:snapToGrid/>
          <w:color w:val="000000"/>
          <w:sz w:val="22"/>
          <w:szCs w:val="22"/>
        </w:rPr>
        <w:t>Д</w:t>
      </w:r>
      <w:r w:rsidRPr="00A95AB6">
        <w:rPr>
          <w:snapToGrid/>
          <w:color w:val="000000"/>
          <w:sz w:val="22"/>
          <w:szCs w:val="22"/>
          <w:lang/>
        </w:rPr>
        <w:t>оговор</w:t>
      </w:r>
      <w:r w:rsidR="00A919BB" w:rsidRPr="00A95AB6">
        <w:rPr>
          <w:snapToGrid/>
          <w:color w:val="000000"/>
          <w:sz w:val="22"/>
          <w:szCs w:val="22"/>
        </w:rPr>
        <w:t>ы</w:t>
      </w:r>
      <w:r w:rsidRPr="00A95AB6">
        <w:rPr>
          <w:snapToGrid/>
          <w:color w:val="000000"/>
          <w:sz w:val="22"/>
          <w:szCs w:val="22"/>
          <w:lang/>
        </w:rPr>
        <w:t xml:space="preserve"> с Победителем заключается только после такого сог</w:t>
      </w:r>
      <w:r w:rsidRPr="00A95AB6">
        <w:rPr>
          <w:snapToGrid/>
          <w:color w:val="000000"/>
          <w:sz w:val="22"/>
          <w:szCs w:val="22"/>
          <w:lang/>
        </w:rPr>
        <w:t>ласования (одобрения, утверждения), а указанный в п.</w:t>
      </w:r>
      <w:r w:rsidR="00D7691F" w:rsidRPr="00A95AB6">
        <w:rPr>
          <w:snapToGrid/>
          <w:color w:val="000000"/>
          <w:sz w:val="22"/>
          <w:szCs w:val="22"/>
        </w:rPr>
        <w:t xml:space="preserve"> </w:t>
      </w:r>
      <w:fldSimple w:instr=" REF _Ref56222958 \r \h  \* MERGEFORMAT ">
        <w:r w:rsidR="004B291E">
          <w:rPr>
            <w:snapToGrid/>
            <w:color w:val="000000"/>
            <w:sz w:val="22"/>
            <w:szCs w:val="22"/>
            <w:lang/>
          </w:rPr>
          <w:t>4.10.1</w:t>
        </w:r>
      </w:fldSimple>
      <w:r w:rsidRPr="00A95AB6">
        <w:rPr>
          <w:snapToGrid/>
          <w:color w:val="000000"/>
          <w:sz w:val="22"/>
          <w:szCs w:val="22"/>
          <w:lang/>
        </w:rPr>
        <w:t xml:space="preserve"> срок отсчитывается после получения такого согласования (одобрения, утверждения).</w:t>
      </w:r>
    </w:p>
    <w:p w:rsidR="00381292" w:rsidRPr="00CF5962" w:rsidRDefault="00381292" w:rsidP="00F33D6C">
      <w:pPr>
        <w:pStyle w:val="a0"/>
        <w:tabs>
          <w:tab w:val="num" w:pos="1134"/>
        </w:tabs>
        <w:spacing w:before="60" w:line="240" w:lineRule="auto"/>
        <w:ind w:left="1134" w:right="-142"/>
        <w:rPr>
          <w:sz w:val="22"/>
          <w:szCs w:val="22"/>
        </w:rPr>
      </w:pPr>
      <w:r w:rsidRPr="00CF5962">
        <w:rPr>
          <w:sz w:val="22"/>
          <w:szCs w:val="22"/>
        </w:rPr>
        <w:t>Условия Договор</w:t>
      </w:r>
      <w:r w:rsidR="00B264AD" w:rsidRPr="00CF5962">
        <w:rPr>
          <w:sz w:val="22"/>
          <w:szCs w:val="22"/>
        </w:rPr>
        <w:t>а</w:t>
      </w:r>
      <w:r w:rsidRPr="00CF5962">
        <w:rPr>
          <w:sz w:val="22"/>
          <w:szCs w:val="22"/>
        </w:rPr>
        <w:t xml:space="preserve"> определяются в соответствии с</w:t>
      </w:r>
      <w:r w:rsidRPr="00CF5962">
        <w:rPr>
          <w:color w:val="FF0000"/>
          <w:sz w:val="22"/>
          <w:szCs w:val="22"/>
        </w:rPr>
        <w:t xml:space="preserve"> </w:t>
      </w:r>
      <w:r w:rsidRPr="00CF5962">
        <w:rPr>
          <w:sz w:val="22"/>
          <w:szCs w:val="22"/>
        </w:rPr>
        <w:t xml:space="preserve">требованиями </w:t>
      </w:r>
      <w:r w:rsidR="00681553" w:rsidRPr="00CF5962">
        <w:rPr>
          <w:sz w:val="22"/>
          <w:szCs w:val="22"/>
        </w:rPr>
        <w:t>З</w:t>
      </w:r>
      <w:r w:rsidRPr="00CF5962">
        <w:rPr>
          <w:sz w:val="22"/>
          <w:szCs w:val="22"/>
        </w:rPr>
        <w:t>аказч</w:t>
      </w:r>
      <w:r w:rsidRPr="00CF5962">
        <w:rPr>
          <w:sz w:val="22"/>
          <w:szCs w:val="22"/>
        </w:rPr>
        <w:t>и</w:t>
      </w:r>
      <w:r w:rsidRPr="00CF5962">
        <w:rPr>
          <w:sz w:val="22"/>
          <w:szCs w:val="22"/>
        </w:rPr>
        <w:t>к</w:t>
      </w:r>
      <w:r w:rsidR="00A31537" w:rsidRPr="00CF5962">
        <w:rPr>
          <w:sz w:val="22"/>
          <w:szCs w:val="22"/>
        </w:rPr>
        <w:t>а</w:t>
      </w:r>
      <w:r w:rsidRPr="00CF5962">
        <w:rPr>
          <w:sz w:val="22"/>
          <w:szCs w:val="22"/>
        </w:rPr>
        <w:t xml:space="preserve"> и пунктом</w:t>
      </w:r>
      <w:r w:rsidR="00687EA9">
        <w:rPr>
          <w:sz w:val="22"/>
          <w:szCs w:val="22"/>
        </w:rPr>
        <w:t xml:space="preserve"> </w:t>
      </w:r>
      <w:r w:rsidR="00687EA9">
        <w:rPr>
          <w:sz w:val="22"/>
          <w:szCs w:val="22"/>
        </w:rPr>
        <w:fldChar w:fldCharType="begin"/>
      </w:r>
      <w:r w:rsidR="00687EA9">
        <w:rPr>
          <w:sz w:val="22"/>
          <w:szCs w:val="22"/>
        </w:rPr>
        <w:instrText xml:space="preserve"> REF _Ref266369696 \r \h </w:instrText>
      </w:r>
      <w:r w:rsidR="00687EA9">
        <w:rPr>
          <w:sz w:val="22"/>
          <w:szCs w:val="22"/>
        </w:rPr>
      </w:r>
      <w:r w:rsidR="00687EA9">
        <w:rPr>
          <w:sz w:val="22"/>
          <w:szCs w:val="22"/>
        </w:rPr>
        <w:fldChar w:fldCharType="separate"/>
      </w:r>
      <w:r w:rsidR="00E65F99">
        <w:rPr>
          <w:sz w:val="22"/>
          <w:szCs w:val="22"/>
        </w:rPr>
        <w:t>1.2.6</w:t>
      </w:r>
      <w:r w:rsidR="00687EA9">
        <w:rPr>
          <w:sz w:val="22"/>
          <w:szCs w:val="22"/>
        </w:rPr>
        <w:fldChar w:fldCharType="end"/>
      </w:r>
      <w:r w:rsidRPr="00CF5962">
        <w:rPr>
          <w:sz w:val="22"/>
          <w:szCs w:val="22"/>
        </w:rPr>
        <w:t>.</w:t>
      </w:r>
    </w:p>
    <w:p w:rsidR="00381292" w:rsidRPr="007417E6" w:rsidRDefault="00381292" w:rsidP="00626B85">
      <w:pPr>
        <w:pStyle w:val="2"/>
        <w:spacing w:before="100" w:beforeAutospacing="1" w:after="100" w:afterAutospacing="1"/>
        <w:ind w:right="-143"/>
        <w:rPr>
          <w:sz w:val="22"/>
          <w:szCs w:val="22"/>
        </w:rPr>
      </w:pPr>
      <w:bookmarkStart w:id="242" w:name="_Ref55280483"/>
      <w:bookmarkStart w:id="243" w:name="_Toc55285357"/>
      <w:bookmarkStart w:id="244" w:name="_Toc55305389"/>
      <w:bookmarkStart w:id="245" w:name="_Toc57314660"/>
      <w:bookmarkStart w:id="246" w:name="_Toc69728974"/>
      <w:bookmarkStart w:id="247" w:name="_Toc125426215"/>
      <w:bookmarkStart w:id="248" w:name="_Ref237862634"/>
      <w:bookmarkStart w:id="249" w:name="_Toc318207989"/>
      <w:r w:rsidRPr="007417E6">
        <w:rPr>
          <w:sz w:val="22"/>
          <w:szCs w:val="22"/>
        </w:rPr>
        <w:t xml:space="preserve">Уведомление </w:t>
      </w:r>
      <w:r w:rsidR="00B80AF0">
        <w:rPr>
          <w:sz w:val="22"/>
          <w:szCs w:val="22"/>
        </w:rPr>
        <w:t>Поставщик</w:t>
      </w:r>
      <w:r w:rsidRPr="007417E6">
        <w:rPr>
          <w:sz w:val="22"/>
          <w:szCs w:val="22"/>
        </w:rPr>
        <w:t xml:space="preserve">ов о результатах </w:t>
      </w:r>
      <w:bookmarkEnd w:id="242"/>
      <w:bookmarkEnd w:id="243"/>
      <w:bookmarkEnd w:id="244"/>
      <w:bookmarkEnd w:id="245"/>
      <w:bookmarkEnd w:id="246"/>
      <w:r w:rsidRPr="007417E6">
        <w:rPr>
          <w:sz w:val="22"/>
          <w:szCs w:val="22"/>
        </w:rPr>
        <w:t>запроса предложений</w:t>
      </w:r>
      <w:bookmarkEnd w:id="247"/>
      <w:bookmarkEnd w:id="248"/>
      <w:bookmarkEnd w:id="249"/>
    </w:p>
    <w:p w:rsidR="005C35B8" w:rsidRPr="00836837" w:rsidRDefault="005C35B8" w:rsidP="005C35B8">
      <w:pPr>
        <w:pStyle w:val="a0"/>
        <w:widowControl w:val="0"/>
        <w:tabs>
          <w:tab w:val="num" w:pos="1134"/>
        </w:tabs>
        <w:spacing w:before="100" w:beforeAutospacing="1" w:line="240" w:lineRule="auto"/>
        <w:ind w:left="1134"/>
        <w:rPr>
          <w:sz w:val="22"/>
          <w:szCs w:val="22"/>
        </w:rPr>
      </w:pPr>
      <w:bookmarkStart w:id="250" w:name="ФОРМЫ"/>
      <w:bookmarkStart w:id="251" w:name="_Ref55280368"/>
      <w:bookmarkStart w:id="252" w:name="_Toc55285361"/>
      <w:bookmarkStart w:id="253" w:name="_Toc55305390"/>
      <w:bookmarkStart w:id="254" w:name="_Toc57314671"/>
      <w:bookmarkStart w:id="255" w:name="_Toc69728985"/>
      <w:bookmarkStart w:id="256" w:name="_Toc125426216"/>
      <w:r w:rsidRPr="00836837">
        <w:rPr>
          <w:sz w:val="22"/>
          <w:szCs w:val="22"/>
        </w:rPr>
        <w:t xml:space="preserve">Организатор открытого запроса предложений не позднее 10 дней с момента подписания Договора разместит в Системе B2B-MRSK </w:t>
      </w:r>
      <w:hyperlink r:id="rId19" w:tooltip="http://www.b2b-mrsk.ru/" w:history="1">
        <w:r>
          <w:rPr>
            <w:rStyle w:val="a9"/>
            <w:sz w:val="22"/>
            <w:szCs w:val="22"/>
          </w:rPr>
          <w:t>www.b2b-mrsk.ru</w:t>
        </w:r>
      </w:hyperlink>
      <w:r w:rsidRPr="00836837">
        <w:rPr>
          <w:sz w:val="22"/>
          <w:szCs w:val="22"/>
        </w:rPr>
        <w:t>, копия публикации на официальном интернет-сайте ОАО «МРСК Центра»</w:t>
      </w:r>
      <w:r w:rsidRPr="005C35B8">
        <w:t xml:space="preserve"> </w:t>
      </w:r>
      <w:hyperlink r:id="rId20" w:tooltip="http://www.mrsk-1.ru/" w:history="1">
        <w:r>
          <w:rPr>
            <w:rStyle w:val="a9"/>
            <w:sz w:val="22"/>
            <w:szCs w:val="22"/>
          </w:rPr>
          <w:t>www.mrsk-1.ru</w:t>
        </w:r>
      </w:hyperlink>
      <w:r w:rsidRPr="005C35B8">
        <w:t xml:space="preserve"> </w:t>
      </w:r>
      <w:r w:rsidRPr="00836837">
        <w:rPr>
          <w:sz w:val="22"/>
          <w:szCs w:val="22"/>
        </w:rPr>
        <w:t xml:space="preserve">в разделе «Закупки» для всех </w:t>
      </w:r>
      <w:r w:rsidR="00B80AF0">
        <w:rPr>
          <w:sz w:val="22"/>
          <w:szCs w:val="22"/>
        </w:rPr>
        <w:t>Поставщик</w:t>
      </w:r>
      <w:r w:rsidRPr="00836837">
        <w:rPr>
          <w:sz w:val="22"/>
          <w:szCs w:val="22"/>
        </w:rPr>
        <w:t>ов, Уведомление, в котором указывает:</w:t>
      </w:r>
    </w:p>
    <w:p w:rsidR="0051528A" w:rsidRPr="00F60F51" w:rsidRDefault="0051528A" w:rsidP="00F33D6C">
      <w:pPr>
        <w:pStyle w:val="a2"/>
        <w:tabs>
          <w:tab w:val="num" w:pos="1134"/>
        </w:tabs>
        <w:spacing w:before="60" w:line="240" w:lineRule="auto"/>
        <w:ind w:left="1134" w:right="-142" w:firstLine="641"/>
        <w:rPr>
          <w:sz w:val="22"/>
          <w:szCs w:val="22"/>
        </w:rPr>
      </w:pPr>
      <w:r w:rsidRPr="00F60F51">
        <w:rPr>
          <w:sz w:val="22"/>
          <w:szCs w:val="22"/>
        </w:rPr>
        <w:t xml:space="preserve">Наименование и адрес </w:t>
      </w:r>
      <w:r w:rsidR="001402E5" w:rsidRPr="00F60F51">
        <w:rPr>
          <w:sz w:val="22"/>
          <w:szCs w:val="22"/>
        </w:rPr>
        <w:t>Победителя</w:t>
      </w:r>
      <w:r w:rsidRPr="00F60F51">
        <w:rPr>
          <w:sz w:val="22"/>
          <w:szCs w:val="22"/>
        </w:rPr>
        <w:t>;</w:t>
      </w:r>
    </w:p>
    <w:p w:rsidR="0051528A" w:rsidRPr="007417E6" w:rsidRDefault="0051528A" w:rsidP="00F33D6C">
      <w:pPr>
        <w:pStyle w:val="a2"/>
        <w:tabs>
          <w:tab w:val="num" w:pos="1134"/>
        </w:tabs>
        <w:spacing w:before="60" w:line="240" w:lineRule="auto"/>
        <w:ind w:left="1134" w:right="-142" w:firstLine="641"/>
        <w:rPr>
          <w:sz w:val="22"/>
          <w:szCs w:val="22"/>
        </w:rPr>
      </w:pPr>
      <w:r w:rsidRPr="00F60F51">
        <w:rPr>
          <w:sz w:val="22"/>
          <w:szCs w:val="22"/>
        </w:rPr>
        <w:t>Краткое изложение предмета и общей цены Предложени</w:t>
      </w:r>
      <w:r w:rsidR="00A03500" w:rsidRPr="00F60F51">
        <w:rPr>
          <w:sz w:val="22"/>
          <w:szCs w:val="22"/>
        </w:rPr>
        <w:t>я</w:t>
      </w:r>
      <w:r w:rsidR="00FD7A65" w:rsidRPr="00F60F51">
        <w:rPr>
          <w:sz w:val="22"/>
          <w:szCs w:val="22"/>
        </w:rPr>
        <w:t xml:space="preserve"> Победител</w:t>
      </w:r>
      <w:r w:rsidR="00A03500" w:rsidRPr="00F60F51">
        <w:rPr>
          <w:sz w:val="22"/>
          <w:szCs w:val="22"/>
        </w:rPr>
        <w:t>я</w:t>
      </w:r>
      <w:r w:rsidRPr="007417E6">
        <w:rPr>
          <w:sz w:val="22"/>
          <w:szCs w:val="22"/>
        </w:rPr>
        <w:t>.</w:t>
      </w:r>
    </w:p>
    <w:p w:rsidR="0051528A" w:rsidRPr="007417E6" w:rsidRDefault="003A7857" w:rsidP="0027147F">
      <w:pPr>
        <w:pStyle w:val="a0"/>
        <w:widowControl w:val="0"/>
        <w:tabs>
          <w:tab w:val="num" w:pos="1134"/>
        </w:tabs>
        <w:spacing w:before="100" w:beforeAutospacing="1" w:line="240" w:lineRule="auto"/>
        <w:ind w:left="1134"/>
        <w:rPr>
          <w:sz w:val="22"/>
          <w:szCs w:val="22"/>
        </w:rPr>
      </w:pPr>
      <w:r w:rsidRPr="007417E6">
        <w:rPr>
          <w:sz w:val="22"/>
          <w:szCs w:val="22"/>
        </w:rPr>
        <w:t>Организатор</w:t>
      </w:r>
      <w:r w:rsidR="0051528A" w:rsidRPr="007417E6">
        <w:rPr>
          <w:sz w:val="22"/>
          <w:szCs w:val="22"/>
        </w:rPr>
        <w:t xml:space="preserve"> вправе опубликовать в других средствах массовой информации вышеприведенные сведения о результ</w:t>
      </w:r>
      <w:r w:rsidR="0051528A" w:rsidRPr="007417E6">
        <w:rPr>
          <w:sz w:val="22"/>
          <w:szCs w:val="22"/>
        </w:rPr>
        <w:t>а</w:t>
      </w:r>
      <w:r w:rsidR="0051528A" w:rsidRPr="007417E6">
        <w:rPr>
          <w:sz w:val="22"/>
          <w:szCs w:val="22"/>
        </w:rPr>
        <w:t>тах запроса предложений или о том, что запрос предложений не состоялся.</w:t>
      </w:r>
    </w:p>
    <w:p w:rsidR="00B41B97" w:rsidRPr="000F5DE6" w:rsidRDefault="00B41B97" w:rsidP="00B264AD">
      <w:pPr>
        <w:pStyle w:val="1"/>
        <w:spacing w:before="100" w:beforeAutospacing="1" w:after="100" w:afterAutospacing="1"/>
        <w:rPr>
          <w:rFonts w:ascii="Times New Roman" w:hAnsi="Times New Roman"/>
          <w:sz w:val="22"/>
          <w:szCs w:val="22"/>
        </w:rPr>
      </w:pPr>
      <w:bookmarkStart w:id="257" w:name="_Ref56225120"/>
      <w:bookmarkStart w:id="258" w:name="_Ref56225121"/>
      <w:bookmarkStart w:id="259" w:name="_Toc57314661"/>
      <w:bookmarkStart w:id="260" w:name="_Toc69728975"/>
      <w:bookmarkStart w:id="261" w:name="ДОПОЛНИТЕЛЬНЫЕ_ИНСТРУКЦИИ"/>
      <w:bookmarkStart w:id="262" w:name="_Toc167509005"/>
      <w:bookmarkStart w:id="263" w:name="_Ref167511511"/>
      <w:bookmarkStart w:id="264" w:name="_Toc175749011"/>
      <w:bookmarkStart w:id="265" w:name="_Toc318207990"/>
      <w:r w:rsidRPr="000F5DE6">
        <w:rPr>
          <w:rFonts w:ascii="Times New Roman" w:hAnsi="Times New Roman"/>
          <w:sz w:val="22"/>
          <w:szCs w:val="22"/>
        </w:rPr>
        <w:lastRenderedPageBreak/>
        <w:t xml:space="preserve">Дополнительные инструкции по подготовке </w:t>
      </w:r>
      <w:bookmarkEnd w:id="257"/>
      <w:bookmarkEnd w:id="258"/>
      <w:bookmarkEnd w:id="259"/>
      <w:bookmarkEnd w:id="260"/>
      <w:bookmarkEnd w:id="262"/>
      <w:r w:rsidRPr="000F5DE6">
        <w:rPr>
          <w:rFonts w:ascii="Times New Roman" w:hAnsi="Times New Roman"/>
          <w:sz w:val="22"/>
          <w:szCs w:val="22"/>
        </w:rPr>
        <w:t>Предложений</w:t>
      </w:r>
      <w:bookmarkEnd w:id="263"/>
      <w:bookmarkEnd w:id="264"/>
      <w:bookmarkEnd w:id="265"/>
    </w:p>
    <w:p w:rsidR="00B41B97" w:rsidRPr="000F5DE6" w:rsidRDefault="00B41B97" w:rsidP="00B264AD">
      <w:pPr>
        <w:pStyle w:val="2"/>
        <w:spacing w:before="100" w:beforeAutospacing="1" w:after="100" w:afterAutospacing="1"/>
        <w:rPr>
          <w:sz w:val="22"/>
          <w:szCs w:val="22"/>
        </w:rPr>
      </w:pPr>
      <w:bookmarkStart w:id="266" w:name="_Toc57314662"/>
      <w:bookmarkStart w:id="267" w:name="_Toc69728976"/>
      <w:bookmarkStart w:id="268" w:name="_Toc167509006"/>
      <w:bookmarkStart w:id="269" w:name="_Toc175749012"/>
      <w:bookmarkStart w:id="270" w:name="_Toc318207991"/>
      <w:r w:rsidRPr="000F5DE6">
        <w:rPr>
          <w:sz w:val="22"/>
          <w:szCs w:val="22"/>
        </w:rPr>
        <w:t>Статус настоящего раздела</w:t>
      </w:r>
      <w:bookmarkEnd w:id="266"/>
      <w:bookmarkEnd w:id="267"/>
      <w:bookmarkEnd w:id="268"/>
      <w:bookmarkEnd w:id="269"/>
      <w:bookmarkEnd w:id="270"/>
    </w:p>
    <w:p w:rsidR="00B41B97" w:rsidRPr="000F5DE6" w:rsidRDefault="00B41B97" w:rsidP="00B15ED4">
      <w:pPr>
        <w:pStyle w:val="a0"/>
        <w:tabs>
          <w:tab w:val="num" w:pos="1134"/>
        </w:tabs>
        <w:spacing w:line="240" w:lineRule="auto"/>
        <w:ind w:left="1134"/>
        <w:rPr>
          <w:sz w:val="22"/>
          <w:szCs w:val="22"/>
        </w:rPr>
      </w:pPr>
      <w:r w:rsidRPr="000F5DE6">
        <w:rPr>
          <w:sz w:val="22"/>
          <w:szCs w:val="22"/>
        </w:rPr>
        <w:t>Настоящий подраздел дополняет условия проведения запроса предложений и инстру</w:t>
      </w:r>
      <w:r w:rsidRPr="000F5DE6">
        <w:rPr>
          <w:sz w:val="22"/>
          <w:szCs w:val="22"/>
        </w:rPr>
        <w:t>к</w:t>
      </w:r>
      <w:r w:rsidRPr="000F5DE6">
        <w:rPr>
          <w:sz w:val="22"/>
          <w:szCs w:val="22"/>
        </w:rPr>
        <w:t>ции по подготовке Предложений, приведенные в разделе</w:t>
      </w:r>
      <w:r w:rsidR="00B50E59" w:rsidRPr="000F5DE6">
        <w:rPr>
          <w:sz w:val="22"/>
          <w:szCs w:val="22"/>
        </w:rPr>
        <w:t xml:space="preserve"> </w:t>
      </w:r>
      <w:fldSimple w:instr=" REF _Ref194748495 \r \h  \* MERGEFORMAT ">
        <w:r w:rsidR="00F33D6C" w:rsidRPr="000F5DE6">
          <w:rPr>
            <w:sz w:val="22"/>
            <w:szCs w:val="22"/>
          </w:rPr>
          <w:t>4</w:t>
        </w:r>
      </w:fldSimple>
      <w:r w:rsidRPr="000F5DE6">
        <w:rPr>
          <w:sz w:val="22"/>
          <w:szCs w:val="22"/>
        </w:rPr>
        <w:t>.</w:t>
      </w:r>
    </w:p>
    <w:p w:rsidR="00B41B97" w:rsidRPr="000F5DE6" w:rsidRDefault="00B41B97" w:rsidP="00F33D6C">
      <w:pPr>
        <w:pStyle w:val="a0"/>
        <w:tabs>
          <w:tab w:val="num" w:pos="1134"/>
        </w:tabs>
        <w:spacing w:before="100" w:beforeAutospacing="1" w:line="240" w:lineRule="auto"/>
        <w:ind w:left="1134"/>
        <w:rPr>
          <w:sz w:val="22"/>
          <w:szCs w:val="22"/>
        </w:rPr>
      </w:pPr>
      <w:r w:rsidRPr="000F5DE6">
        <w:rPr>
          <w:sz w:val="22"/>
          <w:szCs w:val="22"/>
        </w:rPr>
        <w:t xml:space="preserve">В случае противоречий между требованиями настоящего раздела и раздела </w:t>
      </w:r>
      <w:fldSimple w:instr=" REF _Ref194748501 \r \h  \* MERGEFORMAT ">
        <w:r w:rsidR="00F33D6C" w:rsidRPr="000F5DE6">
          <w:rPr>
            <w:sz w:val="22"/>
            <w:szCs w:val="22"/>
          </w:rPr>
          <w:t>4</w:t>
        </w:r>
      </w:fldSimple>
      <w:r w:rsidR="00B50E59" w:rsidRPr="000F5DE6">
        <w:rPr>
          <w:sz w:val="22"/>
          <w:szCs w:val="22"/>
        </w:rPr>
        <w:t xml:space="preserve"> </w:t>
      </w:r>
      <w:r w:rsidRPr="000F5DE6">
        <w:rPr>
          <w:sz w:val="22"/>
          <w:szCs w:val="22"/>
        </w:rPr>
        <w:t>применяются требования настоящего раздела.</w:t>
      </w:r>
    </w:p>
    <w:p w:rsidR="00B41B97" w:rsidRPr="000F5DE6" w:rsidRDefault="00B41B97" w:rsidP="00D13D3A">
      <w:pPr>
        <w:pStyle w:val="a0"/>
        <w:tabs>
          <w:tab w:val="num" w:pos="1134"/>
        </w:tabs>
        <w:spacing w:before="100" w:beforeAutospacing="1" w:line="240" w:lineRule="auto"/>
        <w:ind w:left="1134"/>
        <w:rPr>
          <w:sz w:val="22"/>
          <w:szCs w:val="22"/>
        </w:rPr>
      </w:pPr>
      <w:r w:rsidRPr="000F5DE6">
        <w:rPr>
          <w:sz w:val="22"/>
          <w:szCs w:val="22"/>
        </w:rPr>
        <w:t>В случае противоречий между требованиями подразделов настоящего раздела применяются те требования, которые приведены последними.</w:t>
      </w:r>
    </w:p>
    <w:p w:rsidR="005526ED" w:rsidRPr="00C16EB8" w:rsidRDefault="005526ED" w:rsidP="005526ED">
      <w:pPr>
        <w:pStyle w:val="2"/>
        <w:numPr>
          <w:ilvl w:val="1"/>
          <w:numId w:val="5"/>
        </w:numPr>
        <w:spacing w:before="120" w:after="100" w:afterAutospacing="1"/>
        <w:rPr>
          <w:sz w:val="22"/>
          <w:szCs w:val="22"/>
        </w:rPr>
      </w:pPr>
      <w:bookmarkStart w:id="271" w:name="_Ref56251910"/>
      <w:bookmarkStart w:id="272" w:name="_Toc57314670"/>
      <w:bookmarkStart w:id="273" w:name="_Toc69728984"/>
      <w:bookmarkStart w:id="274" w:name="_Toc175748921"/>
      <w:bookmarkStart w:id="275" w:name="_Toc175749007"/>
      <w:bookmarkStart w:id="276" w:name="_Toc260939399"/>
      <w:bookmarkStart w:id="277" w:name="_Toc266776825"/>
      <w:bookmarkStart w:id="278" w:name="_Toc270065856"/>
      <w:bookmarkStart w:id="279" w:name="_Toc315353502"/>
      <w:bookmarkStart w:id="280" w:name="_Toc318207992"/>
      <w:r w:rsidRPr="00C16EB8">
        <w:rPr>
          <w:sz w:val="22"/>
          <w:szCs w:val="22"/>
        </w:rPr>
        <w:t>Переторжка (регулирование цены)</w:t>
      </w:r>
      <w:bookmarkEnd w:id="275"/>
      <w:bookmarkEnd w:id="276"/>
      <w:bookmarkEnd w:id="277"/>
      <w:bookmarkEnd w:id="278"/>
      <w:bookmarkEnd w:id="279"/>
      <w:bookmarkEnd w:id="280"/>
    </w:p>
    <w:p w:rsidR="005526ED" w:rsidRPr="00007639" w:rsidRDefault="005526ED" w:rsidP="005526ED">
      <w:pPr>
        <w:pStyle w:val="a0"/>
        <w:numPr>
          <w:ilvl w:val="2"/>
          <w:numId w:val="5"/>
        </w:numPr>
        <w:tabs>
          <w:tab w:val="clear" w:pos="2694"/>
          <w:tab w:val="num" w:pos="1134"/>
          <w:tab w:val="num" w:pos="1276"/>
        </w:tabs>
        <w:spacing w:after="60" w:line="240" w:lineRule="auto"/>
        <w:ind w:left="1134"/>
        <w:rPr>
          <w:sz w:val="22"/>
          <w:szCs w:val="22"/>
        </w:rPr>
      </w:pPr>
      <w:r w:rsidRPr="00007639">
        <w:rPr>
          <w:sz w:val="22"/>
          <w:szCs w:val="22"/>
        </w:rPr>
        <w:t xml:space="preserve">Организатор запроса предложений оставляет за собой право предоставить </w:t>
      </w:r>
      <w:r w:rsidR="00A256A3">
        <w:rPr>
          <w:sz w:val="22"/>
          <w:szCs w:val="22"/>
        </w:rPr>
        <w:t>Поставщикам</w:t>
      </w:r>
      <w:r>
        <w:rPr>
          <w:sz w:val="22"/>
          <w:szCs w:val="22"/>
        </w:rPr>
        <w:t xml:space="preserve"> воз</w:t>
      </w:r>
      <w:r w:rsidR="00A256A3">
        <w:rPr>
          <w:sz w:val="22"/>
          <w:szCs w:val="22"/>
        </w:rPr>
        <w:t>мож</w:t>
      </w:r>
      <w:r w:rsidRPr="00007639">
        <w:rPr>
          <w:sz w:val="22"/>
          <w:szCs w:val="22"/>
        </w:rPr>
        <w:t xml:space="preserve">ность добровольно повысить предпочтительность их Предложений путем снижения первоначальной (указанной в Предложении) цены (далее </w:t>
      </w:r>
      <w:r w:rsidR="008A4511">
        <w:rPr>
          <w:sz w:val="22"/>
          <w:szCs w:val="22"/>
        </w:rPr>
        <w:t>–</w:t>
      </w:r>
      <w:r w:rsidRPr="00007639">
        <w:rPr>
          <w:sz w:val="22"/>
          <w:szCs w:val="22"/>
        </w:rPr>
        <w:t xml:space="preserve"> процедура переторжки, переторжка), при условии сохранения остальных положений Предложения</w:t>
      </w:r>
      <w:r w:rsidRPr="00007639" w:rsidDel="009F10EB">
        <w:rPr>
          <w:sz w:val="22"/>
          <w:szCs w:val="22"/>
        </w:rPr>
        <w:t xml:space="preserve"> </w:t>
      </w:r>
      <w:r w:rsidRPr="00007639">
        <w:rPr>
          <w:sz w:val="22"/>
          <w:szCs w:val="22"/>
        </w:rPr>
        <w:t>без изменений.</w:t>
      </w:r>
    </w:p>
    <w:p w:rsidR="005526ED" w:rsidRPr="00007639" w:rsidRDefault="005526ED" w:rsidP="005526ED">
      <w:pPr>
        <w:pStyle w:val="a0"/>
        <w:numPr>
          <w:ilvl w:val="2"/>
          <w:numId w:val="5"/>
        </w:numPr>
        <w:tabs>
          <w:tab w:val="clear" w:pos="2694"/>
          <w:tab w:val="num" w:pos="1134"/>
          <w:tab w:val="num" w:pos="1276"/>
        </w:tabs>
        <w:spacing w:after="60" w:line="240" w:lineRule="auto"/>
        <w:ind w:left="1134"/>
        <w:rPr>
          <w:sz w:val="22"/>
          <w:szCs w:val="22"/>
        </w:rPr>
      </w:pPr>
      <w:r w:rsidRPr="00C10737">
        <w:rPr>
          <w:sz w:val="22"/>
          <w:szCs w:val="22"/>
        </w:rPr>
        <w:t>Решение о проведении процедуры переторжки, а также порядке ее проведения принимает</w:t>
      </w:r>
      <w:r w:rsidRPr="00007639">
        <w:rPr>
          <w:sz w:val="22"/>
          <w:szCs w:val="22"/>
        </w:rPr>
        <w:t xml:space="preserve"> Комиссия по запросу предложений самостоятельно согласно нормам настоящей документации. Ожидается, что переторжка будет проводиться в случаях, если цены, заявленные </w:t>
      </w:r>
      <w:r w:rsidR="00A256A3">
        <w:rPr>
          <w:sz w:val="22"/>
          <w:szCs w:val="22"/>
        </w:rPr>
        <w:t>Поставщиками</w:t>
      </w:r>
      <w:r w:rsidRPr="00007639">
        <w:rPr>
          <w:sz w:val="22"/>
          <w:szCs w:val="22"/>
        </w:rPr>
        <w:t xml:space="preserve"> в </w:t>
      </w:r>
      <w:r>
        <w:rPr>
          <w:sz w:val="22"/>
          <w:szCs w:val="22"/>
        </w:rPr>
        <w:t>предложениях</w:t>
      </w:r>
      <w:r w:rsidRPr="00007639">
        <w:rPr>
          <w:sz w:val="22"/>
          <w:szCs w:val="22"/>
        </w:rPr>
        <w:t xml:space="preserve">, по мнению Комиссии значительно завышены, либо организатором после вскрытия конвертов до определения Победителя будет получена просьба о проведении переторжки от одного из </w:t>
      </w:r>
      <w:r w:rsidR="00A256A3">
        <w:rPr>
          <w:sz w:val="22"/>
          <w:szCs w:val="22"/>
        </w:rPr>
        <w:t>Поставщиков</w:t>
      </w:r>
      <w:r w:rsidRPr="00007639">
        <w:rPr>
          <w:sz w:val="22"/>
          <w:szCs w:val="22"/>
        </w:rPr>
        <w:t>, чь</w:t>
      </w:r>
      <w:r>
        <w:rPr>
          <w:sz w:val="22"/>
          <w:szCs w:val="22"/>
        </w:rPr>
        <w:t>е</w:t>
      </w:r>
      <w:r w:rsidRPr="00007639">
        <w:rPr>
          <w:sz w:val="22"/>
          <w:szCs w:val="22"/>
        </w:rPr>
        <w:t xml:space="preserve"> </w:t>
      </w:r>
      <w:r>
        <w:rPr>
          <w:sz w:val="22"/>
          <w:szCs w:val="22"/>
        </w:rPr>
        <w:t>предложение</w:t>
      </w:r>
      <w:r w:rsidRPr="00007639">
        <w:rPr>
          <w:sz w:val="22"/>
          <w:szCs w:val="22"/>
        </w:rPr>
        <w:t xml:space="preserve"> занял</w:t>
      </w:r>
      <w:r>
        <w:rPr>
          <w:sz w:val="22"/>
          <w:szCs w:val="22"/>
        </w:rPr>
        <w:t>о</w:t>
      </w:r>
      <w:r w:rsidRPr="00007639">
        <w:rPr>
          <w:sz w:val="22"/>
          <w:szCs w:val="22"/>
        </w:rPr>
        <w:t xml:space="preserve"> место не ниже четвертого в предварительной ранжировке </w:t>
      </w:r>
      <w:r>
        <w:rPr>
          <w:sz w:val="22"/>
          <w:szCs w:val="22"/>
        </w:rPr>
        <w:t>предложений</w:t>
      </w:r>
      <w:r w:rsidRPr="00007639">
        <w:rPr>
          <w:sz w:val="22"/>
          <w:szCs w:val="22"/>
        </w:rPr>
        <w:t xml:space="preserve">. </w:t>
      </w:r>
    </w:p>
    <w:p w:rsidR="005526ED" w:rsidRPr="008F494D" w:rsidRDefault="005526ED" w:rsidP="005526ED">
      <w:pPr>
        <w:pStyle w:val="a0"/>
        <w:numPr>
          <w:ilvl w:val="2"/>
          <w:numId w:val="5"/>
        </w:numPr>
        <w:tabs>
          <w:tab w:val="clear" w:pos="2694"/>
          <w:tab w:val="num" w:pos="1134"/>
          <w:tab w:val="num" w:pos="1276"/>
        </w:tabs>
        <w:spacing w:after="60" w:line="240" w:lineRule="auto"/>
        <w:ind w:left="1134"/>
        <w:rPr>
          <w:sz w:val="22"/>
          <w:szCs w:val="22"/>
        </w:rPr>
      </w:pPr>
      <w:r w:rsidRPr="008F494D">
        <w:rPr>
          <w:sz w:val="22"/>
          <w:szCs w:val="22"/>
        </w:rPr>
        <w:t xml:space="preserve">Вне зависимости от того, по каким причинам проводится переторжка, при ее проведении на нее в обязательном порядке приглашаются </w:t>
      </w:r>
      <w:r w:rsidR="00A256A3">
        <w:rPr>
          <w:sz w:val="22"/>
          <w:szCs w:val="22"/>
        </w:rPr>
        <w:t>Поставщик</w:t>
      </w:r>
      <w:r>
        <w:rPr>
          <w:sz w:val="22"/>
          <w:szCs w:val="22"/>
        </w:rPr>
        <w:t>и</w:t>
      </w:r>
      <w:r w:rsidRPr="008F494D">
        <w:rPr>
          <w:sz w:val="22"/>
          <w:szCs w:val="22"/>
        </w:rPr>
        <w:t xml:space="preserve">, предложения которых не были отклонены и заняли в предварительной ранжировке места с первого по четвертое. Остальные </w:t>
      </w:r>
      <w:r w:rsidR="00A256A3">
        <w:rPr>
          <w:sz w:val="22"/>
          <w:szCs w:val="22"/>
        </w:rPr>
        <w:t>Поставщик</w:t>
      </w:r>
      <w:r>
        <w:rPr>
          <w:sz w:val="22"/>
          <w:szCs w:val="22"/>
        </w:rPr>
        <w:t>и</w:t>
      </w:r>
      <w:r w:rsidRPr="008F494D">
        <w:rPr>
          <w:sz w:val="22"/>
          <w:szCs w:val="22"/>
        </w:rPr>
        <w:t xml:space="preserve">, чьи предложения не были отклонены, могут быть приглашены на процедуру переторжки по решению Комиссии по запросу предложений в любом составе. </w:t>
      </w:r>
    </w:p>
    <w:p w:rsidR="005526ED" w:rsidRDefault="005526ED" w:rsidP="005526ED">
      <w:pPr>
        <w:pStyle w:val="a1"/>
        <w:numPr>
          <w:ilvl w:val="2"/>
          <w:numId w:val="5"/>
        </w:numPr>
        <w:tabs>
          <w:tab w:val="clear" w:pos="2694"/>
          <w:tab w:val="num" w:pos="1134"/>
          <w:tab w:val="num" w:pos="1276"/>
        </w:tabs>
        <w:spacing w:after="60" w:line="240" w:lineRule="auto"/>
        <w:ind w:left="1134"/>
        <w:rPr>
          <w:sz w:val="22"/>
          <w:szCs w:val="22"/>
        </w:rPr>
      </w:pPr>
      <w:r w:rsidRPr="008F494D">
        <w:rPr>
          <w:sz w:val="22"/>
          <w:szCs w:val="22"/>
        </w:rPr>
        <w:t xml:space="preserve">Переторжка может быть проведена только после оценки, сравнения и предварительного ранжирования неотклоненных предложений. При этом результаты оценки предложений по неценовым критериям могут как сообщаться, так и не сообщаться участникам переторжки; если результаты оценки </w:t>
      </w:r>
      <w:r w:rsidR="00A256A3">
        <w:rPr>
          <w:sz w:val="22"/>
          <w:szCs w:val="22"/>
        </w:rPr>
        <w:t>Поставщик</w:t>
      </w:r>
      <w:r w:rsidR="004047FF">
        <w:rPr>
          <w:sz w:val="22"/>
          <w:szCs w:val="22"/>
        </w:rPr>
        <w:t>ам</w:t>
      </w:r>
      <w:r w:rsidRPr="008F494D">
        <w:rPr>
          <w:sz w:val="22"/>
          <w:szCs w:val="22"/>
        </w:rPr>
        <w:t xml:space="preserve"> по неценовым критериям сообщаются, они должны быть сообщены всем </w:t>
      </w:r>
      <w:r w:rsidR="00A256A3">
        <w:rPr>
          <w:sz w:val="22"/>
          <w:szCs w:val="22"/>
        </w:rPr>
        <w:t>Поставщик</w:t>
      </w:r>
      <w:r>
        <w:rPr>
          <w:sz w:val="22"/>
          <w:szCs w:val="22"/>
        </w:rPr>
        <w:t>ам</w:t>
      </w:r>
      <w:r w:rsidRPr="008F494D">
        <w:rPr>
          <w:sz w:val="22"/>
          <w:szCs w:val="22"/>
        </w:rPr>
        <w:t>, приглашенным на переторжку, одновременно в единой форме и объеме.</w:t>
      </w:r>
    </w:p>
    <w:p w:rsidR="005526ED" w:rsidRDefault="003F5913" w:rsidP="005526ED">
      <w:pPr>
        <w:pStyle w:val="a1"/>
        <w:numPr>
          <w:ilvl w:val="2"/>
          <w:numId w:val="5"/>
        </w:numPr>
        <w:tabs>
          <w:tab w:val="clear" w:pos="2694"/>
          <w:tab w:val="num" w:pos="1134"/>
          <w:tab w:val="num" w:pos="1276"/>
        </w:tabs>
        <w:spacing w:after="60" w:line="240" w:lineRule="auto"/>
        <w:ind w:left="1134"/>
        <w:rPr>
          <w:sz w:val="22"/>
          <w:szCs w:val="22"/>
        </w:rPr>
      </w:pPr>
      <w:r w:rsidRPr="006256BD">
        <w:rPr>
          <w:sz w:val="22"/>
          <w:szCs w:val="22"/>
        </w:rPr>
        <w:t xml:space="preserve">В переторжке может участвовать любое количество </w:t>
      </w:r>
      <w:r>
        <w:rPr>
          <w:sz w:val="22"/>
          <w:szCs w:val="22"/>
        </w:rPr>
        <w:t>Поставщиков</w:t>
      </w:r>
      <w:r w:rsidRPr="006256BD">
        <w:rPr>
          <w:sz w:val="22"/>
          <w:szCs w:val="22"/>
        </w:rPr>
        <w:t xml:space="preserve"> из числа приглашенных. </w:t>
      </w:r>
      <w:r>
        <w:rPr>
          <w:sz w:val="22"/>
          <w:szCs w:val="22"/>
        </w:rPr>
        <w:t>Поставщик</w:t>
      </w:r>
      <w:r w:rsidRPr="006256BD">
        <w:rPr>
          <w:sz w:val="22"/>
          <w:szCs w:val="22"/>
        </w:rPr>
        <w:t>, приглашенный на переторжку, вправе не участвовать в ней, тогда его предложение остается действующ</w:t>
      </w:r>
      <w:r>
        <w:rPr>
          <w:sz w:val="22"/>
          <w:szCs w:val="22"/>
        </w:rPr>
        <w:t xml:space="preserve">им </w:t>
      </w:r>
      <w:r w:rsidRPr="006256BD">
        <w:rPr>
          <w:sz w:val="22"/>
          <w:szCs w:val="22"/>
        </w:rPr>
        <w:t xml:space="preserve">с ранее объявленной ценой. Представители таких </w:t>
      </w:r>
      <w:r>
        <w:rPr>
          <w:sz w:val="22"/>
          <w:szCs w:val="22"/>
        </w:rPr>
        <w:t>Поставщиков</w:t>
      </w:r>
      <w:r w:rsidRPr="006256BD">
        <w:rPr>
          <w:sz w:val="22"/>
          <w:szCs w:val="22"/>
        </w:rPr>
        <w:t xml:space="preserve"> на процедуру переторжки не допускаются</w:t>
      </w:r>
      <w:r w:rsidR="005526ED" w:rsidRPr="006256BD">
        <w:rPr>
          <w:sz w:val="22"/>
          <w:szCs w:val="22"/>
        </w:rPr>
        <w:t>.</w:t>
      </w:r>
    </w:p>
    <w:p w:rsidR="005526ED" w:rsidRDefault="005526ED" w:rsidP="005526ED">
      <w:pPr>
        <w:pStyle w:val="a0"/>
        <w:numPr>
          <w:ilvl w:val="2"/>
          <w:numId w:val="5"/>
        </w:numPr>
        <w:tabs>
          <w:tab w:val="clear" w:pos="2694"/>
          <w:tab w:val="num" w:pos="1134"/>
          <w:tab w:val="num" w:pos="1276"/>
        </w:tabs>
        <w:spacing w:after="60" w:line="240" w:lineRule="auto"/>
        <w:ind w:left="1134"/>
        <w:rPr>
          <w:sz w:val="22"/>
          <w:szCs w:val="22"/>
        </w:rPr>
      </w:pPr>
      <w:r>
        <w:rPr>
          <w:sz w:val="22"/>
          <w:szCs w:val="22"/>
        </w:rPr>
        <w:t xml:space="preserve">По решению Комиссии, процедура переторжки может проводиться на бумажном носителе (пункт 5.2.7) либо </w:t>
      </w:r>
      <w:r w:rsidRPr="007417E6">
        <w:rPr>
          <w:sz w:val="22"/>
          <w:szCs w:val="22"/>
        </w:rPr>
        <w:t xml:space="preserve">с использованием средств </w:t>
      </w:r>
      <w:r>
        <w:rPr>
          <w:sz w:val="22"/>
          <w:szCs w:val="22"/>
        </w:rPr>
        <w:t>электронной торговой площадки ОАО «Холдинг МРСК»</w:t>
      </w:r>
      <w:r w:rsidRPr="00662A24">
        <w:rPr>
          <w:sz w:val="22"/>
          <w:szCs w:val="22"/>
        </w:rPr>
        <w:t xml:space="preserve"> </w:t>
      </w:r>
      <w:hyperlink r:id="rId21" w:history="1">
        <w:r>
          <w:rPr>
            <w:rStyle w:val="a9"/>
            <w:sz w:val="22"/>
            <w:szCs w:val="22"/>
          </w:rPr>
          <w:t>www.b2b-mrsk.ru</w:t>
        </w:r>
      </w:hyperlink>
      <w:r>
        <w:rPr>
          <w:sz w:val="22"/>
          <w:szCs w:val="22"/>
        </w:rPr>
        <w:t>. (пункт 5.2.8).</w:t>
      </w:r>
    </w:p>
    <w:p w:rsidR="005526ED" w:rsidRPr="00007639" w:rsidRDefault="005526ED" w:rsidP="005526ED">
      <w:pPr>
        <w:pStyle w:val="a0"/>
        <w:numPr>
          <w:ilvl w:val="2"/>
          <w:numId w:val="5"/>
        </w:numPr>
        <w:tabs>
          <w:tab w:val="clear" w:pos="2694"/>
          <w:tab w:val="num" w:pos="1134"/>
          <w:tab w:val="num" w:pos="1276"/>
        </w:tabs>
        <w:spacing w:after="60" w:line="240" w:lineRule="auto"/>
        <w:ind w:left="1134"/>
        <w:rPr>
          <w:sz w:val="22"/>
          <w:szCs w:val="22"/>
        </w:rPr>
      </w:pPr>
      <w:r>
        <w:rPr>
          <w:sz w:val="22"/>
          <w:szCs w:val="22"/>
        </w:rPr>
        <w:t xml:space="preserve">При проведении процедуры переторжки на бумажном носителе: </w:t>
      </w:r>
    </w:p>
    <w:p w:rsidR="005526ED" w:rsidRPr="00DF2B6D" w:rsidRDefault="005526ED" w:rsidP="005526ED">
      <w:pPr>
        <w:pStyle w:val="a1"/>
        <w:spacing w:after="60" w:line="240" w:lineRule="auto"/>
        <w:rPr>
          <w:sz w:val="22"/>
          <w:szCs w:val="22"/>
        </w:rPr>
      </w:pPr>
      <w:r w:rsidRPr="00DF2B6D">
        <w:rPr>
          <w:sz w:val="22"/>
          <w:szCs w:val="22"/>
        </w:rPr>
        <w:t xml:space="preserve">Переторжка может иметь очную, заочную либо очно-заочную (смешанную) форму проведения. </w:t>
      </w:r>
    </w:p>
    <w:p w:rsidR="005526ED" w:rsidRPr="00DF2B6D" w:rsidRDefault="005526ED" w:rsidP="005526ED">
      <w:pPr>
        <w:pStyle w:val="a1"/>
        <w:spacing w:after="60" w:line="240" w:lineRule="auto"/>
        <w:rPr>
          <w:sz w:val="22"/>
          <w:szCs w:val="22"/>
        </w:rPr>
      </w:pPr>
      <w:r w:rsidRPr="00DF2B6D">
        <w:rPr>
          <w:sz w:val="22"/>
          <w:szCs w:val="22"/>
        </w:rPr>
        <w:t xml:space="preserve">На очную переторжку должны прибыть лично лица, подписавшие Предложение, либо лица, уполномоченные </w:t>
      </w:r>
      <w:r w:rsidR="00A256A3">
        <w:rPr>
          <w:sz w:val="22"/>
          <w:szCs w:val="22"/>
        </w:rPr>
        <w:t>Поставщик</w:t>
      </w:r>
      <w:r>
        <w:rPr>
          <w:sz w:val="22"/>
          <w:szCs w:val="22"/>
        </w:rPr>
        <w:t>ом</w:t>
      </w:r>
      <w:r w:rsidRPr="00DF2B6D">
        <w:rPr>
          <w:sz w:val="22"/>
          <w:szCs w:val="22"/>
        </w:rPr>
        <w:t xml:space="preserve"> от его имени участвовать в процедуре переторжки и заявлять обязательные для </w:t>
      </w:r>
      <w:r w:rsidR="00A256A3">
        <w:rPr>
          <w:sz w:val="22"/>
          <w:szCs w:val="22"/>
        </w:rPr>
        <w:t>Поставщик</w:t>
      </w:r>
      <w:r>
        <w:rPr>
          <w:sz w:val="22"/>
          <w:szCs w:val="22"/>
        </w:rPr>
        <w:t>а</w:t>
      </w:r>
      <w:r w:rsidRPr="00DF2B6D">
        <w:rPr>
          <w:sz w:val="22"/>
          <w:szCs w:val="22"/>
        </w:rPr>
        <w:t xml:space="preserve"> цены. В любом случае такие лица должны перед началом переторжки представить в Комиссию по запросу предложений документы, подтверждающие их полномочия (паспорт, а также оригинал доверенности либо приказ и выписку из протокола собрания учредителей о назначении руководителя, в случае прибытия его самого на процедуру переторжки).</w:t>
      </w:r>
    </w:p>
    <w:p w:rsidR="005526ED" w:rsidRPr="00DF2B6D" w:rsidRDefault="005526ED" w:rsidP="005526ED">
      <w:pPr>
        <w:pStyle w:val="a1"/>
        <w:spacing w:after="60" w:line="240" w:lineRule="auto"/>
        <w:rPr>
          <w:sz w:val="22"/>
          <w:szCs w:val="22"/>
        </w:rPr>
      </w:pPr>
      <w:r w:rsidRPr="00DF2B6D">
        <w:rPr>
          <w:sz w:val="22"/>
          <w:szCs w:val="22"/>
        </w:rPr>
        <w:t xml:space="preserve">Эти лица должны иметь с собой конверты, в которых содержится документ, в котором (в свободной форме) четко указана минимальная цена предложения, включая налоги, ниже которой прибывший на переторжку представитель </w:t>
      </w:r>
      <w:r w:rsidR="00A256A3">
        <w:rPr>
          <w:sz w:val="22"/>
          <w:szCs w:val="22"/>
        </w:rPr>
        <w:t>Поставщик</w:t>
      </w:r>
      <w:r>
        <w:rPr>
          <w:sz w:val="22"/>
          <w:szCs w:val="22"/>
        </w:rPr>
        <w:t>а</w:t>
      </w:r>
      <w:r w:rsidRPr="00DF2B6D">
        <w:rPr>
          <w:sz w:val="22"/>
          <w:szCs w:val="22"/>
        </w:rPr>
        <w:t xml:space="preserve"> торговаться не вправе. Эта цена заверяется двумя подписями — руководителя </w:t>
      </w:r>
      <w:r w:rsidR="00A256A3">
        <w:rPr>
          <w:sz w:val="22"/>
          <w:szCs w:val="22"/>
        </w:rPr>
        <w:t>Поставщик</w:t>
      </w:r>
      <w:r>
        <w:rPr>
          <w:sz w:val="22"/>
          <w:szCs w:val="22"/>
        </w:rPr>
        <w:t>а</w:t>
      </w:r>
      <w:r w:rsidRPr="00DF2B6D">
        <w:rPr>
          <w:sz w:val="22"/>
          <w:szCs w:val="22"/>
        </w:rPr>
        <w:t xml:space="preserve"> и руководителя экономической службы </w:t>
      </w:r>
      <w:r w:rsidR="00A256A3">
        <w:rPr>
          <w:sz w:val="22"/>
          <w:szCs w:val="22"/>
        </w:rPr>
        <w:t>Поставщик</w:t>
      </w:r>
      <w:r>
        <w:rPr>
          <w:sz w:val="22"/>
          <w:szCs w:val="22"/>
        </w:rPr>
        <w:t>а</w:t>
      </w:r>
      <w:r w:rsidRPr="00DF2B6D">
        <w:rPr>
          <w:sz w:val="22"/>
          <w:szCs w:val="22"/>
        </w:rPr>
        <w:t xml:space="preserve"> (при отсутствии — главным бухгалтером), а также скрепляется печатью организации.</w:t>
      </w:r>
    </w:p>
    <w:p w:rsidR="005526ED" w:rsidRPr="00DF2B6D" w:rsidRDefault="005526ED" w:rsidP="005526ED">
      <w:pPr>
        <w:pStyle w:val="a1"/>
        <w:spacing w:after="60" w:line="240" w:lineRule="auto"/>
        <w:rPr>
          <w:sz w:val="22"/>
          <w:szCs w:val="22"/>
        </w:rPr>
      </w:pPr>
      <w:r w:rsidRPr="00DF2B6D">
        <w:rPr>
          <w:sz w:val="22"/>
          <w:szCs w:val="22"/>
        </w:rPr>
        <w:lastRenderedPageBreak/>
        <w:t xml:space="preserve">Перед началом переторжки запечатанные конверты с документом с минимальной ценой под роспись сдаются в Комиссию по запросу предложений. </w:t>
      </w:r>
      <w:r w:rsidR="00A256A3">
        <w:rPr>
          <w:sz w:val="22"/>
          <w:szCs w:val="22"/>
        </w:rPr>
        <w:t>Поставщик</w:t>
      </w:r>
      <w:r>
        <w:rPr>
          <w:sz w:val="22"/>
          <w:szCs w:val="22"/>
        </w:rPr>
        <w:t>и</w:t>
      </w:r>
      <w:r w:rsidRPr="00DF2B6D">
        <w:rPr>
          <w:sz w:val="22"/>
          <w:szCs w:val="22"/>
        </w:rPr>
        <w:t xml:space="preserve">, представители которых не сдали конверт с документом с минимальной ценой, в переторжке не участвуют, и их предложения остаются действующими с ранее объявленной ценой. При обнаружении существенных нарушений в заполнении и подписании документа с минимальной ценой, любая цена </w:t>
      </w:r>
      <w:r w:rsidR="00A256A3">
        <w:rPr>
          <w:sz w:val="22"/>
          <w:szCs w:val="22"/>
        </w:rPr>
        <w:t>Поставщик</w:t>
      </w:r>
      <w:r>
        <w:rPr>
          <w:sz w:val="22"/>
          <w:szCs w:val="22"/>
        </w:rPr>
        <w:t>а</w:t>
      </w:r>
      <w:r w:rsidRPr="00DF2B6D">
        <w:rPr>
          <w:sz w:val="22"/>
          <w:szCs w:val="22"/>
        </w:rPr>
        <w:t>, заявленная в ходе переторжки, не принимается, и он считается не участвовавшим в этой процедуре.</w:t>
      </w:r>
    </w:p>
    <w:p w:rsidR="005526ED" w:rsidRPr="00DF2B6D" w:rsidRDefault="005526ED" w:rsidP="005526ED">
      <w:pPr>
        <w:pStyle w:val="a1"/>
        <w:spacing w:after="60" w:line="240" w:lineRule="auto"/>
        <w:rPr>
          <w:sz w:val="22"/>
          <w:szCs w:val="22"/>
        </w:rPr>
      </w:pPr>
      <w:r w:rsidRPr="00DF2B6D">
        <w:rPr>
          <w:sz w:val="22"/>
          <w:szCs w:val="22"/>
        </w:rPr>
        <w:t xml:space="preserve">При очной переторжке организатор запроса предложений в лице председателя или ответственного секретаря Комиссии по запросу предложений вскрывает поданные </w:t>
      </w:r>
      <w:r w:rsidR="00A256A3">
        <w:rPr>
          <w:sz w:val="22"/>
          <w:szCs w:val="22"/>
        </w:rPr>
        <w:t>Поставщик</w:t>
      </w:r>
      <w:r>
        <w:rPr>
          <w:sz w:val="22"/>
          <w:szCs w:val="22"/>
        </w:rPr>
        <w:t>ами</w:t>
      </w:r>
      <w:r w:rsidRPr="00DF2B6D">
        <w:rPr>
          <w:sz w:val="22"/>
          <w:szCs w:val="22"/>
        </w:rPr>
        <w:t xml:space="preserve"> конверты с документами с указанными минимальными ценами и, ознакомив с их содержимым только членов Комиссии (без оглашения </w:t>
      </w:r>
      <w:r w:rsidR="00A256A3">
        <w:rPr>
          <w:sz w:val="22"/>
          <w:szCs w:val="22"/>
        </w:rPr>
        <w:t>Поставщик</w:t>
      </w:r>
      <w:r>
        <w:rPr>
          <w:sz w:val="22"/>
          <w:szCs w:val="22"/>
        </w:rPr>
        <w:t>ам</w:t>
      </w:r>
      <w:r w:rsidRPr="00DF2B6D">
        <w:rPr>
          <w:sz w:val="22"/>
          <w:szCs w:val="22"/>
        </w:rPr>
        <w:t xml:space="preserve">), предлагает всем приглашенным </w:t>
      </w:r>
      <w:r w:rsidR="00A256A3">
        <w:rPr>
          <w:sz w:val="22"/>
          <w:szCs w:val="22"/>
        </w:rPr>
        <w:t>Поставщик</w:t>
      </w:r>
      <w:r>
        <w:rPr>
          <w:sz w:val="22"/>
          <w:szCs w:val="22"/>
        </w:rPr>
        <w:t>ам</w:t>
      </w:r>
      <w:r w:rsidRPr="00DF2B6D">
        <w:rPr>
          <w:sz w:val="22"/>
          <w:szCs w:val="22"/>
        </w:rPr>
        <w:t xml:space="preserve"> публично объявлять новые цены. Переторжка проводится в присутствии не менее чем двух членов Комиссии по запросу предложений. Комиссия имеет право назначить шаг переторжки до ее начала самостоятельно (в этом случае организатор запроса предложений предупредит об этом </w:t>
      </w:r>
      <w:r w:rsidR="00A256A3">
        <w:rPr>
          <w:sz w:val="22"/>
          <w:szCs w:val="22"/>
        </w:rPr>
        <w:t>Поставщик</w:t>
      </w:r>
      <w:r>
        <w:rPr>
          <w:sz w:val="22"/>
          <w:szCs w:val="22"/>
        </w:rPr>
        <w:t>ов</w:t>
      </w:r>
      <w:r w:rsidRPr="00DF2B6D">
        <w:rPr>
          <w:sz w:val="22"/>
          <w:szCs w:val="22"/>
        </w:rPr>
        <w:t xml:space="preserve"> в момент приглашения их на переторжку) либо по согласованию с </w:t>
      </w:r>
      <w:r w:rsidR="00A256A3">
        <w:rPr>
          <w:sz w:val="22"/>
          <w:szCs w:val="22"/>
        </w:rPr>
        <w:t>Поставщик</w:t>
      </w:r>
      <w:r>
        <w:rPr>
          <w:sz w:val="22"/>
          <w:szCs w:val="22"/>
        </w:rPr>
        <w:t>ами</w:t>
      </w:r>
      <w:r w:rsidRPr="00DF2B6D">
        <w:rPr>
          <w:sz w:val="22"/>
          <w:szCs w:val="22"/>
        </w:rPr>
        <w:t xml:space="preserve">, приглашенными на процедуру переторжки, определить его в процессе проведения переторжки. Переторжка ведется последовательно со всеми </w:t>
      </w:r>
      <w:r w:rsidR="00A256A3">
        <w:rPr>
          <w:sz w:val="22"/>
          <w:szCs w:val="22"/>
        </w:rPr>
        <w:t>Поставщик</w:t>
      </w:r>
      <w:r>
        <w:rPr>
          <w:sz w:val="22"/>
          <w:szCs w:val="22"/>
        </w:rPr>
        <w:t>ами</w:t>
      </w:r>
      <w:r w:rsidRPr="00DF2B6D">
        <w:rPr>
          <w:sz w:val="22"/>
          <w:szCs w:val="22"/>
        </w:rPr>
        <w:t xml:space="preserve">, приглашенными на процедуру переторжки, с правом пропуска объявления очередной цены, до тех пор, пока все присутствующие не объявят о том, что заявили окончательную цену и далее уменьшать ее не будут. В случае, если шаг переторжки был определен заранее, Комиссия по согласованию с участниками переторжки вправе его уменьшать по ходу переторжки, но не более чем до 1/10 от первоначального шага. </w:t>
      </w:r>
    </w:p>
    <w:p w:rsidR="005526ED" w:rsidRPr="00DF2B6D" w:rsidRDefault="005526ED" w:rsidP="005526ED">
      <w:pPr>
        <w:pStyle w:val="a1"/>
        <w:spacing w:after="60" w:line="240" w:lineRule="auto"/>
        <w:rPr>
          <w:sz w:val="22"/>
          <w:szCs w:val="22"/>
        </w:rPr>
      </w:pPr>
      <w:r w:rsidRPr="00DF2B6D">
        <w:rPr>
          <w:sz w:val="22"/>
          <w:szCs w:val="22"/>
        </w:rPr>
        <w:t xml:space="preserve">Если окончательная цена, заявленная </w:t>
      </w:r>
      <w:r w:rsidR="00A256A3">
        <w:rPr>
          <w:sz w:val="22"/>
          <w:szCs w:val="22"/>
        </w:rPr>
        <w:t>Поставщик</w:t>
      </w:r>
      <w:r>
        <w:rPr>
          <w:sz w:val="22"/>
          <w:szCs w:val="22"/>
        </w:rPr>
        <w:t>ом</w:t>
      </w:r>
      <w:r w:rsidRPr="00DF2B6D">
        <w:rPr>
          <w:sz w:val="22"/>
          <w:szCs w:val="22"/>
        </w:rPr>
        <w:t xml:space="preserve"> по результатам переторжки, окажется выше или равной указанной в конверте с документом с минимальной ценой у данного </w:t>
      </w:r>
      <w:r w:rsidR="00A256A3">
        <w:rPr>
          <w:sz w:val="22"/>
          <w:szCs w:val="22"/>
        </w:rPr>
        <w:t>Поставщик</w:t>
      </w:r>
      <w:r>
        <w:rPr>
          <w:sz w:val="22"/>
          <w:szCs w:val="22"/>
        </w:rPr>
        <w:t>а</w:t>
      </w:r>
      <w:r w:rsidRPr="00DF2B6D">
        <w:rPr>
          <w:sz w:val="22"/>
          <w:szCs w:val="22"/>
        </w:rPr>
        <w:t xml:space="preserve">, Комиссия по запросу предложений принимает окончательную цену, заявленную им в ходе переторжки и делает соответствующее объявление. </w:t>
      </w:r>
    </w:p>
    <w:p w:rsidR="005526ED" w:rsidRPr="00DF2B6D" w:rsidRDefault="005526ED" w:rsidP="005526ED">
      <w:pPr>
        <w:pStyle w:val="a1"/>
        <w:spacing w:after="60" w:line="240" w:lineRule="auto"/>
        <w:rPr>
          <w:sz w:val="22"/>
          <w:szCs w:val="22"/>
        </w:rPr>
      </w:pPr>
      <w:r w:rsidRPr="00DF2B6D">
        <w:rPr>
          <w:sz w:val="22"/>
          <w:szCs w:val="22"/>
        </w:rPr>
        <w:t xml:space="preserve">Если цена, заявленная </w:t>
      </w:r>
      <w:r w:rsidR="00A256A3">
        <w:rPr>
          <w:sz w:val="22"/>
          <w:szCs w:val="22"/>
        </w:rPr>
        <w:t>Поставщик</w:t>
      </w:r>
      <w:r>
        <w:rPr>
          <w:sz w:val="22"/>
          <w:szCs w:val="22"/>
        </w:rPr>
        <w:t>ом</w:t>
      </w:r>
      <w:r w:rsidRPr="00DF2B6D">
        <w:rPr>
          <w:sz w:val="22"/>
          <w:szCs w:val="22"/>
        </w:rPr>
        <w:t xml:space="preserve">  в ходе переторжки, в какой-то момент окажется ниже, чем это указано в конверте в документе с минимальной ценой у данного </w:t>
      </w:r>
      <w:r w:rsidR="00A256A3">
        <w:rPr>
          <w:sz w:val="22"/>
          <w:szCs w:val="22"/>
        </w:rPr>
        <w:t>Поставщик</w:t>
      </w:r>
      <w:r>
        <w:rPr>
          <w:sz w:val="22"/>
          <w:szCs w:val="22"/>
        </w:rPr>
        <w:t>а</w:t>
      </w:r>
      <w:r w:rsidRPr="00DF2B6D">
        <w:rPr>
          <w:sz w:val="22"/>
          <w:szCs w:val="22"/>
        </w:rPr>
        <w:t xml:space="preserve">, Комиссия огласит содержащуюся в таком конверте цену с занесением ее в протокол и будет считать такую цену окончательной ценой предложения после переторжки, а заявленную отвергнет; при этом данный </w:t>
      </w:r>
      <w:r w:rsidR="00A256A3">
        <w:rPr>
          <w:sz w:val="22"/>
          <w:szCs w:val="22"/>
        </w:rPr>
        <w:t>Поставщик</w:t>
      </w:r>
      <w:r w:rsidRPr="00DF2B6D">
        <w:rPr>
          <w:sz w:val="22"/>
          <w:szCs w:val="22"/>
        </w:rPr>
        <w:t xml:space="preserve"> не вправе давать новые предложения по цене. </w:t>
      </w:r>
    </w:p>
    <w:p w:rsidR="005526ED" w:rsidRPr="00DF2B6D" w:rsidRDefault="005526ED" w:rsidP="005526ED">
      <w:pPr>
        <w:pStyle w:val="a1"/>
        <w:spacing w:after="60" w:line="240" w:lineRule="auto"/>
        <w:rPr>
          <w:sz w:val="22"/>
          <w:szCs w:val="22"/>
        </w:rPr>
      </w:pPr>
      <w:r w:rsidRPr="00DF2B6D">
        <w:rPr>
          <w:sz w:val="22"/>
          <w:szCs w:val="22"/>
        </w:rPr>
        <w:t>По ходу проведения переторжки организатор вправе вести аудио- или видеозапись, о чем заранее уведомляются все лица, участвующие в данной процедуре. В обязательном порядке результаты процедуры переторжки оформляются протоколом. Участники переторжки также имеют право вести аудио- либо видеозапись данной процедуры.</w:t>
      </w:r>
    </w:p>
    <w:p w:rsidR="005526ED" w:rsidRPr="00DF2B6D" w:rsidRDefault="005526ED" w:rsidP="005526ED">
      <w:pPr>
        <w:pStyle w:val="a1"/>
        <w:spacing w:after="60" w:line="240" w:lineRule="auto"/>
        <w:rPr>
          <w:sz w:val="22"/>
          <w:szCs w:val="22"/>
        </w:rPr>
      </w:pPr>
      <w:r w:rsidRPr="00DF2B6D">
        <w:rPr>
          <w:sz w:val="22"/>
          <w:szCs w:val="22"/>
        </w:rPr>
        <w:t xml:space="preserve">При заочной переторжке </w:t>
      </w:r>
      <w:r w:rsidR="00A256A3">
        <w:rPr>
          <w:sz w:val="22"/>
          <w:szCs w:val="22"/>
        </w:rPr>
        <w:t>Поставщик</w:t>
      </w:r>
      <w:r>
        <w:rPr>
          <w:sz w:val="22"/>
          <w:szCs w:val="22"/>
        </w:rPr>
        <w:t>и</w:t>
      </w:r>
      <w:r w:rsidRPr="00DF2B6D">
        <w:rPr>
          <w:sz w:val="22"/>
          <w:szCs w:val="22"/>
        </w:rPr>
        <w:t xml:space="preserve">, которые были приглашены организатором на эту процедуру, вправе выслать в адрес организатора до заранее установленного срока запечатанный конверт с документом с новой ценой, которая должна быть меньше указанной первоначально. В приглашении на заочную переторжку будет прописан порядок их маркировки и предоставления, в целях их не вскрытия ранее проведения переторжки. </w:t>
      </w:r>
      <w:r w:rsidR="00A256A3">
        <w:rPr>
          <w:sz w:val="22"/>
          <w:szCs w:val="22"/>
        </w:rPr>
        <w:t>Поставщик</w:t>
      </w:r>
      <w:r>
        <w:rPr>
          <w:sz w:val="22"/>
          <w:szCs w:val="22"/>
        </w:rPr>
        <w:t>и</w:t>
      </w:r>
      <w:r w:rsidRPr="00DF2B6D">
        <w:rPr>
          <w:sz w:val="22"/>
          <w:szCs w:val="22"/>
        </w:rPr>
        <w:t xml:space="preserve">, подавшие такие конверты, имеют право на их замену или отзыв в период между принятием решения организатором о проведении переторжки и ее проведением. Указанные конверты вскрываются одновременно, в присутствии не менее чем двух членов Комиссии по запросу предложений, при этом окончательная цена предложения каждого </w:t>
      </w:r>
      <w:r w:rsidR="00A256A3">
        <w:rPr>
          <w:sz w:val="22"/>
          <w:szCs w:val="22"/>
        </w:rPr>
        <w:t>Поставщик</w:t>
      </w:r>
      <w:r>
        <w:rPr>
          <w:sz w:val="22"/>
          <w:szCs w:val="22"/>
        </w:rPr>
        <w:t>а</w:t>
      </w:r>
      <w:r w:rsidRPr="00DF2B6D">
        <w:rPr>
          <w:sz w:val="22"/>
          <w:szCs w:val="22"/>
        </w:rPr>
        <w:t xml:space="preserve"> объявляется и заносится в протокол.</w:t>
      </w:r>
    </w:p>
    <w:p w:rsidR="005526ED" w:rsidRPr="00DF2B6D" w:rsidRDefault="005526ED" w:rsidP="005526ED">
      <w:pPr>
        <w:pStyle w:val="a1"/>
        <w:spacing w:after="60" w:line="240" w:lineRule="auto"/>
        <w:rPr>
          <w:sz w:val="22"/>
          <w:szCs w:val="22"/>
        </w:rPr>
      </w:pPr>
      <w:r w:rsidRPr="00DF2B6D">
        <w:rPr>
          <w:sz w:val="22"/>
          <w:szCs w:val="22"/>
        </w:rPr>
        <w:t xml:space="preserve">При очно-заочной (смешанной) переторжке </w:t>
      </w:r>
      <w:r w:rsidR="00A256A3">
        <w:rPr>
          <w:sz w:val="22"/>
          <w:szCs w:val="22"/>
        </w:rPr>
        <w:t>Поставщик</w:t>
      </w:r>
      <w:r>
        <w:rPr>
          <w:sz w:val="22"/>
          <w:szCs w:val="22"/>
        </w:rPr>
        <w:t>и</w:t>
      </w:r>
      <w:r w:rsidRPr="00DF2B6D">
        <w:rPr>
          <w:sz w:val="22"/>
          <w:szCs w:val="22"/>
        </w:rPr>
        <w:t xml:space="preserve">, которые были приглашены организатором на эту процедуру, вправе либо прибыть лично (в лице своих уполномоченных представителей) либо выслать в адрес организатора конверт с документом с минимальной ценой, являющейся окончательной ценой предложения данного </w:t>
      </w:r>
      <w:r w:rsidR="00A256A3">
        <w:rPr>
          <w:sz w:val="22"/>
          <w:szCs w:val="22"/>
        </w:rPr>
        <w:t>Поставщик</w:t>
      </w:r>
      <w:r>
        <w:rPr>
          <w:sz w:val="22"/>
          <w:szCs w:val="22"/>
        </w:rPr>
        <w:t>а</w:t>
      </w:r>
      <w:r w:rsidRPr="00DF2B6D">
        <w:rPr>
          <w:sz w:val="22"/>
          <w:szCs w:val="22"/>
        </w:rPr>
        <w:t xml:space="preserve">. Очно-заочная переторжка проводится по правилам очной переторжки, за исключением того, что после сдачи всех запечатанных конвертов с документом с минимальной ценой, до начала публичного объявления новых цен очно присутствующими </w:t>
      </w:r>
      <w:r w:rsidR="00A256A3">
        <w:rPr>
          <w:sz w:val="22"/>
          <w:szCs w:val="22"/>
        </w:rPr>
        <w:t>Поставщик</w:t>
      </w:r>
      <w:r>
        <w:rPr>
          <w:sz w:val="22"/>
          <w:szCs w:val="22"/>
        </w:rPr>
        <w:t>ами</w:t>
      </w:r>
      <w:r w:rsidRPr="00DF2B6D">
        <w:rPr>
          <w:sz w:val="22"/>
          <w:szCs w:val="22"/>
        </w:rPr>
        <w:t xml:space="preserve">, Комиссия по запросу предложений вскрывает конверты с документом с минимальной ценой от </w:t>
      </w:r>
      <w:r w:rsidR="00A256A3">
        <w:rPr>
          <w:sz w:val="22"/>
          <w:szCs w:val="22"/>
        </w:rPr>
        <w:t>Поставщик</w:t>
      </w:r>
      <w:r>
        <w:rPr>
          <w:sz w:val="22"/>
          <w:szCs w:val="22"/>
        </w:rPr>
        <w:t>ов</w:t>
      </w:r>
      <w:r w:rsidRPr="00DF2B6D">
        <w:rPr>
          <w:sz w:val="22"/>
          <w:szCs w:val="22"/>
        </w:rPr>
        <w:t>, не присутствующих на переторжке («заочное участие»), и объявляет указанные там цены.</w:t>
      </w:r>
    </w:p>
    <w:p w:rsidR="005526ED" w:rsidRPr="00DF2B6D" w:rsidRDefault="005526ED" w:rsidP="005526ED">
      <w:pPr>
        <w:pStyle w:val="a1"/>
        <w:spacing w:after="60" w:line="240" w:lineRule="auto"/>
        <w:rPr>
          <w:sz w:val="22"/>
          <w:szCs w:val="22"/>
        </w:rPr>
      </w:pPr>
      <w:r w:rsidRPr="00DF2B6D">
        <w:rPr>
          <w:sz w:val="22"/>
          <w:szCs w:val="22"/>
        </w:rPr>
        <w:t xml:space="preserve">Цены, полученные в ходе переторжки, оформляются протоколом, который подписывается членами комиссии, присутствовавшими на переторжке, и представителями </w:t>
      </w:r>
      <w:r w:rsidR="00A256A3">
        <w:rPr>
          <w:sz w:val="22"/>
          <w:szCs w:val="22"/>
        </w:rPr>
        <w:t>Поставщик</w:t>
      </w:r>
      <w:r>
        <w:rPr>
          <w:sz w:val="22"/>
          <w:szCs w:val="22"/>
        </w:rPr>
        <w:t>ов</w:t>
      </w:r>
      <w:r w:rsidRPr="00DF2B6D">
        <w:rPr>
          <w:sz w:val="22"/>
          <w:szCs w:val="22"/>
        </w:rPr>
        <w:t xml:space="preserve">, </w:t>
      </w:r>
      <w:r w:rsidRPr="00DF2B6D">
        <w:rPr>
          <w:sz w:val="22"/>
          <w:szCs w:val="22"/>
        </w:rPr>
        <w:lastRenderedPageBreak/>
        <w:t xml:space="preserve">присутствовавшими на переторжке, и считаются окончательными для каждого из участников этой процедуры. Организатор в течение 3 рабочих дней после проведения переторжки обязан направить всем </w:t>
      </w:r>
      <w:r w:rsidR="00A256A3">
        <w:rPr>
          <w:sz w:val="22"/>
          <w:szCs w:val="22"/>
        </w:rPr>
        <w:t>Поставщик</w:t>
      </w:r>
      <w:r>
        <w:rPr>
          <w:sz w:val="22"/>
          <w:szCs w:val="22"/>
        </w:rPr>
        <w:t>ам</w:t>
      </w:r>
      <w:r w:rsidRPr="00DF2B6D">
        <w:rPr>
          <w:sz w:val="22"/>
          <w:szCs w:val="22"/>
        </w:rPr>
        <w:t xml:space="preserve"> информацию о новых, полученных в результате переторжки ценах.</w:t>
      </w:r>
    </w:p>
    <w:p w:rsidR="005526ED" w:rsidRDefault="005526ED" w:rsidP="005526ED">
      <w:pPr>
        <w:pStyle w:val="a0"/>
        <w:numPr>
          <w:ilvl w:val="2"/>
          <w:numId w:val="5"/>
        </w:numPr>
        <w:tabs>
          <w:tab w:val="clear" w:pos="2694"/>
          <w:tab w:val="num" w:pos="1134"/>
          <w:tab w:val="num" w:pos="1276"/>
        </w:tabs>
        <w:spacing w:after="60" w:line="240" w:lineRule="auto"/>
        <w:ind w:left="1134"/>
        <w:rPr>
          <w:sz w:val="22"/>
          <w:szCs w:val="22"/>
        </w:rPr>
      </w:pPr>
      <w:r>
        <w:rPr>
          <w:sz w:val="22"/>
          <w:szCs w:val="22"/>
        </w:rPr>
        <w:t xml:space="preserve">При проведении процедуры переторжки </w:t>
      </w:r>
      <w:r w:rsidRPr="007417E6">
        <w:rPr>
          <w:sz w:val="22"/>
          <w:szCs w:val="22"/>
        </w:rPr>
        <w:t xml:space="preserve">с использованием средств </w:t>
      </w:r>
      <w:r>
        <w:rPr>
          <w:sz w:val="22"/>
          <w:szCs w:val="22"/>
        </w:rPr>
        <w:t>электронной торговой площадки ОАО «Холдинг МРСК»</w:t>
      </w:r>
      <w:r w:rsidRPr="00662A24">
        <w:rPr>
          <w:sz w:val="22"/>
          <w:szCs w:val="22"/>
        </w:rPr>
        <w:t xml:space="preserve"> </w:t>
      </w:r>
      <w:hyperlink r:id="rId22" w:history="1">
        <w:r>
          <w:rPr>
            <w:rStyle w:val="a9"/>
            <w:sz w:val="22"/>
            <w:szCs w:val="22"/>
          </w:rPr>
          <w:t>www.b2b-mrsk.ru</w:t>
        </w:r>
      </w:hyperlink>
      <w:r>
        <w:rPr>
          <w:sz w:val="22"/>
          <w:szCs w:val="22"/>
        </w:rPr>
        <w:t>:</w:t>
      </w:r>
    </w:p>
    <w:p w:rsidR="005526ED" w:rsidRDefault="005526ED" w:rsidP="005526ED">
      <w:pPr>
        <w:pStyle w:val="a1"/>
        <w:spacing w:after="60" w:line="240" w:lineRule="auto"/>
        <w:rPr>
          <w:sz w:val="22"/>
          <w:szCs w:val="22"/>
        </w:rPr>
      </w:pPr>
      <w:r w:rsidRPr="00DF2B6D">
        <w:rPr>
          <w:sz w:val="22"/>
          <w:szCs w:val="22"/>
        </w:rPr>
        <w:t>Порядок проведения процедуры переторжки определяется действующим регламентом Системы B2B-MRSK.</w:t>
      </w:r>
    </w:p>
    <w:p w:rsidR="005526ED" w:rsidRDefault="005526ED" w:rsidP="005526ED">
      <w:pPr>
        <w:pStyle w:val="a1"/>
        <w:spacing w:after="60" w:line="240" w:lineRule="auto"/>
        <w:rPr>
          <w:sz w:val="22"/>
          <w:szCs w:val="22"/>
        </w:rPr>
      </w:pPr>
      <w:r w:rsidRPr="00DF2B6D">
        <w:rPr>
          <w:sz w:val="22"/>
          <w:szCs w:val="22"/>
        </w:rPr>
        <w:t xml:space="preserve">Цены, полученные в ходе переторжки, оформляются Протоколом, и считаются окончательными для каждого из </w:t>
      </w:r>
      <w:r>
        <w:rPr>
          <w:sz w:val="22"/>
          <w:szCs w:val="22"/>
        </w:rPr>
        <w:t>участников</w:t>
      </w:r>
      <w:r w:rsidRPr="00DF2B6D">
        <w:rPr>
          <w:sz w:val="22"/>
          <w:szCs w:val="22"/>
        </w:rPr>
        <w:t xml:space="preserve"> этой процедуры.</w:t>
      </w:r>
    </w:p>
    <w:p w:rsidR="005526ED" w:rsidRPr="00007639" w:rsidRDefault="004675D7" w:rsidP="005526ED">
      <w:pPr>
        <w:pStyle w:val="a0"/>
        <w:numPr>
          <w:ilvl w:val="2"/>
          <w:numId w:val="5"/>
        </w:numPr>
        <w:tabs>
          <w:tab w:val="clear" w:pos="2694"/>
          <w:tab w:val="num" w:pos="1134"/>
          <w:tab w:val="num" w:pos="1276"/>
        </w:tabs>
        <w:spacing w:after="60" w:line="240" w:lineRule="auto"/>
        <w:ind w:left="1134"/>
        <w:rPr>
          <w:sz w:val="22"/>
          <w:szCs w:val="22"/>
        </w:rPr>
      </w:pPr>
      <w:r w:rsidRPr="004675D7">
        <w:rPr>
          <w:sz w:val="22"/>
          <w:szCs w:val="22"/>
        </w:rPr>
        <w:t>В случае проведения очных переговоров Поставщики, участвовавшие в переторжке и снизившие свою цену, обязаны представить Организатору откорректированные с учетом новой цены, полученной после переторжки, документы, определяющие их коммерческое предложение. Изменение цены в сторону снижения не должно повлечь за собой изменение иных условий заявки, кроме ценовых. В остальных случаях поставщики сразу подают документы, подтверждающие новую цену</w:t>
      </w:r>
      <w:r>
        <w:rPr>
          <w:sz w:val="22"/>
          <w:szCs w:val="22"/>
        </w:rPr>
        <w:t>.</w:t>
      </w:r>
    </w:p>
    <w:p w:rsidR="005526ED" w:rsidRPr="00007639" w:rsidRDefault="005526ED" w:rsidP="005526ED">
      <w:pPr>
        <w:pStyle w:val="a0"/>
        <w:numPr>
          <w:ilvl w:val="2"/>
          <w:numId w:val="5"/>
        </w:numPr>
        <w:tabs>
          <w:tab w:val="clear" w:pos="2694"/>
          <w:tab w:val="num" w:pos="1134"/>
          <w:tab w:val="num" w:pos="1276"/>
        </w:tabs>
        <w:spacing w:after="60" w:line="240" w:lineRule="auto"/>
        <w:ind w:left="1134"/>
        <w:rPr>
          <w:sz w:val="22"/>
          <w:szCs w:val="22"/>
        </w:rPr>
      </w:pPr>
      <w:r w:rsidRPr="00007639">
        <w:rPr>
          <w:sz w:val="22"/>
          <w:szCs w:val="22"/>
        </w:rPr>
        <w:t xml:space="preserve">Предложения </w:t>
      </w:r>
      <w:r w:rsidR="00A256A3">
        <w:rPr>
          <w:sz w:val="22"/>
          <w:szCs w:val="22"/>
        </w:rPr>
        <w:t>Поставщик</w:t>
      </w:r>
      <w:r>
        <w:rPr>
          <w:sz w:val="22"/>
          <w:szCs w:val="22"/>
        </w:rPr>
        <w:t>а</w:t>
      </w:r>
      <w:r w:rsidRPr="00007639">
        <w:rPr>
          <w:sz w:val="22"/>
          <w:szCs w:val="22"/>
        </w:rPr>
        <w:t xml:space="preserve"> по повышению цены не рассматриваются, такой </w:t>
      </w:r>
      <w:r w:rsidR="00A256A3">
        <w:rPr>
          <w:sz w:val="22"/>
          <w:szCs w:val="22"/>
        </w:rPr>
        <w:t>Поставщик</w:t>
      </w:r>
      <w:r w:rsidRPr="00007639">
        <w:rPr>
          <w:sz w:val="22"/>
          <w:szCs w:val="22"/>
        </w:rPr>
        <w:t xml:space="preserve"> считается не участвовавшим в переторжке.</w:t>
      </w:r>
    </w:p>
    <w:p w:rsidR="005526ED" w:rsidRPr="00007639" w:rsidRDefault="005526ED" w:rsidP="005526ED">
      <w:pPr>
        <w:pStyle w:val="a0"/>
        <w:numPr>
          <w:ilvl w:val="2"/>
          <w:numId w:val="5"/>
        </w:numPr>
        <w:tabs>
          <w:tab w:val="clear" w:pos="2694"/>
          <w:tab w:val="num" w:pos="1134"/>
          <w:tab w:val="num" w:pos="1276"/>
        </w:tabs>
        <w:spacing w:after="60" w:line="240" w:lineRule="auto"/>
        <w:ind w:left="1134"/>
        <w:rPr>
          <w:sz w:val="22"/>
          <w:szCs w:val="22"/>
        </w:rPr>
      </w:pPr>
      <w:r w:rsidRPr="00007639">
        <w:rPr>
          <w:sz w:val="22"/>
          <w:szCs w:val="22"/>
        </w:rPr>
        <w:t xml:space="preserve">После проведения переторжки Комиссия по запросу предложений производит необходимые подсчеты в соответствии с ранее объявленными критериями и учитывает цены, полученные в ходе переторжки, при оценке </w:t>
      </w:r>
      <w:r>
        <w:rPr>
          <w:sz w:val="22"/>
          <w:szCs w:val="22"/>
        </w:rPr>
        <w:t>предложений</w:t>
      </w:r>
      <w:r w:rsidRPr="00007639">
        <w:rPr>
          <w:sz w:val="22"/>
          <w:szCs w:val="22"/>
        </w:rPr>
        <w:t xml:space="preserve"> и построении итоговой ранжировки предложений. </w:t>
      </w:r>
      <w:r>
        <w:rPr>
          <w:sz w:val="22"/>
          <w:szCs w:val="22"/>
        </w:rPr>
        <w:t>Предложения</w:t>
      </w:r>
      <w:r w:rsidRPr="00007639">
        <w:rPr>
          <w:sz w:val="22"/>
          <w:szCs w:val="22"/>
        </w:rPr>
        <w:t xml:space="preserve"> </w:t>
      </w:r>
      <w:r w:rsidR="00A256A3">
        <w:rPr>
          <w:sz w:val="22"/>
          <w:szCs w:val="22"/>
        </w:rPr>
        <w:t>Поставщик</w:t>
      </w:r>
      <w:r>
        <w:rPr>
          <w:sz w:val="22"/>
          <w:szCs w:val="22"/>
        </w:rPr>
        <w:t>ов</w:t>
      </w:r>
      <w:r w:rsidRPr="00007639">
        <w:rPr>
          <w:sz w:val="22"/>
          <w:szCs w:val="22"/>
        </w:rPr>
        <w:t>, приглашенных на переторжку, но в ней не участвовавших, учитываются при построении итоговой ранжировки предложений по первоначальной цене.</w:t>
      </w:r>
    </w:p>
    <w:p w:rsidR="005526ED" w:rsidRPr="007417E6" w:rsidRDefault="005526ED" w:rsidP="005526ED">
      <w:pPr>
        <w:pStyle w:val="a0"/>
        <w:tabs>
          <w:tab w:val="clear" w:pos="2694"/>
          <w:tab w:val="num" w:pos="1134"/>
        </w:tabs>
        <w:spacing w:after="60" w:line="240" w:lineRule="auto"/>
        <w:ind w:left="1134"/>
        <w:rPr>
          <w:sz w:val="22"/>
          <w:szCs w:val="22"/>
        </w:rPr>
      </w:pPr>
      <w:r w:rsidRPr="00007639">
        <w:rPr>
          <w:sz w:val="22"/>
          <w:szCs w:val="22"/>
        </w:rPr>
        <w:t xml:space="preserve">Участие в переторжке не расценивается Организатором как нарушение требований пункта </w:t>
      </w:r>
      <w:fldSimple w:instr=" REF _Ref167269715 \r \h  \* MERGEFORMAT ">
        <w:r>
          <w:rPr>
            <w:sz w:val="22"/>
            <w:szCs w:val="22"/>
          </w:rPr>
          <w:t>4.4.1.3</w:t>
        </w:r>
      </w:fldSimple>
    </w:p>
    <w:p w:rsidR="00B41B97" w:rsidRPr="007417E6" w:rsidRDefault="00B41B97" w:rsidP="00B264AD">
      <w:pPr>
        <w:pStyle w:val="2"/>
        <w:spacing w:before="100" w:beforeAutospacing="1" w:after="100" w:afterAutospacing="1"/>
        <w:rPr>
          <w:sz w:val="22"/>
          <w:szCs w:val="22"/>
        </w:rPr>
      </w:pPr>
      <w:bookmarkStart w:id="281" w:name="_Toc318207993"/>
      <w:r w:rsidRPr="007417E6">
        <w:rPr>
          <w:sz w:val="22"/>
          <w:szCs w:val="22"/>
        </w:rPr>
        <w:t>Альтернативные предложения</w:t>
      </w:r>
      <w:bookmarkEnd w:id="271"/>
      <w:bookmarkEnd w:id="272"/>
      <w:bookmarkEnd w:id="273"/>
      <w:bookmarkEnd w:id="274"/>
      <w:bookmarkEnd w:id="281"/>
    </w:p>
    <w:p w:rsidR="00C7656C" w:rsidRPr="007417E6" w:rsidRDefault="00C7656C" w:rsidP="00B15ED4">
      <w:pPr>
        <w:pStyle w:val="a0"/>
        <w:tabs>
          <w:tab w:val="num" w:pos="1134"/>
        </w:tabs>
        <w:spacing w:line="240" w:lineRule="auto"/>
        <w:ind w:left="1134"/>
        <w:rPr>
          <w:sz w:val="22"/>
          <w:szCs w:val="22"/>
        </w:rPr>
      </w:pPr>
      <w:bookmarkStart w:id="282" w:name="_Ref56252639"/>
      <w:r w:rsidRPr="007417E6">
        <w:rPr>
          <w:sz w:val="22"/>
          <w:szCs w:val="22"/>
        </w:rPr>
        <w:t xml:space="preserve">Подготовка и подача </w:t>
      </w:r>
      <w:r w:rsidR="00B80AF0">
        <w:rPr>
          <w:sz w:val="22"/>
          <w:szCs w:val="22"/>
        </w:rPr>
        <w:t>Поставщик</w:t>
      </w:r>
      <w:r w:rsidRPr="007417E6">
        <w:rPr>
          <w:sz w:val="22"/>
          <w:szCs w:val="22"/>
        </w:rPr>
        <w:t>ами альтернативных предложений, касающихся отдельных элементов основного технико-коммерческого предложени</w:t>
      </w:r>
      <w:r w:rsidRPr="007417E6">
        <w:rPr>
          <w:sz w:val="22"/>
          <w:szCs w:val="22"/>
        </w:rPr>
        <w:t>я</w:t>
      </w:r>
      <w:r w:rsidRPr="007417E6">
        <w:rPr>
          <w:sz w:val="22"/>
          <w:szCs w:val="22"/>
        </w:rPr>
        <w:t xml:space="preserve">, условиями настоящего </w:t>
      </w:r>
      <w:r w:rsidR="008F376D" w:rsidRPr="007417E6">
        <w:rPr>
          <w:sz w:val="22"/>
          <w:szCs w:val="22"/>
        </w:rPr>
        <w:t>открытого запроса предложений,</w:t>
      </w:r>
      <w:r w:rsidRPr="007417E6">
        <w:rPr>
          <w:sz w:val="22"/>
          <w:szCs w:val="22"/>
        </w:rPr>
        <w:t xml:space="preserve"> не предусмотрены.</w:t>
      </w:r>
      <w:bookmarkEnd w:id="282"/>
    </w:p>
    <w:p w:rsidR="00381292" w:rsidRPr="007417E6" w:rsidRDefault="00381292" w:rsidP="00EE1F40">
      <w:pPr>
        <w:pStyle w:val="1"/>
        <w:spacing w:before="0" w:after="0" w:line="360" w:lineRule="auto"/>
        <w:rPr>
          <w:rFonts w:ascii="Times New Roman" w:hAnsi="Times New Roman"/>
          <w:sz w:val="22"/>
          <w:szCs w:val="22"/>
        </w:rPr>
      </w:pPr>
      <w:bookmarkStart w:id="283" w:name="_Ref179256525"/>
      <w:bookmarkStart w:id="284" w:name="_Toc318207994"/>
      <w:bookmarkEnd w:id="261"/>
      <w:r w:rsidRPr="007417E6">
        <w:rPr>
          <w:rFonts w:ascii="Times New Roman" w:hAnsi="Times New Roman"/>
          <w:sz w:val="22"/>
          <w:szCs w:val="22"/>
        </w:rPr>
        <w:lastRenderedPageBreak/>
        <w:t>Образцы основных форм документов, включаемых в </w:t>
      </w:r>
      <w:bookmarkEnd w:id="251"/>
      <w:bookmarkEnd w:id="252"/>
      <w:bookmarkEnd w:id="253"/>
      <w:bookmarkEnd w:id="254"/>
      <w:bookmarkEnd w:id="255"/>
      <w:r w:rsidRPr="007417E6">
        <w:rPr>
          <w:rFonts w:ascii="Times New Roman" w:hAnsi="Times New Roman"/>
          <w:sz w:val="22"/>
          <w:szCs w:val="22"/>
        </w:rPr>
        <w:t>Предложение</w:t>
      </w:r>
      <w:bookmarkEnd w:id="256"/>
      <w:bookmarkEnd w:id="283"/>
      <w:bookmarkEnd w:id="284"/>
    </w:p>
    <w:p w:rsidR="00381292" w:rsidRPr="007417E6" w:rsidRDefault="00381292" w:rsidP="00EE1F40">
      <w:pPr>
        <w:pStyle w:val="2"/>
        <w:spacing w:before="0" w:after="0" w:line="360" w:lineRule="auto"/>
        <w:rPr>
          <w:sz w:val="22"/>
          <w:szCs w:val="22"/>
        </w:rPr>
      </w:pPr>
      <w:bookmarkStart w:id="285" w:name="_Ref55336310"/>
      <w:bookmarkStart w:id="286" w:name="_Toc57314672"/>
      <w:bookmarkStart w:id="287" w:name="_Toc69728986"/>
      <w:bookmarkStart w:id="288" w:name="_Toc125426217"/>
      <w:bookmarkStart w:id="289" w:name="_Toc318207995"/>
      <w:bookmarkEnd w:id="250"/>
      <w:r w:rsidRPr="007417E6">
        <w:rPr>
          <w:sz w:val="22"/>
          <w:szCs w:val="22"/>
        </w:rPr>
        <w:t xml:space="preserve">Письмо о подаче оферты </w:t>
      </w:r>
      <w:bookmarkStart w:id="290" w:name="_Ref22846535"/>
      <w:r w:rsidRPr="007417E6">
        <w:rPr>
          <w:sz w:val="22"/>
          <w:szCs w:val="22"/>
        </w:rPr>
        <w:t>(</w:t>
      </w:r>
      <w:bookmarkEnd w:id="290"/>
      <w:r w:rsidRPr="007417E6">
        <w:rPr>
          <w:sz w:val="22"/>
          <w:szCs w:val="22"/>
        </w:rPr>
        <w:t xml:space="preserve">форма </w:t>
      </w:r>
      <w:r w:rsidRPr="007417E6">
        <w:rPr>
          <w:sz w:val="22"/>
          <w:szCs w:val="22"/>
        </w:rPr>
        <w:fldChar w:fldCharType="begin"/>
      </w:r>
      <w:r w:rsidRPr="007417E6">
        <w:rPr>
          <w:sz w:val="22"/>
          <w:szCs w:val="22"/>
        </w:rPr>
        <w:instrText xml:space="preserve"> SEQ форма \* ARABIC </w:instrText>
      </w:r>
      <w:r w:rsidRPr="007417E6">
        <w:rPr>
          <w:sz w:val="22"/>
          <w:szCs w:val="22"/>
        </w:rPr>
        <w:fldChar w:fldCharType="separate"/>
      </w:r>
      <w:r w:rsidR="00C07197">
        <w:rPr>
          <w:noProof/>
          <w:sz w:val="22"/>
          <w:szCs w:val="22"/>
        </w:rPr>
        <w:t>1</w:t>
      </w:r>
      <w:r w:rsidRPr="007417E6">
        <w:rPr>
          <w:sz w:val="22"/>
          <w:szCs w:val="22"/>
        </w:rPr>
        <w:fldChar w:fldCharType="end"/>
      </w:r>
      <w:r w:rsidRPr="007417E6">
        <w:rPr>
          <w:sz w:val="22"/>
          <w:szCs w:val="22"/>
        </w:rPr>
        <w:t>)</w:t>
      </w:r>
      <w:bookmarkEnd w:id="285"/>
      <w:bookmarkEnd w:id="286"/>
      <w:bookmarkEnd w:id="287"/>
      <w:bookmarkEnd w:id="288"/>
      <w:bookmarkEnd w:id="289"/>
    </w:p>
    <w:p w:rsidR="00381292" w:rsidRPr="007417E6" w:rsidRDefault="00381292" w:rsidP="007F4D38">
      <w:pPr>
        <w:pStyle w:val="21"/>
        <w:tabs>
          <w:tab w:val="num" w:pos="1134"/>
        </w:tabs>
        <w:spacing w:before="0" w:after="0" w:line="360" w:lineRule="auto"/>
        <w:ind w:left="1134"/>
        <w:rPr>
          <w:sz w:val="22"/>
          <w:szCs w:val="22"/>
        </w:rPr>
      </w:pPr>
      <w:bookmarkStart w:id="291" w:name="_Toc125426218"/>
      <w:r w:rsidRPr="007417E6">
        <w:rPr>
          <w:sz w:val="22"/>
          <w:szCs w:val="22"/>
        </w:rPr>
        <w:t>Форма письма о подаче оферты</w:t>
      </w:r>
      <w:bookmarkEnd w:id="291"/>
    </w:p>
    <w:p w:rsidR="00381292" w:rsidRPr="007417E6" w:rsidRDefault="00381292" w:rsidP="00C61D2B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2"/>
          <w:szCs w:val="22"/>
        </w:rPr>
      </w:pPr>
      <w:r w:rsidRPr="007417E6">
        <w:rPr>
          <w:b/>
          <w:color w:val="000000"/>
          <w:spacing w:val="36"/>
          <w:sz w:val="22"/>
          <w:szCs w:val="22"/>
        </w:rPr>
        <w:t>начало формы</w:t>
      </w:r>
    </w:p>
    <w:p w:rsidR="00381292" w:rsidRPr="007417E6" w:rsidRDefault="00381292" w:rsidP="00C61D2B">
      <w:pPr>
        <w:spacing w:line="240" w:lineRule="auto"/>
        <w:ind w:right="5243" w:firstLine="0"/>
        <w:rPr>
          <w:sz w:val="22"/>
          <w:szCs w:val="22"/>
        </w:rPr>
      </w:pPr>
    </w:p>
    <w:p w:rsidR="00381292" w:rsidRPr="007417E6" w:rsidRDefault="00381292" w:rsidP="009339F6">
      <w:pPr>
        <w:spacing w:after="120" w:line="240" w:lineRule="auto"/>
        <w:ind w:right="5243" w:firstLine="0"/>
        <w:rPr>
          <w:sz w:val="22"/>
          <w:szCs w:val="22"/>
        </w:rPr>
      </w:pPr>
      <w:r w:rsidRPr="007417E6">
        <w:rPr>
          <w:sz w:val="22"/>
          <w:szCs w:val="22"/>
        </w:rPr>
        <w:t>«_____»_______________ года</w:t>
      </w:r>
    </w:p>
    <w:p w:rsidR="00381292" w:rsidRPr="007417E6" w:rsidRDefault="00381292" w:rsidP="00C61D2B">
      <w:pPr>
        <w:spacing w:line="240" w:lineRule="auto"/>
        <w:ind w:right="5243" w:firstLine="0"/>
        <w:rPr>
          <w:sz w:val="22"/>
          <w:szCs w:val="22"/>
        </w:rPr>
      </w:pPr>
      <w:r w:rsidRPr="007417E6">
        <w:rPr>
          <w:sz w:val="22"/>
          <w:szCs w:val="22"/>
        </w:rPr>
        <w:t>№________________________</w:t>
      </w:r>
    </w:p>
    <w:p w:rsidR="00381292" w:rsidRPr="007417E6" w:rsidRDefault="00381292" w:rsidP="00BA5711">
      <w:pPr>
        <w:spacing w:before="100" w:beforeAutospacing="1" w:after="100" w:afterAutospacing="1" w:line="240" w:lineRule="auto"/>
        <w:ind w:firstLine="0"/>
        <w:jc w:val="center"/>
        <w:rPr>
          <w:sz w:val="22"/>
          <w:szCs w:val="22"/>
        </w:rPr>
      </w:pPr>
      <w:r w:rsidRPr="007417E6">
        <w:rPr>
          <w:sz w:val="22"/>
          <w:szCs w:val="22"/>
        </w:rPr>
        <w:t>Уважаемые господа!</w:t>
      </w:r>
    </w:p>
    <w:p w:rsidR="00381292" w:rsidRPr="007417E6" w:rsidRDefault="00381292" w:rsidP="00C61D2B">
      <w:pPr>
        <w:spacing w:line="240" w:lineRule="auto"/>
        <w:rPr>
          <w:sz w:val="22"/>
          <w:szCs w:val="22"/>
        </w:rPr>
      </w:pPr>
      <w:r w:rsidRPr="007417E6">
        <w:rPr>
          <w:sz w:val="22"/>
          <w:szCs w:val="22"/>
        </w:rPr>
        <w:t>Изучив Уведомление о проведении запроса предложений, опубликованное [</w:t>
      </w:r>
      <w:r w:rsidRPr="007417E6">
        <w:rPr>
          <w:rStyle w:val="af9"/>
          <w:sz w:val="22"/>
          <w:szCs w:val="22"/>
        </w:rPr>
        <w:t>указывается источник и дата публикации</w:t>
      </w:r>
      <w:r w:rsidRPr="007417E6">
        <w:rPr>
          <w:sz w:val="22"/>
          <w:szCs w:val="22"/>
        </w:rPr>
        <w:t>], и Документацию по запросу предложений, и принимая установленные в них требования и условия запроса предлож</w:t>
      </w:r>
      <w:r w:rsidRPr="007417E6">
        <w:rPr>
          <w:sz w:val="22"/>
          <w:szCs w:val="22"/>
        </w:rPr>
        <w:t>е</w:t>
      </w:r>
      <w:r w:rsidRPr="007417E6">
        <w:rPr>
          <w:sz w:val="22"/>
          <w:szCs w:val="22"/>
        </w:rPr>
        <w:t>ний,</w:t>
      </w:r>
    </w:p>
    <w:p w:rsidR="00381292" w:rsidRPr="007417E6" w:rsidRDefault="00381292" w:rsidP="00C61D2B">
      <w:pPr>
        <w:spacing w:line="240" w:lineRule="auto"/>
        <w:ind w:firstLine="0"/>
        <w:rPr>
          <w:sz w:val="22"/>
          <w:szCs w:val="22"/>
        </w:rPr>
      </w:pPr>
      <w:r w:rsidRPr="007417E6">
        <w:rPr>
          <w:sz w:val="22"/>
          <w:szCs w:val="22"/>
        </w:rPr>
        <w:t>____________________________________________________________________________________________,</w:t>
      </w:r>
    </w:p>
    <w:p w:rsidR="00381292" w:rsidRPr="007417E6" w:rsidRDefault="00381292" w:rsidP="00C61D2B">
      <w:pPr>
        <w:spacing w:line="240" w:lineRule="auto"/>
        <w:jc w:val="center"/>
        <w:rPr>
          <w:sz w:val="22"/>
          <w:szCs w:val="22"/>
          <w:vertAlign w:val="superscript"/>
        </w:rPr>
      </w:pPr>
      <w:r w:rsidRPr="007417E6">
        <w:rPr>
          <w:sz w:val="22"/>
          <w:szCs w:val="22"/>
          <w:vertAlign w:val="superscript"/>
        </w:rPr>
        <w:t xml:space="preserve">(полное наименование </w:t>
      </w:r>
      <w:r w:rsidR="00B80AF0">
        <w:rPr>
          <w:sz w:val="22"/>
          <w:szCs w:val="22"/>
          <w:vertAlign w:val="superscript"/>
        </w:rPr>
        <w:t>Поставщик</w:t>
      </w:r>
      <w:r w:rsidRPr="007417E6">
        <w:rPr>
          <w:sz w:val="22"/>
          <w:szCs w:val="22"/>
          <w:vertAlign w:val="superscript"/>
        </w:rPr>
        <w:t>а с указанием организационно-правовой формы)</w:t>
      </w:r>
    </w:p>
    <w:p w:rsidR="00381292" w:rsidRPr="007417E6" w:rsidRDefault="00381292" w:rsidP="00C61D2B">
      <w:pPr>
        <w:spacing w:line="240" w:lineRule="auto"/>
        <w:ind w:firstLine="0"/>
        <w:rPr>
          <w:sz w:val="22"/>
          <w:szCs w:val="22"/>
        </w:rPr>
      </w:pPr>
      <w:r w:rsidRPr="007417E6">
        <w:rPr>
          <w:sz w:val="22"/>
          <w:szCs w:val="22"/>
        </w:rPr>
        <w:t>зарегистрированное по адресу:__________________________________________________________________</w:t>
      </w:r>
    </w:p>
    <w:p w:rsidR="00381292" w:rsidRPr="007417E6" w:rsidRDefault="00381292" w:rsidP="00C61D2B">
      <w:pPr>
        <w:spacing w:line="240" w:lineRule="auto"/>
        <w:ind w:firstLine="0"/>
        <w:rPr>
          <w:sz w:val="22"/>
          <w:szCs w:val="22"/>
        </w:rPr>
      </w:pPr>
    </w:p>
    <w:p w:rsidR="00381292" w:rsidRPr="007417E6" w:rsidRDefault="00381292" w:rsidP="00C61D2B">
      <w:pPr>
        <w:spacing w:line="240" w:lineRule="auto"/>
        <w:ind w:firstLine="0"/>
        <w:rPr>
          <w:sz w:val="22"/>
          <w:szCs w:val="22"/>
        </w:rPr>
      </w:pPr>
      <w:r w:rsidRPr="007417E6">
        <w:rPr>
          <w:sz w:val="22"/>
          <w:szCs w:val="22"/>
        </w:rPr>
        <w:t>____________________________________________________________________________________________,</w:t>
      </w:r>
    </w:p>
    <w:p w:rsidR="00381292" w:rsidRPr="007417E6" w:rsidRDefault="00381292" w:rsidP="00EE1F40">
      <w:pPr>
        <w:spacing w:line="240" w:lineRule="auto"/>
        <w:jc w:val="center"/>
        <w:rPr>
          <w:sz w:val="22"/>
          <w:szCs w:val="22"/>
          <w:vertAlign w:val="superscript"/>
        </w:rPr>
      </w:pPr>
      <w:r w:rsidRPr="007417E6">
        <w:rPr>
          <w:sz w:val="22"/>
          <w:szCs w:val="22"/>
          <w:vertAlign w:val="superscript"/>
        </w:rPr>
        <w:t xml:space="preserve">(юридический адрес </w:t>
      </w:r>
      <w:r w:rsidR="00B80AF0">
        <w:rPr>
          <w:sz w:val="22"/>
          <w:szCs w:val="22"/>
          <w:vertAlign w:val="superscript"/>
        </w:rPr>
        <w:t>Поставщик</w:t>
      </w:r>
      <w:r w:rsidRPr="007417E6">
        <w:rPr>
          <w:sz w:val="22"/>
          <w:szCs w:val="22"/>
          <w:vertAlign w:val="superscript"/>
        </w:rPr>
        <w:t>а)</w:t>
      </w:r>
    </w:p>
    <w:p w:rsidR="001519D9" w:rsidRPr="007417E6" w:rsidRDefault="001519D9" w:rsidP="001519D9">
      <w:pPr>
        <w:spacing w:line="240" w:lineRule="auto"/>
        <w:ind w:firstLine="0"/>
        <w:rPr>
          <w:sz w:val="22"/>
          <w:szCs w:val="22"/>
        </w:rPr>
      </w:pPr>
      <w:r w:rsidRPr="007417E6">
        <w:rPr>
          <w:sz w:val="22"/>
          <w:szCs w:val="22"/>
        </w:rPr>
        <w:t>предлагает заключить Договор на поставку следующей продукции:</w:t>
      </w:r>
    </w:p>
    <w:p w:rsidR="001519D9" w:rsidRPr="007417E6" w:rsidRDefault="001519D9" w:rsidP="001519D9">
      <w:pPr>
        <w:spacing w:line="240" w:lineRule="auto"/>
        <w:ind w:firstLine="0"/>
        <w:rPr>
          <w:sz w:val="22"/>
          <w:szCs w:val="22"/>
        </w:rPr>
      </w:pPr>
      <w:r w:rsidRPr="007417E6">
        <w:rPr>
          <w:sz w:val="22"/>
          <w:szCs w:val="22"/>
        </w:rPr>
        <w:t>____________________________________________________________________________________________</w:t>
      </w:r>
    </w:p>
    <w:p w:rsidR="001519D9" w:rsidRPr="007417E6" w:rsidRDefault="001519D9" w:rsidP="001519D9">
      <w:pPr>
        <w:spacing w:line="240" w:lineRule="auto"/>
        <w:jc w:val="center"/>
        <w:rPr>
          <w:sz w:val="22"/>
          <w:szCs w:val="22"/>
          <w:vertAlign w:val="superscript"/>
        </w:rPr>
      </w:pPr>
      <w:r w:rsidRPr="007417E6">
        <w:rPr>
          <w:sz w:val="22"/>
          <w:szCs w:val="22"/>
          <w:vertAlign w:val="superscript"/>
        </w:rPr>
        <w:t>(краткое описание поставляемой продукции)</w:t>
      </w:r>
    </w:p>
    <w:p w:rsidR="00000FF3" w:rsidRPr="007417E6" w:rsidRDefault="00000FF3" w:rsidP="0082631A">
      <w:pPr>
        <w:spacing w:after="100" w:afterAutospacing="1" w:line="240" w:lineRule="auto"/>
        <w:ind w:firstLine="0"/>
        <w:rPr>
          <w:sz w:val="22"/>
          <w:szCs w:val="22"/>
        </w:rPr>
      </w:pPr>
      <w:r w:rsidRPr="007417E6">
        <w:rPr>
          <w:sz w:val="22"/>
          <w:szCs w:val="22"/>
        </w:rPr>
        <w:t xml:space="preserve">на условиях и в соответствии с Техническим предложением, Графиком поставки, и </w:t>
      </w:r>
      <w:r w:rsidR="00ED63C9">
        <w:rPr>
          <w:sz w:val="22"/>
          <w:szCs w:val="22"/>
        </w:rPr>
        <w:t>К</w:t>
      </w:r>
      <w:r w:rsidRPr="007417E6">
        <w:rPr>
          <w:sz w:val="22"/>
          <w:szCs w:val="22"/>
        </w:rPr>
        <w:t>оммерческ</w:t>
      </w:r>
      <w:r w:rsidR="00ED63C9">
        <w:rPr>
          <w:sz w:val="22"/>
          <w:szCs w:val="22"/>
        </w:rPr>
        <w:t>им</w:t>
      </w:r>
      <w:r w:rsidRPr="007417E6">
        <w:rPr>
          <w:sz w:val="22"/>
          <w:szCs w:val="22"/>
        </w:rPr>
        <w:t xml:space="preserve"> предложение</w:t>
      </w:r>
      <w:r w:rsidR="00ED63C9">
        <w:rPr>
          <w:sz w:val="22"/>
          <w:szCs w:val="22"/>
        </w:rPr>
        <w:t>м</w:t>
      </w:r>
      <w:r w:rsidRPr="007417E6">
        <w:rPr>
          <w:sz w:val="22"/>
          <w:szCs w:val="22"/>
        </w:rPr>
        <w:t>, являющимися неотъемл</w:t>
      </w:r>
      <w:r w:rsidRPr="007417E6">
        <w:rPr>
          <w:sz w:val="22"/>
          <w:szCs w:val="22"/>
        </w:rPr>
        <w:t>е</w:t>
      </w:r>
      <w:r w:rsidRPr="007417E6">
        <w:rPr>
          <w:sz w:val="22"/>
          <w:szCs w:val="22"/>
        </w:rPr>
        <w:t>мыми приложениями к настоящему письму и составляющими вместе с настоящим письмом Предложение, на общую су</w:t>
      </w:r>
      <w:r w:rsidRPr="007417E6">
        <w:rPr>
          <w:sz w:val="22"/>
          <w:szCs w:val="22"/>
        </w:rPr>
        <w:t>м</w:t>
      </w:r>
      <w:r w:rsidRPr="007417E6">
        <w:rPr>
          <w:sz w:val="22"/>
          <w:szCs w:val="22"/>
        </w:rPr>
        <w:t>му:</w:t>
      </w: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84"/>
        <w:gridCol w:w="4896"/>
      </w:tblGrid>
      <w:tr w:rsidR="00330218" w:rsidRPr="007417E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184" w:type="dxa"/>
          </w:tcPr>
          <w:p w:rsidR="00330218" w:rsidRPr="007417E6" w:rsidRDefault="00330218" w:rsidP="00311510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7417E6">
              <w:rPr>
                <w:color w:val="000000"/>
                <w:sz w:val="22"/>
                <w:szCs w:val="22"/>
              </w:rPr>
              <w:t>Итоговая стоимость предложения без НДС, руб.</w:t>
            </w:r>
          </w:p>
          <w:p w:rsidR="00330218" w:rsidRPr="007417E6" w:rsidRDefault="00330218" w:rsidP="00311510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4896" w:type="dxa"/>
          </w:tcPr>
          <w:p w:rsidR="00330218" w:rsidRPr="007417E6" w:rsidRDefault="00330218" w:rsidP="0082631A">
            <w:pPr>
              <w:spacing w:line="240" w:lineRule="auto"/>
              <w:ind w:firstLine="0"/>
              <w:jc w:val="left"/>
              <w:rPr>
                <w:rStyle w:val="af9"/>
                <w:b w:val="0"/>
                <w:i w:val="0"/>
                <w:color w:val="000000"/>
                <w:sz w:val="22"/>
                <w:szCs w:val="22"/>
                <w:shd w:val="clear" w:color="auto" w:fill="auto"/>
              </w:rPr>
            </w:pPr>
            <w:r w:rsidRPr="0082631A">
              <w:rPr>
                <w:rStyle w:val="af9"/>
                <w:sz w:val="22"/>
                <w:szCs w:val="22"/>
              </w:rPr>
              <w:t>_________________________________</w:t>
            </w:r>
          </w:p>
          <w:p w:rsidR="00330218" w:rsidRPr="007417E6" w:rsidRDefault="00330218" w:rsidP="0082631A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7417E6">
              <w:rPr>
                <w:color w:val="000000"/>
                <w:sz w:val="22"/>
                <w:szCs w:val="22"/>
              </w:rPr>
              <w:t>(итоговая стоимость, рублей</w:t>
            </w:r>
            <w:r w:rsidRPr="007417E6">
              <w:rPr>
                <w:rStyle w:val="af9"/>
                <w:b w:val="0"/>
                <w:i w:val="0"/>
                <w:color w:val="000000"/>
                <w:sz w:val="22"/>
                <w:szCs w:val="22"/>
                <w:shd w:val="clear" w:color="auto" w:fill="auto"/>
              </w:rPr>
              <w:t xml:space="preserve"> </w:t>
            </w:r>
            <w:r w:rsidRPr="007417E6">
              <w:rPr>
                <w:color w:val="000000"/>
                <w:sz w:val="22"/>
                <w:szCs w:val="22"/>
              </w:rPr>
              <w:t>РФ, без НДС)</w:t>
            </w:r>
          </w:p>
        </w:tc>
      </w:tr>
      <w:tr w:rsidR="00330218" w:rsidRPr="007417E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184" w:type="dxa"/>
          </w:tcPr>
          <w:p w:rsidR="00330218" w:rsidRPr="007417E6" w:rsidRDefault="00330218" w:rsidP="00311510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7417E6">
              <w:rPr>
                <w:color w:val="000000"/>
                <w:sz w:val="22"/>
                <w:szCs w:val="22"/>
              </w:rPr>
              <w:t>кроме того НДС, руб.</w:t>
            </w:r>
          </w:p>
        </w:tc>
        <w:tc>
          <w:tcPr>
            <w:tcW w:w="4896" w:type="dxa"/>
          </w:tcPr>
          <w:p w:rsidR="00330218" w:rsidRPr="007417E6" w:rsidRDefault="00330218" w:rsidP="0082631A">
            <w:pPr>
              <w:spacing w:line="240" w:lineRule="auto"/>
              <w:ind w:firstLine="0"/>
              <w:jc w:val="left"/>
              <w:rPr>
                <w:rStyle w:val="af9"/>
                <w:b w:val="0"/>
                <w:i w:val="0"/>
                <w:color w:val="000000"/>
                <w:sz w:val="22"/>
                <w:szCs w:val="22"/>
                <w:shd w:val="clear" w:color="auto" w:fill="auto"/>
              </w:rPr>
            </w:pPr>
            <w:r w:rsidRPr="0082631A">
              <w:rPr>
                <w:rStyle w:val="af9"/>
                <w:sz w:val="22"/>
                <w:szCs w:val="22"/>
              </w:rPr>
              <w:t>_________________________________</w:t>
            </w:r>
          </w:p>
          <w:p w:rsidR="00330218" w:rsidRPr="007417E6" w:rsidRDefault="00330218" w:rsidP="0082631A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7417E6">
              <w:rPr>
                <w:color w:val="000000"/>
                <w:sz w:val="22"/>
                <w:szCs w:val="22"/>
              </w:rPr>
              <w:t>(НДС по итоговой стоимости, рублей)</w:t>
            </w:r>
          </w:p>
        </w:tc>
      </w:tr>
      <w:tr w:rsidR="00330218" w:rsidRPr="007417E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184" w:type="dxa"/>
          </w:tcPr>
          <w:p w:rsidR="00330218" w:rsidRPr="007417E6" w:rsidRDefault="00330218" w:rsidP="00311510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7417E6">
              <w:rPr>
                <w:color w:val="000000"/>
                <w:sz w:val="22"/>
                <w:szCs w:val="22"/>
              </w:rPr>
              <w:t>итого с НДС, руб.</w:t>
            </w:r>
          </w:p>
        </w:tc>
        <w:tc>
          <w:tcPr>
            <w:tcW w:w="4896" w:type="dxa"/>
          </w:tcPr>
          <w:p w:rsidR="00330218" w:rsidRPr="0082631A" w:rsidRDefault="00330218" w:rsidP="0082631A">
            <w:pPr>
              <w:spacing w:line="240" w:lineRule="auto"/>
              <w:ind w:firstLine="0"/>
              <w:jc w:val="left"/>
              <w:rPr>
                <w:rStyle w:val="af9"/>
                <w:sz w:val="22"/>
                <w:szCs w:val="22"/>
              </w:rPr>
            </w:pPr>
            <w:r w:rsidRPr="0082631A">
              <w:rPr>
                <w:rStyle w:val="af9"/>
                <w:sz w:val="22"/>
                <w:szCs w:val="22"/>
              </w:rPr>
              <w:t>_________________________________</w:t>
            </w:r>
          </w:p>
          <w:p w:rsidR="00330218" w:rsidRPr="007417E6" w:rsidRDefault="00330218" w:rsidP="0082631A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7417E6">
              <w:rPr>
                <w:color w:val="000000"/>
                <w:sz w:val="22"/>
                <w:szCs w:val="22"/>
              </w:rPr>
              <w:t>(полная итоговая стоимость, рублей, с НДС)</w:t>
            </w:r>
          </w:p>
        </w:tc>
      </w:tr>
    </w:tbl>
    <w:p w:rsidR="00381292" w:rsidRPr="007417E6" w:rsidRDefault="00381292" w:rsidP="00F75CA4">
      <w:pPr>
        <w:spacing w:before="100" w:beforeAutospacing="1" w:line="240" w:lineRule="auto"/>
        <w:rPr>
          <w:sz w:val="22"/>
          <w:szCs w:val="22"/>
        </w:rPr>
      </w:pPr>
      <w:r w:rsidRPr="007417E6">
        <w:rPr>
          <w:sz w:val="22"/>
          <w:szCs w:val="22"/>
        </w:rPr>
        <w:t>Настоящее Предложение имеет правовой статус оферты и действует до «____»_______________________года.</w:t>
      </w:r>
      <w:bookmarkStart w:id="292" w:name="_Hlt440565644"/>
      <w:bookmarkEnd w:id="292"/>
    </w:p>
    <w:p w:rsidR="00381292" w:rsidRPr="007417E6" w:rsidRDefault="00381292" w:rsidP="00F75CA4">
      <w:pPr>
        <w:spacing w:before="100" w:beforeAutospacing="1" w:line="240" w:lineRule="auto"/>
        <w:rPr>
          <w:sz w:val="22"/>
          <w:szCs w:val="22"/>
        </w:rPr>
      </w:pPr>
      <w:r w:rsidRPr="007417E6">
        <w:rPr>
          <w:sz w:val="22"/>
          <w:szCs w:val="22"/>
        </w:rPr>
        <w:t>Настоящее Предложение дополняется следующими документами, включая неотъемл</w:t>
      </w:r>
      <w:r w:rsidRPr="007417E6">
        <w:rPr>
          <w:sz w:val="22"/>
          <w:szCs w:val="22"/>
        </w:rPr>
        <w:t>е</w:t>
      </w:r>
      <w:r w:rsidRPr="007417E6">
        <w:rPr>
          <w:sz w:val="22"/>
          <w:szCs w:val="22"/>
        </w:rPr>
        <w:t>мые приложения:</w:t>
      </w:r>
    </w:p>
    <w:p w:rsidR="00381292" w:rsidRPr="007417E6" w:rsidRDefault="00381292" w:rsidP="009D2EAA">
      <w:pPr>
        <w:numPr>
          <w:ilvl w:val="0"/>
          <w:numId w:val="4"/>
        </w:numPr>
        <w:tabs>
          <w:tab w:val="left" w:pos="993"/>
        </w:tabs>
        <w:spacing w:before="60" w:line="240" w:lineRule="auto"/>
        <w:ind w:left="993" w:hanging="426"/>
        <w:rPr>
          <w:sz w:val="22"/>
          <w:szCs w:val="22"/>
        </w:rPr>
      </w:pPr>
      <w:fldSimple w:instr=" REF _Ref55335821 \h  \* MERGEFORMAT ">
        <w:r w:rsidR="0082631A" w:rsidRPr="007417E6">
          <w:rPr>
            <w:sz w:val="22"/>
            <w:szCs w:val="22"/>
          </w:rPr>
          <w:t xml:space="preserve">Техническое предложение на </w:t>
        </w:r>
        <w:r w:rsidR="0082631A" w:rsidRPr="007417E6">
          <w:rPr>
            <w:noProof/>
            <w:sz w:val="22"/>
            <w:szCs w:val="22"/>
          </w:rPr>
          <w:t>поставку</w:t>
        </w:r>
        <w:r w:rsidR="0082631A" w:rsidRPr="007417E6">
          <w:rPr>
            <w:sz w:val="22"/>
            <w:szCs w:val="22"/>
          </w:rPr>
          <w:t xml:space="preserve"> продукции (форма </w:t>
        </w:r>
        <w:r w:rsidR="0082631A">
          <w:rPr>
            <w:noProof/>
            <w:sz w:val="22"/>
            <w:szCs w:val="22"/>
          </w:rPr>
          <w:t>2</w:t>
        </w:r>
        <w:r w:rsidR="0082631A" w:rsidRPr="007417E6">
          <w:rPr>
            <w:noProof/>
            <w:sz w:val="22"/>
            <w:szCs w:val="22"/>
          </w:rPr>
          <w:t>)</w:t>
        </w:r>
      </w:fldSimple>
      <w:r w:rsidRPr="007417E6">
        <w:rPr>
          <w:sz w:val="22"/>
          <w:szCs w:val="22"/>
        </w:rPr>
        <w:t xml:space="preserve"> — на ____ листах;</w:t>
      </w:r>
    </w:p>
    <w:p w:rsidR="00381292" w:rsidRPr="007417E6" w:rsidRDefault="00881FAF" w:rsidP="009D2EAA">
      <w:pPr>
        <w:numPr>
          <w:ilvl w:val="0"/>
          <w:numId w:val="4"/>
        </w:numPr>
        <w:tabs>
          <w:tab w:val="left" w:pos="993"/>
        </w:tabs>
        <w:spacing w:before="60" w:line="240" w:lineRule="auto"/>
        <w:ind w:left="993" w:hanging="426"/>
        <w:rPr>
          <w:sz w:val="22"/>
          <w:szCs w:val="22"/>
        </w:rPr>
      </w:pPr>
      <w:hyperlink w:anchor="_График_поставки_продукции" w:history="1">
        <w:r w:rsidR="000C2FF3" w:rsidRPr="007417E6">
          <w:rPr>
            <w:sz w:val="22"/>
            <w:szCs w:val="22"/>
          </w:rPr>
          <w:t>График поставки прод</w:t>
        </w:r>
        <w:r w:rsidR="000C2FF3" w:rsidRPr="007417E6">
          <w:rPr>
            <w:sz w:val="22"/>
            <w:szCs w:val="22"/>
          </w:rPr>
          <w:t>у</w:t>
        </w:r>
        <w:r w:rsidR="000C2FF3" w:rsidRPr="007417E6">
          <w:rPr>
            <w:sz w:val="22"/>
            <w:szCs w:val="22"/>
          </w:rPr>
          <w:t>кции (форма 3)</w:t>
        </w:r>
      </w:hyperlink>
      <w:r w:rsidR="000C2FF3" w:rsidRPr="007417E6">
        <w:rPr>
          <w:sz w:val="22"/>
          <w:szCs w:val="22"/>
        </w:rPr>
        <w:t xml:space="preserve"> </w:t>
      </w:r>
      <w:r w:rsidR="00381292" w:rsidRPr="007417E6">
        <w:rPr>
          <w:sz w:val="22"/>
          <w:szCs w:val="22"/>
        </w:rPr>
        <w:t>— на ____ листах;</w:t>
      </w:r>
    </w:p>
    <w:p w:rsidR="00381292" w:rsidRPr="007417E6" w:rsidRDefault="00881FAF" w:rsidP="009D2EAA">
      <w:pPr>
        <w:numPr>
          <w:ilvl w:val="0"/>
          <w:numId w:val="4"/>
        </w:numPr>
        <w:tabs>
          <w:tab w:val="left" w:pos="993"/>
        </w:tabs>
        <w:spacing w:before="60" w:line="240" w:lineRule="auto"/>
        <w:ind w:left="993" w:hanging="426"/>
        <w:rPr>
          <w:sz w:val="22"/>
          <w:szCs w:val="22"/>
        </w:rPr>
      </w:pPr>
      <w:hyperlink w:anchor="_Коммерческое_предложение_(форма" w:history="1">
        <w:r w:rsidR="000C2FF3" w:rsidRPr="007417E6">
          <w:rPr>
            <w:sz w:val="22"/>
            <w:szCs w:val="22"/>
          </w:rPr>
          <w:t>Коммерческое предложение на пос</w:t>
        </w:r>
        <w:r w:rsidR="000C2FF3" w:rsidRPr="007417E6">
          <w:rPr>
            <w:sz w:val="22"/>
            <w:szCs w:val="22"/>
          </w:rPr>
          <w:t>т</w:t>
        </w:r>
        <w:r w:rsidR="000C2FF3" w:rsidRPr="007417E6">
          <w:rPr>
            <w:sz w:val="22"/>
            <w:szCs w:val="22"/>
          </w:rPr>
          <w:t>авку продукции (форма 4)</w:t>
        </w:r>
      </w:hyperlink>
      <w:r w:rsidR="000C2FF3" w:rsidRPr="007417E6">
        <w:rPr>
          <w:sz w:val="22"/>
          <w:szCs w:val="22"/>
        </w:rPr>
        <w:t xml:space="preserve"> </w:t>
      </w:r>
      <w:r w:rsidR="00381292" w:rsidRPr="007417E6">
        <w:rPr>
          <w:sz w:val="22"/>
          <w:szCs w:val="22"/>
        </w:rPr>
        <w:t>— на ____ листах;</w:t>
      </w:r>
    </w:p>
    <w:p w:rsidR="00381292" w:rsidRPr="007417E6" w:rsidRDefault="00381292" w:rsidP="009D2EAA">
      <w:pPr>
        <w:numPr>
          <w:ilvl w:val="0"/>
          <w:numId w:val="4"/>
        </w:numPr>
        <w:tabs>
          <w:tab w:val="left" w:pos="993"/>
        </w:tabs>
        <w:spacing w:before="60" w:line="240" w:lineRule="auto"/>
        <w:ind w:left="993" w:hanging="426"/>
        <w:rPr>
          <w:sz w:val="22"/>
          <w:szCs w:val="22"/>
        </w:rPr>
      </w:pPr>
      <w:r w:rsidRPr="007417E6">
        <w:rPr>
          <w:sz w:val="22"/>
          <w:szCs w:val="22"/>
        </w:rPr>
        <w:t xml:space="preserve">Документы, подтверждающие соответствие </w:t>
      </w:r>
      <w:r w:rsidR="00B80AF0">
        <w:rPr>
          <w:sz w:val="22"/>
          <w:szCs w:val="22"/>
        </w:rPr>
        <w:t>Поставщик</w:t>
      </w:r>
      <w:r w:rsidRPr="007417E6">
        <w:rPr>
          <w:sz w:val="22"/>
          <w:szCs w:val="22"/>
        </w:rPr>
        <w:t>а установленным тр</w:t>
      </w:r>
      <w:r w:rsidRPr="007417E6">
        <w:rPr>
          <w:sz w:val="22"/>
          <w:szCs w:val="22"/>
        </w:rPr>
        <w:t>е</w:t>
      </w:r>
      <w:r w:rsidRPr="007417E6">
        <w:rPr>
          <w:sz w:val="22"/>
          <w:szCs w:val="22"/>
        </w:rPr>
        <w:t>бованиям — на ____ листах.</w:t>
      </w:r>
    </w:p>
    <w:p w:rsidR="000C2FF3" w:rsidRPr="007417E6" w:rsidRDefault="000C2FF3" w:rsidP="008F3FD6">
      <w:pPr>
        <w:spacing w:line="240" w:lineRule="auto"/>
        <w:rPr>
          <w:sz w:val="22"/>
          <w:szCs w:val="22"/>
        </w:rPr>
      </w:pPr>
      <w:bookmarkStart w:id="293" w:name="_Ref34763774"/>
    </w:p>
    <w:p w:rsidR="00A771FF" w:rsidRPr="007417E6" w:rsidRDefault="00A771FF" w:rsidP="008F3FD6">
      <w:pPr>
        <w:spacing w:line="240" w:lineRule="auto"/>
        <w:rPr>
          <w:sz w:val="22"/>
          <w:szCs w:val="22"/>
        </w:rPr>
      </w:pPr>
    </w:p>
    <w:p w:rsidR="00A771FF" w:rsidRPr="007417E6" w:rsidRDefault="00A771FF" w:rsidP="008F3FD6">
      <w:pPr>
        <w:spacing w:line="240" w:lineRule="auto"/>
        <w:rPr>
          <w:sz w:val="22"/>
          <w:szCs w:val="22"/>
        </w:rPr>
      </w:pPr>
    </w:p>
    <w:p w:rsidR="007C52CA" w:rsidRDefault="00683554" w:rsidP="007C52CA">
      <w:pPr>
        <w:spacing w:line="240" w:lineRule="auto"/>
        <w:ind w:right="5527"/>
        <w:jc w:val="center"/>
        <w:rPr>
          <w:sz w:val="22"/>
          <w:szCs w:val="22"/>
        </w:rPr>
      </w:pPr>
      <w:r w:rsidRPr="007417E6">
        <w:rPr>
          <w:sz w:val="22"/>
          <w:szCs w:val="22"/>
        </w:rPr>
        <w:t>____________________________________</w:t>
      </w:r>
    </w:p>
    <w:p w:rsidR="00683554" w:rsidRPr="007417E6" w:rsidRDefault="00683554" w:rsidP="007C52CA">
      <w:pPr>
        <w:spacing w:line="240" w:lineRule="auto"/>
        <w:ind w:right="5527"/>
        <w:jc w:val="center"/>
        <w:rPr>
          <w:sz w:val="22"/>
          <w:szCs w:val="22"/>
          <w:vertAlign w:val="superscript"/>
        </w:rPr>
      </w:pPr>
      <w:r w:rsidRPr="007417E6">
        <w:rPr>
          <w:sz w:val="22"/>
          <w:szCs w:val="22"/>
          <w:vertAlign w:val="superscript"/>
        </w:rPr>
        <w:t>(подпись, М.П.)</w:t>
      </w:r>
    </w:p>
    <w:p w:rsidR="00683554" w:rsidRPr="007417E6" w:rsidRDefault="00683554" w:rsidP="007C52CA">
      <w:pPr>
        <w:spacing w:before="120" w:line="240" w:lineRule="auto"/>
        <w:ind w:right="5527"/>
        <w:jc w:val="center"/>
        <w:rPr>
          <w:sz w:val="22"/>
          <w:szCs w:val="22"/>
        </w:rPr>
      </w:pPr>
      <w:r w:rsidRPr="007417E6">
        <w:rPr>
          <w:sz w:val="22"/>
          <w:szCs w:val="22"/>
        </w:rPr>
        <w:t>____________________________________</w:t>
      </w:r>
    </w:p>
    <w:p w:rsidR="00683554" w:rsidRPr="007417E6" w:rsidRDefault="00683554" w:rsidP="007C52CA">
      <w:pPr>
        <w:spacing w:line="240" w:lineRule="auto"/>
        <w:ind w:right="5527"/>
        <w:jc w:val="center"/>
        <w:rPr>
          <w:sz w:val="22"/>
          <w:szCs w:val="22"/>
          <w:vertAlign w:val="superscript"/>
        </w:rPr>
      </w:pPr>
      <w:r w:rsidRPr="007417E6">
        <w:rPr>
          <w:sz w:val="22"/>
          <w:szCs w:val="22"/>
          <w:vertAlign w:val="superscript"/>
        </w:rPr>
        <w:t>(фамилия, имя, отчество подписавшего, должность)</w:t>
      </w:r>
    </w:p>
    <w:p w:rsidR="003D259D" w:rsidRPr="007417E6" w:rsidRDefault="003D259D" w:rsidP="00683554">
      <w:pPr>
        <w:spacing w:line="240" w:lineRule="auto"/>
        <w:ind w:right="3684"/>
        <w:jc w:val="center"/>
        <w:rPr>
          <w:sz w:val="22"/>
          <w:szCs w:val="22"/>
          <w:vertAlign w:val="superscript"/>
        </w:rPr>
      </w:pPr>
    </w:p>
    <w:p w:rsidR="00381292" w:rsidRPr="007417E6" w:rsidRDefault="00381292" w:rsidP="00C61D2B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2"/>
          <w:szCs w:val="22"/>
        </w:rPr>
      </w:pPr>
      <w:r w:rsidRPr="007417E6">
        <w:rPr>
          <w:b/>
          <w:color w:val="000000"/>
          <w:spacing w:val="36"/>
          <w:sz w:val="22"/>
          <w:szCs w:val="22"/>
        </w:rPr>
        <w:t>конец формы</w:t>
      </w:r>
    </w:p>
    <w:p w:rsidR="00381292" w:rsidRPr="007417E6" w:rsidRDefault="00381292" w:rsidP="007A25D0">
      <w:pPr>
        <w:pStyle w:val="21"/>
        <w:pageBreakBefore/>
        <w:tabs>
          <w:tab w:val="num" w:pos="1134"/>
        </w:tabs>
        <w:ind w:left="1134"/>
        <w:rPr>
          <w:sz w:val="22"/>
          <w:szCs w:val="22"/>
        </w:rPr>
      </w:pPr>
      <w:bookmarkStart w:id="294" w:name="_Toc125426219"/>
      <w:r w:rsidRPr="007417E6">
        <w:rPr>
          <w:sz w:val="22"/>
          <w:szCs w:val="22"/>
        </w:rPr>
        <w:lastRenderedPageBreak/>
        <w:t>Инструкции по заполнению</w:t>
      </w:r>
      <w:bookmarkEnd w:id="294"/>
    </w:p>
    <w:p w:rsidR="00381292" w:rsidRPr="007417E6" w:rsidRDefault="00381292" w:rsidP="007A25D0">
      <w:pPr>
        <w:pStyle w:val="a1"/>
        <w:spacing w:line="240" w:lineRule="auto"/>
        <w:rPr>
          <w:sz w:val="22"/>
          <w:szCs w:val="22"/>
        </w:rPr>
      </w:pPr>
      <w:r w:rsidRPr="007417E6">
        <w:rPr>
          <w:sz w:val="22"/>
          <w:szCs w:val="22"/>
        </w:rPr>
        <w:t xml:space="preserve">Письмо следует оформить на официальном бланке </w:t>
      </w:r>
      <w:r w:rsidR="00B80AF0">
        <w:rPr>
          <w:sz w:val="22"/>
          <w:szCs w:val="22"/>
        </w:rPr>
        <w:t>Поставщик</w:t>
      </w:r>
      <w:r w:rsidRPr="007417E6">
        <w:rPr>
          <w:sz w:val="22"/>
          <w:szCs w:val="22"/>
        </w:rPr>
        <w:t xml:space="preserve">а. </w:t>
      </w:r>
      <w:r w:rsidR="00B80AF0">
        <w:rPr>
          <w:sz w:val="22"/>
          <w:szCs w:val="22"/>
        </w:rPr>
        <w:t>Поставщик</w:t>
      </w:r>
      <w:r w:rsidRPr="007417E6">
        <w:rPr>
          <w:sz w:val="22"/>
          <w:szCs w:val="22"/>
        </w:rPr>
        <w:t xml:space="preserve"> присваивает письму дату и номер в соответствии с принятыми у него пр</w:t>
      </w:r>
      <w:r w:rsidRPr="007417E6">
        <w:rPr>
          <w:sz w:val="22"/>
          <w:szCs w:val="22"/>
        </w:rPr>
        <w:t>а</w:t>
      </w:r>
      <w:r w:rsidRPr="007417E6">
        <w:rPr>
          <w:sz w:val="22"/>
          <w:szCs w:val="22"/>
        </w:rPr>
        <w:t>вилами документооборота.</w:t>
      </w:r>
    </w:p>
    <w:p w:rsidR="00381292" w:rsidRPr="007417E6" w:rsidRDefault="00B80AF0" w:rsidP="007A25D0">
      <w:pPr>
        <w:pStyle w:val="a1"/>
        <w:spacing w:before="100" w:beforeAutospacing="1" w:line="240" w:lineRule="auto"/>
        <w:rPr>
          <w:sz w:val="22"/>
          <w:szCs w:val="22"/>
        </w:rPr>
      </w:pPr>
      <w:r>
        <w:rPr>
          <w:sz w:val="22"/>
          <w:szCs w:val="22"/>
        </w:rPr>
        <w:t>Поставщик</w:t>
      </w:r>
      <w:r w:rsidR="00381292" w:rsidRPr="007417E6">
        <w:rPr>
          <w:sz w:val="22"/>
          <w:szCs w:val="22"/>
        </w:rPr>
        <w:t xml:space="preserve"> должен указать свое полное наименование (с указанием организационно-правовой формы) и юридический а</w:t>
      </w:r>
      <w:r w:rsidR="00381292" w:rsidRPr="007417E6">
        <w:rPr>
          <w:sz w:val="22"/>
          <w:szCs w:val="22"/>
        </w:rPr>
        <w:t>д</w:t>
      </w:r>
      <w:r w:rsidR="00381292" w:rsidRPr="007417E6">
        <w:rPr>
          <w:sz w:val="22"/>
          <w:szCs w:val="22"/>
        </w:rPr>
        <w:t>рес.</w:t>
      </w:r>
    </w:p>
    <w:p w:rsidR="00381292" w:rsidRPr="007417E6" w:rsidRDefault="00B80AF0" w:rsidP="007A25D0">
      <w:pPr>
        <w:pStyle w:val="a1"/>
        <w:spacing w:before="100" w:beforeAutospacing="1" w:line="240" w:lineRule="auto"/>
        <w:rPr>
          <w:sz w:val="22"/>
          <w:szCs w:val="22"/>
        </w:rPr>
      </w:pPr>
      <w:r>
        <w:rPr>
          <w:sz w:val="22"/>
          <w:szCs w:val="22"/>
        </w:rPr>
        <w:t>Поставщик</w:t>
      </w:r>
      <w:r w:rsidR="00381292" w:rsidRPr="007417E6">
        <w:rPr>
          <w:sz w:val="22"/>
          <w:szCs w:val="22"/>
        </w:rPr>
        <w:t xml:space="preserve"> должен указать стоимость </w:t>
      </w:r>
      <w:r w:rsidR="004361E1" w:rsidRPr="007417E6">
        <w:rPr>
          <w:sz w:val="22"/>
          <w:szCs w:val="22"/>
        </w:rPr>
        <w:t>поставки продукции</w:t>
      </w:r>
      <w:r w:rsidR="00381292" w:rsidRPr="007417E6">
        <w:rPr>
          <w:sz w:val="22"/>
          <w:szCs w:val="22"/>
        </w:rPr>
        <w:t xml:space="preserve"> цифрами и словами, в рублях, с НДС в соответствии с Коммерческим предложением  (</w:t>
      </w:r>
      <w:r w:rsidR="006A602E" w:rsidRPr="007417E6">
        <w:rPr>
          <w:sz w:val="22"/>
          <w:szCs w:val="22"/>
        </w:rPr>
        <w:t>Таблица 2, Форма 4</w:t>
      </w:r>
      <w:r w:rsidR="00381292" w:rsidRPr="007417E6">
        <w:rPr>
          <w:sz w:val="22"/>
          <w:szCs w:val="22"/>
        </w:rPr>
        <w:t>, графа «ИТОГО»). Цену цифрами следует указывать в формате ХХХ ХХХ ХХХ,ХХ руб., а также дополнить расшифровкой словами, например: «1 234 567,89 руб. (Один миллион двести тридцать четыре тысячи пятьсот шестьдесят семь руб. восем</w:t>
      </w:r>
      <w:r w:rsidR="00381292" w:rsidRPr="007417E6">
        <w:rPr>
          <w:sz w:val="22"/>
          <w:szCs w:val="22"/>
        </w:rPr>
        <w:t>ь</w:t>
      </w:r>
      <w:r w:rsidR="00381292" w:rsidRPr="007417E6">
        <w:rPr>
          <w:sz w:val="22"/>
          <w:szCs w:val="22"/>
        </w:rPr>
        <w:t>десят девять коп.)».</w:t>
      </w:r>
    </w:p>
    <w:p w:rsidR="00381292" w:rsidRPr="007417E6" w:rsidRDefault="00B80AF0" w:rsidP="007A25D0">
      <w:pPr>
        <w:pStyle w:val="a1"/>
        <w:spacing w:before="100" w:beforeAutospacing="1" w:line="240" w:lineRule="auto"/>
        <w:rPr>
          <w:sz w:val="22"/>
          <w:szCs w:val="22"/>
        </w:rPr>
      </w:pPr>
      <w:r>
        <w:rPr>
          <w:sz w:val="22"/>
          <w:szCs w:val="22"/>
        </w:rPr>
        <w:t>Поставщик</w:t>
      </w:r>
      <w:r w:rsidR="00381292" w:rsidRPr="007417E6">
        <w:rPr>
          <w:sz w:val="22"/>
          <w:szCs w:val="22"/>
        </w:rPr>
        <w:t xml:space="preserve"> должен указать срок действия Предложения согласно требов</w:t>
      </w:r>
      <w:r w:rsidR="00381292" w:rsidRPr="007417E6">
        <w:rPr>
          <w:sz w:val="22"/>
          <w:szCs w:val="22"/>
        </w:rPr>
        <w:t>а</w:t>
      </w:r>
      <w:r w:rsidR="00381292" w:rsidRPr="007417E6">
        <w:rPr>
          <w:sz w:val="22"/>
          <w:szCs w:val="22"/>
        </w:rPr>
        <w:t xml:space="preserve">ниям подпункта </w:t>
      </w:r>
      <w:fldSimple w:instr=" REF _Ref56220570 \r \h  \* MERGEFORMAT ">
        <w:r w:rsidR="00C07197">
          <w:rPr>
            <w:sz w:val="22"/>
            <w:szCs w:val="22"/>
          </w:rPr>
          <w:t>4.4.2.1</w:t>
        </w:r>
      </w:fldSimple>
      <w:r w:rsidR="00381292" w:rsidRPr="007417E6">
        <w:rPr>
          <w:sz w:val="22"/>
          <w:szCs w:val="22"/>
        </w:rPr>
        <w:t>.</w:t>
      </w:r>
    </w:p>
    <w:p w:rsidR="00381292" w:rsidRPr="007417E6" w:rsidRDefault="00B80AF0" w:rsidP="007A25D0">
      <w:pPr>
        <w:pStyle w:val="a1"/>
        <w:spacing w:before="100" w:beforeAutospacing="1" w:line="240" w:lineRule="auto"/>
        <w:rPr>
          <w:sz w:val="22"/>
          <w:szCs w:val="22"/>
        </w:rPr>
      </w:pPr>
      <w:r>
        <w:rPr>
          <w:sz w:val="22"/>
          <w:szCs w:val="22"/>
        </w:rPr>
        <w:t>Поставщик</w:t>
      </w:r>
      <w:r w:rsidR="00381292" w:rsidRPr="007417E6">
        <w:rPr>
          <w:sz w:val="22"/>
          <w:szCs w:val="22"/>
        </w:rPr>
        <w:t xml:space="preserve"> должен перечислить и указать объем каждого из прилагаемых к письму о подаче оферты документов, определяющих суть те</w:t>
      </w:r>
      <w:r w:rsidR="00381292" w:rsidRPr="007417E6">
        <w:rPr>
          <w:sz w:val="22"/>
          <w:szCs w:val="22"/>
        </w:rPr>
        <w:t>х</w:t>
      </w:r>
      <w:r w:rsidR="00381292" w:rsidRPr="007417E6">
        <w:rPr>
          <w:sz w:val="22"/>
          <w:szCs w:val="22"/>
        </w:rPr>
        <w:t xml:space="preserve">нико-коммерческого предложения </w:t>
      </w:r>
      <w:r>
        <w:rPr>
          <w:sz w:val="22"/>
          <w:szCs w:val="22"/>
        </w:rPr>
        <w:t>Поставщик</w:t>
      </w:r>
      <w:r w:rsidR="00381292" w:rsidRPr="007417E6">
        <w:rPr>
          <w:sz w:val="22"/>
          <w:szCs w:val="22"/>
        </w:rPr>
        <w:t>а.</w:t>
      </w:r>
    </w:p>
    <w:p w:rsidR="00381292" w:rsidRPr="00C955FC" w:rsidRDefault="00381292" w:rsidP="007A25D0">
      <w:pPr>
        <w:pStyle w:val="a1"/>
        <w:spacing w:before="100" w:beforeAutospacing="1" w:line="240" w:lineRule="auto"/>
        <w:rPr>
          <w:sz w:val="22"/>
          <w:szCs w:val="22"/>
        </w:rPr>
      </w:pPr>
      <w:r w:rsidRPr="00C955FC">
        <w:rPr>
          <w:sz w:val="22"/>
          <w:szCs w:val="22"/>
        </w:rPr>
        <w:t>Письмо должно быть подписано и скреплено печатью в соотве</w:t>
      </w:r>
      <w:r w:rsidRPr="00C955FC">
        <w:rPr>
          <w:sz w:val="22"/>
          <w:szCs w:val="22"/>
        </w:rPr>
        <w:t>т</w:t>
      </w:r>
      <w:r w:rsidRPr="00C955FC">
        <w:rPr>
          <w:sz w:val="22"/>
          <w:szCs w:val="22"/>
        </w:rPr>
        <w:t xml:space="preserve">ствии с требованиями подпунктов </w:t>
      </w:r>
      <w:fldSimple w:instr=" REF _Ref55279015 \r \h  \* MERGEFORMAT ">
        <w:r w:rsidR="00C07197">
          <w:rPr>
            <w:sz w:val="22"/>
            <w:szCs w:val="22"/>
          </w:rPr>
          <w:t>4.4.1.4</w:t>
        </w:r>
      </w:fldSimple>
      <w:r w:rsidRPr="00C955FC">
        <w:rPr>
          <w:sz w:val="22"/>
          <w:szCs w:val="22"/>
        </w:rPr>
        <w:t xml:space="preserve"> </w:t>
      </w:r>
      <w:r w:rsidR="00CD336D" w:rsidRPr="00C955FC">
        <w:rPr>
          <w:sz w:val="22"/>
          <w:szCs w:val="22"/>
        </w:rPr>
        <w:t xml:space="preserve">и </w:t>
      </w:r>
      <w:fldSimple w:instr=" REF _Ref195087786 \r \h  \* MERGEFORMAT ">
        <w:r w:rsidR="00C07197">
          <w:rPr>
            <w:sz w:val="22"/>
            <w:szCs w:val="22"/>
          </w:rPr>
          <w:t>4.4.1.5</w:t>
        </w:r>
      </w:fldSimple>
      <w:r w:rsidR="007D7991" w:rsidRPr="00C955FC">
        <w:rPr>
          <w:sz w:val="22"/>
          <w:szCs w:val="22"/>
        </w:rPr>
        <w:t>.</w:t>
      </w:r>
    </w:p>
    <w:p w:rsidR="00381292" w:rsidRPr="007417E6" w:rsidRDefault="00381292" w:rsidP="00C61D2B">
      <w:pPr>
        <w:spacing w:line="240" w:lineRule="auto"/>
        <w:rPr>
          <w:sz w:val="22"/>
          <w:szCs w:val="22"/>
        </w:rPr>
      </w:pPr>
    </w:p>
    <w:p w:rsidR="00381292" w:rsidRPr="007417E6" w:rsidRDefault="00381292" w:rsidP="00B264AD">
      <w:pPr>
        <w:pStyle w:val="2"/>
        <w:pageBreakBefore/>
        <w:spacing w:before="100" w:beforeAutospacing="1" w:after="100" w:afterAutospacing="1"/>
        <w:rPr>
          <w:sz w:val="22"/>
          <w:szCs w:val="22"/>
        </w:rPr>
      </w:pPr>
      <w:bookmarkStart w:id="295" w:name="_Ref55335821"/>
      <w:bookmarkStart w:id="296" w:name="_Ref55336345"/>
      <w:bookmarkStart w:id="297" w:name="_Toc57314674"/>
      <w:bookmarkStart w:id="298" w:name="_Toc69728988"/>
      <w:bookmarkStart w:id="299" w:name="_Toc125426220"/>
      <w:bookmarkStart w:id="300" w:name="_Toc318207996"/>
      <w:r w:rsidRPr="007417E6">
        <w:rPr>
          <w:sz w:val="22"/>
          <w:szCs w:val="22"/>
        </w:rPr>
        <w:lastRenderedPageBreak/>
        <w:t xml:space="preserve">Техническое предложение на поставку продукции (форма </w:t>
      </w:r>
      <w:r w:rsidRPr="007417E6">
        <w:rPr>
          <w:sz w:val="22"/>
          <w:szCs w:val="22"/>
        </w:rPr>
        <w:fldChar w:fldCharType="begin"/>
      </w:r>
      <w:r w:rsidRPr="007417E6">
        <w:rPr>
          <w:sz w:val="22"/>
          <w:szCs w:val="22"/>
        </w:rPr>
        <w:instrText xml:space="preserve"> SEQ форма \* ARABIC </w:instrText>
      </w:r>
      <w:r w:rsidRPr="007417E6">
        <w:rPr>
          <w:sz w:val="22"/>
          <w:szCs w:val="22"/>
        </w:rPr>
        <w:fldChar w:fldCharType="separate"/>
      </w:r>
      <w:r w:rsidR="00C07197">
        <w:rPr>
          <w:noProof/>
          <w:sz w:val="22"/>
          <w:szCs w:val="22"/>
        </w:rPr>
        <w:t>2</w:t>
      </w:r>
      <w:r w:rsidRPr="007417E6">
        <w:rPr>
          <w:sz w:val="22"/>
          <w:szCs w:val="22"/>
        </w:rPr>
        <w:fldChar w:fldCharType="end"/>
      </w:r>
      <w:r w:rsidRPr="007417E6">
        <w:rPr>
          <w:sz w:val="22"/>
          <w:szCs w:val="22"/>
        </w:rPr>
        <w:t>)</w:t>
      </w:r>
      <w:bookmarkEnd w:id="295"/>
      <w:bookmarkEnd w:id="296"/>
      <w:bookmarkEnd w:id="297"/>
      <w:bookmarkEnd w:id="298"/>
      <w:bookmarkEnd w:id="299"/>
      <w:bookmarkEnd w:id="300"/>
    </w:p>
    <w:p w:rsidR="00381292" w:rsidRPr="007417E6" w:rsidRDefault="00CD336D" w:rsidP="00396D2C">
      <w:pPr>
        <w:pStyle w:val="21"/>
        <w:keepLines/>
        <w:tabs>
          <w:tab w:val="num" w:pos="1134"/>
        </w:tabs>
        <w:spacing w:before="100" w:beforeAutospacing="1" w:after="100" w:afterAutospacing="1"/>
        <w:ind w:left="1134"/>
        <w:rPr>
          <w:sz w:val="22"/>
          <w:szCs w:val="22"/>
        </w:rPr>
      </w:pPr>
      <w:bookmarkStart w:id="301" w:name="_Toc125426221"/>
      <w:r w:rsidRPr="007417E6">
        <w:rPr>
          <w:sz w:val="22"/>
          <w:szCs w:val="22"/>
        </w:rPr>
        <w:t>Ф</w:t>
      </w:r>
      <w:r w:rsidR="00381292" w:rsidRPr="007417E6">
        <w:rPr>
          <w:sz w:val="22"/>
          <w:szCs w:val="22"/>
        </w:rPr>
        <w:t xml:space="preserve">орма Технического предложения на </w:t>
      </w:r>
      <w:bookmarkEnd w:id="301"/>
      <w:r w:rsidR="00381292" w:rsidRPr="007417E6">
        <w:rPr>
          <w:sz w:val="22"/>
          <w:szCs w:val="22"/>
        </w:rPr>
        <w:t>поставку продукции</w:t>
      </w:r>
    </w:p>
    <w:p w:rsidR="00381292" w:rsidRPr="007417E6" w:rsidRDefault="00381292" w:rsidP="00396D2C">
      <w:pPr>
        <w:keepLines/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2"/>
          <w:szCs w:val="22"/>
        </w:rPr>
      </w:pPr>
      <w:r w:rsidRPr="007417E6">
        <w:rPr>
          <w:b/>
          <w:color w:val="000000"/>
          <w:spacing w:val="36"/>
          <w:sz w:val="22"/>
          <w:szCs w:val="22"/>
        </w:rPr>
        <w:t>начало формы</w:t>
      </w:r>
    </w:p>
    <w:p w:rsidR="00381292" w:rsidRPr="007417E6" w:rsidRDefault="00381292" w:rsidP="00396D2C">
      <w:pPr>
        <w:keepLines/>
        <w:spacing w:line="240" w:lineRule="auto"/>
        <w:ind w:firstLine="0"/>
        <w:jc w:val="left"/>
        <w:rPr>
          <w:sz w:val="22"/>
          <w:szCs w:val="22"/>
        </w:rPr>
      </w:pPr>
    </w:p>
    <w:p w:rsidR="00381292" w:rsidRPr="007417E6" w:rsidRDefault="00381292" w:rsidP="00396D2C">
      <w:pPr>
        <w:keepLines/>
        <w:spacing w:line="240" w:lineRule="auto"/>
        <w:ind w:firstLine="0"/>
        <w:jc w:val="left"/>
        <w:rPr>
          <w:sz w:val="22"/>
          <w:szCs w:val="22"/>
        </w:rPr>
      </w:pPr>
      <w:r w:rsidRPr="007417E6">
        <w:rPr>
          <w:sz w:val="22"/>
          <w:szCs w:val="22"/>
        </w:rPr>
        <w:t xml:space="preserve">Приложение </w:t>
      </w:r>
      <w:r w:rsidRPr="007417E6">
        <w:rPr>
          <w:sz w:val="22"/>
          <w:szCs w:val="22"/>
        </w:rPr>
        <w:fldChar w:fldCharType="begin"/>
      </w:r>
      <w:r w:rsidRPr="007417E6">
        <w:rPr>
          <w:sz w:val="22"/>
          <w:szCs w:val="22"/>
        </w:rPr>
        <w:instrText xml:space="preserve"> SEQ Приложение \* ARABIC </w:instrText>
      </w:r>
      <w:r w:rsidRPr="007417E6">
        <w:rPr>
          <w:sz w:val="22"/>
          <w:szCs w:val="22"/>
        </w:rPr>
        <w:fldChar w:fldCharType="separate"/>
      </w:r>
      <w:r w:rsidR="00C07197">
        <w:rPr>
          <w:noProof/>
          <w:sz w:val="22"/>
          <w:szCs w:val="22"/>
        </w:rPr>
        <w:t>1</w:t>
      </w:r>
      <w:r w:rsidRPr="007417E6">
        <w:rPr>
          <w:sz w:val="22"/>
          <w:szCs w:val="22"/>
        </w:rPr>
        <w:fldChar w:fldCharType="end"/>
      </w:r>
      <w:r w:rsidRPr="007417E6">
        <w:rPr>
          <w:sz w:val="22"/>
          <w:szCs w:val="22"/>
        </w:rPr>
        <w:t xml:space="preserve"> к письму о подаче оферты</w:t>
      </w:r>
      <w:r w:rsidRPr="007417E6">
        <w:rPr>
          <w:sz w:val="22"/>
          <w:szCs w:val="22"/>
        </w:rPr>
        <w:br/>
        <w:t>от «____»_____________ г. №__________</w:t>
      </w:r>
    </w:p>
    <w:p w:rsidR="007D7653" w:rsidRPr="007417E6" w:rsidRDefault="007D7653" w:rsidP="009D21FD">
      <w:pPr>
        <w:suppressAutoHyphens/>
        <w:spacing w:before="240" w:line="240" w:lineRule="auto"/>
        <w:ind w:firstLine="0"/>
        <w:jc w:val="center"/>
        <w:rPr>
          <w:b/>
          <w:sz w:val="22"/>
          <w:szCs w:val="22"/>
        </w:rPr>
      </w:pPr>
    </w:p>
    <w:p w:rsidR="009D21FD" w:rsidRPr="007417E6" w:rsidRDefault="009D21FD" w:rsidP="009D21FD">
      <w:pPr>
        <w:suppressAutoHyphens/>
        <w:spacing w:line="240" w:lineRule="auto"/>
        <w:ind w:firstLine="0"/>
        <w:jc w:val="center"/>
        <w:rPr>
          <w:b/>
          <w:sz w:val="22"/>
          <w:szCs w:val="22"/>
        </w:rPr>
      </w:pPr>
      <w:r w:rsidRPr="007417E6">
        <w:rPr>
          <w:b/>
          <w:sz w:val="22"/>
          <w:szCs w:val="22"/>
        </w:rPr>
        <w:t>Техническое предложение на поставку продукции</w:t>
      </w:r>
    </w:p>
    <w:p w:rsidR="009D21FD" w:rsidRPr="007417E6" w:rsidRDefault="009D21FD" w:rsidP="009D21FD">
      <w:pPr>
        <w:spacing w:line="240" w:lineRule="auto"/>
        <w:rPr>
          <w:sz w:val="22"/>
          <w:szCs w:val="22"/>
        </w:rPr>
      </w:pPr>
    </w:p>
    <w:p w:rsidR="009D21FD" w:rsidRDefault="009D21FD" w:rsidP="009D21FD">
      <w:pPr>
        <w:spacing w:line="240" w:lineRule="auto"/>
        <w:ind w:firstLine="0"/>
        <w:rPr>
          <w:color w:val="000000"/>
          <w:sz w:val="22"/>
          <w:szCs w:val="22"/>
        </w:rPr>
      </w:pPr>
      <w:r w:rsidRPr="003F1B43">
        <w:rPr>
          <w:color w:val="000000"/>
          <w:sz w:val="22"/>
          <w:szCs w:val="22"/>
        </w:rPr>
        <w:t xml:space="preserve">Наименование и адрес </w:t>
      </w:r>
      <w:r w:rsidR="00B80AF0">
        <w:rPr>
          <w:color w:val="000000"/>
          <w:sz w:val="22"/>
          <w:szCs w:val="22"/>
        </w:rPr>
        <w:t>Поставщик</w:t>
      </w:r>
      <w:r w:rsidRPr="003F1B43">
        <w:rPr>
          <w:color w:val="000000"/>
          <w:sz w:val="22"/>
          <w:szCs w:val="22"/>
        </w:rPr>
        <w:t>а: _________________________________</w:t>
      </w:r>
    </w:p>
    <w:p w:rsidR="009D21FD" w:rsidRDefault="009D21FD" w:rsidP="009D21FD">
      <w:pPr>
        <w:spacing w:line="240" w:lineRule="auto"/>
        <w:ind w:firstLine="0"/>
        <w:rPr>
          <w:color w:val="000000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70"/>
        <w:gridCol w:w="3078"/>
        <w:gridCol w:w="2124"/>
        <w:gridCol w:w="3449"/>
      </w:tblGrid>
      <w:tr w:rsidR="009D21FD" w:rsidRPr="006B36F4">
        <w:tc>
          <w:tcPr>
            <w:tcW w:w="849" w:type="pct"/>
            <w:vAlign w:val="center"/>
          </w:tcPr>
          <w:p w:rsidR="009D21FD" w:rsidRPr="006B36F4" w:rsidRDefault="009D21FD" w:rsidP="003F7F9D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6B36F4">
              <w:rPr>
                <w:color w:val="000000"/>
                <w:sz w:val="22"/>
                <w:szCs w:val="22"/>
              </w:rPr>
              <w:t>Требуемая Заказчику продукция</w:t>
            </w:r>
          </w:p>
        </w:tc>
        <w:tc>
          <w:tcPr>
            <w:tcW w:w="1477" w:type="pct"/>
            <w:vAlign w:val="center"/>
          </w:tcPr>
          <w:p w:rsidR="009D21FD" w:rsidRPr="006B36F4" w:rsidRDefault="009D21FD" w:rsidP="003F7F9D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6B36F4">
              <w:rPr>
                <w:color w:val="000000"/>
                <w:sz w:val="22"/>
                <w:szCs w:val="22"/>
              </w:rPr>
              <w:t>Технические характеристики/комплектация продукции</w:t>
            </w:r>
          </w:p>
        </w:tc>
        <w:tc>
          <w:tcPr>
            <w:tcW w:w="1019" w:type="pct"/>
            <w:vAlign w:val="center"/>
          </w:tcPr>
          <w:p w:rsidR="009D21FD" w:rsidRPr="006B36F4" w:rsidRDefault="009D21FD" w:rsidP="003F7F9D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6B36F4">
              <w:rPr>
                <w:color w:val="000000"/>
                <w:sz w:val="22"/>
                <w:szCs w:val="22"/>
              </w:rPr>
              <w:t>Предлагаемая Поставщиком продукция</w:t>
            </w:r>
          </w:p>
        </w:tc>
        <w:tc>
          <w:tcPr>
            <w:tcW w:w="1655" w:type="pct"/>
            <w:vAlign w:val="center"/>
          </w:tcPr>
          <w:p w:rsidR="009D21FD" w:rsidRPr="006B36F4" w:rsidRDefault="009D21FD" w:rsidP="003F7F9D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6B36F4">
              <w:rPr>
                <w:color w:val="000000"/>
                <w:sz w:val="22"/>
                <w:szCs w:val="22"/>
              </w:rPr>
              <w:t>Технические характеристики/комплектация предлагаемой продукции</w:t>
            </w:r>
          </w:p>
        </w:tc>
      </w:tr>
      <w:tr w:rsidR="009D21FD" w:rsidRPr="006B36F4">
        <w:tc>
          <w:tcPr>
            <w:tcW w:w="849" w:type="pct"/>
            <w:vAlign w:val="center"/>
          </w:tcPr>
          <w:p w:rsidR="009D21FD" w:rsidRPr="006B36F4" w:rsidRDefault="009D21FD" w:rsidP="003F7F9D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77" w:type="pct"/>
            <w:vAlign w:val="center"/>
          </w:tcPr>
          <w:p w:rsidR="009D21FD" w:rsidRPr="006B36F4" w:rsidRDefault="009D21FD" w:rsidP="003F7F9D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19" w:type="pct"/>
            <w:vAlign w:val="center"/>
          </w:tcPr>
          <w:p w:rsidR="009D21FD" w:rsidRPr="006B36F4" w:rsidRDefault="009D21FD" w:rsidP="003F7F9D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655" w:type="pct"/>
            <w:vAlign w:val="center"/>
          </w:tcPr>
          <w:p w:rsidR="009D21FD" w:rsidRPr="006B36F4" w:rsidRDefault="009D21FD" w:rsidP="003F7F9D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D21FD" w:rsidRPr="006B36F4">
        <w:tc>
          <w:tcPr>
            <w:tcW w:w="849" w:type="pct"/>
            <w:vAlign w:val="center"/>
          </w:tcPr>
          <w:p w:rsidR="009D21FD" w:rsidRPr="006B36F4" w:rsidRDefault="009D21FD" w:rsidP="003F7F9D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77" w:type="pct"/>
            <w:vAlign w:val="center"/>
          </w:tcPr>
          <w:p w:rsidR="009D21FD" w:rsidRPr="006B36F4" w:rsidRDefault="009D21FD" w:rsidP="003F7F9D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19" w:type="pct"/>
            <w:vAlign w:val="center"/>
          </w:tcPr>
          <w:p w:rsidR="009D21FD" w:rsidRPr="006B36F4" w:rsidRDefault="009D21FD" w:rsidP="003F7F9D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655" w:type="pct"/>
            <w:vAlign w:val="center"/>
          </w:tcPr>
          <w:p w:rsidR="009D21FD" w:rsidRPr="006B36F4" w:rsidRDefault="009D21FD" w:rsidP="003F7F9D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D21FD" w:rsidRPr="006B36F4">
        <w:tc>
          <w:tcPr>
            <w:tcW w:w="849" w:type="pct"/>
            <w:vAlign w:val="center"/>
          </w:tcPr>
          <w:p w:rsidR="009D21FD" w:rsidRPr="006B36F4" w:rsidRDefault="009D21FD" w:rsidP="003F7F9D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77" w:type="pct"/>
            <w:vAlign w:val="center"/>
          </w:tcPr>
          <w:p w:rsidR="009D21FD" w:rsidRPr="006B36F4" w:rsidRDefault="009D21FD" w:rsidP="003F7F9D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19" w:type="pct"/>
            <w:vAlign w:val="center"/>
          </w:tcPr>
          <w:p w:rsidR="009D21FD" w:rsidRPr="006B36F4" w:rsidRDefault="009D21FD" w:rsidP="003F7F9D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655" w:type="pct"/>
            <w:vAlign w:val="center"/>
          </w:tcPr>
          <w:p w:rsidR="009D21FD" w:rsidRPr="006B36F4" w:rsidRDefault="009D21FD" w:rsidP="003F7F9D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</w:p>
        </w:tc>
      </w:tr>
    </w:tbl>
    <w:p w:rsidR="009D21FD" w:rsidRDefault="009D21FD" w:rsidP="009D21FD">
      <w:pPr>
        <w:spacing w:line="240" w:lineRule="auto"/>
        <w:ind w:firstLine="0"/>
        <w:rPr>
          <w:color w:val="000000"/>
          <w:sz w:val="22"/>
          <w:szCs w:val="22"/>
        </w:rPr>
      </w:pPr>
    </w:p>
    <w:p w:rsidR="009D21FD" w:rsidRPr="003F1B43" w:rsidRDefault="009D21FD" w:rsidP="009D21FD">
      <w:pPr>
        <w:spacing w:line="240" w:lineRule="auto"/>
        <w:ind w:left="567" w:firstLine="0"/>
        <w:rPr>
          <w:sz w:val="22"/>
          <w:szCs w:val="22"/>
        </w:rPr>
      </w:pPr>
      <w:r w:rsidRPr="003F1B43">
        <w:rPr>
          <w:sz w:val="22"/>
          <w:szCs w:val="22"/>
        </w:rPr>
        <w:t>Гарантии на предлагаемое к поставке оборудование:</w:t>
      </w:r>
    </w:p>
    <w:p w:rsidR="009D21FD" w:rsidRPr="003F1B43" w:rsidRDefault="009D21FD" w:rsidP="009D21FD">
      <w:pPr>
        <w:spacing w:line="240" w:lineRule="auto"/>
        <w:rPr>
          <w:sz w:val="22"/>
          <w:szCs w:val="22"/>
        </w:rPr>
      </w:pPr>
      <w:r w:rsidRPr="003F1B43">
        <w:rPr>
          <w:sz w:val="22"/>
          <w:szCs w:val="22"/>
        </w:rPr>
        <w:t>_____________________________________________.</w:t>
      </w:r>
    </w:p>
    <w:p w:rsidR="009D21FD" w:rsidRPr="003F1B43" w:rsidRDefault="009D21FD" w:rsidP="009D21FD">
      <w:pPr>
        <w:spacing w:line="240" w:lineRule="auto"/>
        <w:rPr>
          <w:sz w:val="22"/>
          <w:szCs w:val="22"/>
        </w:rPr>
      </w:pPr>
    </w:p>
    <w:p w:rsidR="009D21FD" w:rsidRPr="003F1B43" w:rsidRDefault="009D21FD" w:rsidP="009D21FD">
      <w:pPr>
        <w:spacing w:line="240" w:lineRule="auto"/>
        <w:rPr>
          <w:sz w:val="22"/>
          <w:szCs w:val="22"/>
        </w:rPr>
      </w:pPr>
      <w:r w:rsidRPr="003F1B43">
        <w:rPr>
          <w:sz w:val="22"/>
          <w:szCs w:val="22"/>
        </w:rPr>
        <w:t>Срок службы:</w:t>
      </w:r>
    </w:p>
    <w:p w:rsidR="009D21FD" w:rsidRPr="003F1B43" w:rsidRDefault="009D21FD" w:rsidP="009D21FD">
      <w:pPr>
        <w:spacing w:line="240" w:lineRule="auto"/>
        <w:rPr>
          <w:sz w:val="22"/>
          <w:szCs w:val="22"/>
        </w:rPr>
      </w:pPr>
      <w:r w:rsidRPr="003F1B43">
        <w:rPr>
          <w:sz w:val="22"/>
          <w:szCs w:val="22"/>
        </w:rPr>
        <w:t>_____________________________________________________________________.</w:t>
      </w:r>
    </w:p>
    <w:p w:rsidR="009D21FD" w:rsidRPr="003F1B43" w:rsidRDefault="009D21FD" w:rsidP="009D21FD">
      <w:pPr>
        <w:spacing w:line="240" w:lineRule="auto"/>
        <w:rPr>
          <w:sz w:val="22"/>
          <w:szCs w:val="22"/>
        </w:rPr>
      </w:pPr>
    </w:p>
    <w:p w:rsidR="009D21FD" w:rsidRPr="003F1B43" w:rsidRDefault="009D21FD" w:rsidP="009D21FD">
      <w:pPr>
        <w:spacing w:line="240" w:lineRule="auto"/>
        <w:rPr>
          <w:sz w:val="22"/>
          <w:szCs w:val="22"/>
        </w:rPr>
      </w:pPr>
    </w:p>
    <w:p w:rsidR="009D21FD" w:rsidRPr="003F1B43" w:rsidRDefault="009D21FD" w:rsidP="009D21FD">
      <w:pPr>
        <w:spacing w:line="240" w:lineRule="auto"/>
        <w:rPr>
          <w:sz w:val="22"/>
          <w:szCs w:val="22"/>
        </w:rPr>
      </w:pPr>
      <w:r w:rsidRPr="003F1B43">
        <w:rPr>
          <w:sz w:val="22"/>
          <w:szCs w:val="22"/>
        </w:rPr>
        <w:t>Поставка продукции будет осуществлена в полном соответствии с требованиями Технического задания и Проекта договора Заказчика.</w:t>
      </w:r>
    </w:p>
    <w:p w:rsidR="00381292" w:rsidRPr="003F1B43" w:rsidRDefault="00381292" w:rsidP="00894B2E">
      <w:pPr>
        <w:spacing w:line="240" w:lineRule="auto"/>
        <w:ind w:right="5527"/>
        <w:rPr>
          <w:sz w:val="22"/>
          <w:szCs w:val="22"/>
        </w:rPr>
      </w:pPr>
      <w:r w:rsidRPr="003F1B43">
        <w:rPr>
          <w:sz w:val="22"/>
          <w:szCs w:val="22"/>
        </w:rPr>
        <w:t>____________________________________</w:t>
      </w:r>
    </w:p>
    <w:p w:rsidR="00381292" w:rsidRPr="003F1B43" w:rsidRDefault="00381292" w:rsidP="00894B2E">
      <w:pPr>
        <w:spacing w:line="240" w:lineRule="auto"/>
        <w:ind w:right="5527"/>
        <w:jc w:val="center"/>
        <w:rPr>
          <w:sz w:val="22"/>
          <w:szCs w:val="22"/>
          <w:vertAlign w:val="superscript"/>
        </w:rPr>
      </w:pPr>
      <w:r w:rsidRPr="003F1B43">
        <w:rPr>
          <w:sz w:val="22"/>
          <w:szCs w:val="22"/>
          <w:vertAlign w:val="superscript"/>
        </w:rPr>
        <w:t>(подпись, М.П.)</w:t>
      </w:r>
    </w:p>
    <w:p w:rsidR="00381292" w:rsidRPr="003F1B43" w:rsidRDefault="00381292" w:rsidP="00894B2E">
      <w:pPr>
        <w:spacing w:line="240" w:lineRule="auto"/>
        <w:ind w:right="5527"/>
        <w:rPr>
          <w:sz w:val="22"/>
          <w:szCs w:val="22"/>
        </w:rPr>
      </w:pPr>
      <w:r w:rsidRPr="003F1B43">
        <w:rPr>
          <w:sz w:val="22"/>
          <w:szCs w:val="22"/>
        </w:rPr>
        <w:t>____________________________________</w:t>
      </w:r>
    </w:p>
    <w:p w:rsidR="00381292" w:rsidRPr="007417E6" w:rsidRDefault="00381292" w:rsidP="00894B2E">
      <w:pPr>
        <w:spacing w:line="240" w:lineRule="auto"/>
        <w:ind w:right="5527"/>
        <w:jc w:val="center"/>
        <w:rPr>
          <w:sz w:val="22"/>
          <w:szCs w:val="22"/>
          <w:vertAlign w:val="superscript"/>
        </w:rPr>
      </w:pPr>
      <w:r w:rsidRPr="003F1B43">
        <w:rPr>
          <w:sz w:val="22"/>
          <w:szCs w:val="22"/>
          <w:vertAlign w:val="superscript"/>
        </w:rPr>
        <w:t>(фамилия, имя, отчество подписавшего, должность)</w:t>
      </w:r>
    </w:p>
    <w:p w:rsidR="00524E74" w:rsidRPr="007417E6" w:rsidRDefault="00524E74" w:rsidP="00C61D2B">
      <w:pPr>
        <w:spacing w:line="240" w:lineRule="auto"/>
        <w:ind w:right="3684"/>
        <w:jc w:val="center"/>
        <w:rPr>
          <w:sz w:val="22"/>
          <w:szCs w:val="22"/>
          <w:vertAlign w:val="superscript"/>
        </w:rPr>
      </w:pPr>
    </w:p>
    <w:p w:rsidR="00381292" w:rsidRPr="007417E6" w:rsidRDefault="00381292" w:rsidP="00C61D2B">
      <w:pPr>
        <w:keepNext/>
        <w:spacing w:line="240" w:lineRule="auto"/>
        <w:rPr>
          <w:b/>
          <w:sz w:val="22"/>
          <w:szCs w:val="22"/>
        </w:rPr>
      </w:pPr>
    </w:p>
    <w:p w:rsidR="00381292" w:rsidRPr="007417E6" w:rsidRDefault="00381292" w:rsidP="00AB65C1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2"/>
          <w:szCs w:val="22"/>
        </w:rPr>
      </w:pPr>
      <w:r w:rsidRPr="007417E6">
        <w:rPr>
          <w:b/>
          <w:color w:val="000000"/>
          <w:spacing w:val="36"/>
          <w:sz w:val="22"/>
          <w:szCs w:val="22"/>
        </w:rPr>
        <w:t>конец формы</w:t>
      </w:r>
    </w:p>
    <w:p w:rsidR="00276A8F" w:rsidRPr="007417E6" w:rsidRDefault="00276A8F" w:rsidP="00276A8F">
      <w:pPr>
        <w:pStyle w:val="21"/>
        <w:pageBreakBefore/>
        <w:numPr>
          <w:ilvl w:val="2"/>
          <w:numId w:val="5"/>
        </w:numPr>
        <w:tabs>
          <w:tab w:val="num" w:pos="1134"/>
        </w:tabs>
        <w:spacing w:before="100" w:beforeAutospacing="1" w:after="100" w:afterAutospacing="1"/>
        <w:ind w:left="1134"/>
        <w:rPr>
          <w:sz w:val="22"/>
          <w:szCs w:val="22"/>
        </w:rPr>
      </w:pPr>
      <w:bookmarkStart w:id="302" w:name="_Ref86826666"/>
      <w:bookmarkStart w:id="303" w:name="_Toc90385112"/>
      <w:bookmarkStart w:id="304" w:name="_Toc125426223"/>
      <w:bookmarkStart w:id="305" w:name="_Toc125426222"/>
      <w:r w:rsidRPr="007417E6">
        <w:rPr>
          <w:sz w:val="22"/>
          <w:szCs w:val="22"/>
        </w:rPr>
        <w:lastRenderedPageBreak/>
        <w:t>Инструкции по заполнению</w:t>
      </w:r>
      <w:bookmarkEnd w:id="305"/>
    </w:p>
    <w:p w:rsidR="00276A8F" w:rsidRPr="007417E6" w:rsidRDefault="00B80AF0" w:rsidP="00276A8F">
      <w:pPr>
        <w:pStyle w:val="a1"/>
        <w:numPr>
          <w:ilvl w:val="3"/>
          <w:numId w:val="5"/>
        </w:numPr>
        <w:spacing w:line="240" w:lineRule="auto"/>
        <w:rPr>
          <w:sz w:val="22"/>
          <w:szCs w:val="22"/>
        </w:rPr>
      </w:pPr>
      <w:r>
        <w:rPr>
          <w:sz w:val="22"/>
          <w:szCs w:val="22"/>
        </w:rPr>
        <w:t>Поставщик</w:t>
      </w:r>
      <w:r w:rsidR="00276A8F" w:rsidRPr="007417E6">
        <w:rPr>
          <w:sz w:val="22"/>
          <w:szCs w:val="22"/>
        </w:rPr>
        <w:t xml:space="preserve"> указывает дату и номер Предложения в соотве</w:t>
      </w:r>
      <w:r w:rsidR="00276A8F" w:rsidRPr="007417E6">
        <w:rPr>
          <w:sz w:val="22"/>
          <w:szCs w:val="22"/>
        </w:rPr>
        <w:t>т</w:t>
      </w:r>
      <w:r w:rsidR="00276A8F" w:rsidRPr="007417E6">
        <w:rPr>
          <w:sz w:val="22"/>
          <w:szCs w:val="22"/>
        </w:rPr>
        <w:t xml:space="preserve">ствии с письмом о подаче оферты (подраздел </w:t>
      </w:r>
      <w:fldSimple w:instr=" REF _Ref55336310 \r \h  \* MERGEFORMAT ">
        <w:r w:rsidR="00C07197">
          <w:rPr>
            <w:sz w:val="22"/>
            <w:szCs w:val="22"/>
          </w:rPr>
          <w:t>6.1</w:t>
        </w:r>
      </w:fldSimple>
      <w:r w:rsidR="00276A8F" w:rsidRPr="007417E6">
        <w:rPr>
          <w:sz w:val="22"/>
          <w:szCs w:val="22"/>
        </w:rPr>
        <w:t>).</w:t>
      </w:r>
    </w:p>
    <w:p w:rsidR="00276A8F" w:rsidRPr="007417E6" w:rsidRDefault="00B80AF0" w:rsidP="00276A8F">
      <w:pPr>
        <w:pStyle w:val="a1"/>
        <w:numPr>
          <w:ilvl w:val="3"/>
          <w:numId w:val="5"/>
        </w:numPr>
        <w:spacing w:before="100" w:beforeAutospacing="1" w:line="240" w:lineRule="auto"/>
        <w:rPr>
          <w:sz w:val="22"/>
          <w:szCs w:val="22"/>
        </w:rPr>
      </w:pPr>
      <w:r>
        <w:rPr>
          <w:sz w:val="22"/>
          <w:szCs w:val="22"/>
        </w:rPr>
        <w:t>Поставщик</w:t>
      </w:r>
      <w:r w:rsidR="00276A8F" w:rsidRPr="007417E6">
        <w:rPr>
          <w:sz w:val="22"/>
          <w:szCs w:val="22"/>
        </w:rPr>
        <w:t xml:space="preserve"> указывает свое фирменное наименование (в т.ч. организац</w:t>
      </w:r>
      <w:r w:rsidR="00276A8F" w:rsidRPr="007417E6">
        <w:rPr>
          <w:sz w:val="22"/>
          <w:szCs w:val="22"/>
        </w:rPr>
        <w:t>и</w:t>
      </w:r>
      <w:r w:rsidR="00276A8F" w:rsidRPr="007417E6">
        <w:rPr>
          <w:sz w:val="22"/>
          <w:szCs w:val="22"/>
        </w:rPr>
        <w:t>онно-правовую форму) и свой юридический адрес.</w:t>
      </w:r>
    </w:p>
    <w:p w:rsidR="00276A8F" w:rsidRPr="007417E6" w:rsidRDefault="00276A8F" w:rsidP="00276A8F">
      <w:pPr>
        <w:pStyle w:val="a1"/>
        <w:numPr>
          <w:ilvl w:val="3"/>
          <w:numId w:val="5"/>
        </w:numPr>
        <w:spacing w:before="100" w:beforeAutospacing="1" w:line="240" w:lineRule="auto"/>
        <w:rPr>
          <w:b/>
          <w:sz w:val="22"/>
          <w:szCs w:val="22"/>
        </w:rPr>
      </w:pPr>
      <w:r w:rsidRPr="007417E6">
        <w:rPr>
          <w:sz w:val="22"/>
          <w:szCs w:val="22"/>
        </w:rPr>
        <w:t>В техническом пре</w:t>
      </w:r>
      <w:r w:rsidRPr="007417E6">
        <w:rPr>
          <w:sz w:val="22"/>
          <w:szCs w:val="22"/>
        </w:rPr>
        <w:t>д</w:t>
      </w:r>
      <w:r w:rsidRPr="007417E6">
        <w:rPr>
          <w:sz w:val="22"/>
          <w:szCs w:val="22"/>
        </w:rPr>
        <w:t xml:space="preserve">ложении описываются все позиции раздела </w:t>
      </w:r>
      <w:fldSimple w:instr=" REF _Ref93217065 \r \h  \* MERGEFORMAT ">
        <w:r w:rsidR="00C07197">
          <w:rPr>
            <w:sz w:val="22"/>
            <w:szCs w:val="22"/>
          </w:rPr>
          <w:t>2</w:t>
        </w:r>
      </w:fldSimple>
      <w:r w:rsidRPr="007417E6">
        <w:rPr>
          <w:sz w:val="22"/>
          <w:szCs w:val="22"/>
        </w:rPr>
        <w:t xml:space="preserve"> с учетом предлагаемых условий.</w:t>
      </w:r>
    </w:p>
    <w:p w:rsidR="00381292" w:rsidRPr="007417E6" w:rsidRDefault="00381292" w:rsidP="00B264AD">
      <w:pPr>
        <w:pStyle w:val="2"/>
        <w:pageBreakBefore/>
        <w:numPr>
          <w:ilvl w:val="1"/>
          <w:numId w:val="5"/>
        </w:numPr>
        <w:spacing w:before="100" w:beforeAutospacing="1" w:after="100" w:afterAutospacing="1"/>
        <w:rPr>
          <w:color w:val="000000"/>
          <w:sz w:val="22"/>
          <w:szCs w:val="22"/>
        </w:rPr>
      </w:pPr>
      <w:bookmarkStart w:id="306" w:name="_График_поставки_продукции"/>
      <w:bookmarkStart w:id="307" w:name="_Ref274827938"/>
      <w:bookmarkStart w:id="308" w:name="_Ref275441568"/>
      <w:bookmarkStart w:id="309" w:name="_Toc318207997"/>
      <w:bookmarkEnd w:id="306"/>
      <w:r w:rsidRPr="007417E6">
        <w:rPr>
          <w:color w:val="000000"/>
          <w:sz w:val="22"/>
          <w:szCs w:val="22"/>
        </w:rPr>
        <w:lastRenderedPageBreak/>
        <w:t xml:space="preserve">График поставки продукции (форма </w:t>
      </w:r>
      <w:r w:rsidRPr="007417E6">
        <w:rPr>
          <w:color w:val="000000"/>
          <w:sz w:val="22"/>
          <w:szCs w:val="22"/>
        </w:rPr>
        <w:fldChar w:fldCharType="begin"/>
      </w:r>
      <w:r w:rsidRPr="007417E6">
        <w:rPr>
          <w:color w:val="000000"/>
          <w:sz w:val="22"/>
          <w:szCs w:val="22"/>
        </w:rPr>
        <w:instrText xml:space="preserve"> SEQ форма \* ARABIC </w:instrText>
      </w:r>
      <w:r w:rsidRPr="007417E6">
        <w:rPr>
          <w:color w:val="000000"/>
          <w:sz w:val="22"/>
          <w:szCs w:val="22"/>
        </w:rPr>
        <w:fldChar w:fldCharType="separate"/>
      </w:r>
      <w:r w:rsidR="00C07197">
        <w:rPr>
          <w:noProof/>
          <w:color w:val="000000"/>
          <w:sz w:val="22"/>
          <w:szCs w:val="22"/>
        </w:rPr>
        <w:t>3</w:t>
      </w:r>
      <w:r w:rsidRPr="007417E6">
        <w:rPr>
          <w:color w:val="000000"/>
          <w:sz w:val="22"/>
          <w:szCs w:val="22"/>
        </w:rPr>
        <w:fldChar w:fldCharType="end"/>
      </w:r>
      <w:r w:rsidRPr="007417E6">
        <w:rPr>
          <w:color w:val="000000"/>
          <w:sz w:val="22"/>
          <w:szCs w:val="22"/>
        </w:rPr>
        <w:t>)</w:t>
      </w:r>
      <w:bookmarkEnd w:id="302"/>
      <w:bookmarkEnd w:id="303"/>
      <w:bookmarkEnd w:id="304"/>
      <w:bookmarkEnd w:id="307"/>
      <w:bookmarkEnd w:id="308"/>
      <w:bookmarkEnd w:id="309"/>
    </w:p>
    <w:p w:rsidR="000D00E8" w:rsidRPr="007417E6" w:rsidRDefault="000D00E8" w:rsidP="00B264AD">
      <w:pPr>
        <w:pStyle w:val="21"/>
        <w:tabs>
          <w:tab w:val="num" w:pos="1134"/>
        </w:tabs>
        <w:snapToGrid w:val="0"/>
        <w:spacing w:before="100" w:beforeAutospacing="1" w:after="100" w:afterAutospacing="1"/>
        <w:ind w:left="1134"/>
        <w:jc w:val="both"/>
        <w:rPr>
          <w:sz w:val="22"/>
          <w:szCs w:val="22"/>
        </w:rPr>
      </w:pPr>
      <w:bookmarkStart w:id="310" w:name="_Toc125426224"/>
      <w:bookmarkStart w:id="311" w:name="_Toc90385113"/>
      <w:bookmarkStart w:id="312" w:name="_Ref275441556"/>
      <w:r w:rsidRPr="007417E6">
        <w:rPr>
          <w:sz w:val="22"/>
          <w:szCs w:val="22"/>
        </w:rPr>
        <w:t xml:space="preserve">Форма Графика </w:t>
      </w:r>
      <w:bookmarkEnd w:id="310"/>
      <w:bookmarkEnd w:id="311"/>
      <w:r w:rsidRPr="007417E6">
        <w:rPr>
          <w:sz w:val="22"/>
          <w:szCs w:val="22"/>
        </w:rPr>
        <w:t>поставки продукции</w:t>
      </w:r>
      <w:bookmarkEnd w:id="312"/>
    </w:p>
    <w:p w:rsidR="000D00E8" w:rsidRPr="007417E6" w:rsidRDefault="000D00E8" w:rsidP="00C61D2B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2"/>
          <w:szCs w:val="22"/>
        </w:rPr>
      </w:pPr>
      <w:r w:rsidRPr="007417E6">
        <w:rPr>
          <w:b/>
          <w:color w:val="000000"/>
          <w:spacing w:val="36"/>
          <w:sz w:val="22"/>
          <w:szCs w:val="22"/>
        </w:rPr>
        <w:t>начало формы</w:t>
      </w:r>
    </w:p>
    <w:p w:rsidR="000D00E8" w:rsidRPr="007417E6" w:rsidRDefault="000D00E8" w:rsidP="00C61D2B">
      <w:pPr>
        <w:spacing w:line="240" w:lineRule="auto"/>
        <w:ind w:firstLine="0"/>
        <w:rPr>
          <w:color w:val="000000"/>
          <w:sz w:val="22"/>
          <w:szCs w:val="22"/>
        </w:rPr>
      </w:pPr>
    </w:p>
    <w:p w:rsidR="000D00E8" w:rsidRPr="007417E6" w:rsidRDefault="000D00E8" w:rsidP="00C61D2B">
      <w:pPr>
        <w:spacing w:line="240" w:lineRule="auto"/>
        <w:ind w:firstLine="0"/>
        <w:jc w:val="left"/>
        <w:rPr>
          <w:color w:val="000000"/>
          <w:sz w:val="22"/>
          <w:szCs w:val="22"/>
        </w:rPr>
      </w:pPr>
      <w:bookmarkStart w:id="313" w:name="_Toc125426225"/>
      <w:bookmarkStart w:id="314" w:name="_Toc90385114"/>
      <w:r w:rsidRPr="007417E6">
        <w:rPr>
          <w:color w:val="000000"/>
          <w:sz w:val="22"/>
          <w:szCs w:val="22"/>
        </w:rPr>
        <w:t xml:space="preserve">Приложение </w:t>
      </w:r>
      <w:r w:rsidRPr="007417E6">
        <w:rPr>
          <w:color w:val="000000"/>
          <w:sz w:val="22"/>
          <w:szCs w:val="22"/>
        </w:rPr>
        <w:fldChar w:fldCharType="begin"/>
      </w:r>
      <w:r w:rsidRPr="007417E6">
        <w:rPr>
          <w:color w:val="000000"/>
          <w:sz w:val="22"/>
          <w:szCs w:val="22"/>
        </w:rPr>
        <w:instrText xml:space="preserve"> SEQ Приложение \* ARABIC </w:instrText>
      </w:r>
      <w:r w:rsidRPr="007417E6">
        <w:rPr>
          <w:color w:val="000000"/>
          <w:sz w:val="22"/>
          <w:szCs w:val="22"/>
        </w:rPr>
        <w:fldChar w:fldCharType="separate"/>
      </w:r>
      <w:r w:rsidR="00C07197">
        <w:rPr>
          <w:noProof/>
          <w:color w:val="000000"/>
          <w:sz w:val="22"/>
          <w:szCs w:val="22"/>
        </w:rPr>
        <w:t>2</w:t>
      </w:r>
      <w:r w:rsidRPr="007417E6">
        <w:rPr>
          <w:color w:val="000000"/>
          <w:sz w:val="22"/>
          <w:szCs w:val="22"/>
        </w:rPr>
        <w:fldChar w:fldCharType="end"/>
      </w:r>
      <w:r w:rsidRPr="007417E6">
        <w:rPr>
          <w:color w:val="000000"/>
          <w:sz w:val="22"/>
          <w:szCs w:val="22"/>
        </w:rPr>
        <w:t xml:space="preserve"> к письму о подаче оферты</w:t>
      </w:r>
      <w:r w:rsidRPr="007417E6">
        <w:rPr>
          <w:color w:val="000000"/>
          <w:sz w:val="22"/>
          <w:szCs w:val="22"/>
        </w:rPr>
        <w:br/>
        <w:t>от «____»_____________ г. №__________</w:t>
      </w:r>
    </w:p>
    <w:p w:rsidR="000D00E8" w:rsidRPr="007417E6" w:rsidRDefault="000D00E8" w:rsidP="00C61D2B">
      <w:pPr>
        <w:spacing w:line="240" w:lineRule="auto"/>
        <w:ind w:firstLine="0"/>
        <w:rPr>
          <w:color w:val="000000"/>
          <w:sz w:val="22"/>
          <w:szCs w:val="22"/>
        </w:rPr>
      </w:pPr>
    </w:p>
    <w:p w:rsidR="000D00E8" w:rsidRPr="007417E6" w:rsidRDefault="000D00E8" w:rsidP="00C61D2B">
      <w:pPr>
        <w:suppressAutoHyphens/>
        <w:spacing w:line="240" w:lineRule="auto"/>
        <w:ind w:firstLine="0"/>
        <w:jc w:val="center"/>
        <w:rPr>
          <w:b/>
          <w:sz w:val="22"/>
          <w:szCs w:val="22"/>
        </w:rPr>
      </w:pPr>
      <w:r w:rsidRPr="007417E6">
        <w:rPr>
          <w:b/>
          <w:sz w:val="22"/>
          <w:szCs w:val="22"/>
        </w:rPr>
        <w:t xml:space="preserve">График </w:t>
      </w:r>
      <w:r w:rsidRPr="007417E6">
        <w:rPr>
          <w:b/>
          <w:color w:val="000000"/>
          <w:sz w:val="22"/>
          <w:szCs w:val="22"/>
        </w:rPr>
        <w:t>поставки продукции</w:t>
      </w:r>
    </w:p>
    <w:p w:rsidR="000D00E8" w:rsidRPr="007417E6" w:rsidRDefault="000D00E8" w:rsidP="00C61D2B">
      <w:pPr>
        <w:spacing w:line="240" w:lineRule="auto"/>
        <w:ind w:firstLine="0"/>
        <w:rPr>
          <w:color w:val="000000"/>
          <w:sz w:val="22"/>
          <w:szCs w:val="22"/>
        </w:rPr>
      </w:pPr>
    </w:p>
    <w:p w:rsidR="000D00E8" w:rsidRPr="007417E6" w:rsidRDefault="002A3D27" w:rsidP="00C61D2B">
      <w:pPr>
        <w:spacing w:line="240" w:lineRule="auto"/>
        <w:ind w:firstLine="0"/>
        <w:rPr>
          <w:color w:val="000000"/>
          <w:sz w:val="22"/>
          <w:szCs w:val="22"/>
        </w:rPr>
      </w:pPr>
      <w:r w:rsidRPr="007417E6">
        <w:rPr>
          <w:color w:val="000000"/>
          <w:sz w:val="22"/>
          <w:szCs w:val="22"/>
        </w:rPr>
        <w:t xml:space="preserve">Наименование и адрес </w:t>
      </w:r>
      <w:r w:rsidR="00B80AF0">
        <w:rPr>
          <w:color w:val="000000"/>
          <w:sz w:val="22"/>
          <w:szCs w:val="22"/>
        </w:rPr>
        <w:t>Поставщик</w:t>
      </w:r>
      <w:r w:rsidRPr="007417E6">
        <w:rPr>
          <w:color w:val="000000"/>
          <w:sz w:val="22"/>
          <w:szCs w:val="22"/>
        </w:rPr>
        <w:t>а</w:t>
      </w:r>
      <w:r w:rsidR="000D00E8" w:rsidRPr="007417E6">
        <w:rPr>
          <w:color w:val="000000"/>
          <w:sz w:val="22"/>
          <w:szCs w:val="22"/>
        </w:rPr>
        <w:t>: _________________________________</w:t>
      </w:r>
    </w:p>
    <w:p w:rsidR="00214443" w:rsidRPr="007417E6" w:rsidRDefault="00214443" w:rsidP="00214443">
      <w:pPr>
        <w:rPr>
          <w:color w:val="000000"/>
          <w:sz w:val="22"/>
          <w:szCs w:val="22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2835"/>
        <w:gridCol w:w="3260"/>
        <w:gridCol w:w="3119"/>
      </w:tblGrid>
      <w:tr w:rsidR="000C2FF3" w:rsidRPr="007417E6">
        <w:trPr>
          <w:cantSplit/>
          <w:trHeight w:val="586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FF3" w:rsidRPr="007417E6" w:rsidRDefault="000C2FF3" w:rsidP="00AA6212">
            <w:pPr>
              <w:pStyle w:val="ae"/>
              <w:spacing w:before="0" w:after="0"/>
              <w:ind w:left="0" w:right="0"/>
              <w:rPr>
                <w:color w:val="000000"/>
                <w:szCs w:val="22"/>
              </w:rPr>
            </w:pPr>
            <w:r w:rsidRPr="007417E6">
              <w:rPr>
                <w:color w:val="000000"/>
                <w:szCs w:val="22"/>
              </w:rPr>
              <w:t>№ п/п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FF3" w:rsidRPr="007417E6" w:rsidRDefault="000C2FF3" w:rsidP="00AA6212">
            <w:pPr>
              <w:pStyle w:val="ae"/>
              <w:spacing w:before="0" w:after="0"/>
              <w:ind w:left="0" w:right="0"/>
              <w:rPr>
                <w:color w:val="000000"/>
                <w:szCs w:val="22"/>
              </w:rPr>
            </w:pPr>
            <w:r w:rsidRPr="007417E6">
              <w:rPr>
                <w:color w:val="000000"/>
                <w:szCs w:val="22"/>
              </w:rPr>
              <w:t>Наименование продукции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FF3" w:rsidRPr="007417E6" w:rsidRDefault="000C2FF3" w:rsidP="00AA6212">
            <w:pPr>
              <w:pStyle w:val="ae"/>
              <w:spacing w:before="0" w:after="0"/>
              <w:ind w:left="0" w:right="0"/>
              <w:jc w:val="center"/>
              <w:rPr>
                <w:color w:val="000000"/>
                <w:szCs w:val="22"/>
              </w:rPr>
            </w:pPr>
            <w:r w:rsidRPr="007417E6">
              <w:rPr>
                <w:color w:val="000000"/>
                <w:szCs w:val="22"/>
              </w:rPr>
              <w:t>Срок поставки продукции</w:t>
            </w:r>
          </w:p>
        </w:tc>
      </w:tr>
      <w:tr w:rsidR="000C2FF3" w:rsidRPr="007417E6">
        <w:trPr>
          <w:cantSplit/>
          <w:trHeight w:val="143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FF3" w:rsidRPr="007417E6" w:rsidRDefault="000C2FF3" w:rsidP="00AA6212">
            <w:pPr>
              <w:spacing w:line="240" w:lineRule="auto"/>
              <w:ind w:firstLine="0"/>
              <w:rPr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FF3" w:rsidRPr="007417E6" w:rsidRDefault="000C2FF3" w:rsidP="00AA6212">
            <w:pPr>
              <w:spacing w:line="240" w:lineRule="auto"/>
              <w:ind w:firstLine="0"/>
              <w:rPr>
                <w:color w:val="000000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FF3" w:rsidRPr="007417E6" w:rsidRDefault="000C2FF3" w:rsidP="00AA6212">
            <w:pPr>
              <w:pStyle w:val="ae"/>
              <w:spacing w:before="0" w:after="0"/>
              <w:ind w:left="0" w:right="0"/>
              <w:jc w:val="center"/>
              <w:rPr>
                <w:color w:val="000000"/>
                <w:szCs w:val="22"/>
              </w:rPr>
            </w:pPr>
            <w:r w:rsidRPr="007417E6">
              <w:rPr>
                <w:color w:val="000000"/>
                <w:szCs w:val="22"/>
              </w:rPr>
              <w:t>Требования Заказчика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FF3" w:rsidRPr="007417E6" w:rsidRDefault="000C2FF3" w:rsidP="00AA6212">
            <w:pPr>
              <w:pStyle w:val="ae"/>
              <w:spacing w:before="0" w:after="0"/>
              <w:ind w:left="0" w:right="0"/>
              <w:jc w:val="center"/>
              <w:rPr>
                <w:color w:val="000000"/>
                <w:szCs w:val="22"/>
              </w:rPr>
            </w:pPr>
            <w:r w:rsidRPr="007417E6">
              <w:rPr>
                <w:color w:val="000000"/>
                <w:szCs w:val="22"/>
              </w:rPr>
              <w:t xml:space="preserve">Предложение </w:t>
            </w:r>
            <w:r w:rsidR="00B80AF0">
              <w:rPr>
                <w:color w:val="000000"/>
                <w:szCs w:val="22"/>
              </w:rPr>
              <w:t>Поставщик</w:t>
            </w:r>
            <w:r w:rsidRPr="007417E6">
              <w:rPr>
                <w:color w:val="000000"/>
                <w:szCs w:val="22"/>
              </w:rPr>
              <w:t>а</w:t>
            </w:r>
          </w:p>
        </w:tc>
      </w:tr>
      <w:tr w:rsidR="000C2FF3" w:rsidRPr="007417E6">
        <w:trPr>
          <w:trHeight w:val="33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FF3" w:rsidRPr="007417E6" w:rsidRDefault="000C2FF3" w:rsidP="00AA6212">
            <w:pPr>
              <w:pStyle w:val="af1"/>
              <w:numPr>
                <w:ilvl w:val="0"/>
                <w:numId w:val="12"/>
              </w:numPr>
              <w:snapToGrid w:val="0"/>
              <w:spacing w:before="0" w:after="0"/>
              <w:ind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FF3" w:rsidRPr="007417E6" w:rsidRDefault="000C2FF3" w:rsidP="00AA6212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FF3" w:rsidRPr="007417E6" w:rsidRDefault="000C2FF3" w:rsidP="00AA6212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FF3" w:rsidRPr="007417E6" w:rsidRDefault="000C2FF3" w:rsidP="00AA6212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</w:tr>
      <w:tr w:rsidR="000C2FF3" w:rsidRPr="007417E6">
        <w:trPr>
          <w:trHeight w:val="3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FF3" w:rsidRPr="007417E6" w:rsidRDefault="000C2FF3" w:rsidP="00AA6212">
            <w:pPr>
              <w:pStyle w:val="af1"/>
              <w:numPr>
                <w:ilvl w:val="0"/>
                <w:numId w:val="12"/>
              </w:numPr>
              <w:snapToGrid w:val="0"/>
              <w:spacing w:before="0" w:after="0"/>
              <w:ind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FF3" w:rsidRPr="007417E6" w:rsidRDefault="000C2FF3" w:rsidP="00AA6212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FF3" w:rsidRPr="007417E6" w:rsidRDefault="000C2FF3" w:rsidP="00AA6212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FF3" w:rsidRPr="007417E6" w:rsidRDefault="000C2FF3" w:rsidP="00AA6212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</w:tr>
      <w:tr w:rsidR="000C2FF3" w:rsidRPr="007417E6">
        <w:trPr>
          <w:trHeight w:val="33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FF3" w:rsidRPr="007417E6" w:rsidRDefault="000C2FF3" w:rsidP="00AA6212">
            <w:pPr>
              <w:pStyle w:val="af1"/>
              <w:numPr>
                <w:ilvl w:val="0"/>
                <w:numId w:val="12"/>
              </w:numPr>
              <w:snapToGrid w:val="0"/>
              <w:spacing w:before="0" w:after="0"/>
              <w:ind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FF3" w:rsidRPr="007417E6" w:rsidRDefault="000C2FF3" w:rsidP="00AA6212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FF3" w:rsidRPr="007417E6" w:rsidRDefault="000C2FF3" w:rsidP="00AA6212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FF3" w:rsidRPr="007417E6" w:rsidRDefault="000C2FF3" w:rsidP="00AA6212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</w:tr>
      <w:tr w:rsidR="000C2FF3" w:rsidRPr="007417E6">
        <w:trPr>
          <w:trHeight w:val="33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FF3" w:rsidRPr="007417E6" w:rsidRDefault="000C2FF3" w:rsidP="00AA6212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FF3" w:rsidRPr="007417E6" w:rsidRDefault="000C2FF3" w:rsidP="00AA6212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FF3" w:rsidRPr="007417E6" w:rsidRDefault="000C2FF3" w:rsidP="00AA6212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FF3" w:rsidRPr="007417E6" w:rsidRDefault="000C2FF3" w:rsidP="00AA6212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</w:tr>
    </w:tbl>
    <w:p w:rsidR="00214443" w:rsidRPr="007417E6" w:rsidRDefault="00214443" w:rsidP="004E6831">
      <w:pPr>
        <w:spacing w:line="240" w:lineRule="auto"/>
        <w:ind w:firstLine="0"/>
        <w:rPr>
          <w:color w:val="000000"/>
          <w:sz w:val="22"/>
          <w:szCs w:val="22"/>
        </w:rPr>
      </w:pPr>
    </w:p>
    <w:p w:rsidR="000D00E8" w:rsidRPr="007417E6" w:rsidRDefault="000D00E8" w:rsidP="0059227D">
      <w:pPr>
        <w:spacing w:line="240" w:lineRule="auto"/>
        <w:ind w:right="5527"/>
        <w:rPr>
          <w:color w:val="000000"/>
          <w:sz w:val="22"/>
          <w:szCs w:val="22"/>
        </w:rPr>
      </w:pPr>
      <w:r w:rsidRPr="007417E6">
        <w:rPr>
          <w:color w:val="000000"/>
          <w:sz w:val="22"/>
          <w:szCs w:val="22"/>
        </w:rPr>
        <w:t>____________________________________</w:t>
      </w:r>
    </w:p>
    <w:p w:rsidR="000D00E8" w:rsidRPr="007417E6" w:rsidRDefault="000D00E8" w:rsidP="0059227D">
      <w:pPr>
        <w:spacing w:line="240" w:lineRule="auto"/>
        <w:ind w:right="5527"/>
        <w:jc w:val="center"/>
        <w:rPr>
          <w:color w:val="000000"/>
          <w:sz w:val="22"/>
          <w:szCs w:val="22"/>
          <w:vertAlign w:val="superscript"/>
        </w:rPr>
      </w:pPr>
      <w:r w:rsidRPr="007417E6">
        <w:rPr>
          <w:color w:val="000000"/>
          <w:sz w:val="22"/>
          <w:szCs w:val="22"/>
          <w:vertAlign w:val="superscript"/>
        </w:rPr>
        <w:t>(подпись, М.П.)</w:t>
      </w:r>
    </w:p>
    <w:p w:rsidR="000D00E8" w:rsidRPr="007417E6" w:rsidRDefault="000D00E8" w:rsidP="0059227D">
      <w:pPr>
        <w:spacing w:line="240" w:lineRule="auto"/>
        <w:ind w:right="5527"/>
        <w:rPr>
          <w:color w:val="000000"/>
          <w:sz w:val="22"/>
          <w:szCs w:val="22"/>
        </w:rPr>
      </w:pPr>
      <w:r w:rsidRPr="007417E6">
        <w:rPr>
          <w:color w:val="000000"/>
          <w:sz w:val="22"/>
          <w:szCs w:val="22"/>
        </w:rPr>
        <w:t>____________________________________</w:t>
      </w:r>
    </w:p>
    <w:p w:rsidR="000D00E8" w:rsidRPr="007417E6" w:rsidRDefault="000D00E8" w:rsidP="0059227D">
      <w:pPr>
        <w:spacing w:line="240" w:lineRule="auto"/>
        <w:ind w:right="5527"/>
        <w:jc w:val="center"/>
        <w:rPr>
          <w:color w:val="000000"/>
          <w:sz w:val="22"/>
          <w:szCs w:val="22"/>
          <w:vertAlign w:val="superscript"/>
        </w:rPr>
      </w:pPr>
      <w:r w:rsidRPr="007417E6">
        <w:rPr>
          <w:color w:val="000000"/>
          <w:sz w:val="22"/>
          <w:szCs w:val="22"/>
          <w:vertAlign w:val="superscript"/>
        </w:rPr>
        <w:t>(фамилия, имя, отчество подписавшего, должность)</w:t>
      </w:r>
    </w:p>
    <w:p w:rsidR="000D00E8" w:rsidRPr="007417E6" w:rsidRDefault="000D00E8" w:rsidP="00C61D2B">
      <w:pPr>
        <w:keepNext/>
        <w:spacing w:line="240" w:lineRule="auto"/>
        <w:rPr>
          <w:b/>
          <w:bCs/>
          <w:color w:val="000000"/>
          <w:sz w:val="22"/>
          <w:szCs w:val="22"/>
        </w:rPr>
      </w:pPr>
    </w:p>
    <w:p w:rsidR="000D00E8" w:rsidRPr="007417E6" w:rsidRDefault="000D00E8" w:rsidP="00C61D2B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2"/>
          <w:szCs w:val="22"/>
        </w:rPr>
      </w:pPr>
      <w:r w:rsidRPr="007417E6">
        <w:rPr>
          <w:b/>
          <w:color w:val="000000"/>
          <w:spacing w:val="36"/>
          <w:sz w:val="22"/>
          <w:szCs w:val="22"/>
        </w:rPr>
        <w:t>конец формы</w:t>
      </w:r>
    </w:p>
    <w:p w:rsidR="00116227" w:rsidRPr="007417E6" w:rsidRDefault="00116227" w:rsidP="007A25D0">
      <w:pPr>
        <w:pStyle w:val="21"/>
        <w:pageBreakBefore/>
        <w:tabs>
          <w:tab w:val="num" w:pos="1134"/>
        </w:tabs>
        <w:snapToGrid w:val="0"/>
        <w:spacing w:before="100" w:beforeAutospacing="1" w:after="100" w:afterAutospacing="1"/>
        <w:ind w:left="1134"/>
        <w:rPr>
          <w:sz w:val="22"/>
          <w:szCs w:val="22"/>
        </w:rPr>
      </w:pPr>
      <w:bookmarkStart w:id="315" w:name="_Toc171070556"/>
      <w:bookmarkStart w:id="316" w:name="_Toc98253927"/>
      <w:r w:rsidRPr="007417E6">
        <w:rPr>
          <w:sz w:val="22"/>
          <w:szCs w:val="22"/>
        </w:rPr>
        <w:lastRenderedPageBreak/>
        <w:t>Инструкции по заполнению</w:t>
      </w:r>
      <w:bookmarkEnd w:id="315"/>
      <w:bookmarkEnd w:id="316"/>
    </w:p>
    <w:p w:rsidR="00116227" w:rsidRPr="007417E6" w:rsidRDefault="00B80AF0" w:rsidP="007A25D0">
      <w:pPr>
        <w:pStyle w:val="a1"/>
        <w:snapToGrid w:val="0"/>
        <w:spacing w:before="100" w:beforeAutospacing="1" w:line="240" w:lineRule="auto"/>
        <w:rPr>
          <w:sz w:val="22"/>
          <w:szCs w:val="22"/>
        </w:rPr>
      </w:pPr>
      <w:r>
        <w:rPr>
          <w:sz w:val="22"/>
          <w:szCs w:val="22"/>
        </w:rPr>
        <w:t>Поставщик</w:t>
      </w:r>
      <w:r w:rsidR="00116227" w:rsidRPr="007417E6">
        <w:rPr>
          <w:sz w:val="22"/>
          <w:szCs w:val="22"/>
        </w:rPr>
        <w:t xml:space="preserve"> указывает дату и номер Предложения в соответствии с письмом о подаче оферты (подраздел </w:t>
      </w:r>
      <w:fldSimple w:instr=" REF _Ref55336310 \r \h  \* MERGEFORMAT ">
        <w:r w:rsidR="00C07197">
          <w:rPr>
            <w:sz w:val="22"/>
            <w:szCs w:val="22"/>
          </w:rPr>
          <w:t>6.1</w:t>
        </w:r>
      </w:fldSimple>
      <w:r w:rsidR="00116227" w:rsidRPr="007417E6">
        <w:rPr>
          <w:sz w:val="22"/>
          <w:szCs w:val="22"/>
        </w:rPr>
        <w:t>).</w:t>
      </w:r>
    </w:p>
    <w:p w:rsidR="00116227" w:rsidRPr="007417E6" w:rsidRDefault="00B80AF0" w:rsidP="007A25D0">
      <w:pPr>
        <w:pStyle w:val="a1"/>
        <w:snapToGrid w:val="0"/>
        <w:spacing w:before="100" w:beforeAutospacing="1" w:line="240" w:lineRule="auto"/>
        <w:rPr>
          <w:sz w:val="22"/>
          <w:szCs w:val="22"/>
        </w:rPr>
      </w:pPr>
      <w:r>
        <w:rPr>
          <w:sz w:val="22"/>
          <w:szCs w:val="22"/>
        </w:rPr>
        <w:t>Поставщик</w:t>
      </w:r>
      <w:r w:rsidR="00116227" w:rsidRPr="007417E6">
        <w:rPr>
          <w:sz w:val="22"/>
          <w:szCs w:val="22"/>
        </w:rPr>
        <w:t xml:space="preserve"> указывает свое фирменное наименование (в т.ч. организационно-правовую форму) и свой </w:t>
      </w:r>
      <w:r w:rsidR="00416423" w:rsidRPr="007417E6">
        <w:rPr>
          <w:sz w:val="22"/>
          <w:szCs w:val="22"/>
        </w:rPr>
        <w:t>юридический адрес.</w:t>
      </w:r>
    </w:p>
    <w:p w:rsidR="00116227" w:rsidRPr="007417E6" w:rsidRDefault="00116227" w:rsidP="007A25D0">
      <w:pPr>
        <w:pStyle w:val="a1"/>
        <w:snapToGrid w:val="0"/>
        <w:spacing w:before="100" w:beforeAutospacing="1" w:line="240" w:lineRule="auto"/>
        <w:rPr>
          <w:sz w:val="22"/>
          <w:szCs w:val="22"/>
        </w:rPr>
      </w:pPr>
      <w:r w:rsidRPr="007417E6">
        <w:rPr>
          <w:sz w:val="22"/>
          <w:szCs w:val="22"/>
        </w:rPr>
        <w:t xml:space="preserve">В данном Графике поставки продукции приводятся расчетные сроки поставки в рамках Договора, перечисленных в коммерческом предложении (подраздел </w:t>
      </w:r>
      <w:r w:rsidR="00EA29FA">
        <w:rPr>
          <w:sz w:val="22"/>
          <w:szCs w:val="22"/>
        </w:rPr>
        <w:fldChar w:fldCharType="begin"/>
      </w:r>
      <w:r w:rsidR="00EA29FA">
        <w:rPr>
          <w:sz w:val="22"/>
          <w:szCs w:val="22"/>
        </w:rPr>
        <w:instrText xml:space="preserve"> REF _Ref271557649 \r \h </w:instrText>
      </w:r>
      <w:r w:rsidR="00EA29FA">
        <w:rPr>
          <w:sz w:val="22"/>
          <w:szCs w:val="22"/>
        </w:rPr>
      </w:r>
      <w:r w:rsidR="00EA29FA">
        <w:rPr>
          <w:sz w:val="22"/>
          <w:szCs w:val="22"/>
        </w:rPr>
        <w:fldChar w:fldCharType="separate"/>
      </w:r>
      <w:r w:rsidR="00EA29FA">
        <w:rPr>
          <w:sz w:val="22"/>
          <w:szCs w:val="22"/>
        </w:rPr>
        <w:t>6.4</w:t>
      </w:r>
      <w:r w:rsidR="00EA29FA">
        <w:rPr>
          <w:sz w:val="22"/>
          <w:szCs w:val="22"/>
        </w:rPr>
        <w:fldChar w:fldCharType="end"/>
      </w:r>
      <w:r w:rsidRPr="007417E6">
        <w:rPr>
          <w:sz w:val="22"/>
          <w:szCs w:val="22"/>
        </w:rPr>
        <w:t>).</w:t>
      </w:r>
    </w:p>
    <w:p w:rsidR="00116227" w:rsidRPr="007417E6" w:rsidRDefault="00116227" w:rsidP="00116227">
      <w:pPr>
        <w:spacing w:line="240" w:lineRule="auto"/>
        <w:rPr>
          <w:snapToGrid/>
          <w:sz w:val="22"/>
          <w:szCs w:val="22"/>
        </w:rPr>
      </w:pPr>
    </w:p>
    <w:p w:rsidR="004211F1" w:rsidRPr="007417E6" w:rsidRDefault="004211F1" w:rsidP="00576987">
      <w:pPr>
        <w:pStyle w:val="2"/>
        <w:pageBreakBefore/>
        <w:framePr w:w="9679" w:wrap="auto" w:hAnchor="text"/>
        <w:spacing w:before="100" w:beforeAutospacing="1" w:after="100" w:afterAutospacing="1"/>
        <w:rPr>
          <w:sz w:val="22"/>
          <w:szCs w:val="22"/>
        </w:rPr>
        <w:sectPr w:rsidR="004211F1" w:rsidRPr="007417E6" w:rsidSect="00696F6F">
          <w:headerReference w:type="default" r:id="rId23"/>
          <w:footerReference w:type="even" r:id="rId24"/>
          <w:footerReference w:type="default" r:id="rId25"/>
          <w:pgSz w:w="11906" w:h="16838" w:code="9"/>
          <w:pgMar w:top="737" w:right="567" w:bottom="567" w:left="1134" w:header="680" w:footer="414" w:gutter="0"/>
          <w:cols w:space="708"/>
          <w:titlePg/>
          <w:docGrid w:linePitch="360"/>
        </w:sectPr>
      </w:pPr>
      <w:bookmarkStart w:id="317" w:name="_Ref89649494"/>
      <w:bookmarkStart w:id="318" w:name="_Toc90385115"/>
      <w:bookmarkStart w:id="319" w:name="_Ref55335818"/>
      <w:bookmarkStart w:id="320" w:name="_Ref55336334"/>
      <w:bookmarkStart w:id="321" w:name="_Toc57314673"/>
      <w:bookmarkStart w:id="322" w:name="_Toc69728987"/>
      <w:bookmarkStart w:id="323" w:name="_Toc125426226"/>
    </w:p>
    <w:p w:rsidR="00116227" w:rsidRPr="007417E6" w:rsidRDefault="00116227" w:rsidP="00497E0A">
      <w:pPr>
        <w:pStyle w:val="2"/>
        <w:spacing w:before="0" w:after="0" w:line="360" w:lineRule="auto"/>
        <w:rPr>
          <w:sz w:val="22"/>
          <w:szCs w:val="22"/>
        </w:rPr>
      </w:pPr>
      <w:bookmarkStart w:id="324" w:name="_Коммерческое_предложение_(форма"/>
      <w:bookmarkStart w:id="325" w:name="_Ref271557649"/>
      <w:bookmarkStart w:id="326" w:name="_Toc318207998"/>
      <w:bookmarkEnd w:id="324"/>
      <w:r w:rsidRPr="007417E6">
        <w:rPr>
          <w:sz w:val="22"/>
          <w:szCs w:val="22"/>
        </w:rPr>
        <w:lastRenderedPageBreak/>
        <w:t xml:space="preserve">Коммерческое предложение (форма </w:t>
      </w:r>
      <w:r w:rsidRPr="007417E6">
        <w:rPr>
          <w:sz w:val="22"/>
          <w:szCs w:val="22"/>
        </w:rPr>
        <w:fldChar w:fldCharType="begin"/>
      </w:r>
      <w:r w:rsidRPr="007417E6">
        <w:rPr>
          <w:sz w:val="22"/>
          <w:szCs w:val="22"/>
        </w:rPr>
        <w:instrText xml:space="preserve"> SEQ форма \* ARABIC </w:instrText>
      </w:r>
      <w:r w:rsidRPr="007417E6">
        <w:rPr>
          <w:sz w:val="22"/>
          <w:szCs w:val="22"/>
        </w:rPr>
        <w:fldChar w:fldCharType="separate"/>
      </w:r>
      <w:r w:rsidR="00C07197">
        <w:rPr>
          <w:sz w:val="22"/>
          <w:szCs w:val="22"/>
        </w:rPr>
        <w:t>4</w:t>
      </w:r>
      <w:r w:rsidRPr="007417E6">
        <w:rPr>
          <w:sz w:val="22"/>
          <w:szCs w:val="22"/>
        </w:rPr>
        <w:fldChar w:fldCharType="end"/>
      </w:r>
      <w:r w:rsidRPr="007417E6">
        <w:rPr>
          <w:sz w:val="22"/>
          <w:szCs w:val="22"/>
        </w:rPr>
        <w:t>)</w:t>
      </w:r>
      <w:bookmarkEnd w:id="319"/>
      <w:bookmarkEnd w:id="320"/>
      <w:bookmarkEnd w:id="321"/>
      <w:bookmarkEnd w:id="322"/>
      <w:bookmarkEnd w:id="323"/>
      <w:bookmarkEnd w:id="325"/>
      <w:bookmarkEnd w:id="326"/>
    </w:p>
    <w:p w:rsidR="00116227" w:rsidRPr="007417E6" w:rsidRDefault="00116227" w:rsidP="007A25D0">
      <w:pPr>
        <w:pStyle w:val="21"/>
        <w:tabs>
          <w:tab w:val="num" w:pos="1134"/>
        </w:tabs>
        <w:spacing w:before="100" w:beforeAutospacing="1" w:after="100" w:afterAutospacing="1"/>
        <w:ind w:left="1134"/>
        <w:rPr>
          <w:sz w:val="22"/>
          <w:szCs w:val="22"/>
        </w:rPr>
      </w:pPr>
      <w:bookmarkStart w:id="327" w:name="_Toc125426227"/>
      <w:r w:rsidRPr="007417E6">
        <w:rPr>
          <w:sz w:val="22"/>
          <w:szCs w:val="22"/>
        </w:rPr>
        <w:t xml:space="preserve">Форма </w:t>
      </w:r>
      <w:bookmarkEnd w:id="327"/>
      <w:r w:rsidRPr="007417E6">
        <w:rPr>
          <w:sz w:val="22"/>
          <w:szCs w:val="22"/>
        </w:rPr>
        <w:t>коммерческого предложения</w:t>
      </w:r>
    </w:p>
    <w:p w:rsidR="00116227" w:rsidRPr="007417E6" w:rsidRDefault="00116227" w:rsidP="00116227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2"/>
          <w:szCs w:val="22"/>
        </w:rPr>
      </w:pPr>
      <w:r w:rsidRPr="007417E6">
        <w:rPr>
          <w:b/>
          <w:color w:val="000000"/>
          <w:spacing w:val="36"/>
          <w:sz w:val="22"/>
          <w:szCs w:val="22"/>
        </w:rPr>
        <w:t>начало формы</w:t>
      </w:r>
    </w:p>
    <w:p w:rsidR="00116227" w:rsidRPr="007417E6" w:rsidRDefault="00116227" w:rsidP="00116227">
      <w:pPr>
        <w:spacing w:line="240" w:lineRule="auto"/>
        <w:ind w:firstLine="0"/>
        <w:jc w:val="left"/>
        <w:rPr>
          <w:sz w:val="22"/>
          <w:szCs w:val="22"/>
        </w:rPr>
      </w:pPr>
    </w:p>
    <w:p w:rsidR="00116227" w:rsidRPr="007417E6" w:rsidRDefault="00116227" w:rsidP="00116227">
      <w:pPr>
        <w:spacing w:line="240" w:lineRule="auto"/>
        <w:ind w:firstLine="0"/>
        <w:jc w:val="left"/>
        <w:rPr>
          <w:sz w:val="22"/>
          <w:szCs w:val="22"/>
        </w:rPr>
      </w:pPr>
      <w:r w:rsidRPr="007417E6">
        <w:rPr>
          <w:sz w:val="22"/>
          <w:szCs w:val="22"/>
        </w:rPr>
        <w:t xml:space="preserve">Приложение </w:t>
      </w:r>
      <w:r w:rsidRPr="007417E6">
        <w:rPr>
          <w:sz w:val="22"/>
          <w:szCs w:val="22"/>
        </w:rPr>
        <w:fldChar w:fldCharType="begin"/>
      </w:r>
      <w:r w:rsidRPr="007417E6">
        <w:rPr>
          <w:sz w:val="22"/>
          <w:szCs w:val="22"/>
        </w:rPr>
        <w:instrText xml:space="preserve"> SEQ Приложение \* ARABIC </w:instrText>
      </w:r>
      <w:r w:rsidRPr="007417E6">
        <w:rPr>
          <w:sz w:val="22"/>
          <w:szCs w:val="22"/>
        </w:rPr>
        <w:fldChar w:fldCharType="separate"/>
      </w:r>
      <w:r w:rsidR="00C07197">
        <w:rPr>
          <w:noProof/>
          <w:sz w:val="22"/>
          <w:szCs w:val="22"/>
        </w:rPr>
        <w:t>3</w:t>
      </w:r>
      <w:r w:rsidRPr="007417E6">
        <w:rPr>
          <w:sz w:val="22"/>
          <w:szCs w:val="22"/>
        </w:rPr>
        <w:fldChar w:fldCharType="end"/>
      </w:r>
      <w:r w:rsidRPr="007417E6">
        <w:rPr>
          <w:sz w:val="22"/>
          <w:szCs w:val="22"/>
        </w:rPr>
        <w:t xml:space="preserve"> к письму о подаче оферты</w:t>
      </w:r>
      <w:r w:rsidRPr="007417E6">
        <w:rPr>
          <w:sz w:val="22"/>
          <w:szCs w:val="22"/>
        </w:rPr>
        <w:br/>
        <w:t>от «____»_____________ г. №__________</w:t>
      </w:r>
    </w:p>
    <w:p w:rsidR="00E356DA" w:rsidRDefault="00E356DA" w:rsidP="00E356DA">
      <w:pPr>
        <w:suppressAutoHyphens/>
        <w:spacing w:line="240" w:lineRule="auto"/>
        <w:ind w:firstLine="0"/>
        <w:jc w:val="center"/>
        <w:rPr>
          <w:b/>
          <w:sz w:val="22"/>
          <w:szCs w:val="22"/>
        </w:rPr>
      </w:pPr>
      <w:r w:rsidRPr="00816FB7">
        <w:rPr>
          <w:b/>
          <w:sz w:val="22"/>
          <w:szCs w:val="22"/>
        </w:rPr>
        <w:t>Коммерческое предложение</w:t>
      </w:r>
    </w:p>
    <w:p w:rsidR="00E356DA" w:rsidRDefault="00E356DA" w:rsidP="00116227">
      <w:pPr>
        <w:spacing w:line="240" w:lineRule="auto"/>
        <w:ind w:firstLine="0"/>
        <w:rPr>
          <w:color w:val="000000"/>
          <w:sz w:val="22"/>
          <w:szCs w:val="22"/>
        </w:rPr>
      </w:pPr>
    </w:p>
    <w:p w:rsidR="00116227" w:rsidRPr="007417E6" w:rsidRDefault="00116227" w:rsidP="00116227">
      <w:pPr>
        <w:spacing w:line="240" w:lineRule="auto"/>
        <w:ind w:firstLine="0"/>
        <w:rPr>
          <w:color w:val="000000"/>
          <w:sz w:val="22"/>
          <w:szCs w:val="22"/>
        </w:rPr>
      </w:pPr>
      <w:r w:rsidRPr="007417E6">
        <w:rPr>
          <w:color w:val="000000"/>
          <w:sz w:val="22"/>
          <w:szCs w:val="22"/>
        </w:rPr>
        <w:t xml:space="preserve">Наименование и адрес </w:t>
      </w:r>
      <w:r w:rsidR="00B80AF0">
        <w:rPr>
          <w:color w:val="000000"/>
          <w:sz w:val="22"/>
          <w:szCs w:val="22"/>
        </w:rPr>
        <w:t>Поставщик</w:t>
      </w:r>
      <w:r w:rsidRPr="007417E6">
        <w:rPr>
          <w:color w:val="000000"/>
          <w:sz w:val="22"/>
          <w:szCs w:val="22"/>
        </w:rPr>
        <w:t>а: _________________________________</w:t>
      </w:r>
    </w:p>
    <w:p w:rsidR="00713DBC" w:rsidRPr="00663506" w:rsidRDefault="00713DBC" w:rsidP="00713DBC">
      <w:pPr>
        <w:spacing w:before="120" w:line="240" w:lineRule="auto"/>
        <w:ind w:firstLine="540"/>
        <w:rPr>
          <w:color w:val="000000"/>
          <w:sz w:val="22"/>
          <w:szCs w:val="22"/>
        </w:rPr>
      </w:pPr>
      <w:r w:rsidRPr="00663506">
        <w:rPr>
          <w:color w:val="000000"/>
          <w:sz w:val="22"/>
          <w:szCs w:val="22"/>
        </w:rPr>
        <w:t>Таблица 1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72"/>
        <w:gridCol w:w="3762"/>
        <w:gridCol w:w="3447"/>
        <w:gridCol w:w="1449"/>
        <w:gridCol w:w="1387"/>
        <w:gridCol w:w="1696"/>
        <w:gridCol w:w="42"/>
        <w:gridCol w:w="1270"/>
      </w:tblGrid>
      <w:tr w:rsidR="00713DBC" w:rsidRPr="00663506">
        <w:tblPrEx>
          <w:tblCellMar>
            <w:top w:w="0" w:type="dxa"/>
            <w:bottom w:w="0" w:type="dxa"/>
          </w:tblCellMar>
        </w:tblPrEx>
        <w:trPr>
          <w:trHeight w:val="796"/>
        </w:trPr>
        <w:tc>
          <w:tcPr>
            <w:tcW w:w="1272" w:type="dxa"/>
          </w:tcPr>
          <w:p w:rsidR="00713DBC" w:rsidRPr="00663506" w:rsidRDefault="00713DBC" w:rsidP="00702AF0">
            <w:pPr>
              <w:pStyle w:val="ae"/>
              <w:spacing w:before="0" w:after="0"/>
              <w:ind w:left="0" w:right="0"/>
              <w:jc w:val="center"/>
              <w:rPr>
                <w:szCs w:val="22"/>
              </w:rPr>
            </w:pPr>
            <w:r w:rsidRPr="00663506">
              <w:rPr>
                <w:szCs w:val="22"/>
              </w:rPr>
              <w:t>№ п/п</w:t>
            </w:r>
          </w:p>
        </w:tc>
        <w:tc>
          <w:tcPr>
            <w:tcW w:w="3762" w:type="dxa"/>
          </w:tcPr>
          <w:p w:rsidR="00713DBC" w:rsidRPr="00663506" w:rsidRDefault="00713DBC" w:rsidP="00702AF0">
            <w:pPr>
              <w:pStyle w:val="ae"/>
              <w:spacing w:before="0" w:after="0"/>
              <w:ind w:left="0" w:right="0"/>
              <w:jc w:val="center"/>
              <w:rPr>
                <w:szCs w:val="22"/>
              </w:rPr>
            </w:pPr>
            <w:r w:rsidRPr="00663506">
              <w:rPr>
                <w:szCs w:val="22"/>
              </w:rPr>
              <w:t xml:space="preserve">Наименование продукции </w:t>
            </w:r>
          </w:p>
        </w:tc>
        <w:tc>
          <w:tcPr>
            <w:tcW w:w="3446" w:type="dxa"/>
          </w:tcPr>
          <w:p w:rsidR="00713DBC" w:rsidRPr="00663506" w:rsidRDefault="00713DBC" w:rsidP="00702AF0">
            <w:pPr>
              <w:pStyle w:val="ae"/>
              <w:spacing w:before="0" w:after="0"/>
              <w:ind w:left="0" w:right="0"/>
              <w:jc w:val="center"/>
              <w:rPr>
                <w:szCs w:val="22"/>
              </w:rPr>
            </w:pPr>
            <w:r w:rsidRPr="00663506">
              <w:rPr>
                <w:szCs w:val="22"/>
              </w:rPr>
              <w:t>Наименование производителя и  страна происхо</w:t>
            </w:r>
            <w:r w:rsidRPr="00663506">
              <w:rPr>
                <w:szCs w:val="22"/>
              </w:rPr>
              <w:t>ж</w:t>
            </w:r>
            <w:r w:rsidRPr="00663506">
              <w:rPr>
                <w:szCs w:val="22"/>
              </w:rPr>
              <w:t>дения</w:t>
            </w:r>
          </w:p>
        </w:tc>
        <w:tc>
          <w:tcPr>
            <w:tcW w:w="1449" w:type="dxa"/>
          </w:tcPr>
          <w:p w:rsidR="00713DBC" w:rsidRPr="00663506" w:rsidRDefault="00713DBC" w:rsidP="00702AF0">
            <w:pPr>
              <w:pStyle w:val="ae"/>
              <w:spacing w:before="0" w:after="0"/>
              <w:ind w:left="0" w:right="0"/>
              <w:jc w:val="center"/>
              <w:rPr>
                <w:szCs w:val="22"/>
              </w:rPr>
            </w:pPr>
            <w:r w:rsidRPr="00663506">
              <w:rPr>
                <w:szCs w:val="22"/>
              </w:rPr>
              <w:t>Ед. изм.</w:t>
            </w:r>
          </w:p>
        </w:tc>
        <w:tc>
          <w:tcPr>
            <w:tcW w:w="1387" w:type="dxa"/>
          </w:tcPr>
          <w:p w:rsidR="00713DBC" w:rsidRPr="00663506" w:rsidRDefault="00713DBC" w:rsidP="00702AF0">
            <w:pPr>
              <w:pStyle w:val="ae"/>
              <w:spacing w:before="0" w:after="0"/>
              <w:ind w:left="0" w:right="0"/>
              <w:jc w:val="center"/>
              <w:rPr>
                <w:szCs w:val="22"/>
              </w:rPr>
            </w:pPr>
            <w:r w:rsidRPr="00663506">
              <w:rPr>
                <w:szCs w:val="22"/>
              </w:rPr>
              <w:t>Кол-во</w:t>
            </w:r>
          </w:p>
        </w:tc>
        <w:tc>
          <w:tcPr>
            <w:tcW w:w="1696" w:type="dxa"/>
          </w:tcPr>
          <w:p w:rsidR="00713DBC" w:rsidRPr="00663506" w:rsidRDefault="00713DBC" w:rsidP="00702AF0">
            <w:pPr>
              <w:pStyle w:val="ae"/>
              <w:spacing w:before="0" w:after="0"/>
              <w:ind w:left="0" w:right="0"/>
              <w:jc w:val="center"/>
              <w:rPr>
                <w:szCs w:val="22"/>
              </w:rPr>
            </w:pPr>
            <w:r w:rsidRPr="00663506">
              <w:rPr>
                <w:szCs w:val="22"/>
              </w:rPr>
              <w:t>Цена ед</w:t>
            </w:r>
            <w:r w:rsidRPr="00663506">
              <w:rPr>
                <w:szCs w:val="22"/>
              </w:rPr>
              <w:t>и</w:t>
            </w:r>
            <w:r w:rsidRPr="00663506">
              <w:rPr>
                <w:szCs w:val="22"/>
              </w:rPr>
              <w:t>ницы, руб.</w:t>
            </w:r>
          </w:p>
        </w:tc>
        <w:tc>
          <w:tcPr>
            <w:tcW w:w="1312" w:type="dxa"/>
            <w:gridSpan w:val="2"/>
          </w:tcPr>
          <w:p w:rsidR="00713DBC" w:rsidRPr="00663506" w:rsidRDefault="00713DBC" w:rsidP="00702AF0">
            <w:pPr>
              <w:pStyle w:val="ae"/>
              <w:spacing w:before="0" w:after="0"/>
              <w:ind w:left="0" w:right="0"/>
              <w:jc w:val="center"/>
              <w:rPr>
                <w:szCs w:val="22"/>
              </w:rPr>
            </w:pPr>
            <w:r w:rsidRPr="00663506">
              <w:rPr>
                <w:szCs w:val="22"/>
              </w:rPr>
              <w:t>О</w:t>
            </w:r>
            <w:r w:rsidRPr="00663506">
              <w:rPr>
                <w:szCs w:val="22"/>
              </w:rPr>
              <w:t>б</w:t>
            </w:r>
            <w:r w:rsidRPr="00663506">
              <w:rPr>
                <w:szCs w:val="22"/>
              </w:rPr>
              <w:t>щая цена, руб.</w:t>
            </w:r>
          </w:p>
        </w:tc>
      </w:tr>
      <w:tr w:rsidR="00713DBC" w:rsidRPr="00663506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4324" w:type="dxa"/>
            <w:gridSpan w:val="8"/>
          </w:tcPr>
          <w:p w:rsidR="00713DBC" w:rsidRPr="00663506" w:rsidRDefault="00713DBC" w:rsidP="00702AF0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  <w:r w:rsidRPr="00663506">
              <w:rPr>
                <w:rStyle w:val="af9"/>
                <w:b w:val="0"/>
                <w:i w:val="0"/>
                <w:sz w:val="22"/>
                <w:szCs w:val="22"/>
              </w:rPr>
              <w:t>филиал ОАО «МРСК Центра» «………………….»</w:t>
            </w:r>
          </w:p>
        </w:tc>
      </w:tr>
      <w:tr w:rsidR="00713DBC" w:rsidRPr="00663506">
        <w:tblPrEx>
          <w:tblCellMar>
            <w:top w:w="0" w:type="dxa"/>
            <w:bottom w:w="0" w:type="dxa"/>
          </w:tblCellMar>
        </w:tblPrEx>
        <w:trPr>
          <w:trHeight w:val="270"/>
        </w:trPr>
        <w:tc>
          <w:tcPr>
            <w:tcW w:w="1272" w:type="dxa"/>
          </w:tcPr>
          <w:p w:rsidR="00713DBC" w:rsidRPr="00663506" w:rsidRDefault="00713DBC" w:rsidP="00702AF0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663506">
              <w:rPr>
                <w:sz w:val="22"/>
                <w:szCs w:val="22"/>
              </w:rPr>
              <w:t>1.</w:t>
            </w:r>
          </w:p>
        </w:tc>
        <w:tc>
          <w:tcPr>
            <w:tcW w:w="3762" w:type="dxa"/>
          </w:tcPr>
          <w:p w:rsidR="00713DBC" w:rsidRPr="00663506" w:rsidRDefault="00713DBC" w:rsidP="00702AF0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3446" w:type="dxa"/>
          </w:tcPr>
          <w:p w:rsidR="00713DBC" w:rsidRPr="00663506" w:rsidRDefault="00713DBC" w:rsidP="00702AF0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449" w:type="dxa"/>
            <w:vAlign w:val="center"/>
          </w:tcPr>
          <w:p w:rsidR="00713DBC" w:rsidRPr="00663506" w:rsidRDefault="00713DBC" w:rsidP="00702AF0">
            <w:pPr>
              <w:pStyle w:val="af1"/>
              <w:spacing w:before="0" w:after="0"/>
              <w:ind w:left="0" w:right="0"/>
              <w:jc w:val="center"/>
              <w:rPr>
                <w:sz w:val="22"/>
                <w:szCs w:val="22"/>
              </w:rPr>
            </w:pPr>
          </w:p>
        </w:tc>
        <w:tc>
          <w:tcPr>
            <w:tcW w:w="1387" w:type="dxa"/>
            <w:vAlign w:val="center"/>
          </w:tcPr>
          <w:p w:rsidR="00713DBC" w:rsidRPr="00663506" w:rsidRDefault="00713DBC" w:rsidP="00702AF0">
            <w:pPr>
              <w:pStyle w:val="af1"/>
              <w:spacing w:before="0" w:after="0"/>
              <w:ind w:left="0" w:right="0"/>
              <w:jc w:val="center"/>
              <w:rPr>
                <w:sz w:val="22"/>
                <w:szCs w:val="22"/>
              </w:rPr>
            </w:pPr>
          </w:p>
        </w:tc>
        <w:tc>
          <w:tcPr>
            <w:tcW w:w="1738" w:type="dxa"/>
            <w:gridSpan w:val="2"/>
            <w:vAlign w:val="center"/>
          </w:tcPr>
          <w:p w:rsidR="00713DBC" w:rsidRPr="00663506" w:rsidRDefault="00713DBC" w:rsidP="00702AF0">
            <w:pPr>
              <w:pStyle w:val="af1"/>
              <w:spacing w:before="0" w:after="0"/>
              <w:ind w:left="0" w:right="0"/>
              <w:jc w:val="center"/>
              <w:rPr>
                <w:sz w:val="22"/>
                <w:szCs w:val="22"/>
              </w:rPr>
            </w:pPr>
          </w:p>
        </w:tc>
        <w:tc>
          <w:tcPr>
            <w:tcW w:w="1269" w:type="dxa"/>
            <w:vAlign w:val="center"/>
          </w:tcPr>
          <w:p w:rsidR="00713DBC" w:rsidRPr="00663506" w:rsidRDefault="00713DBC" w:rsidP="00702AF0">
            <w:pPr>
              <w:pStyle w:val="af1"/>
              <w:spacing w:before="0" w:after="0"/>
              <w:ind w:left="0" w:right="0"/>
              <w:jc w:val="center"/>
              <w:rPr>
                <w:sz w:val="22"/>
                <w:szCs w:val="22"/>
              </w:rPr>
            </w:pPr>
          </w:p>
        </w:tc>
      </w:tr>
      <w:tr w:rsidR="00713DBC" w:rsidRPr="00663506">
        <w:tblPrEx>
          <w:tblCellMar>
            <w:top w:w="0" w:type="dxa"/>
            <w:bottom w:w="0" w:type="dxa"/>
          </w:tblCellMar>
        </w:tblPrEx>
        <w:trPr>
          <w:trHeight w:val="270"/>
        </w:trPr>
        <w:tc>
          <w:tcPr>
            <w:tcW w:w="1272" w:type="dxa"/>
          </w:tcPr>
          <w:p w:rsidR="00713DBC" w:rsidRPr="00663506" w:rsidRDefault="00713DBC" w:rsidP="00702AF0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663506">
              <w:rPr>
                <w:sz w:val="22"/>
                <w:szCs w:val="22"/>
              </w:rPr>
              <w:t>2.</w:t>
            </w:r>
          </w:p>
        </w:tc>
        <w:tc>
          <w:tcPr>
            <w:tcW w:w="3762" w:type="dxa"/>
          </w:tcPr>
          <w:p w:rsidR="00713DBC" w:rsidRPr="00663506" w:rsidRDefault="00713DBC" w:rsidP="00702AF0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3446" w:type="dxa"/>
          </w:tcPr>
          <w:p w:rsidR="00713DBC" w:rsidRPr="00663506" w:rsidRDefault="00713DBC" w:rsidP="00702AF0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449" w:type="dxa"/>
            <w:vAlign w:val="center"/>
          </w:tcPr>
          <w:p w:rsidR="00713DBC" w:rsidRPr="00663506" w:rsidRDefault="00713DBC" w:rsidP="00702AF0">
            <w:pPr>
              <w:pStyle w:val="af1"/>
              <w:spacing w:before="0" w:after="0"/>
              <w:ind w:left="0" w:right="0"/>
              <w:jc w:val="center"/>
              <w:rPr>
                <w:sz w:val="22"/>
                <w:szCs w:val="22"/>
              </w:rPr>
            </w:pPr>
          </w:p>
        </w:tc>
        <w:tc>
          <w:tcPr>
            <w:tcW w:w="1387" w:type="dxa"/>
            <w:vAlign w:val="center"/>
          </w:tcPr>
          <w:p w:rsidR="00713DBC" w:rsidRPr="00663506" w:rsidRDefault="00713DBC" w:rsidP="00702AF0">
            <w:pPr>
              <w:pStyle w:val="af1"/>
              <w:spacing w:before="0" w:after="0"/>
              <w:ind w:left="0" w:right="0"/>
              <w:jc w:val="center"/>
              <w:rPr>
                <w:sz w:val="22"/>
                <w:szCs w:val="22"/>
              </w:rPr>
            </w:pPr>
          </w:p>
        </w:tc>
        <w:tc>
          <w:tcPr>
            <w:tcW w:w="1738" w:type="dxa"/>
            <w:gridSpan w:val="2"/>
            <w:vAlign w:val="center"/>
          </w:tcPr>
          <w:p w:rsidR="00713DBC" w:rsidRPr="00663506" w:rsidRDefault="00713DBC" w:rsidP="00702AF0">
            <w:pPr>
              <w:pStyle w:val="af1"/>
              <w:spacing w:before="0" w:after="0"/>
              <w:ind w:left="0" w:right="0"/>
              <w:jc w:val="center"/>
              <w:rPr>
                <w:sz w:val="22"/>
                <w:szCs w:val="22"/>
              </w:rPr>
            </w:pPr>
          </w:p>
        </w:tc>
        <w:tc>
          <w:tcPr>
            <w:tcW w:w="1269" w:type="dxa"/>
            <w:vAlign w:val="center"/>
          </w:tcPr>
          <w:p w:rsidR="00713DBC" w:rsidRPr="00663506" w:rsidRDefault="00713DBC" w:rsidP="00702AF0">
            <w:pPr>
              <w:pStyle w:val="af1"/>
              <w:spacing w:before="0" w:after="0"/>
              <w:ind w:left="0" w:right="0"/>
              <w:jc w:val="center"/>
              <w:rPr>
                <w:sz w:val="22"/>
                <w:szCs w:val="22"/>
              </w:rPr>
            </w:pPr>
          </w:p>
        </w:tc>
      </w:tr>
      <w:tr w:rsidR="00713DBC" w:rsidRPr="00663506">
        <w:tblPrEx>
          <w:tblCellMar>
            <w:top w:w="0" w:type="dxa"/>
            <w:bottom w:w="0" w:type="dxa"/>
          </w:tblCellMar>
        </w:tblPrEx>
        <w:trPr>
          <w:trHeight w:val="270"/>
        </w:trPr>
        <w:tc>
          <w:tcPr>
            <w:tcW w:w="8481" w:type="dxa"/>
            <w:gridSpan w:val="3"/>
          </w:tcPr>
          <w:p w:rsidR="00713DBC" w:rsidRPr="00663506" w:rsidRDefault="00713DBC" w:rsidP="00702AF0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  <w:r w:rsidRPr="00663506">
              <w:rPr>
                <w:b/>
                <w:bCs/>
                <w:color w:val="000000"/>
                <w:sz w:val="22"/>
                <w:szCs w:val="22"/>
              </w:rPr>
              <w:t>ИТОГО без НДС, руб.</w:t>
            </w:r>
          </w:p>
        </w:tc>
        <w:tc>
          <w:tcPr>
            <w:tcW w:w="1449" w:type="dxa"/>
            <w:vAlign w:val="center"/>
          </w:tcPr>
          <w:p w:rsidR="00713DBC" w:rsidRPr="00663506" w:rsidRDefault="00713DBC" w:rsidP="00702AF0">
            <w:pPr>
              <w:pStyle w:val="af1"/>
              <w:spacing w:before="0" w:after="0"/>
              <w:ind w:left="0" w:right="0"/>
              <w:jc w:val="center"/>
              <w:rPr>
                <w:b/>
                <w:sz w:val="22"/>
                <w:szCs w:val="22"/>
              </w:rPr>
            </w:pPr>
            <w:r w:rsidRPr="00663506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387" w:type="dxa"/>
            <w:vAlign w:val="center"/>
          </w:tcPr>
          <w:p w:rsidR="00713DBC" w:rsidRPr="00663506" w:rsidRDefault="00713DBC" w:rsidP="00702AF0">
            <w:pPr>
              <w:pStyle w:val="af1"/>
              <w:spacing w:before="0" w:after="0"/>
              <w:ind w:left="0" w:right="0"/>
              <w:jc w:val="center"/>
              <w:rPr>
                <w:b/>
                <w:sz w:val="22"/>
                <w:szCs w:val="22"/>
              </w:rPr>
            </w:pPr>
            <w:r w:rsidRPr="00663506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738" w:type="dxa"/>
            <w:gridSpan w:val="2"/>
            <w:vAlign w:val="center"/>
          </w:tcPr>
          <w:p w:rsidR="00713DBC" w:rsidRPr="00663506" w:rsidRDefault="00713DBC" w:rsidP="00702AF0">
            <w:pPr>
              <w:pStyle w:val="af1"/>
              <w:spacing w:before="0" w:after="0"/>
              <w:ind w:left="0" w:right="0"/>
              <w:jc w:val="center"/>
              <w:rPr>
                <w:b/>
                <w:sz w:val="22"/>
                <w:szCs w:val="22"/>
              </w:rPr>
            </w:pPr>
            <w:r w:rsidRPr="00663506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269" w:type="dxa"/>
            <w:vAlign w:val="center"/>
          </w:tcPr>
          <w:p w:rsidR="00713DBC" w:rsidRPr="00663506" w:rsidRDefault="00713DBC" w:rsidP="00702AF0">
            <w:pPr>
              <w:pStyle w:val="af1"/>
              <w:spacing w:before="0" w:after="0"/>
              <w:ind w:left="0" w:right="0"/>
              <w:jc w:val="center"/>
              <w:rPr>
                <w:b/>
                <w:sz w:val="22"/>
                <w:szCs w:val="22"/>
              </w:rPr>
            </w:pPr>
          </w:p>
        </w:tc>
      </w:tr>
      <w:tr w:rsidR="00713DBC" w:rsidRPr="00663506">
        <w:tblPrEx>
          <w:tblCellMar>
            <w:top w:w="0" w:type="dxa"/>
            <w:bottom w:w="0" w:type="dxa"/>
          </w:tblCellMar>
        </w:tblPrEx>
        <w:trPr>
          <w:trHeight w:val="270"/>
        </w:trPr>
        <w:tc>
          <w:tcPr>
            <w:tcW w:w="8481" w:type="dxa"/>
            <w:gridSpan w:val="3"/>
          </w:tcPr>
          <w:p w:rsidR="00713DBC" w:rsidRPr="00663506" w:rsidRDefault="00713DBC" w:rsidP="00702AF0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  <w:r w:rsidRPr="00663506">
              <w:rPr>
                <w:b/>
                <w:bCs/>
                <w:color w:val="000000"/>
                <w:sz w:val="22"/>
                <w:szCs w:val="22"/>
              </w:rPr>
              <w:t>НДС, руб.</w:t>
            </w:r>
          </w:p>
        </w:tc>
        <w:tc>
          <w:tcPr>
            <w:tcW w:w="1449" w:type="dxa"/>
            <w:vAlign w:val="center"/>
          </w:tcPr>
          <w:p w:rsidR="00713DBC" w:rsidRPr="00663506" w:rsidRDefault="00713DBC" w:rsidP="00702AF0">
            <w:pPr>
              <w:pStyle w:val="af1"/>
              <w:spacing w:before="0" w:after="0"/>
              <w:ind w:left="0" w:right="0"/>
              <w:jc w:val="center"/>
              <w:rPr>
                <w:b/>
                <w:sz w:val="22"/>
                <w:szCs w:val="22"/>
              </w:rPr>
            </w:pPr>
            <w:r w:rsidRPr="00663506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387" w:type="dxa"/>
            <w:vAlign w:val="center"/>
          </w:tcPr>
          <w:p w:rsidR="00713DBC" w:rsidRPr="00663506" w:rsidRDefault="00713DBC" w:rsidP="00702AF0">
            <w:pPr>
              <w:pStyle w:val="af1"/>
              <w:spacing w:before="0" w:after="0"/>
              <w:ind w:left="0" w:right="0"/>
              <w:jc w:val="center"/>
              <w:rPr>
                <w:b/>
                <w:sz w:val="22"/>
                <w:szCs w:val="22"/>
              </w:rPr>
            </w:pPr>
            <w:r w:rsidRPr="00663506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738" w:type="dxa"/>
            <w:gridSpan w:val="2"/>
            <w:vAlign w:val="center"/>
          </w:tcPr>
          <w:p w:rsidR="00713DBC" w:rsidRPr="00663506" w:rsidRDefault="00713DBC" w:rsidP="00702AF0">
            <w:pPr>
              <w:pStyle w:val="af1"/>
              <w:spacing w:before="0" w:after="0"/>
              <w:ind w:left="0" w:right="0"/>
              <w:jc w:val="center"/>
              <w:rPr>
                <w:b/>
                <w:sz w:val="22"/>
                <w:szCs w:val="22"/>
              </w:rPr>
            </w:pPr>
            <w:r w:rsidRPr="00663506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269" w:type="dxa"/>
            <w:vAlign w:val="center"/>
          </w:tcPr>
          <w:p w:rsidR="00713DBC" w:rsidRPr="00663506" w:rsidRDefault="00713DBC" w:rsidP="00702AF0">
            <w:pPr>
              <w:pStyle w:val="af1"/>
              <w:spacing w:before="0" w:after="0"/>
              <w:ind w:left="0" w:right="0"/>
              <w:jc w:val="center"/>
              <w:rPr>
                <w:b/>
                <w:sz w:val="22"/>
                <w:szCs w:val="22"/>
              </w:rPr>
            </w:pPr>
          </w:p>
        </w:tc>
      </w:tr>
      <w:tr w:rsidR="00713DBC" w:rsidRPr="00663506">
        <w:tblPrEx>
          <w:tblCellMar>
            <w:top w:w="0" w:type="dxa"/>
            <w:bottom w:w="0" w:type="dxa"/>
          </w:tblCellMar>
        </w:tblPrEx>
        <w:trPr>
          <w:trHeight w:val="270"/>
        </w:trPr>
        <w:tc>
          <w:tcPr>
            <w:tcW w:w="8481" w:type="dxa"/>
            <w:gridSpan w:val="3"/>
          </w:tcPr>
          <w:p w:rsidR="00713DBC" w:rsidRPr="00663506" w:rsidRDefault="00713DBC" w:rsidP="00702AF0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  <w:r w:rsidRPr="00663506">
              <w:rPr>
                <w:b/>
                <w:bCs/>
                <w:color w:val="000000"/>
                <w:sz w:val="22"/>
                <w:szCs w:val="22"/>
              </w:rPr>
              <w:t>ИТОГО с НДС, руб.</w:t>
            </w:r>
          </w:p>
        </w:tc>
        <w:tc>
          <w:tcPr>
            <w:tcW w:w="1449" w:type="dxa"/>
            <w:vAlign w:val="center"/>
          </w:tcPr>
          <w:p w:rsidR="00713DBC" w:rsidRPr="00663506" w:rsidRDefault="00713DBC" w:rsidP="00702AF0">
            <w:pPr>
              <w:pStyle w:val="af1"/>
              <w:spacing w:before="0" w:after="0"/>
              <w:ind w:left="0" w:right="0"/>
              <w:jc w:val="center"/>
              <w:rPr>
                <w:b/>
                <w:sz w:val="22"/>
                <w:szCs w:val="22"/>
              </w:rPr>
            </w:pPr>
            <w:r w:rsidRPr="00663506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387" w:type="dxa"/>
            <w:vAlign w:val="center"/>
          </w:tcPr>
          <w:p w:rsidR="00713DBC" w:rsidRPr="00663506" w:rsidRDefault="00713DBC" w:rsidP="00702AF0">
            <w:pPr>
              <w:pStyle w:val="af1"/>
              <w:spacing w:before="0" w:after="0"/>
              <w:ind w:left="0" w:right="0"/>
              <w:jc w:val="center"/>
              <w:rPr>
                <w:b/>
                <w:sz w:val="22"/>
                <w:szCs w:val="22"/>
              </w:rPr>
            </w:pPr>
            <w:r w:rsidRPr="00663506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738" w:type="dxa"/>
            <w:gridSpan w:val="2"/>
            <w:vAlign w:val="center"/>
          </w:tcPr>
          <w:p w:rsidR="00713DBC" w:rsidRPr="00663506" w:rsidRDefault="00713DBC" w:rsidP="00702AF0">
            <w:pPr>
              <w:pStyle w:val="af1"/>
              <w:spacing w:before="0" w:after="0"/>
              <w:ind w:left="0" w:right="0"/>
              <w:jc w:val="center"/>
              <w:rPr>
                <w:b/>
                <w:sz w:val="22"/>
                <w:szCs w:val="22"/>
              </w:rPr>
            </w:pPr>
            <w:r w:rsidRPr="00663506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269" w:type="dxa"/>
            <w:vAlign w:val="center"/>
          </w:tcPr>
          <w:p w:rsidR="00713DBC" w:rsidRPr="00663506" w:rsidRDefault="00713DBC" w:rsidP="00702AF0">
            <w:pPr>
              <w:pStyle w:val="af1"/>
              <w:spacing w:before="0" w:after="0"/>
              <w:ind w:left="0" w:right="0"/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713DBC" w:rsidRPr="00663506" w:rsidRDefault="00713DBC" w:rsidP="00713DBC">
      <w:pPr>
        <w:spacing w:before="120" w:line="240" w:lineRule="auto"/>
        <w:rPr>
          <w:sz w:val="22"/>
          <w:szCs w:val="22"/>
        </w:rPr>
      </w:pPr>
      <w:r w:rsidRPr="00663506">
        <w:rPr>
          <w:sz w:val="22"/>
          <w:szCs w:val="22"/>
        </w:rPr>
        <w:t>Таблица 2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88"/>
        <w:gridCol w:w="10005"/>
        <w:gridCol w:w="3017"/>
      </w:tblGrid>
      <w:tr w:rsidR="00713DBC" w:rsidRPr="00663506">
        <w:tblPrEx>
          <w:tblCellMar>
            <w:top w:w="0" w:type="dxa"/>
            <w:bottom w:w="0" w:type="dxa"/>
          </w:tblCellMar>
        </w:tblPrEx>
        <w:trPr>
          <w:trHeight w:val="244"/>
        </w:trPr>
        <w:tc>
          <w:tcPr>
            <w:tcW w:w="1288" w:type="dxa"/>
          </w:tcPr>
          <w:p w:rsidR="00713DBC" w:rsidRPr="00663506" w:rsidRDefault="00713DBC" w:rsidP="00702AF0">
            <w:pPr>
              <w:pStyle w:val="ae"/>
              <w:spacing w:before="0" w:after="0"/>
              <w:ind w:left="0" w:right="0"/>
              <w:rPr>
                <w:szCs w:val="22"/>
              </w:rPr>
            </w:pPr>
            <w:r w:rsidRPr="00663506">
              <w:rPr>
                <w:szCs w:val="22"/>
              </w:rPr>
              <w:t>№ п/п</w:t>
            </w:r>
          </w:p>
        </w:tc>
        <w:tc>
          <w:tcPr>
            <w:tcW w:w="10005" w:type="dxa"/>
          </w:tcPr>
          <w:p w:rsidR="00713DBC" w:rsidRPr="00663506" w:rsidRDefault="00713DBC" w:rsidP="00702AF0">
            <w:pPr>
              <w:pStyle w:val="ae"/>
              <w:spacing w:before="0" w:after="0"/>
              <w:ind w:left="0" w:right="0"/>
              <w:rPr>
                <w:szCs w:val="22"/>
              </w:rPr>
            </w:pPr>
            <w:r w:rsidRPr="00663506">
              <w:rPr>
                <w:szCs w:val="22"/>
              </w:rPr>
              <w:t>Наименование статьи расходов</w:t>
            </w:r>
          </w:p>
        </w:tc>
        <w:tc>
          <w:tcPr>
            <w:tcW w:w="3017" w:type="dxa"/>
          </w:tcPr>
          <w:p w:rsidR="00713DBC" w:rsidRPr="00663506" w:rsidRDefault="00713DBC" w:rsidP="00702AF0">
            <w:pPr>
              <w:pStyle w:val="ae"/>
              <w:spacing w:before="0" w:after="0"/>
              <w:ind w:left="0" w:right="0"/>
              <w:rPr>
                <w:szCs w:val="22"/>
              </w:rPr>
            </w:pPr>
            <w:r w:rsidRPr="00663506">
              <w:rPr>
                <w:szCs w:val="22"/>
              </w:rPr>
              <w:t>Сто</w:t>
            </w:r>
            <w:r w:rsidRPr="00663506">
              <w:rPr>
                <w:szCs w:val="22"/>
              </w:rPr>
              <w:t>и</w:t>
            </w:r>
            <w:r w:rsidRPr="00663506">
              <w:rPr>
                <w:szCs w:val="22"/>
              </w:rPr>
              <w:t>мость, руб.</w:t>
            </w:r>
          </w:p>
        </w:tc>
      </w:tr>
      <w:tr w:rsidR="00713DBC" w:rsidRPr="00663506">
        <w:tblPrEx>
          <w:tblCellMar>
            <w:top w:w="0" w:type="dxa"/>
            <w:bottom w:w="0" w:type="dxa"/>
          </w:tblCellMar>
        </w:tblPrEx>
        <w:trPr>
          <w:trHeight w:val="260"/>
        </w:trPr>
        <w:tc>
          <w:tcPr>
            <w:tcW w:w="14310" w:type="dxa"/>
            <w:gridSpan w:val="3"/>
          </w:tcPr>
          <w:p w:rsidR="00713DBC" w:rsidRPr="00663506" w:rsidRDefault="00713DBC" w:rsidP="00702AF0">
            <w:pPr>
              <w:pStyle w:val="ae"/>
              <w:spacing w:before="0" w:after="0"/>
              <w:ind w:left="0" w:right="0"/>
              <w:rPr>
                <w:szCs w:val="22"/>
              </w:rPr>
            </w:pPr>
            <w:r w:rsidRPr="00663506">
              <w:rPr>
                <w:rStyle w:val="af9"/>
                <w:b w:val="0"/>
                <w:i w:val="0"/>
                <w:szCs w:val="22"/>
              </w:rPr>
              <w:t>1. филиал ОАО «МРСК Центра» «………………….»</w:t>
            </w:r>
          </w:p>
        </w:tc>
      </w:tr>
      <w:tr w:rsidR="00713DBC" w:rsidRPr="00663506">
        <w:tblPrEx>
          <w:tblCellMar>
            <w:top w:w="0" w:type="dxa"/>
            <w:bottom w:w="0" w:type="dxa"/>
          </w:tblCellMar>
        </w:tblPrEx>
        <w:trPr>
          <w:trHeight w:val="260"/>
        </w:trPr>
        <w:tc>
          <w:tcPr>
            <w:tcW w:w="1288" w:type="dxa"/>
          </w:tcPr>
          <w:p w:rsidR="00713DBC" w:rsidRPr="00663506" w:rsidRDefault="00713DBC" w:rsidP="00702AF0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663506">
              <w:rPr>
                <w:sz w:val="22"/>
                <w:szCs w:val="22"/>
              </w:rPr>
              <w:t>1.1.</w:t>
            </w:r>
          </w:p>
        </w:tc>
        <w:tc>
          <w:tcPr>
            <w:tcW w:w="10005" w:type="dxa"/>
          </w:tcPr>
          <w:p w:rsidR="00713DBC" w:rsidRPr="00663506" w:rsidRDefault="00713DBC" w:rsidP="00702AF0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  <w:r w:rsidRPr="00663506">
              <w:rPr>
                <w:sz w:val="22"/>
                <w:szCs w:val="22"/>
              </w:rPr>
              <w:t>Стоимость продукции (итого таблицы-1)</w:t>
            </w:r>
          </w:p>
        </w:tc>
        <w:tc>
          <w:tcPr>
            <w:tcW w:w="3017" w:type="dxa"/>
          </w:tcPr>
          <w:p w:rsidR="00713DBC" w:rsidRPr="00663506" w:rsidRDefault="00713DBC" w:rsidP="00702AF0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</w:tr>
      <w:tr w:rsidR="00713DBC" w:rsidRPr="00663506">
        <w:tblPrEx>
          <w:tblCellMar>
            <w:top w:w="0" w:type="dxa"/>
            <w:bottom w:w="0" w:type="dxa"/>
          </w:tblCellMar>
        </w:tblPrEx>
        <w:trPr>
          <w:trHeight w:val="503"/>
        </w:trPr>
        <w:tc>
          <w:tcPr>
            <w:tcW w:w="1288" w:type="dxa"/>
          </w:tcPr>
          <w:p w:rsidR="00713DBC" w:rsidRPr="00663506" w:rsidRDefault="00713DBC" w:rsidP="00702AF0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663506">
              <w:rPr>
                <w:sz w:val="22"/>
                <w:szCs w:val="22"/>
              </w:rPr>
              <w:t>1.2.</w:t>
            </w:r>
          </w:p>
        </w:tc>
        <w:tc>
          <w:tcPr>
            <w:tcW w:w="10005" w:type="dxa"/>
          </w:tcPr>
          <w:p w:rsidR="00713DBC" w:rsidRPr="00663506" w:rsidRDefault="00713DBC" w:rsidP="00702AF0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  <w:r w:rsidRPr="00663506">
              <w:rPr>
                <w:sz w:val="22"/>
                <w:szCs w:val="22"/>
              </w:rPr>
              <w:t>Стоимость дополнительных услуг [</w:t>
            </w:r>
            <w:r w:rsidRPr="00663506">
              <w:rPr>
                <w:rStyle w:val="af9"/>
                <w:sz w:val="22"/>
                <w:szCs w:val="22"/>
              </w:rPr>
              <w:t>расшифровать, к</w:t>
            </w:r>
            <w:r w:rsidRPr="00663506">
              <w:rPr>
                <w:rStyle w:val="af9"/>
                <w:sz w:val="22"/>
                <w:szCs w:val="22"/>
              </w:rPr>
              <w:t>а</w:t>
            </w:r>
            <w:r w:rsidRPr="00663506">
              <w:rPr>
                <w:rStyle w:val="af9"/>
                <w:sz w:val="22"/>
                <w:szCs w:val="22"/>
              </w:rPr>
              <w:t>кие дополнительные услуги должны быть включены в стоимость</w:t>
            </w:r>
            <w:r w:rsidRPr="00663506">
              <w:rPr>
                <w:sz w:val="22"/>
                <w:szCs w:val="22"/>
              </w:rPr>
              <w:t xml:space="preserve">] </w:t>
            </w:r>
          </w:p>
        </w:tc>
        <w:tc>
          <w:tcPr>
            <w:tcW w:w="3017" w:type="dxa"/>
          </w:tcPr>
          <w:p w:rsidR="00713DBC" w:rsidRPr="00663506" w:rsidRDefault="00713DBC" w:rsidP="00702AF0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</w:tr>
      <w:tr w:rsidR="00713DBC" w:rsidRPr="00663506">
        <w:tblPrEx>
          <w:tblCellMar>
            <w:top w:w="0" w:type="dxa"/>
            <w:bottom w:w="0" w:type="dxa"/>
          </w:tblCellMar>
        </w:tblPrEx>
        <w:trPr>
          <w:trHeight w:val="260"/>
        </w:trPr>
        <w:tc>
          <w:tcPr>
            <w:tcW w:w="1288" w:type="dxa"/>
          </w:tcPr>
          <w:p w:rsidR="00713DBC" w:rsidRPr="00663506" w:rsidRDefault="00713DBC" w:rsidP="00702AF0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663506">
              <w:rPr>
                <w:sz w:val="22"/>
                <w:szCs w:val="22"/>
              </w:rPr>
              <w:t>1.3.</w:t>
            </w:r>
          </w:p>
        </w:tc>
        <w:tc>
          <w:tcPr>
            <w:tcW w:w="10005" w:type="dxa"/>
          </w:tcPr>
          <w:p w:rsidR="00713DBC" w:rsidRPr="00663506" w:rsidRDefault="00713DBC" w:rsidP="00702AF0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  <w:r w:rsidRPr="00663506">
              <w:rPr>
                <w:sz w:val="22"/>
                <w:szCs w:val="22"/>
              </w:rPr>
              <w:t>Прочие расходы (расшифровать)</w:t>
            </w:r>
          </w:p>
        </w:tc>
        <w:tc>
          <w:tcPr>
            <w:tcW w:w="3017" w:type="dxa"/>
          </w:tcPr>
          <w:p w:rsidR="00713DBC" w:rsidRPr="00663506" w:rsidRDefault="00713DBC" w:rsidP="00702AF0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</w:tr>
      <w:tr w:rsidR="00713DBC" w:rsidRPr="00663506">
        <w:tblPrEx>
          <w:tblCellMar>
            <w:top w:w="0" w:type="dxa"/>
            <w:bottom w:w="0" w:type="dxa"/>
          </w:tblCellMar>
        </w:tblPrEx>
        <w:trPr>
          <w:trHeight w:val="260"/>
        </w:trPr>
        <w:tc>
          <w:tcPr>
            <w:tcW w:w="1288" w:type="dxa"/>
          </w:tcPr>
          <w:p w:rsidR="00713DBC" w:rsidRPr="00663506" w:rsidRDefault="00713DBC" w:rsidP="00702AF0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663506">
              <w:rPr>
                <w:sz w:val="22"/>
                <w:szCs w:val="22"/>
              </w:rPr>
              <w:t>1.4.</w:t>
            </w:r>
          </w:p>
        </w:tc>
        <w:tc>
          <w:tcPr>
            <w:tcW w:w="10005" w:type="dxa"/>
          </w:tcPr>
          <w:p w:rsidR="00713DBC" w:rsidRPr="00663506" w:rsidRDefault="00713DBC" w:rsidP="00702AF0">
            <w:pPr>
              <w:pStyle w:val="af1"/>
              <w:spacing w:before="0" w:after="0"/>
              <w:ind w:left="0" w:right="0"/>
              <w:rPr>
                <w:b/>
                <w:sz w:val="22"/>
                <w:szCs w:val="22"/>
              </w:rPr>
            </w:pPr>
            <w:r w:rsidRPr="00663506">
              <w:rPr>
                <w:b/>
                <w:sz w:val="22"/>
                <w:szCs w:val="22"/>
              </w:rPr>
              <w:t>…</w:t>
            </w:r>
          </w:p>
        </w:tc>
        <w:tc>
          <w:tcPr>
            <w:tcW w:w="3017" w:type="dxa"/>
          </w:tcPr>
          <w:p w:rsidR="00713DBC" w:rsidRPr="00663506" w:rsidRDefault="00713DBC" w:rsidP="00702AF0">
            <w:pPr>
              <w:pStyle w:val="af1"/>
              <w:spacing w:before="0" w:after="0"/>
              <w:ind w:left="0" w:right="0"/>
              <w:rPr>
                <w:b/>
                <w:sz w:val="22"/>
                <w:szCs w:val="22"/>
              </w:rPr>
            </w:pPr>
          </w:p>
        </w:tc>
      </w:tr>
      <w:tr w:rsidR="00713DBC" w:rsidRPr="00663506">
        <w:tblPrEx>
          <w:tblCellMar>
            <w:top w:w="0" w:type="dxa"/>
            <w:bottom w:w="0" w:type="dxa"/>
          </w:tblCellMar>
        </w:tblPrEx>
        <w:trPr>
          <w:trHeight w:val="260"/>
        </w:trPr>
        <w:tc>
          <w:tcPr>
            <w:tcW w:w="1288" w:type="dxa"/>
          </w:tcPr>
          <w:p w:rsidR="00713DBC" w:rsidRPr="00663506" w:rsidRDefault="00713DBC" w:rsidP="00702AF0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663506">
              <w:rPr>
                <w:sz w:val="22"/>
                <w:szCs w:val="22"/>
              </w:rPr>
              <w:t>1.5.</w:t>
            </w:r>
          </w:p>
        </w:tc>
        <w:tc>
          <w:tcPr>
            <w:tcW w:w="10005" w:type="dxa"/>
          </w:tcPr>
          <w:p w:rsidR="00713DBC" w:rsidRPr="00663506" w:rsidRDefault="00713DBC" w:rsidP="00702AF0">
            <w:pPr>
              <w:pStyle w:val="af1"/>
              <w:spacing w:before="0" w:after="0"/>
              <w:ind w:left="0" w:right="0"/>
              <w:rPr>
                <w:b/>
                <w:sz w:val="22"/>
                <w:szCs w:val="22"/>
              </w:rPr>
            </w:pPr>
            <w:r w:rsidRPr="00663506">
              <w:rPr>
                <w:b/>
                <w:sz w:val="22"/>
                <w:szCs w:val="22"/>
              </w:rPr>
              <w:t>…</w:t>
            </w:r>
          </w:p>
        </w:tc>
        <w:tc>
          <w:tcPr>
            <w:tcW w:w="3017" w:type="dxa"/>
          </w:tcPr>
          <w:p w:rsidR="00713DBC" w:rsidRPr="00663506" w:rsidRDefault="00713DBC" w:rsidP="00702AF0">
            <w:pPr>
              <w:pStyle w:val="af1"/>
              <w:spacing w:before="0" w:after="0"/>
              <w:ind w:left="0" w:right="0"/>
              <w:rPr>
                <w:b/>
                <w:sz w:val="22"/>
                <w:szCs w:val="22"/>
              </w:rPr>
            </w:pPr>
          </w:p>
        </w:tc>
      </w:tr>
      <w:tr w:rsidR="00713DBC" w:rsidRPr="00663506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11293" w:type="dxa"/>
            <w:gridSpan w:val="2"/>
          </w:tcPr>
          <w:p w:rsidR="00713DBC" w:rsidRPr="00663506" w:rsidRDefault="00713DBC" w:rsidP="00702AF0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  <w:r w:rsidRPr="00663506">
              <w:rPr>
                <w:b/>
                <w:bCs/>
                <w:color w:val="000000"/>
                <w:sz w:val="22"/>
                <w:szCs w:val="22"/>
              </w:rPr>
              <w:t>ИТОГО без НДС, руб.</w:t>
            </w:r>
          </w:p>
        </w:tc>
        <w:tc>
          <w:tcPr>
            <w:tcW w:w="3017" w:type="dxa"/>
          </w:tcPr>
          <w:p w:rsidR="00713DBC" w:rsidRPr="00663506" w:rsidRDefault="00713DBC" w:rsidP="00702AF0">
            <w:pPr>
              <w:pStyle w:val="af1"/>
              <w:spacing w:before="0" w:after="0"/>
              <w:ind w:left="0" w:right="0"/>
              <w:rPr>
                <w:b/>
                <w:sz w:val="22"/>
                <w:szCs w:val="22"/>
              </w:rPr>
            </w:pPr>
          </w:p>
        </w:tc>
      </w:tr>
      <w:tr w:rsidR="00713DBC" w:rsidRPr="00663506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11293" w:type="dxa"/>
            <w:gridSpan w:val="2"/>
          </w:tcPr>
          <w:p w:rsidR="00713DBC" w:rsidRPr="00663506" w:rsidRDefault="00713DBC" w:rsidP="00702AF0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  <w:r w:rsidRPr="00663506">
              <w:rPr>
                <w:b/>
                <w:bCs/>
                <w:color w:val="000000"/>
                <w:sz w:val="22"/>
                <w:szCs w:val="22"/>
              </w:rPr>
              <w:t>НДС, руб.</w:t>
            </w:r>
          </w:p>
        </w:tc>
        <w:tc>
          <w:tcPr>
            <w:tcW w:w="3017" w:type="dxa"/>
          </w:tcPr>
          <w:p w:rsidR="00713DBC" w:rsidRPr="00663506" w:rsidRDefault="00713DBC" w:rsidP="00702AF0">
            <w:pPr>
              <w:pStyle w:val="af1"/>
              <w:spacing w:before="0" w:after="0"/>
              <w:ind w:left="0" w:right="0"/>
              <w:rPr>
                <w:b/>
                <w:sz w:val="22"/>
                <w:szCs w:val="22"/>
              </w:rPr>
            </w:pPr>
          </w:p>
        </w:tc>
      </w:tr>
      <w:tr w:rsidR="00713DBC" w:rsidRPr="00663506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11293" w:type="dxa"/>
            <w:gridSpan w:val="2"/>
          </w:tcPr>
          <w:p w:rsidR="00713DBC" w:rsidRPr="00663506" w:rsidRDefault="00713DBC" w:rsidP="00702AF0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  <w:r w:rsidRPr="00663506">
              <w:rPr>
                <w:b/>
                <w:bCs/>
                <w:color w:val="000000"/>
                <w:sz w:val="22"/>
                <w:szCs w:val="22"/>
              </w:rPr>
              <w:t>ИТОГО с НДС, руб.</w:t>
            </w:r>
          </w:p>
        </w:tc>
        <w:tc>
          <w:tcPr>
            <w:tcW w:w="3017" w:type="dxa"/>
          </w:tcPr>
          <w:p w:rsidR="00713DBC" w:rsidRPr="00663506" w:rsidRDefault="00713DBC" w:rsidP="00702AF0">
            <w:pPr>
              <w:pStyle w:val="af1"/>
              <w:spacing w:before="0" w:after="0"/>
              <w:ind w:left="0" w:right="0"/>
              <w:rPr>
                <w:b/>
                <w:sz w:val="22"/>
                <w:szCs w:val="22"/>
              </w:rPr>
            </w:pPr>
          </w:p>
        </w:tc>
      </w:tr>
    </w:tbl>
    <w:p w:rsidR="00713DBC" w:rsidRPr="00663506" w:rsidRDefault="00713DBC" w:rsidP="00713DBC">
      <w:pPr>
        <w:spacing w:line="240" w:lineRule="auto"/>
        <w:ind w:firstLine="0"/>
        <w:jc w:val="left"/>
        <w:rPr>
          <w:sz w:val="22"/>
          <w:szCs w:val="22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5812"/>
        <w:gridCol w:w="5250"/>
      </w:tblGrid>
      <w:tr w:rsidR="00713DBC" w:rsidRPr="00663506">
        <w:tc>
          <w:tcPr>
            <w:tcW w:w="3227" w:type="dxa"/>
          </w:tcPr>
          <w:p w:rsidR="00713DBC" w:rsidRPr="00663506" w:rsidRDefault="00713DBC" w:rsidP="00702AF0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5812" w:type="dxa"/>
          </w:tcPr>
          <w:p w:rsidR="00713DBC" w:rsidRPr="00663506" w:rsidRDefault="00713DBC" w:rsidP="00702AF0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663506">
              <w:rPr>
                <w:sz w:val="22"/>
                <w:szCs w:val="22"/>
              </w:rPr>
              <w:t>Требования Заказчика</w:t>
            </w:r>
          </w:p>
        </w:tc>
        <w:tc>
          <w:tcPr>
            <w:tcW w:w="5250" w:type="dxa"/>
          </w:tcPr>
          <w:p w:rsidR="00713DBC" w:rsidRPr="00663506" w:rsidRDefault="00713DBC" w:rsidP="00702AF0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663506">
              <w:rPr>
                <w:sz w:val="22"/>
                <w:szCs w:val="22"/>
              </w:rPr>
              <w:t xml:space="preserve">Предложение </w:t>
            </w:r>
            <w:r w:rsidR="00B80AF0">
              <w:rPr>
                <w:sz w:val="22"/>
                <w:szCs w:val="22"/>
              </w:rPr>
              <w:t>Поставщик</w:t>
            </w:r>
            <w:r w:rsidRPr="00663506">
              <w:rPr>
                <w:sz w:val="22"/>
                <w:szCs w:val="22"/>
              </w:rPr>
              <w:t>а</w:t>
            </w:r>
          </w:p>
        </w:tc>
      </w:tr>
      <w:tr w:rsidR="00713DBC" w:rsidRPr="00663506">
        <w:tc>
          <w:tcPr>
            <w:tcW w:w="3227" w:type="dxa"/>
          </w:tcPr>
          <w:p w:rsidR="00713DBC" w:rsidRPr="00663506" w:rsidRDefault="00713DBC" w:rsidP="00702AF0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663506">
              <w:rPr>
                <w:sz w:val="22"/>
                <w:szCs w:val="22"/>
              </w:rPr>
              <w:t>Условия оплаты продукции:</w:t>
            </w:r>
          </w:p>
        </w:tc>
        <w:tc>
          <w:tcPr>
            <w:tcW w:w="5812" w:type="dxa"/>
          </w:tcPr>
          <w:p w:rsidR="00713DBC" w:rsidRPr="00663506" w:rsidRDefault="00713DBC" w:rsidP="00702AF0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250" w:type="dxa"/>
          </w:tcPr>
          <w:p w:rsidR="00713DBC" w:rsidRPr="00663506" w:rsidRDefault="00713DBC" w:rsidP="00702AF0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</w:tr>
    </w:tbl>
    <w:p w:rsidR="00713DBC" w:rsidRPr="00663506" w:rsidRDefault="00713DBC" w:rsidP="00713DBC">
      <w:pPr>
        <w:tabs>
          <w:tab w:val="left" w:pos="15451"/>
        </w:tabs>
        <w:spacing w:before="240" w:after="100" w:afterAutospacing="1" w:line="240" w:lineRule="auto"/>
        <w:ind w:right="85" w:firstLine="0"/>
        <w:jc w:val="left"/>
        <w:rPr>
          <w:sz w:val="22"/>
          <w:szCs w:val="22"/>
        </w:rPr>
      </w:pPr>
    </w:p>
    <w:p w:rsidR="007A25D0" w:rsidRPr="007417E6" w:rsidRDefault="007A25D0" w:rsidP="007A25D0">
      <w:pPr>
        <w:tabs>
          <w:tab w:val="left" w:pos="15451"/>
        </w:tabs>
        <w:spacing w:before="240" w:after="100" w:afterAutospacing="1" w:line="240" w:lineRule="auto"/>
        <w:ind w:right="85" w:firstLine="0"/>
        <w:jc w:val="left"/>
        <w:rPr>
          <w:sz w:val="22"/>
          <w:szCs w:val="22"/>
          <w:vertAlign w:val="superscript"/>
        </w:rPr>
      </w:pPr>
      <w:r w:rsidRPr="007417E6">
        <w:rPr>
          <w:sz w:val="22"/>
          <w:szCs w:val="22"/>
        </w:rPr>
        <w:lastRenderedPageBreak/>
        <w:t>Поставка продукции будет осуществлена в полном соответствии с требованиями Технического задания и Проекта договора Заказчика.</w:t>
      </w:r>
    </w:p>
    <w:p w:rsidR="00EB78C9" w:rsidRPr="007417E6" w:rsidRDefault="00EB78C9" w:rsidP="008B5A0E">
      <w:pPr>
        <w:spacing w:line="240" w:lineRule="auto"/>
        <w:ind w:right="10998"/>
        <w:rPr>
          <w:color w:val="000000"/>
          <w:sz w:val="22"/>
          <w:szCs w:val="22"/>
        </w:rPr>
      </w:pPr>
      <w:r w:rsidRPr="007417E6">
        <w:rPr>
          <w:color w:val="000000"/>
          <w:sz w:val="22"/>
          <w:szCs w:val="22"/>
        </w:rPr>
        <w:t>____________________________________</w:t>
      </w:r>
    </w:p>
    <w:p w:rsidR="00EB78C9" w:rsidRPr="007417E6" w:rsidRDefault="00EB78C9" w:rsidP="008B5A0E">
      <w:pPr>
        <w:spacing w:line="240" w:lineRule="auto"/>
        <w:ind w:right="10998"/>
        <w:jc w:val="center"/>
        <w:rPr>
          <w:color w:val="000000"/>
          <w:sz w:val="22"/>
          <w:szCs w:val="22"/>
          <w:vertAlign w:val="superscript"/>
        </w:rPr>
      </w:pPr>
      <w:r w:rsidRPr="007417E6">
        <w:rPr>
          <w:color w:val="000000"/>
          <w:sz w:val="22"/>
          <w:szCs w:val="22"/>
          <w:vertAlign w:val="superscript"/>
        </w:rPr>
        <w:t>(подпись, М.П.)</w:t>
      </w:r>
    </w:p>
    <w:p w:rsidR="00EB78C9" w:rsidRPr="007417E6" w:rsidRDefault="00EB78C9" w:rsidP="008B5A0E">
      <w:pPr>
        <w:spacing w:line="240" w:lineRule="auto"/>
        <w:ind w:right="10998"/>
        <w:rPr>
          <w:color w:val="000000"/>
          <w:sz w:val="22"/>
          <w:szCs w:val="22"/>
        </w:rPr>
      </w:pPr>
      <w:r w:rsidRPr="007417E6">
        <w:rPr>
          <w:color w:val="000000"/>
          <w:sz w:val="22"/>
          <w:szCs w:val="22"/>
        </w:rPr>
        <w:t>____________________________________</w:t>
      </w:r>
    </w:p>
    <w:p w:rsidR="00EB78C9" w:rsidRPr="007417E6" w:rsidRDefault="00EB78C9" w:rsidP="008B5A0E">
      <w:pPr>
        <w:spacing w:line="240" w:lineRule="auto"/>
        <w:ind w:right="10998"/>
        <w:jc w:val="center"/>
        <w:rPr>
          <w:color w:val="000000"/>
          <w:sz w:val="22"/>
          <w:szCs w:val="22"/>
          <w:vertAlign w:val="superscript"/>
        </w:rPr>
      </w:pPr>
      <w:r w:rsidRPr="007417E6">
        <w:rPr>
          <w:color w:val="000000"/>
          <w:sz w:val="22"/>
          <w:szCs w:val="22"/>
          <w:vertAlign w:val="superscript"/>
        </w:rPr>
        <w:t>(фамилия, имя, отчество подписавшего, должность)</w:t>
      </w:r>
    </w:p>
    <w:p w:rsidR="00116227" w:rsidRPr="007417E6" w:rsidRDefault="00116227" w:rsidP="00116227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2"/>
          <w:szCs w:val="22"/>
        </w:rPr>
      </w:pPr>
      <w:r w:rsidRPr="007417E6">
        <w:rPr>
          <w:b/>
          <w:color w:val="000000"/>
          <w:spacing w:val="36"/>
          <w:sz w:val="22"/>
          <w:szCs w:val="22"/>
        </w:rPr>
        <w:t>конец формы</w:t>
      </w:r>
    </w:p>
    <w:p w:rsidR="00B93639" w:rsidRDefault="00B93639" w:rsidP="00116227">
      <w:pPr>
        <w:keepNext/>
        <w:spacing w:line="240" w:lineRule="auto"/>
        <w:rPr>
          <w:b/>
          <w:sz w:val="22"/>
          <w:szCs w:val="22"/>
        </w:rPr>
      </w:pPr>
    </w:p>
    <w:p w:rsidR="00B93639" w:rsidRDefault="00B93639" w:rsidP="00B93639">
      <w:pPr>
        <w:tabs>
          <w:tab w:val="left" w:pos="11540"/>
        </w:tabs>
        <w:rPr>
          <w:sz w:val="22"/>
          <w:szCs w:val="22"/>
        </w:rPr>
      </w:pPr>
      <w:r>
        <w:rPr>
          <w:sz w:val="22"/>
          <w:szCs w:val="22"/>
        </w:rPr>
        <w:tab/>
      </w:r>
    </w:p>
    <w:p w:rsidR="00B93639" w:rsidRDefault="00B93639" w:rsidP="00B93639">
      <w:pPr>
        <w:rPr>
          <w:sz w:val="22"/>
          <w:szCs w:val="22"/>
        </w:rPr>
      </w:pPr>
    </w:p>
    <w:p w:rsidR="0000205F" w:rsidRPr="00B93639" w:rsidRDefault="0000205F" w:rsidP="00B93639">
      <w:pPr>
        <w:rPr>
          <w:sz w:val="22"/>
          <w:szCs w:val="22"/>
        </w:rPr>
        <w:sectPr w:rsidR="0000205F" w:rsidRPr="00B93639" w:rsidSect="0000205F">
          <w:pgSz w:w="16838" w:h="11906" w:orient="landscape" w:code="9"/>
          <w:pgMar w:top="567" w:right="567" w:bottom="1134" w:left="737" w:header="680" w:footer="414" w:gutter="0"/>
          <w:cols w:space="708"/>
          <w:titlePg/>
          <w:docGrid w:linePitch="360"/>
        </w:sectPr>
      </w:pPr>
    </w:p>
    <w:p w:rsidR="00116227" w:rsidRPr="007417E6" w:rsidRDefault="00116227" w:rsidP="00B264AD">
      <w:pPr>
        <w:pStyle w:val="21"/>
        <w:pageBreakBefore/>
        <w:tabs>
          <w:tab w:val="left" w:pos="1134"/>
        </w:tabs>
        <w:ind w:left="1134"/>
        <w:rPr>
          <w:sz w:val="22"/>
          <w:szCs w:val="22"/>
        </w:rPr>
      </w:pPr>
      <w:bookmarkStart w:id="328" w:name="_Toc125426228"/>
      <w:r w:rsidRPr="007417E6">
        <w:rPr>
          <w:sz w:val="22"/>
          <w:szCs w:val="22"/>
        </w:rPr>
        <w:lastRenderedPageBreak/>
        <w:t>Инструкции по заполнению</w:t>
      </w:r>
      <w:bookmarkEnd w:id="328"/>
    </w:p>
    <w:p w:rsidR="00116227" w:rsidRPr="007417E6" w:rsidRDefault="00B80AF0" w:rsidP="00F15CD1">
      <w:pPr>
        <w:pStyle w:val="a1"/>
        <w:snapToGrid w:val="0"/>
        <w:spacing w:line="240" w:lineRule="auto"/>
        <w:rPr>
          <w:sz w:val="22"/>
          <w:szCs w:val="22"/>
        </w:rPr>
      </w:pPr>
      <w:r>
        <w:rPr>
          <w:sz w:val="22"/>
          <w:szCs w:val="22"/>
        </w:rPr>
        <w:t>Поставщик</w:t>
      </w:r>
      <w:r w:rsidR="00116227" w:rsidRPr="007417E6">
        <w:rPr>
          <w:sz w:val="22"/>
          <w:szCs w:val="22"/>
        </w:rPr>
        <w:t xml:space="preserve"> указывает дату и номер Предложения в соотве</w:t>
      </w:r>
      <w:r w:rsidR="00116227" w:rsidRPr="007417E6">
        <w:rPr>
          <w:sz w:val="22"/>
          <w:szCs w:val="22"/>
        </w:rPr>
        <w:t>т</w:t>
      </w:r>
      <w:r w:rsidR="00116227" w:rsidRPr="007417E6">
        <w:rPr>
          <w:sz w:val="22"/>
          <w:szCs w:val="22"/>
        </w:rPr>
        <w:t xml:space="preserve">ствии с письмом о подаче оферты (подраздел </w:t>
      </w:r>
      <w:fldSimple w:instr=" REF _Ref55336310 \r \h  \* MERGEFORMAT ">
        <w:r w:rsidR="00C07197">
          <w:rPr>
            <w:sz w:val="22"/>
            <w:szCs w:val="22"/>
          </w:rPr>
          <w:t>6.1</w:t>
        </w:r>
      </w:fldSimple>
      <w:r w:rsidR="00116227" w:rsidRPr="007417E6">
        <w:rPr>
          <w:sz w:val="22"/>
          <w:szCs w:val="22"/>
        </w:rPr>
        <w:t>).</w:t>
      </w:r>
    </w:p>
    <w:p w:rsidR="00116227" w:rsidRPr="007417E6" w:rsidRDefault="00B80AF0" w:rsidP="00F15CD1">
      <w:pPr>
        <w:pStyle w:val="a1"/>
        <w:snapToGrid w:val="0"/>
        <w:spacing w:before="100" w:beforeAutospacing="1" w:line="240" w:lineRule="auto"/>
        <w:rPr>
          <w:sz w:val="22"/>
          <w:szCs w:val="22"/>
        </w:rPr>
      </w:pPr>
      <w:r>
        <w:rPr>
          <w:sz w:val="22"/>
          <w:szCs w:val="22"/>
        </w:rPr>
        <w:t>Поставщик</w:t>
      </w:r>
      <w:r w:rsidR="00116227" w:rsidRPr="007417E6">
        <w:rPr>
          <w:sz w:val="22"/>
          <w:szCs w:val="22"/>
        </w:rPr>
        <w:t xml:space="preserve"> указывает свое фирменное наименование (в т.ч. организац</w:t>
      </w:r>
      <w:r w:rsidR="00116227" w:rsidRPr="007417E6">
        <w:rPr>
          <w:sz w:val="22"/>
          <w:szCs w:val="22"/>
        </w:rPr>
        <w:t>и</w:t>
      </w:r>
      <w:r w:rsidR="00116227" w:rsidRPr="007417E6">
        <w:rPr>
          <w:sz w:val="22"/>
          <w:szCs w:val="22"/>
        </w:rPr>
        <w:t xml:space="preserve">онно-правовую форму) и свой </w:t>
      </w:r>
      <w:r w:rsidR="00416423" w:rsidRPr="007417E6">
        <w:rPr>
          <w:sz w:val="22"/>
          <w:szCs w:val="22"/>
        </w:rPr>
        <w:t>юридический адрес.</w:t>
      </w:r>
    </w:p>
    <w:p w:rsidR="00116227" w:rsidRPr="007417E6" w:rsidRDefault="00116227" w:rsidP="004214CC">
      <w:pPr>
        <w:pStyle w:val="a1"/>
        <w:snapToGrid w:val="0"/>
        <w:spacing w:before="100" w:beforeAutospacing="1" w:line="240" w:lineRule="auto"/>
        <w:rPr>
          <w:sz w:val="22"/>
          <w:szCs w:val="22"/>
        </w:rPr>
      </w:pPr>
      <w:r w:rsidRPr="007417E6">
        <w:rPr>
          <w:sz w:val="22"/>
          <w:szCs w:val="22"/>
        </w:rPr>
        <w:t>В Коммерческом предложении приводятся соответственно наименование статьи расх</w:t>
      </w:r>
      <w:r w:rsidRPr="007417E6">
        <w:rPr>
          <w:sz w:val="22"/>
          <w:szCs w:val="22"/>
        </w:rPr>
        <w:t>о</w:t>
      </w:r>
      <w:r w:rsidRPr="007417E6">
        <w:rPr>
          <w:sz w:val="22"/>
          <w:szCs w:val="22"/>
        </w:rPr>
        <w:t>дов и величина расходов по этой статье (</w:t>
      </w:r>
      <w:r w:rsidR="00AD694D">
        <w:rPr>
          <w:sz w:val="22"/>
          <w:szCs w:val="22"/>
        </w:rPr>
        <w:t xml:space="preserve">без НДС и </w:t>
      </w:r>
      <w:r w:rsidRPr="007417E6">
        <w:rPr>
          <w:sz w:val="22"/>
          <w:szCs w:val="22"/>
        </w:rPr>
        <w:t>с НДС). Также могут быть приведены примечания и коммент</w:t>
      </w:r>
      <w:r w:rsidRPr="007417E6">
        <w:rPr>
          <w:sz w:val="22"/>
          <w:szCs w:val="22"/>
        </w:rPr>
        <w:t>а</w:t>
      </w:r>
      <w:r w:rsidRPr="007417E6">
        <w:rPr>
          <w:sz w:val="22"/>
          <w:szCs w:val="22"/>
        </w:rPr>
        <w:t>рии.</w:t>
      </w:r>
    </w:p>
    <w:p w:rsidR="00116227" w:rsidRPr="007417E6" w:rsidRDefault="00116227" w:rsidP="00F15CD1">
      <w:pPr>
        <w:pStyle w:val="a1"/>
        <w:snapToGrid w:val="0"/>
        <w:spacing w:before="100" w:beforeAutospacing="1" w:line="240" w:lineRule="auto"/>
        <w:rPr>
          <w:sz w:val="22"/>
          <w:szCs w:val="22"/>
        </w:rPr>
      </w:pPr>
      <w:r w:rsidRPr="007417E6">
        <w:rPr>
          <w:sz w:val="22"/>
          <w:szCs w:val="22"/>
        </w:rPr>
        <w:t>Все суммы коммерческого предложения долж</w:t>
      </w:r>
      <w:r w:rsidR="00C377B0" w:rsidRPr="007417E6">
        <w:rPr>
          <w:sz w:val="22"/>
          <w:szCs w:val="22"/>
        </w:rPr>
        <w:t xml:space="preserve">ны быть представлены в формате </w:t>
      </w:r>
      <w:r w:rsidRPr="007417E6">
        <w:rPr>
          <w:sz w:val="22"/>
          <w:szCs w:val="22"/>
        </w:rPr>
        <w:t>XXX XXX XXX,XX руб. напр</w:t>
      </w:r>
      <w:r w:rsidRPr="007417E6">
        <w:rPr>
          <w:sz w:val="22"/>
          <w:szCs w:val="22"/>
        </w:rPr>
        <w:t>и</w:t>
      </w:r>
      <w:r w:rsidRPr="007417E6">
        <w:rPr>
          <w:sz w:val="22"/>
          <w:szCs w:val="22"/>
        </w:rPr>
        <w:t>мер: «1 234 567,89 руб.». Округление, указанных сумм в коммерческом предложении не допускается.</w:t>
      </w:r>
    </w:p>
    <w:p w:rsidR="00116227" w:rsidRPr="007417E6" w:rsidRDefault="00116227" w:rsidP="00F15CD1">
      <w:pPr>
        <w:pStyle w:val="a1"/>
        <w:snapToGrid w:val="0"/>
        <w:spacing w:before="100" w:beforeAutospacing="1" w:line="240" w:lineRule="auto"/>
        <w:rPr>
          <w:sz w:val="22"/>
          <w:szCs w:val="22"/>
        </w:rPr>
      </w:pPr>
      <w:r w:rsidRPr="007417E6">
        <w:rPr>
          <w:sz w:val="22"/>
          <w:szCs w:val="22"/>
        </w:rPr>
        <w:t>Арифметические ошибки в коммерческом предложении могут быть причиной отклонения Предложения</w:t>
      </w:r>
      <w:r w:rsidR="008F3FD6" w:rsidRPr="007417E6">
        <w:rPr>
          <w:sz w:val="22"/>
          <w:szCs w:val="22"/>
        </w:rPr>
        <w:t>.</w:t>
      </w:r>
    </w:p>
    <w:p w:rsidR="00116227" w:rsidRPr="007417E6" w:rsidRDefault="00116227" w:rsidP="00116227">
      <w:pPr>
        <w:keepNext/>
        <w:spacing w:line="240" w:lineRule="auto"/>
        <w:rPr>
          <w:b/>
          <w:sz w:val="22"/>
          <w:szCs w:val="22"/>
        </w:rPr>
      </w:pPr>
      <w:bookmarkStart w:id="329" w:name="_Hlt22846931"/>
      <w:bookmarkEnd w:id="329"/>
    </w:p>
    <w:p w:rsidR="00116227" w:rsidRPr="007417E6" w:rsidRDefault="00116227" w:rsidP="00B264AD">
      <w:pPr>
        <w:pStyle w:val="2"/>
        <w:pageBreakBefore/>
        <w:spacing w:before="100" w:beforeAutospacing="1" w:after="100" w:afterAutospacing="1"/>
        <w:rPr>
          <w:sz w:val="22"/>
          <w:szCs w:val="22"/>
        </w:rPr>
      </w:pPr>
      <w:bookmarkStart w:id="330" w:name="_Ref55335823"/>
      <w:bookmarkStart w:id="331" w:name="_Ref55336359"/>
      <w:bookmarkStart w:id="332" w:name="_Toc57314675"/>
      <w:bookmarkStart w:id="333" w:name="_Toc69728989"/>
      <w:bookmarkStart w:id="334" w:name="_Toc125426241"/>
      <w:bookmarkStart w:id="335" w:name="_Toc318207999"/>
      <w:bookmarkEnd w:id="317"/>
      <w:bookmarkEnd w:id="318"/>
      <w:r w:rsidRPr="007417E6">
        <w:rPr>
          <w:sz w:val="22"/>
          <w:szCs w:val="22"/>
        </w:rPr>
        <w:lastRenderedPageBreak/>
        <w:t xml:space="preserve">Анкета </w:t>
      </w:r>
      <w:r w:rsidR="00B80AF0">
        <w:rPr>
          <w:sz w:val="22"/>
          <w:szCs w:val="22"/>
        </w:rPr>
        <w:t>Поставщик</w:t>
      </w:r>
      <w:r w:rsidRPr="007417E6">
        <w:rPr>
          <w:sz w:val="22"/>
          <w:szCs w:val="22"/>
        </w:rPr>
        <w:t>а (форма 6)</w:t>
      </w:r>
      <w:bookmarkEnd w:id="330"/>
      <w:bookmarkEnd w:id="331"/>
      <w:bookmarkEnd w:id="332"/>
      <w:bookmarkEnd w:id="333"/>
      <w:bookmarkEnd w:id="334"/>
      <w:bookmarkEnd w:id="335"/>
    </w:p>
    <w:p w:rsidR="00116227" w:rsidRPr="007417E6" w:rsidRDefault="00116227" w:rsidP="00B264AD">
      <w:pPr>
        <w:pStyle w:val="21"/>
        <w:tabs>
          <w:tab w:val="num" w:pos="1134"/>
        </w:tabs>
        <w:spacing w:before="100" w:beforeAutospacing="1" w:after="100" w:afterAutospacing="1"/>
        <w:ind w:left="1134"/>
        <w:rPr>
          <w:sz w:val="22"/>
          <w:szCs w:val="22"/>
        </w:rPr>
      </w:pPr>
      <w:bookmarkStart w:id="336" w:name="_Toc125426242"/>
      <w:r w:rsidRPr="007417E6">
        <w:rPr>
          <w:sz w:val="22"/>
          <w:szCs w:val="22"/>
        </w:rPr>
        <w:t xml:space="preserve">Форма Анкеты </w:t>
      </w:r>
      <w:r w:rsidR="00B80AF0">
        <w:rPr>
          <w:sz w:val="22"/>
          <w:szCs w:val="22"/>
        </w:rPr>
        <w:t>Поставщик</w:t>
      </w:r>
      <w:r w:rsidRPr="007417E6">
        <w:rPr>
          <w:sz w:val="22"/>
          <w:szCs w:val="22"/>
        </w:rPr>
        <w:t>а</w:t>
      </w:r>
      <w:bookmarkEnd w:id="336"/>
    </w:p>
    <w:p w:rsidR="00116227" w:rsidRPr="007417E6" w:rsidRDefault="00116227" w:rsidP="00116227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2"/>
          <w:szCs w:val="22"/>
        </w:rPr>
      </w:pPr>
      <w:r w:rsidRPr="007417E6">
        <w:rPr>
          <w:b/>
          <w:color w:val="000000"/>
          <w:spacing w:val="36"/>
          <w:sz w:val="22"/>
          <w:szCs w:val="22"/>
        </w:rPr>
        <w:t>начало формы</w:t>
      </w:r>
    </w:p>
    <w:p w:rsidR="00116227" w:rsidRPr="007417E6" w:rsidRDefault="00116227" w:rsidP="00116227">
      <w:pPr>
        <w:spacing w:line="240" w:lineRule="auto"/>
        <w:ind w:firstLine="0"/>
        <w:jc w:val="left"/>
        <w:rPr>
          <w:sz w:val="22"/>
          <w:szCs w:val="22"/>
        </w:rPr>
      </w:pPr>
    </w:p>
    <w:p w:rsidR="00116227" w:rsidRPr="007417E6" w:rsidRDefault="00116227" w:rsidP="00116227">
      <w:pPr>
        <w:spacing w:line="240" w:lineRule="auto"/>
        <w:ind w:firstLine="0"/>
        <w:jc w:val="left"/>
        <w:rPr>
          <w:sz w:val="22"/>
          <w:szCs w:val="22"/>
        </w:rPr>
      </w:pPr>
    </w:p>
    <w:p w:rsidR="00116227" w:rsidRPr="007417E6" w:rsidRDefault="00116227" w:rsidP="00116227">
      <w:pPr>
        <w:spacing w:line="240" w:lineRule="auto"/>
        <w:ind w:firstLine="0"/>
        <w:jc w:val="left"/>
        <w:rPr>
          <w:sz w:val="22"/>
          <w:szCs w:val="22"/>
        </w:rPr>
      </w:pPr>
      <w:r w:rsidRPr="007417E6">
        <w:rPr>
          <w:sz w:val="22"/>
          <w:szCs w:val="22"/>
        </w:rPr>
        <w:t xml:space="preserve">Приложение </w:t>
      </w:r>
      <w:r w:rsidRPr="007417E6">
        <w:rPr>
          <w:sz w:val="22"/>
          <w:szCs w:val="22"/>
        </w:rPr>
        <w:fldChar w:fldCharType="begin"/>
      </w:r>
      <w:r w:rsidRPr="007417E6">
        <w:rPr>
          <w:sz w:val="22"/>
          <w:szCs w:val="22"/>
        </w:rPr>
        <w:instrText xml:space="preserve"> SEQ Приложение \* ARABIC </w:instrText>
      </w:r>
      <w:r w:rsidRPr="007417E6">
        <w:rPr>
          <w:sz w:val="22"/>
          <w:szCs w:val="22"/>
        </w:rPr>
        <w:fldChar w:fldCharType="separate"/>
      </w:r>
      <w:r w:rsidR="00C07197">
        <w:rPr>
          <w:noProof/>
          <w:sz w:val="22"/>
          <w:szCs w:val="22"/>
        </w:rPr>
        <w:t>4</w:t>
      </w:r>
      <w:r w:rsidRPr="007417E6">
        <w:rPr>
          <w:sz w:val="22"/>
          <w:szCs w:val="22"/>
        </w:rPr>
        <w:fldChar w:fldCharType="end"/>
      </w:r>
      <w:r w:rsidRPr="007417E6">
        <w:rPr>
          <w:sz w:val="22"/>
          <w:szCs w:val="22"/>
        </w:rPr>
        <w:t xml:space="preserve"> к письму о подаче оферты</w:t>
      </w:r>
      <w:r w:rsidRPr="007417E6">
        <w:rPr>
          <w:sz w:val="22"/>
          <w:szCs w:val="22"/>
        </w:rPr>
        <w:br/>
        <w:t>от «____»_____________ г. №__________</w:t>
      </w:r>
    </w:p>
    <w:p w:rsidR="00116227" w:rsidRPr="007417E6" w:rsidRDefault="00116227" w:rsidP="00116227">
      <w:pPr>
        <w:spacing w:line="240" w:lineRule="auto"/>
        <w:rPr>
          <w:sz w:val="22"/>
          <w:szCs w:val="22"/>
        </w:rPr>
      </w:pPr>
    </w:p>
    <w:p w:rsidR="00116227" w:rsidRPr="007417E6" w:rsidRDefault="00116227" w:rsidP="00116227">
      <w:pPr>
        <w:suppressAutoHyphens/>
        <w:spacing w:line="240" w:lineRule="auto"/>
        <w:ind w:firstLine="0"/>
        <w:jc w:val="center"/>
        <w:rPr>
          <w:b/>
          <w:sz w:val="22"/>
          <w:szCs w:val="22"/>
        </w:rPr>
      </w:pPr>
      <w:r w:rsidRPr="007417E6">
        <w:rPr>
          <w:b/>
          <w:sz w:val="22"/>
          <w:szCs w:val="22"/>
        </w:rPr>
        <w:t xml:space="preserve">Анкета </w:t>
      </w:r>
      <w:r w:rsidR="00B80AF0">
        <w:rPr>
          <w:b/>
          <w:sz w:val="22"/>
          <w:szCs w:val="22"/>
        </w:rPr>
        <w:t>Поставщик</w:t>
      </w:r>
      <w:r w:rsidRPr="007417E6">
        <w:rPr>
          <w:b/>
          <w:sz w:val="22"/>
          <w:szCs w:val="22"/>
        </w:rPr>
        <w:t>а</w:t>
      </w:r>
    </w:p>
    <w:p w:rsidR="00116227" w:rsidRPr="007417E6" w:rsidRDefault="00116227" w:rsidP="00116227">
      <w:pPr>
        <w:spacing w:line="240" w:lineRule="auto"/>
        <w:rPr>
          <w:sz w:val="22"/>
          <w:szCs w:val="22"/>
        </w:rPr>
      </w:pPr>
    </w:p>
    <w:p w:rsidR="00116227" w:rsidRPr="007417E6" w:rsidRDefault="00116227" w:rsidP="00116227">
      <w:pPr>
        <w:spacing w:line="240" w:lineRule="auto"/>
        <w:ind w:firstLine="0"/>
        <w:rPr>
          <w:color w:val="000000"/>
          <w:sz w:val="22"/>
          <w:szCs w:val="22"/>
        </w:rPr>
      </w:pPr>
      <w:r w:rsidRPr="007417E6">
        <w:rPr>
          <w:color w:val="000000"/>
          <w:sz w:val="22"/>
          <w:szCs w:val="22"/>
        </w:rPr>
        <w:t xml:space="preserve">Наименование и адрес </w:t>
      </w:r>
      <w:r w:rsidR="00B80AF0">
        <w:rPr>
          <w:color w:val="000000"/>
          <w:sz w:val="22"/>
          <w:szCs w:val="22"/>
        </w:rPr>
        <w:t>Поставщик</w:t>
      </w:r>
      <w:r w:rsidRPr="007417E6">
        <w:rPr>
          <w:color w:val="000000"/>
          <w:sz w:val="22"/>
          <w:szCs w:val="22"/>
        </w:rPr>
        <w:t>а: _________________________________</w:t>
      </w:r>
    </w:p>
    <w:p w:rsidR="00116227" w:rsidRPr="007417E6" w:rsidRDefault="00116227" w:rsidP="00116227">
      <w:pPr>
        <w:spacing w:line="240" w:lineRule="auto"/>
        <w:rPr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0"/>
        <w:gridCol w:w="6300"/>
        <w:gridCol w:w="3240"/>
      </w:tblGrid>
      <w:tr w:rsidR="00116227" w:rsidRPr="007417E6">
        <w:tblPrEx>
          <w:tblCellMar>
            <w:top w:w="0" w:type="dxa"/>
            <w:bottom w:w="0" w:type="dxa"/>
          </w:tblCellMar>
        </w:tblPrEx>
        <w:trPr>
          <w:cantSplit/>
          <w:trHeight w:val="240"/>
          <w:tblHeader/>
        </w:trPr>
        <w:tc>
          <w:tcPr>
            <w:tcW w:w="720" w:type="dxa"/>
            <w:vAlign w:val="center"/>
          </w:tcPr>
          <w:p w:rsidR="00116227" w:rsidRPr="007417E6" w:rsidRDefault="00116227" w:rsidP="00D72D63">
            <w:pPr>
              <w:pStyle w:val="ae"/>
              <w:spacing w:before="0" w:after="0"/>
              <w:ind w:left="0" w:right="0"/>
              <w:jc w:val="center"/>
              <w:rPr>
                <w:szCs w:val="22"/>
              </w:rPr>
            </w:pPr>
            <w:r w:rsidRPr="007417E6">
              <w:rPr>
                <w:szCs w:val="22"/>
              </w:rPr>
              <w:t>№ п/п</w:t>
            </w:r>
          </w:p>
        </w:tc>
        <w:tc>
          <w:tcPr>
            <w:tcW w:w="6300" w:type="dxa"/>
            <w:vAlign w:val="center"/>
          </w:tcPr>
          <w:p w:rsidR="00116227" w:rsidRPr="007417E6" w:rsidRDefault="00116227" w:rsidP="00D72D63">
            <w:pPr>
              <w:pStyle w:val="ae"/>
              <w:spacing w:before="0" w:after="0"/>
              <w:ind w:left="0" w:right="0"/>
              <w:jc w:val="center"/>
              <w:rPr>
                <w:szCs w:val="22"/>
              </w:rPr>
            </w:pPr>
            <w:r w:rsidRPr="007417E6">
              <w:rPr>
                <w:szCs w:val="22"/>
              </w:rPr>
              <w:t>Наименование</w:t>
            </w:r>
          </w:p>
        </w:tc>
        <w:tc>
          <w:tcPr>
            <w:tcW w:w="3240" w:type="dxa"/>
            <w:vAlign w:val="center"/>
          </w:tcPr>
          <w:p w:rsidR="00116227" w:rsidRPr="007417E6" w:rsidRDefault="00A26F4A" w:rsidP="00D72D63">
            <w:pPr>
              <w:pStyle w:val="ae"/>
              <w:spacing w:before="0" w:after="0"/>
              <w:ind w:left="0" w:right="0"/>
              <w:jc w:val="center"/>
              <w:rPr>
                <w:szCs w:val="22"/>
              </w:rPr>
            </w:pPr>
            <w:r>
              <w:rPr>
                <w:szCs w:val="22"/>
              </w:rPr>
              <w:t>Сведения о</w:t>
            </w:r>
            <w:r w:rsidR="00116227" w:rsidRPr="007417E6">
              <w:rPr>
                <w:szCs w:val="22"/>
              </w:rPr>
              <w:t xml:space="preserve"> </w:t>
            </w:r>
            <w:r w:rsidR="00B80AF0">
              <w:rPr>
                <w:szCs w:val="22"/>
              </w:rPr>
              <w:t>Поставщик</w:t>
            </w:r>
            <w:r w:rsidR="00116227" w:rsidRPr="007417E6">
              <w:rPr>
                <w:szCs w:val="22"/>
              </w:rPr>
              <w:t>е</w:t>
            </w:r>
          </w:p>
        </w:tc>
      </w:tr>
      <w:tr w:rsidR="00116227" w:rsidRPr="007417E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  <w:vAlign w:val="center"/>
          </w:tcPr>
          <w:p w:rsidR="00116227" w:rsidRPr="007417E6" w:rsidRDefault="00116227" w:rsidP="00D72D63">
            <w:pPr>
              <w:numPr>
                <w:ilvl w:val="0"/>
                <w:numId w:val="3"/>
              </w:numPr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6300" w:type="dxa"/>
          </w:tcPr>
          <w:p w:rsidR="00116227" w:rsidRPr="007417E6" w:rsidRDefault="00116227" w:rsidP="00D72D63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  <w:r w:rsidRPr="007417E6">
              <w:rPr>
                <w:sz w:val="22"/>
                <w:szCs w:val="22"/>
              </w:rPr>
              <w:t>Организационно-правовая форма и фи</w:t>
            </w:r>
            <w:r w:rsidRPr="007417E6">
              <w:rPr>
                <w:sz w:val="22"/>
                <w:szCs w:val="22"/>
              </w:rPr>
              <w:t>р</w:t>
            </w:r>
            <w:r w:rsidRPr="007417E6">
              <w:rPr>
                <w:sz w:val="22"/>
                <w:szCs w:val="22"/>
              </w:rPr>
              <w:t xml:space="preserve">менное наименование </w:t>
            </w:r>
            <w:r w:rsidR="00B80AF0">
              <w:rPr>
                <w:sz w:val="22"/>
                <w:szCs w:val="22"/>
              </w:rPr>
              <w:t>Поставщик</w:t>
            </w:r>
            <w:r w:rsidRPr="007417E6">
              <w:rPr>
                <w:sz w:val="22"/>
                <w:szCs w:val="22"/>
              </w:rPr>
              <w:t>а</w:t>
            </w:r>
          </w:p>
        </w:tc>
        <w:tc>
          <w:tcPr>
            <w:tcW w:w="3240" w:type="dxa"/>
          </w:tcPr>
          <w:p w:rsidR="00116227" w:rsidRPr="007417E6" w:rsidRDefault="00116227" w:rsidP="00D72D63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</w:tr>
      <w:tr w:rsidR="00116227" w:rsidRPr="007417E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  <w:vAlign w:val="center"/>
          </w:tcPr>
          <w:p w:rsidR="00116227" w:rsidRPr="007417E6" w:rsidRDefault="00116227" w:rsidP="00D72D63">
            <w:pPr>
              <w:numPr>
                <w:ilvl w:val="0"/>
                <w:numId w:val="3"/>
              </w:numPr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6300" w:type="dxa"/>
          </w:tcPr>
          <w:p w:rsidR="00116227" w:rsidRPr="007417E6" w:rsidRDefault="00116227" w:rsidP="00D72D63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  <w:r w:rsidRPr="007417E6">
              <w:rPr>
                <w:sz w:val="22"/>
                <w:szCs w:val="22"/>
              </w:rPr>
              <w:t>Учредители (перечислить наимен</w:t>
            </w:r>
            <w:r w:rsidRPr="007417E6">
              <w:rPr>
                <w:sz w:val="22"/>
                <w:szCs w:val="22"/>
              </w:rPr>
              <w:t>о</w:t>
            </w:r>
            <w:r w:rsidRPr="007417E6">
              <w:rPr>
                <w:sz w:val="22"/>
                <w:szCs w:val="22"/>
              </w:rPr>
              <w:t>вания и организационно-правовую форму или Ф.И.О. всех учредителей, чья доля в уставном капитале превыш</w:t>
            </w:r>
            <w:r w:rsidRPr="007417E6">
              <w:rPr>
                <w:sz w:val="22"/>
                <w:szCs w:val="22"/>
              </w:rPr>
              <w:t>а</w:t>
            </w:r>
            <w:r w:rsidRPr="007417E6">
              <w:rPr>
                <w:sz w:val="22"/>
                <w:szCs w:val="22"/>
              </w:rPr>
              <w:t>ет 10%)</w:t>
            </w:r>
          </w:p>
        </w:tc>
        <w:tc>
          <w:tcPr>
            <w:tcW w:w="3240" w:type="dxa"/>
          </w:tcPr>
          <w:p w:rsidR="00116227" w:rsidRPr="007417E6" w:rsidRDefault="00116227" w:rsidP="00D72D63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</w:tr>
      <w:tr w:rsidR="00116227" w:rsidRPr="007417E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  <w:vAlign w:val="center"/>
          </w:tcPr>
          <w:p w:rsidR="00116227" w:rsidRPr="007417E6" w:rsidRDefault="00116227" w:rsidP="00D72D63">
            <w:pPr>
              <w:numPr>
                <w:ilvl w:val="0"/>
                <w:numId w:val="3"/>
              </w:numPr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6300" w:type="dxa"/>
          </w:tcPr>
          <w:p w:rsidR="00116227" w:rsidRPr="007417E6" w:rsidRDefault="00116227" w:rsidP="00D72D63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  <w:r w:rsidRPr="007417E6">
              <w:rPr>
                <w:sz w:val="22"/>
                <w:szCs w:val="22"/>
              </w:rPr>
              <w:t>Свидетельство о внесении в Единый гос</w:t>
            </w:r>
            <w:r w:rsidRPr="007417E6">
              <w:rPr>
                <w:sz w:val="22"/>
                <w:szCs w:val="22"/>
              </w:rPr>
              <w:t>у</w:t>
            </w:r>
            <w:r w:rsidRPr="007417E6">
              <w:rPr>
                <w:sz w:val="22"/>
                <w:szCs w:val="22"/>
              </w:rPr>
              <w:t>дарственный реестр юр</w:t>
            </w:r>
            <w:r w:rsidRPr="007417E6">
              <w:rPr>
                <w:sz w:val="22"/>
                <w:szCs w:val="22"/>
              </w:rPr>
              <w:t>и</w:t>
            </w:r>
            <w:r w:rsidRPr="007417E6">
              <w:rPr>
                <w:sz w:val="22"/>
                <w:szCs w:val="22"/>
              </w:rPr>
              <w:t>дических лиц (дата и номер, кем выдано)</w:t>
            </w:r>
          </w:p>
        </w:tc>
        <w:tc>
          <w:tcPr>
            <w:tcW w:w="3240" w:type="dxa"/>
          </w:tcPr>
          <w:p w:rsidR="00116227" w:rsidRPr="007417E6" w:rsidRDefault="00116227" w:rsidP="00D72D63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</w:tr>
      <w:tr w:rsidR="00116227" w:rsidRPr="007417E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  <w:vAlign w:val="center"/>
          </w:tcPr>
          <w:p w:rsidR="00116227" w:rsidRPr="007417E6" w:rsidRDefault="00116227" w:rsidP="00D72D63">
            <w:pPr>
              <w:numPr>
                <w:ilvl w:val="0"/>
                <w:numId w:val="3"/>
              </w:numPr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6300" w:type="dxa"/>
          </w:tcPr>
          <w:p w:rsidR="00116227" w:rsidRPr="007417E6" w:rsidRDefault="00116227" w:rsidP="00D72D63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  <w:r w:rsidRPr="007417E6">
              <w:rPr>
                <w:sz w:val="22"/>
                <w:szCs w:val="22"/>
              </w:rPr>
              <w:t xml:space="preserve">ИНН/КПП </w:t>
            </w:r>
            <w:r w:rsidR="00B80AF0">
              <w:rPr>
                <w:sz w:val="22"/>
                <w:szCs w:val="22"/>
              </w:rPr>
              <w:t>Поставщик</w:t>
            </w:r>
            <w:r w:rsidRPr="007417E6">
              <w:rPr>
                <w:sz w:val="22"/>
                <w:szCs w:val="22"/>
              </w:rPr>
              <w:t>а</w:t>
            </w:r>
          </w:p>
        </w:tc>
        <w:tc>
          <w:tcPr>
            <w:tcW w:w="3240" w:type="dxa"/>
          </w:tcPr>
          <w:p w:rsidR="00116227" w:rsidRPr="007417E6" w:rsidRDefault="00116227" w:rsidP="00D72D63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</w:tr>
      <w:tr w:rsidR="00116227" w:rsidRPr="007417E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  <w:vAlign w:val="center"/>
          </w:tcPr>
          <w:p w:rsidR="00116227" w:rsidRPr="007417E6" w:rsidRDefault="00116227" w:rsidP="00D72D63">
            <w:pPr>
              <w:numPr>
                <w:ilvl w:val="0"/>
                <w:numId w:val="3"/>
              </w:numPr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6300" w:type="dxa"/>
          </w:tcPr>
          <w:p w:rsidR="00116227" w:rsidRPr="007417E6" w:rsidRDefault="00116227" w:rsidP="00D72D63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  <w:r w:rsidRPr="007417E6">
              <w:rPr>
                <w:sz w:val="22"/>
                <w:szCs w:val="22"/>
              </w:rPr>
              <w:t>Юридический адрес</w:t>
            </w:r>
          </w:p>
        </w:tc>
        <w:tc>
          <w:tcPr>
            <w:tcW w:w="3240" w:type="dxa"/>
          </w:tcPr>
          <w:p w:rsidR="00116227" w:rsidRPr="007417E6" w:rsidRDefault="00116227" w:rsidP="00D72D63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</w:tr>
      <w:tr w:rsidR="00116227" w:rsidRPr="007417E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  <w:vAlign w:val="center"/>
          </w:tcPr>
          <w:p w:rsidR="00116227" w:rsidRPr="007417E6" w:rsidRDefault="00116227" w:rsidP="00D72D63">
            <w:pPr>
              <w:numPr>
                <w:ilvl w:val="0"/>
                <w:numId w:val="3"/>
              </w:numPr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6300" w:type="dxa"/>
          </w:tcPr>
          <w:p w:rsidR="00116227" w:rsidRPr="007417E6" w:rsidRDefault="00116227" w:rsidP="00D72D63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  <w:r w:rsidRPr="007417E6">
              <w:rPr>
                <w:sz w:val="22"/>
                <w:szCs w:val="22"/>
              </w:rPr>
              <w:t>Почтовый адрес</w:t>
            </w:r>
          </w:p>
        </w:tc>
        <w:tc>
          <w:tcPr>
            <w:tcW w:w="3240" w:type="dxa"/>
          </w:tcPr>
          <w:p w:rsidR="00116227" w:rsidRPr="007417E6" w:rsidRDefault="00116227" w:rsidP="00D72D63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</w:tr>
      <w:tr w:rsidR="00116227" w:rsidRPr="007417E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  <w:vAlign w:val="center"/>
          </w:tcPr>
          <w:p w:rsidR="00116227" w:rsidRPr="007417E6" w:rsidRDefault="00116227" w:rsidP="00D72D63">
            <w:pPr>
              <w:numPr>
                <w:ilvl w:val="0"/>
                <w:numId w:val="3"/>
              </w:numPr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6300" w:type="dxa"/>
          </w:tcPr>
          <w:p w:rsidR="00116227" w:rsidRPr="007417E6" w:rsidRDefault="00116227" w:rsidP="00D72D63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  <w:r w:rsidRPr="007417E6">
              <w:rPr>
                <w:sz w:val="22"/>
                <w:szCs w:val="22"/>
              </w:rPr>
              <w:t>ОКВЭД/ ОКПО</w:t>
            </w:r>
            <w:r w:rsidR="004361E1" w:rsidRPr="007417E6">
              <w:rPr>
                <w:sz w:val="22"/>
                <w:szCs w:val="22"/>
              </w:rPr>
              <w:t xml:space="preserve"> </w:t>
            </w:r>
            <w:r w:rsidR="00B80AF0">
              <w:rPr>
                <w:sz w:val="22"/>
                <w:szCs w:val="22"/>
              </w:rPr>
              <w:t>Поставщик</w:t>
            </w:r>
            <w:r w:rsidR="004361E1" w:rsidRPr="007417E6">
              <w:rPr>
                <w:sz w:val="22"/>
                <w:szCs w:val="22"/>
              </w:rPr>
              <w:t>а</w:t>
            </w:r>
          </w:p>
        </w:tc>
        <w:tc>
          <w:tcPr>
            <w:tcW w:w="3240" w:type="dxa"/>
          </w:tcPr>
          <w:p w:rsidR="00116227" w:rsidRPr="007417E6" w:rsidRDefault="00116227" w:rsidP="00D72D63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</w:tr>
      <w:tr w:rsidR="00116227" w:rsidRPr="007417E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  <w:vAlign w:val="center"/>
          </w:tcPr>
          <w:p w:rsidR="00116227" w:rsidRPr="007417E6" w:rsidRDefault="00116227" w:rsidP="00D72D63">
            <w:pPr>
              <w:numPr>
                <w:ilvl w:val="0"/>
                <w:numId w:val="3"/>
              </w:numPr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6300" w:type="dxa"/>
          </w:tcPr>
          <w:p w:rsidR="00116227" w:rsidRPr="007417E6" w:rsidRDefault="00116227" w:rsidP="00D72D63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  <w:r w:rsidRPr="007417E6">
              <w:rPr>
                <w:sz w:val="22"/>
                <w:szCs w:val="22"/>
              </w:rPr>
              <w:t>Филиалы: перечислить наименов</w:t>
            </w:r>
            <w:r w:rsidRPr="007417E6">
              <w:rPr>
                <w:sz w:val="22"/>
                <w:szCs w:val="22"/>
              </w:rPr>
              <w:t>а</w:t>
            </w:r>
            <w:r w:rsidRPr="007417E6">
              <w:rPr>
                <w:sz w:val="22"/>
                <w:szCs w:val="22"/>
              </w:rPr>
              <w:t>ния и почтовые адреса</w:t>
            </w:r>
          </w:p>
        </w:tc>
        <w:tc>
          <w:tcPr>
            <w:tcW w:w="3240" w:type="dxa"/>
          </w:tcPr>
          <w:p w:rsidR="00116227" w:rsidRPr="007417E6" w:rsidRDefault="00116227" w:rsidP="00D72D63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</w:tr>
      <w:tr w:rsidR="00116227" w:rsidRPr="007417E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  <w:vAlign w:val="center"/>
          </w:tcPr>
          <w:p w:rsidR="00116227" w:rsidRPr="007417E6" w:rsidRDefault="00116227" w:rsidP="00D72D63">
            <w:pPr>
              <w:numPr>
                <w:ilvl w:val="0"/>
                <w:numId w:val="3"/>
              </w:numPr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6300" w:type="dxa"/>
          </w:tcPr>
          <w:p w:rsidR="00116227" w:rsidRPr="007417E6" w:rsidRDefault="00116227" w:rsidP="00D72D63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  <w:r w:rsidRPr="007417E6">
              <w:rPr>
                <w:sz w:val="22"/>
                <w:szCs w:val="22"/>
              </w:rPr>
              <w:t>Банковские реквизиты (наименование и а</w:t>
            </w:r>
            <w:r w:rsidRPr="007417E6">
              <w:rPr>
                <w:sz w:val="22"/>
                <w:szCs w:val="22"/>
              </w:rPr>
              <w:t>д</w:t>
            </w:r>
            <w:r w:rsidRPr="007417E6">
              <w:rPr>
                <w:sz w:val="22"/>
                <w:szCs w:val="22"/>
              </w:rPr>
              <w:t xml:space="preserve">рес банка, номер расчетного счета </w:t>
            </w:r>
            <w:r w:rsidR="00B80AF0">
              <w:rPr>
                <w:sz w:val="22"/>
                <w:szCs w:val="22"/>
              </w:rPr>
              <w:t>Поставщик</w:t>
            </w:r>
            <w:r w:rsidRPr="007417E6">
              <w:rPr>
                <w:sz w:val="22"/>
                <w:szCs w:val="22"/>
              </w:rPr>
              <w:t>а в банке, телефоны банка, прочие банко</w:t>
            </w:r>
            <w:r w:rsidRPr="007417E6">
              <w:rPr>
                <w:sz w:val="22"/>
                <w:szCs w:val="22"/>
              </w:rPr>
              <w:t>в</w:t>
            </w:r>
            <w:r w:rsidRPr="007417E6">
              <w:rPr>
                <w:sz w:val="22"/>
                <w:szCs w:val="22"/>
              </w:rPr>
              <w:t>ские реквизиты)</w:t>
            </w:r>
          </w:p>
        </w:tc>
        <w:tc>
          <w:tcPr>
            <w:tcW w:w="3240" w:type="dxa"/>
          </w:tcPr>
          <w:p w:rsidR="00116227" w:rsidRPr="007417E6" w:rsidRDefault="00116227" w:rsidP="00D72D63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</w:tr>
      <w:tr w:rsidR="00116227" w:rsidRPr="007417E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  <w:vAlign w:val="center"/>
          </w:tcPr>
          <w:p w:rsidR="00116227" w:rsidRPr="007417E6" w:rsidRDefault="00116227" w:rsidP="00D72D63">
            <w:pPr>
              <w:numPr>
                <w:ilvl w:val="0"/>
                <w:numId w:val="3"/>
              </w:numPr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6300" w:type="dxa"/>
          </w:tcPr>
          <w:p w:rsidR="00116227" w:rsidRPr="007417E6" w:rsidRDefault="00116227" w:rsidP="00D72D63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  <w:r w:rsidRPr="007417E6">
              <w:rPr>
                <w:sz w:val="22"/>
                <w:szCs w:val="22"/>
              </w:rPr>
              <w:t xml:space="preserve">Телефоны </w:t>
            </w:r>
            <w:r w:rsidR="00B80AF0">
              <w:rPr>
                <w:sz w:val="22"/>
                <w:szCs w:val="22"/>
              </w:rPr>
              <w:t>Поставщик</w:t>
            </w:r>
            <w:r w:rsidRPr="007417E6">
              <w:rPr>
                <w:sz w:val="22"/>
                <w:szCs w:val="22"/>
              </w:rPr>
              <w:t>а (с указанием кода г</w:t>
            </w:r>
            <w:r w:rsidRPr="007417E6">
              <w:rPr>
                <w:sz w:val="22"/>
                <w:szCs w:val="22"/>
              </w:rPr>
              <w:t>о</w:t>
            </w:r>
            <w:r w:rsidRPr="007417E6">
              <w:rPr>
                <w:sz w:val="22"/>
                <w:szCs w:val="22"/>
              </w:rPr>
              <w:t>рода)</w:t>
            </w:r>
          </w:p>
        </w:tc>
        <w:tc>
          <w:tcPr>
            <w:tcW w:w="3240" w:type="dxa"/>
          </w:tcPr>
          <w:p w:rsidR="00116227" w:rsidRPr="007417E6" w:rsidRDefault="00116227" w:rsidP="00D72D63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</w:tr>
      <w:tr w:rsidR="00116227" w:rsidRPr="007417E6">
        <w:tblPrEx>
          <w:tblCellMar>
            <w:top w:w="0" w:type="dxa"/>
            <w:bottom w:w="0" w:type="dxa"/>
          </w:tblCellMar>
        </w:tblPrEx>
        <w:trPr>
          <w:cantSplit/>
          <w:trHeight w:val="116"/>
        </w:trPr>
        <w:tc>
          <w:tcPr>
            <w:tcW w:w="720" w:type="dxa"/>
            <w:vAlign w:val="center"/>
          </w:tcPr>
          <w:p w:rsidR="00116227" w:rsidRPr="007417E6" w:rsidRDefault="00116227" w:rsidP="00D72D63">
            <w:pPr>
              <w:numPr>
                <w:ilvl w:val="0"/>
                <w:numId w:val="3"/>
              </w:numPr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6300" w:type="dxa"/>
          </w:tcPr>
          <w:p w:rsidR="00116227" w:rsidRPr="007417E6" w:rsidRDefault="00116227" w:rsidP="00D72D63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  <w:r w:rsidRPr="007417E6">
              <w:rPr>
                <w:sz w:val="22"/>
                <w:szCs w:val="22"/>
              </w:rPr>
              <w:t xml:space="preserve">Факс </w:t>
            </w:r>
            <w:r w:rsidR="00B80AF0">
              <w:rPr>
                <w:sz w:val="22"/>
                <w:szCs w:val="22"/>
              </w:rPr>
              <w:t>Поставщик</w:t>
            </w:r>
            <w:r w:rsidRPr="007417E6">
              <w:rPr>
                <w:sz w:val="22"/>
                <w:szCs w:val="22"/>
              </w:rPr>
              <w:t>а (с указанием к</w:t>
            </w:r>
            <w:r w:rsidRPr="007417E6">
              <w:rPr>
                <w:sz w:val="22"/>
                <w:szCs w:val="22"/>
              </w:rPr>
              <w:t>о</w:t>
            </w:r>
            <w:r w:rsidRPr="007417E6">
              <w:rPr>
                <w:sz w:val="22"/>
                <w:szCs w:val="22"/>
              </w:rPr>
              <w:t>да города)</w:t>
            </w:r>
          </w:p>
        </w:tc>
        <w:tc>
          <w:tcPr>
            <w:tcW w:w="3240" w:type="dxa"/>
          </w:tcPr>
          <w:p w:rsidR="00116227" w:rsidRPr="007417E6" w:rsidRDefault="00116227" w:rsidP="00D72D63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</w:tr>
      <w:tr w:rsidR="00116227" w:rsidRPr="007417E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  <w:vAlign w:val="center"/>
          </w:tcPr>
          <w:p w:rsidR="00116227" w:rsidRPr="007417E6" w:rsidRDefault="00116227" w:rsidP="00D72D63">
            <w:pPr>
              <w:numPr>
                <w:ilvl w:val="0"/>
                <w:numId w:val="3"/>
              </w:numPr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6300" w:type="dxa"/>
          </w:tcPr>
          <w:p w:rsidR="00116227" w:rsidRPr="007417E6" w:rsidRDefault="00116227" w:rsidP="00D72D63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  <w:r w:rsidRPr="007417E6">
              <w:rPr>
                <w:sz w:val="22"/>
                <w:szCs w:val="22"/>
              </w:rPr>
              <w:t xml:space="preserve">Адрес электронной почты </w:t>
            </w:r>
            <w:r w:rsidR="00B80AF0">
              <w:rPr>
                <w:sz w:val="22"/>
                <w:szCs w:val="22"/>
              </w:rPr>
              <w:t>Поставщик</w:t>
            </w:r>
            <w:r w:rsidRPr="007417E6">
              <w:rPr>
                <w:sz w:val="22"/>
                <w:szCs w:val="22"/>
              </w:rPr>
              <w:t>а</w:t>
            </w:r>
          </w:p>
        </w:tc>
        <w:tc>
          <w:tcPr>
            <w:tcW w:w="3240" w:type="dxa"/>
          </w:tcPr>
          <w:p w:rsidR="00116227" w:rsidRPr="007417E6" w:rsidRDefault="00116227" w:rsidP="00D72D63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</w:tr>
      <w:tr w:rsidR="00116227" w:rsidRPr="007417E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227" w:rsidRPr="007417E6" w:rsidRDefault="00116227" w:rsidP="00D72D63">
            <w:pPr>
              <w:numPr>
                <w:ilvl w:val="0"/>
                <w:numId w:val="3"/>
              </w:numPr>
              <w:spacing w:line="240" w:lineRule="auto"/>
              <w:ind w:left="0"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27" w:rsidRPr="007417E6" w:rsidRDefault="00116227" w:rsidP="00D72D63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  <w:r w:rsidRPr="007417E6">
              <w:rPr>
                <w:color w:val="000000"/>
                <w:sz w:val="22"/>
                <w:szCs w:val="22"/>
              </w:rPr>
              <w:t xml:space="preserve">Фамилия, Имя и Отчество руководителя </w:t>
            </w:r>
            <w:r w:rsidR="00B80AF0">
              <w:rPr>
                <w:color w:val="000000"/>
                <w:sz w:val="22"/>
                <w:szCs w:val="22"/>
              </w:rPr>
              <w:t>Поставщик</w:t>
            </w:r>
            <w:r w:rsidRPr="007417E6">
              <w:rPr>
                <w:color w:val="000000"/>
                <w:sz w:val="22"/>
                <w:szCs w:val="22"/>
              </w:rPr>
              <w:t xml:space="preserve">а, имеющего право подписи согласно учредительным документам </w:t>
            </w:r>
            <w:r w:rsidR="00B80AF0">
              <w:rPr>
                <w:color w:val="000000"/>
                <w:sz w:val="22"/>
                <w:szCs w:val="22"/>
              </w:rPr>
              <w:t>Поставщик</w:t>
            </w:r>
            <w:r w:rsidRPr="007417E6">
              <w:rPr>
                <w:color w:val="000000"/>
                <w:sz w:val="22"/>
                <w:szCs w:val="22"/>
              </w:rPr>
              <w:t>а, с указанием должности и контактного телеф</w:t>
            </w:r>
            <w:r w:rsidRPr="007417E6">
              <w:rPr>
                <w:color w:val="000000"/>
                <w:sz w:val="22"/>
                <w:szCs w:val="22"/>
              </w:rPr>
              <w:t>о</w:t>
            </w:r>
            <w:r w:rsidRPr="007417E6">
              <w:rPr>
                <w:color w:val="000000"/>
                <w:sz w:val="22"/>
                <w:szCs w:val="22"/>
              </w:rPr>
              <w:t>на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27" w:rsidRPr="007417E6" w:rsidRDefault="00116227" w:rsidP="00D72D63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</w:tr>
      <w:tr w:rsidR="00116227" w:rsidRPr="007417E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227" w:rsidRPr="007417E6" w:rsidRDefault="00116227" w:rsidP="00D72D63">
            <w:pPr>
              <w:numPr>
                <w:ilvl w:val="0"/>
                <w:numId w:val="3"/>
              </w:numPr>
              <w:spacing w:line="240" w:lineRule="auto"/>
              <w:ind w:left="0"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27" w:rsidRPr="007417E6" w:rsidRDefault="00116227" w:rsidP="00D72D63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  <w:r w:rsidRPr="007417E6">
              <w:rPr>
                <w:color w:val="000000"/>
                <w:sz w:val="22"/>
                <w:szCs w:val="22"/>
              </w:rPr>
              <w:t>Фамилия, Имя и Отчество главного бухга</w:t>
            </w:r>
            <w:r w:rsidRPr="007417E6">
              <w:rPr>
                <w:color w:val="000000"/>
                <w:sz w:val="22"/>
                <w:szCs w:val="22"/>
              </w:rPr>
              <w:t>л</w:t>
            </w:r>
            <w:r w:rsidRPr="007417E6">
              <w:rPr>
                <w:color w:val="000000"/>
                <w:sz w:val="22"/>
                <w:szCs w:val="22"/>
              </w:rPr>
              <w:t xml:space="preserve">тера </w:t>
            </w:r>
            <w:r w:rsidR="00B80AF0">
              <w:rPr>
                <w:color w:val="000000"/>
                <w:sz w:val="22"/>
                <w:szCs w:val="22"/>
              </w:rPr>
              <w:t>Поставщик</w:t>
            </w:r>
            <w:r w:rsidRPr="007417E6">
              <w:rPr>
                <w:color w:val="000000"/>
                <w:sz w:val="22"/>
                <w:szCs w:val="22"/>
              </w:rPr>
              <w:t>а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27" w:rsidRPr="007417E6" w:rsidRDefault="00116227" w:rsidP="00D72D63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</w:tr>
      <w:tr w:rsidR="00116227" w:rsidRPr="007417E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  <w:vAlign w:val="center"/>
          </w:tcPr>
          <w:p w:rsidR="00116227" w:rsidRPr="007417E6" w:rsidRDefault="00116227" w:rsidP="00D72D63">
            <w:pPr>
              <w:numPr>
                <w:ilvl w:val="0"/>
                <w:numId w:val="3"/>
              </w:numPr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6300" w:type="dxa"/>
          </w:tcPr>
          <w:p w:rsidR="00116227" w:rsidRPr="007417E6" w:rsidRDefault="00116227" w:rsidP="00D72D63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  <w:r w:rsidRPr="007417E6">
              <w:rPr>
                <w:sz w:val="22"/>
                <w:szCs w:val="22"/>
              </w:rPr>
              <w:t>Фамилия, Имя и Отчество ответс</w:t>
            </w:r>
            <w:r w:rsidRPr="007417E6">
              <w:rPr>
                <w:sz w:val="22"/>
                <w:szCs w:val="22"/>
              </w:rPr>
              <w:t>т</w:t>
            </w:r>
            <w:r w:rsidRPr="007417E6">
              <w:rPr>
                <w:sz w:val="22"/>
                <w:szCs w:val="22"/>
              </w:rPr>
              <w:t xml:space="preserve">венного лица </w:t>
            </w:r>
            <w:r w:rsidR="00B80AF0">
              <w:rPr>
                <w:sz w:val="22"/>
                <w:szCs w:val="22"/>
              </w:rPr>
              <w:t>Поставщик</w:t>
            </w:r>
            <w:r w:rsidRPr="007417E6">
              <w:rPr>
                <w:sz w:val="22"/>
                <w:szCs w:val="22"/>
              </w:rPr>
              <w:t>а с указанием должности и контактн</w:t>
            </w:r>
            <w:r w:rsidRPr="007417E6">
              <w:rPr>
                <w:sz w:val="22"/>
                <w:szCs w:val="22"/>
              </w:rPr>
              <w:t>о</w:t>
            </w:r>
            <w:r w:rsidRPr="007417E6">
              <w:rPr>
                <w:sz w:val="22"/>
                <w:szCs w:val="22"/>
              </w:rPr>
              <w:t>го телефона</w:t>
            </w:r>
          </w:p>
        </w:tc>
        <w:tc>
          <w:tcPr>
            <w:tcW w:w="3240" w:type="dxa"/>
          </w:tcPr>
          <w:p w:rsidR="00116227" w:rsidRPr="007417E6" w:rsidRDefault="00116227" w:rsidP="00D72D63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</w:tr>
    </w:tbl>
    <w:p w:rsidR="00116227" w:rsidRPr="007417E6" w:rsidRDefault="00116227" w:rsidP="00116227">
      <w:pPr>
        <w:spacing w:line="240" w:lineRule="auto"/>
        <w:rPr>
          <w:sz w:val="22"/>
          <w:szCs w:val="22"/>
        </w:rPr>
      </w:pPr>
    </w:p>
    <w:p w:rsidR="007760B6" w:rsidRPr="007417E6" w:rsidRDefault="007760B6" w:rsidP="007760B6">
      <w:pPr>
        <w:spacing w:line="240" w:lineRule="auto"/>
        <w:ind w:right="5527"/>
        <w:rPr>
          <w:color w:val="000000"/>
          <w:sz w:val="22"/>
          <w:szCs w:val="22"/>
        </w:rPr>
      </w:pPr>
      <w:r w:rsidRPr="007417E6">
        <w:rPr>
          <w:color w:val="000000"/>
          <w:sz w:val="22"/>
          <w:szCs w:val="22"/>
        </w:rPr>
        <w:t>____________________________________</w:t>
      </w:r>
    </w:p>
    <w:p w:rsidR="007760B6" w:rsidRPr="007417E6" w:rsidRDefault="007760B6" w:rsidP="007760B6">
      <w:pPr>
        <w:spacing w:line="240" w:lineRule="auto"/>
        <w:ind w:right="5527"/>
        <w:jc w:val="center"/>
        <w:rPr>
          <w:color w:val="000000"/>
          <w:sz w:val="22"/>
          <w:szCs w:val="22"/>
          <w:vertAlign w:val="superscript"/>
        </w:rPr>
      </w:pPr>
      <w:r w:rsidRPr="007417E6">
        <w:rPr>
          <w:color w:val="000000"/>
          <w:sz w:val="22"/>
          <w:szCs w:val="22"/>
          <w:vertAlign w:val="superscript"/>
        </w:rPr>
        <w:t>(подпись, М.П.)</w:t>
      </w:r>
    </w:p>
    <w:p w:rsidR="007760B6" w:rsidRPr="007417E6" w:rsidRDefault="007760B6" w:rsidP="007760B6">
      <w:pPr>
        <w:spacing w:line="240" w:lineRule="auto"/>
        <w:ind w:right="5527"/>
        <w:rPr>
          <w:color w:val="000000"/>
          <w:sz w:val="22"/>
          <w:szCs w:val="22"/>
        </w:rPr>
      </w:pPr>
      <w:r w:rsidRPr="007417E6">
        <w:rPr>
          <w:color w:val="000000"/>
          <w:sz w:val="22"/>
          <w:szCs w:val="22"/>
        </w:rPr>
        <w:t>____________________________________</w:t>
      </w:r>
    </w:p>
    <w:p w:rsidR="007760B6" w:rsidRPr="007417E6" w:rsidRDefault="007760B6" w:rsidP="007760B6">
      <w:pPr>
        <w:spacing w:line="240" w:lineRule="auto"/>
        <w:ind w:right="5527"/>
        <w:jc w:val="center"/>
        <w:rPr>
          <w:color w:val="000000"/>
          <w:sz w:val="22"/>
          <w:szCs w:val="22"/>
          <w:vertAlign w:val="superscript"/>
        </w:rPr>
      </w:pPr>
      <w:r w:rsidRPr="007417E6">
        <w:rPr>
          <w:color w:val="000000"/>
          <w:sz w:val="22"/>
          <w:szCs w:val="22"/>
          <w:vertAlign w:val="superscript"/>
        </w:rPr>
        <w:t>(фамилия, имя, отчество подписавшего, должность)</w:t>
      </w:r>
    </w:p>
    <w:p w:rsidR="00116227" w:rsidRPr="007417E6" w:rsidRDefault="00116227" w:rsidP="00116227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2"/>
          <w:szCs w:val="22"/>
        </w:rPr>
      </w:pPr>
      <w:r w:rsidRPr="007417E6">
        <w:rPr>
          <w:b/>
          <w:color w:val="000000"/>
          <w:spacing w:val="36"/>
          <w:sz w:val="22"/>
          <w:szCs w:val="22"/>
        </w:rPr>
        <w:t>конец формы</w:t>
      </w:r>
    </w:p>
    <w:p w:rsidR="00116227" w:rsidRPr="007417E6" w:rsidRDefault="00116227" w:rsidP="00B264AD">
      <w:pPr>
        <w:pStyle w:val="21"/>
        <w:pageBreakBefore/>
        <w:tabs>
          <w:tab w:val="num" w:pos="1134"/>
        </w:tabs>
        <w:ind w:left="1134"/>
        <w:rPr>
          <w:sz w:val="22"/>
          <w:szCs w:val="22"/>
        </w:rPr>
      </w:pPr>
      <w:bookmarkStart w:id="337" w:name="_Toc125426243"/>
      <w:r w:rsidRPr="007417E6">
        <w:rPr>
          <w:sz w:val="22"/>
          <w:szCs w:val="22"/>
        </w:rPr>
        <w:lastRenderedPageBreak/>
        <w:t>Инструкции по заполнению</w:t>
      </w:r>
      <w:bookmarkEnd w:id="337"/>
    </w:p>
    <w:p w:rsidR="00116227" w:rsidRPr="007417E6" w:rsidRDefault="00B80AF0" w:rsidP="00F15CD1">
      <w:pPr>
        <w:pStyle w:val="a1"/>
        <w:snapToGrid w:val="0"/>
        <w:spacing w:line="240" w:lineRule="auto"/>
        <w:rPr>
          <w:sz w:val="22"/>
          <w:szCs w:val="22"/>
        </w:rPr>
      </w:pPr>
      <w:r>
        <w:rPr>
          <w:sz w:val="22"/>
          <w:szCs w:val="22"/>
        </w:rPr>
        <w:t>Поставщик</w:t>
      </w:r>
      <w:r w:rsidR="00116227" w:rsidRPr="007417E6">
        <w:rPr>
          <w:sz w:val="22"/>
          <w:szCs w:val="22"/>
        </w:rPr>
        <w:t xml:space="preserve"> указывает дату и номер Предложения в соотве</w:t>
      </w:r>
      <w:r w:rsidR="00116227" w:rsidRPr="007417E6">
        <w:rPr>
          <w:sz w:val="22"/>
          <w:szCs w:val="22"/>
        </w:rPr>
        <w:t>т</w:t>
      </w:r>
      <w:r w:rsidR="00116227" w:rsidRPr="007417E6">
        <w:rPr>
          <w:sz w:val="22"/>
          <w:szCs w:val="22"/>
        </w:rPr>
        <w:t xml:space="preserve">ствии с письмом о подаче оферты (подраздел </w:t>
      </w:r>
      <w:fldSimple w:instr=" REF _Ref55336310 \r \h  \* MERGEFORMAT ">
        <w:r w:rsidR="00C07197">
          <w:rPr>
            <w:sz w:val="22"/>
            <w:szCs w:val="22"/>
          </w:rPr>
          <w:t>6.1</w:t>
        </w:r>
      </w:fldSimple>
      <w:r w:rsidR="00116227" w:rsidRPr="007417E6">
        <w:rPr>
          <w:sz w:val="22"/>
          <w:szCs w:val="22"/>
        </w:rPr>
        <w:t>).</w:t>
      </w:r>
    </w:p>
    <w:p w:rsidR="00116227" w:rsidRPr="007417E6" w:rsidRDefault="00B80AF0" w:rsidP="00F15CD1">
      <w:pPr>
        <w:pStyle w:val="a1"/>
        <w:snapToGrid w:val="0"/>
        <w:spacing w:before="100" w:beforeAutospacing="1" w:line="240" w:lineRule="auto"/>
        <w:rPr>
          <w:sz w:val="22"/>
          <w:szCs w:val="22"/>
        </w:rPr>
      </w:pPr>
      <w:r>
        <w:rPr>
          <w:sz w:val="22"/>
          <w:szCs w:val="22"/>
        </w:rPr>
        <w:t>Поставщик</w:t>
      </w:r>
      <w:r w:rsidR="00116227" w:rsidRPr="007417E6">
        <w:rPr>
          <w:sz w:val="22"/>
          <w:szCs w:val="22"/>
        </w:rPr>
        <w:t xml:space="preserve"> указывает свое фирменное наименование (в т.ч. организац</w:t>
      </w:r>
      <w:r w:rsidR="00116227" w:rsidRPr="007417E6">
        <w:rPr>
          <w:sz w:val="22"/>
          <w:szCs w:val="22"/>
        </w:rPr>
        <w:t>и</w:t>
      </w:r>
      <w:r w:rsidR="00116227" w:rsidRPr="007417E6">
        <w:rPr>
          <w:sz w:val="22"/>
          <w:szCs w:val="22"/>
        </w:rPr>
        <w:t xml:space="preserve">онно-правовую форму) и свой </w:t>
      </w:r>
      <w:r w:rsidR="00416423" w:rsidRPr="007417E6">
        <w:rPr>
          <w:sz w:val="22"/>
          <w:szCs w:val="22"/>
        </w:rPr>
        <w:t>юридический адрес.</w:t>
      </w:r>
    </w:p>
    <w:p w:rsidR="00116227" w:rsidRPr="007417E6" w:rsidRDefault="00B80AF0" w:rsidP="00F15CD1">
      <w:pPr>
        <w:pStyle w:val="a1"/>
        <w:snapToGrid w:val="0"/>
        <w:spacing w:before="100" w:beforeAutospacing="1" w:line="240" w:lineRule="auto"/>
        <w:rPr>
          <w:sz w:val="22"/>
          <w:szCs w:val="22"/>
        </w:rPr>
      </w:pPr>
      <w:r>
        <w:rPr>
          <w:sz w:val="22"/>
          <w:szCs w:val="22"/>
        </w:rPr>
        <w:t>Поставщик</w:t>
      </w:r>
      <w:r w:rsidR="00116227" w:rsidRPr="007417E6">
        <w:rPr>
          <w:sz w:val="22"/>
          <w:szCs w:val="22"/>
        </w:rPr>
        <w:t>и должны заполнить приведенную выше таблицу по всем поз</w:t>
      </w:r>
      <w:r w:rsidR="00116227" w:rsidRPr="007417E6">
        <w:rPr>
          <w:sz w:val="22"/>
          <w:szCs w:val="22"/>
        </w:rPr>
        <w:t>и</w:t>
      </w:r>
      <w:r w:rsidR="00116227" w:rsidRPr="007417E6">
        <w:rPr>
          <w:sz w:val="22"/>
          <w:szCs w:val="22"/>
        </w:rPr>
        <w:t>циям. В случае отсутствия каких-либо данных указать слово «нет».</w:t>
      </w:r>
    </w:p>
    <w:p w:rsidR="00116227" w:rsidRPr="007417E6" w:rsidRDefault="00116227" w:rsidP="00F15CD1">
      <w:pPr>
        <w:pStyle w:val="a1"/>
        <w:snapToGrid w:val="0"/>
        <w:spacing w:before="100" w:beforeAutospacing="1" w:line="240" w:lineRule="auto"/>
        <w:rPr>
          <w:sz w:val="22"/>
          <w:szCs w:val="22"/>
        </w:rPr>
      </w:pPr>
      <w:r w:rsidRPr="007417E6">
        <w:rPr>
          <w:sz w:val="22"/>
          <w:szCs w:val="22"/>
        </w:rPr>
        <w:t>В графе 8 «Банковские реквизиты…» указываются реквизиты, которые б</w:t>
      </w:r>
      <w:r w:rsidRPr="007417E6">
        <w:rPr>
          <w:sz w:val="22"/>
          <w:szCs w:val="22"/>
        </w:rPr>
        <w:t>у</w:t>
      </w:r>
      <w:r w:rsidRPr="007417E6">
        <w:rPr>
          <w:sz w:val="22"/>
          <w:szCs w:val="22"/>
        </w:rPr>
        <w:t>дут использованы при заключении Договора.</w:t>
      </w:r>
    </w:p>
    <w:p w:rsidR="00116227" w:rsidRPr="007417E6" w:rsidRDefault="00116227" w:rsidP="00B264AD">
      <w:pPr>
        <w:pStyle w:val="2"/>
        <w:pageBreakBefore/>
        <w:spacing w:before="100" w:beforeAutospacing="1" w:after="100" w:afterAutospacing="1"/>
        <w:rPr>
          <w:sz w:val="22"/>
          <w:szCs w:val="22"/>
        </w:rPr>
      </w:pPr>
      <w:bookmarkStart w:id="338" w:name="_Ref55336378"/>
      <w:bookmarkStart w:id="339" w:name="_Toc57314676"/>
      <w:bookmarkStart w:id="340" w:name="_Toc69728990"/>
      <w:bookmarkStart w:id="341" w:name="_Toc125426244"/>
      <w:bookmarkStart w:id="342" w:name="_Toc318208000"/>
      <w:r w:rsidRPr="007417E6">
        <w:rPr>
          <w:sz w:val="22"/>
          <w:szCs w:val="22"/>
        </w:rPr>
        <w:lastRenderedPageBreak/>
        <w:t xml:space="preserve">Справка о перечне и годовых объемах выполнения аналогичных договоров (форма </w:t>
      </w:r>
      <w:r w:rsidR="008D0107">
        <w:rPr>
          <w:sz w:val="22"/>
          <w:szCs w:val="22"/>
        </w:rPr>
        <w:t>6</w:t>
      </w:r>
      <w:r w:rsidRPr="007417E6">
        <w:rPr>
          <w:sz w:val="22"/>
          <w:szCs w:val="22"/>
        </w:rPr>
        <w:t>)</w:t>
      </w:r>
      <w:bookmarkEnd w:id="338"/>
      <w:bookmarkEnd w:id="339"/>
      <w:bookmarkEnd w:id="340"/>
      <w:bookmarkEnd w:id="341"/>
      <w:bookmarkEnd w:id="342"/>
    </w:p>
    <w:p w:rsidR="00116227" w:rsidRPr="007417E6" w:rsidRDefault="00116227" w:rsidP="00B264AD">
      <w:pPr>
        <w:pStyle w:val="21"/>
        <w:tabs>
          <w:tab w:val="num" w:pos="1134"/>
        </w:tabs>
        <w:spacing w:before="100" w:beforeAutospacing="1" w:after="100" w:afterAutospacing="1"/>
        <w:ind w:left="1134"/>
        <w:rPr>
          <w:sz w:val="22"/>
          <w:szCs w:val="22"/>
        </w:rPr>
      </w:pPr>
      <w:bookmarkStart w:id="343" w:name="_Toc125426245"/>
      <w:r w:rsidRPr="007417E6">
        <w:rPr>
          <w:sz w:val="22"/>
          <w:szCs w:val="22"/>
        </w:rPr>
        <w:t>Форма Справки о перечне и годовых объемах выполнения аналогичных договоров</w:t>
      </w:r>
      <w:bookmarkEnd w:id="343"/>
    </w:p>
    <w:p w:rsidR="00116227" w:rsidRPr="007417E6" w:rsidRDefault="00116227" w:rsidP="00116227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2"/>
          <w:szCs w:val="22"/>
        </w:rPr>
      </w:pPr>
      <w:r w:rsidRPr="007417E6">
        <w:rPr>
          <w:b/>
          <w:color w:val="000000"/>
          <w:spacing w:val="36"/>
          <w:sz w:val="22"/>
          <w:szCs w:val="22"/>
        </w:rPr>
        <w:t>начало формы</w:t>
      </w:r>
    </w:p>
    <w:p w:rsidR="00116227" w:rsidRPr="007417E6" w:rsidRDefault="00116227" w:rsidP="00116227">
      <w:pPr>
        <w:spacing w:line="240" w:lineRule="auto"/>
        <w:ind w:firstLine="0"/>
        <w:jc w:val="left"/>
        <w:rPr>
          <w:sz w:val="22"/>
          <w:szCs w:val="22"/>
        </w:rPr>
      </w:pPr>
    </w:p>
    <w:p w:rsidR="00116227" w:rsidRPr="007417E6" w:rsidRDefault="00116227" w:rsidP="00116227">
      <w:pPr>
        <w:spacing w:line="240" w:lineRule="auto"/>
        <w:ind w:firstLine="0"/>
        <w:jc w:val="left"/>
        <w:rPr>
          <w:sz w:val="22"/>
          <w:szCs w:val="22"/>
        </w:rPr>
      </w:pPr>
      <w:r w:rsidRPr="007417E6">
        <w:rPr>
          <w:sz w:val="22"/>
          <w:szCs w:val="22"/>
        </w:rPr>
        <w:t xml:space="preserve">Приложение </w:t>
      </w:r>
      <w:r w:rsidRPr="007417E6">
        <w:rPr>
          <w:sz w:val="22"/>
          <w:szCs w:val="22"/>
        </w:rPr>
        <w:fldChar w:fldCharType="begin"/>
      </w:r>
      <w:r w:rsidRPr="007417E6">
        <w:rPr>
          <w:sz w:val="22"/>
          <w:szCs w:val="22"/>
        </w:rPr>
        <w:instrText xml:space="preserve"> SEQ Приложение \* ARABIC </w:instrText>
      </w:r>
      <w:r w:rsidRPr="007417E6">
        <w:rPr>
          <w:sz w:val="22"/>
          <w:szCs w:val="22"/>
        </w:rPr>
        <w:fldChar w:fldCharType="separate"/>
      </w:r>
      <w:r w:rsidR="00C07197">
        <w:rPr>
          <w:noProof/>
          <w:sz w:val="22"/>
          <w:szCs w:val="22"/>
        </w:rPr>
        <w:t>5</w:t>
      </w:r>
      <w:r w:rsidRPr="007417E6">
        <w:rPr>
          <w:sz w:val="22"/>
          <w:szCs w:val="22"/>
        </w:rPr>
        <w:fldChar w:fldCharType="end"/>
      </w:r>
      <w:r w:rsidRPr="007417E6">
        <w:rPr>
          <w:sz w:val="22"/>
          <w:szCs w:val="22"/>
        </w:rPr>
        <w:t xml:space="preserve"> к письму о подаче оферты</w:t>
      </w:r>
      <w:r w:rsidRPr="007417E6">
        <w:rPr>
          <w:sz w:val="22"/>
          <w:szCs w:val="22"/>
        </w:rPr>
        <w:br/>
        <w:t>от «____»_____________ г. №__________</w:t>
      </w:r>
    </w:p>
    <w:p w:rsidR="00116227" w:rsidRPr="007417E6" w:rsidRDefault="00116227" w:rsidP="00116227">
      <w:pPr>
        <w:spacing w:line="240" w:lineRule="auto"/>
        <w:rPr>
          <w:sz w:val="22"/>
          <w:szCs w:val="22"/>
        </w:rPr>
      </w:pPr>
    </w:p>
    <w:p w:rsidR="00116227" w:rsidRPr="007417E6" w:rsidRDefault="00116227" w:rsidP="00116227">
      <w:pPr>
        <w:suppressAutoHyphens/>
        <w:spacing w:line="240" w:lineRule="auto"/>
        <w:ind w:firstLine="0"/>
        <w:jc w:val="center"/>
        <w:rPr>
          <w:b/>
          <w:sz w:val="22"/>
          <w:szCs w:val="22"/>
        </w:rPr>
      </w:pPr>
      <w:r w:rsidRPr="007417E6">
        <w:rPr>
          <w:b/>
          <w:sz w:val="22"/>
          <w:szCs w:val="22"/>
        </w:rPr>
        <w:t>Справка о перечне и объемах выполнения аналогичных договоров</w:t>
      </w:r>
    </w:p>
    <w:p w:rsidR="00116227" w:rsidRPr="007417E6" w:rsidRDefault="00116227" w:rsidP="00116227">
      <w:pPr>
        <w:spacing w:line="240" w:lineRule="auto"/>
        <w:rPr>
          <w:sz w:val="22"/>
          <w:szCs w:val="22"/>
        </w:rPr>
      </w:pPr>
    </w:p>
    <w:p w:rsidR="00116227" w:rsidRPr="007417E6" w:rsidRDefault="00116227" w:rsidP="00116227">
      <w:pPr>
        <w:spacing w:line="240" w:lineRule="auto"/>
        <w:ind w:firstLine="0"/>
        <w:rPr>
          <w:color w:val="000000"/>
          <w:sz w:val="22"/>
          <w:szCs w:val="22"/>
        </w:rPr>
      </w:pPr>
      <w:r w:rsidRPr="007417E6">
        <w:rPr>
          <w:color w:val="000000"/>
          <w:sz w:val="22"/>
          <w:szCs w:val="22"/>
        </w:rPr>
        <w:t xml:space="preserve">Наименование и адрес </w:t>
      </w:r>
      <w:r w:rsidR="00B80AF0">
        <w:rPr>
          <w:color w:val="000000"/>
          <w:sz w:val="22"/>
          <w:szCs w:val="22"/>
        </w:rPr>
        <w:t>Поставщик</w:t>
      </w:r>
      <w:r w:rsidRPr="007417E6">
        <w:rPr>
          <w:color w:val="000000"/>
          <w:sz w:val="22"/>
          <w:szCs w:val="22"/>
        </w:rPr>
        <w:t>а: _________________________________</w:t>
      </w:r>
    </w:p>
    <w:p w:rsidR="00116227" w:rsidRPr="007417E6" w:rsidRDefault="00116227" w:rsidP="00116227">
      <w:pPr>
        <w:spacing w:line="240" w:lineRule="auto"/>
        <w:rPr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0"/>
        <w:gridCol w:w="2700"/>
        <w:gridCol w:w="2160"/>
        <w:gridCol w:w="1980"/>
        <w:gridCol w:w="1260"/>
        <w:gridCol w:w="1440"/>
      </w:tblGrid>
      <w:tr w:rsidR="00116227" w:rsidRPr="007417E6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720" w:type="dxa"/>
            <w:vAlign w:val="center"/>
          </w:tcPr>
          <w:p w:rsidR="00116227" w:rsidRPr="007417E6" w:rsidRDefault="00116227" w:rsidP="00D56F12">
            <w:pPr>
              <w:pStyle w:val="ae"/>
              <w:spacing w:before="0" w:after="0"/>
              <w:ind w:left="0" w:right="0"/>
              <w:jc w:val="center"/>
              <w:rPr>
                <w:szCs w:val="22"/>
              </w:rPr>
            </w:pPr>
            <w:r w:rsidRPr="007417E6">
              <w:rPr>
                <w:szCs w:val="22"/>
              </w:rPr>
              <w:t>№</w:t>
            </w:r>
          </w:p>
          <w:p w:rsidR="00116227" w:rsidRPr="007417E6" w:rsidRDefault="00116227" w:rsidP="00D56F12">
            <w:pPr>
              <w:pStyle w:val="ae"/>
              <w:spacing w:before="0" w:after="0"/>
              <w:ind w:left="0" w:right="0"/>
              <w:jc w:val="center"/>
              <w:rPr>
                <w:szCs w:val="22"/>
              </w:rPr>
            </w:pPr>
            <w:r w:rsidRPr="007417E6">
              <w:rPr>
                <w:szCs w:val="22"/>
              </w:rPr>
              <w:t>п/п</w:t>
            </w:r>
          </w:p>
        </w:tc>
        <w:tc>
          <w:tcPr>
            <w:tcW w:w="2700" w:type="dxa"/>
            <w:vAlign w:val="center"/>
          </w:tcPr>
          <w:p w:rsidR="00116227" w:rsidRPr="007417E6" w:rsidRDefault="00116227" w:rsidP="00D56F12">
            <w:pPr>
              <w:pStyle w:val="ae"/>
              <w:spacing w:before="0" w:after="0"/>
              <w:ind w:left="0" w:right="0"/>
              <w:jc w:val="center"/>
              <w:rPr>
                <w:szCs w:val="22"/>
              </w:rPr>
            </w:pPr>
            <w:r w:rsidRPr="007417E6">
              <w:rPr>
                <w:szCs w:val="22"/>
              </w:rPr>
              <w:t>Сроки выполн</w:t>
            </w:r>
            <w:r w:rsidRPr="007417E6">
              <w:rPr>
                <w:szCs w:val="22"/>
              </w:rPr>
              <w:t>е</w:t>
            </w:r>
            <w:r w:rsidRPr="007417E6">
              <w:rPr>
                <w:szCs w:val="22"/>
              </w:rPr>
              <w:t>ния (год и месяц начала выполнения — год и месяц факт</w:t>
            </w:r>
            <w:r w:rsidRPr="007417E6">
              <w:rPr>
                <w:szCs w:val="22"/>
              </w:rPr>
              <w:t>и</w:t>
            </w:r>
            <w:r w:rsidRPr="007417E6">
              <w:rPr>
                <w:szCs w:val="22"/>
              </w:rPr>
              <w:t>ческого или планируемого окончания выполнения, для незаверше</w:t>
            </w:r>
            <w:r w:rsidRPr="007417E6">
              <w:rPr>
                <w:szCs w:val="22"/>
              </w:rPr>
              <w:t>н</w:t>
            </w:r>
            <w:r w:rsidRPr="007417E6">
              <w:rPr>
                <w:szCs w:val="22"/>
              </w:rPr>
              <w:t>ных договоров — процент выполн</w:t>
            </w:r>
            <w:r w:rsidRPr="007417E6">
              <w:rPr>
                <w:szCs w:val="22"/>
              </w:rPr>
              <w:t>е</w:t>
            </w:r>
            <w:r w:rsidRPr="007417E6">
              <w:rPr>
                <w:szCs w:val="22"/>
              </w:rPr>
              <w:t>ния)</w:t>
            </w:r>
          </w:p>
        </w:tc>
        <w:tc>
          <w:tcPr>
            <w:tcW w:w="2160" w:type="dxa"/>
            <w:vAlign w:val="center"/>
          </w:tcPr>
          <w:p w:rsidR="00116227" w:rsidRPr="007417E6" w:rsidRDefault="00116227" w:rsidP="00D56F12">
            <w:pPr>
              <w:pStyle w:val="ae"/>
              <w:spacing w:before="0" w:after="0"/>
              <w:ind w:left="0" w:right="0"/>
              <w:jc w:val="center"/>
              <w:rPr>
                <w:szCs w:val="22"/>
              </w:rPr>
            </w:pPr>
            <w:r w:rsidRPr="007417E6">
              <w:rPr>
                <w:szCs w:val="22"/>
              </w:rPr>
              <w:t>Зака</w:t>
            </w:r>
            <w:r w:rsidRPr="007417E6">
              <w:rPr>
                <w:szCs w:val="22"/>
              </w:rPr>
              <w:t>з</w:t>
            </w:r>
            <w:r w:rsidRPr="007417E6">
              <w:rPr>
                <w:szCs w:val="22"/>
              </w:rPr>
              <w:t>чик (наименование, адрес, ко</w:t>
            </w:r>
            <w:r w:rsidRPr="007417E6">
              <w:rPr>
                <w:szCs w:val="22"/>
              </w:rPr>
              <w:t>н</w:t>
            </w:r>
            <w:r w:rsidRPr="007417E6">
              <w:rPr>
                <w:szCs w:val="22"/>
              </w:rPr>
              <w:t>тактное лицо с указанием должн</w:t>
            </w:r>
            <w:r w:rsidRPr="007417E6">
              <w:rPr>
                <w:szCs w:val="22"/>
              </w:rPr>
              <w:t>о</w:t>
            </w:r>
            <w:r w:rsidRPr="007417E6">
              <w:rPr>
                <w:szCs w:val="22"/>
              </w:rPr>
              <w:t>сти, контактные телеф</w:t>
            </w:r>
            <w:r w:rsidRPr="007417E6">
              <w:rPr>
                <w:szCs w:val="22"/>
              </w:rPr>
              <w:t>о</w:t>
            </w:r>
            <w:r w:rsidRPr="007417E6">
              <w:rPr>
                <w:szCs w:val="22"/>
              </w:rPr>
              <w:t>ны)</w:t>
            </w:r>
          </w:p>
        </w:tc>
        <w:tc>
          <w:tcPr>
            <w:tcW w:w="1980" w:type="dxa"/>
            <w:vAlign w:val="center"/>
          </w:tcPr>
          <w:p w:rsidR="00116227" w:rsidRPr="007417E6" w:rsidRDefault="00116227" w:rsidP="00D56F12">
            <w:pPr>
              <w:pStyle w:val="ae"/>
              <w:spacing w:before="0" w:after="0"/>
              <w:ind w:left="0" w:right="0"/>
              <w:jc w:val="center"/>
              <w:rPr>
                <w:szCs w:val="22"/>
              </w:rPr>
            </w:pPr>
            <w:r w:rsidRPr="007417E6">
              <w:rPr>
                <w:szCs w:val="22"/>
              </w:rPr>
              <w:t>Описание дог</w:t>
            </w:r>
            <w:r w:rsidRPr="007417E6">
              <w:rPr>
                <w:szCs w:val="22"/>
              </w:rPr>
              <w:t>о</w:t>
            </w:r>
            <w:r w:rsidRPr="007417E6">
              <w:rPr>
                <w:szCs w:val="22"/>
              </w:rPr>
              <w:t>вора (объем и состав поставок, опис</w:t>
            </w:r>
            <w:r w:rsidRPr="007417E6">
              <w:rPr>
                <w:szCs w:val="22"/>
              </w:rPr>
              <w:t>а</w:t>
            </w:r>
            <w:r w:rsidRPr="007417E6">
              <w:rPr>
                <w:szCs w:val="22"/>
              </w:rPr>
              <w:t>ние основных условий догов</w:t>
            </w:r>
            <w:r w:rsidRPr="007417E6">
              <w:rPr>
                <w:szCs w:val="22"/>
              </w:rPr>
              <w:t>о</w:t>
            </w:r>
            <w:r w:rsidRPr="007417E6">
              <w:rPr>
                <w:szCs w:val="22"/>
              </w:rPr>
              <w:t>ра)</w:t>
            </w:r>
          </w:p>
        </w:tc>
        <w:tc>
          <w:tcPr>
            <w:tcW w:w="1260" w:type="dxa"/>
            <w:vAlign w:val="center"/>
          </w:tcPr>
          <w:p w:rsidR="00116227" w:rsidRPr="007417E6" w:rsidRDefault="00116227" w:rsidP="00D56F12">
            <w:pPr>
              <w:pStyle w:val="ae"/>
              <w:spacing w:before="0" w:after="0"/>
              <w:ind w:left="0" w:right="0"/>
              <w:jc w:val="center"/>
              <w:rPr>
                <w:szCs w:val="22"/>
              </w:rPr>
            </w:pPr>
            <w:r w:rsidRPr="007417E6">
              <w:rPr>
                <w:szCs w:val="22"/>
              </w:rPr>
              <w:t>Сумма догов</w:t>
            </w:r>
            <w:r w:rsidRPr="007417E6">
              <w:rPr>
                <w:szCs w:val="22"/>
              </w:rPr>
              <w:t>о</w:t>
            </w:r>
            <w:r w:rsidRPr="007417E6">
              <w:rPr>
                <w:szCs w:val="22"/>
              </w:rPr>
              <w:t>ра, ру</w:t>
            </w:r>
            <w:r w:rsidRPr="007417E6">
              <w:rPr>
                <w:szCs w:val="22"/>
              </w:rPr>
              <w:t>б</w:t>
            </w:r>
            <w:r w:rsidRPr="007417E6">
              <w:rPr>
                <w:szCs w:val="22"/>
              </w:rPr>
              <w:t>лей</w:t>
            </w:r>
          </w:p>
        </w:tc>
        <w:tc>
          <w:tcPr>
            <w:tcW w:w="1440" w:type="dxa"/>
            <w:vAlign w:val="center"/>
          </w:tcPr>
          <w:p w:rsidR="00116227" w:rsidRPr="007417E6" w:rsidRDefault="00116227" w:rsidP="00D56F12">
            <w:pPr>
              <w:pStyle w:val="ae"/>
              <w:spacing w:before="0" w:after="0"/>
              <w:ind w:left="0" w:right="0"/>
              <w:jc w:val="center"/>
              <w:rPr>
                <w:szCs w:val="22"/>
              </w:rPr>
            </w:pPr>
            <w:r w:rsidRPr="007417E6">
              <w:rPr>
                <w:szCs w:val="22"/>
              </w:rPr>
              <w:t>Сведения о рекламац</w:t>
            </w:r>
            <w:r w:rsidRPr="007417E6">
              <w:rPr>
                <w:szCs w:val="22"/>
              </w:rPr>
              <w:t>и</w:t>
            </w:r>
            <w:r w:rsidRPr="007417E6">
              <w:rPr>
                <w:szCs w:val="22"/>
              </w:rPr>
              <w:t>ях по перечи</w:t>
            </w:r>
            <w:r w:rsidRPr="007417E6">
              <w:rPr>
                <w:szCs w:val="22"/>
              </w:rPr>
              <w:t>с</w:t>
            </w:r>
            <w:r w:rsidRPr="007417E6">
              <w:rPr>
                <w:szCs w:val="22"/>
              </w:rPr>
              <w:t>ленным договорам</w:t>
            </w:r>
          </w:p>
        </w:tc>
      </w:tr>
      <w:tr w:rsidR="00116227" w:rsidRPr="007417E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  <w:vAlign w:val="center"/>
          </w:tcPr>
          <w:p w:rsidR="00116227" w:rsidRPr="007417E6" w:rsidRDefault="00116227" w:rsidP="00D56F12">
            <w:pPr>
              <w:numPr>
                <w:ilvl w:val="0"/>
                <w:numId w:val="6"/>
              </w:numPr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700" w:type="dxa"/>
          </w:tcPr>
          <w:p w:rsidR="00116227" w:rsidRPr="007417E6" w:rsidRDefault="00116227" w:rsidP="00D56F12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2160" w:type="dxa"/>
          </w:tcPr>
          <w:p w:rsidR="00116227" w:rsidRPr="007417E6" w:rsidRDefault="00116227" w:rsidP="00D56F12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980" w:type="dxa"/>
          </w:tcPr>
          <w:p w:rsidR="00116227" w:rsidRPr="007417E6" w:rsidRDefault="00116227" w:rsidP="00D56F12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116227" w:rsidRPr="007417E6" w:rsidRDefault="00116227" w:rsidP="00D56F12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116227" w:rsidRPr="007417E6" w:rsidRDefault="00116227" w:rsidP="00D56F12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</w:tr>
      <w:tr w:rsidR="00116227" w:rsidRPr="007417E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  <w:vAlign w:val="center"/>
          </w:tcPr>
          <w:p w:rsidR="00116227" w:rsidRPr="007417E6" w:rsidRDefault="00116227" w:rsidP="00D56F12">
            <w:pPr>
              <w:numPr>
                <w:ilvl w:val="0"/>
                <w:numId w:val="6"/>
              </w:numPr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700" w:type="dxa"/>
          </w:tcPr>
          <w:p w:rsidR="00116227" w:rsidRPr="007417E6" w:rsidRDefault="00116227" w:rsidP="00D56F12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2160" w:type="dxa"/>
          </w:tcPr>
          <w:p w:rsidR="00116227" w:rsidRPr="007417E6" w:rsidRDefault="00116227" w:rsidP="00D56F12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980" w:type="dxa"/>
          </w:tcPr>
          <w:p w:rsidR="00116227" w:rsidRPr="007417E6" w:rsidRDefault="00116227" w:rsidP="00D56F12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116227" w:rsidRPr="007417E6" w:rsidRDefault="00116227" w:rsidP="00D56F12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116227" w:rsidRPr="007417E6" w:rsidRDefault="00116227" w:rsidP="00D56F12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</w:tr>
      <w:tr w:rsidR="00116227" w:rsidRPr="007417E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  <w:vAlign w:val="center"/>
          </w:tcPr>
          <w:p w:rsidR="00116227" w:rsidRPr="007417E6" w:rsidRDefault="00116227" w:rsidP="00D56F12">
            <w:pPr>
              <w:numPr>
                <w:ilvl w:val="0"/>
                <w:numId w:val="6"/>
              </w:numPr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700" w:type="dxa"/>
          </w:tcPr>
          <w:p w:rsidR="00116227" w:rsidRPr="007417E6" w:rsidRDefault="00116227" w:rsidP="00D56F12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2160" w:type="dxa"/>
          </w:tcPr>
          <w:p w:rsidR="00116227" w:rsidRPr="007417E6" w:rsidRDefault="00116227" w:rsidP="00D56F12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980" w:type="dxa"/>
          </w:tcPr>
          <w:p w:rsidR="00116227" w:rsidRPr="007417E6" w:rsidRDefault="00116227" w:rsidP="00D56F12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116227" w:rsidRPr="007417E6" w:rsidRDefault="00116227" w:rsidP="00D56F12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116227" w:rsidRPr="007417E6" w:rsidRDefault="00116227" w:rsidP="00D56F12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</w:tr>
      <w:tr w:rsidR="00116227" w:rsidRPr="007417E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  <w:vAlign w:val="center"/>
          </w:tcPr>
          <w:p w:rsidR="00116227" w:rsidRPr="007417E6" w:rsidRDefault="00116227" w:rsidP="00D56F12">
            <w:pPr>
              <w:pStyle w:val="af1"/>
              <w:spacing w:before="0" w:after="0"/>
              <w:ind w:left="0" w:right="0"/>
              <w:jc w:val="center"/>
              <w:rPr>
                <w:sz w:val="22"/>
                <w:szCs w:val="22"/>
              </w:rPr>
            </w:pPr>
            <w:r w:rsidRPr="007417E6">
              <w:rPr>
                <w:sz w:val="22"/>
                <w:szCs w:val="22"/>
              </w:rPr>
              <w:t>…</w:t>
            </w:r>
          </w:p>
        </w:tc>
        <w:tc>
          <w:tcPr>
            <w:tcW w:w="2700" w:type="dxa"/>
          </w:tcPr>
          <w:p w:rsidR="00116227" w:rsidRPr="007417E6" w:rsidRDefault="00116227" w:rsidP="00D56F12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2160" w:type="dxa"/>
          </w:tcPr>
          <w:p w:rsidR="00116227" w:rsidRPr="007417E6" w:rsidRDefault="00116227" w:rsidP="00D56F12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980" w:type="dxa"/>
          </w:tcPr>
          <w:p w:rsidR="00116227" w:rsidRPr="007417E6" w:rsidRDefault="00116227" w:rsidP="00D56F12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116227" w:rsidRPr="007417E6" w:rsidRDefault="00116227" w:rsidP="00D56F12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116227" w:rsidRPr="007417E6" w:rsidRDefault="00116227" w:rsidP="00D56F12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</w:tr>
      <w:tr w:rsidR="00116227" w:rsidRPr="007417E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60" w:type="dxa"/>
            <w:gridSpan w:val="4"/>
            <w:vAlign w:val="center"/>
          </w:tcPr>
          <w:p w:rsidR="00116227" w:rsidRPr="007417E6" w:rsidRDefault="00116227" w:rsidP="00D56F12">
            <w:pPr>
              <w:pStyle w:val="af1"/>
              <w:spacing w:before="0" w:after="0"/>
              <w:ind w:left="0" w:right="0"/>
              <w:jc w:val="center"/>
              <w:rPr>
                <w:b/>
                <w:sz w:val="22"/>
                <w:szCs w:val="22"/>
              </w:rPr>
            </w:pPr>
            <w:r w:rsidRPr="007417E6">
              <w:rPr>
                <w:b/>
                <w:sz w:val="22"/>
                <w:szCs w:val="22"/>
              </w:rPr>
              <w:t>ИТОГО за целый год [</w:t>
            </w:r>
            <w:r w:rsidRPr="007417E6">
              <w:rPr>
                <w:rStyle w:val="af9"/>
                <w:sz w:val="22"/>
                <w:szCs w:val="22"/>
              </w:rPr>
              <w:t>указать год, например «200</w:t>
            </w:r>
            <w:r w:rsidR="00DB4500" w:rsidRPr="007417E6">
              <w:rPr>
                <w:rStyle w:val="af9"/>
                <w:sz w:val="22"/>
                <w:szCs w:val="22"/>
              </w:rPr>
              <w:t>7</w:t>
            </w:r>
            <w:r w:rsidRPr="007417E6">
              <w:rPr>
                <w:rStyle w:val="af9"/>
                <w:sz w:val="22"/>
                <w:szCs w:val="22"/>
              </w:rPr>
              <w:t>»</w:t>
            </w:r>
            <w:r w:rsidRPr="007417E6">
              <w:rPr>
                <w:b/>
                <w:sz w:val="22"/>
                <w:szCs w:val="22"/>
              </w:rPr>
              <w:t>]</w:t>
            </w:r>
          </w:p>
        </w:tc>
        <w:tc>
          <w:tcPr>
            <w:tcW w:w="1260" w:type="dxa"/>
          </w:tcPr>
          <w:p w:rsidR="00116227" w:rsidRPr="007417E6" w:rsidRDefault="00116227" w:rsidP="00D56F12">
            <w:pPr>
              <w:pStyle w:val="af1"/>
              <w:spacing w:before="0" w:after="0"/>
              <w:ind w:left="0" w:right="0"/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</w:tcPr>
          <w:p w:rsidR="00116227" w:rsidRPr="007417E6" w:rsidRDefault="00116227" w:rsidP="00D56F12">
            <w:pPr>
              <w:pStyle w:val="af1"/>
              <w:spacing w:before="0" w:after="0"/>
              <w:ind w:left="0" w:right="0"/>
              <w:jc w:val="center"/>
              <w:rPr>
                <w:b/>
                <w:sz w:val="22"/>
                <w:szCs w:val="22"/>
              </w:rPr>
            </w:pPr>
            <w:r w:rsidRPr="007417E6">
              <w:rPr>
                <w:b/>
                <w:sz w:val="22"/>
                <w:szCs w:val="22"/>
              </w:rPr>
              <w:t>х</w:t>
            </w:r>
          </w:p>
        </w:tc>
      </w:tr>
      <w:tr w:rsidR="00116227" w:rsidRPr="007417E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  <w:vAlign w:val="center"/>
          </w:tcPr>
          <w:p w:rsidR="00116227" w:rsidRPr="007417E6" w:rsidRDefault="00116227" w:rsidP="00D56F12">
            <w:pPr>
              <w:numPr>
                <w:ilvl w:val="0"/>
                <w:numId w:val="10"/>
              </w:numPr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700" w:type="dxa"/>
          </w:tcPr>
          <w:p w:rsidR="00116227" w:rsidRPr="007417E6" w:rsidRDefault="00116227" w:rsidP="00D56F12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2160" w:type="dxa"/>
          </w:tcPr>
          <w:p w:rsidR="00116227" w:rsidRPr="007417E6" w:rsidRDefault="00116227" w:rsidP="00D56F12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980" w:type="dxa"/>
          </w:tcPr>
          <w:p w:rsidR="00116227" w:rsidRPr="007417E6" w:rsidRDefault="00116227" w:rsidP="00D56F12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116227" w:rsidRPr="007417E6" w:rsidRDefault="00116227" w:rsidP="00D56F12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116227" w:rsidRPr="007417E6" w:rsidRDefault="00116227" w:rsidP="00D56F12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</w:tr>
      <w:tr w:rsidR="00116227" w:rsidRPr="007417E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  <w:vAlign w:val="center"/>
          </w:tcPr>
          <w:p w:rsidR="00116227" w:rsidRPr="007417E6" w:rsidRDefault="00116227" w:rsidP="00D56F12">
            <w:pPr>
              <w:numPr>
                <w:ilvl w:val="0"/>
                <w:numId w:val="10"/>
              </w:numPr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700" w:type="dxa"/>
          </w:tcPr>
          <w:p w:rsidR="00116227" w:rsidRPr="007417E6" w:rsidRDefault="00116227" w:rsidP="00D56F12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2160" w:type="dxa"/>
          </w:tcPr>
          <w:p w:rsidR="00116227" w:rsidRPr="007417E6" w:rsidRDefault="00116227" w:rsidP="00D56F12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980" w:type="dxa"/>
          </w:tcPr>
          <w:p w:rsidR="00116227" w:rsidRPr="007417E6" w:rsidRDefault="00116227" w:rsidP="00D56F12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116227" w:rsidRPr="007417E6" w:rsidRDefault="00116227" w:rsidP="00D56F12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116227" w:rsidRPr="007417E6" w:rsidRDefault="00116227" w:rsidP="00D56F12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</w:tr>
      <w:tr w:rsidR="00116227" w:rsidRPr="007417E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  <w:vAlign w:val="center"/>
          </w:tcPr>
          <w:p w:rsidR="00116227" w:rsidRPr="007417E6" w:rsidRDefault="00116227" w:rsidP="00D56F12">
            <w:pPr>
              <w:numPr>
                <w:ilvl w:val="0"/>
                <w:numId w:val="10"/>
              </w:numPr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700" w:type="dxa"/>
          </w:tcPr>
          <w:p w:rsidR="00116227" w:rsidRPr="007417E6" w:rsidRDefault="00116227" w:rsidP="00D56F12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2160" w:type="dxa"/>
          </w:tcPr>
          <w:p w:rsidR="00116227" w:rsidRPr="007417E6" w:rsidRDefault="00116227" w:rsidP="00D56F12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980" w:type="dxa"/>
          </w:tcPr>
          <w:p w:rsidR="00116227" w:rsidRPr="007417E6" w:rsidRDefault="00116227" w:rsidP="00D56F12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116227" w:rsidRPr="007417E6" w:rsidRDefault="00116227" w:rsidP="00D56F12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116227" w:rsidRPr="007417E6" w:rsidRDefault="00116227" w:rsidP="00D56F12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</w:tr>
      <w:tr w:rsidR="00116227" w:rsidRPr="007417E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  <w:vAlign w:val="center"/>
          </w:tcPr>
          <w:p w:rsidR="00116227" w:rsidRPr="007417E6" w:rsidRDefault="00116227" w:rsidP="00D56F12">
            <w:pPr>
              <w:pStyle w:val="af1"/>
              <w:spacing w:before="0" w:after="0"/>
              <w:ind w:left="0" w:right="0"/>
              <w:jc w:val="center"/>
              <w:rPr>
                <w:sz w:val="22"/>
                <w:szCs w:val="22"/>
              </w:rPr>
            </w:pPr>
            <w:r w:rsidRPr="007417E6">
              <w:rPr>
                <w:sz w:val="22"/>
                <w:szCs w:val="22"/>
              </w:rPr>
              <w:t>…</w:t>
            </w:r>
          </w:p>
        </w:tc>
        <w:tc>
          <w:tcPr>
            <w:tcW w:w="2700" w:type="dxa"/>
          </w:tcPr>
          <w:p w:rsidR="00116227" w:rsidRPr="007417E6" w:rsidRDefault="00116227" w:rsidP="00D56F12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2160" w:type="dxa"/>
          </w:tcPr>
          <w:p w:rsidR="00116227" w:rsidRPr="007417E6" w:rsidRDefault="00116227" w:rsidP="00D56F12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980" w:type="dxa"/>
          </w:tcPr>
          <w:p w:rsidR="00116227" w:rsidRPr="007417E6" w:rsidRDefault="00116227" w:rsidP="00D56F12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116227" w:rsidRPr="007417E6" w:rsidRDefault="00116227" w:rsidP="00D56F12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116227" w:rsidRPr="007417E6" w:rsidRDefault="00116227" w:rsidP="00D56F12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</w:tr>
      <w:tr w:rsidR="00116227" w:rsidRPr="007417E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60" w:type="dxa"/>
            <w:gridSpan w:val="4"/>
            <w:vAlign w:val="center"/>
          </w:tcPr>
          <w:p w:rsidR="00116227" w:rsidRPr="007417E6" w:rsidRDefault="00116227" w:rsidP="00D56F12">
            <w:pPr>
              <w:pStyle w:val="af1"/>
              <w:spacing w:before="0" w:after="0"/>
              <w:ind w:left="0" w:right="0"/>
              <w:jc w:val="center"/>
              <w:rPr>
                <w:b/>
                <w:sz w:val="22"/>
                <w:szCs w:val="22"/>
              </w:rPr>
            </w:pPr>
            <w:r w:rsidRPr="007417E6">
              <w:rPr>
                <w:b/>
                <w:sz w:val="22"/>
                <w:szCs w:val="22"/>
              </w:rPr>
              <w:t>ИТОГО за целый год [</w:t>
            </w:r>
            <w:r w:rsidRPr="007417E6">
              <w:rPr>
                <w:rStyle w:val="af9"/>
                <w:sz w:val="22"/>
                <w:szCs w:val="22"/>
              </w:rPr>
              <w:t>указать год, например «200</w:t>
            </w:r>
            <w:r w:rsidR="00DB4500" w:rsidRPr="007417E6">
              <w:rPr>
                <w:rStyle w:val="af9"/>
                <w:sz w:val="22"/>
                <w:szCs w:val="22"/>
              </w:rPr>
              <w:t>8</w:t>
            </w:r>
            <w:r w:rsidRPr="007417E6">
              <w:rPr>
                <w:rStyle w:val="af9"/>
                <w:sz w:val="22"/>
                <w:szCs w:val="22"/>
              </w:rPr>
              <w:t>»</w:t>
            </w:r>
            <w:r w:rsidRPr="007417E6">
              <w:rPr>
                <w:b/>
                <w:sz w:val="22"/>
                <w:szCs w:val="22"/>
              </w:rPr>
              <w:t>]</w:t>
            </w:r>
          </w:p>
        </w:tc>
        <w:tc>
          <w:tcPr>
            <w:tcW w:w="1260" w:type="dxa"/>
          </w:tcPr>
          <w:p w:rsidR="00116227" w:rsidRPr="007417E6" w:rsidRDefault="00116227" w:rsidP="00D56F12">
            <w:pPr>
              <w:pStyle w:val="af1"/>
              <w:spacing w:before="0" w:after="0"/>
              <w:ind w:left="0" w:right="0"/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</w:tcPr>
          <w:p w:rsidR="00116227" w:rsidRPr="007417E6" w:rsidRDefault="00116227" w:rsidP="00D56F12">
            <w:pPr>
              <w:pStyle w:val="af1"/>
              <w:spacing w:before="0" w:after="0"/>
              <w:ind w:left="0" w:right="0"/>
              <w:jc w:val="center"/>
              <w:rPr>
                <w:b/>
                <w:sz w:val="22"/>
                <w:szCs w:val="22"/>
              </w:rPr>
            </w:pPr>
            <w:r w:rsidRPr="007417E6">
              <w:rPr>
                <w:b/>
                <w:sz w:val="22"/>
                <w:szCs w:val="22"/>
              </w:rPr>
              <w:t>х</w:t>
            </w:r>
          </w:p>
        </w:tc>
      </w:tr>
      <w:tr w:rsidR="00116227" w:rsidRPr="007417E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  <w:vAlign w:val="center"/>
          </w:tcPr>
          <w:p w:rsidR="00116227" w:rsidRPr="007417E6" w:rsidRDefault="00116227" w:rsidP="00D56F12">
            <w:pPr>
              <w:numPr>
                <w:ilvl w:val="0"/>
                <w:numId w:val="7"/>
              </w:numPr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700" w:type="dxa"/>
          </w:tcPr>
          <w:p w:rsidR="00116227" w:rsidRPr="007417E6" w:rsidRDefault="00116227" w:rsidP="00D56F12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2160" w:type="dxa"/>
          </w:tcPr>
          <w:p w:rsidR="00116227" w:rsidRPr="007417E6" w:rsidRDefault="00116227" w:rsidP="00D56F12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980" w:type="dxa"/>
          </w:tcPr>
          <w:p w:rsidR="00116227" w:rsidRPr="007417E6" w:rsidRDefault="00116227" w:rsidP="00D56F12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116227" w:rsidRPr="007417E6" w:rsidRDefault="00116227" w:rsidP="00D56F12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116227" w:rsidRPr="007417E6" w:rsidRDefault="00116227" w:rsidP="00D56F12">
            <w:pPr>
              <w:pStyle w:val="af1"/>
              <w:spacing w:before="0" w:after="0"/>
              <w:ind w:left="0" w:right="0"/>
              <w:jc w:val="center"/>
              <w:rPr>
                <w:sz w:val="22"/>
                <w:szCs w:val="22"/>
              </w:rPr>
            </w:pPr>
          </w:p>
        </w:tc>
      </w:tr>
      <w:tr w:rsidR="00116227" w:rsidRPr="007417E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  <w:vAlign w:val="center"/>
          </w:tcPr>
          <w:p w:rsidR="00116227" w:rsidRPr="007417E6" w:rsidRDefault="00116227" w:rsidP="00D56F12">
            <w:pPr>
              <w:numPr>
                <w:ilvl w:val="0"/>
                <w:numId w:val="7"/>
              </w:numPr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700" w:type="dxa"/>
          </w:tcPr>
          <w:p w:rsidR="00116227" w:rsidRPr="007417E6" w:rsidRDefault="00116227" w:rsidP="00D56F12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2160" w:type="dxa"/>
          </w:tcPr>
          <w:p w:rsidR="00116227" w:rsidRPr="007417E6" w:rsidRDefault="00116227" w:rsidP="00D56F12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980" w:type="dxa"/>
          </w:tcPr>
          <w:p w:rsidR="00116227" w:rsidRPr="007417E6" w:rsidRDefault="00116227" w:rsidP="00D56F12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116227" w:rsidRPr="007417E6" w:rsidRDefault="00116227" w:rsidP="00D56F12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116227" w:rsidRPr="007417E6" w:rsidRDefault="00116227" w:rsidP="00D56F12">
            <w:pPr>
              <w:pStyle w:val="af1"/>
              <w:spacing w:before="0" w:after="0"/>
              <w:ind w:left="0" w:right="0"/>
              <w:jc w:val="center"/>
              <w:rPr>
                <w:sz w:val="22"/>
                <w:szCs w:val="22"/>
              </w:rPr>
            </w:pPr>
          </w:p>
        </w:tc>
      </w:tr>
      <w:tr w:rsidR="00116227" w:rsidRPr="007417E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  <w:vAlign w:val="center"/>
          </w:tcPr>
          <w:p w:rsidR="00116227" w:rsidRPr="007417E6" w:rsidRDefault="00116227" w:rsidP="00D56F12">
            <w:pPr>
              <w:numPr>
                <w:ilvl w:val="0"/>
                <w:numId w:val="7"/>
              </w:numPr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700" w:type="dxa"/>
          </w:tcPr>
          <w:p w:rsidR="00116227" w:rsidRPr="007417E6" w:rsidRDefault="00116227" w:rsidP="00D56F12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2160" w:type="dxa"/>
          </w:tcPr>
          <w:p w:rsidR="00116227" w:rsidRPr="007417E6" w:rsidRDefault="00116227" w:rsidP="00D56F12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980" w:type="dxa"/>
          </w:tcPr>
          <w:p w:rsidR="00116227" w:rsidRPr="007417E6" w:rsidRDefault="00116227" w:rsidP="00D56F12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116227" w:rsidRPr="007417E6" w:rsidRDefault="00116227" w:rsidP="00D56F12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116227" w:rsidRPr="007417E6" w:rsidRDefault="00116227" w:rsidP="00D56F12">
            <w:pPr>
              <w:pStyle w:val="af1"/>
              <w:spacing w:before="0" w:after="0"/>
              <w:ind w:left="0" w:right="0"/>
              <w:jc w:val="center"/>
              <w:rPr>
                <w:sz w:val="22"/>
                <w:szCs w:val="22"/>
              </w:rPr>
            </w:pPr>
          </w:p>
        </w:tc>
      </w:tr>
      <w:tr w:rsidR="00116227" w:rsidRPr="007417E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  <w:vAlign w:val="center"/>
          </w:tcPr>
          <w:p w:rsidR="00116227" w:rsidRPr="007417E6" w:rsidRDefault="00116227" w:rsidP="00D56F12">
            <w:pPr>
              <w:pStyle w:val="af1"/>
              <w:spacing w:before="0" w:after="0"/>
              <w:ind w:left="0" w:right="0"/>
              <w:jc w:val="center"/>
              <w:rPr>
                <w:sz w:val="22"/>
                <w:szCs w:val="22"/>
              </w:rPr>
            </w:pPr>
            <w:r w:rsidRPr="007417E6">
              <w:rPr>
                <w:sz w:val="22"/>
                <w:szCs w:val="22"/>
              </w:rPr>
              <w:t>…</w:t>
            </w:r>
          </w:p>
        </w:tc>
        <w:tc>
          <w:tcPr>
            <w:tcW w:w="2700" w:type="dxa"/>
          </w:tcPr>
          <w:p w:rsidR="00116227" w:rsidRPr="007417E6" w:rsidRDefault="00116227" w:rsidP="00D56F12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2160" w:type="dxa"/>
          </w:tcPr>
          <w:p w:rsidR="00116227" w:rsidRPr="007417E6" w:rsidRDefault="00116227" w:rsidP="00D56F12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980" w:type="dxa"/>
          </w:tcPr>
          <w:p w:rsidR="00116227" w:rsidRPr="007417E6" w:rsidRDefault="00116227" w:rsidP="00D56F12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116227" w:rsidRPr="007417E6" w:rsidRDefault="00116227" w:rsidP="00D56F12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116227" w:rsidRPr="007417E6" w:rsidRDefault="00116227" w:rsidP="00D56F12">
            <w:pPr>
              <w:pStyle w:val="af1"/>
              <w:spacing w:before="0" w:after="0"/>
              <w:ind w:left="0" w:right="0"/>
              <w:jc w:val="center"/>
              <w:rPr>
                <w:sz w:val="22"/>
                <w:szCs w:val="22"/>
              </w:rPr>
            </w:pPr>
          </w:p>
        </w:tc>
      </w:tr>
      <w:tr w:rsidR="00116227" w:rsidRPr="007417E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60" w:type="dxa"/>
            <w:gridSpan w:val="4"/>
            <w:vAlign w:val="center"/>
          </w:tcPr>
          <w:p w:rsidR="00116227" w:rsidRPr="007417E6" w:rsidRDefault="00116227" w:rsidP="00D56F12">
            <w:pPr>
              <w:pStyle w:val="af1"/>
              <w:spacing w:before="0" w:after="0"/>
              <w:ind w:left="0" w:right="0"/>
              <w:jc w:val="center"/>
              <w:rPr>
                <w:b/>
                <w:sz w:val="22"/>
                <w:szCs w:val="22"/>
              </w:rPr>
            </w:pPr>
            <w:r w:rsidRPr="007417E6">
              <w:rPr>
                <w:b/>
                <w:sz w:val="22"/>
                <w:szCs w:val="22"/>
              </w:rPr>
              <w:t>ИТОГО за</w:t>
            </w:r>
          </w:p>
        </w:tc>
        <w:tc>
          <w:tcPr>
            <w:tcW w:w="1260" w:type="dxa"/>
          </w:tcPr>
          <w:p w:rsidR="00116227" w:rsidRPr="007417E6" w:rsidRDefault="00116227" w:rsidP="00D56F12">
            <w:pPr>
              <w:pStyle w:val="af1"/>
              <w:spacing w:before="0" w:after="0"/>
              <w:ind w:left="0" w:right="0"/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</w:tcPr>
          <w:p w:rsidR="00116227" w:rsidRPr="007417E6" w:rsidRDefault="00116227" w:rsidP="00D56F12">
            <w:pPr>
              <w:pStyle w:val="af1"/>
              <w:spacing w:before="0" w:after="0"/>
              <w:ind w:left="0" w:right="0"/>
              <w:jc w:val="center"/>
              <w:rPr>
                <w:b/>
                <w:sz w:val="22"/>
                <w:szCs w:val="22"/>
              </w:rPr>
            </w:pPr>
            <w:r w:rsidRPr="007417E6">
              <w:rPr>
                <w:b/>
                <w:sz w:val="22"/>
                <w:szCs w:val="22"/>
              </w:rPr>
              <w:t>х</w:t>
            </w:r>
          </w:p>
        </w:tc>
      </w:tr>
    </w:tbl>
    <w:p w:rsidR="00363B28" w:rsidRDefault="00116227" w:rsidP="00116227">
      <w:pPr>
        <w:spacing w:line="240" w:lineRule="auto"/>
        <w:rPr>
          <w:sz w:val="22"/>
          <w:szCs w:val="22"/>
        </w:rPr>
      </w:pPr>
      <w:r w:rsidRPr="007417E6">
        <w:rPr>
          <w:sz w:val="22"/>
          <w:szCs w:val="22"/>
        </w:rPr>
        <w:t xml:space="preserve">Заказчик рекомендует </w:t>
      </w:r>
      <w:r w:rsidR="00B80AF0">
        <w:rPr>
          <w:sz w:val="22"/>
          <w:szCs w:val="22"/>
        </w:rPr>
        <w:t>Поставщик</w:t>
      </w:r>
      <w:r w:rsidRPr="007417E6">
        <w:rPr>
          <w:sz w:val="22"/>
          <w:szCs w:val="22"/>
        </w:rPr>
        <w:t>ам приложить оригиналы или копии отзывов об их работе, данные контрагентами</w:t>
      </w:r>
      <w:r w:rsidRPr="00363B28">
        <w:rPr>
          <w:sz w:val="22"/>
          <w:szCs w:val="22"/>
        </w:rPr>
        <w:t>.</w:t>
      </w:r>
    </w:p>
    <w:p w:rsidR="00363B28" w:rsidRPr="007417E6" w:rsidRDefault="00363B28" w:rsidP="00363B28">
      <w:pPr>
        <w:spacing w:line="240" w:lineRule="auto"/>
        <w:ind w:right="5527"/>
        <w:rPr>
          <w:color w:val="000000"/>
          <w:sz w:val="22"/>
          <w:szCs w:val="22"/>
        </w:rPr>
      </w:pPr>
      <w:r w:rsidRPr="007417E6">
        <w:rPr>
          <w:color w:val="000000"/>
          <w:sz w:val="22"/>
          <w:szCs w:val="22"/>
        </w:rPr>
        <w:t>____________________________________</w:t>
      </w:r>
    </w:p>
    <w:p w:rsidR="00363B28" w:rsidRPr="007417E6" w:rsidRDefault="00363B28" w:rsidP="00363B28">
      <w:pPr>
        <w:spacing w:line="240" w:lineRule="auto"/>
        <w:ind w:right="5527"/>
        <w:jc w:val="center"/>
        <w:rPr>
          <w:color w:val="000000"/>
          <w:sz w:val="22"/>
          <w:szCs w:val="22"/>
          <w:vertAlign w:val="superscript"/>
        </w:rPr>
      </w:pPr>
      <w:r w:rsidRPr="007417E6">
        <w:rPr>
          <w:color w:val="000000"/>
          <w:sz w:val="22"/>
          <w:szCs w:val="22"/>
          <w:vertAlign w:val="superscript"/>
        </w:rPr>
        <w:t>(подпись, М.П.)</w:t>
      </w:r>
    </w:p>
    <w:p w:rsidR="00363B28" w:rsidRPr="007417E6" w:rsidRDefault="00363B28" w:rsidP="00363B28">
      <w:pPr>
        <w:spacing w:line="240" w:lineRule="auto"/>
        <w:ind w:right="5527"/>
        <w:rPr>
          <w:color w:val="000000"/>
          <w:sz w:val="22"/>
          <w:szCs w:val="22"/>
        </w:rPr>
      </w:pPr>
      <w:r w:rsidRPr="007417E6">
        <w:rPr>
          <w:color w:val="000000"/>
          <w:sz w:val="22"/>
          <w:szCs w:val="22"/>
        </w:rPr>
        <w:t>____________________________________</w:t>
      </w:r>
    </w:p>
    <w:p w:rsidR="00363B28" w:rsidRPr="007417E6" w:rsidRDefault="00363B28" w:rsidP="00363B28">
      <w:pPr>
        <w:spacing w:line="240" w:lineRule="auto"/>
        <w:ind w:right="5527"/>
        <w:jc w:val="center"/>
        <w:rPr>
          <w:color w:val="000000"/>
          <w:sz w:val="22"/>
          <w:szCs w:val="22"/>
          <w:vertAlign w:val="superscript"/>
        </w:rPr>
      </w:pPr>
      <w:r w:rsidRPr="007417E6">
        <w:rPr>
          <w:color w:val="000000"/>
          <w:sz w:val="22"/>
          <w:szCs w:val="22"/>
          <w:vertAlign w:val="superscript"/>
        </w:rPr>
        <w:t>(фамилия, имя, отчество подписавшего, должность)</w:t>
      </w:r>
    </w:p>
    <w:p w:rsidR="00116227" w:rsidRPr="007417E6" w:rsidRDefault="00116227" w:rsidP="00116227">
      <w:pPr>
        <w:keepNext/>
        <w:spacing w:line="240" w:lineRule="auto"/>
        <w:rPr>
          <w:b/>
          <w:sz w:val="22"/>
          <w:szCs w:val="22"/>
        </w:rPr>
      </w:pPr>
    </w:p>
    <w:p w:rsidR="00116227" w:rsidRPr="007417E6" w:rsidRDefault="00116227" w:rsidP="00116227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2"/>
          <w:szCs w:val="22"/>
        </w:rPr>
      </w:pPr>
      <w:r w:rsidRPr="007417E6">
        <w:rPr>
          <w:b/>
          <w:color w:val="000000"/>
          <w:spacing w:val="36"/>
          <w:sz w:val="22"/>
          <w:szCs w:val="22"/>
        </w:rPr>
        <w:t>конец формы</w:t>
      </w:r>
    </w:p>
    <w:p w:rsidR="00116227" w:rsidRPr="007417E6" w:rsidRDefault="00116227" w:rsidP="00B264AD">
      <w:pPr>
        <w:pStyle w:val="21"/>
        <w:pageBreakBefore/>
        <w:tabs>
          <w:tab w:val="num" w:pos="1134"/>
        </w:tabs>
        <w:ind w:left="1134"/>
        <w:rPr>
          <w:sz w:val="22"/>
          <w:szCs w:val="22"/>
        </w:rPr>
      </w:pPr>
      <w:bookmarkStart w:id="344" w:name="_Toc125426246"/>
      <w:r w:rsidRPr="007417E6">
        <w:rPr>
          <w:sz w:val="22"/>
          <w:szCs w:val="22"/>
        </w:rPr>
        <w:lastRenderedPageBreak/>
        <w:t>Инструкции по заполнению</w:t>
      </w:r>
      <w:bookmarkEnd w:id="344"/>
    </w:p>
    <w:p w:rsidR="00116227" w:rsidRPr="007417E6" w:rsidRDefault="00B80AF0" w:rsidP="00F15CD1">
      <w:pPr>
        <w:pStyle w:val="a1"/>
        <w:snapToGrid w:val="0"/>
        <w:spacing w:line="240" w:lineRule="auto"/>
        <w:rPr>
          <w:sz w:val="22"/>
          <w:szCs w:val="22"/>
        </w:rPr>
      </w:pPr>
      <w:r>
        <w:rPr>
          <w:sz w:val="22"/>
          <w:szCs w:val="22"/>
        </w:rPr>
        <w:t>Поставщик</w:t>
      </w:r>
      <w:r w:rsidR="00116227" w:rsidRPr="007417E6">
        <w:rPr>
          <w:sz w:val="22"/>
          <w:szCs w:val="22"/>
        </w:rPr>
        <w:t xml:space="preserve"> указывает дату и номер Предложения в соотве</w:t>
      </w:r>
      <w:r w:rsidR="00116227" w:rsidRPr="007417E6">
        <w:rPr>
          <w:sz w:val="22"/>
          <w:szCs w:val="22"/>
        </w:rPr>
        <w:t>т</w:t>
      </w:r>
      <w:r w:rsidR="00116227" w:rsidRPr="007417E6">
        <w:rPr>
          <w:sz w:val="22"/>
          <w:szCs w:val="22"/>
        </w:rPr>
        <w:t xml:space="preserve">ствии с письмом о подаче оферты (подраздел </w:t>
      </w:r>
      <w:fldSimple w:instr=" REF _Ref55336310 \r \h  \* MERGEFORMAT ">
        <w:r w:rsidR="00C07197">
          <w:rPr>
            <w:sz w:val="22"/>
            <w:szCs w:val="22"/>
          </w:rPr>
          <w:t>6.1</w:t>
        </w:r>
      </w:fldSimple>
      <w:r w:rsidR="00116227" w:rsidRPr="007417E6">
        <w:rPr>
          <w:sz w:val="22"/>
          <w:szCs w:val="22"/>
        </w:rPr>
        <w:t>).</w:t>
      </w:r>
    </w:p>
    <w:p w:rsidR="00116227" w:rsidRPr="007417E6" w:rsidRDefault="00B80AF0" w:rsidP="00F15CD1">
      <w:pPr>
        <w:pStyle w:val="a1"/>
        <w:snapToGrid w:val="0"/>
        <w:spacing w:before="100" w:beforeAutospacing="1" w:line="240" w:lineRule="auto"/>
        <w:rPr>
          <w:sz w:val="22"/>
          <w:szCs w:val="22"/>
        </w:rPr>
      </w:pPr>
      <w:r>
        <w:rPr>
          <w:sz w:val="22"/>
          <w:szCs w:val="22"/>
        </w:rPr>
        <w:t>Поставщик</w:t>
      </w:r>
      <w:r w:rsidR="00116227" w:rsidRPr="007417E6">
        <w:rPr>
          <w:sz w:val="22"/>
          <w:szCs w:val="22"/>
        </w:rPr>
        <w:t xml:space="preserve"> указывает свое фирменное наименование (в т.ч. организац</w:t>
      </w:r>
      <w:r w:rsidR="00116227" w:rsidRPr="007417E6">
        <w:rPr>
          <w:sz w:val="22"/>
          <w:szCs w:val="22"/>
        </w:rPr>
        <w:t>и</w:t>
      </w:r>
      <w:r w:rsidR="00116227" w:rsidRPr="007417E6">
        <w:rPr>
          <w:sz w:val="22"/>
          <w:szCs w:val="22"/>
        </w:rPr>
        <w:t xml:space="preserve">онно-правовую форму) и свой </w:t>
      </w:r>
      <w:r w:rsidR="00416423" w:rsidRPr="007417E6">
        <w:rPr>
          <w:sz w:val="22"/>
          <w:szCs w:val="22"/>
        </w:rPr>
        <w:t>юридический адрес.</w:t>
      </w:r>
    </w:p>
    <w:p w:rsidR="00116227" w:rsidRPr="007417E6" w:rsidRDefault="00116227" w:rsidP="00F15CD1">
      <w:pPr>
        <w:pStyle w:val="a1"/>
        <w:snapToGrid w:val="0"/>
        <w:spacing w:before="100" w:beforeAutospacing="1" w:line="240" w:lineRule="auto"/>
        <w:rPr>
          <w:sz w:val="22"/>
          <w:szCs w:val="22"/>
        </w:rPr>
      </w:pPr>
      <w:r w:rsidRPr="007417E6">
        <w:rPr>
          <w:sz w:val="22"/>
          <w:szCs w:val="22"/>
        </w:rPr>
        <w:t xml:space="preserve">В этой форме </w:t>
      </w:r>
      <w:r w:rsidR="00B80AF0">
        <w:rPr>
          <w:sz w:val="22"/>
          <w:szCs w:val="22"/>
        </w:rPr>
        <w:t>Поставщик</w:t>
      </w:r>
      <w:r w:rsidRPr="007417E6">
        <w:rPr>
          <w:sz w:val="22"/>
          <w:szCs w:val="22"/>
        </w:rPr>
        <w:t xml:space="preserve"> указывает перечень и годовые объемы выпо</w:t>
      </w:r>
      <w:r w:rsidRPr="007417E6">
        <w:rPr>
          <w:sz w:val="22"/>
          <w:szCs w:val="22"/>
        </w:rPr>
        <w:t>л</w:t>
      </w:r>
      <w:r w:rsidRPr="007417E6">
        <w:rPr>
          <w:sz w:val="22"/>
          <w:szCs w:val="22"/>
        </w:rPr>
        <w:t xml:space="preserve">нения аналогичных договоров, сопоставимых по объемам, срокам выполнения и прочим требованиям разделов </w:t>
      </w:r>
      <w:fldSimple w:instr=" REF _Ref93217065 \r \h  \* MERGEFORMAT ">
        <w:r w:rsidR="00C07197">
          <w:rPr>
            <w:sz w:val="22"/>
            <w:szCs w:val="22"/>
          </w:rPr>
          <w:t>2</w:t>
        </w:r>
      </w:fldSimple>
      <w:r w:rsidRPr="007417E6">
        <w:rPr>
          <w:sz w:val="22"/>
          <w:szCs w:val="22"/>
        </w:rPr>
        <w:t xml:space="preserve"> </w:t>
      </w:r>
    </w:p>
    <w:p w:rsidR="00116227" w:rsidRPr="007417E6" w:rsidRDefault="00116227" w:rsidP="00F15CD1">
      <w:pPr>
        <w:pStyle w:val="a1"/>
        <w:snapToGrid w:val="0"/>
        <w:spacing w:before="100" w:beforeAutospacing="1" w:line="240" w:lineRule="auto"/>
        <w:rPr>
          <w:sz w:val="22"/>
          <w:szCs w:val="22"/>
        </w:rPr>
      </w:pPr>
      <w:r w:rsidRPr="007417E6">
        <w:rPr>
          <w:sz w:val="22"/>
          <w:szCs w:val="22"/>
        </w:rPr>
        <w:t xml:space="preserve">Следует указать не менее трех, но не более десяти аналогичных договоров. </w:t>
      </w:r>
      <w:r w:rsidR="00B80AF0">
        <w:rPr>
          <w:sz w:val="22"/>
          <w:szCs w:val="22"/>
        </w:rPr>
        <w:t>Поставщик</w:t>
      </w:r>
      <w:r w:rsidRPr="007417E6">
        <w:rPr>
          <w:sz w:val="22"/>
          <w:szCs w:val="22"/>
        </w:rPr>
        <w:t xml:space="preserve"> может самостоятельно выбрать договоры, которые, по его мн</w:t>
      </w:r>
      <w:r w:rsidRPr="007417E6">
        <w:rPr>
          <w:sz w:val="22"/>
          <w:szCs w:val="22"/>
        </w:rPr>
        <w:t>е</w:t>
      </w:r>
      <w:r w:rsidRPr="007417E6">
        <w:rPr>
          <w:sz w:val="22"/>
          <w:szCs w:val="22"/>
        </w:rPr>
        <w:t>нию, наилучшим образом характеризует его опыт.</w:t>
      </w:r>
    </w:p>
    <w:p w:rsidR="00116227" w:rsidRPr="007417E6" w:rsidRDefault="00116227" w:rsidP="00B264AD">
      <w:pPr>
        <w:pStyle w:val="2"/>
        <w:pageBreakBefore/>
        <w:jc w:val="both"/>
        <w:rPr>
          <w:sz w:val="22"/>
          <w:szCs w:val="22"/>
        </w:rPr>
      </w:pPr>
      <w:bookmarkStart w:id="345" w:name="_Ref93268095"/>
      <w:bookmarkStart w:id="346" w:name="_Ref93268099"/>
      <w:bookmarkStart w:id="347" w:name="_Toc93293102"/>
      <w:bookmarkStart w:id="348" w:name="_Toc98251947"/>
      <w:bookmarkStart w:id="349" w:name="_Toc172448337"/>
      <w:bookmarkStart w:id="350" w:name="_Toc172610114"/>
      <w:bookmarkStart w:id="351" w:name="_Toc318208001"/>
      <w:r w:rsidRPr="007417E6">
        <w:rPr>
          <w:sz w:val="22"/>
          <w:szCs w:val="22"/>
        </w:rPr>
        <w:lastRenderedPageBreak/>
        <w:t xml:space="preserve">План распределения объемов поставки продукции внутри коллективного </w:t>
      </w:r>
      <w:r w:rsidR="00B80AF0">
        <w:rPr>
          <w:sz w:val="22"/>
          <w:szCs w:val="22"/>
        </w:rPr>
        <w:t>Поставщик</w:t>
      </w:r>
      <w:r w:rsidR="008D0107">
        <w:rPr>
          <w:sz w:val="22"/>
          <w:szCs w:val="22"/>
        </w:rPr>
        <w:t>а (форма 7</w:t>
      </w:r>
      <w:r w:rsidRPr="007417E6">
        <w:rPr>
          <w:sz w:val="22"/>
          <w:szCs w:val="22"/>
        </w:rPr>
        <w:t>)</w:t>
      </w:r>
      <w:bookmarkEnd w:id="345"/>
      <w:bookmarkEnd w:id="346"/>
      <w:bookmarkEnd w:id="347"/>
      <w:bookmarkEnd w:id="348"/>
      <w:bookmarkEnd w:id="349"/>
      <w:bookmarkEnd w:id="350"/>
      <w:bookmarkEnd w:id="351"/>
    </w:p>
    <w:p w:rsidR="00116227" w:rsidRPr="007417E6" w:rsidRDefault="00116227" w:rsidP="00B264AD">
      <w:pPr>
        <w:pStyle w:val="a0"/>
        <w:tabs>
          <w:tab w:val="num" w:pos="1134"/>
        </w:tabs>
        <w:spacing w:line="240" w:lineRule="auto"/>
        <w:ind w:left="1134"/>
        <w:rPr>
          <w:b/>
          <w:sz w:val="22"/>
          <w:szCs w:val="22"/>
        </w:rPr>
      </w:pPr>
      <w:bookmarkStart w:id="352" w:name="_Toc90385125"/>
      <w:bookmarkStart w:id="353" w:name="_Toc98251948"/>
      <w:r w:rsidRPr="007417E6">
        <w:rPr>
          <w:b/>
          <w:sz w:val="22"/>
          <w:szCs w:val="22"/>
        </w:rPr>
        <w:t xml:space="preserve">Форма плана распределения объемов поставки продукции внутри коллективного </w:t>
      </w:r>
      <w:r w:rsidR="00B80AF0">
        <w:rPr>
          <w:b/>
          <w:sz w:val="22"/>
          <w:szCs w:val="22"/>
        </w:rPr>
        <w:t>Поставщик</w:t>
      </w:r>
      <w:r w:rsidRPr="007417E6">
        <w:rPr>
          <w:b/>
          <w:sz w:val="22"/>
          <w:szCs w:val="22"/>
        </w:rPr>
        <w:t>а</w:t>
      </w:r>
      <w:bookmarkEnd w:id="352"/>
      <w:bookmarkEnd w:id="353"/>
    </w:p>
    <w:p w:rsidR="00116227" w:rsidRPr="007417E6" w:rsidRDefault="00116227" w:rsidP="00116227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2"/>
          <w:szCs w:val="22"/>
        </w:rPr>
      </w:pPr>
      <w:r w:rsidRPr="007417E6">
        <w:rPr>
          <w:b/>
          <w:color w:val="000000"/>
          <w:spacing w:val="36"/>
          <w:sz w:val="22"/>
          <w:szCs w:val="22"/>
        </w:rPr>
        <w:t>начало формы</w:t>
      </w:r>
    </w:p>
    <w:p w:rsidR="00116227" w:rsidRPr="007417E6" w:rsidRDefault="00116227" w:rsidP="00116227">
      <w:pPr>
        <w:spacing w:line="240" w:lineRule="auto"/>
        <w:ind w:firstLine="0"/>
        <w:jc w:val="left"/>
        <w:rPr>
          <w:color w:val="000000"/>
          <w:sz w:val="22"/>
          <w:szCs w:val="22"/>
        </w:rPr>
      </w:pPr>
    </w:p>
    <w:p w:rsidR="00116227" w:rsidRPr="007417E6" w:rsidRDefault="00116227" w:rsidP="00116227">
      <w:pPr>
        <w:spacing w:line="240" w:lineRule="auto"/>
        <w:ind w:firstLine="0"/>
        <w:jc w:val="left"/>
        <w:rPr>
          <w:color w:val="000000"/>
          <w:sz w:val="22"/>
          <w:szCs w:val="22"/>
        </w:rPr>
      </w:pPr>
      <w:r w:rsidRPr="007417E6">
        <w:rPr>
          <w:color w:val="000000"/>
          <w:sz w:val="22"/>
          <w:szCs w:val="22"/>
        </w:rPr>
        <w:t>Приложение 6 к письму о подаче оферты</w:t>
      </w:r>
      <w:r w:rsidRPr="007417E6">
        <w:rPr>
          <w:color w:val="000000"/>
          <w:sz w:val="22"/>
          <w:szCs w:val="22"/>
        </w:rPr>
        <w:br/>
        <w:t>от «____»_____________ г. №__________</w:t>
      </w:r>
    </w:p>
    <w:p w:rsidR="00116227" w:rsidRPr="007417E6" w:rsidRDefault="00116227" w:rsidP="00116227">
      <w:pPr>
        <w:spacing w:line="240" w:lineRule="auto"/>
        <w:ind w:firstLine="0"/>
        <w:rPr>
          <w:color w:val="000000"/>
          <w:sz w:val="22"/>
          <w:szCs w:val="22"/>
        </w:rPr>
      </w:pPr>
    </w:p>
    <w:p w:rsidR="00116227" w:rsidRPr="007417E6" w:rsidRDefault="00116227" w:rsidP="00116227">
      <w:pPr>
        <w:suppressAutoHyphens/>
        <w:spacing w:line="240" w:lineRule="auto"/>
        <w:ind w:firstLine="0"/>
        <w:jc w:val="center"/>
        <w:rPr>
          <w:b/>
          <w:sz w:val="22"/>
          <w:szCs w:val="22"/>
        </w:rPr>
      </w:pPr>
      <w:r w:rsidRPr="007417E6">
        <w:rPr>
          <w:b/>
          <w:sz w:val="22"/>
          <w:szCs w:val="22"/>
        </w:rPr>
        <w:t xml:space="preserve">План распределения объемов поставки продукции </w:t>
      </w:r>
      <w:r w:rsidRPr="007417E6">
        <w:rPr>
          <w:b/>
          <w:sz w:val="22"/>
          <w:szCs w:val="22"/>
        </w:rPr>
        <w:br/>
        <w:t xml:space="preserve">внутри коллективного </w:t>
      </w:r>
      <w:r w:rsidR="00B80AF0">
        <w:rPr>
          <w:b/>
          <w:sz w:val="22"/>
          <w:szCs w:val="22"/>
        </w:rPr>
        <w:t>Поставщик</w:t>
      </w:r>
      <w:r w:rsidRPr="007417E6">
        <w:rPr>
          <w:b/>
          <w:sz w:val="22"/>
          <w:szCs w:val="22"/>
        </w:rPr>
        <w:t>а</w:t>
      </w:r>
    </w:p>
    <w:p w:rsidR="00116227" w:rsidRPr="007417E6" w:rsidRDefault="00116227" w:rsidP="00116227">
      <w:pPr>
        <w:spacing w:line="240" w:lineRule="auto"/>
        <w:ind w:firstLine="0"/>
        <w:rPr>
          <w:color w:val="000000"/>
          <w:sz w:val="22"/>
          <w:szCs w:val="22"/>
        </w:rPr>
      </w:pPr>
    </w:p>
    <w:p w:rsidR="00116227" w:rsidRPr="007417E6" w:rsidRDefault="00116227" w:rsidP="00116227">
      <w:pPr>
        <w:spacing w:line="240" w:lineRule="auto"/>
        <w:ind w:firstLine="0"/>
        <w:rPr>
          <w:color w:val="000000"/>
          <w:sz w:val="22"/>
          <w:szCs w:val="22"/>
        </w:rPr>
      </w:pPr>
      <w:r w:rsidRPr="007417E6">
        <w:rPr>
          <w:color w:val="000000"/>
          <w:sz w:val="22"/>
          <w:szCs w:val="22"/>
        </w:rPr>
        <w:t xml:space="preserve">Наименование и адрес лидера коллективного </w:t>
      </w:r>
      <w:r w:rsidR="00B80AF0">
        <w:rPr>
          <w:color w:val="000000"/>
          <w:sz w:val="22"/>
          <w:szCs w:val="22"/>
        </w:rPr>
        <w:t>Поставщик</w:t>
      </w:r>
      <w:r w:rsidRPr="007417E6">
        <w:rPr>
          <w:color w:val="000000"/>
          <w:sz w:val="22"/>
          <w:szCs w:val="22"/>
        </w:rPr>
        <w:t>а: _______________________</w:t>
      </w:r>
    </w:p>
    <w:p w:rsidR="00116227" w:rsidRPr="007417E6" w:rsidRDefault="00116227" w:rsidP="00116227">
      <w:pPr>
        <w:spacing w:line="240" w:lineRule="auto"/>
        <w:ind w:firstLine="0"/>
        <w:rPr>
          <w:color w:val="000000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2932"/>
        <w:gridCol w:w="1970"/>
        <w:gridCol w:w="1713"/>
        <w:gridCol w:w="1579"/>
        <w:gridCol w:w="1579"/>
      </w:tblGrid>
      <w:tr w:rsidR="00116227" w:rsidRPr="007417E6">
        <w:trPr>
          <w:cantSplit/>
        </w:trPr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27" w:rsidRPr="007417E6" w:rsidRDefault="00116227" w:rsidP="0099515E">
            <w:pPr>
              <w:pStyle w:val="ae"/>
              <w:spacing w:before="0" w:after="0"/>
              <w:ind w:left="0" w:right="0"/>
              <w:rPr>
                <w:szCs w:val="22"/>
              </w:rPr>
            </w:pPr>
            <w:r w:rsidRPr="007417E6">
              <w:rPr>
                <w:szCs w:val="22"/>
              </w:rPr>
              <w:t>№ п/п</w:t>
            </w:r>
          </w:p>
        </w:tc>
        <w:tc>
          <w:tcPr>
            <w:tcW w:w="29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27" w:rsidRPr="007417E6" w:rsidRDefault="00116227" w:rsidP="0099515E">
            <w:pPr>
              <w:pStyle w:val="ae"/>
              <w:spacing w:before="0" w:after="0"/>
              <w:ind w:left="0" w:right="0"/>
              <w:rPr>
                <w:szCs w:val="22"/>
              </w:rPr>
            </w:pPr>
            <w:r w:rsidRPr="007417E6">
              <w:rPr>
                <w:szCs w:val="22"/>
              </w:rPr>
              <w:t>Наименование продукции</w:t>
            </w:r>
          </w:p>
        </w:tc>
        <w:tc>
          <w:tcPr>
            <w:tcW w:w="19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27" w:rsidRPr="007417E6" w:rsidRDefault="00116227" w:rsidP="0099515E">
            <w:pPr>
              <w:pStyle w:val="ae"/>
              <w:spacing w:before="0" w:after="0"/>
              <w:ind w:left="0" w:right="0"/>
              <w:rPr>
                <w:szCs w:val="22"/>
              </w:rPr>
            </w:pPr>
            <w:r w:rsidRPr="007417E6">
              <w:rPr>
                <w:szCs w:val="22"/>
              </w:rPr>
              <w:t>Наименование организации, поставляющей данный объем продукции</w:t>
            </w:r>
          </w:p>
        </w:tc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27" w:rsidRPr="007417E6" w:rsidRDefault="00116227" w:rsidP="0099515E">
            <w:pPr>
              <w:pStyle w:val="ae"/>
              <w:spacing w:before="0" w:after="0"/>
              <w:ind w:left="0" w:right="0"/>
              <w:rPr>
                <w:szCs w:val="22"/>
              </w:rPr>
            </w:pPr>
            <w:r w:rsidRPr="007417E6">
              <w:rPr>
                <w:szCs w:val="22"/>
              </w:rPr>
              <w:t>Стоимость продукции</w:t>
            </w:r>
          </w:p>
        </w:tc>
        <w:tc>
          <w:tcPr>
            <w:tcW w:w="15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27" w:rsidRPr="007417E6" w:rsidRDefault="00116227" w:rsidP="0099515E">
            <w:pPr>
              <w:pStyle w:val="ae"/>
              <w:spacing w:before="0" w:after="0"/>
              <w:ind w:left="0" w:right="0"/>
              <w:rPr>
                <w:szCs w:val="22"/>
              </w:rPr>
            </w:pPr>
            <w:r w:rsidRPr="007417E6">
              <w:rPr>
                <w:szCs w:val="22"/>
              </w:rPr>
              <w:t xml:space="preserve">Сроки поставки (начало и окончание) </w:t>
            </w:r>
          </w:p>
        </w:tc>
      </w:tr>
      <w:tr w:rsidR="00116227" w:rsidRPr="007417E6">
        <w:trPr>
          <w:cantSplit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27" w:rsidRPr="007417E6" w:rsidRDefault="00116227" w:rsidP="0099515E">
            <w:pPr>
              <w:pStyle w:val="ae"/>
              <w:spacing w:before="0" w:after="0"/>
              <w:ind w:left="0" w:right="0"/>
              <w:rPr>
                <w:szCs w:val="22"/>
              </w:rPr>
            </w:pPr>
          </w:p>
        </w:tc>
        <w:tc>
          <w:tcPr>
            <w:tcW w:w="29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27" w:rsidRPr="007417E6" w:rsidRDefault="00116227" w:rsidP="0099515E">
            <w:pPr>
              <w:pStyle w:val="ae"/>
              <w:spacing w:before="0" w:after="0"/>
              <w:ind w:left="0" w:right="0"/>
              <w:rPr>
                <w:szCs w:val="22"/>
              </w:rPr>
            </w:pPr>
          </w:p>
        </w:tc>
        <w:tc>
          <w:tcPr>
            <w:tcW w:w="19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27" w:rsidRPr="007417E6" w:rsidRDefault="00116227" w:rsidP="0099515E">
            <w:pPr>
              <w:pStyle w:val="ae"/>
              <w:spacing w:before="0" w:after="0"/>
              <w:ind w:left="0" w:right="0"/>
              <w:rPr>
                <w:szCs w:val="22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27" w:rsidRPr="007417E6" w:rsidRDefault="00116227" w:rsidP="0099515E">
            <w:pPr>
              <w:pStyle w:val="ae"/>
              <w:spacing w:before="0" w:after="0"/>
              <w:ind w:left="0" w:right="0"/>
              <w:rPr>
                <w:szCs w:val="22"/>
              </w:rPr>
            </w:pPr>
            <w:r w:rsidRPr="007417E6">
              <w:rPr>
                <w:szCs w:val="22"/>
              </w:rPr>
              <w:t>в денежном выражении, руб. (без НДС)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27" w:rsidRPr="007417E6" w:rsidRDefault="00116227" w:rsidP="0099515E">
            <w:pPr>
              <w:pStyle w:val="ae"/>
              <w:spacing w:before="0" w:after="0"/>
              <w:ind w:left="0" w:right="0"/>
              <w:rPr>
                <w:szCs w:val="22"/>
              </w:rPr>
            </w:pPr>
            <w:r w:rsidRPr="007417E6">
              <w:rPr>
                <w:szCs w:val="22"/>
              </w:rPr>
              <w:t>в % от общей стоимости продукции</w:t>
            </w:r>
          </w:p>
        </w:tc>
        <w:tc>
          <w:tcPr>
            <w:tcW w:w="15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27" w:rsidRPr="007417E6" w:rsidRDefault="00116227" w:rsidP="0099515E">
            <w:pPr>
              <w:pStyle w:val="ae"/>
              <w:spacing w:before="0" w:after="0"/>
              <w:ind w:left="0" w:right="0"/>
              <w:rPr>
                <w:szCs w:val="22"/>
              </w:rPr>
            </w:pPr>
          </w:p>
        </w:tc>
      </w:tr>
      <w:tr w:rsidR="00116227" w:rsidRPr="007417E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27" w:rsidRPr="007417E6" w:rsidRDefault="00116227" w:rsidP="0099515E">
            <w:pPr>
              <w:pStyle w:val="af1"/>
              <w:numPr>
                <w:ilvl w:val="0"/>
                <w:numId w:val="11"/>
              </w:numPr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27" w:rsidRPr="007417E6" w:rsidRDefault="00116227" w:rsidP="0099515E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27" w:rsidRPr="007417E6" w:rsidRDefault="00116227" w:rsidP="0099515E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27" w:rsidRPr="007417E6" w:rsidRDefault="00116227" w:rsidP="0099515E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27" w:rsidRPr="007417E6" w:rsidRDefault="00116227" w:rsidP="0099515E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27" w:rsidRPr="007417E6" w:rsidRDefault="00116227" w:rsidP="0099515E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</w:tr>
      <w:tr w:rsidR="00116227" w:rsidRPr="007417E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27" w:rsidRPr="007417E6" w:rsidRDefault="00116227" w:rsidP="0099515E">
            <w:pPr>
              <w:pStyle w:val="af1"/>
              <w:numPr>
                <w:ilvl w:val="0"/>
                <w:numId w:val="11"/>
              </w:numPr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27" w:rsidRPr="007417E6" w:rsidRDefault="00116227" w:rsidP="0099515E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27" w:rsidRPr="007417E6" w:rsidRDefault="00116227" w:rsidP="0099515E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27" w:rsidRPr="007417E6" w:rsidRDefault="00116227" w:rsidP="0099515E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27" w:rsidRPr="007417E6" w:rsidRDefault="00116227" w:rsidP="0099515E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27" w:rsidRPr="007417E6" w:rsidRDefault="00116227" w:rsidP="0099515E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</w:tr>
      <w:tr w:rsidR="00116227" w:rsidRPr="007417E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27" w:rsidRPr="007417E6" w:rsidRDefault="00116227" w:rsidP="0099515E">
            <w:pPr>
              <w:pStyle w:val="af1"/>
              <w:numPr>
                <w:ilvl w:val="0"/>
                <w:numId w:val="11"/>
              </w:numPr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27" w:rsidRPr="007417E6" w:rsidRDefault="00116227" w:rsidP="0099515E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27" w:rsidRPr="007417E6" w:rsidRDefault="00116227" w:rsidP="0099515E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27" w:rsidRPr="007417E6" w:rsidRDefault="00116227" w:rsidP="0099515E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27" w:rsidRPr="007417E6" w:rsidRDefault="00116227" w:rsidP="0099515E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27" w:rsidRPr="007417E6" w:rsidRDefault="00116227" w:rsidP="0099515E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</w:tr>
      <w:tr w:rsidR="00116227" w:rsidRPr="007417E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27" w:rsidRPr="007417E6" w:rsidRDefault="00116227" w:rsidP="0099515E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  <w:r w:rsidRPr="007417E6">
              <w:rPr>
                <w:color w:val="000000"/>
                <w:sz w:val="22"/>
                <w:szCs w:val="22"/>
              </w:rPr>
              <w:t>…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27" w:rsidRPr="007417E6" w:rsidRDefault="00116227" w:rsidP="0099515E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27" w:rsidRPr="007417E6" w:rsidRDefault="00116227" w:rsidP="0099515E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27" w:rsidRPr="007417E6" w:rsidRDefault="00116227" w:rsidP="0099515E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27" w:rsidRPr="007417E6" w:rsidRDefault="00116227" w:rsidP="0099515E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27" w:rsidRPr="007417E6" w:rsidRDefault="00116227" w:rsidP="0099515E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</w:tr>
      <w:tr w:rsidR="00116227" w:rsidRPr="007417E6">
        <w:tc>
          <w:tcPr>
            <w:tcW w:w="55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27" w:rsidRPr="007417E6" w:rsidRDefault="00116227" w:rsidP="0099515E">
            <w:pPr>
              <w:pStyle w:val="af1"/>
              <w:spacing w:before="0" w:after="0"/>
              <w:ind w:left="0" w:right="0"/>
              <w:jc w:val="center"/>
              <w:rPr>
                <w:b/>
                <w:sz w:val="22"/>
                <w:szCs w:val="22"/>
              </w:rPr>
            </w:pPr>
            <w:r w:rsidRPr="007417E6"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27" w:rsidRPr="007417E6" w:rsidRDefault="00116227" w:rsidP="0099515E">
            <w:pPr>
              <w:pStyle w:val="af1"/>
              <w:spacing w:before="0" w:after="0"/>
              <w:ind w:left="0" w:right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27" w:rsidRPr="007417E6" w:rsidRDefault="00116227" w:rsidP="0099515E">
            <w:pPr>
              <w:pStyle w:val="af1"/>
              <w:spacing w:before="0" w:after="0"/>
              <w:ind w:left="0" w:right="0"/>
              <w:jc w:val="center"/>
              <w:rPr>
                <w:b/>
                <w:sz w:val="22"/>
                <w:szCs w:val="22"/>
              </w:rPr>
            </w:pPr>
            <w:r w:rsidRPr="007417E6">
              <w:rPr>
                <w:b/>
                <w:sz w:val="22"/>
                <w:szCs w:val="22"/>
              </w:rPr>
              <w:t>100%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27" w:rsidRPr="007417E6" w:rsidRDefault="00116227" w:rsidP="0099515E">
            <w:pPr>
              <w:pStyle w:val="af1"/>
              <w:spacing w:before="0" w:after="0"/>
              <w:ind w:left="0" w:right="0"/>
              <w:jc w:val="center"/>
              <w:rPr>
                <w:b/>
                <w:sz w:val="22"/>
                <w:szCs w:val="22"/>
              </w:rPr>
            </w:pPr>
            <w:r w:rsidRPr="007417E6">
              <w:rPr>
                <w:b/>
                <w:sz w:val="22"/>
                <w:szCs w:val="22"/>
              </w:rPr>
              <w:t>Х</w:t>
            </w:r>
          </w:p>
        </w:tc>
      </w:tr>
    </w:tbl>
    <w:p w:rsidR="00116227" w:rsidRPr="007417E6" w:rsidRDefault="00116227" w:rsidP="0099515E">
      <w:pPr>
        <w:spacing w:line="240" w:lineRule="auto"/>
        <w:ind w:firstLine="0"/>
        <w:rPr>
          <w:color w:val="000000"/>
          <w:sz w:val="22"/>
          <w:szCs w:val="22"/>
        </w:rPr>
      </w:pPr>
    </w:p>
    <w:p w:rsidR="00116227" w:rsidRPr="007417E6" w:rsidRDefault="00116227" w:rsidP="00116227">
      <w:pPr>
        <w:spacing w:line="240" w:lineRule="auto"/>
        <w:rPr>
          <w:color w:val="000000"/>
          <w:sz w:val="22"/>
          <w:szCs w:val="22"/>
        </w:rPr>
      </w:pPr>
    </w:p>
    <w:p w:rsidR="00FC1000" w:rsidRPr="007417E6" w:rsidRDefault="00FC1000" w:rsidP="00FC1000">
      <w:pPr>
        <w:spacing w:line="240" w:lineRule="auto"/>
        <w:ind w:right="5527"/>
        <w:rPr>
          <w:color w:val="000000"/>
          <w:sz w:val="22"/>
          <w:szCs w:val="22"/>
        </w:rPr>
      </w:pPr>
      <w:r w:rsidRPr="007417E6">
        <w:rPr>
          <w:color w:val="000000"/>
          <w:sz w:val="22"/>
          <w:szCs w:val="22"/>
        </w:rPr>
        <w:t>____________________________________</w:t>
      </w:r>
    </w:p>
    <w:p w:rsidR="00FC1000" w:rsidRPr="007417E6" w:rsidRDefault="00FC1000" w:rsidP="00FC1000">
      <w:pPr>
        <w:spacing w:line="240" w:lineRule="auto"/>
        <w:ind w:right="5527"/>
        <w:jc w:val="center"/>
        <w:rPr>
          <w:color w:val="000000"/>
          <w:sz w:val="22"/>
          <w:szCs w:val="22"/>
          <w:vertAlign w:val="superscript"/>
        </w:rPr>
      </w:pPr>
      <w:r w:rsidRPr="007417E6">
        <w:rPr>
          <w:color w:val="000000"/>
          <w:sz w:val="22"/>
          <w:szCs w:val="22"/>
          <w:vertAlign w:val="superscript"/>
        </w:rPr>
        <w:t>(подпись, М.П.)</w:t>
      </w:r>
    </w:p>
    <w:p w:rsidR="00FC1000" w:rsidRPr="007417E6" w:rsidRDefault="00FC1000" w:rsidP="00FC1000">
      <w:pPr>
        <w:spacing w:line="240" w:lineRule="auto"/>
        <w:ind w:right="5527"/>
        <w:rPr>
          <w:color w:val="000000"/>
          <w:sz w:val="22"/>
          <w:szCs w:val="22"/>
        </w:rPr>
      </w:pPr>
      <w:r w:rsidRPr="007417E6">
        <w:rPr>
          <w:color w:val="000000"/>
          <w:sz w:val="22"/>
          <w:szCs w:val="22"/>
        </w:rPr>
        <w:t>____________________________________</w:t>
      </w:r>
    </w:p>
    <w:p w:rsidR="00FC1000" w:rsidRPr="007417E6" w:rsidRDefault="00FC1000" w:rsidP="00FC1000">
      <w:pPr>
        <w:spacing w:line="240" w:lineRule="auto"/>
        <w:ind w:right="5527"/>
        <w:jc w:val="center"/>
        <w:rPr>
          <w:color w:val="000000"/>
          <w:sz w:val="22"/>
          <w:szCs w:val="22"/>
          <w:vertAlign w:val="superscript"/>
        </w:rPr>
      </w:pPr>
      <w:r w:rsidRPr="007417E6">
        <w:rPr>
          <w:color w:val="000000"/>
          <w:sz w:val="22"/>
          <w:szCs w:val="22"/>
          <w:vertAlign w:val="superscript"/>
        </w:rPr>
        <w:t>(фамилия, имя, отчество подписавшего, должность)</w:t>
      </w:r>
    </w:p>
    <w:p w:rsidR="00116227" w:rsidRPr="007417E6" w:rsidRDefault="00116227" w:rsidP="00116227">
      <w:pPr>
        <w:spacing w:line="240" w:lineRule="auto"/>
        <w:ind w:right="3684"/>
        <w:jc w:val="center"/>
        <w:rPr>
          <w:color w:val="000000"/>
          <w:sz w:val="22"/>
          <w:szCs w:val="22"/>
          <w:vertAlign w:val="superscript"/>
        </w:rPr>
      </w:pPr>
    </w:p>
    <w:p w:rsidR="00116227" w:rsidRPr="007417E6" w:rsidRDefault="00116227" w:rsidP="00116227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2"/>
          <w:szCs w:val="22"/>
        </w:rPr>
      </w:pPr>
      <w:r w:rsidRPr="007417E6">
        <w:rPr>
          <w:b/>
          <w:color w:val="000000"/>
          <w:spacing w:val="36"/>
          <w:sz w:val="22"/>
          <w:szCs w:val="22"/>
        </w:rPr>
        <w:t>конец формы</w:t>
      </w:r>
    </w:p>
    <w:p w:rsidR="00116227" w:rsidRPr="007417E6" w:rsidRDefault="00116227" w:rsidP="00116227">
      <w:pPr>
        <w:spacing w:line="240" w:lineRule="auto"/>
        <w:rPr>
          <w:color w:val="000000"/>
          <w:sz w:val="22"/>
          <w:szCs w:val="22"/>
        </w:rPr>
      </w:pPr>
    </w:p>
    <w:p w:rsidR="00116227" w:rsidRPr="007417E6" w:rsidRDefault="00116227" w:rsidP="00B264AD">
      <w:pPr>
        <w:pStyle w:val="a0"/>
        <w:pageBreakBefore/>
        <w:tabs>
          <w:tab w:val="num" w:pos="1134"/>
        </w:tabs>
        <w:spacing w:before="100" w:beforeAutospacing="1" w:after="100" w:afterAutospacing="1" w:line="240" w:lineRule="auto"/>
        <w:ind w:left="1134"/>
        <w:rPr>
          <w:b/>
          <w:sz w:val="22"/>
          <w:szCs w:val="22"/>
        </w:rPr>
      </w:pPr>
      <w:bookmarkStart w:id="354" w:name="_Toc90385126"/>
      <w:bookmarkStart w:id="355" w:name="_Toc93293103"/>
      <w:bookmarkStart w:id="356" w:name="_Toc98251949"/>
      <w:r w:rsidRPr="007417E6">
        <w:rPr>
          <w:b/>
          <w:sz w:val="22"/>
          <w:szCs w:val="22"/>
        </w:rPr>
        <w:lastRenderedPageBreak/>
        <w:t>Инструкции по заполнению</w:t>
      </w:r>
      <w:bookmarkEnd w:id="354"/>
      <w:bookmarkEnd w:id="355"/>
      <w:bookmarkEnd w:id="356"/>
    </w:p>
    <w:p w:rsidR="00116227" w:rsidRPr="007417E6" w:rsidRDefault="00116227" w:rsidP="00F15CD1">
      <w:pPr>
        <w:pStyle w:val="a1"/>
        <w:spacing w:line="240" w:lineRule="auto"/>
        <w:rPr>
          <w:sz w:val="22"/>
          <w:szCs w:val="22"/>
        </w:rPr>
      </w:pPr>
      <w:r w:rsidRPr="007417E6">
        <w:rPr>
          <w:sz w:val="22"/>
          <w:szCs w:val="22"/>
        </w:rPr>
        <w:t xml:space="preserve">Данная форма заполняется только в том случае, если Предложение подается коллективным </w:t>
      </w:r>
      <w:r w:rsidR="00B80AF0">
        <w:rPr>
          <w:sz w:val="22"/>
          <w:szCs w:val="22"/>
        </w:rPr>
        <w:t>Поставщик</w:t>
      </w:r>
      <w:r w:rsidRPr="007417E6">
        <w:rPr>
          <w:sz w:val="22"/>
          <w:szCs w:val="22"/>
        </w:rPr>
        <w:t>ом (подраздел 4.</w:t>
      </w:r>
      <w:r w:rsidR="00E01D47">
        <w:rPr>
          <w:sz w:val="22"/>
          <w:szCs w:val="22"/>
        </w:rPr>
        <w:t>6</w:t>
      </w:r>
      <w:r w:rsidRPr="007417E6">
        <w:rPr>
          <w:sz w:val="22"/>
          <w:szCs w:val="22"/>
        </w:rPr>
        <w:t>).</w:t>
      </w:r>
    </w:p>
    <w:p w:rsidR="00116227" w:rsidRPr="007417E6" w:rsidRDefault="00B80AF0" w:rsidP="00F15CD1">
      <w:pPr>
        <w:pStyle w:val="a1"/>
        <w:spacing w:before="100" w:beforeAutospacing="1" w:line="240" w:lineRule="auto"/>
        <w:rPr>
          <w:sz w:val="22"/>
          <w:szCs w:val="22"/>
        </w:rPr>
      </w:pPr>
      <w:r>
        <w:rPr>
          <w:sz w:val="22"/>
          <w:szCs w:val="22"/>
        </w:rPr>
        <w:t>Поставщик</w:t>
      </w:r>
      <w:r w:rsidR="00116227" w:rsidRPr="007417E6">
        <w:rPr>
          <w:sz w:val="22"/>
          <w:szCs w:val="22"/>
        </w:rPr>
        <w:t xml:space="preserve"> указывает дату и номер Предложения в соответствии с письмом о подаче оферты (подраздел </w:t>
      </w:r>
      <w:fldSimple w:instr=" REF _Ref55336310 \r \h  \* MERGEFORMAT ">
        <w:r w:rsidR="00C07197">
          <w:rPr>
            <w:sz w:val="22"/>
            <w:szCs w:val="22"/>
          </w:rPr>
          <w:t>6.1</w:t>
        </w:r>
      </w:fldSimple>
      <w:r w:rsidR="00116227" w:rsidRPr="007417E6">
        <w:rPr>
          <w:sz w:val="22"/>
          <w:szCs w:val="22"/>
        </w:rPr>
        <w:t>).</w:t>
      </w:r>
    </w:p>
    <w:p w:rsidR="00116227" w:rsidRPr="007417E6" w:rsidRDefault="00B80AF0" w:rsidP="00F15CD1">
      <w:pPr>
        <w:pStyle w:val="a1"/>
        <w:spacing w:before="100" w:beforeAutospacing="1" w:line="240" w:lineRule="auto"/>
        <w:rPr>
          <w:sz w:val="22"/>
          <w:szCs w:val="22"/>
        </w:rPr>
      </w:pPr>
      <w:r>
        <w:rPr>
          <w:sz w:val="22"/>
          <w:szCs w:val="22"/>
        </w:rPr>
        <w:t>Поставщик</w:t>
      </w:r>
      <w:r w:rsidR="00116227" w:rsidRPr="007417E6">
        <w:rPr>
          <w:sz w:val="22"/>
          <w:szCs w:val="22"/>
        </w:rPr>
        <w:t xml:space="preserve"> указывает свое фирменное наименование (в т.ч. организационно-правовую форму) и свой </w:t>
      </w:r>
      <w:r w:rsidR="00416423" w:rsidRPr="007417E6">
        <w:rPr>
          <w:sz w:val="22"/>
          <w:szCs w:val="22"/>
        </w:rPr>
        <w:t>юридический адрес.</w:t>
      </w:r>
    </w:p>
    <w:p w:rsidR="00116227" w:rsidRPr="007417E6" w:rsidRDefault="00116227" w:rsidP="00F15CD1">
      <w:pPr>
        <w:pStyle w:val="a1"/>
        <w:spacing w:before="100" w:beforeAutospacing="1" w:line="240" w:lineRule="auto"/>
        <w:rPr>
          <w:sz w:val="22"/>
          <w:szCs w:val="22"/>
        </w:rPr>
      </w:pPr>
      <w:r w:rsidRPr="007417E6">
        <w:rPr>
          <w:sz w:val="22"/>
          <w:szCs w:val="22"/>
        </w:rPr>
        <w:t xml:space="preserve">В данной форме лидер коллективного </w:t>
      </w:r>
      <w:r w:rsidR="00B80AF0">
        <w:rPr>
          <w:sz w:val="22"/>
          <w:szCs w:val="22"/>
        </w:rPr>
        <w:t>Поставщик</w:t>
      </w:r>
      <w:r w:rsidRPr="007417E6">
        <w:rPr>
          <w:sz w:val="22"/>
          <w:szCs w:val="22"/>
        </w:rPr>
        <w:t>а указывает:</w:t>
      </w:r>
    </w:p>
    <w:p w:rsidR="00116227" w:rsidRPr="007417E6" w:rsidRDefault="00116227" w:rsidP="00F15CD1">
      <w:pPr>
        <w:pStyle w:val="a2"/>
        <w:spacing w:before="100" w:beforeAutospacing="1" w:line="240" w:lineRule="auto"/>
        <w:rPr>
          <w:sz w:val="22"/>
          <w:szCs w:val="22"/>
        </w:rPr>
      </w:pPr>
      <w:r w:rsidRPr="007417E6">
        <w:rPr>
          <w:sz w:val="22"/>
          <w:szCs w:val="22"/>
        </w:rPr>
        <w:t>перечень поставляемой каждой организацией продукции;</w:t>
      </w:r>
    </w:p>
    <w:p w:rsidR="00116227" w:rsidRPr="007417E6" w:rsidRDefault="00116227" w:rsidP="00F15CD1">
      <w:pPr>
        <w:pStyle w:val="a2"/>
        <w:spacing w:before="100" w:beforeAutospacing="1" w:line="240" w:lineRule="auto"/>
        <w:rPr>
          <w:sz w:val="22"/>
          <w:szCs w:val="22"/>
        </w:rPr>
      </w:pPr>
      <w:r w:rsidRPr="007417E6">
        <w:rPr>
          <w:sz w:val="22"/>
          <w:szCs w:val="22"/>
        </w:rPr>
        <w:t xml:space="preserve">распределение стоимости продукции в денежном и процентном выражении в соответствии с Коммерческим предложением (подраздел </w:t>
      </w:r>
      <w:r w:rsidR="005F18C1">
        <w:rPr>
          <w:sz w:val="22"/>
          <w:szCs w:val="22"/>
        </w:rPr>
        <w:fldChar w:fldCharType="begin"/>
      </w:r>
      <w:r w:rsidR="005F18C1">
        <w:rPr>
          <w:sz w:val="22"/>
          <w:szCs w:val="22"/>
        </w:rPr>
        <w:instrText xml:space="preserve"> REF _Ref271557649 \r \h </w:instrText>
      </w:r>
      <w:r w:rsidR="005F18C1">
        <w:rPr>
          <w:sz w:val="22"/>
          <w:szCs w:val="22"/>
        </w:rPr>
      </w:r>
      <w:r w:rsidR="005F18C1">
        <w:rPr>
          <w:sz w:val="22"/>
          <w:szCs w:val="22"/>
        </w:rPr>
        <w:fldChar w:fldCharType="separate"/>
      </w:r>
      <w:r w:rsidR="005F18C1">
        <w:rPr>
          <w:sz w:val="22"/>
          <w:szCs w:val="22"/>
        </w:rPr>
        <w:t>6.4</w:t>
      </w:r>
      <w:r w:rsidR="005F18C1">
        <w:rPr>
          <w:sz w:val="22"/>
          <w:szCs w:val="22"/>
        </w:rPr>
        <w:fldChar w:fldCharType="end"/>
      </w:r>
      <w:r w:rsidRPr="007417E6">
        <w:rPr>
          <w:sz w:val="22"/>
          <w:szCs w:val="22"/>
        </w:rPr>
        <w:t xml:space="preserve">) между всеми организациями, входящими в коллективного </w:t>
      </w:r>
      <w:r w:rsidR="00B80AF0">
        <w:rPr>
          <w:sz w:val="22"/>
          <w:szCs w:val="22"/>
        </w:rPr>
        <w:t>Поставщик</w:t>
      </w:r>
      <w:r w:rsidRPr="007417E6">
        <w:rPr>
          <w:sz w:val="22"/>
          <w:szCs w:val="22"/>
        </w:rPr>
        <w:t>а;</w:t>
      </w:r>
    </w:p>
    <w:p w:rsidR="00116227" w:rsidRPr="007417E6" w:rsidRDefault="00116227" w:rsidP="00F15CD1">
      <w:pPr>
        <w:keepNext/>
        <w:spacing w:before="100" w:beforeAutospacing="1" w:line="240" w:lineRule="auto"/>
        <w:ind w:left="1134" w:firstLine="0"/>
        <w:rPr>
          <w:sz w:val="22"/>
          <w:szCs w:val="22"/>
        </w:rPr>
      </w:pPr>
      <w:r w:rsidRPr="007417E6">
        <w:rPr>
          <w:sz w:val="22"/>
          <w:szCs w:val="22"/>
        </w:rPr>
        <w:t xml:space="preserve">сроки поставки продукции отдельно для каждой из организаций, входящих в коллективного </w:t>
      </w:r>
      <w:r w:rsidR="00B80AF0">
        <w:rPr>
          <w:sz w:val="22"/>
          <w:szCs w:val="22"/>
        </w:rPr>
        <w:t>Поставщик</w:t>
      </w:r>
      <w:r w:rsidRPr="007417E6">
        <w:rPr>
          <w:sz w:val="22"/>
          <w:szCs w:val="22"/>
        </w:rPr>
        <w:t>а, в соответствии с Графиком поставки продукции (подраздел</w:t>
      </w:r>
      <w:r w:rsidR="005F18C1">
        <w:rPr>
          <w:sz w:val="22"/>
          <w:szCs w:val="22"/>
        </w:rPr>
        <w:t xml:space="preserve"> </w:t>
      </w:r>
      <w:r w:rsidR="005F18C1">
        <w:rPr>
          <w:sz w:val="22"/>
          <w:szCs w:val="22"/>
        </w:rPr>
        <w:fldChar w:fldCharType="begin"/>
      </w:r>
      <w:r w:rsidR="005F18C1">
        <w:rPr>
          <w:sz w:val="22"/>
          <w:szCs w:val="22"/>
        </w:rPr>
        <w:instrText xml:space="preserve"> REF _Ref275441568 \r \h </w:instrText>
      </w:r>
      <w:r w:rsidR="005F18C1">
        <w:rPr>
          <w:sz w:val="22"/>
          <w:szCs w:val="22"/>
        </w:rPr>
      </w:r>
      <w:r w:rsidR="005F18C1">
        <w:rPr>
          <w:sz w:val="22"/>
          <w:szCs w:val="22"/>
        </w:rPr>
        <w:fldChar w:fldCharType="separate"/>
      </w:r>
      <w:r w:rsidR="005F18C1">
        <w:rPr>
          <w:sz w:val="22"/>
          <w:szCs w:val="22"/>
        </w:rPr>
        <w:t>6.3</w:t>
      </w:r>
      <w:r w:rsidR="005F18C1">
        <w:rPr>
          <w:sz w:val="22"/>
          <w:szCs w:val="22"/>
        </w:rPr>
        <w:fldChar w:fldCharType="end"/>
      </w:r>
      <w:r w:rsidRPr="007417E6">
        <w:rPr>
          <w:sz w:val="22"/>
          <w:szCs w:val="22"/>
        </w:rPr>
        <w:t>)</w:t>
      </w:r>
      <w:r w:rsidR="004753C1" w:rsidRPr="007417E6">
        <w:rPr>
          <w:sz w:val="22"/>
          <w:szCs w:val="22"/>
        </w:rPr>
        <w:t xml:space="preserve"> </w:t>
      </w:r>
    </w:p>
    <w:p w:rsidR="00702C6F" w:rsidRPr="007417E6" w:rsidRDefault="00702C6F" w:rsidP="00B264AD">
      <w:pPr>
        <w:pStyle w:val="2"/>
        <w:pageBreakBefore/>
        <w:numPr>
          <w:ilvl w:val="1"/>
          <w:numId w:val="5"/>
        </w:numPr>
        <w:spacing w:before="100" w:beforeAutospacing="1" w:after="100" w:afterAutospacing="1"/>
        <w:rPr>
          <w:sz w:val="22"/>
          <w:szCs w:val="22"/>
        </w:rPr>
      </w:pPr>
      <w:bookmarkStart w:id="357" w:name="_Ref55336389"/>
      <w:bookmarkStart w:id="358" w:name="_Toc57314677"/>
      <w:bookmarkStart w:id="359" w:name="_Toc69728991"/>
      <w:bookmarkStart w:id="360" w:name="_Toc175749045"/>
      <w:bookmarkStart w:id="361" w:name="_Toc318208002"/>
      <w:r w:rsidRPr="007417E6">
        <w:rPr>
          <w:sz w:val="22"/>
          <w:szCs w:val="22"/>
        </w:rPr>
        <w:lastRenderedPageBreak/>
        <w:t xml:space="preserve">Справка о материально-технических ресурсах (форма </w:t>
      </w:r>
      <w:r w:rsidR="008D0107">
        <w:rPr>
          <w:sz w:val="22"/>
          <w:szCs w:val="22"/>
        </w:rPr>
        <w:t>8</w:t>
      </w:r>
      <w:r w:rsidRPr="007417E6">
        <w:rPr>
          <w:sz w:val="22"/>
          <w:szCs w:val="22"/>
        </w:rPr>
        <w:t>)</w:t>
      </w:r>
      <w:bookmarkEnd w:id="357"/>
      <w:bookmarkEnd w:id="358"/>
      <w:bookmarkEnd w:id="359"/>
      <w:bookmarkEnd w:id="360"/>
      <w:bookmarkEnd w:id="361"/>
    </w:p>
    <w:p w:rsidR="00702C6F" w:rsidRPr="007417E6" w:rsidRDefault="00702C6F" w:rsidP="00B264AD">
      <w:pPr>
        <w:pStyle w:val="21"/>
        <w:numPr>
          <w:ilvl w:val="2"/>
          <w:numId w:val="5"/>
        </w:numPr>
        <w:tabs>
          <w:tab w:val="num" w:pos="1134"/>
        </w:tabs>
        <w:spacing w:before="100" w:beforeAutospacing="1" w:after="100" w:afterAutospacing="1"/>
        <w:ind w:left="1134"/>
        <w:rPr>
          <w:sz w:val="22"/>
          <w:szCs w:val="22"/>
        </w:rPr>
      </w:pPr>
      <w:bookmarkStart w:id="362" w:name="_Toc175749046"/>
      <w:r w:rsidRPr="007417E6">
        <w:rPr>
          <w:sz w:val="22"/>
          <w:szCs w:val="22"/>
        </w:rPr>
        <w:t>Форма Справки о материально-технических ресурсах</w:t>
      </w:r>
      <w:bookmarkEnd w:id="362"/>
    </w:p>
    <w:p w:rsidR="00702C6F" w:rsidRPr="007417E6" w:rsidRDefault="00702C6F" w:rsidP="00702C6F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2"/>
          <w:szCs w:val="22"/>
        </w:rPr>
      </w:pPr>
      <w:r w:rsidRPr="007417E6">
        <w:rPr>
          <w:b/>
          <w:color w:val="000000"/>
          <w:spacing w:val="36"/>
          <w:sz w:val="22"/>
          <w:szCs w:val="22"/>
        </w:rPr>
        <w:t>начало формы</w:t>
      </w:r>
    </w:p>
    <w:p w:rsidR="00702C6F" w:rsidRPr="007417E6" w:rsidRDefault="00702C6F" w:rsidP="00702C6F">
      <w:pPr>
        <w:spacing w:line="240" w:lineRule="auto"/>
        <w:ind w:firstLine="0"/>
        <w:jc w:val="left"/>
        <w:rPr>
          <w:sz w:val="22"/>
          <w:szCs w:val="22"/>
        </w:rPr>
      </w:pPr>
    </w:p>
    <w:p w:rsidR="00702C6F" w:rsidRPr="007417E6" w:rsidRDefault="00702C6F" w:rsidP="00702C6F">
      <w:pPr>
        <w:spacing w:line="240" w:lineRule="auto"/>
        <w:ind w:firstLine="0"/>
        <w:jc w:val="left"/>
        <w:rPr>
          <w:sz w:val="22"/>
          <w:szCs w:val="22"/>
        </w:rPr>
      </w:pPr>
      <w:r w:rsidRPr="007417E6">
        <w:rPr>
          <w:sz w:val="22"/>
          <w:szCs w:val="22"/>
        </w:rPr>
        <w:t xml:space="preserve">Приложение </w:t>
      </w:r>
      <w:r w:rsidR="008D0107">
        <w:rPr>
          <w:sz w:val="22"/>
          <w:szCs w:val="22"/>
        </w:rPr>
        <w:t>7</w:t>
      </w:r>
      <w:r w:rsidRPr="007417E6">
        <w:rPr>
          <w:sz w:val="22"/>
          <w:szCs w:val="22"/>
        </w:rPr>
        <w:t xml:space="preserve"> к письму о подаче оферты</w:t>
      </w:r>
      <w:r w:rsidRPr="007417E6">
        <w:rPr>
          <w:sz w:val="22"/>
          <w:szCs w:val="22"/>
        </w:rPr>
        <w:br/>
        <w:t>от «____»_____________ г. №__________</w:t>
      </w:r>
    </w:p>
    <w:p w:rsidR="00702C6F" w:rsidRPr="007417E6" w:rsidRDefault="00702C6F" w:rsidP="00702C6F">
      <w:pPr>
        <w:spacing w:line="240" w:lineRule="auto"/>
        <w:rPr>
          <w:sz w:val="22"/>
          <w:szCs w:val="22"/>
        </w:rPr>
      </w:pPr>
    </w:p>
    <w:p w:rsidR="00702C6F" w:rsidRPr="007417E6" w:rsidRDefault="00702C6F" w:rsidP="00702C6F">
      <w:pPr>
        <w:suppressAutoHyphens/>
        <w:spacing w:line="240" w:lineRule="auto"/>
        <w:ind w:firstLine="0"/>
        <w:jc w:val="center"/>
        <w:rPr>
          <w:b/>
          <w:sz w:val="22"/>
          <w:szCs w:val="22"/>
        </w:rPr>
      </w:pPr>
      <w:r w:rsidRPr="007417E6">
        <w:rPr>
          <w:b/>
          <w:sz w:val="22"/>
          <w:szCs w:val="22"/>
        </w:rPr>
        <w:t>Справка о материально-технических ресурсах</w:t>
      </w:r>
    </w:p>
    <w:p w:rsidR="00702C6F" w:rsidRPr="007417E6" w:rsidRDefault="00702C6F" w:rsidP="00702C6F">
      <w:pPr>
        <w:spacing w:line="240" w:lineRule="auto"/>
        <w:rPr>
          <w:sz w:val="22"/>
          <w:szCs w:val="22"/>
        </w:rPr>
      </w:pPr>
    </w:p>
    <w:p w:rsidR="00702C6F" w:rsidRPr="007417E6" w:rsidRDefault="00702C6F" w:rsidP="00702C6F">
      <w:pPr>
        <w:spacing w:line="240" w:lineRule="auto"/>
        <w:ind w:firstLine="0"/>
        <w:rPr>
          <w:color w:val="000000"/>
          <w:sz w:val="22"/>
          <w:szCs w:val="22"/>
        </w:rPr>
      </w:pPr>
      <w:r w:rsidRPr="007417E6">
        <w:rPr>
          <w:color w:val="000000"/>
          <w:sz w:val="22"/>
          <w:szCs w:val="22"/>
        </w:rPr>
        <w:t xml:space="preserve">Наименование и адрес </w:t>
      </w:r>
      <w:r w:rsidR="00B80AF0">
        <w:rPr>
          <w:color w:val="000000"/>
          <w:sz w:val="22"/>
          <w:szCs w:val="22"/>
        </w:rPr>
        <w:t>Поставщик</w:t>
      </w:r>
      <w:r w:rsidRPr="007417E6">
        <w:rPr>
          <w:color w:val="000000"/>
          <w:sz w:val="22"/>
          <w:szCs w:val="22"/>
        </w:rPr>
        <w:t>а: _________________________________</w:t>
      </w:r>
    </w:p>
    <w:p w:rsidR="00702C6F" w:rsidRPr="007417E6" w:rsidRDefault="00702C6F" w:rsidP="00702C6F">
      <w:pPr>
        <w:spacing w:line="240" w:lineRule="auto"/>
        <w:rPr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702C6F" w:rsidRPr="007417E6">
        <w:tblPrEx>
          <w:tblCellMar>
            <w:top w:w="0" w:type="dxa"/>
            <w:bottom w:w="0" w:type="dxa"/>
          </w:tblCellMar>
        </w:tblPrEx>
        <w:trPr>
          <w:cantSplit/>
          <w:trHeight w:val="530"/>
        </w:trPr>
        <w:tc>
          <w:tcPr>
            <w:tcW w:w="720" w:type="dxa"/>
          </w:tcPr>
          <w:p w:rsidR="00702C6F" w:rsidRPr="007417E6" w:rsidRDefault="00702C6F" w:rsidP="00252C6D">
            <w:pPr>
              <w:pStyle w:val="ae"/>
              <w:spacing w:before="0" w:after="0"/>
              <w:ind w:left="0" w:right="0"/>
              <w:rPr>
                <w:szCs w:val="22"/>
              </w:rPr>
            </w:pPr>
            <w:r w:rsidRPr="007417E6">
              <w:rPr>
                <w:szCs w:val="22"/>
              </w:rPr>
              <w:t>№</w:t>
            </w:r>
          </w:p>
          <w:p w:rsidR="00702C6F" w:rsidRPr="007417E6" w:rsidRDefault="00702C6F" w:rsidP="00252C6D">
            <w:pPr>
              <w:pStyle w:val="ae"/>
              <w:spacing w:before="0" w:after="0"/>
              <w:ind w:left="0" w:right="0"/>
              <w:rPr>
                <w:szCs w:val="22"/>
              </w:rPr>
            </w:pPr>
            <w:r w:rsidRPr="007417E6">
              <w:rPr>
                <w:szCs w:val="22"/>
              </w:rPr>
              <w:t>п/п</w:t>
            </w:r>
          </w:p>
        </w:tc>
        <w:tc>
          <w:tcPr>
            <w:tcW w:w="1590" w:type="dxa"/>
          </w:tcPr>
          <w:p w:rsidR="00702C6F" w:rsidRPr="007417E6" w:rsidRDefault="00702C6F" w:rsidP="00252C6D">
            <w:pPr>
              <w:pStyle w:val="ae"/>
              <w:spacing w:before="0" w:after="0"/>
              <w:ind w:left="0" w:right="0"/>
              <w:rPr>
                <w:szCs w:val="22"/>
              </w:rPr>
            </w:pPr>
            <w:r w:rsidRPr="007417E6">
              <w:rPr>
                <w:szCs w:val="22"/>
              </w:rPr>
              <w:t>Наименов</w:t>
            </w:r>
            <w:r w:rsidRPr="007417E6">
              <w:rPr>
                <w:szCs w:val="22"/>
              </w:rPr>
              <w:t>а</w:t>
            </w:r>
            <w:r w:rsidRPr="007417E6">
              <w:rPr>
                <w:szCs w:val="22"/>
              </w:rPr>
              <w:t>ние</w:t>
            </w:r>
          </w:p>
        </w:tc>
        <w:tc>
          <w:tcPr>
            <w:tcW w:w="1590" w:type="dxa"/>
          </w:tcPr>
          <w:p w:rsidR="00702C6F" w:rsidRPr="007417E6" w:rsidRDefault="00702C6F" w:rsidP="00252C6D">
            <w:pPr>
              <w:pStyle w:val="ae"/>
              <w:spacing w:before="0" w:after="0"/>
              <w:ind w:left="0" w:right="0"/>
              <w:rPr>
                <w:szCs w:val="22"/>
              </w:rPr>
            </w:pPr>
            <w:r w:rsidRPr="007417E6">
              <w:rPr>
                <w:szCs w:val="22"/>
              </w:rPr>
              <w:t>Местонах</w:t>
            </w:r>
            <w:r w:rsidRPr="007417E6">
              <w:rPr>
                <w:szCs w:val="22"/>
              </w:rPr>
              <w:t>о</w:t>
            </w:r>
            <w:r w:rsidRPr="007417E6">
              <w:rPr>
                <w:szCs w:val="22"/>
              </w:rPr>
              <w:t>ждение</w:t>
            </w:r>
          </w:p>
        </w:tc>
        <w:tc>
          <w:tcPr>
            <w:tcW w:w="1590" w:type="dxa"/>
          </w:tcPr>
          <w:p w:rsidR="00702C6F" w:rsidRPr="007417E6" w:rsidRDefault="00702C6F" w:rsidP="00252C6D">
            <w:pPr>
              <w:pStyle w:val="ae"/>
              <w:spacing w:before="0" w:after="0"/>
              <w:ind w:left="0" w:right="0"/>
              <w:rPr>
                <w:szCs w:val="22"/>
              </w:rPr>
            </w:pPr>
            <w:r w:rsidRPr="007417E6">
              <w:rPr>
                <w:szCs w:val="22"/>
              </w:rPr>
              <w:t>Право собс</w:t>
            </w:r>
            <w:r w:rsidRPr="007417E6">
              <w:rPr>
                <w:szCs w:val="22"/>
              </w:rPr>
              <w:t>т</w:t>
            </w:r>
            <w:r w:rsidRPr="007417E6">
              <w:rPr>
                <w:szCs w:val="22"/>
              </w:rPr>
              <w:t>венности или иное право (хозяйстве</w:t>
            </w:r>
            <w:r w:rsidRPr="007417E6">
              <w:rPr>
                <w:szCs w:val="22"/>
              </w:rPr>
              <w:t>н</w:t>
            </w:r>
            <w:r w:rsidRPr="007417E6">
              <w:rPr>
                <w:szCs w:val="22"/>
              </w:rPr>
              <w:t>ного вед</w:t>
            </w:r>
            <w:r w:rsidRPr="007417E6">
              <w:rPr>
                <w:szCs w:val="22"/>
              </w:rPr>
              <w:t>е</w:t>
            </w:r>
            <w:r w:rsidRPr="007417E6">
              <w:rPr>
                <w:szCs w:val="22"/>
              </w:rPr>
              <w:t>ния, опер</w:t>
            </w:r>
            <w:r w:rsidRPr="007417E6">
              <w:rPr>
                <w:szCs w:val="22"/>
              </w:rPr>
              <w:t>а</w:t>
            </w:r>
            <w:r w:rsidRPr="007417E6">
              <w:rPr>
                <w:szCs w:val="22"/>
              </w:rPr>
              <w:t>тивного управл</w:t>
            </w:r>
            <w:r w:rsidRPr="007417E6">
              <w:rPr>
                <w:szCs w:val="22"/>
              </w:rPr>
              <w:t>е</w:t>
            </w:r>
            <w:r w:rsidRPr="007417E6">
              <w:rPr>
                <w:szCs w:val="22"/>
              </w:rPr>
              <w:t>ния)</w:t>
            </w:r>
          </w:p>
        </w:tc>
        <w:tc>
          <w:tcPr>
            <w:tcW w:w="1590" w:type="dxa"/>
          </w:tcPr>
          <w:p w:rsidR="00702C6F" w:rsidRPr="007417E6" w:rsidRDefault="00702C6F" w:rsidP="00252C6D">
            <w:pPr>
              <w:pStyle w:val="ae"/>
              <w:spacing w:before="0" w:after="0"/>
              <w:ind w:left="0" w:right="0"/>
              <w:rPr>
                <w:szCs w:val="22"/>
              </w:rPr>
            </w:pPr>
            <w:r w:rsidRPr="007417E6">
              <w:rPr>
                <w:szCs w:val="22"/>
              </w:rPr>
              <w:t>Предназн</w:t>
            </w:r>
            <w:r w:rsidRPr="007417E6">
              <w:rPr>
                <w:szCs w:val="22"/>
              </w:rPr>
              <w:t>а</w:t>
            </w:r>
            <w:r w:rsidRPr="007417E6">
              <w:rPr>
                <w:szCs w:val="22"/>
              </w:rPr>
              <w:t>чение (с точки зрения выпо</w:t>
            </w:r>
            <w:r w:rsidRPr="007417E6">
              <w:rPr>
                <w:szCs w:val="22"/>
              </w:rPr>
              <w:t>л</w:t>
            </w:r>
            <w:r w:rsidRPr="007417E6">
              <w:rPr>
                <w:szCs w:val="22"/>
              </w:rPr>
              <w:t>нения Дог</w:t>
            </w:r>
            <w:r w:rsidRPr="007417E6">
              <w:rPr>
                <w:szCs w:val="22"/>
              </w:rPr>
              <w:t>о</w:t>
            </w:r>
            <w:r w:rsidRPr="007417E6">
              <w:rPr>
                <w:szCs w:val="22"/>
              </w:rPr>
              <w:t>вора)</w:t>
            </w:r>
          </w:p>
        </w:tc>
        <w:tc>
          <w:tcPr>
            <w:tcW w:w="1590" w:type="dxa"/>
          </w:tcPr>
          <w:p w:rsidR="00702C6F" w:rsidRPr="007417E6" w:rsidRDefault="00702C6F" w:rsidP="00252C6D">
            <w:pPr>
              <w:pStyle w:val="ae"/>
              <w:spacing w:before="0" w:after="0"/>
              <w:ind w:left="0" w:right="0"/>
              <w:rPr>
                <w:szCs w:val="22"/>
              </w:rPr>
            </w:pPr>
            <w:r w:rsidRPr="007417E6">
              <w:rPr>
                <w:szCs w:val="22"/>
              </w:rPr>
              <w:t>С</w:t>
            </w:r>
            <w:r w:rsidRPr="007417E6">
              <w:rPr>
                <w:szCs w:val="22"/>
              </w:rPr>
              <w:t>о</w:t>
            </w:r>
            <w:r w:rsidRPr="007417E6">
              <w:rPr>
                <w:szCs w:val="22"/>
              </w:rPr>
              <w:t>стояние</w:t>
            </w:r>
          </w:p>
        </w:tc>
        <w:tc>
          <w:tcPr>
            <w:tcW w:w="1590" w:type="dxa"/>
          </w:tcPr>
          <w:p w:rsidR="00702C6F" w:rsidRPr="007417E6" w:rsidRDefault="00702C6F" w:rsidP="00252C6D">
            <w:pPr>
              <w:pStyle w:val="ae"/>
              <w:spacing w:before="0" w:after="0"/>
              <w:ind w:left="0" w:right="0"/>
              <w:rPr>
                <w:szCs w:val="22"/>
              </w:rPr>
            </w:pPr>
            <w:r w:rsidRPr="007417E6">
              <w:rPr>
                <w:szCs w:val="22"/>
              </w:rPr>
              <w:t>Примеч</w:t>
            </w:r>
            <w:r w:rsidRPr="007417E6">
              <w:rPr>
                <w:szCs w:val="22"/>
              </w:rPr>
              <w:t>а</w:t>
            </w:r>
            <w:r w:rsidRPr="007417E6">
              <w:rPr>
                <w:szCs w:val="22"/>
              </w:rPr>
              <w:t>ния</w:t>
            </w:r>
          </w:p>
        </w:tc>
      </w:tr>
      <w:tr w:rsidR="00702C6F" w:rsidRPr="007417E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702C6F" w:rsidRPr="007417E6" w:rsidRDefault="00702C6F" w:rsidP="00252C6D">
            <w:pPr>
              <w:numPr>
                <w:ilvl w:val="0"/>
                <w:numId w:val="13"/>
              </w:numPr>
              <w:spacing w:line="240" w:lineRule="auto"/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1590" w:type="dxa"/>
          </w:tcPr>
          <w:p w:rsidR="00702C6F" w:rsidRPr="007417E6" w:rsidRDefault="00702C6F" w:rsidP="00252C6D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590" w:type="dxa"/>
          </w:tcPr>
          <w:p w:rsidR="00702C6F" w:rsidRPr="007417E6" w:rsidRDefault="00702C6F" w:rsidP="00252C6D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590" w:type="dxa"/>
          </w:tcPr>
          <w:p w:rsidR="00702C6F" w:rsidRPr="007417E6" w:rsidRDefault="00702C6F" w:rsidP="00252C6D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590" w:type="dxa"/>
          </w:tcPr>
          <w:p w:rsidR="00702C6F" w:rsidRPr="007417E6" w:rsidRDefault="00702C6F" w:rsidP="00252C6D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590" w:type="dxa"/>
          </w:tcPr>
          <w:p w:rsidR="00702C6F" w:rsidRPr="007417E6" w:rsidRDefault="00702C6F" w:rsidP="00252C6D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590" w:type="dxa"/>
          </w:tcPr>
          <w:p w:rsidR="00702C6F" w:rsidRPr="007417E6" w:rsidRDefault="00702C6F" w:rsidP="00252C6D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</w:tr>
      <w:tr w:rsidR="00702C6F" w:rsidRPr="007417E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702C6F" w:rsidRPr="007417E6" w:rsidRDefault="00702C6F" w:rsidP="00252C6D">
            <w:pPr>
              <w:numPr>
                <w:ilvl w:val="0"/>
                <w:numId w:val="13"/>
              </w:numPr>
              <w:spacing w:line="240" w:lineRule="auto"/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1590" w:type="dxa"/>
          </w:tcPr>
          <w:p w:rsidR="00702C6F" w:rsidRPr="007417E6" w:rsidRDefault="00702C6F" w:rsidP="00252C6D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590" w:type="dxa"/>
          </w:tcPr>
          <w:p w:rsidR="00702C6F" w:rsidRPr="007417E6" w:rsidRDefault="00702C6F" w:rsidP="00252C6D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590" w:type="dxa"/>
          </w:tcPr>
          <w:p w:rsidR="00702C6F" w:rsidRPr="007417E6" w:rsidRDefault="00702C6F" w:rsidP="00252C6D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590" w:type="dxa"/>
          </w:tcPr>
          <w:p w:rsidR="00702C6F" w:rsidRPr="007417E6" w:rsidRDefault="00702C6F" w:rsidP="00252C6D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590" w:type="dxa"/>
          </w:tcPr>
          <w:p w:rsidR="00702C6F" w:rsidRPr="007417E6" w:rsidRDefault="00702C6F" w:rsidP="00252C6D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590" w:type="dxa"/>
          </w:tcPr>
          <w:p w:rsidR="00702C6F" w:rsidRPr="007417E6" w:rsidRDefault="00702C6F" w:rsidP="00252C6D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</w:tr>
      <w:tr w:rsidR="00702C6F" w:rsidRPr="007417E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702C6F" w:rsidRPr="007417E6" w:rsidRDefault="00702C6F" w:rsidP="00252C6D">
            <w:pPr>
              <w:numPr>
                <w:ilvl w:val="0"/>
                <w:numId w:val="13"/>
              </w:numPr>
              <w:spacing w:line="240" w:lineRule="auto"/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1590" w:type="dxa"/>
          </w:tcPr>
          <w:p w:rsidR="00702C6F" w:rsidRPr="007417E6" w:rsidRDefault="00702C6F" w:rsidP="00252C6D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590" w:type="dxa"/>
          </w:tcPr>
          <w:p w:rsidR="00702C6F" w:rsidRPr="007417E6" w:rsidRDefault="00702C6F" w:rsidP="00252C6D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590" w:type="dxa"/>
          </w:tcPr>
          <w:p w:rsidR="00702C6F" w:rsidRPr="007417E6" w:rsidRDefault="00702C6F" w:rsidP="00252C6D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590" w:type="dxa"/>
          </w:tcPr>
          <w:p w:rsidR="00702C6F" w:rsidRPr="007417E6" w:rsidRDefault="00702C6F" w:rsidP="00252C6D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590" w:type="dxa"/>
          </w:tcPr>
          <w:p w:rsidR="00702C6F" w:rsidRPr="007417E6" w:rsidRDefault="00702C6F" w:rsidP="00252C6D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590" w:type="dxa"/>
          </w:tcPr>
          <w:p w:rsidR="00702C6F" w:rsidRPr="007417E6" w:rsidRDefault="00702C6F" w:rsidP="00252C6D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</w:tr>
      <w:tr w:rsidR="00702C6F" w:rsidRPr="007417E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702C6F" w:rsidRPr="007417E6" w:rsidRDefault="00702C6F" w:rsidP="00252C6D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  <w:r w:rsidRPr="007417E6">
              <w:rPr>
                <w:sz w:val="22"/>
                <w:szCs w:val="22"/>
              </w:rPr>
              <w:t>…</w:t>
            </w:r>
          </w:p>
        </w:tc>
        <w:tc>
          <w:tcPr>
            <w:tcW w:w="1590" w:type="dxa"/>
          </w:tcPr>
          <w:p w:rsidR="00702C6F" w:rsidRPr="007417E6" w:rsidRDefault="00702C6F" w:rsidP="00252C6D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590" w:type="dxa"/>
          </w:tcPr>
          <w:p w:rsidR="00702C6F" w:rsidRPr="007417E6" w:rsidRDefault="00702C6F" w:rsidP="00252C6D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590" w:type="dxa"/>
          </w:tcPr>
          <w:p w:rsidR="00702C6F" w:rsidRPr="007417E6" w:rsidRDefault="00702C6F" w:rsidP="00252C6D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590" w:type="dxa"/>
          </w:tcPr>
          <w:p w:rsidR="00702C6F" w:rsidRPr="007417E6" w:rsidRDefault="00702C6F" w:rsidP="00252C6D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590" w:type="dxa"/>
          </w:tcPr>
          <w:p w:rsidR="00702C6F" w:rsidRPr="007417E6" w:rsidRDefault="00702C6F" w:rsidP="00252C6D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590" w:type="dxa"/>
          </w:tcPr>
          <w:p w:rsidR="00702C6F" w:rsidRPr="007417E6" w:rsidRDefault="00702C6F" w:rsidP="00252C6D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</w:tr>
    </w:tbl>
    <w:p w:rsidR="00702C6F" w:rsidRPr="007417E6" w:rsidRDefault="00702C6F" w:rsidP="00702C6F">
      <w:pPr>
        <w:spacing w:line="240" w:lineRule="auto"/>
        <w:rPr>
          <w:sz w:val="22"/>
          <w:szCs w:val="22"/>
        </w:rPr>
      </w:pPr>
    </w:p>
    <w:p w:rsidR="00C85D0F" w:rsidRPr="007417E6" w:rsidRDefault="00C85D0F" w:rsidP="00C85D0F">
      <w:pPr>
        <w:spacing w:line="240" w:lineRule="auto"/>
        <w:ind w:right="5527"/>
        <w:rPr>
          <w:color w:val="000000"/>
          <w:sz w:val="22"/>
          <w:szCs w:val="22"/>
        </w:rPr>
      </w:pPr>
      <w:r w:rsidRPr="007417E6">
        <w:rPr>
          <w:color w:val="000000"/>
          <w:sz w:val="22"/>
          <w:szCs w:val="22"/>
        </w:rPr>
        <w:t>____________________________________</w:t>
      </w:r>
    </w:p>
    <w:p w:rsidR="00C85D0F" w:rsidRPr="007417E6" w:rsidRDefault="00C85D0F" w:rsidP="00C85D0F">
      <w:pPr>
        <w:spacing w:line="240" w:lineRule="auto"/>
        <w:ind w:right="5527"/>
        <w:jc w:val="center"/>
        <w:rPr>
          <w:color w:val="000000"/>
          <w:sz w:val="22"/>
          <w:szCs w:val="22"/>
          <w:vertAlign w:val="superscript"/>
        </w:rPr>
      </w:pPr>
      <w:r w:rsidRPr="007417E6">
        <w:rPr>
          <w:color w:val="000000"/>
          <w:sz w:val="22"/>
          <w:szCs w:val="22"/>
          <w:vertAlign w:val="superscript"/>
        </w:rPr>
        <w:t>(подпись, М.П.)</w:t>
      </w:r>
    </w:p>
    <w:p w:rsidR="00C85D0F" w:rsidRPr="007417E6" w:rsidRDefault="00C85D0F" w:rsidP="00C85D0F">
      <w:pPr>
        <w:spacing w:line="240" w:lineRule="auto"/>
        <w:ind w:right="5527"/>
        <w:rPr>
          <w:color w:val="000000"/>
          <w:sz w:val="22"/>
          <w:szCs w:val="22"/>
        </w:rPr>
      </w:pPr>
      <w:r w:rsidRPr="007417E6">
        <w:rPr>
          <w:color w:val="000000"/>
          <w:sz w:val="22"/>
          <w:szCs w:val="22"/>
        </w:rPr>
        <w:t>____________________________________</w:t>
      </w:r>
    </w:p>
    <w:p w:rsidR="00C85D0F" w:rsidRPr="007417E6" w:rsidRDefault="00C85D0F" w:rsidP="00C85D0F">
      <w:pPr>
        <w:spacing w:line="240" w:lineRule="auto"/>
        <w:ind w:right="5527"/>
        <w:jc w:val="center"/>
        <w:rPr>
          <w:color w:val="000000"/>
          <w:sz w:val="22"/>
          <w:szCs w:val="22"/>
          <w:vertAlign w:val="superscript"/>
        </w:rPr>
      </w:pPr>
      <w:r w:rsidRPr="007417E6">
        <w:rPr>
          <w:color w:val="000000"/>
          <w:sz w:val="22"/>
          <w:szCs w:val="22"/>
          <w:vertAlign w:val="superscript"/>
        </w:rPr>
        <w:t>(фамилия, имя, отчество подписавшего, должность)</w:t>
      </w:r>
    </w:p>
    <w:p w:rsidR="00702C6F" w:rsidRPr="007417E6" w:rsidRDefault="00702C6F" w:rsidP="00702C6F">
      <w:pPr>
        <w:keepNext/>
        <w:spacing w:line="240" w:lineRule="auto"/>
        <w:rPr>
          <w:b/>
          <w:sz w:val="22"/>
          <w:szCs w:val="22"/>
        </w:rPr>
      </w:pPr>
    </w:p>
    <w:p w:rsidR="00702C6F" w:rsidRPr="007417E6" w:rsidRDefault="00702C6F" w:rsidP="00702C6F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2"/>
          <w:szCs w:val="22"/>
        </w:rPr>
      </w:pPr>
      <w:r w:rsidRPr="007417E6">
        <w:rPr>
          <w:b/>
          <w:color w:val="000000"/>
          <w:spacing w:val="36"/>
          <w:sz w:val="22"/>
          <w:szCs w:val="22"/>
        </w:rPr>
        <w:t>конец формы</w:t>
      </w:r>
    </w:p>
    <w:p w:rsidR="00702C6F" w:rsidRPr="007417E6" w:rsidRDefault="00702C6F" w:rsidP="00702C6F">
      <w:pPr>
        <w:keepNext/>
        <w:spacing w:line="240" w:lineRule="auto"/>
        <w:rPr>
          <w:b/>
          <w:sz w:val="22"/>
          <w:szCs w:val="22"/>
        </w:rPr>
      </w:pPr>
    </w:p>
    <w:p w:rsidR="00702C6F" w:rsidRPr="007417E6" w:rsidRDefault="00702C6F" w:rsidP="00F15CD1">
      <w:pPr>
        <w:pStyle w:val="21"/>
        <w:pageBreakBefore/>
        <w:numPr>
          <w:ilvl w:val="2"/>
          <w:numId w:val="5"/>
        </w:numPr>
        <w:tabs>
          <w:tab w:val="num" w:pos="1134"/>
        </w:tabs>
        <w:spacing w:before="100" w:beforeAutospacing="1" w:after="100" w:afterAutospacing="1"/>
        <w:ind w:left="1134"/>
        <w:rPr>
          <w:sz w:val="22"/>
          <w:szCs w:val="22"/>
        </w:rPr>
      </w:pPr>
      <w:bookmarkStart w:id="363" w:name="_Toc175749047"/>
      <w:r w:rsidRPr="007417E6">
        <w:rPr>
          <w:sz w:val="22"/>
          <w:szCs w:val="22"/>
        </w:rPr>
        <w:lastRenderedPageBreak/>
        <w:t>Инструкции по заполнению</w:t>
      </w:r>
      <w:bookmarkEnd w:id="363"/>
    </w:p>
    <w:p w:rsidR="00702C6F" w:rsidRPr="007417E6" w:rsidRDefault="00B80AF0" w:rsidP="00F15CD1">
      <w:pPr>
        <w:pStyle w:val="a1"/>
        <w:snapToGrid w:val="0"/>
        <w:spacing w:line="240" w:lineRule="auto"/>
        <w:rPr>
          <w:sz w:val="22"/>
          <w:szCs w:val="22"/>
        </w:rPr>
      </w:pPr>
      <w:r>
        <w:rPr>
          <w:sz w:val="22"/>
          <w:szCs w:val="22"/>
        </w:rPr>
        <w:t>Поставщик</w:t>
      </w:r>
      <w:r w:rsidR="00702C6F" w:rsidRPr="007417E6">
        <w:rPr>
          <w:sz w:val="22"/>
          <w:szCs w:val="22"/>
        </w:rPr>
        <w:t xml:space="preserve"> указывает дату и номер Предложения в соотве</w:t>
      </w:r>
      <w:r w:rsidR="00702C6F" w:rsidRPr="007417E6">
        <w:rPr>
          <w:sz w:val="22"/>
          <w:szCs w:val="22"/>
        </w:rPr>
        <w:t>т</w:t>
      </w:r>
      <w:r w:rsidR="00702C6F" w:rsidRPr="007417E6">
        <w:rPr>
          <w:sz w:val="22"/>
          <w:szCs w:val="22"/>
        </w:rPr>
        <w:t xml:space="preserve">ствии с письмом о подаче оферты (подраздел </w:t>
      </w:r>
      <w:fldSimple w:instr=" REF _Ref55336310 \r \h  \* MERGEFORMAT ">
        <w:r w:rsidR="00C07197">
          <w:rPr>
            <w:sz w:val="22"/>
            <w:szCs w:val="22"/>
          </w:rPr>
          <w:t>6.1</w:t>
        </w:r>
      </w:fldSimple>
      <w:r w:rsidR="00702C6F" w:rsidRPr="007417E6">
        <w:rPr>
          <w:sz w:val="22"/>
          <w:szCs w:val="22"/>
        </w:rPr>
        <w:t>).</w:t>
      </w:r>
    </w:p>
    <w:p w:rsidR="00702C6F" w:rsidRPr="007417E6" w:rsidRDefault="00B80AF0" w:rsidP="00F15CD1">
      <w:pPr>
        <w:pStyle w:val="a1"/>
        <w:snapToGrid w:val="0"/>
        <w:spacing w:before="100" w:beforeAutospacing="1" w:line="240" w:lineRule="auto"/>
        <w:rPr>
          <w:sz w:val="22"/>
          <w:szCs w:val="22"/>
        </w:rPr>
      </w:pPr>
      <w:r>
        <w:rPr>
          <w:sz w:val="22"/>
          <w:szCs w:val="22"/>
        </w:rPr>
        <w:t>Поставщик</w:t>
      </w:r>
      <w:r w:rsidR="00702C6F" w:rsidRPr="007417E6">
        <w:rPr>
          <w:sz w:val="22"/>
          <w:szCs w:val="22"/>
        </w:rPr>
        <w:t xml:space="preserve"> указывает свое фирменное наименование (в т.ч. организац</w:t>
      </w:r>
      <w:r w:rsidR="00702C6F" w:rsidRPr="007417E6">
        <w:rPr>
          <w:sz w:val="22"/>
          <w:szCs w:val="22"/>
        </w:rPr>
        <w:t>и</w:t>
      </w:r>
      <w:r w:rsidR="00702C6F" w:rsidRPr="007417E6">
        <w:rPr>
          <w:sz w:val="22"/>
          <w:szCs w:val="22"/>
        </w:rPr>
        <w:t xml:space="preserve">онно-правовую форму) и свой </w:t>
      </w:r>
      <w:r w:rsidR="00416423" w:rsidRPr="007417E6">
        <w:rPr>
          <w:sz w:val="22"/>
          <w:szCs w:val="22"/>
        </w:rPr>
        <w:t>юридический адрес.</w:t>
      </w:r>
    </w:p>
    <w:p w:rsidR="00702C6F" w:rsidRPr="007417E6" w:rsidRDefault="00702C6F" w:rsidP="00F15CD1">
      <w:pPr>
        <w:pStyle w:val="a1"/>
        <w:snapToGrid w:val="0"/>
        <w:spacing w:before="100" w:beforeAutospacing="1" w:line="240" w:lineRule="auto"/>
        <w:rPr>
          <w:sz w:val="22"/>
          <w:szCs w:val="22"/>
        </w:rPr>
      </w:pPr>
      <w:r w:rsidRPr="007417E6">
        <w:rPr>
          <w:sz w:val="22"/>
          <w:szCs w:val="22"/>
        </w:rPr>
        <w:t xml:space="preserve">В данной справке перечисляются материально-технические ресурсы, которые </w:t>
      </w:r>
      <w:r w:rsidR="00B80AF0">
        <w:rPr>
          <w:sz w:val="22"/>
          <w:szCs w:val="22"/>
        </w:rPr>
        <w:t>Поставщик</w:t>
      </w:r>
      <w:r w:rsidRPr="007417E6">
        <w:rPr>
          <w:sz w:val="22"/>
          <w:szCs w:val="22"/>
        </w:rPr>
        <w:t xml:space="preserve"> считает ключевыми и планирует использовать в ходе выполн</w:t>
      </w:r>
      <w:r w:rsidRPr="007417E6">
        <w:rPr>
          <w:sz w:val="22"/>
          <w:szCs w:val="22"/>
        </w:rPr>
        <w:t>е</w:t>
      </w:r>
      <w:r w:rsidRPr="007417E6">
        <w:rPr>
          <w:sz w:val="22"/>
          <w:szCs w:val="22"/>
        </w:rPr>
        <w:t>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</w:t>
      </w:r>
      <w:r w:rsidRPr="007417E6">
        <w:rPr>
          <w:sz w:val="22"/>
          <w:szCs w:val="22"/>
        </w:rPr>
        <w:t>б</w:t>
      </w:r>
      <w:r w:rsidRPr="007417E6">
        <w:rPr>
          <w:sz w:val="22"/>
          <w:szCs w:val="22"/>
        </w:rPr>
        <w:t>ное).</w:t>
      </w:r>
    </w:p>
    <w:p w:rsidR="00702C6F" w:rsidRPr="007417E6" w:rsidRDefault="00702C6F" w:rsidP="00B264AD">
      <w:pPr>
        <w:pStyle w:val="2"/>
        <w:pageBreakBefore/>
        <w:numPr>
          <w:ilvl w:val="1"/>
          <w:numId w:val="5"/>
        </w:numPr>
        <w:spacing w:before="100" w:beforeAutospacing="1" w:after="100" w:afterAutospacing="1"/>
        <w:rPr>
          <w:sz w:val="22"/>
          <w:szCs w:val="22"/>
        </w:rPr>
      </w:pPr>
      <w:bookmarkStart w:id="364" w:name="_Ref55336398"/>
      <w:bookmarkStart w:id="365" w:name="_Toc57314678"/>
      <w:bookmarkStart w:id="366" w:name="_Toc69728992"/>
      <w:bookmarkStart w:id="367" w:name="_Toc175749048"/>
      <w:bookmarkStart w:id="368" w:name="_Toc318208003"/>
      <w:r w:rsidRPr="007417E6">
        <w:rPr>
          <w:sz w:val="22"/>
          <w:szCs w:val="22"/>
        </w:rPr>
        <w:lastRenderedPageBreak/>
        <w:t xml:space="preserve">Справка о кадровых ресурсах (форма </w:t>
      </w:r>
      <w:r w:rsidR="008D0107">
        <w:rPr>
          <w:sz w:val="22"/>
          <w:szCs w:val="22"/>
        </w:rPr>
        <w:t>9</w:t>
      </w:r>
      <w:r w:rsidRPr="007417E6">
        <w:rPr>
          <w:sz w:val="22"/>
          <w:szCs w:val="22"/>
        </w:rPr>
        <w:t>)</w:t>
      </w:r>
      <w:bookmarkEnd w:id="364"/>
      <w:bookmarkEnd w:id="365"/>
      <w:bookmarkEnd w:id="366"/>
      <w:bookmarkEnd w:id="367"/>
      <w:bookmarkEnd w:id="368"/>
    </w:p>
    <w:p w:rsidR="00702C6F" w:rsidRPr="007417E6" w:rsidRDefault="00702C6F" w:rsidP="00B264AD">
      <w:pPr>
        <w:pStyle w:val="21"/>
        <w:numPr>
          <w:ilvl w:val="2"/>
          <w:numId w:val="5"/>
        </w:numPr>
        <w:tabs>
          <w:tab w:val="num" w:pos="1134"/>
        </w:tabs>
        <w:spacing w:before="100" w:beforeAutospacing="1" w:after="100" w:afterAutospacing="1"/>
        <w:ind w:left="1134"/>
        <w:rPr>
          <w:sz w:val="22"/>
          <w:szCs w:val="22"/>
        </w:rPr>
      </w:pPr>
      <w:bookmarkStart w:id="369" w:name="_Toc175749049"/>
      <w:r w:rsidRPr="007417E6">
        <w:rPr>
          <w:sz w:val="22"/>
          <w:szCs w:val="22"/>
        </w:rPr>
        <w:t>Форма Справки о кадровых ресурсах</w:t>
      </w:r>
      <w:bookmarkEnd w:id="369"/>
    </w:p>
    <w:p w:rsidR="00702C6F" w:rsidRPr="007417E6" w:rsidRDefault="00702C6F" w:rsidP="00702C6F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2"/>
          <w:szCs w:val="22"/>
        </w:rPr>
      </w:pPr>
      <w:r w:rsidRPr="007417E6">
        <w:rPr>
          <w:b/>
          <w:color w:val="000000"/>
          <w:spacing w:val="36"/>
          <w:sz w:val="22"/>
          <w:szCs w:val="22"/>
        </w:rPr>
        <w:t>начало формы</w:t>
      </w:r>
    </w:p>
    <w:p w:rsidR="00702C6F" w:rsidRPr="007417E6" w:rsidRDefault="00702C6F" w:rsidP="00702C6F">
      <w:pPr>
        <w:spacing w:line="240" w:lineRule="auto"/>
        <w:ind w:firstLine="0"/>
        <w:jc w:val="left"/>
        <w:rPr>
          <w:sz w:val="22"/>
          <w:szCs w:val="22"/>
        </w:rPr>
      </w:pPr>
    </w:p>
    <w:p w:rsidR="00702C6F" w:rsidRPr="007417E6" w:rsidRDefault="00702C6F" w:rsidP="00702C6F">
      <w:pPr>
        <w:spacing w:line="240" w:lineRule="auto"/>
        <w:ind w:firstLine="0"/>
        <w:jc w:val="left"/>
        <w:rPr>
          <w:sz w:val="22"/>
          <w:szCs w:val="22"/>
        </w:rPr>
      </w:pPr>
      <w:r w:rsidRPr="007417E6">
        <w:rPr>
          <w:sz w:val="22"/>
          <w:szCs w:val="22"/>
        </w:rPr>
        <w:t xml:space="preserve">Приложение </w:t>
      </w:r>
      <w:r w:rsidR="008D0107">
        <w:rPr>
          <w:sz w:val="22"/>
          <w:szCs w:val="22"/>
        </w:rPr>
        <w:t>8</w:t>
      </w:r>
      <w:r w:rsidRPr="007417E6">
        <w:rPr>
          <w:sz w:val="22"/>
          <w:szCs w:val="22"/>
        </w:rPr>
        <w:t xml:space="preserve"> к письму о подаче оферты</w:t>
      </w:r>
      <w:r w:rsidRPr="007417E6">
        <w:rPr>
          <w:sz w:val="22"/>
          <w:szCs w:val="22"/>
        </w:rPr>
        <w:br/>
        <w:t>от «____»_____________ г. №__________</w:t>
      </w:r>
    </w:p>
    <w:p w:rsidR="00702C6F" w:rsidRPr="007417E6" w:rsidRDefault="00702C6F" w:rsidP="00702C6F">
      <w:pPr>
        <w:spacing w:line="240" w:lineRule="auto"/>
        <w:rPr>
          <w:sz w:val="22"/>
          <w:szCs w:val="22"/>
        </w:rPr>
      </w:pPr>
    </w:p>
    <w:p w:rsidR="00702C6F" w:rsidRPr="007417E6" w:rsidRDefault="00702C6F" w:rsidP="00702C6F">
      <w:pPr>
        <w:suppressAutoHyphens/>
        <w:spacing w:line="240" w:lineRule="auto"/>
        <w:ind w:firstLine="0"/>
        <w:jc w:val="center"/>
        <w:rPr>
          <w:b/>
          <w:sz w:val="22"/>
          <w:szCs w:val="22"/>
        </w:rPr>
      </w:pPr>
      <w:r w:rsidRPr="007417E6">
        <w:rPr>
          <w:b/>
          <w:sz w:val="22"/>
          <w:szCs w:val="22"/>
        </w:rPr>
        <w:t>Справка о кадровых ресурсах</w:t>
      </w:r>
    </w:p>
    <w:p w:rsidR="00702C6F" w:rsidRPr="007417E6" w:rsidRDefault="00702C6F" w:rsidP="00702C6F">
      <w:pPr>
        <w:spacing w:line="240" w:lineRule="auto"/>
        <w:rPr>
          <w:sz w:val="22"/>
          <w:szCs w:val="22"/>
        </w:rPr>
      </w:pPr>
    </w:p>
    <w:p w:rsidR="00702C6F" w:rsidRPr="007417E6" w:rsidRDefault="00702C6F" w:rsidP="00702C6F">
      <w:pPr>
        <w:spacing w:line="240" w:lineRule="auto"/>
        <w:ind w:firstLine="0"/>
        <w:rPr>
          <w:color w:val="000000"/>
          <w:sz w:val="22"/>
          <w:szCs w:val="22"/>
        </w:rPr>
      </w:pPr>
      <w:r w:rsidRPr="007417E6">
        <w:rPr>
          <w:color w:val="000000"/>
          <w:sz w:val="22"/>
          <w:szCs w:val="22"/>
        </w:rPr>
        <w:t xml:space="preserve">Наименование и адрес </w:t>
      </w:r>
      <w:r w:rsidR="00B80AF0">
        <w:rPr>
          <w:color w:val="000000"/>
          <w:sz w:val="22"/>
          <w:szCs w:val="22"/>
        </w:rPr>
        <w:t>Поставщик</w:t>
      </w:r>
      <w:r w:rsidRPr="007417E6">
        <w:rPr>
          <w:color w:val="000000"/>
          <w:sz w:val="22"/>
          <w:szCs w:val="22"/>
        </w:rPr>
        <w:t>а: _________________________________</w:t>
      </w:r>
    </w:p>
    <w:p w:rsidR="00702C6F" w:rsidRPr="007417E6" w:rsidRDefault="00702C6F" w:rsidP="00702C6F">
      <w:pPr>
        <w:spacing w:line="240" w:lineRule="auto"/>
        <w:ind w:firstLine="0"/>
        <w:rPr>
          <w:color w:val="000000"/>
          <w:sz w:val="22"/>
          <w:szCs w:val="22"/>
        </w:rPr>
      </w:pPr>
    </w:p>
    <w:p w:rsidR="00702C6F" w:rsidRDefault="00702C6F" w:rsidP="00702C6F">
      <w:pPr>
        <w:keepNext/>
        <w:suppressAutoHyphens/>
        <w:spacing w:line="240" w:lineRule="auto"/>
        <w:ind w:firstLine="0"/>
        <w:jc w:val="left"/>
        <w:rPr>
          <w:b/>
          <w:sz w:val="22"/>
          <w:szCs w:val="22"/>
        </w:rPr>
      </w:pPr>
      <w:r w:rsidRPr="007417E6">
        <w:rPr>
          <w:b/>
          <w:sz w:val="22"/>
          <w:szCs w:val="22"/>
        </w:rPr>
        <w:t>Таблица-1. Основные кадровые ресурсы</w:t>
      </w:r>
    </w:p>
    <w:p w:rsidR="004F6B9E" w:rsidRPr="007417E6" w:rsidRDefault="004F6B9E" w:rsidP="00702C6F">
      <w:pPr>
        <w:keepNext/>
        <w:suppressAutoHyphens/>
        <w:spacing w:line="240" w:lineRule="auto"/>
        <w:ind w:firstLine="0"/>
        <w:jc w:val="left"/>
        <w:rPr>
          <w:sz w:val="22"/>
          <w:szCs w:val="22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95"/>
        <w:gridCol w:w="2268"/>
        <w:gridCol w:w="2586"/>
        <w:gridCol w:w="1950"/>
        <w:gridCol w:w="2747"/>
      </w:tblGrid>
      <w:tr w:rsidR="00702C6F" w:rsidRPr="007417E6">
        <w:tblPrEx>
          <w:tblCellMar>
            <w:top w:w="0" w:type="dxa"/>
            <w:bottom w:w="0" w:type="dxa"/>
          </w:tblCellMar>
        </w:tblPrEx>
        <w:trPr>
          <w:trHeight w:val="551"/>
        </w:trPr>
        <w:tc>
          <w:tcPr>
            <w:tcW w:w="695" w:type="dxa"/>
          </w:tcPr>
          <w:p w:rsidR="00702C6F" w:rsidRPr="007417E6" w:rsidRDefault="00702C6F" w:rsidP="00910267">
            <w:pPr>
              <w:pStyle w:val="ae"/>
              <w:spacing w:before="0" w:after="0"/>
              <w:ind w:left="0" w:right="0"/>
              <w:rPr>
                <w:szCs w:val="22"/>
              </w:rPr>
            </w:pPr>
            <w:r w:rsidRPr="007417E6">
              <w:rPr>
                <w:szCs w:val="22"/>
              </w:rPr>
              <w:t>№</w:t>
            </w:r>
            <w:r w:rsidRPr="007417E6">
              <w:rPr>
                <w:szCs w:val="22"/>
              </w:rPr>
              <w:br/>
              <w:t>п/п</w:t>
            </w:r>
          </w:p>
        </w:tc>
        <w:tc>
          <w:tcPr>
            <w:tcW w:w="2268" w:type="dxa"/>
          </w:tcPr>
          <w:p w:rsidR="00702C6F" w:rsidRPr="007417E6" w:rsidRDefault="00702C6F" w:rsidP="00910267">
            <w:pPr>
              <w:pStyle w:val="ae"/>
              <w:spacing w:before="0" w:after="0"/>
              <w:ind w:left="0" w:right="0"/>
              <w:rPr>
                <w:szCs w:val="22"/>
              </w:rPr>
            </w:pPr>
            <w:r w:rsidRPr="007417E6">
              <w:rPr>
                <w:szCs w:val="22"/>
              </w:rPr>
              <w:t>Фамилия, имя, отчество специал</w:t>
            </w:r>
            <w:r w:rsidRPr="007417E6">
              <w:rPr>
                <w:szCs w:val="22"/>
              </w:rPr>
              <w:t>и</w:t>
            </w:r>
            <w:r w:rsidRPr="007417E6">
              <w:rPr>
                <w:szCs w:val="22"/>
              </w:rPr>
              <w:t>ста</w:t>
            </w:r>
          </w:p>
        </w:tc>
        <w:tc>
          <w:tcPr>
            <w:tcW w:w="2586" w:type="dxa"/>
          </w:tcPr>
          <w:p w:rsidR="00702C6F" w:rsidRPr="007417E6" w:rsidRDefault="00702C6F" w:rsidP="00910267">
            <w:pPr>
              <w:pStyle w:val="ae"/>
              <w:spacing w:before="0" w:after="0"/>
              <w:ind w:left="0" w:right="0"/>
              <w:rPr>
                <w:szCs w:val="22"/>
              </w:rPr>
            </w:pPr>
            <w:r w:rsidRPr="007417E6">
              <w:rPr>
                <w:szCs w:val="22"/>
              </w:rPr>
              <w:t>Образование (какое учебное з</w:t>
            </w:r>
            <w:r w:rsidRPr="007417E6">
              <w:rPr>
                <w:szCs w:val="22"/>
              </w:rPr>
              <w:t>а</w:t>
            </w:r>
            <w:r w:rsidRPr="007417E6">
              <w:rPr>
                <w:szCs w:val="22"/>
              </w:rPr>
              <w:t>ведение окончил, год оконч</w:t>
            </w:r>
            <w:r w:rsidRPr="007417E6">
              <w:rPr>
                <w:szCs w:val="22"/>
              </w:rPr>
              <w:t>а</w:t>
            </w:r>
            <w:r w:rsidRPr="007417E6">
              <w:rPr>
                <w:szCs w:val="22"/>
              </w:rPr>
              <w:t>ния, полученная спец</w:t>
            </w:r>
            <w:r w:rsidRPr="007417E6">
              <w:rPr>
                <w:szCs w:val="22"/>
              </w:rPr>
              <w:t>и</w:t>
            </w:r>
            <w:r w:rsidRPr="007417E6">
              <w:rPr>
                <w:szCs w:val="22"/>
              </w:rPr>
              <w:t>альность), группы д</w:t>
            </w:r>
            <w:r w:rsidRPr="007417E6">
              <w:rPr>
                <w:szCs w:val="22"/>
              </w:rPr>
              <w:t>о</w:t>
            </w:r>
            <w:r w:rsidRPr="007417E6">
              <w:rPr>
                <w:szCs w:val="22"/>
              </w:rPr>
              <w:t>пуска, сертификаты, лицензии и пр.</w:t>
            </w:r>
          </w:p>
        </w:tc>
        <w:tc>
          <w:tcPr>
            <w:tcW w:w="1950" w:type="dxa"/>
          </w:tcPr>
          <w:p w:rsidR="00702C6F" w:rsidRPr="007417E6" w:rsidRDefault="00702C6F" w:rsidP="00910267">
            <w:pPr>
              <w:pStyle w:val="ae"/>
              <w:spacing w:before="0" w:after="0"/>
              <w:ind w:left="0" w:right="0"/>
              <w:rPr>
                <w:szCs w:val="22"/>
              </w:rPr>
            </w:pPr>
            <w:r w:rsidRPr="007417E6">
              <w:rPr>
                <w:szCs w:val="22"/>
              </w:rPr>
              <w:t>Дол</w:t>
            </w:r>
            <w:r w:rsidRPr="007417E6">
              <w:rPr>
                <w:szCs w:val="22"/>
              </w:rPr>
              <w:t>ж</w:t>
            </w:r>
            <w:r w:rsidRPr="007417E6">
              <w:rPr>
                <w:szCs w:val="22"/>
              </w:rPr>
              <w:t>ность</w:t>
            </w:r>
          </w:p>
        </w:tc>
        <w:tc>
          <w:tcPr>
            <w:tcW w:w="2747" w:type="dxa"/>
          </w:tcPr>
          <w:p w:rsidR="00702C6F" w:rsidRPr="007417E6" w:rsidRDefault="00702C6F" w:rsidP="00910267">
            <w:pPr>
              <w:pStyle w:val="ae"/>
              <w:spacing w:before="0" w:after="0"/>
              <w:ind w:left="0" w:right="0"/>
              <w:rPr>
                <w:szCs w:val="22"/>
              </w:rPr>
            </w:pPr>
            <w:r w:rsidRPr="007417E6">
              <w:rPr>
                <w:szCs w:val="22"/>
              </w:rPr>
              <w:t>Стаж р</w:t>
            </w:r>
            <w:r w:rsidRPr="007417E6">
              <w:rPr>
                <w:szCs w:val="22"/>
              </w:rPr>
              <w:t>а</w:t>
            </w:r>
            <w:r w:rsidRPr="007417E6">
              <w:rPr>
                <w:szCs w:val="22"/>
              </w:rPr>
              <w:t>боты в данной или аналогичной дол</w:t>
            </w:r>
            <w:r w:rsidRPr="007417E6">
              <w:rPr>
                <w:szCs w:val="22"/>
              </w:rPr>
              <w:t>ж</w:t>
            </w:r>
            <w:r w:rsidRPr="007417E6">
              <w:rPr>
                <w:szCs w:val="22"/>
              </w:rPr>
              <w:t>ности, лет</w:t>
            </w:r>
          </w:p>
        </w:tc>
      </w:tr>
      <w:tr w:rsidR="00702C6F" w:rsidRPr="007417E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46" w:type="dxa"/>
            <w:gridSpan w:val="5"/>
          </w:tcPr>
          <w:p w:rsidR="00702C6F" w:rsidRPr="007417E6" w:rsidRDefault="00702C6F" w:rsidP="00910267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  <w:r w:rsidRPr="007417E6">
              <w:rPr>
                <w:sz w:val="22"/>
                <w:szCs w:val="22"/>
              </w:rPr>
              <w:t>Руководящее звено (руководитель и его заместители, главный бухгалтер, главный экон</w:t>
            </w:r>
            <w:r w:rsidRPr="007417E6">
              <w:rPr>
                <w:sz w:val="22"/>
                <w:szCs w:val="22"/>
              </w:rPr>
              <w:t>о</w:t>
            </w:r>
            <w:r w:rsidRPr="007417E6">
              <w:rPr>
                <w:sz w:val="22"/>
                <w:szCs w:val="22"/>
              </w:rPr>
              <w:t>мист, главный юрист)</w:t>
            </w:r>
          </w:p>
        </w:tc>
      </w:tr>
      <w:tr w:rsidR="00702C6F" w:rsidRPr="007417E6">
        <w:tblPrEx>
          <w:tblCellMar>
            <w:top w:w="0" w:type="dxa"/>
            <w:bottom w:w="0" w:type="dxa"/>
          </w:tblCellMar>
        </w:tblPrEx>
        <w:tc>
          <w:tcPr>
            <w:tcW w:w="695" w:type="dxa"/>
          </w:tcPr>
          <w:p w:rsidR="00702C6F" w:rsidRPr="007417E6" w:rsidRDefault="00702C6F" w:rsidP="00910267">
            <w:pPr>
              <w:numPr>
                <w:ilvl w:val="0"/>
                <w:numId w:val="14"/>
              </w:numPr>
              <w:spacing w:line="240" w:lineRule="auto"/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:rsidR="00702C6F" w:rsidRPr="007417E6" w:rsidRDefault="00702C6F" w:rsidP="00910267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2586" w:type="dxa"/>
          </w:tcPr>
          <w:p w:rsidR="00702C6F" w:rsidRPr="007417E6" w:rsidRDefault="00702C6F" w:rsidP="00910267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950" w:type="dxa"/>
          </w:tcPr>
          <w:p w:rsidR="00702C6F" w:rsidRPr="007417E6" w:rsidRDefault="00702C6F" w:rsidP="00910267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2747" w:type="dxa"/>
          </w:tcPr>
          <w:p w:rsidR="00702C6F" w:rsidRPr="007417E6" w:rsidRDefault="00702C6F" w:rsidP="00910267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</w:tr>
      <w:tr w:rsidR="00702C6F" w:rsidRPr="007417E6">
        <w:tblPrEx>
          <w:tblCellMar>
            <w:top w:w="0" w:type="dxa"/>
            <w:bottom w:w="0" w:type="dxa"/>
          </w:tblCellMar>
        </w:tblPrEx>
        <w:tc>
          <w:tcPr>
            <w:tcW w:w="695" w:type="dxa"/>
          </w:tcPr>
          <w:p w:rsidR="00702C6F" w:rsidRPr="007417E6" w:rsidRDefault="00702C6F" w:rsidP="00910267">
            <w:pPr>
              <w:numPr>
                <w:ilvl w:val="0"/>
                <w:numId w:val="14"/>
              </w:numPr>
              <w:spacing w:line="240" w:lineRule="auto"/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:rsidR="00702C6F" w:rsidRPr="007417E6" w:rsidRDefault="00702C6F" w:rsidP="00910267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2586" w:type="dxa"/>
          </w:tcPr>
          <w:p w:rsidR="00702C6F" w:rsidRPr="007417E6" w:rsidRDefault="00702C6F" w:rsidP="00910267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950" w:type="dxa"/>
          </w:tcPr>
          <w:p w:rsidR="00702C6F" w:rsidRPr="007417E6" w:rsidRDefault="00702C6F" w:rsidP="00910267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2747" w:type="dxa"/>
          </w:tcPr>
          <w:p w:rsidR="00702C6F" w:rsidRPr="007417E6" w:rsidRDefault="00702C6F" w:rsidP="00910267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</w:tr>
      <w:tr w:rsidR="00702C6F" w:rsidRPr="007417E6">
        <w:tblPrEx>
          <w:tblCellMar>
            <w:top w:w="0" w:type="dxa"/>
            <w:bottom w:w="0" w:type="dxa"/>
          </w:tblCellMar>
        </w:tblPrEx>
        <w:tc>
          <w:tcPr>
            <w:tcW w:w="695" w:type="dxa"/>
          </w:tcPr>
          <w:p w:rsidR="00702C6F" w:rsidRPr="007417E6" w:rsidRDefault="00702C6F" w:rsidP="00910267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7417E6">
              <w:rPr>
                <w:sz w:val="22"/>
                <w:szCs w:val="22"/>
              </w:rPr>
              <w:t>…</w:t>
            </w:r>
          </w:p>
        </w:tc>
        <w:tc>
          <w:tcPr>
            <w:tcW w:w="2268" w:type="dxa"/>
          </w:tcPr>
          <w:p w:rsidR="00702C6F" w:rsidRPr="007417E6" w:rsidRDefault="00702C6F" w:rsidP="00910267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2586" w:type="dxa"/>
          </w:tcPr>
          <w:p w:rsidR="00702C6F" w:rsidRPr="007417E6" w:rsidRDefault="00702C6F" w:rsidP="00910267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950" w:type="dxa"/>
          </w:tcPr>
          <w:p w:rsidR="00702C6F" w:rsidRPr="007417E6" w:rsidRDefault="00702C6F" w:rsidP="00910267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2747" w:type="dxa"/>
          </w:tcPr>
          <w:p w:rsidR="00702C6F" w:rsidRPr="007417E6" w:rsidRDefault="00702C6F" w:rsidP="00910267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</w:tr>
      <w:tr w:rsidR="00702C6F" w:rsidRPr="007417E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46" w:type="dxa"/>
            <w:gridSpan w:val="5"/>
          </w:tcPr>
          <w:p w:rsidR="00702C6F" w:rsidRPr="007417E6" w:rsidRDefault="00702C6F" w:rsidP="00910267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  <w:r w:rsidRPr="007417E6">
              <w:rPr>
                <w:sz w:val="22"/>
                <w:szCs w:val="22"/>
              </w:rPr>
              <w:t>Специалисты (в том числе специалисты по продукции, менеджеры по заку</w:t>
            </w:r>
            <w:r w:rsidRPr="007417E6">
              <w:rPr>
                <w:sz w:val="22"/>
                <w:szCs w:val="22"/>
              </w:rPr>
              <w:t>п</w:t>
            </w:r>
            <w:r w:rsidRPr="007417E6">
              <w:rPr>
                <w:sz w:val="22"/>
                <w:szCs w:val="22"/>
              </w:rPr>
              <w:t>кам, менеджеры по продажам, менеджеры по гарантийному обслуживанию, сварщики, монтажники, слесари, эле</w:t>
            </w:r>
            <w:r w:rsidRPr="007417E6">
              <w:rPr>
                <w:sz w:val="22"/>
                <w:szCs w:val="22"/>
              </w:rPr>
              <w:t>к</w:t>
            </w:r>
            <w:r w:rsidRPr="007417E6">
              <w:rPr>
                <w:sz w:val="22"/>
                <w:szCs w:val="22"/>
              </w:rPr>
              <w:t>трики и т.д.)</w:t>
            </w:r>
          </w:p>
        </w:tc>
      </w:tr>
      <w:tr w:rsidR="00702C6F" w:rsidRPr="007417E6">
        <w:tblPrEx>
          <w:tblCellMar>
            <w:top w:w="0" w:type="dxa"/>
            <w:bottom w:w="0" w:type="dxa"/>
          </w:tblCellMar>
        </w:tblPrEx>
        <w:tc>
          <w:tcPr>
            <w:tcW w:w="695" w:type="dxa"/>
          </w:tcPr>
          <w:p w:rsidR="00702C6F" w:rsidRPr="007417E6" w:rsidRDefault="00702C6F" w:rsidP="00910267">
            <w:pPr>
              <w:numPr>
                <w:ilvl w:val="0"/>
                <w:numId w:val="15"/>
              </w:numPr>
              <w:spacing w:line="240" w:lineRule="auto"/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:rsidR="00702C6F" w:rsidRPr="007417E6" w:rsidRDefault="00702C6F" w:rsidP="00910267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2586" w:type="dxa"/>
          </w:tcPr>
          <w:p w:rsidR="00702C6F" w:rsidRPr="007417E6" w:rsidRDefault="00702C6F" w:rsidP="00910267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950" w:type="dxa"/>
          </w:tcPr>
          <w:p w:rsidR="00702C6F" w:rsidRPr="007417E6" w:rsidRDefault="00702C6F" w:rsidP="00910267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2747" w:type="dxa"/>
          </w:tcPr>
          <w:p w:rsidR="00702C6F" w:rsidRPr="007417E6" w:rsidRDefault="00702C6F" w:rsidP="00910267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</w:tr>
      <w:tr w:rsidR="00702C6F" w:rsidRPr="007417E6">
        <w:tblPrEx>
          <w:tblCellMar>
            <w:top w:w="0" w:type="dxa"/>
            <w:bottom w:w="0" w:type="dxa"/>
          </w:tblCellMar>
        </w:tblPrEx>
        <w:tc>
          <w:tcPr>
            <w:tcW w:w="695" w:type="dxa"/>
          </w:tcPr>
          <w:p w:rsidR="00702C6F" w:rsidRPr="007417E6" w:rsidRDefault="00702C6F" w:rsidP="00910267">
            <w:pPr>
              <w:numPr>
                <w:ilvl w:val="0"/>
                <w:numId w:val="15"/>
              </w:numPr>
              <w:spacing w:line="240" w:lineRule="auto"/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:rsidR="00702C6F" w:rsidRPr="007417E6" w:rsidRDefault="00702C6F" w:rsidP="00910267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2586" w:type="dxa"/>
          </w:tcPr>
          <w:p w:rsidR="00702C6F" w:rsidRPr="007417E6" w:rsidRDefault="00702C6F" w:rsidP="00910267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950" w:type="dxa"/>
          </w:tcPr>
          <w:p w:rsidR="00702C6F" w:rsidRPr="007417E6" w:rsidRDefault="00702C6F" w:rsidP="00910267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2747" w:type="dxa"/>
          </w:tcPr>
          <w:p w:rsidR="00702C6F" w:rsidRPr="007417E6" w:rsidRDefault="00702C6F" w:rsidP="00910267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</w:tr>
      <w:tr w:rsidR="00702C6F" w:rsidRPr="007417E6">
        <w:tblPrEx>
          <w:tblCellMar>
            <w:top w:w="0" w:type="dxa"/>
            <w:bottom w:w="0" w:type="dxa"/>
          </w:tblCellMar>
        </w:tblPrEx>
        <w:tc>
          <w:tcPr>
            <w:tcW w:w="695" w:type="dxa"/>
          </w:tcPr>
          <w:p w:rsidR="00702C6F" w:rsidRPr="007417E6" w:rsidRDefault="00702C6F" w:rsidP="00910267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7417E6">
              <w:rPr>
                <w:sz w:val="22"/>
                <w:szCs w:val="22"/>
              </w:rPr>
              <w:t>…</w:t>
            </w:r>
          </w:p>
        </w:tc>
        <w:tc>
          <w:tcPr>
            <w:tcW w:w="2268" w:type="dxa"/>
          </w:tcPr>
          <w:p w:rsidR="00702C6F" w:rsidRPr="007417E6" w:rsidRDefault="00702C6F" w:rsidP="00910267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2586" w:type="dxa"/>
          </w:tcPr>
          <w:p w:rsidR="00702C6F" w:rsidRPr="007417E6" w:rsidRDefault="00702C6F" w:rsidP="00910267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950" w:type="dxa"/>
          </w:tcPr>
          <w:p w:rsidR="00702C6F" w:rsidRPr="007417E6" w:rsidRDefault="00702C6F" w:rsidP="00910267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2747" w:type="dxa"/>
          </w:tcPr>
          <w:p w:rsidR="00702C6F" w:rsidRPr="007417E6" w:rsidRDefault="00702C6F" w:rsidP="00910267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</w:tr>
      <w:tr w:rsidR="00702C6F" w:rsidRPr="007417E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46" w:type="dxa"/>
            <w:gridSpan w:val="5"/>
          </w:tcPr>
          <w:p w:rsidR="00702C6F" w:rsidRPr="007417E6" w:rsidRDefault="00702C6F" w:rsidP="00910267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  <w:r w:rsidRPr="007417E6">
              <w:rPr>
                <w:sz w:val="22"/>
                <w:szCs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702C6F" w:rsidRPr="007417E6">
        <w:tblPrEx>
          <w:tblCellMar>
            <w:top w:w="0" w:type="dxa"/>
            <w:bottom w:w="0" w:type="dxa"/>
          </w:tblCellMar>
        </w:tblPrEx>
        <w:tc>
          <w:tcPr>
            <w:tcW w:w="695" w:type="dxa"/>
          </w:tcPr>
          <w:p w:rsidR="00702C6F" w:rsidRPr="007417E6" w:rsidRDefault="00702C6F" w:rsidP="00910267">
            <w:pPr>
              <w:numPr>
                <w:ilvl w:val="0"/>
                <w:numId w:val="16"/>
              </w:numPr>
              <w:spacing w:line="240" w:lineRule="auto"/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:rsidR="00702C6F" w:rsidRPr="007417E6" w:rsidRDefault="00702C6F" w:rsidP="00910267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2586" w:type="dxa"/>
          </w:tcPr>
          <w:p w:rsidR="00702C6F" w:rsidRPr="007417E6" w:rsidRDefault="00702C6F" w:rsidP="00910267">
            <w:pPr>
              <w:pStyle w:val="af1"/>
              <w:spacing w:before="0" w:after="0"/>
              <w:ind w:left="0" w:right="0"/>
              <w:jc w:val="center"/>
              <w:rPr>
                <w:sz w:val="22"/>
                <w:szCs w:val="22"/>
              </w:rPr>
            </w:pPr>
          </w:p>
        </w:tc>
        <w:tc>
          <w:tcPr>
            <w:tcW w:w="1950" w:type="dxa"/>
          </w:tcPr>
          <w:p w:rsidR="00702C6F" w:rsidRPr="007417E6" w:rsidRDefault="00702C6F" w:rsidP="00910267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2747" w:type="dxa"/>
          </w:tcPr>
          <w:p w:rsidR="00702C6F" w:rsidRPr="007417E6" w:rsidRDefault="00702C6F" w:rsidP="00910267">
            <w:pPr>
              <w:pStyle w:val="af1"/>
              <w:spacing w:before="0" w:after="0"/>
              <w:ind w:left="0" w:right="0"/>
              <w:jc w:val="center"/>
              <w:rPr>
                <w:sz w:val="22"/>
                <w:szCs w:val="22"/>
              </w:rPr>
            </w:pPr>
          </w:p>
        </w:tc>
      </w:tr>
      <w:tr w:rsidR="00702C6F" w:rsidRPr="007417E6">
        <w:tblPrEx>
          <w:tblCellMar>
            <w:top w:w="0" w:type="dxa"/>
            <w:bottom w:w="0" w:type="dxa"/>
          </w:tblCellMar>
        </w:tblPrEx>
        <w:tc>
          <w:tcPr>
            <w:tcW w:w="695" w:type="dxa"/>
          </w:tcPr>
          <w:p w:rsidR="00702C6F" w:rsidRPr="007417E6" w:rsidRDefault="00702C6F" w:rsidP="00910267">
            <w:pPr>
              <w:numPr>
                <w:ilvl w:val="0"/>
                <w:numId w:val="16"/>
              </w:numPr>
              <w:spacing w:line="240" w:lineRule="auto"/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:rsidR="00702C6F" w:rsidRPr="007417E6" w:rsidRDefault="00702C6F" w:rsidP="00910267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2586" w:type="dxa"/>
          </w:tcPr>
          <w:p w:rsidR="00702C6F" w:rsidRPr="007417E6" w:rsidRDefault="00702C6F" w:rsidP="00910267">
            <w:pPr>
              <w:pStyle w:val="af1"/>
              <w:spacing w:before="0" w:after="0"/>
              <w:ind w:left="0" w:right="0"/>
              <w:jc w:val="center"/>
              <w:rPr>
                <w:sz w:val="22"/>
                <w:szCs w:val="22"/>
              </w:rPr>
            </w:pPr>
          </w:p>
        </w:tc>
        <w:tc>
          <w:tcPr>
            <w:tcW w:w="1950" w:type="dxa"/>
          </w:tcPr>
          <w:p w:rsidR="00702C6F" w:rsidRPr="007417E6" w:rsidRDefault="00702C6F" w:rsidP="00910267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2747" w:type="dxa"/>
          </w:tcPr>
          <w:p w:rsidR="00702C6F" w:rsidRPr="007417E6" w:rsidRDefault="00702C6F" w:rsidP="00910267">
            <w:pPr>
              <w:pStyle w:val="af1"/>
              <w:spacing w:before="0" w:after="0"/>
              <w:ind w:left="0" w:right="0"/>
              <w:jc w:val="center"/>
              <w:rPr>
                <w:sz w:val="22"/>
                <w:szCs w:val="22"/>
              </w:rPr>
            </w:pPr>
          </w:p>
        </w:tc>
      </w:tr>
      <w:tr w:rsidR="00702C6F" w:rsidRPr="007417E6">
        <w:tblPrEx>
          <w:tblCellMar>
            <w:top w:w="0" w:type="dxa"/>
            <w:bottom w:w="0" w:type="dxa"/>
          </w:tblCellMar>
        </w:tblPrEx>
        <w:tc>
          <w:tcPr>
            <w:tcW w:w="695" w:type="dxa"/>
          </w:tcPr>
          <w:p w:rsidR="00702C6F" w:rsidRPr="007417E6" w:rsidRDefault="00702C6F" w:rsidP="00910267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7417E6">
              <w:rPr>
                <w:sz w:val="22"/>
                <w:szCs w:val="22"/>
              </w:rPr>
              <w:t>…</w:t>
            </w:r>
          </w:p>
        </w:tc>
        <w:tc>
          <w:tcPr>
            <w:tcW w:w="2268" w:type="dxa"/>
          </w:tcPr>
          <w:p w:rsidR="00702C6F" w:rsidRPr="007417E6" w:rsidRDefault="00702C6F" w:rsidP="00910267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2586" w:type="dxa"/>
          </w:tcPr>
          <w:p w:rsidR="00702C6F" w:rsidRPr="007417E6" w:rsidRDefault="00702C6F" w:rsidP="00910267">
            <w:pPr>
              <w:pStyle w:val="af1"/>
              <w:spacing w:before="0" w:after="0"/>
              <w:ind w:left="0" w:right="0"/>
              <w:jc w:val="center"/>
              <w:rPr>
                <w:sz w:val="22"/>
                <w:szCs w:val="22"/>
              </w:rPr>
            </w:pPr>
          </w:p>
        </w:tc>
        <w:tc>
          <w:tcPr>
            <w:tcW w:w="1950" w:type="dxa"/>
          </w:tcPr>
          <w:p w:rsidR="00702C6F" w:rsidRPr="007417E6" w:rsidRDefault="00702C6F" w:rsidP="00910267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2747" w:type="dxa"/>
          </w:tcPr>
          <w:p w:rsidR="00702C6F" w:rsidRPr="007417E6" w:rsidRDefault="00702C6F" w:rsidP="00910267">
            <w:pPr>
              <w:pStyle w:val="af1"/>
              <w:spacing w:before="0" w:after="0"/>
              <w:ind w:left="0" w:right="0"/>
              <w:jc w:val="center"/>
              <w:rPr>
                <w:sz w:val="22"/>
                <w:szCs w:val="22"/>
              </w:rPr>
            </w:pPr>
          </w:p>
        </w:tc>
      </w:tr>
    </w:tbl>
    <w:p w:rsidR="00702C6F" w:rsidRPr="007417E6" w:rsidRDefault="00702C6F" w:rsidP="00702C6F">
      <w:pPr>
        <w:spacing w:line="240" w:lineRule="auto"/>
        <w:rPr>
          <w:sz w:val="22"/>
          <w:szCs w:val="22"/>
        </w:rPr>
      </w:pPr>
    </w:p>
    <w:p w:rsidR="00702C6F" w:rsidRDefault="00702C6F" w:rsidP="00702C6F">
      <w:pPr>
        <w:keepNext/>
        <w:suppressAutoHyphens/>
        <w:spacing w:line="240" w:lineRule="auto"/>
        <w:ind w:firstLine="0"/>
        <w:jc w:val="left"/>
        <w:rPr>
          <w:b/>
          <w:sz w:val="22"/>
          <w:szCs w:val="22"/>
        </w:rPr>
      </w:pPr>
      <w:r w:rsidRPr="007417E6">
        <w:rPr>
          <w:b/>
          <w:sz w:val="22"/>
          <w:szCs w:val="22"/>
        </w:rPr>
        <w:t>Таблица-2. Прочий персонал</w:t>
      </w:r>
    </w:p>
    <w:p w:rsidR="00910267" w:rsidRPr="007417E6" w:rsidRDefault="00910267" w:rsidP="00702C6F">
      <w:pPr>
        <w:keepNext/>
        <w:suppressAutoHyphens/>
        <w:spacing w:line="240" w:lineRule="auto"/>
        <w:ind w:firstLine="0"/>
        <w:jc w:val="left"/>
        <w:rPr>
          <w:b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02"/>
        <w:gridCol w:w="5158"/>
      </w:tblGrid>
      <w:tr w:rsidR="00702C6F" w:rsidRPr="007417E6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C6F" w:rsidRPr="007417E6" w:rsidRDefault="00702C6F" w:rsidP="00910267">
            <w:pPr>
              <w:pStyle w:val="ae"/>
              <w:spacing w:before="0" w:after="0"/>
              <w:ind w:left="0" w:right="0"/>
              <w:rPr>
                <w:color w:val="000000"/>
                <w:szCs w:val="22"/>
              </w:rPr>
            </w:pPr>
            <w:r w:rsidRPr="007417E6">
              <w:rPr>
                <w:color w:val="000000"/>
                <w:szCs w:val="22"/>
              </w:rPr>
              <w:t>Группа специалистов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C6F" w:rsidRPr="007417E6" w:rsidRDefault="00702C6F" w:rsidP="00910267">
            <w:pPr>
              <w:pStyle w:val="ae"/>
              <w:spacing w:before="0" w:after="0"/>
              <w:ind w:left="0" w:right="0"/>
              <w:rPr>
                <w:color w:val="000000"/>
                <w:szCs w:val="22"/>
              </w:rPr>
            </w:pPr>
            <w:r w:rsidRPr="007417E6">
              <w:rPr>
                <w:color w:val="000000"/>
                <w:szCs w:val="22"/>
              </w:rPr>
              <w:t>Штатная численность, чел.</w:t>
            </w:r>
          </w:p>
        </w:tc>
      </w:tr>
      <w:tr w:rsidR="00702C6F" w:rsidRPr="007417E6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C6F" w:rsidRPr="007417E6" w:rsidRDefault="00702C6F" w:rsidP="00910267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  <w:r w:rsidRPr="007417E6">
              <w:rPr>
                <w:color w:val="000000"/>
                <w:sz w:val="22"/>
                <w:szCs w:val="22"/>
              </w:rPr>
              <w:t>Руководящий персонал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C6F" w:rsidRPr="007417E6" w:rsidRDefault="00702C6F" w:rsidP="00910267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</w:tr>
      <w:tr w:rsidR="00702C6F" w:rsidRPr="007417E6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C6F" w:rsidRPr="007417E6" w:rsidRDefault="00702C6F" w:rsidP="00910267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  <w:r w:rsidRPr="007417E6">
              <w:rPr>
                <w:color w:val="000000"/>
                <w:sz w:val="22"/>
                <w:szCs w:val="22"/>
              </w:rPr>
              <w:t>Инженерно-технический персонал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C6F" w:rsidRPr="007417E6" w:rsidRDefault="00702C6F" w:rsidP="00910267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</w:tr>
      <w:tr w:rsidR="00702C6F" w:rsidRPr="007417E6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C6F" w:rsidRPr="007417E6" w:rsidRDefault="00702C6F" w:rsidP="00910267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  <w:r w:rsidRPr="007417E6">
              <w:rPr>
                <w:color w:val="000000"/>
                <w:sz w:val="22"/>
                <w:szCs w:val="22"/>
              </w:rPr>
              <w:t>Рабочие и вспомогательный персонал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C6F" w:rsidRPr="007417E6" w:rsidRDefault="00702C6F" w:rsidP="00910267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</w:tr>
    </w:tbl>
    <w:p w:rsidR="00702C6F" w:rsidRPr="007417E6" w:rsidRDefault="00702C6F" w:rsidP="00702C6F">
      <w:pPr>
        <w:spacing w:line="240" w:lineRule="auto"/>
        <w:rPr>
          <w:sz w:val="22"/>
          <w:szCs w:val="22"/>
        </w:rPr>
      </w:pPr>
    </w:p>
    <w:p w:rsidR="00473729" w:rsidRPr="007417E6" w:rsidRDefault="00473729" w:rsidP="00473729">
      <w:pPr>
        <w:spacing w:line="240" w:lineRule="auto"/>
        <w:ind w:right="5527"/>
        <w:rPr>
          <w:color w:val="000000"/>
          <w:sz w:val="22"/>
          <w:szCs w:val="22"/>
        </w:rPr>
      </w:pPr>
      <w:r w:rsidRPr="007417E6">
        <w:rPr>
          <w:color w:val="000000"/>
          <w:sz w:val="22"/>
          <w:szCs w:val="22"/>
        </w:rPr>
        <w:t>____________________________________</w:t>
      </w:r>
    </w:p>
    <w:p w:rsidR="00473729" w:rsidRPr="007417E6" w:rsidRDefault="00473729" w:rsidP="00473729">
      <w:pPr>
        <w:spacing w:line="240" w:lineRule="auto"/>
        <w:ind w:right="5527"/>
        <w:jc w:val="center"/>
        <w:rPr>
          <w:color w:val="000000"/>
          <w:sz w:val="22"/>
          <w:szCs w:val="22"/>
          <w:vertAlign w:val="superscript"/>
        </w:rPr>
      </w:pPr>
      <w:r w:rsidRPr="007417E6">
        <w:rPr>
          <w:color w:val="000000"/>
          <w:sz w:val="22"/>
          <w:szCs w:val="22"/>
          <w:vertAlign w:val="superscript"/>
        </w:rPr>
        <w:t>(подпись, М.П.)</w:t>
      </w:r>
    </w:p>
    <w:p w:rsidR="00473729" w:rsidRPr="007417E6" w:rsidRDefault="00473729" w:rsidP="00473729">
      <w:pPr>
        <w:spacing w:line="240" w:lineRule="auto"/>
        <w:ind w:right="5527"/>
        <w:rPr>
          <w:color w:val="000000"/>
          <w:sz w:val="22"/>
          <w:szCs w:val="22"/>
        </w:rPr>
      </w:pPr>
      <w:r w:rsidRPr="007417E6">
        <w:rPr>
          <w:color w:val="000000"/>
          <w:sz w:val="22"/>
          <w:szCs w:val="22"/>
        </w:rPr>
        <w:t>____________________________________</w:t>
      </w:r>
    </w:p>
    <w:p w:rsidR="00473729" w:rsidRPr="007417E6" w:rsidRDefault="00473729" w:rsidP="00473729">
      <w:pPr>
        <w:spacing w:line="240" w:lineRule="auto"/>
        <w:ind w:right="5527"/>
        <w:jc w:val="center"/>
        <w:rPr>
          <w:color w:val="000000"/>
          <w:sz w:val="22"/>
          <w:szCs w:val="22"/>
          <w:vertAlign w:val="superscript"/>
        </w:rPr>
      </w:pPr>
      <w:r w:rsidRPr="007417E6">
        <w:rPr>
          <w:color w:val="000000"/>
          <w:sz w:val="22"/>
          <w:szCs w:val="22"/>
          <w:vertAlign w:val="superscript"/>
        </w:rPr>
        <w:t>(фамилия, имя, отчество подписавшего, должность)</w:t>
      </w:r>
    </w:p>
    <w:p w:rsidR="00702C6F" w:rsidRPr="007417E6" w:rsidRDefault="00702C6F" w:rsidP="00702C6F">
      <w:pPr>
        <w:keepNext/>
        <w:spacing w:line="240" w:lineRule="auto"/>
        <w:rPr>
          <w:b/>
          <w:sz w:val="22"/>
          <w:szCs w:val="22"/>
        </w:rPr>
      </w:pPr>
    </w:p>
    <w:p w:rsidR="00702C6F" w:rsidRPr="007417E6" w:rsidRDefault="00702C6F" w:rsidP="00702C6F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2"/>
          <w:szCs w:val="22"/>
        </w:rPr>
      </w:pPr>
      <w:r w:rsidRPr="007417E6">
        <w:rPr>
          <w:b/>
          <w:color w:val="000000"/>
          <w:spacing w:val="36"/>
          <w:sz w:val="22"/>
          <w:szCs w:val="22"/>
        </w:rPr>
        <w:t>конец формы</w:t>
      </w:r>
    </w:p>
    <w:p w:rsidR="00702C6F" w:rsidRPr="007417E6" w:rsidRDefault="00702C6F" w:rsidP="00702C6F">
      <w:pPr>
        <w:keepNext/>
        <w:spacing w:line="240" w:lineRule="auto"/>
        <w:rPr>
          <w:b/>
          <w:sz w:val="22"/>
          <w:szCs w:val="22"/>
        </w:rPr>
      </w:pPr>
    </w:p>
    <w:p w:rsidR="00702C6F" w:rsidRPr="007417E6" w:rsidRDefault="00702C6F" w:rsidP="00702C6F">
      <w:pPr>
        <w:pStyle w:val="21"/>
        <w:pageBreakBefore/>
        <w:numPr>
          <w:ilvl w:val="2"/>
          <w:numId w:val="5"/>
        </w:numPr>
        <w:tabs>
          <w:tab w:val="num" w:pos="1134"/>
        </w:tabs>
        <w:ind w:left="1134"/>
        <w:rPr>
          <w:sz w:val="22"/>
          <w:szCs w:val="22"/>
        </w:rPr>
      </w:pPr>
      <w:bookmarkStart w:id="370" w:name="_Toc175749050"/>
      <w:r w:rsidRPr="007417E6">
        <w:rPr>
          <w:sz w:val="22"/>
          <w:szCs w:val="22"/>
        </w:rPr>
        <w:lastRenderedPageBreak/>
        <w:t>Инструкции по заполнению</w:t>
      </w:r>
      <w:bookmarkEnd w:id="370"/>
    </w:p>
    <w:p w:rsidR="00702C6F" w:rsidRPr="007417E6" w:rsidRDefault="00B80AF0" w:rsidP="00F15CD1">
      <w:pPr>
        <w:pStyle w:val="a1"/>
        <w:snapToGrid w:val="0"/>
        <w:spacing w:line="240" w:lineRule="auto"/>
        <w:rPr>
          <w:sz w:val="22"/>
          <w:szCs w:val="22"/>
        </w:rPr>
      </w:pPr>
      <w:r>
        <w:rPr>
          <w:sz w:val="22"/>
          <w:szCs w:val="22"/>
        </w:rPr>
        <w:t>Поставщик</w:t>
      </w:r>
      <w:r w:rsidR="00702C6F" w:rsidRPr="007417E6">
        <w:rPr>
          <w:sz w:val="22"/>
          <w:szCs w:val="22"/>
        </w:rPr>
        <w:t xml:space="preserve"> указывает дату и номер Предложения в соотве</w:t>
      </w:r>
      <w:r w:rsidR="00702C6F" w:rsidRPr="007417E6">
        <w:rPr>
          <w:sz w:val="22"/>
          <w:szCs w:val="22"/>
        </w:rPr>
        <w:t>т</w:t>
      </w:r>
      <w:r w:rsidR="00702C6F" w:rsidRPr="007417E6">
        <w:rPr>
          <w:sz w:val="22"/>
          <w:szCs w:val="22"/>
        </w:rPr>
        <w:t xml:space="preserve">ствии с письмом о подаче оферты (подраздел </w:t>
      </w:r>
      <w:fldSimple w:instr=" REF _Ref55336310 \r \h  \* MERGEFORMAT ">
        <w:r w:rsidR="00C07197">
          <w:rPr>
            <w:sz w:val="22"/>
            <w:szCs w:val="22"/>
          </w:rPr>
          <w:t>6.1</w:t>
        </w:r>
      </w:fldSimple>
      <w:r w:rsidR="00702C6F" w:rsidRPr="007417E6">
        <w:rPr>
          <w:sz w:val="22"/>
          <w:szCs w:val="22"/>
        </w:rPr>
        <w:t>).</w:t>
      </w:r>
    </w:p>
    <w:p w:rsidR="00702C6F" w:rsidRPr="007417E6" w:rsidRDefault="00B80AF0" w:rsidP="00F15CD1">
      <w:pPr>
        <w:pStyle w:val="a1"/>
        <w:snapToGrid w:val="0"/>
        <w:spacing w:before="100" w:beforeAutospacing="1" w:line="240" w:lineRule="auto"/>
        <w:rPr>
          <w:sz w:val="22"/>
          <w:szCs w:val="22"/>
        </w:rPr>
      </w:pPr>
      <w:r>
        <w:rPr>
          <w:sz w:val="22"/>
          <w:szCs w:val="22"/>
        </w:rPr>
        <w:t>Поставщик</w:t>
      </w:r>
      <w:r w:rsidR="00702C6F" w:rsidRPr="007417E6">
        <w:rPr>
          <w:sz w:val="22"/>
          <w:szCs w:val="22"/>
        </w:rPr>
        <w:t xml:space="preserve"> указывает свое фирменное наименование (в т.ч. организац</w:t>
      </w:r>
      <w:r w:rsidR="00702C6F" w:rsidRPr="007417E6">
        <w:rPr>
          <w:sz w:val="22"/>
          <w:szCs w:val="22"/>
        </w:rPr>
        <w:t>и</w:t>
      </w:r>
      <w:r w:rsidR="00702C6F" w:rsidRPr="007417E6">
        <w:rPr>
          <w:sz w:val="22"/>
          <w:szCs w:val="22"/>
        </w:rPr>
        <w:t xml:space="preserve">онно-правовую форму) и свой </w:t>
      </w:r>
      <w:r w:rsidR="00416423" w:rsidRPr="007417E6">
        <w:rPr>
          <w:sz w:val="22"/>
          <w:szCs w:val="22"/>
        </w:rPr>
        <w:t>юридический адрес.</w:t>
      </w:r>
    </w:p>
    <w:p w:rsidR="00702C6F" w:rsidRPr="007417E6" w:rsidRDefault="00702C6F" w:rsidP="00F15CD1">
      <w:pPr>
        <w:pStyle w:val="a1"/>
        <w:snapToGrid w:val="0"/>
        <w:spacing w:before="100" w:beforeAutospacing="1" w:line="240" w:lineRule="auto"/>
        <w:rPr>
          <w:sz w:val="22"/>
          <w:szCs w:val="22"/>
        </w:rPr>
      </w:pPr>
      <w:r w:rsidRPr="007417E6">
        <w:rPr>
          <w:sz w:val="22"/>
          <w:szCs w:val="22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B80AF0">
        <w:rPr>
          <w:sz w:val="22"/>
          <w:szCs w:val="22"/>
        </w:rPr>
        <w:t>Поставщик</w:t>
      </w:r>
      <w:r w:rsidRPr="007417E6">
        <w:rPr>
          <w:sz w:val="22"/>
          <w:szCs w:val="22"/>
        </w:rPr>
        <w:t>ом в ходе выполнения Дог</w:t>
      </w:r>
      <w:r w:rsidRPr="007417E6">
        <w:rPr>
          <w:sz w:val="22"/>
          <w:szCs w:val="22"/>
        </w:rPr>
        <w:t>о</w:t>
      </w:r>
      <w:r w:rsidRPr="007417E6">
        <w:rPr>
          <w:sz w:val="22"/>
          <w:szCs w:val="22"/>
        </w:rPr>
        <w:t>вора.</w:t>
      </w:r>
    </w:p>
    <w:p w:rsidR="00702C6F" w:rsidRPr="007417E6" w:rsidRDefault="00702C6F" w:rsidP="00F15CD1">
      <w:pPr>
        <w:pStyle w:val="a1"/>
        <w:snapToGrid w:val="0"/>
        <w:spacing w:before="100" w:beforeAutospacing="1" w:line="240" w:lineRule="auto"/>
        <w:rPr>
          <w:sz w:val="22"/>
          <w:szCs w:val="22"/>
        </w:rPr>
      </w:pPr>
      <w:r w:rsidRPr="007417E6">
        <w:rPr>
          <w:sz w:val="22"/>
          <w:szCs w:val="22"/>
        </w:rPr>
        <w:t xml:space="preserve">В таблице-2 данной справки указывается, в общем, штатная численность всех специалистов, находящихся в штате </w:t>
      </w:r>
      <w:r w:rsidR="00B80AF0">
        <w:rPr>
          <w:sz w:val="22"/>
          <w:szCs w:val="22"/>
        </w:rPr>
        <w:t>Поставщик</w:t>
      </w:r>
      <w:r w:rsidRPr="007417E6">
        <w:rPr>
          <w:sz w:val="22"/>
          <w:szCs w:val="22"/>
        </w:rPr>
        <w:t>а.</w:t>
      </w:r>
    </w:p>
    <w:p w:rsidR="00702C6F" w:rsidRPr="007417E6" w:rsidRDefault="00702C6F" w:rsidP="00F15CD1">
      <w:pPr>
        <w:pStyle w:val="a1"/>
        <w:snapToGrid w:val="0"/>
        <w:spacing w:before="100" w:beforeAutospacing="1" w:line="240" w:lineRule="auto"/>
        <w:rPr>
          <w:sz w:val="22"/>
          <w:szCs w:val="22"/>
        </w:rPr>
      </w:pPr>
      <w:r w:rsidRPr="007417E6">
        <w:rPr>
          <w:sz w:val="22"/>
          <w:szCs w:val="22"/>
        </w:rPr>
        <w:t>По разделу «прочий персонал» можно не заполнять данные по образов</w:t>
      </w:r>
      <w:r w:rsidRPr="007417E6">
        <w:rPr>
          <w:sz w:val="22"/>
          <w:szCs w:val="22"/>
        </w:rPr>
        <w:t>а</w:t>
      </w:r>
      <w:r w:rsidRPr="007417E6">
        <w:rPr>
          <w:sz w:val="22"/>
          <w:szCs w:val="22"/>
        </w:rPr>
        <w:t>нию и стажу работы (знак «х»), или же можно ограничиться указанием общего числа работников данной категории.</w:t>
      </w:r>
    </w:p>
    <w:bookmarkEnd w:id="293"/>
    <w:bookmarkEnd w:id="313"/>
    <w:bookmarkEnd w:id="314"/>
    <w:p w:rsidR="004753C1" w:rsidRPr="007417E6" w:rsidRDefault="004753C1" w:rsidP="00702C6F">
      <w:pPr>
        <w:spacing w:line="240" w:lineRule="auto"/>
        <w:rPr>
          <w:sz w:val="22"/>
          <w:szCs w:val="22"/>
        </w:rPr>
      </w:pPr>
    </w:p>
    <w:p w:rsidR="001F5ACC" w:rsidRPr="007417E6" w:rsidRDefault="001F5ACC" w:rsidP="001F5ACC">
      <w:pPr>
        <w:pStyle w:val="2"/>
        <w:pageBreakBefore/>
        <w:numPr>
          <w:ilvl w:val="1"/>
          <w:numId w:val="5"/>
        </w:numPr>
        <w:spacing w:before="100" w:beforeAutospacing="1" w:after="100" w:afterAutospacing="1"/>
        <w:rPr>
          <w:sz w:val="22"/>
          <w:szCs w:val="22"/>
        </w:rPr>
      </w:pPr>
      <w:bookmarkStart w:id="371" w:name="_Ref257131475"/>
      <w:bookmarkStart w:id="372" w:name="_Toc318208004"/>
      <w:r w:rsidRPr="007417E6">
        <w:rPr>
          <w:sz w:val="22"/>
          <w:szCs w:val="22"/>
        </w:rPr>
        <w:lastRenderedPageBreak/>
        <w:t>Свидетельство изготовителя</w:t>
      </w:r>
      <w:bookmarkEnd w:id="371"/>
      <w:r w:rsidR="008D0107">
        <w:rPr>
          <w:sz w:val="22"/>
          <w:szCs w:val="22"/>
        </w:rPr>
        <w:t xml:space="preserve"> (форма 10)</w:t>
      </w:r>
      <w:bookmarkEnd w:id="372"/>
    </w:p>
    <w:p w:rsidR="001F5ACC" w:rsidRPr="007417E6" w:rsidRDefault="001F5ACC" w:rsidP="001F5ACC">
      <w:pPr>
        <w:pStyle w:val="21"/>
        <w:numPr>
          <w:ilvl w:val="2"/>
          <w:numId w:val="5"/>
        </w:numPr>
        <w:tabs>
          <w:tab w:val="num" w:pos="1134"/>
        </w:tabs>
        <w:spacing w:before="100" w:beforeAutospacing="1" w:after="100" w:afterAutospacing="1"/>
        <w:ind w:left="1134"/>
        <w:rPr>
          <w:sz w:val="22"/>
          <w:szCs w:val="22"/>
        </w:rPr>
      </w:pPr>
      <w:r w:rsidRPr="007417E6">
        <w:rPr>
          <w:sz w:val="22"/>
          <w:szCs w:val="22"/>
        </w:rPr>
        <w:t>Форма письма производителя продукции</w:t>
      </w:r>
    </w:p>
    <w:p w:rsidR="001F5ACC" w:rsidRPr="007417E6" w:rsidRDefault="001F5ACC" w:rsidP="001F5ACC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2"/>
          <w:szCs w:val="22"/>
        </w:rPr>
      </w:pPr>
      <w:r w:rsidRPr="007417E6">
        <w:rPr>
          <w:b/>
          <w:color w:val="000000"/>
          <w:spacing w:val="36"/>
          <w:sz w:val="22"/>
          <w:szCs w:val="22"/>
        </w:rPr>
        <w:t>начало формы</w:t>
      </w:r>
    </w:p>
    <w:p w:rsidR="001F5ACC" w:rsidRPr="007417E6" w:rsidRDefault="001F5ACC" w:rsidP="001F5ACC">
      <w:pPr>
        <w:spacing w:line="240" w:lineRule="auto"/>
        <w:ind w:firstLine="0"/>
        <w:jc w:val="left"/>
        <w:rPr>
          <w:sz w:val="22"/>
          <w:szCs w:val="22"/>
        </w:rPr>
      </w:pPr>
    </w:p>
    <w:p w:rsidR="001F5ACC" w:rsidRPr="007417E6" w:rsidRDefault="008D0107" w:rsidP="001F5ACC">
      <w:pPr>
        <w:spacing w:line="240" w:lineRule="auto"/>
        <w:ind w:firstLine="0"/>
        <w:jc w:val="left"/>
        <w:rPr>
          <w:sz w:val="22"/>
          <w:szCs w:val="22"/>
        </w:rPr>
      </w:pPr>
      <w:r>
        <w:rPr>
          <w:sz w:val="22"/>
          <w:szCs w:val="22"/>
        </w:rPr>
        <w:t>Приложение 9</w:t>
      </w:r>
      <w:r w:rsidR="001F5ACC" w:rsidRPr="007417E6">
        <w:rPr>
          <w:sz w:val="22"/>
          <w:szCs w:val="22"/>
        </w:rPr>
        <w:t xml:space="preserve"> к письму о подаче оферты</w:t>
      </w:r>
      <w:r w:rsidR="001F5ACC" w:rsidRPr="007417E6">
        <w:rPr>
          <w:sz w:val="22"/>
          <w:szCs w:val="22"/>
        </w:rPr>
        <w:br/>
        <w:t>от «____»_____________ г. №__________</w:t>
      </w:r>
    </w:p>
    <w:p w:rsidR="001F5ACC" w:rsidRPr="007417E6" w:rsidRDefault="001F5ACC" w:rsidP="001F5ACC">
      <w:pPr>
        <w:spacing w:line="240" w:lineRule="auto"/>
        <w:ind w:firstLine="0"/>
        <w:jc w:val="left"/>
        <w:rPr>
          <w:sz w:val="22"/>
          <w:szCs w:val="22"/>
        </w:rPr>
      </w:pPr>
    </w:p>
    <w:p w:rsidR="001F5ACC" w:rsidRPr="007417E6" w:rsidRDefault="001F5ACC" w:rsidP="001F5ACC">
      <w:pPr>
        <w:spacing w:line="240" w:lineRule="auto"/>
        <w:rPr>
          <w:sz w:val="22"/>
          <w:szCs w:val="22"/>
        </w:rPr>
      </w:pPr>
    </w:p>
    <w:p w:rsidR="001F5ACC" w:rsidRPr="007417E6" w:rsidRDefault="001F5ACC" w:rsidP="001F5ACC">
      <w:pPr>
        <w:spacing w:line="240" w:lineRule="auto"/>
        <w:rPr>
          <w:sz w:val="22"/>
          <w:szCs w:val="22"/>
        </w:rPr>
      </w:pPr>
    </w:p>
    <w:p w:rsidR="001F5ACC" w:rsidRPr="007417E6" w:rsidRDefault="001F5ACC" w:rsidP="001F5ACC">
      <w:pPr>
        <w:spacing w:line="240" w:lineRule="auto"/>
        <w:rPr>
          <w:sz w:val="22"/>
          <w:szCs w:val="22"/>
        </w:rPr>
      </w:pPr>
    </w:p>
    <w:p w:rsidR="001F5ACC" w:rsidRPr="007417E6" w:rsidRDefault="001F5ACC" w:rsidP="001F5ACC">
      <w:pPr>
        <w:spacing w:line="240" w:lineRule="auto"/>
        <w:rPr>
          <w:sz w:val="22"/>
          <w:szCs w:val="22"/>
        </w:rPr>
      </w:pPr>
    </w:p>
    <w:p w:rsidR="001F5ACC" w:rsidRPr="007417E6" w:rsidRDefault="001F5ACC" w:rsidP="001F5ACC">
      <w:pPr>
        <w:spacing w:line="240" w:lineRule="auto"/>
        <w:rPr>
          <w:sz w:val="22"/>
          <w:szCs w:val="22"/>
        </w:rPr>
      </w:pPr>
    </w:p>
    <w:p w:rsidR="001F5ACC" w:rsidRPr="007417E6" w:rsidRDefault="001F5ACC" w:rsidP="001F5ACC">
      <w:pPr>
        <w:spacing w:line="240" w:lineRule="auto"/>
        <w:rPr>
          <w:sz w:val="22"/>
          <w:szCs w:val="22"/>
        </w:rPr>
      </w:pPr>
    </w:p>
    <w:p w:rsidR="001F5ACC" w:rsidRPr="007417E6" w:rsidRDefault="001F5ACC" w:rsidP="001F5ACC">
      <w:pPr>
        <w:spacing w:line="240" w:lineRule="auto"/>
        <w:jc w:val="center"/>
        <w:rPr>
          <w:sz w:val="22"/>
          <w:szCs w:val="22"/>
        </w:rPr>
      </w:pPr>
      <w:r w:rsidRPr="007417E6">
        <w:rPr>
          <w:sz w:val="22"/>
          <w:szCs w:val="22"/>
        </w:rPr>
        <w:t>Уважаемые господа!</w:t>
      </w:r>
    </w:p>
    <w:p w:rsidR="001F5ACC" w:rsidRPr="007417E6" w:rsidRDefault="001F5ACC" w:rsidP="001F5ACC">
      <w:pPr>
        <w:spacing w:line="240" w:lineRule="auto"/>
        <w:rPr>
          <w:sz w:val="22"/>
          <w:szCs w:val="22"/>
        </w:rPr>
      </w:pPr>
    </w:p>
    <w:p w:rsidR="001F5ACC" w:rsidRPr="007417E6" w:rsidRDefault="001F5ACC" w:rsidP="001F5ACC">
      <w:pPr>
        <w:spacing w:line="240" w:lineRule="auto"/>
        <w:rPr>
          <w:sz w:val="22"/>
          <w:szCs w:val="22"/>
        </w:rPr>
      </w:pPr>
    </w:p>
    <w:p w:rsidR="001F5ACC" w:rsidRPr="007417E6" w:rsidRDefault="001F5ACC" w:rsidP="001F5ACC">
      <w:pPr>
        <w:spacing w:line="240" w:lineRule="auto"/>
        <w:rPr>
          <w:sz w:val="22"/>
          <w:szCs w:val="22"/>
        </w:rPr>
      </w:pPr>
      <w:r w:rsidRPr="007417E6">
        <w:rPr>
          <w:sz w:val="22"/>
          <w:szCs w:val="22"/>
        </w:rPr>
        <w:t>Настоящим _____________________________________________ являющийся производителем</w:t>
      </w:r>
    </w:p>
    <w:p w:rsidR="001F5ACC" w:rsidRPr="007417E6" w:rsidRDefault="001F5ACC" w:rsidP="001F5ACC">
      <w:pPr>
        <w:spacing w:line="240" w:lineRule="auto"/>
        <w:ind w:left="2410"/>
        <w:rPr>
          <w:sz w:val="22"/>
          <w:szCs w:val="22"/>
        </w:rPr>
      </w:pPr>
      <w:r w:rsidRPr="007417E6">
        <w:rPr>
          <w:i/>
          <w:sz w:val="22"/>
          <w:szCs w:val="22"/>
          <w:vertAlign w:val="subscript"/>
        </w:rPr>
        <w:t>указать наименование производителя продукции</w:t>
      </w:r>
    </w:p>
    <w:p w:rsidR="001F5ACC" w:rsidRPr="007417E6" w:rsidRDefault="001F5ACC" w:rsidP="001F5ACC">
      <w:pPr>
        <w:spacing w:before="120" w:line="240" w:lineRule="auto"/>
        <w:rPr>
          <w:sz w:val="22"/>
          <w:szCs w:val="22"/>
        </w:rPr>
      </w:pPr>
      <w:r w:rsidRPr="007417E6">
        <w:rPr>
          <w:sz w:val="22"/>
          <w:szCs w:val="22"/>
        </w:rPr>
        <w:t>________________________________ удостоверяет, что _____________________________________</w:t>
      </w:r>
    </w:p>
    <w:p w:rsidR="001F5ACC" w:rsidRPr="007417E6" w:rsidRDefault="001F5ACC" w:rsidP="001F5ACC">
      <w:pPr>
        <w:tabs>
          <w:tab w:val="left" w:pos="5670"/>
        </w:tabs>
        <w:spacing w:line="240" w:lineRule="auto"/>
        <w:ind w:left="284"/>
        <w:rPr>
          <w:sz w:val="22"/>
          <w:szCs w:val="22"/>
          <w:vertAlign w:val="subscript"/>
        </w:rPr>
      </w:pPr>
      <w:r w:rsidRPr="007417E6">
        <w:rPr>
          <w:sz w:val="22"/>
          <w:szCs w:val="22"/>
          <w:vertAlign w:val="subscript"/>
        </w:rPr>
        <w:t>указывается наименование закупаемой продукции</w:t>
      </w:r>
      <w:r w:rsidRPr="007417E6">
        <w:rPr>
          <w:sz w:val="22"/>
          <w:szCs w:val="22"/>
          <w:vertAlign w:val="subscript"/>
        </w:rPr>
        <w:tab/>
      </w:r>
      <w:r w:rsidRPr="007417E6">
        <w:rPr>
          <w:i/>
          <w:sz w:val="22"/>
          <w:szCs w:val="22"/>
          <w:vertAlign w:val="subscript"/>
        </w:rPr>
        <w:t xml:space="preserve">указать наименование </w:t>
      </w:r>
      <w:r w:rsidR="00B80AF0">
        <w:rPr>
          <w:i/>
          <w:sz w:val="22"/>
          <w:szCs w:val="22"/>
          <w:vertAlign w:val="subscript"/>
        </w:rPr>
        <w:t>Поставщик</w:t>
      </w:r>
      <w:r w:rsidRPr="007417E6">
        <w:rPr>
          <w:i/>
          <w:sz w:val="22"/>
          <w:szCs w:val="22"/>
          <w:vertAlign w:val="subscript"/>
        </w:rPr>
        <w:t>а</w:t>
      </w:r>
    </w:p>
    <w:p w:rsidR="001F5ACC" w:rsidRPr="007417E6" w:rsidRDefault="001F5ACC" w:rsidP="001F5ACC">
      <w:pPr>
        <w:spacing w:before="120"/>
        <w:ind w:left="567" w:firstLine="0"/>
        <w:rPr>
          <w:sz w:val="22"/>
          <w:szCs w:val="22"/>
        </w:rPr>
      </w:pPr>
      <w:r w:rsidRPr="007417E6">
        <w:rPr>
          <w:sz w:val="22"/>
          <w:szCs w:val="22"/>
        </w:rPr>
        <w:t>имеет все необходимые полномочия на предложение, поставку и последующее гарантийное обслуживание выпускаемой нашим предприятием продукции.</w:t>
      </w:r>
    </w:p>
    <w:p w:rsidR="001F5ACC" w:rsidRPr="007417E6" w:rsidRDefault="001F5ACC" w:rsidP="001F5ACC">
      <w:pPr>
        <w:spacing w:line="240" w:lineRule="auto"/>
        <w:rPr>
          <w:sz w:val="22"/>
          <w:szCs w:val="22"/>
        </w:rPr>
      </w:pPr>
    </w:p>
    <w:p w:rsidR="001F5ACC" w:rsidRPr="007417E6" w:rsidRDefault="001F5ACC" w:rsidP="001F5ACC">
      <w:pPr>
        <w:spacing w:line="240" w:lineRule="auto"/>
        <w:rPr>
          <w:sz w:val="22"/>
          <w:szCs w:val="22"/>
        </w:rPr>
      </w:pPr>
    </w:p>
    <w:p w:rsidR="001F5ACC" w:rsidRPr="007417E6" w:rsidRDefault="001F5ACC" w:rsidP="00657D27">
      <w:pPr>
        <w:spacing w:line="240" w:lineRule="auto"/>
        <w:jc w:val="center"/>
        <w:rPr>
          <w:sz w:val="22"/>
          <w:szCs w:val="22"/>
        </w:rPr>
      </w:pPr>
    </w:p>
    <w:p w:rsidR="001F5ACC" w:rsidRPr="007417E6" w:rsidRDefault="001F5ACC" w:rsidP="00657D27">
      <w:pPr>
        <w:spacing w:line="240" w:lineRule="auto"/>
        <w:ind w:left="5103" w:firstLine="0"/>
        <w:jc w:val="center"/>
        <w:rPr>
          <w:sz w:val="22"/>
          <w:szCs w:val="22"/>
        </w:rPr>
      </w:pPr>
      <w:r w:rsidRPr="007417E6">
        <w:rPr>
          <w:sz w:val="22"/>
          <w:szCs w:val="22"/>
        </w:rPr>
        <w:t>____________________________________</w:t>
      </w:r>
    </w:p>
    <w:p w:rsidR="001F5ACC" w:rsidRPr="007417E6" w:rsidRDefault="001F5ACC" w:rsidP="00657D27">
      <w:pPr>
        <w:spacing w:line="240" w:lineRule="auto"/>
        <w:ind w:left="5103" w:right="-1"/>
        <w:jc w:val="center"/>
        <w:rPr>
          <w:sz w:val="22"/>
          <w:szCs w:val="22"/>
          <w:vertAlign w:val="superscript"/>
        </w:rPr>
      </w:pPr>
      <w:r w:rsidRPr="007417E6">
        <w:rPr>
          <w:sz w:val="22"/>
          <w:szCs w:val="22"/>
          <w:vertAlign w:val="superscript"/>
        </w:rPr>
        <w:t>(подпись, М.П.)</w:t>
      </w:r>
    </w:p>
    <w:p w:rsidR="001F5ACC" w:rsidRPr="007417E6" w:rsidRDefault="001F5ACC" w:rsidP="00657D27">
      <w:pPr>
        <w:spacing w:line="240" w:lineRule="auto"/>
        <w:ind w:left="5103" w:firstLine="0"/>
        <w:jc w:val="center"/>
        <w:rPr>
          <w:sz w:val="22"/>
          <w:szCs w:val="22"/>
        </w:rPr>
      </w:pPr>
      <w:r w:rsidRPr="007417E6">
        <w:rPr>
          <w:sz w:val="22"/>
          <w:szCs w:val="22"/>
        </w:rPr>
        <w:t>____________________________________</w:t>
      </w:r>
    </w:p>
    <w:p w:rsidR="001F5ACC" w:rsidRPr="007417E6" w:rsidRDefault="001F5ACC" w:rsidP="00657D27">
      <w:pPr>
        <w:spacing w:line="240" w:lineRule="auto"/>
        <w:ind w:left="5103" w:right="-1"/>
        <w:jc w:val="center"/>
        <w:rPr>
          <w:sz w:val="22"/>
          <w:szCs w:val="22"/>
          <w:vertAlign w:val="superscript"/>
        </w:rPr>
      </w:pPr>
      <w:r w:rsidRPr="007417E6">
        <w:rPr>
          <w:sz w:val="22"/>
          <w:szCs w:val="22"/>
          <w:vertAlign w:val="superscript"/>
        </w:rPr>
        <w:t>(фамилия, имя, отчество подписавшего)</w:t>
      </w:r>
    </w:p>
    <w:p w:rsidR="001F5ACC" w:rsidRPr="007417E6" w:rsidRDefault="001F5ACC" w:rsidP="001F5ACC">
      <w:pPr>
        <w:spacing w:line="240" w:lineRule="auto"/>
        <w:ind w:right="-1"/>
        <w:rPr>
          <w:sz w:val="22"/>
          <w:szCs w:val="22"/>
        </w:rPr>
      </w:pPr>
    </w:p>
    <w:p w:rsidR="001F5ACC" w:rsidRPr="007417E6" w:rsidRDefault="001F5ACC" w:rsidP="001F5ACC">
      <w:pPr>
        <w:spacing w:line="240" w:lineRule="auto"/>
        <w:ind w:right="-1"/>
        <w:rPr>
          <w:sz w:val="22"/>
          <w:szCs w:val="22"/>
        </w:rPr>
      </w:pPr>
    </w:p>
    <w:p w:rsidR="001F5ACC" w:rsidRPr="007417E6" w:rsidRDefault="001F5ACC" w:rsidP="001F5ACC">
      <w:pPr>
        <w:spacing w:line="240" w:lineRule="auto"/>
        <w:ind w:right="-1"/>
        <w:rPr>
          <w:sz w:val="22"/>
          <w:szCs w:val="22"/>
        </w:rPr>
      </w:pPr>
    </w:p>
    <w:p w:rsidR="001F5ACC" w:rsidRPr="007417E6" w:rsidRDefault="001F5ACC" w:rsidP="001F5ACC">
      <w:pPr>
        <w:spacing w:line="240" w:lineRule="auto"/>
        <w:ind w:right="-1"/>
        <w:rPr>
          <w:b/>
          <w:sz w:val="22"/>
          <w:szCs w:val="22"/>
        </w:rPr>
      </w:pPr>
      <w:r w:rsidRPr="007417E6">
        <w:rPr>
          <w:b/>
          <w:sz w:val="22"/>
          <w:szCs w:val="22"/>
        </w:rPr>
        <w:t>Письмо должно быть подписано генеральным директором предприятия-изготовителя продукции</w:t>
      </w:r>
    </w:p>
    <w:p w:rsidR="001F5ACC" w:rsidRPr="007417E6" w:rsidRDefault="001F5ACC" w:rsidP="001F5ACC">
      <w:pPr>
        <w:spacing w:line="240" w:lineRule="auto"/>
        <w:ind w:left="567" w:firstLine="0"/>
        <w:jc w:val="left"/>
        <w:rPr>
          <w:sz w:val="22"/>
          <w:szCs w:val="22"/>
        </w:rPr>
      </w:pPr>
    </w:p>
    <w:p w:rsidR="001F5ACC" w:rsidRPr="007417E6" w:rsidRDefault="001F5ACC" w:rsidP="001F5ACC">
      <w:pPr>
        <w:spacing w:line="240" w:lineRule="auto"/>
        <w:ind w:left="567" w:firstLine="0"/>
        <w:jc w:val="left"/>
        <w:rPr>
          <w:sz w:val="22"/>
          <w:szCs w:val="22"/>
        </w:rPr>
      </w:pPr>
    </w:p>
    <w:p w:rsidR="00EE75EA" w:rsidRDefault="001F5ACC" w:rsidP="001F5ACC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2"/>
          <w:szCs w:val="22"/>
        </w:rPr>
      </w:pPr>
      <w:r w:rsidRPr="007417E6">
        <w:rPr>
          <w:b/>
          <w:color w:val="000000"/>
          <w:spacing w:val="36"/>
          <w:sz w:val="22"/>
          <w:szCs w:val="22"/>
        </w:rPr>
        <w:t>конец формы</w:t>
      </w:r>
    </w:p>
    <w:p w:rsidR="00EE75EA" w:rsidRPr="00EE75EA" w:rsidRDefault="00EE75EA" w:rsidP="00EE75EA">
      <w:pPr>
        <w:rPr>
          <w:sz w:val="22"/>
          <w:szCs w:val="22"/>
        </w:rPr>
      </w:pPr>
    </w:p>
    <w:p w:rsidR="00EE75EA" w:rsidRPr="00EE75EA" w:rsidRDefault="00EE75EA" w:rsidP="00EE75EA">
      <w:pPr>
        <w:rPr>
          <w:sz w:val="22"/>
          <w:szCs w:val="22"/>
        </w:rPr>
      </w:pPr>
    </w:p>
    <w:p w:rsidR="00EE75EA" w:rsidRPr="00EE75EA" w:rsidRDefault="00EE75EA" w:rsidP="00EE75EA">
      <w:pPr>
        <w:rPr>
          <w:sz w:val="22"/>
          <w:szCs w:val="22"/>
        </w:rPr>
      </w:pPr>
    </w:p>
    <w:p w:rsidR="00EE75EA" w:rsidRPr="00EE75EA" w:rsidRDefault="00EE75EA" w:rsidP="00EE75EA">
      <w:pPr>
        <w:rPr>
          <w:sz w:val="22"/>
          <w:szCs w:val="22"/>
        </w:rPr>
      </w:pPr>
    </w:p>
    <w:p w:rsidR="00EE75EA" w:rsidRPr="00EE75EA" w:rsidRDefault="00EE75EA" w:rsidP="00EE75EA">
      <w:pPr>
        <w:rPr>
          <w:sz w:val="22"/>
          <w:szCs w:val="22"/>
        </w:rPr>
      </w:pPr>
    </w:p>
    <w:p w:rsidR="00EE75EA" w:rsidRPr="00EE75EA" w:rsidRDefault="00EE75EA" w:rsidP="00EE75EA">
      <w:pPr>
        <w:rPr>
          <w:sz w:val="22"/>
          <w:szCs w:val="22"/>
        </w:rPr>
      </w:pPr>
    </w:p>
    <w:p w:rsidR="00EE75EA" w:rsidRPr="00EE75EA" w:rsidRDefault="00EE75EA" w:rsidP="00EE75EA">
      <w:pPr>
        <w:rPr>
          <w:sz w:val="22"/>
          <w:szCs w:val="22"/>
        </w:rPr>
      </w:pPr>
    </w:p>
    <w:p w:rsidR="00EE75EA" w:rsidRPr="00661C2E" w:rsidRDefault="00EE75EA" w:rsidP="00EE75EA">
      <w:pPr>
        <w:pStyle w:val="2"/>
        <w:pageBreakBefore/>
        <w:numPr>
          <w:ilvl w:val="1"/>
          <w:numId w:val="5"/>
        </w:numPr>
        <w:rPr>
          <w:sz w:val="22"/>
          <w:szCs w:val="22"/>
        </w:rPr>
      </w:pPr>
      <w:bookmarkStart w:id="373" w:name="_Ref268628720"/>
      <w:bookmarkStart w:id="374" w:name="_Toc268783999"/>
      <w:bookmarkStart w:id="375" w:name="_Toc272930899"/>
      <w:bookmarkStart w:id="376" w:name="_Toc272931056"/>
      <w:bookmarkStart w:id="377" w:name="_Toc272931212"/>
      <w:bookmarkStart w:id="378" w:name="_Toc318208005"/>
      <w:r w:rsidRPr="00661C2E">
        <w:rPr>
          <w:sz w:val="22"/>
          <w:szCs w:val="22"/>
        </w:rPr>
        <w:lastRenderedPageBreak/>
        <w:t xml:space="preserve">Информационное письмо о наличии у </w:t>
      </w:r>
      <w:r w:rsidR="00B80AF0">
        <w:rPr>
          <w:sz w:val="22"/>
          <w:szCs w:val="22"/>
        </w:rPr>
        <w:t>Поставщик</w:t>
      </w:r>
      <w:r w:rsidRPr="00661C2E">
        <w:rPr>
          <w:sz w:val="22"/>
          <w:szCs w:val="22"/>
        </w:rPr>
        <w:t>а связей, носящих характер аффилированности с сотрудниками Заказчика или Организатора запроса предложений (форма 11)</w:t>
      </w:r>
      <w:bookmarkEnd w:id="373"/>
      <w:bookmarkEnd w:id="374"/>
      <w:bookmarkEnd w:id="375"/>
      <w:bookmarkEnd w:id="376"/>
      <w:bookmarkEnd w:id="377"/>
      <w:bookmarkEnd w:id="378"/>
    </w:p>
    <w:p w:rsidR="00EE75EA" w:rsidRPr="00661C2E" w:rsidRDefault="00EE75EA" w:rsidP="00EE75EA">
      <w:pPr>
        <w:pStyle w:val="a0"/>
        <w:numPr>
          <w:ilvl w:val="2"/>
          <w:numId w:val="5"/>
        </w:numPr>
        <w:tabs>
          <w:tab w:val="clear" w:pos="2694"/>
          <w:tab w:val="num" w:pos="1134"/>
        </w:tabs>
        <w:spacing w:line="240" w:lineRule="auto"/>
        <w:ind w:left="1134"/>
        <w:rPr>
          <w:b/>
          <w:sz w:val="22"/>
          <w:szCs w:val="22"/>
        </w:rPr>
      </w:pPr>
      <w:r w:rsidRPr="00661C2E">
        <w:rPr>
          <w:b/>
          <w:sz w:val="22"/>
          <w:szCs w:val="22"/>
        </w:rPr>
        <w:t xml:space="preserve">Форма информационного письма о наличии у </w:t>
      </w:r>
      <w:r w:rsidR="00B80AF0">
        <w:rPr>
          <w:b/>
          <w:sz w:val="22"/>
          <w:szCs w:val="22"/>
        </w:rPr>
        <w:t>Поставщик</w:t>
      </w:r>
      <w:r w:rsidRPr="00661C2E">
        <w:rPr>
          <w:b/>
          <w:sz w:val="22"/>
          <w:szCs w:val="22"/>
        </w:rPr>
        <w:t>а, носящих характер аффилированности с сотрудниками Заказчика или Организатора запроса предложений</w:t>
      </w:r>
    </w:p>
    <w:p w:rsidR="00EE75EA" w:rsidRPr="00661C2E" w:rsidRDefault="00EE75EA" w:rsidP="00EE75EA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2"/>
          <w:szCs w:val="22"/>
        </w:rPr>
      </w:pPr>
      <w:r w:rsidRPr="00661C2E">
        <w:rPr>
          <w:b/>
          <w:color w:val="000000"/>
          <w:spacing w:val="36"/>
          <w:sz w:val="22"/>
          <w:szCs w:val="22"/>
        </w:rPr>
        <w:t>начало формы</w:t>
      </w:r>
    </w:p>
    <w:p w:rsidR="00EE75EA" w:rsidRPr="00661C2E" w:rsidRDefault="00EE75EA" w:rsidP="00EE75EA">
      <w:pPr>
        <w:spacing w:line="240" w:lineRule="auto"/>
        <w:ind w:right="5243" w:firstLine="0"/>
        <w:rPr>
          <w:sz w:val="22"/>
          <w:szCs w:val="22"/>
        </w:rPr>
      </w:pPr>
    </w:p>
    <w:p w:rsidR="00EE75EA" w:rsidRPr="00661C2E" w:rsidRDefault="008D0107" w:rsidP="00EE75EA">
      <w:pPr>
        <w:spacing w:line="240" w:lineRule="auto"/>
        <w:ind w:firstLine="0"/>
        <w:jc w:val="left"/>
        <w:rPr>
          <w:sz w:val="22"/>
          <w:szCs w:val="22"/>
        </w:rPr>
      </w:pPr>
      <w:r>
        <w:rPr>
          <w:sz w:val="22"/>
          <w:szCs w:val="22"/>
        </w:rPr>
        <w:t>Приложение 10</w:t>
      </w:r>
      <w:r w:rsidR="00EE75EA" w:rsidRPr="00661C2E">
        <w:rPr>
          <w:sz w:val="22"/>
          <w:szCs w:val="22"/>
        </w:rPr>
        <w:t xml:space="preserve"> к письму о подаче оферты</w:t>
      </w:r>
      <w:r w:rsidR="00EE75EA" w:rsidRPr="00661C2E">
        <w:rPr>
          <w:sz w:val="22"/>
          <w:szCs w:val="22"/>
        </w:rPr>
        <w:br/>
        <w:t>от «____»_____________ г. №__________</w:t>
      </w:r>
    </w:p>
    <w:p w:rsidR="00EE75EA" w:rsidRPr="00661C2E" w:rsidRDefault="00EE75EA" w:rsidP="00EE75EA">
      <w:pPr>
        <w:spacing w:line="240" w:lineRule="auto"/>
        <w:ind w:right="5243"/>
        <w:rPr>
          <w:sz w:val="22"/>
          <w:szCs w:val="22"/>
        </w:rPr>
      </w:pPr>
    </w:p>
    <w:p w:rsidR="00EE75EA" w:rsidRPr="00661C2E" w:rsidRDefault="00EE75EA" w:rsidP="00EE75EA">
      <w:pPr>
        <w:spacing w:line="240" w:lineRule="auto"/>
        <w:rPr>
          <w:sz w:val="22"/>
          <w:szCs w:val="22"/>
        </w:rPr>
      </w:pPr>
    </w:p>
    <w:p w:rsidR="00EE75EA" w:rsidRPr="00661C2E" w:rsidRDefault="00EE75EA" w:rsidP="00EE75EA">
      <w:pPr>
        <w:spacing w:line="240" w:lineRule="auto"/>
        <w:jc w:val="center"/>
        <w:rPr>
          <w:sz w:val="22"/>
          <w:szCs w:val="22"/>
        </w:rPr>
      </w:pPr>
      <w:r w:rsidRPr="00661C2E">
        <w:rPr>
          <w:sz w:val="22"/>
          <w:szCs w:val="22"/>
        </w:rPr>
        <w:t>Уважаемые господа!</w:t>
      </w:r>
    </w:p>
    <w:p w:rsidR="00EE75EA" w:rsidRPr="00661C2E" w:rsidRDefault="00EE75EA" w:rsidP="00EE75EA">
      <w:pPr>
        <w:spacing w:line="240" w:lineRule="auto"/>
        <w:rPr>
          <w:sz w:val="22"/>
          <w:szCs w:val="22"/>
        </w:rPr>
      </w:pPr>
    </w:p>
    <w:p w:rsidR="00EE75EA" w:rsidRPr="00661C2E" w:rsidRDefault="00EE75EA" w:rsidP="00EE75EA">
      <w:pPr>
        <w:spacing w:line="240" w:lineRule="auto"/>
        <w:rPr>
          <w:b/>
          <w:sz w:val="22"/>
          <w:szCs w:val="22"/>
        </w:rPr>
      </w:pPr>
      <w:r w:rsidRPr="00661C2E">
        <w:rPr>
          <w:sz w:val="22"/>
          <w:szCs w:val="22"/>
        </w:rPr>
        <w:t>При рассмотрении нашего Предложения просим учесть следующие свед</w:t>
      </w:r>
      <w:r w:rsidRPr="00661C2E">
        <w:rPr>
          <w:sz w:val="22"/>
          <w:szCs w:val="22"/>
        </w:rPr>
        <w:t>е</w:t>
      </w:r>
      <w:r w:rsidRPr="00661C2E">
        <w:rPr>
          <w:sz w:val="22"/>
          <w:szCs w:val="22"/>
        </w:rPr>
        <w:t xml:space="preserve">ния о наличии у </w:t>
      </w:r>
      <w:r w:rsidRPr="00661C2E">
        <w:rPr>
          <w:b/>
          <w:i/>
          <w:sz w:val="22"/>
          <w:szCs w:val="22"/>
        </w:rPr>
        <w:t xml:space="preserve">{указывается наименование </w:t>
      </w:r>
      <w:r w:rsidR="00B80AF0">
        <w:rPr>
          <w:b/>
          <w:i/>
          <w:sz w:val="22"/>
          <w:szCs w:val="22"/>
        </w:rPr>
        <w:t>Поставщик</w:t>
      </w:r>
      <w:r w:rsidR="00723E5C">
        <w:rPr>
          <w:b/>
          <w:i/>
          <w:sz w:val="22"/>
          <w:szCs w:val="22"/>
        </w:rPr>
        <w:t>а</w:t>
      </w:r>
      <w:r w:rsidRPr="00661C2E">
        <w:rPr>
          <w:b/>
          <w:i/>
          <w:sz w:val="22"/>
          <w:szCs w:val="22"/>
        </w:rPr>
        <w:t>}</w:t>
      </w:r>
      <w:r w:rsidRPr="00661C2E">
        <w:rPr>
          <w:i/>
          <w:sz w:val="22"/>
          <w:szCs w:val="22"/>
        </w:rPr>
        <w:t xml:space="preserve"> </w:t>
      </w:r>
      <w:r w:rsidRPr="00661C2E">
        <w:rPr>
          <w:sz w:val="22"/>
          <w:szCs w:val="22"/>
        </w:rPr>
        <w:t xml:space="preserve">связей, носящих характер аффилированности с лицами, являющимися </w:t>
      </w:r>
      <w:r w:rsidRPr="00661C2E">
        <w:rPr>
          <w:b/>
          <w:i/>
          <w:sz w:val="22"/>
          <w:szCs w:val="22"/>
        </w:rPr>
        <w:t>{указывается кем явл</w:t>
      </w:r>
      <w:r w:rsidRPr="00661C2E">
        <w:rPr>
          <w:b/>
          <w:i/>
          <w:sz w:val="22"/>
          <w:szCs w:val="22"/>
        </w:rPr>
        <w:t>я</w:t>
      </w:r>
      <w:r w:rsidRPr="00661C2E">
        <w:rPr>
          <w:b/>
          <w:i/>
          <w:sz w:val="22"/>
          <w:szCs w:val="22"/>
        </w:rPr>
        <w:t>ются эти лица, пример: учредители, сотрудники, и т.д.}</w:t>
      </w:r>
      <w:r w:rsidRPr="00661C2E">
        <w:rPr>
          <w:i/>
          <w:sz w:val="22"/>
          <w:szCs w:val="22"/>
        </w:rPr>
        <w:t xml:space="preserve"> </w:t>
      </w:r>
      <w:r w:rsidRPr="00661C2E">
        <w:rPr>
          <w:sz w:val="22"/>
          <w:szCs w:val="22"/>
        </w:rPr>
        <w:t xml:space="preserve">Заказчика </w:t>
      </w:r>
      <w:r w:rsidRPr="00661C2E">
        <w:rPr>
          <w:b/>
          <w:i/>
          <w:sz w:val="22"/>
          <w:szCs w:val="22"/>
        </w:rPr>
        <w:t>{и/или Организатора запроса предложений, или иной организацией, подготовившей проектную документацию, спецификацию и другие документы непосредственно связанные с пров</w:t>
      </w:r>
      <w:r w:rsidRPr="00661C2E">
        <w:rPr>
          <w:b/>
          <w:i/>
          <w:sz w:val="22"/>
          <w:szCs w:val="22"/>
        </w:rPr>
        <w:t>е</w:t>
      </w:r>
      <w:r w:rsidRPr="00661C2E">
        <w:rPr>
          <w:b/>
          <w:i/>
          <w:sz w:val="22"/>
          <w:szCs w:val="22"/>
        </w:rPr>
        <w:t>дением данного запроса предложений}</w:t>
      </w:r>
      <w:r w:rsidRPr="00661C2E">
        <w:rPr>
          <w:i/>
          <w:sz w:val="22"/>
          <w:szCs w:val="22"/>
        </w:rPr>
        <w:t xml:space="preserve"> </w:t>
      </w:r>
      <w:r w:rsidRPr="00661C2E">
        <w:rPr>
          <w:sz w:val="22"/>
          <w:szCs w:val="22"/>
        </w:rPr>
        <w:t xml:space="preserve"> а именно:</w:t>
      </w:r>
    </w:p>
    <w:p w:rsidR="00EE75EA" w:rsidRPr="00661C2E" w:rsidRDefault="00EE75EA" w:rsidP="00EE75EA">
      <w:pPr>
        <w:numPr>
          <w:ilvl w:val="0"/>
          <w:numId w:val="18"/>
        </w:numPr>
        <w:spacing w:line="240" w:lineRule="auto"/>
        <w:rPr>
          <w:b/>
          <w:i/>
          <w:sz w:val="22"/>
          <w:szCs w:val="22"/>
        </w:rPr>
      </w:pPr>
      <w:r w:rsidRPr="00661C2E">
        <w:rPr>
          <w:b/>
          <w:i/>
          <w:sz w:val="22"/>
          <w:szCs w:val="22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B80AF0">
        <w:rPr>
          <w:b/>
          <w:i/>
          <w:sz w:val="22"/>
          <w:szCs w:val="22"/>
        </w:rPr>
        <w:t>Поставщик</w:t>
      </w:r>
      <w:r w:rsidRPr="00661C2E">
        <w:rPr>
          <w:b/>
          <w:i/>
          <w:sz w:val="22"/>
          <w:szCs w:val="22"/>
        </w:rPr>
        <w:t>ом могут быть расценены как аффилирова</w:t>
      </w:r>
      <w:r w:rsidRPr="00661C2E">
        <w:rPr>
          <w:b/>
          <w:i/>
          <w:sz w:val="22"/>
          <w:szCs w:val="22"/>
        </w:rPr>
        <w:t>н</w:t>
      </w:r>
      <w:r w:rsidRPr="00661C2E">
        <w:rPr>
          <w:b/>
          <w:i/>
          <w:sz w:val="22"/>
          <w:szCs w:val="22"/>
        </w:rPr>
        <w:t>ность};</w:t>
      </w:r>
    </w:p>
    <w:p w:rsidR="00EE75EA" w:rsidRPr="00661C2E" w:rsidRDefault="00EE75EA" w:rsidP="00EE75EA">
      <w:pPr>
        <w:numPr>
          <w:ilvl w:val="0"/>
          <w:numId w:val="18"/>
        </w:numPr>
        <w:spacing w:line="240" w:lineRule="auto"/>
        <w:rPr>
          <w:b/>
          <w:i/>
          <w:sz w:val="22"/>
          <w:szCs w:val="22"/>
        </w:rPr>
      </w:pPr>
      <w:r w:rsidRPr="00661C2E">
        <w:rPr>
          <w:b/>
          <w:i/>
          <w:sz w:val="22"/>
          <w:szCs w:val="22"/>
        </w:rPr>
        <w:t>{указывается Ф.И.О. лица, его должность, кратко описывается п</w:t>
      </w:r>
      <w:r w:rsidRPr="00661C2E">
        <w:rPr>
          <w:b/>
          <w:i/>
          <w:sz w:val="22"/>
          <w:szCs w:val="22"/>
        </w:rPr>
        <w:t>о</w:t>
      </w:r>
      <w:r w:rsidRPr="00661C2E">
        <w:rPr>
          <w:b/>
          <w:i/>
          <w:sz w:val="22"/>
          <w:szCs w:val="22"/>
        </w:rPr>
        <w:t xml:space="preserve">чему связи между данным лицом и </w:t>
      </w:r>
      <w:r w:rsidR="00B80AF0">
        <w:rPr>
          <w:b/>
          <w:i/>
          <w:sz w:val="22"/>
          <w:szCs w:val="22"/>
        </w:rPr>
        <w:t>Поставщик</w:t>
      </w:r>
      <w:r w:rsidRPr="00661C2E">
        <w:rPr>
          <w:b/>
          <w:i/>
          <w:sz w:val="22"/>
          <w:szCs w:val="22"/>
        </w:rPr>
        <w:t>ом могут быть расценены как аффилированность};</w:t>
      </w:r>
    </w:p>
    <w:p w:rsidR="00EE75EA" w:rsidRPr="00661C2E" w:rsidRDefault="00EE75EA" w:rsidP="00EE75EA">
      <w:pPr>
        <w:numPr>
          <w:ilvl w:val="0"/>
          <w:numId w:val="18"/>
        </w:numPr>
        <w:spacing w:line="240" w:lineRule="auto"/>
        <w:rPr>
          <w:b/>
          <w:i/>
          <w:sz w:val="22"/>
          <w:szCs w:val="22"/>
        </w:rPr>
      </w:pPr>
      <w:r w:rsidRPr="00661C2E">
        <w:rPr>
          <w:b/>
          <w:i/>
          <w:sz w:val="22"/>
          <w:szCs w:val="22"/>
        </w:rPr>
        <w:t>……</w:t>
      </w:r>
    </w:p>
    <w:p w:rsidR="00EE75EA" w:rsidRPr="00661C2E" w:rsidRDefault="00EE75EA" w:rsidP="00EE75EA">
      <w:pPr>
        <w:spacing w:line="240" w:lineRule="auto"/>
        <w:rPr>
          <w:sz w:val="22"/>
          <w:szCs w:val="22"/>
        </w:rPr>
      </w:pPr>
    </w:p>
    <w:p w:rsidR="00EE75EA" w:rsidRPr="00661C2E" w:rsidRDefault="00EE75EA" w:rsidP="00EE75EA">
      <w:pPr>
        <w:spacing w:line="240" w:lineRule="auto"/>
        <w:ind w:right="5810" w:firstLine="0"/>
        <w:rPr>
          <w:sz w:val="22"/>
          <w:szCs w:val="22"/>
        </w:rPr>
      </w:pPr>
      <w:r w:rsidRPr="00661C2E">
        <w:rPr>
          <w:sz w:val="22"/>
          <w:szCs w:val="22"/>
        </w:rPr>
        <w:t>____________________________________</w:t>
      </w:r>
    </w:p>
    <w:p w:rsidR="00EE75EA" w:rsidRPr="00661C2E" w:rsidRDefault="00EE75EA" w:rsidP="00EE75EA">
      <w:pPr>
        <w:tabs>
          <w:tab w:val="left" w:pos="4253"/>
        </w:tabs>
        <w:spacing w:line="240" w:lineRule="auto"/>
        <w:ind w:right="5810" w:firstLine="0"/>
        <w:jc w:val="center"/>
        <w:rPr>
          <w:sz w:val="22"/>
          <w:szCs w:val="22"/>
          <w:vertAlign w:val="superscript"/>
        </w:rPr>
      </w:pPr>
      <w:r w:rsidRPr="00661C2E">
        <w:rPr>
          <w:sz w:val="22"/>
          <w:szCs w:val="22"/>
          <w:vertAlign w:val="superscript"/>
        </w:rPr>
        <w:t>(подпись, М.П.)</w:t>
      </w:r>
    </w:p>
    <w:p w:rsidR="00EE75EA" w:rsidRPr="00661C2E" w:rsidRDefault="00EE75EA" w:rsidP="00EE75EA">
      <w:pPr>
        <w:spacing w:line="240" w:lineRule="auto"/>
        <w:ind w:right="5810" w:firstLine="0"/>
        <w:rPr>
          <w:sz w:val="22"/>
          <w:szCs w:val="22"/>
        </w:rPr>
      </w:pPr>
      <w:r w:rsidRPr="00661C2E">
        <w:rPr>
          <w:sz w:val="22"/>
          <w:szCs w:val="22"/>
        </w:rPr>
        <w:t>____________________________________</w:t>
      </w:r>
    </w:p>
    <w:p w:rsidR="00EE75EA" w:rsidRPr="00661C2E" w:rsidRDefault="00EE75EA" w:rsidP="00EE75EA">
      <w:pPr>
        <w:spacing w:line="240" w:lineRule="auto"/>
        <w:ind w:right="5810" w:firstLine="0"/>
        <w:jc w:val="center"/>
        <w:rPr>
          <w:sz w:val="22"/>
          <w:szCs w:val="22"/>
          <w:vertAlign w:val="superscript"/>
        </w:rPr>
      </w:pPr>
      <w:r w:rsidRPr="00661C2E">
        <w:rPr>
          <w:sz w:val="22"/>
          <w:szCs w:val="22"/>
          <w:vertAlign w:val="superscript"/>
        </w:rPr>
        <w:t>(фамилия, имя, отчество подписавшего, должность)</w:t>
      </w:r>
    </w:p>
    <w:p w:rsidR="00EE75EA" w:rsidRPr="00661C2E" w:rsidRDefault="00EE75EA" w:rsidP="00EE75EA">
      <w:pPr>
        <w:spacing w:line="240" w:lineRule="auto"/>
        <w:rPr>
          <w:sz w:val="22"/>
          <w:szCs w:val="22"/>
        </w:rPr>
      </w:pPr>
    </w:p>
    <w:p w:rsidR="00EE75EA" w:rsidRPr="00661C2E" w:rsidRDefault="00EE75EA" w:rsidP="00EE75EA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2"/>
          <w:szCs w:val="22"/>
        </w:rPr>
      </w:pPr>
      <w:r w:rsidRPr="00661C2E">
        <w:rPr>
          <w:b/>
          <w:color w:val="000000"/>
          <w:spacing w:val="36"/>
          <w:sz w:val="22"/>
          <w:szCs w:val="22"/>
        </w:rPr>
        <w:t>конец формы</w:t>
      </w:r>
    </w:p>
    <w:p w:rsidR="00EE75EA" w:rsidRPr="00661C2E" w:rsidRDefault="00EE75EA" w:rsidP="00EE75EA">
      <w:pPr>
        <w:pStyle w:val="a0"/>
        <w:pageBreakBefore/>
        <w:numPr>
          <w:ilvl w:val="2"/>
          <w:numId w:val="5"/>
        </w:numPr>
        <w:tabs>
          <w:tab w:val="clear" w:pos="2694"/>
          <w:tab w:val="num" w:pos="1134"/>
        </w:tabs>
        <w:spacing w:after="120" w:line="240" w:lineRule="auto"/>
        <w:ind w:left="1134"/>
        <w:rPr>
          <w:b/>
          <w:sz w:val="22"/>
          <w:szCs w:val="22"/>
        </w:rPr>
      </w:pPr>
      <w:r w:rsidRPr="00661C2E">
        <w:rPr>
          <w:b/>
          <w:sz w:val="22"/>
          <w:szCs w:val="22"/>
        </w:rPr>
        <w:lastRenderedPageBreak/>
        <w:t>Инструкции по заполнению</w:t>
      </w:r>
    </w:p>
    <w:p w:rsidR="00EE75EA" w:rsidRPr="00661C2E" w:rsidRDefault="00EE75EA" w:rsidP="008D0107">
      <w:pPr>
        <w:pStyle w:val="a1"/>
        <w:numPr>
          <w:ilvl w:val="3"/>
          <w:numId w:val="26"/>
        </w:numPr>
        <w:spacing w:before="60" w:line="240" w:lineRule="auto"/>
        <w:rPr>
          <w:sz w:val="22"/>
          <w:szCs w:val="22"/>
        </w:rPr>
      </w:pPr>
      <w:r w:rsidRPr="00661C2E">
        <w:rPr>
          <w:sz w:val="22"/>
          <w:szCs w:val="22"/>
        </w:rPr>
        <w:t>Данные инструкции не следует воспроизводить в документах, подготовле</w:t>
      </w:r>
      <w:r w:rsidRPr="00661C2E">
        <w:rPr>
          <w:sz w:val="22"/>
          <w:szCs w:val="22"/>
        </w:rPr>
        <w:t>н</w:t>
      </w:r>
      <w:r w:rsidRPr="00661C2E">
        <w:rPr>
          <w:sz w:val="22"/>
          <w:szCs w:val="22"/>
        </w:rPr>
        <w:t xml:space="preserve">ных </w:t>
      </w:r>
      <w:r w:rsidR="00B80AF0">
        <w:rPr>
          <w:sz w:val="22"/>
          <w:szCs w:val="22"/>
        </w:rPr>
        <w:t>Поставщик</w:t>
      </w:r>
      <w:r w:rsidRPr="00661C2E">
        <w:rPr>
          <w:sz w:val="22"/>
          <w:szCs w:val="22"/>
        </w:rPr>
        <w:t>ом.</w:t>
      </w:r>
    </w:p>
    <w:p w:rsidR="00EE75EA" w:rsidRPr="00661C2E" w:rsidRDefault="00B80AF0" w:rsidP="0082631A">
      <w:pPr>
        <w:pStyle w:val="a1"/>
        <w:numPr>
          <w:ilvl w:val="3"/>
          <w:numId w:val="26"/>
        </w:numPr>
        <w:spacing w:before="60" w:line="240" w:lineRule="auto"/>
        <w:rPr>
          <w:sz w:val="22"/>
          <w:szCs w:val="22"/>
        </w:rPr>
      </w:pPr>
      <w:r>
        <w:rPr>
          <w:sz w:val="22"/>
          <w:szCs w:val="22"/>
        </w:rPr>
        <w:t>Поставщик</w:t>
      </w:r>
      <w:r w:rsidR="00EE75EA" w:rsidRPr="00661C2E">
        <w:rPr>
          <w:sz w:val="22"/>
          <w:szCs w:val="22"/>
        </w:rPr>
        <w:t xml:space="preserve"> приводит номер и дату письма о подаче оферты, пр</w:t>
      </w:r>
      <w:r w:rsidR="00EE75EA" w:rsidRPr="00661C2E">
        <w:rPr>
          <w:sz w:val="22"/>
          <w:szCs w:val="22"/>
        </w:rPr>
        <w:t>и</w:t>
      </w:r>
      <w:r w:rsidR="00EE75EA" w:rsidRPr="00661C2E">
        <w:rPr>
          <w:sz w:val="22"/>
          <w:szCs w:val="22"/>
        </w:rPr>
        <w:t>ложением к которому является данное Информационное письмо.</w:t>
      </w:r>
    </w:p>
    <w:p w:rsidR="00EE75EA" w:rsidRPr="00661C2E" w:rsidRDefault="00B80AF0" w:rsidP="0082631A">
      <w:pPr>
        <w:pStyle w:val="a1"/>
        <w:numPr>
          <w:ilvl w:val="3"/>
          <w:numId w:val="26"/>
        </w:numPr>
        <w:spacing w:before="60" w:line="240" w:lineRule="auto"/>
        <w:rPr>
          <w:sz w:val="22"/>
          <w:szCs w:val="22"/>
        </w:rPr>
      </w:pPr>
      <w:r>
        <w:rPr>
          <w:sz w:val="22"/>
          <w:szCs w:val="22"/>
        </w:rPr>
        <w:t>Поставщик</w:t>
      </w:r>
      <w:r w:rsidR="00EE75EA" w:rsidRPr="00661C2E">
        <w:rPr>
          <w:sz w:val="22"/>
          <w:szCs w:val="22"/>
        </w:rPr>
        <w:t xml:space="preserve"> указывает свое фирменное наименование (в т.ч. орг</w:t>
      </w:r>
      <w:r w:rsidR="00EE75EA" w:rsidRPr="00661C2E">
        <w:rPr>
          <w:sz w:val="22"/>
          <w:szCs w:val="22"/>
        </w:rPr>
        <w:t>а</w:t>
      </w:r>
      <w:r w:rsidR="00EE75EA" w:rsidRPr="00661C2E">
        <w:rPr>
          <w:sz w:val="22"/>
          <w:szCs w:val="22"/>
        </w:rPr>
        <w:t>низационно-правовую форму) и свой адрес.</w:t>
      </w:r>
    </w:p>
    <w:p w:rsidR="00EE75EA" w:rsidRPr="00661C2E" w:rsidRDefault="00B80AF0" w:rsidP="0082631A">
      <w:pPr>
        <w:pStyle w:val="a1"/>
        <w:numPr>
          <w:ilvl w:val="3"/>
          <w:numId w:val="26"/>
        </w:numPr>
        <w:spacing w:before="60" w:line="240" w:lineRule="auto"/>
        <w:rPr>
          <w:sz w:val="22"/>
          <w:szCs w:val="22"/>
        </w:rPr>
      </w:pPr>
      <w:r>
        <w:rPr>
          <w:sz w:val="22"/>
          <w:szCs w:val="22"/>
        </w:rPr>
        <w:t>Поставщик</w:t>
      </w:r>
      <w:r w:rsidR="00EE75EA" w:rsidRPr="00661C2E">
        <w:rPr>
          <w:sz w:val="22"/>
          <w:szCs w:val="22"/>
        </w:rPr>
        <w:t xml:space="preserve"> должен заполнить приведенное выше информацио</w:t>
      </w:r>
      <w:r w:rsidR="00EE75EA" w:rsidRPr="00661C2E">
        <w:rPr>
          <w:sz w:val="22"/>
          <w:szCs w:val="22"/>
        </w:rPr>
        <w:t>н</w:t>
      </w:r>
      <w:r w:rsidR="00EE75EA" w:rsidRPr="00661C2E">
        <w:rPr>
          <w:sz w:val="22"/>
          <w:szCs w:val="22"/>
        </w:rPr>
        <w:t xml:space="preserve">ное письмо, указав всех лиц, которые, по его мнению, могут быть признаны аффилированными с ним.  В случае если, по мнению </w:t>
      </w:r>
      <w:r>
        <w:rPr>
          <w:sz w:val="22"/>
          <w:szCs w:val="22"/>
        </w:rPr>
        <w:t>Поставщик</w:t>
      </w:r>
      <w:r w:rsidR="00EE75EA" w:rsidRPr="00661C2E">
        <w:rPr>
          <w:sz w:val="22"/>
          <w:szCs w:val="22"/>
        </w:rPr>
        <w:t>а таких лиц нет, то в письме пишется фраза «При рассмотрении нашего предложения просим учесть, что у {ука</w:t>
      </w:r>
      <w:r>
        <w:rPr>
          <w:sz w:val="22"/>
          <w:szCs w:val="22"/>
        </w:rPr>
        <w:t>зывается наименование Поставщика</w:t>
      </w:r>
      <w:r w:rsidR="00EE75EA" w:rsidRPr="00661C2E">
        <w:rPr>
          <w:sz w:val="22"/>
          <w:szCs w:val="22"/>
        </w:rPr>
        <w:t>} НЕТ связей, которые могут быть признаны носящими характер аффилированности с лицами так или иначе связанными с Заказч</w:t>
      </w:r>
      <w:r w:rsidR="00EE75EA" w:rsidRPr="00661C2E">
        <w:rPr>
          <w:sz w:val="22"/>
          <w:szCs w:val="22"/>
        </w:rPr>
        <w:t>и</w:t>
      </w:r>
      <w:r w:rsidR="00EE75EA" w:rsidRPr="00661C2E">
        <w:rPr>
          <w:sz w:val="22"/>
          <w:szCs w:val="22"/>
        </w:rPr>
        <w:t>ком, Организатором запроса предложений, или иной организацией, подготовившей проектную документацию, спецификацию и другие документы непосре</w:t>
      </w:r>
      <w:r w:rsidR="00EE75EA" w:rsidRPr="00661C2E">
        <w:rPr>
          <w:sz w:val="22"/>
          <w:szCs w:val="22"/>
        </w:rPr>
        <w:t>д</w:t>
      </w:r>
      <w:r w:rsidR="00EE75EA" w:rsidRPr="00661C2E">
        <w:rPr>
          <w:sz w:val="22"/>
          <w:szCs w:val="22"/>
        </w:rPr>
        <w:t>ственно связанные с проведением данного запроса предложений.</w:t>
      </w:r>
    </w:p>
    <w:p w:rsidR="000A0A57" w:rsidRDefault="00EE75EA" w:rsidP="0082631A">
      <w:pPr>
        <w:pStyle w:val="a1"/>
        <w:numPr>
          <w:ilvl w:val="3"/>
          <w:numId w:val="26"/>
        </w:numPr>
        <w:spacing w:before="60" w:line="240" w:lineRule="auto"/>
        <w:rPr>
          <w:sz w:val="22"/>
          <w:szCs w:val="22"/>
        </w:rPr>
      </w:pPr>
      <w:r w:rsidRPr="00661C2E">
        <w:rPr>
          <w:sz w:val="22"/>
          <w:szCs w:val="22"/>
        </w:rPr>
        <w:t xml:space="preserve">При составлении данного письма </w:t>
      </w:r>
      <w:r w:rsidR="00B80AF0">
        <w:rPr>
          <w:sz w:val="22"/>
          <w:szCs w:val="22"/>
        </w:rPr>
        <w:t>Поставщик</w:t>
      </w:r>
      <w:r w:rsidRPr="00661C2E">
        <w:rPr>
          <w:sz w:val="22"/>
          <w:szCs w:val="22"/>
        </w:rPr>
        <w:t xml:space="preserve"> должен учесть, что сокрытие любой информации о наличии связей, носящих характер афф</w:t>
      </w:r>
      <w:r w:rsidRPr="00661C2E">
        <w:rPr>
          <w:sz w:val="22"/>
          <w:szCs w:val="22"/>
        </w:rPr>
        <w:t>и</w:t>
      </w:r>
      <w:r w:rsidRPr="00661C2E">
        <w:rPr>
          <w:sz w:val="22"/>
          <w:szCs w:val="22"/>
        </w:rPr>
        <w:t xml:space="preserve">лированности между </w:t>
      </w:r>
      <w:r w:rsidR="00B80AF0">
        <w:rPr>
          <w:sz w:val="22"/>
          <w:szCs w:val="22"/>
        </w:rPr>
        <w:t>Поставщик</w:t>
      </w:r>
      <w:r w:rsidRPr="00661C2E">
        <w:rPr>
          <w:sz w:val="22"/>
          <w:szCs w:val="22"/>
        </w:rPr>
        <w:t>ом и любыми лицам так или иначе связанными с Заказчиком, Организатором запроса предложений, или иной организацией, подготовившей проектную документацию, спецификацию и другие д</w:t>
      </w:r>
      <w:r w:rsidRPr="00661C2E">
        <w:rPr>
          <w:sz w:val="22"/>
          <w:szCs w:val="22"/>
        </w:rPr>
        <w:t>о</w:t>
      </w:r>
      <w:r w:rsidRPr="00661C2E">
        <w:rPr>
          <w:sz w:val="22"/>
          <w:szCs w:val="22"/>
        </w:rPr>
        <w:t>кументы непосредственно связанные с проведением данного запроса предложений может быть признано закупочной комиссией существенным нарушением у</w:t>
      </w:r>
      <w:r w:rsidRPr="00661C2E">
        <w:rPr>
          <w:sz w:val="22"/>
          <w:szCs w:val="22"/>
        </w:rPr>
        <w:t>с</w:t>
      </w:r>
      <w:r w:rsidRPr="00661C2E">
        <w:rPr>
          <w:sz w:val="22"/>
          <w:szCs w:val="22"/>
        </w:rPr>
        <w:t xml:space="preserve">ловий данного запроса предложений, и повлечь отклонение предложения такого </w:t>
      </w:r>
      <w:r w:rsidR="00B80AF0">
        <w:rPr>
          <w:sz w:val="22"/>
          <w:szCs w:val="22"/>
        </w:rPr>
        <w:t>Поставщик</w:t>
      </w:r>
      <w:r w:rsidRPr="00661C2E">
        <w:rPr>
          <w:sz w:val="22"/>
          <w:szCs w:val="22"/>
        </w:rPr>
        <w:t>а.</w:t>
      </w:r>
    </w:p>
    <w:p w:rsidR="000A0A57" w:rsidRPr="0063506C" w:rsidRDefault="000A0A57" w:rsidP="00A01313">
      <w:pPr>
        <w:pStyle w:val="2"/>
        <w:pageBreakBefore/>
        <w:numPr>
          <w:ilvl w:val="1"/>
          <w:numId w:val="5"/>
        </w:numPr>
        <w:spacing w:before="100" w:beforeAutospacing="1" w:after="100" w:afterAutospacing="1"/>
        <w:rPr>
          <w:sz w:val="22"/>
          <w:szCs w:val="22"/>
        </w:rPr>
      </w:pPr>
      <w:bookmarkStart w:id="379" w:name="_Ref70131640"/>
      <w:bookmarkStart w:id="380" w:name="_Toc77970259"/>
      <w:bookmarkStart w:id="381" w:name="_Toc90385118"/>
      <w:bookmarkStart w:id="382" w:name="_Ref63957390"/>
      <w:bookmarkStart w:id="383" w:name="_Toc64719476"/>
      <w:bookmarkStart w:id="384" w:name="_Toc69112532"/>
      <w:bookmarkStart w:id="385" w:name="_Toc176073605"/>
      <w:bookmarkStart w:id="386" w:name="_Toc188010790"/>
      <w:bookmarkStart w:id="387" w:name="_Toc262731831"/>
      <w:bookmarkStart w:id="388" w:name="_Toc263329035"/>
      <w:bookmarkStart w:id="389" w:name="_Toc305680589"/>
      <w:bookmarkStart w:id="390" w:name="_Toc318208006"/>
      <w:r w:rsidRPr="0063506C">
        <w:rPr>
          <w:sz w:val="22"/>
          <w:szCs w:val="22"/>
        </w:rPr>
        <w:lastRenderedPageBreak/>
        <w:t xml:space="preserve">Протокол разногласий по проекту Договора (форма </w:t>
      </w:r>
      <w:r w:rsidRPr="000A0A57">
        <w:rPr>
          <w:sz w:val="22"/>
          <w:szCs w:val="22"/>
        </w:rPr>
        <w:t>12</w:t>
      </w:r>
      <w:r w:rsidRPr="0063506C">
        <w:rPr>
          <w:sz w:val="22"/>
          <w:szCs w:val="22"/>
        </w:rPr>
        <w:t>)</w:t>
      </w:r>
      <w:bookmarkEnd w:id="379"/>
      <w:bookmarkEnd w:id="380"/>
      <w:bookmarkEnd w:id="381"/>
      <w:bookmarkEnd w:id="385"/>
      <w:bookmarkEnd w:id="386"/>
      <w:bookmarkEnd w:id="387"/>
      <w:bookmarkEnd w:id="388"/>
      <w:bookmarkEnd w:id="389"/>
      <w:bookmarkEnd w:id="390"/>
    </w:p>
    <w:p w:rsidR="000A0A57" w:rsidRPr="0063506C" w:rsidRDefault="000A0A57" w:rsidP="000A0A57">
      <w:pPr>
        <w:pStyle w:val="21"/>
        <w:numPr>
          <w:ilvl w:val="2"/>
          <w:numId w:val="5"/>
        </w:numPr>
        <w:tabs>
          <w:tab w:val="clear" w:pos="2694"/>
          <w:tab w:val="num" w:pos="1134"/>
          <w:tab w:val="num" w:pos="1314"/>
        </w:tabs>
        <w:spacing w:before="100" w:beforeAutospacing="1" w:after="100" w:afterAutospacing="1"/>
        <w:ind w:left="1134"/>
        <w:rPr>
          <w:sz w:val="22"/>
          <w:szCs w:val="22"/>
        </w:rPr>
      </w:pPr>
      <w:bookmarkStart w:id="391" w:name="_Toc90385119"/>
      <w:bookmarkStart w:id="392" w:name="_Toc176073606"/>
      <w:r w:rsidRPr="0063506C">
        <w:rPr>
          <w:sz w:val="22"/>
          <w:szCs w:val="22"/>
        </w:rPr>
        <w:t>Форма Протокола разногласий по проекту Договора</w:t>
      </w:r>
      <w:bookmarkEnd w:id="391"/>
      <w:bookmarkEnd w:id="392"/>
    </w:p>
    <w:p w:rsidR="000A0A57" w:rsidRPr="0063506C" w:rsidRDefault="000A0A57" w:rsidP="000A0A57">
      <w:pPr>
        <w:spacing w:line="240" w:lineRule="auto"/>
        <w:ind w:firstLine="0"/>
        <w:jc w:val="left"/>
        <w:rPr>
          <w:color w:val="000000"/>
          <w:sz w:val="22"/>
          <w:szCs w:val="22"/>
        </w:rPr>
      </w:pPr>
    </w:p>
    <w:p w:rsidR="000A0A57" w:rsidRPr="0063506C" w:rsidRDefault="000A0A57" w:rsidP="000A0A57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2"/>
          <w:szCs w:val="22"/>
        </w:rPr>
      </w:pPr>
      <w:r w:rsidRPr="0063506C">
        <w:rPr>
          <w:b/>
          <w:color w:val="000000"/>
          <w:spacing w:val="36"/>
          <w:sz w:val="22"/>
          <w:szCs w:val="22"/>
        </w:rPr>
        <w:t>начало формы</w:t>
      </w:r>
    </w:p>
    <w:p w:rsidR="000A0A57" w:rsidRPr="0063506C" w:rsidRDefault="000A0A57" w:rsidP="000A0A57">
      <w:pPr>
        <w:spacing w:line="240" w:lineRule="auto"/>
        <w:ind w:firstLine="0"/>
        <w:jc w:val="left"/>
        <w:rPr>
          <w:color w:val="000000"/>
          <w:sz w:val="22"/>
          <w:szCs w:val="22"/>
        </w:rPr>
      </w:pPr>
    </w:p>
    <w:bookmarkEnd w:id="382"/>
    <w:bookmarkEnd w:id="383"/>
    <w:bookmarkEnd w:id="384"/>
    <w:p w:rsidR="000A0A57" w:rsidRPr="0063506C" w:rsidRDefault="000A0A57" w:rsidP="000A0A57">
      <w:pPr>
        <w:spacing w:line="240" w:lineRule="auto"/>
        <w:ind w:firstLine="0"/>
        <w:jc w:val="left"/>
        <w:rPr>
          <w:sz w:val="22"/>
          <w:szCs w:val="22"/>
        </w:rPr>
      </w:pPr>
      <w:r w:rsidRPr="0063506C">
        <w:rPr>
          <w:sz w:val="22"/>
          <w:szCs w:val="22"/>
        </w:rPr>
        <w:t xml:space="preserve">Приложение </w:t>
      </w:r>
      <w:r w:rsidR="008D0107">
        <w:rPr>
          <w:sz w:val="22"/>
          <w:szCs w:val="22"/>
        </w:rPr>
        <w:t>11</w:t>
      </w:r>
      <w:r w:rsidRPr="0063506C">
        <w:rPr>
          <w:sz w:val="22"/>
          <w:szCs w:val="22"/>
        </w:rPr>
        <w:t xml:space="preserve"> к письму о подаче оферты</w:t>
      </w:r>
      <w:r w:rsidRPr="0063506C">
        <w:rPr>
          <w:sz w:val="22"/>
          <w:szCs w:val="22"/>
        </w:rPr>
        <w:br/>
        <w:t>от «____»_____________ г. №__________</w:t>
      </w:r>
    </w:p>
    <w:p w:rsidR="000A0A57" w:rsidRPr="0063506C" w:rsidRDefault="000A0A57" w:rsidP="000A0A57">
      <w:pPr>
        <w:spacing w:line="240" w:lineRule="auto"/>
        <w:rPr>
          <w:sz w:val="22"/>
          <w:szCs w:val="22"/>
        </w:rPr>
      </w:pPr>
    </w:p>
    <w:p w:rsidR="000A0A57" w:rsidRPr="0063506C" w:rsidRDefault="000A0A57" w:rsidP="000A0A57">
      <w:pPr>
        <w:suppressAutoHyphens/>
        <w:spacing w:line="240" w:lineRule="auto"/>
        <w:ind w:firstLine="0"/>
        <w:jc w:val="center"/>
        <w:rPr>
          <w:b/>
          <w:sz w:val="22"/>
          <w:szCs w:val="22"/>
        </w:rPr>
      </w:pPr>
      <w:r w:rsidRPr="0063506C">
        <w:rPr>
          <w:b/>
          <w:sz w:val="22"/>
          <w:szCs w:val="22"/>
        </w:rPr>
        <w:t>Протокол разногласий к проекту Договора</w:t>
      </w:r>
    </w:p>
    <w:p w:rsidR="000A0A57" w:rsidRPr="0063506C" w:rsidRDefault="000A0A57" w:rsidP="000A0A57">
      <w:pPr>
        <w:spacing w:line="240" w:lineRule="auto"/>
        <w:rPr>
          <w:sz w:val="22"/>
          <w:szCs w:val="22"/>
        </w:rPr>
      </w:pPr>
    </w:p>
    <w:p w:rsidR="000A0A57" w:rsidRPr="0063506C" w:rsidRDefault="000A0A57" w:rsidP="000A0A57">
      <w:pPr>
        <w:spacing w:line="240" w:lineRule="auto"/>
        <w:ind w:firstLine="0"/>
        <w:rPr>
          <w:color w:val="000000"/>
          <w:sz w:val="22"/>
          <w:szCs w:val="22"/>
        </w:rPr>
      </w:pPr>
      <w:r w:rsidRPr="0063506C">
        <w:rPr>
          <w:color w:val="000000"/>
          <w:sz w:val="22"/>
          <w:szCs w:val="22"/>
        </w:rPr>
        <w:t xml:space="preserve">Наименование и адрес </w:t>
      </w:r>
      <w:r w:rsidR="00B80AF0">
        <w:rPr>
          <w:color w:val="000000"/>
          <w:sz w:val="22"/>
          <w:szCs w:val="22"/>
        </w:rPr>
        <w:t>Поставщик</w:t>
      </w:r>
      <w:r w:rsidRPr="0063506C">
        <w:rPr>
          <w:color w:val="000000"/>
          <w:sz w:val="22"/>
          <w:szCs w:val="22"/>
        </w:rPr>
        <w:t>а: __________________________________________</w:t>
      </w:r>
    </w:p>
    <w:p w:rsidR="000A0A57" w:rsidRPr="0063506C" w:rsidRDefault="000A0A57" w:rsidP="000A0A57">
      <w:pPr>
        <w:spacing w:line="240" w:lineRule="auto"/>
        <w:ind w:firstLine="0"/>
        <w:rPr>
          <w:color w:val="000000"/>
          <w:sz w:val="22"/>
          <w:szCs w:val="22"/>
        </w:rPr>
      </w:pPr>
    </w:p>
    <w:p w:rsidR="000A0A57" w:rsidRDefault="000A0A57" w:rsidP="000A0A57">
      <w:pPr>
        <w:spacing w:line="240" w:lineRule="auto"/>
        <w:jc w:val="center"/>
        <w:rPr>
          <w:b/>
          <w:bCs/>
          <w:color w:val="000000"/>
          <w:sz w:val="22"/>
          <w:szCs w:val="22"/>
        </w:rPr>
      </w:pPr>
      <w:r w:rsidRPr="0063506C">
        <w:rPr>
          <w:b/>
          <w:bCs/>
          <w:color w:val="000000"/>
          <w:sz w:val="22"/>
          <w:szCs w:val="22"/>
        </w:rPr>
        <w:t>«Обязательные» условия Договора</w:t>
      </w:r>
    </w:p>
    <w:p w:rsidR="000A0A57" w:rsidRPr="0063506C" w:rsidRDefault="000A0A57" w:rsidP="000A0A57">
      <w:pPr>
        <w:spacing w:line="240" w:lineRule="auto"/>
        <w:jc w:val="center"/>
        <w:rPr>
          <w:b/>
          <w:bCs/>
          <w:color w:val="000000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48"/>
        <w:gridCol w:w="2443"/>
        <w:gridCol w:w="2443"/>
        <w:gridCol w:w="2443"/>
        <w:gridCol w:w="2444"/>
      </w:tblGrid>
      <w:tr w:rsidR="000A0A57" w:rsidRPr="0063506C">
        <w:tblPrEx>
          <w:tblCellMar>
            <w:top w:w="0" w:type="dxa"/>
            <w:bottom w:w="0" w:type="dxa"/>
          </w:tblCellMar>
        </w:tblPrEx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A57" w:rsidRPr="0063506C" w:rsidRDefault="000A0A57" w:rsidP="000A0A57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63506C">
              <w:rPr>
                <w:sz w:val="22"/>
                <w:szCs w:val="22"/>
              </w:rPr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A57" w:rsidRPr="0063506C" w:rsidRDefault="000A0A57" w:rsidP="000A0A57">
            <w:pPr>
              <w:pStyle w:val="ae"/>
              <w:spacing w:before="0" w:after="0"/>
              <w:ind w:left="0" w:right="0"/>
              <w:jc w:val="center"/>
              <w:rPr>
                <w:szCs w:val="22"/>
              </w:rPr>
            </w:pPr>
            <w:r w:rsidRPr="0063506C">
              <w:rPr>
                <w:szCs w:val="22"/>
              </w:rPr>
              <w:t>№ пункта проекта Договора (раздел 3)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A57" w:rsidRPr="0063506C" w:rsidRDefault="000A0A57" w:rsidP="000A0A57">
            <w:pPr>
              <w:pStyle w:val="ae"/>
              <w:spacing w:before="0" w:after="0"/>
              <w:ind w:left="0" w:right="0"/>
              <w:jc w:val="center"/>
              <w:rPr>
                <w:szCs w:val="22"/>
              </w:rPr>
            </w:pPr>
            <w:r w:rsidRPr="0063506C">
              <w:rPr>
                <w:szCs w:val="22"/>
              </w:rPr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A57" w:rsidRPr="0063506C" w:rsidRDefault="000A0A57" w:rsidP="000A0A57">
            <w:pPr>
              <w:pStyle w:val="ae"/>
              <w:spacing w:before="0" w:after="0"/>
              <w:ind w:left="0" w:right="0"/>
              <w:jc w:val="center"/>
              <w:rPr>
                <w:szCs w:val="22"/>
              </w:rPr>
            </w:pPr>
            <w:r w:rsidRPr="0063506C">
              <w:rPr>
                <w:szCs w:val="22"/>
              </w:rPr>
              <w:t xml:space="preserve">Предложения </w:t>
            </w:r>
            <w:r w:rsidR="00B80AF0">
              <w:rPr>
                <w:szCs w:val="22"/>
              </w:rPr>
              <w:t>Поставщик</w:t>
            </w:r>
            <w:r w:rsidRPr="0063506C">
              <w:rPr>
                <w:szCs w:val="22"/>
              </w:rP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A57" w:rsidRPr="0063506C" w:rsidRDefault="000A0A57" w:rsidP="000A0A57">
            <w:pPr>
              <w:pStyle w:val="ae"/>
              <w:spacing w:before="0" w:after="0"/>
              <w:ind w:left="0" w:right="0"/>
              <w:jc w:val="center"/>
              <w:rPr>
                <w:szCs w:val="22"/>
              </w:rPr>
            </w:pPr>
            <w:r w:rsidRPr="0063506C">
              <w:rPr>
                <w:szCs w:val="22"/>
              </w:rPr>
              <w:t>Примечания, обоснование</w:t>
            </w:r>
          </w:p>
        </w:tc>
      </w:tr>
      <w:tr w:rsidR="000A0A57" w:rsidRPr="0063506C">
        <w:tblPrEx>
          <w:tblCellMar>
            <w:top w:w="0" w:type="dxa"/>
            <w:bottom w:w="0" w:type="dxa"/>
          </w:tblCellMar>
        </w:tblPrEx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A57" w:rsidRPr="0063506C" w:rsidRDefault="000A0A57" w:rsidP="00B80AF0">
            <w:pPr>
              <w:numPr>
                <w:ilvl w:val="0"/>
                <w:numId w:val="23"/>
              </w:numPr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A57" w:rsidRPr="0063506C" w:rsidRDefault="000A0A57" w:rsidP="000A0A57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A57" w:rsidRPr="0063506C" w:rsidRDefault="000A0A57" w:rsidP="000A0A57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A57" w:rsidRPr="0063506C" w:rsidRDefault="000A0A57" w:rsidP="000A0A57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A57" w:rsidRPr="0063506C" w:rsidRDefault="000A0A57" w:rsidP="000A0A57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</w:tr>
      <w:tr w:rsidR="000A0A57" w:rsidRPr="0063506C">
        <w:tblPrEx>
          <w:tblCellMar>
            <w:top w:w="0" w:type="dxa"/>
            <w:bottom w:w="0" w:type="dxa"/>
          </w:tblCellMar>
        </w:tblPrEx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A57" w:rsidRPr="0063506C" w:rsidRDefault="000A0A57" w:rsidP="00B80AF0">
            <w:pPr>
              <w:numPr>
                <w:ilvl w:val="0"/>
                <w:numId w:val="23"/>
              </w:numPr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A57" w:rsidRPr="0063506C" w:rsidRDefault="000A0A57" w:rsidP="000A0A57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A57" w:rsidRPr="0063506C" w:rsidRDefault="000A0A57" w:rsidP="000A0A57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A57" w:rsidRPr="0063506C" w:rsidRDefault="000A0A57" w:rsidP="000A0A57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A57" w:rsidRPr="0063506C" w:rsidRDefault="000A0A57" w:rsidP="000A0A57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</w:tr>
      <w:tr w:rsidR="000A0A57" w:rsidRPr="0063506C">
        <w:tblPrEx>
          <w:tblCellMar>
            <w:top w:w="0" w:type="dxa"/>
            <w:bottom w:w="0" w:type="dxa"/>
          </w:tblCellMar>
        </w:tblPrEx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A57" w:rsidRPr="0063506C" w:rsidRDefault="000A0A57" w:rsidP="00B80AF0">
            <w:pPr>
              <w:numPr>
                <w:ilvl w:val="0"/>
                <w:numId w:val="23"/>
              </w:numPr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A57" w:rsidRPr="0063506C" w:rsidRDefault="000A0A57" w:rsidP="000A0A57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A57" w:rsidRPr="0063506C" w:rsidRDefault="000A0A57" w:rsidP="000A0A57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A57" w:rsidRPr="0063506C" w:rsidRDefault="000A0A57" w:rsidP="000A0A57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A57" w:rsidRPr="0063506C" w:rsidRDefault="000A0A57" w:rsidP="000A0A57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</w:tr>
      <w:tr w:rsidR="000A0A57" w:rsidRPr="0063506C">
        <w:tblPrEx>
          <w:tblCellMar>
            <w:top w:w="0" w:type="dxa"/>
            <w:bottom w:w="0" w:type="dxa"/>
          </w:tblCellMar>
        </w:tblPrEx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A57" w:rsidRPr="0063506C" w:rsidRDefault="000A0A57" w:rsidP="000A0A57">
            <w:pPr>
              <w:pStyle w:val="af1"/>
              <w:spacing w:before="0" w:after="0"/>
              <w:ind w:left="0" w:right="0"/>
              <w:jc w:val="center"/>
              <w:rPr>
                <w:color w:val="000000"/>
                <w:sz w:val="22"/>
                <w:szCs w:val="22"/>
              </w:rPr>
            </w:pPr>
            <w:r w:rsidRPr="0063506C">
              <w:rPr>
                <w:color w:val="000000"/>
                <w:sz w:val="22"/>
                <w:szCs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A57" w:rsidRPr="0063506C" w:rsidRDefault="000A0A57" w:rsidP="000A0A57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A57" w:rsidRPr="0063506C" w:rsidRDefault="000A0A57" w:rsidP="000A0A57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A57" w:rsidRPr="0063506C" w:rsidRDefault="000A0A57" w:rsidP="000A0A57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A57" w:rsidRPr="0063506C" w:rsidRDefault="000A0A57" w:rsidP="000A0A57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</w:tr>
    </w:tbl>
    <w:p w:rsidR="000A0A57" w:rsidRPr="0063506C" w:rsidRDefault="000A0A57" w:rsidP="000A0A57">
      <w:pPr>
        <w:spacing w:line="240" w:lineRule="auto"/>
        <w:jc w:val="center"/>
        <w:rPr>
          <w:b/>
          <w:bCs/>
          <w:color w:val="000000"/>
          <w:sz w:val="22"/>
          <w:szCs w:val="22"/>
        </w:rPr>
      </w:pPr>
    </w:p>
    <w:p w:rsidR="000A0A57" w:rsidRDefault="000A0A57" w:rsidP="000A0A57">
      <w:pPr>
        <w:spacing w:line="240" w:lineRule="auto"/>
        <w:jc w:val="center"/>
        <w:rPr>
          <w:b/>
          <w:bCs/>
          <w:color w:val="000000"/>
          <w:sz w:val="22"/>
          <w:szCs w:val="22"/>
        </w:rPr>
      </w:pPr>
      <w:r w:rsidRPr="0063506C">
        <w:rPr>
          <w:b/>
          <w:bCs/>
          <w:color w:val="000000"/>
          <w:sz w:val="22"/>
          <w:szCs w:val="22"/>
        </w:rPr>
        <w:t>«Желательные» условия Договора</w:t>
      </w:r>
    </w:p>
    <w:p w:rsidR="000A0A57" w:rsidRPr="0063506C" w:rsidRDefault="000A0A57" w:rsidP="000A0A57">
      <w:pPr>
        <w:spacing w:line="240" w:lineRule="auto"/>
        <w:jc w:val="center"/>
        <w:rPr>
          <w:b/>
          <w:bCs/>
          <w:color w:val="000000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48"/>
        <w:gridCol w:w="2443"/>
        <w:gridCol w:w="2443"/>
        <w:gridCol w:w="2443"/>
        <w:gridCol w:w="2444"/>
      </w:tblGrid>
      <w:tr w:rsidR="000A0A57" w:rsidRPr="0063506C">
        <w:tblPrEx>
          <w:tblCellMar>
            <w:top w:w="0" w:type="dxa"/>
            <w:bottom w:w="0" w:type="dxa"/>
          </w:tblCellMar>
        </w:tblPrEx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A57" w:rsidRPr="0063506C" w:rsidRDefault="000A0A57" w:rsidP="000A0A57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63506C">
              <w:rPr>
                <w:sz w:val="22"/>
                <w:szCs w:val="22"/>
              </w:rPr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A57" w:rsidRPr="0063506C" w:rsidRDefault="000A0A57" w:rsidP="000A0A57">
            <w:pPr>
              <w:pStyle w:val="ae"/>
              <w:spacing w:before="0" w:after="0"/>
              <w:ind w:left="0" w:right="0"/>
              <w:jc w:val="center"/>
              <w:rPr>
                <w:szCs w:val="22"/>
              </w:rPr>
            </w:pPr>
            <w:r w:rsidRPr="0063506C">
              <w:rPr>
                <w:szCs w:val="22"/>
              </w:rPr>
              <w:t>№ пункта проекта Договора (раздел 3)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A57" w:rsidRPr="0063506C" w:rsidRDefault="000A0A57" w:rsidP="000A0A57">
            <w:pPr>
              <w:pStyle w:val="ae"/>
              <w:spacing w:before="0" w:after="0"/>
              <w:ind w:left="0" w:right="0"/>
              <w:jc w:val="center"/>
              <w:rPr>
                <w:szCs w:val="22"/>
              </w:rPr>
            </w:pPr>
            <w:r w:rsidRPr="0063506C">
              <w:rPr>
                <w:szCs w:val="22"/>
              </w:rPr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A57" w:rsidRPr="0063506C" w:rsidRDefault="000A0A57" w:rsidP="000A0A57">
            <w:pPr>
              <w:pStyle w:val="ae"/>
              <w:spacing w:before="0" w:after="0"/>
              <w:ind w:left="0" w:right="0"/>
              <w:jc w:val="center"/>
              <w:rPr>
                <w:szCs w:val="22"/>
              </w:rPr>
            </w:pPr>
            <w:r w:rsidRPr="0063506C">
              <w:rPr>
                <w:szCs w:val="22"/>
              </w:rPr>
              <w:t xml:space="preserve">Предложения </w:t>
            </w:r>
            <w:r w:rsidR="00B80AF0">
              <w:rPr>
                <w:szCs w:val="22"/>
              </w:rPr>
              <w:t>Поставщик</w:t>
            </w:r>
            <w:r w:rsidRPr="0063506C">
              <w:rPr>
                <w:szCs w:val="22"/>
              </w:rP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A57" w:rsidRPr="0063506C" w:rsidRDefault="000A0A57" w:rsidP="000A0A57">
            <w:pPr>
              <w:pStyle w:val="ae"/>
              <w:spacing w:before="0" w:after="0"/>
              <w:ind w:left="0" w:right="0"/>
              <w:jc w:val="center"/>
              <w:rPr>
                <w:szCs w:val="22"/>
              </w:rPr>
            </w:pPr>
            <w:r w:rsidRPr="0063506C">
              <w:rPr>
                <w:szCs w:val="22"/>
              </w:rPr>
              <w:t>Примечания, обоснование</w:t>
            </w:r>
          </w:p>
        </w:tc>
      </w:tr>
      <w:tr w:rsidR="000A0A57" w:rsidRPr="0063506C">
        <w:tblPrEx>
          <w:tblCellMar>
            <w:top w:w="0" w:type="dxa"/>
            <w:bottom w:w="0" w:type="dxa"/>
          </w:tblCellMar>
        </w:tblPrEx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A57" w:rsidRPr="0063506C" w:rsidRDefault="000A0A57" w:rsidP="00B80AF0">
            <w:pPr>
              <w:numPr>
                <w:ilvl w:val="0"/>
                <w:numId w:val="24"/>
              </w:numPr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A57" w:rsidRPr="0063506C" w:rsidRDefault="000A0A57" w:rsidP="000A0A57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A57" w:rsidRPr="0063506C" w:rsidRDefault="000A0A57" w:rsidP="000A0A57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A57" w:rsidRPr="0063506C" w:rsidRDefault="000A0A57" w:rsidP="000A0A57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A57" w:rsidRPr="0063506C" w:rsidRDefault="000A0A57" w:rsidP="000A0A57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</w:tr>
      <w:tr w:rsidR="000A0A57" w:rsidRPr="0063506C">
        <w:tblPrEx>
          <w:tblCellMar>
            <w:top w:w="0" w:type="dxa"/>
            <w:bottom w:w="0" w:type="dxa"/>
          </w:tblCellMar>
        </w:tblPrEx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A57" w:rsidRPr="0063506C" w:rsidRDefault="000A0A57" w:rsidP="00B80AF0">
            <w:pPr>
              <w:numPr>
                <w:ilvl w:val="0"/>
                <w:numId w:val="24"/>
              </w:numPr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A57" w:rsidRPr="0063506C" w:rsidRDefault="000A0A57" w:rsidP="000A0A57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A57" w:rsidRPr="0063506C" w:rsidRDefault="000A0A57" w:rsidP="000A0A57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A57" w:rsidRPr="0063506C" w:rsidRDefault="000A0A57" w:rsidP="000A0A57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A57" w:rsidRPr="0063506C" w:rsidRDefault="000A0A57" w:rsidP="000A0A57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</w:tr>
      <w:tr w:rsidR="000A0A57" w:rsidRPr="0063506C">
        <w:tblPrEx>
          <w:tblCellMar>
            <w:top w:w="0" w:type="dxa"/>
            <w:bottom w:w="0" w:type="dxa"/>
          </w:tblCellMar>
        </w:tblPrEx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A57" w:rsidRPr="0063506C" w:rsidRDefault="000A0A57" w:rsidP="00B80AF0">
            <w:pPr>
              <w:numPr>
                <w:ilvl w:val="0"/>
                <w:numId w:val="24"/>
              </w:numPr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A57" w:rsidRPr="0063506C" w:rsidRDefault="000A0A57" w:rsidP="000A0A57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A57" w:rsidRPr="0063506C" w:rsidRDefault="000A0A57" w:rsidP="000A0A57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A57" w:rsidRPr="0063506C" w:rsidRDefault="000A0A57" w:rsidP="000A0A57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A57" w:rsidRPr="0063506C" w:rsidRDefault="000A0A57" w:rsidP="000A0A57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</w:tr>
      <w:tr w:rsidR="000A0A57" w:rsidRPr="0063506C">
        <w:tblPrEx>
          <w:tblCellMar>
            <w:top w:w="0" w:type="dxa"/>
            <w:bottom w:w="0" w:type="dxa"/>
          </w:tblCellMar>
        </w:tblPrEx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A57" w:rsidRPr="0063506C" w:rsidRDefault="000A0A57" w:rsidP="000A0A57">
            <w:pPr>
              <w:pStyle w:val="af1"/>
              <w:spacing w:before="0" w:after="0"/>
              <w:ind w:left="0" w:right="0"/>
              <w:jc w:val="center"/>
              <w:rPr>
                <w:color w:val="000000"/>
                <w:sz w:val="22"/>
                <w:szCs w:val="22"/>
              </w:rPr>
            </w:pPr>
            <w:r w:rsidRPr="0063506C">
              <w:rPr>
                <w:color w:val="000000"/>
                <w:sz w:val="22"/>
                <w:szCs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A57" w:rsidRPr="0063506C" w:rsidRDefault="000A0A57" w:rsidP="000A0A57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A57" w:rsidRPr="0063506C" w:rsidRDefault="000A0A57" w:rsidP="000A0A57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A57" w:rsidRPr="0063506C" w:rsidRDefault="000A0A57" w:rsidP="000A0A57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A57" w:rsidRPr="0063506C" w:rsidRDefault="000A0A57" w:rsidP="000A0A57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</w:tr>
    </w:tbl>
    <w:p w:rsidR="000A0A57" w:rsidRPr="0063506C" w:rsidRDefault="000A0A57" w:rsidP="000A0A57">
      <w:pPr>
        <w:spacing w:line="240" w:lineRule="auto"/>
        <w:rPr>
          <w:color w:val="000000"/>
          <w:sz w:val="22"/>
          <w:szCs w:val="22"/>
        </w:rPr>
      </w:pPr>
    </w:p>
    <w:p w:rsidR="000A0A57" w:rsidRPr="0063506C" w:rsidRDefault="000A0A57" w:rsidP="000A0A57">
      <w:pPr>
        <w:spacing w:line="240" w:lineRule="auto"/>
        <w:rPr>
          <w:color w:val="000000"/>
          <w:sz w:val="22"/>
          <w:szCs w:val="22"/>
        </w:rPr>
      </w:pPr>
      <w:r w:rsidRPr="0063506C">
        <w:rPr>
          <w:color w:val="000000"/>
          <w:sz w:val="22"/>
          <w:szCs w:val="22"/>
        </w:rPr>
        <w:t>____________________________________</w:t>
      </w:r>
    </w:p>
    <w:p w:rsidR="000A0A57" w:rsidRPr="0063506C" w:rsidRDefault="000A0A57" w:rsidP="000A0A57">
      <w:pPr>
        <w:spacing w:line="240" w:lineRule="auto"/>
        <w:ind w:right="3684"/>
        <w:jc w:val="center"/>
        <w:rPr>
          <w:color w:val="000000"/>
          <w:sz w:val="22"/>
          <w:szCs w:val="22"/>
          <w:vertAlign w:val="superscript"/>
        </w:rPr>
      </w:pPr>
      <w:r w:rsidRPr="0063506C">
        <w:rPr>
          <w:color w:val="000000"/>
          <w:sz w:val="22"/>
          <w:szCs w:val="22"/>
          <w:vertAlign w:val="superscript"/>
        </w:rPr>
        <w:t>(подпись, М.П.)</w:t>
      </w:r>
    </w:p>
    <w:p w:rsidR="000A0A57" w:rsidRPr="0063506C" w:rsidRDefault="000A0A57" w:rsidP="000A0A57">
      <w:pPr>
        <w:spacing w:line="240" w:lineRule="auto"/>
        <w:rPr>
          <w:color w:val="000000"/>
          <w:sz w:val="22"/>
          <w:szCs w:val="22"/>
        </w:rPr>
      </w:pPr>
      <w:r w:rsidRPr="0063506C">
        <w:rPr>
          <w:color w:val="000000"/>
          <w:sz w:val="22"/>
          <w:szCs w:val="22"/>
        </w:rPr>
        <w:t>____________________________________</w:t>
      </w:r>
    </w:p>
    <w:p w:rsidR="000A0A57" w:rsidRPr="0063506C" w:rsidRDefault="000A0A57" w:rsidP="000A0A57">
      <w:pPr>
        <w:spacing w:line="240" w:lineRule="auto"/>
        <w:ind w:right="3684"/>
        <w:jc w:val="center"/>
        <w:rPr>
          <w:color w:val="000000"/>
          <w:sz w:val="22"/>
          <w:szCs w:val="22"/>
          <w:vertAlign w:val="superscript"/>
        </w:rPr>
      </w:pPr>
      <w:r w:rsidRPr="0063506C">
        <w:rPr>
          <w:color w:val="000000"/>
          <w:sz w:val="22"/>
          <w:szCs w:val="22"/>
          <w:vertAlign w:val="superscript"/>
        </w:rPr>
        <w:t>(фамилия, имя, отчество подписавшего, должность)</w:t>
      </w:r>
    </w:p>
    <w:p w:rsidR="000A0A57" w:rsidRPr="0063506C" w:rsidRDefault="000A0A57" w:rsidP="000A0A57">
      <w:pPr>
        <w:rPr>
          <w:sz w:val="22"/>
          <w:szCs w:val="22"/>
        </w:rPr>
      </w:pPr>
    </w:p>
    <w:p w:rsidR="000A0A57" w:rsidRPr="0063506C" w:rsidRDefault="000A0A57" w:rsidP="000A0A57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2"/>
          <w:szCs w:val="22"/>
        </w:rPr>
      </w:pPr>
      <w:r w:rsidRPr="0063506C">
        <w:rPr>
          <w:b/>
          <w:color w:val="000000"/>
          <w:spacing w:val="36"/>
          <w:sz w:val="22"/>
          <w:szCs w:val="22"/>
        </w:rPr>
        <w:t>конец формы</w:t>
      </w:r>
    </w:p>
    <w:p w:rsidR="000A0A57" w:rsidRPr="0063506C" w:rsidRDefault="000A0A57" w:rsidP="000A0A57">
      <w:pPr>
        <w:pStyle w:val="21"/>
        <w:pageBreakBefore/>
        <w:numPr>
          <w:ilvl w:val="2"/>
          <w:numId w:val="5"/>
        </w:numPr>
        <w:tabs>
          <w:tab w:val="clear" w:pos="2694"/>
          <w:tab w:val="num" w:pos="1134"/>
        </w:tabs>
        <w:ind w:left="1134"/>
        <w:rPr>
          <w:sz w:val="22"/>
          <w:szCs w:val="22"/>
        </w:rPr>
      </w:pPr>
      <w:bookmarkStart w:id="393" w:name="_Toc90385120"/>
      <w:bookmarkStart w:id="394" w:name="_Toc176073607"/>
      <w:r w:rsidRPr="0063506C">
        <w:rPr>
          <w:sz w:val="22"/>
          <w:szCs w:val="22"/>
        </w:rPr>
        <w:lastRenderedPageBreak/>
        <w:t>Инструкции по заполнению</w:t>
      </w:r>
      <w:bookmarkEnd w:id="393"/>
      <w:bookmarkEnd w:id="394"/>
    </w:p>
    <w:p w:rsidR="000A0A57" w:rsidRPr="0063506C" w:rsidRDefault="00B80AF0" w:rsidP="000A0A57">
      <w:pPr>
        <w:pStyle w:val="a1"/>
        <w:numPr>
          <w:ilvl w:val="3"/>
          <w:numId w:val="5"/>
        </w:numPr>
        <w:spacing w:before="100" w:beforeAutospacing="1" w:line="240" w:lineRule="auto"/>
        <w:rPr>
          <w:sz w:val="22"/>
          <w:szCs w:val="22"/>
        </w:rPr>
      </w:pPr>
      <w:r>
        <w:rPr>
          <w:sz w:val="22"/>
          <w:szCs w:val="22"/>
        </w:rPr>
        <w:t>Поставщик</w:t>
      </w:r>
      <w:r w:rsidR="000A0A57" w:rsidRPr="0063506C">
        <w:rPr>
          <w:sz w:val="22"/>
          <w:szCs w:val="22"/>
        </w:rPr>
        <w:t xml:space="preserve"> указывает дату и номер Предложения в соответствии с письмом о подаче оферты (подраздел </w:t>
      </w:r>
      <w:fldSimple w:instr=" REF _Ref55336310 \r \h  \* MERGEFORMAT ">
        <w:r w:rsidR="000A0A57">
          <w:rPr>
            <w:sz w:val="22"/>
            <w:szCs w:val="22"/>
          </w:rPr>
          <w:t>6.1</w:t>
        </w:r>
      </w:fldSimple>
      <w:r w:rsidR="000A0A57" w:rsidRPr="0063506C">
        <w:rPr>
          <w:sz w:val="22"/>
          <w:szCs w:val="22"/>
        </w:rPr>
        <w:t>).</w:t>
      </w:r>
    </w:p>
    <w:p w:rsidR="000A0A57" w:rsidRPr="0063506C" w:rsidRDefault="00B80AF0" w:rsidP="000A0A57">
      <w:pPr>
        <w:pStyle w:val="a1"/>
        <w:numPr>
          <w:ilvl w:val="3"/>
          <w:numId w:val="5"/>
        </w:numPr>
        <w:spacing w:before="100" w:beforeAutospacing="1" w:line="240" w:lineRule="auto"/>
        <w:rPr>
          <w:sz w:val="22"/>
          <w:szCs w:val="22"/>
        </w:rPr>
      </w:pPr>
      <w:r>
        <w:rPr>
          <w:sz w:val="22"/>
          <w:szCs w:val="22"/>
        </w:rPr>
        <w:t>Поставщик</w:t>
      </w:r>
      <w:r w:rsidR="000A0A57" w:rsidRPr="0063506C">
        <w:rPr>
          <w:sz w:val="22"/>
          <w:szCs w:val="22"/>
        </w:rPr>
        <w:t xml:space="preserve"> указывает свое фирменное наименование (в т.ч. организационно-правовую форму) и свой адрес.</w:t>
      </w:r>
    </w:p>
    <w:p w:rsidR="000A0A57" w:rsidRPr="0063506C" w:rsidRDefault="000A0A57" w:rsidP="000A0A57">
      <w:pPr>
        <w:pStyle w:val="a1"/>
        <w:numPr>
          <w:ilvl w:val="3"/>
          <w:numId w:val="5"/>
        </w:numPr>
        <w:spacing w:before="100" w:beforeAutospacing="1" w:line="240" w:lineRule="auto"/>
        <w:rPr>
          <w:sz w:val="22"/>
          <w:szCs w:val="22"/>
        </w:rPr>
      </w:pPr>
      <w:r w:rsidRPr="0063506C">
        <w:rPr>
          <w:sz w:val="22"/>
          <w:szCs w:val="22"/>
        </w:rPr>
        <w:t xml:space="preserve">Данная форма заполняется как в случае наличия у </w:t>
      </w:r>
      <w:r w:rsidR="00B80AF0">
        <w:rPr>
          <w:sz w:val="22"/>
          <w:szCs w:val="22"/>
        </w:rPr>
        <w:t>Поставщик</w:t>
      </w:r>
      <w:r w:rsidRPr="0063506C">
        <w:rPr>
          <w:sz w:val="22"/>
          <w:szCs w:val="22"/>
        </w:rPr>
        <w:t>а требований или предложений по изменению проекта Договора (раздел 3),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0A0A57" w:rsidRPr="0063506C" w:rsidRDefault="000A0A57" w:rsidP="000A0A57">
      <w:pPr>
        <w:pStyle w:val="a1"/>
        <w:numPr>
          <w:ilvl w:val="3"/>
          <w:numId w:val="5"/>
        </w:numPr>
        <w:spacing w:before="100" w:beforeAutospacing="1" w:line="240" w:lineRule="auto"/>
        <w:rPr>
          <w:sz w:val="22"/>
          <w:szCs w:val="22"/>
        </w:rPr>
      </w:pPr>
      <w:r w:rsidRPr="0063506C">
        <w:rPr>
          <w:sz w:val="22"/>
          <w:szCs w:val="22"/>
        </w:rPr>
        <w:t xml:space="preserve">В случае наличия у </w:t>
      </w:r>
      <w:r w:rsidR="00B80AF0">
        <w:rPr>
          <w:sz w:val="22"/>
          <w:szCs w:val="22"/>
        </w:rPr>
        <w:t>Поставщик</w:t>
      </w:r>
      <w:r w:rsidRPr="0063506C">
        <w:rPr>
          <w:sz w:val="22"/>
          <w:szCs w:val="22"/>
        </w:rPr>
        <w:t xml:space="preserve">а предложений по внесению изменений в проект Договора, </w:t>
      </w:r>
      <w:r w:rsidR="00B80AF0">
        <w:rPr>
          <w:sz w:val="22"/>
          <w:szCs w:val="22"/>
        </w:rPr>
        <w:t>Поставщик</w:t>
      </w:r>
      <w:r w:rsidRPr="0063506C">
        <w:rPr>
          <w:sz w:val="22"/>
          <w:szCs w:val="22"/>
        </w:rPr>
        <w:t xml:space="preserve"> должен представить в составе своем Предложении данный протокол разногласий. В подготовленном протоколе разногласий </w:t>
      </w:r>
      <w:r w:rsidR="00B80AF0">
        <w:rPr>
          <w:sz w:val="22"/>
          <w:szCs w:val="22"/>
        </w:rPr>
        <w:t>Поставщик</w:t>
      </w:r>
      <w:r w:rsidRPr="0063506C">
        <w:rPr>
          <w:sz w:val="22"/>
          <w:szCs w:val="22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Заказчика, но отклонение которых Заказчиком не повлечет отказа </w:t>
      </w:r>
      <w:r w:rsidR="00B80AF0">
        <w:rPr>
          <w:sz w:val="22"/>
          <w:szCs w:val="22"/>
        </w:rPr>
        <w:t>Поставщик</w:t>
      </w:r>
      <w:r w:rsidRPr="0063506C">
        <w:rPr>
          <w:sz w:val="22"/>
          <w:szCs w:val="22"/>
        </w:rPr>
        <w:t>а от подписания Договора в случае признания его Победителем.</w:t>
      </w:r>
    </w:p>
    <w:p w:rsidR="000A0A57" w:rsidRPr="0063506C" w:rsidRDefault="000A0A57" w:rsidP="000A0A57">
      <w:pPr>
        <w:pStyle w:val="a1"/>
        <w:numPr>
          <w:ilvl w:val="3"/>
          <w:numId w:val="5"/>
        </w:numPr>
        <w:spacing w:before="100" w:beforeAutospacing="1" w:line="240" w:lineRule="auto"/>
        <w:rPr>
          <w:sz w:val="22"/>
          <w:szCs w:val="22"/>
        </w:rPr>
      </w:pPr>
      <w:r w:rsidRPr="0063506C">
        <w:rPr>
          <w:sz w:val="22"/>
          <w:szCs w:val="22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 если стороны не придут к соглашению об этих изменениях, стороны будут обязаны подписать Договор на условиях, изложенных в настоящей Документации по запросу предложений и Предложении Победителя.</w:t>
      </w:r>
    </w:p>
    <w:p w:rsidR="000A0A57" w:rsidRPr="0063506C" w:rsidRDefault="000A0A57" w:rsidP="000A0A57">
      <w:pPr>
        <w:pStyle w:val="a1"/>
        <w:keepNext/>
        <w:numPr>
          <w:ilvl w:val="3"/>
          <w:numId w:val="5"/>
        </w:numPr>
        <w:spacing w:before="100" w:beforeAutospacing="1" w:line="240" w:lineRule="auto"/>
        <w:rPr>
          <w:sz w:val="22"/>
          <w:szCs w:val="22"/>
        </w:rPr>
      </w:pPr>
      <w:r w:rsidRPr="0063506C">
        <w:rPr>
          <w:sz w:val="22"/>
          <w:szCs w:val="22"/>
        </w:rPr>
        <w:t xml:space="preserve">В любом случае </w:t>
      </w:r>
      <w:r w:rsidR="00B80AF0">
        <w:rPr>
          <w:sz w:val="22"/>
          <w:szCs w:val="22"/>
        </w:rPr>
        <w:t>Поставщик</w:t>
      </w:r>
      <w:r w:rsidRPr="0063506C">
        <w:rPr>
          <w:sz w:val="22"/>
          <w:szCs w:val="22"/>
        </w:rPr>
        <w:t xml:space="preserve"> должен иметь в виду что:</w:t>
      </w:r>
    </w:p>
    <w:p w:rsidR="000A0A57" w:rsidRPr="0063506C" w:rsidRDefault="000A0A57" w:rsidP="000A0A57">
      <w:pPr>
        <w:pStyle w:val="a2"/>
        <w:numPr>
          <w:ilvl w:val="4"/>
          <w:numId w:val="5"/>
        </w:numPr>
        <w:spacing w:before="100" w:beforeAutospacing="1" w:line="240" w:lineRule="auto"/>
        <w:rPr>
          <w:sz w:val="22"/>
          <w:szCs w:val="22"/>
        </w:rPr>
      </w:pPr>
      <w:r w:rsidRPr="0063506C">
        <w:rPr>
          <w:sz w:val="22"/>
          <w:szCs w:val="22"/>
        </w:rPr>
        <w:t xml:space="preserve">если какое-либо из обязательных Договорных предложений и условий, выдвинутых </w:t>
      </w:r>
      <w:r w:rsidR="00B80AF0">
        <w:rPr>
          <w:sz w:val="22"/>
          <w:szCs w:val="22"/>
        </w:rPr>
        <w:t>Поставщик</w:t>
      </w:r>
      <w:r w:rsidRPr="0063506C">
        <w:rPr>
          <w:sz w:val="22"/>
          <w:szCs w:val="22"/>
        </w:rPr>
        <w:t>ом, будет неприемлемо для Заказчика, такое Предложение будет отклонено независимо от содержания технико-коммерческих предложений;</w:t>
      </w:r>
    </w:p>
    <w:p w:rsidR="000A0A57" w:rsidRPr="0063506C" w:rsidRDefault="000A0A57" w:rsidP="000A0A57">
      <w:pPr>
        <w:pStyle w:val="a2"/>
        <w:numPr>
          <w:ilvl w:val="4"/>
          <w:numId w:val="5"/>
        </w:numPr>
        <w:spacing w:before="100" w:beforeAutospacing="1" w:line="240" w:lineRule="auto"/>
        <w:rPr>
          <w:sz w:val="22"/>
          <w:szCs w:val="22"/>
        </w:rPr>
      </w:pPr>
      <w:r w:rsidRPr="0063506C">
        <w:rPr>
          <w:sz w:val="22"/>
          <w:szCs w:val="22"/>
        </w:rPr>
        <w:t xml:space="preserve">в любом случае, предоставление </w:t>
      </w:r>
      <w:r w:rsidR="00B80AF0">
        <w:rPr>
          <w:sz w:val="22"/>
          <w:szCs w:val="22"/>
        </w:rPr>
        <w:t>Поставщик</w:t>
      </w:r>
      <w:r w:rsidRPr="0063506C">
        <w:rPr>
          <w:sz w:val="22"/>
          <w:szCs w:val="22"/>
        </w:rPr>
        <w:t xml:space="preserve">ом протокола разногласий по подготовленному Заказчиком исходному проекту Договора не лишает </w:t>
      </w:r>
      <w:r w:rsidR="00B80AF0">
        <w:rPr>
          <w:sz w:val="22"/>
          <w:szCs w:val="22"/>
        </w:rPr>
        <w:t>Поставщик</w:t>
      </w:r>
      <w:r w:rsidRPr="0063506C">
        <w:rPr>
          <w:sz w:val="22"/>
          <w:szCs w:val="22"/>
        </w:rPr>
        <w:t>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EE75EA" w:rsidRPr="00661C2E" w:rsidRDefault="00EE75EA" w:rsidP="000A0A57">
      <w:pPr>
        <w:pStyle w:val="a1"/>
        <w:numPr>
          <w:ilvl w:val="0"/>
          <w:numId w:val="0"/>
        </w:numPr>
        <w:spacing w:before="60" w:line="240" w:lineRule="auto"/>
        <w:ind w:left="1134"/>
        <w:rPr>
          <w:sz w:val="22"/>
          <w:szCs w:val="22"/>
        </w:rPr>
      </w:pPr>
    </w:p>
    <w:p w:rsidR="00EE75EA" w:rsidRPr="00661C2E" w:rsidRDefault="00EE75EA" w:rsidP="00EE75EA">
      <w:pPr>
        <w:tabs>
          <w:tab w:val="left" w:pos="1599"/>
        </w:tabs>
        <w:rPr>
          <w:sz w:val="22"/>
          <w:szCs w:val="22"/>
        </w:rPr>
      </w:pPr>
    </w:p>
    <w:p w:rsidR="00EE75EA" w:rsidRPr="00661C2E" w:rsidRDefault="00EE75EA" w:rsidP="00EE75EA">
      <w:pPr>
        <w:rPr>
          <w:sz w:val="22"/>
          <w:szCs w:val="22"/>
        </w:rPr>
      </w:pPr>
    </w:p>
    <w:p w:rsidR="00EE75EA" w:rsidRPr="00661C2E" w:rsidRDefault="00EE75EA" w:rsidP="00EE75EA">
      <w:pPr>
        <w:rPr>
          <w:sz w:val="22"/>
          <w:szCs w:val="22"/>
        </w:rPr>
      </w:pPr>
    </w:p>
    <w:p w:rsidR="00A01313" w:rsidRDefault="00A01313" w:rsidP="00EE75EA">
      <w:pPr>
        <w:tabs>
          <w:tab w:val="left" w:pos="4757"/>
        </w:tabs>
        <w:rPr>
          <w:sz w:val="22"/>
          <w:szCs w:val="22"/>
        </w:rPr>
        <w:sectPr w:rsidR="00A01313" w:rsidSect="00696F6F">
          <w:pgSz w:w="11906" w:h="16838" w:code="9"/>
          <w:pgMar w:top="737" w:right="567" w:bottom="567" w:left="1134" w:header="680" w:footer="414" w:gutter="0"/>
          <w:cols w:space="708"/>
          <w:titlePg/>
          <w:docGrid w:linePitch="360"/>
        </w:sectPr>
      </w:pPr>
    </w:p>
    <w:p w:rsidR="00A01313" w:rsidRPr="00FB1D53" w:rsidRDefault="00A01313" w:rsidP="00A01313">
      <w:pPr>
        <w:pStyle w:val="2"/>
        <w:pageBreakBefore/>
        <w:numPr>
          <w:ilvl w:val="1"/>
          <w:numId w:val="5"/>
        </w:numPr>
        <w:spacing w:before="100" w:beforeAutospacing="1" w:after="100" w:afterAutospacing="1"/>
        <w:rPr>
          <w:sz w:val="22"/>
          <w:szCs w:val="22"/>
        </w:rPr>
      </w:pPr>
      <w:bookmarkStart w:id="395" w:name="_Toc318208007"/>
      <w:r w:rsidRPr="00FB1D53">
        <w:rPr>
          <w:sz w:val="22"/>
          <w:szCs w:val="22"/>
        </w:rPr>
        <w:lastRenderedPageBreak/>
        <w:t>Информация о собственниках Поставщика (включая конечных бенеф</w:t>
      </w:r>
      <w:r w:rsidR="004F7B14" w:rsidRPr="00FB1D53">
        <w:rPr>
          <w:sz w:val="22"/>
          <w:szCs w:val="22"/>
        </w:rPr>
        <w:t>и</w:t>
      </w:r>
      <w:r w:rsidRPr="00FB1D53">
        <w:rPr>
          <w:sz w:val="22"/>
          <w:szCs w:val="22"/>
        </w:rPr>
        <w:t>циаров) (форма 13)</w:t>
      </w:r>
      <w:bookmarkEnd w:id="395"/>
    </w:p>
    <w:p w:rsidR="00A01313" w:rsidRPr="00FB1D53" w:rsidRDefault="00A01313" w:rsidP="00A01313">
      <w:pPr>
        <w:pStyle w:val="21"/>
        <w:numPr>
          <w:ilvl w:val="2"/>
          <w:numId w:val="5"/>
        </w:numPr>
        <w:tabs>
          <w:tab w:val="clear" w:pos="2694"/>
          <w:tab w:val="num" w:pos="1134"/>
          <w:tab w:val="num" w:pos="1314"/>
        </w:tabs>
        <w:spacing w:before="100" w:beforeAutospacing="1" w:after="100" w:afterAutospacing="1"/>
        <w:ind w:left="1134"/>
        <w:rPr>
          <w:sz w:val="22"/>
          <w:szCs w:val="22"/>
        </w:rPr>
      </w:pPr>
      <w:r w:rsidRPr="00FB1D53">
        <w:rPr>
          <w:sz w:val="22"/>
          <w:szCs w:val="22"/>
        </w:rPr>
        <w:t xml:space="preserve">Форма </w:t>
      </w:r>
      <w:r w:rsidR="008C06F6" w:rsidRPr="00FB1D53">
        <w:rPr>
          <w:sz w:val="22"/>
          <w:szCs w:val="22"/>
        </w:rPr>
        <w:t>информации о собственниках Поставщика (включая конечных бенеф</w:t>
      </w:r>
      <w:r w:rsidR="004F7B14" w:rsidRPr="00FB1D53">
        <w:rPr>
          <w:sz w:val="22"/>
          <w:szCs w:val="22"/>
        </w:rPr>
        <w:t>и</w:t>
      </w:r>
      <w:r w:rsidR="008C06F6" w:rsidRPr="00FB1D53">
        <w:rPr>
          <w:sz w:val="22"/>
          <w:szCs w:val="22"/>
        </w:rPr>
        <w:t>циаров)</w:t>
      </w:r>
    </w:p>
    <w:p w:rsidR="00A01313" w:rsidRPr="00FB1D53" w:rsidRDefault="001E54AD" w:rsidP="001E54AD">
      <w:pPr>
        <w:tabs>
          <w:tab w:val="left" w:pos="4757"/>
        </w:tabs>
        <w:spacing w:line="240" w:lineRule="auto"/>
        <w:ind w:left="567" w:firstLine="0"/>
        <w:jc w:val="left"/>
        <w:rPr>
          <w:sz w:val="22"/>
          <w:szCs w:val="22"/>
        </w:rPr>
      </w:pPr>
      <w:r w:rsidRPr="00FB1D53">
        <w:rPr>
          <w:sz w:val="22"/>
          <w:szCs w:val="22"/>
        </w:rPr>
        <w:t>Приложение 12 к письму о подаче оферты</w:t>
      </w:r>
      <w:r w:rsidRPr="00FB1D53">
        <w:rPr>
          <w:sz w:val="22"/>
          <w:szCs w:val="22"/>
        </w:rPr>
        <w:br/>
        <w:t>от «____»_____________ г. №__________</w:t>
      </w:r>
    </w:p>
    <w:p w:rsidR="001E54AD" w:rsidRPr="00FB1D53" w:rsidRDefault="001E54AD" w:rsidP="001E54AD">
      <w:pPr>
        <w:spacing w:line="240" w:lineRule="auto"/>
        <w:ind w:firstLine="0"/>
        <w:rPr>
          <w:color w:val="000000"/>
          <w:sz w:val="22"/>
          <w:szCs w:val="22"/>
        </w:rPr>
      </w:pPr>
    </w:p>
    <w:p w:rsidR="001E54AD" w:rsidRPr="00FB1D53" w:rsidRDefault="001E54AD" w:rsidP="001E54AD">
      <w:pPr>
        <w:suppressAutoHyphens/>
        <w:spacing w:line="240" w:lineRule="auto"/>
        <w:ind w:firstLine="0"/>
        <w:jc w:val="center"/>
        <w:rPr>
          <w:b/>
          <w:sz w:val="22"/>
          <w:szCs w:val="22"/>
        </w:rPr>
      </w:pPr>
      <w:r w:rsidRPr="00FB1D53">
        <w:rPr>
          <w:b/>
          <w:sz w:val="22"/>
          <w:szCs w:val="22"/>
        </w:rPr>
        <w:t xml:space="preserve">Информация о собственниках </w:t>
      </w:r>
      <w:r w:rsidR="008C06F6" w:rsidRPr="00FB1D53">
        <w:rPr>
          <w:b/>
          <w:sz w:val="22"/>
          <w:szCs w:val="22"/>
        </w:rPr>
        <w:t>Поставщика</w:t>
      </w:r>
      <w:r w:rsidRPr="00FB1D53">
        <w:rPr>
          <w:b/>
          <w:sz w:val="22"/>
          <w:szCs w:val="22"/>
        </w:rPr>
        <w:t xml:space="preserve"> (включая конечных бенеф</w:t>
      </w:r>
      <w:r w:rsidR="004F7B14" w:rsidRPr="00FB1D53">
        <w:rPr>
          <w:b/>
          <w:sz w:val="22"/>
          <w:szCs w:val="22"/>
        </w:rPr>
        <w:t>и</w:t>
      </w:r>
      <w:r w:rsidRPr="00FB1D53">
        <w:rPr>
          <w:b/>
          <w:sz w:val="22"/>
          <w:szCs w:val="22"/>
        </w:rPr>
        <w:t>циаров)</w:t>
      </w:r>
    </w:p>
    <w:p w:rsidR="001E54AD" w:rsidRPr="00FB1D53" w:rsidRDefault="001E54AD" w:rsidP="001E54AD">
      <w:pPr>
        <w:spacing w:line="240" w:lineRule="auto"/>
        <w:ind w:firstLine="0"/>
        <w:rPr>
          <w:color w:val="000000"/>
          <w:sz w:val="22"/>
          <w:szCs w:val="22"/>
        </w:rPr>
      </w:pPr>
    </w:p>
    <w:p w:rsidR="001E54AD" w:rsidRPr="00FB1D53" w:rsidRDefault="001E54AD" w:rsidP="001E54AD">
      <w:pPr>
        <w:spacing w:line="240" w:lineRule="auto"/>
        <w:ind w:firstLine="0"/>
        <w:rPr>
          <w:color w:val="000000"/>
          <w:sz w:val="22"/>
          <w:szCs w:val="22"/>
        </w:rPr>
      </w:pPr>
      <w:r w:rsidRPr="00FB1D53">
        <w:rPr>
          <w:color w:val="000000"/>
          <w:sz w:val="22"/>
          <w:szCs w:val="22"/>
        </w:rPr>
        <w:t>Наименование и адрес Поставщика: __________________________________________</w:t>
      </w:r>
    </w:p>
    <w:p w:rsidR="001E54AD" w:rsidRPr="00FB1D53" w:rsidRDefault="001E54AD" w:rsidP="001E54AD">
      <w:pPr>
        <w:spacing w:line="240" w:lineRule="auto"/>
        <w:ind w:firstLine="0"/>
        <w:rPr>
          <w:color w:val="000000"/>
          <w:sz w:val="22"/>
          <w:szCs w:val="22"/>
        </w:rPr>
      </w:pPr>
    </w:p>
    <w:tbl>
      <w:tblPr>
        <w:tblW w:w="0" w:type="auto"/>
        <w:tblInd w:w="93" w:type="dxa"/>
        <w:tblLook w:val="04A0"/>
      </w:tblPr>
      <w:tblGrid>
        <w:gridCol w:w="483"/>
        <w:gridCol w:w="590"/>
        <w:gridCol w:w="665"/>
        <w:gridCol w:w="1260"/>
        <w:gridCol w:w="784"/>
        <w:gridCol w:w="1227"/>
        <w:gridCol w:w="1532"/>
        <w:gridCol w:w="377"/>
        <w:gridCol w:w="590"/>
        <w:gridCol w:w="665"/>
        <w:gridCol w:w="1332"/>
        <w:gridCol w:w="1140"/>
        <w:gridCol w:w="1532"/>
        <w:gridCol w:w="1942"/>
        <w:gridCol w:w="1538"/>
      </w:tblGrid>
      <w:tr w:rsidR="00A01313" w:rsidRPr="00FB1D53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  <w:r w:rsidRPr="00FB1D53"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1313" w:rsidRPr="00FB1D53" w:rsidRDefault="00A01313" w:rsidP="001E54AD">
            <w:pPr>
              <w:spacing w:line="240" w:lineRule="auto"/>
              <w:ind w:firstLine="0"/>
              <w:jc w:val="center"/>
              <w:rPr>
                <w:b/>
                <w:snapToGrid/>
                <w:color w:val="000000"/>
                <w:sz w:val="16"/>
                <w:szCs w:val="16"/>
              </w:rPr>
            </w:pPr>
            <w:r w:rsidRPr="00FB1D53">
              <w:rPr>
                <w:b/>
                <w:snapToGrid/>
                <w:color w:val="000000"/>
                <w:sz w:val="16"/>
                <w:szCs w:val="16"/>
              </w:rPr>
              <w:t xml:space="preserve">наименование  </w:t>
            </w:r>
            <w:r w:rsidR="001E54AD" w:rsidRPr="00FB1D53">
              <w:rPr>
                <w:b/>
                <w:snapToGrid/>
                <w:color w:val="000000"/>
                <w:sz w:val="16"/>
                <w:szCs w:val="16"/>
              </w:rPr>
              <w:t>Поставщика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13" w:rsidRPr="00FB1D53" w:rsidRDefault="00A01313" w:rsidP="001E54AD">
            <w:pPr>
              <w:spacing w:line="240" w:lineRule="auto"/>
              <w:ind w:firstLine="0"/>
              <w:jc w:val="center"/>
              <w:rPr>
                <w:b/>
                <w:bCs/>
                <w:snapToGrid/>
                <w:color w:val="000000"/>
                <w:sz w:val="16"/>
                <w:szCs w:val="16"/>
              </w:rPr>
            </w:pPr>
            <w:r w:rsidRPr="00FB1D53">
              <w:rPr>
                <w:b/>
                <w:bCs/>
                <w:snapToGrid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1E54AD" w:rsidRPr="00FB1D53">
              <w:rPr>
                <w:b/>
                <w:bCs/>
                <w:snapToGrid/>
                <w:color w:val="000000"/>
                <w:sz w:val="16"/>
                <w:szCs w:val="16"/>
              </w:rPr>
              <w:t>Поставщика</w:t>
            </w:r>
            <w:r w:rsidRPr="00FB1D53">
              <w:rPr>
                <w:b/>
                <w:bCs/>
                <w:snapToGrid/>
                <w:color w:val="000000"/>
                <w:sz w:val="16"/>
                <w:szCs w:val="16"/>
              </w:rPr>
              <w:t>, включая бенефициаров (в том числе конечных)</w:t>
            </w:r>
          </w:p>
        </w:tc>
      </w:tr>
      <w:tr w:rsidR="001E54AD" w:rsidRPr="00FB1D53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center"/>
              <w:rPr>
                <w:b/>
                <w:bCs/>
                <w:snapToGrid/>
                <w:color w:val="000000"/>
                <w:sz w:val="16"/>
                <w:szCs w:val="16"/>
              </w:rPr>
            </w:pPr>
            <w:r w:rsidRPr="00FB1D53">
              <w:rPr>
                <w:b/>
                <w:bCs/>
                <w:snapToGrid/>
                <w:color w:val="000000"/>
                <w:sz w:val="16"/>
                <w:szCs w:val="16"/>
              </w:rPr>
              <w:t>№ п.п.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center"/>
              <w:rPr>
                <w:b/>
                <w:bCs/>
                <w:snapToGrid/>
                <w:color w:val="000000"/>
                <w:sz w:val="16"/>
                <w:szCs w:val="16"/>
              </w:rPr>
            </w:pPr>
            <w:r w:rsidRPr="00FB1D53">
              <w:rPr>
                <w:b/>
                <w:bCs/>
                <w:snapToGrid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center"/>
              <w:rPr>
                <w:b/>
                <w:bCs/>
                <w:snapToGrid/>
                <w:color w:val="000000"/>
                <w:sz w:val="16"/>
                <w:szCs w:val="16"/>
              </w:rPr>
            </w:pPr>
            <w:r w:rsidRPr="00FB1D53">
              <w:rPr>
                <w:b/>
                <w:bCs/>
                <w:snapToGrid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center"/>
              <w:rPr>
                <w:b/>
                <w:bCs/>
                <w:snapToGrid/>
                <w:color w:val="000000"/>
                <w:sz w:val="16"/>
                <w:szCs w:val="16"/>
              </w:rPr>
            </w:pPr>
            <w:r w:rsidRPr="00FB1D53">
              <w:rPr>
                <w:b/>
                <w:bCs/>
                <w:snapToGrid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center"/>
              <w:rPr>
                <w:b/>
                <w:bCs/>
                <w:snapToGrid/>
                <w:color w:val="000000"/>
                <w:sz w:val="16"/>
                <w:szCs w:val="16"/>
              </w:rPr>
            </w:pPr>
            <w:r w:rsidRPr="00FB1D53">
              <w:rPr>
                <w:b/>
                <w:bCs/>
                <w:snapToGrid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center"/>
              <w:rPr>
                <w:b/>
                <w:bCs/>
                <w:snapToGrid/>
                <w:color w:val="000000"/>
                <w:sz w:val="16"/>
                <w:szCs w:val="16"/>
              </w:rPr>
            </w:pPr>
            <w:r w:rsidRPr="00FB1D53">
              <w:rPr>
                <w:b/>
                <w:bCs/>
                <w:snapToGrid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center"/>
              <w:rPr>
                <w:b/>
                <w:bCs/>
                <w:snapToGrid/>
                <w:color w:val="000000"/>
                <w:sz w:val="16"/>
                <w:szCs w:val="16"/>
              </w:rPr>
            </w:pPr>
            <w:r w:rsidRPr="00FB1D53">
              <w:rPr>
                <w:b/>
                <w:bCs/>
                <w:snapToGrid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center"/>
              <w:rPr>
                <w:b/>
                <w:bCs/>
                <w:snapToGrid/>
                <w:color w:val="000000"/>
                <w:sz w:val="16"/>
                <w:szCs w:val="16"/>
              </w:rPr>
            </w:pPr>
            <w:r w:rsidRPr="00FB1D53">
              <w:rPr>
                <w:b/>
                <w:bCs/>
                <w:snapToGrid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center"/>
              <w:rPr>
                <w:b/>
                <w:bCs/>
                <w:snapToGrid/>
                <w:color w:val="000000"/>
                <w:sz w:val="16"/>
                <w:szCs w:val="16"/>
              </w:rPr>
            </w:pPr>
            <w:r w:rsidRPr="00FB1D53">
              <w:rPr>
                <w:b/>
                <w:bCs/>
                <w:snapToGrid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center"/>
              <w:rPr>
                <w:b/>
                <w:bCs/>
                <w:snapToGrid/>
                <w:color w:val="000000"/>
                <w:sz w:val="16"/>
                <w:szCs w:val="16"/>
              </w:rPr>
            </w:pPr>
            <w:r w:rsidRPr="00FB1D53">
              <w:rPr>
                <w:b/>
                <w:bCs/>
                <w:snapToGrid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center"/>
              <w:rPr>
                <w:b/>
                <w:bCs/>
                <w:snapToGrid/>
                <w:color w:val="000000"/>
                <w:sz w:val="16"/>
                <w:szCs w:val="16"/>
              </w:rPr>
            </w:pPr>
            <w:r w:rsidRPr="00FB1D53">
              <w:rPr>
                <w:b/>
                <w:bCs/>
                <w:snapToGrid/>
                <w:color w:val="000000"/>
                <w:sz w:val="16"/>
                <w:szCs w:val="16"/>
              </w:rPr>
              <w:t>Наименование/</w:t>
            </w:r>
            <w:r w:rsidR="001E54AD" w:rsidRPr="00FB1D53">
              <w:rPr>
                <w:b/>
                <w:bCs/>
                <w:snapToGrid/>
                <w:color w:val="000000"/>
                <w:sz w:val="16"/>
                <w:szCs w:val="16"/>
              </w:rPr>
              <w:br/>
            </w:r>
            <w:r w:rsidRPr="00FB1D53">
              <w:rPr>
                <w:b/>
                <w:bCs/>
                <w:snapToGrid/>
                <w:color w:val="000000"/>
                <w:sz w:val="16"/>
                <w:szCs w:val="16"/>
              </w:rPr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center"/>
              <w:rPr>
                <w:b/>
                <w:bCs/>
                <w:snapToGrid/>
                <w:color w:val="000000"/>
                <w:sz w:val="16"/>
                <w:szCs w:val="16"/>
              </w:rPr>
            </w:pPr>
            <w:r w:rsidRPr="00FB1D53">
              <w:rPr>
                <w:b/>
                <w:bCs/>
                <w:snapToGrid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13" w:rsidRPr="00FB1D53" w:rsidRDefault="00A01313" w:rsidP="001E54AD">
            <w:pPr>
              <w:spacing w:line="240" w:lineRule="auto"/>
              <w:ind w:firstLine="0"/>
              <w:jc w:val="center"/>
              <w:rPr>
                <w:b/>
                <w:bCs/>
                <w:snapToGrid/>
                <w:color w:val="000000"/>
                <w:sz w:val="16"/>
                <w:szCs w:val="16"/>
              </w:rPr>
            </w:pPr>
            <w:r w:rsidRPr="00FB1D53">
              <w:rPr>
                <w:b/>
                <w:bCs/>
                <w:snapToGrid/>
                <w:color w:val="000000"/>
                <w:sz w:val="16"/>
                <w:szCs w:val="16"/>
              </w:rPr>
              <w:t>серия и номер документа, удостоверяющего личность (для физ.лиц)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center"/>
              <w:rPr>
                <w:b/>
                <w:bCs/>
                <w:snapToGrid/>
                <w:color w:val="000000"/>
                <w:sz w:val="16"/>
                <w:szCs w:val="16"/>
              </w:rPr>
            </w:pPr>
            <w:r w:rsidRPr="00FB1D53">
              <w:rPr>
                <w:b/>
                <w:bCs/>
                <w:snapToGrid/>
                <w:color w:val="000000"/>
                <w:sz w:val="16"/>
                <w:szCs w:val="16"/>
              </w:rPr>
              <w:t>руководитель/участник</w:t>
            </w:r>
            <w:r w:rsidR="001E54AD" w:rsidRPr="00FB1D53">
              <w:rPr>
                <w:b/>
                <w:bCs/>
                <w:snapToGrid/>
                <w:color w:val="000000"/>
                <w:sz w:val="16"/>
                <w:szCs w:val="16"/>
              </w:rPr>
              <w:br/>
            </w:r>
            <w:r w:rsidRPr="00FB1D53">
              <w:rPr>
                <w:b/>
                <w:bCs/>
                <w:snapToGrid/>
                <w:color w:val="000000"/>
                <w:sz w:val="16"/>
                <w:szCs w:val="16"/>
              </w:rPr>
              <w:t>/акционер</w:t>
            </w:r>
            <w:r w:rsidR="001E54AD" w:rsidRPr="00FB1D53">
              <w:rPr>
                <w:b/>
                <w:bCs/>
                <w:snapToGrid/>
                <w:color w:val="000000"/>
                <w:sz w:val="16"/>
                <w:szCs w:val="16"/>
              </w:rPr>
              <w:br/>
            </w:r>
            <w:r w:rsidRPr="00FB1D53">
              <w:rPr>
                <w:b/>
                <w:bCs/>
                <w:snapToGrid/>
                <w:color w:val="000000"/>
                <w:sz w:val="16"/>
                <w:szCs w:val="16"/>
              </w:rPr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13" w:rsidRPr="00FB1D53" w:rsidRDefault="00A01313" w:rsidP="001E54AD">
            <w:pPr>
              <w:spacing w:line="240" w:lineRule="auto"/>
              <w:ind w:firstLine="0"/>
              <w:jc w:val="center"/>
              <w:rPr>
                <w:b/>
                <w:snapToGrid/>
                <w:color w:val="000000"/>
                <w:sz w:val="16"/>
                <w:szCs w:val="16"/>
              </w:rPr>
            </w:pPr>
            <w:r w:rsidRPr="00FB1D53">
              <w:rPr>
                <w:b/>
                <w:snapToGrid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1E54AD" w:rsidRPr="00FB1D53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b/>
                <w:bCs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b/>
                <w:bCs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b/>
                <w:bCs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b/>
                <w:bCs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b/>
                <w:bCs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b/>
                <w:bCs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b/>
                <w:bCs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b/>
                <w:bCs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b/>
                <w:bCs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b/>
                <w:bCs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b/>
                <w:bCs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b/>
                <w:bCs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b/>
                <w:bCs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b/>
                <w:bCs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</w:p>
        </w:tc>
      </w:tr>
      <w:tr w:rsidR="001E54AD" w:rsidRPr="00FB1D53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b/>
                <w:bCs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b/>
                <w:bCs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b/>
                <w:bCs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b/>
                <w:bCs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b/>
                <w:bCs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b/>
                <w:bCs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b/>
                <w:bCs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b/>
                <w:bCs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b/>
                <w:bCs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b/>
                <w:bCs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b/>
                <w:bCs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b/>
                <w:bCs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b/>
                <w:bCs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b/>
                <w:bCs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</w:p>
        </w:tc>
      </w:tr>
      <w:tr w:rsidR="001E54AD" w:rsidRPr="00FB1D53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center"/>
              <w:rPr>
                <w:b/>
                <w:bCs/>
                <w:snapToGrid/>
                <w:color w:val="000000"/>
                <w:sz w:val="16"/>
                <w:szCs w:val="16"/>
              </w:rPr>
            </w:pPr>
            <w:r w:rsidRPr="00FB1D53">
              <w:rPr>
                <w:b/>
                <w:bCs/>
                <w:snapToGrid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center"/>
              <w:rPr>
                <w:b/>
                <w:bCs/>
                <w:snapToGrid/>
                <w:color w:val="000000"/>
                <w:sz w:val="16"/>
                <w:szCs w:val="16"/>
              </w:rPr>
            </w:pPr>
            <w:r w:rsidRPr="00FB1D53">
              <w:rPr>
                <w:b/>
                <w:bCs/>
                <w:snapToGrid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center"/>
              <w:rPr>
                <w:b/>
                <w:bCs/>
                <w:snapToGrid/>
                <w:color w:val="000000"/>
                <w:sz w:val="16"/>
                <w:szCs w:val="16"/>
              </w:rPr>
            </w:pPr>
            <w:r w:rsidRPr="00FB1D53">
              <w:rPr>
                <w:b/>
                <w:bCs/>
                <w:snapToGrid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center"/>
              <w:rPr>
                <w:b/>
                <w:bCs/>
                <w:snapToGrid/>
                <w:color w:val="000000"/>
                <w:sz w:val="16"/>
                <w:szCs w:val="16"/>
              </w:rPr>
            </w:pPr>
            <w:r w:rsidRPr="00FB1D53">
              <w:rPr>
                <w:b/>
                <w:bCs/>
                <w:snapToGrid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center"/>
              <w:rPr>
                <w:b/>
                <w:bCs/>
                <w:snapToGrid/>
                <w:color w:val="000000"/>
                <w:sz w:val="16"/>
                <w:szCs w:val="16"/>
              </w:rPr>
            </w:pPr>
            <w:r w:rsidRPr="00FB1D53">
              <w:rPr>
                <w:b/>
                <w:bCs/>
                <w:snapToGrid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center"/>
              <w:rPr>
                <w:b/>
                <w:bCs/>
                <w:snapToGrid/>
                <w:color w:val="000000"/>
                <w:sz w:val="16"/>
                <w:szCs w:val="16"/>
              </w:rPr>
            </w:pPr>
            <w:r w:rsidRPr="00FB1D53">
              <w:rPr>
                <w:b/>
                <w:bCs/>
                <w:snapToGrid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center"/>
              <w:rPr>
                <w:b/>
                <w:bCs/>
                <w:snapToGrid/>
                <w:color w:val="000000"/>
                <w:sz w:val="16"/>
                <w:szCs w:val="16"/>
              </w:rPr>
            </w:pPr>
            <w:r w:rsidRPr="00FB1D53">
              <w:rPr>
                <w:b/>
                <w:bCs/>
                <w:snapToGrid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13" w:rsidRPr="00FB1D53" w:rsidRDefault="003817D7" w:rsidP="00A01313">
            <w:pPr>
              <w:spacing w:line="240" w:lineRule="auto"/>
              <w:ind w:firstLine="0"/>
              <w:jc w:val="center"/>
              <w:rPr>
                <w:b/>
                <w:bCs/>
                <w:snapToGrid/>
                <w:color w:val="000000"/>
                <w:sz w:val="16"/>
                <w:szCs w:val="16"/>
              </w:rPr>
            </w:pPr>
            <w:r w:rsidRPr="00FB1D53">
              <w:rPr>
                <w:b/>
                <w:bCs/>
                <w:snapToGrid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13" w:rsidRPr="00FB1D53" w:rsidRDefault="003817D7" w:rsidP="00A01313">
            <w:pPr>
              <w:spacing w:line="240" w:lineRule="auto"/>
              <w:ind w:firstLine="0"/>
              <w:jc w:val="center"/>
              <w:rPr>
                <w:b/>
                <w:bCs/>
                <w:snapToGrid/>
                <w:color w:val="000000"/>
                <w:sz w:val="16"/>
                <w:szCs w:val="16"/>
              </w:rPr>
            </w:pPr>
            <w:r w:rsidRPr="00FB1D53">
              <w:rPr>
                <w:b/>
                <w:bCs/>
                <w:snapToGrid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13" w:rsidRPr="00FB1D53" w:rsidRDefault="00A01313" w:rsidP="003817D7">
            <w:pPr>
              <w:spacing w:line="240" w:lineRule="auto"/>
              <w:ind w:firstLine="0"/>
              <w:jc w:val="center"/>
              <w:rPr>
                <w:b/>
                <w:bCs/>
                <w:snapToGrid/>
                <w:color w:val="000000"/>
                <w:sz w:val="16"/>
                <w:szCs w:val="16"/>
              </w:rPr>
            </w:pPr>
            <w:r w:rsidRPr="00FB1D53">
              <w:rPr>
                <w:b/>
                <w:bCs/>
                <w:snapToGrid/>
                <w:color w:val="000000"/>
                <w:sz w:val="16"/>
                <w:szCs w:val="16"/>
              </w:rPr>
              <w:t>1</w:t>
            </w:r>
            <w:r w:rsidR="003817D7" w:rsidRPr="00FB1D53">
              <w:rPr>
                <w:b/>
                <w:bCs/>
                <w:snapToGrid/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13" w:rsidRPr="00FB1D53" w:rsidRDefault="00A01313" w:rsidP="003817D7">
            <w:pPr>
              <w:spacing w:line="240" w:lineRule="auto"/>
              <w:ind w:firstLine="0"/>
              <w:jc w:val="center"/>
              <w:rPr>
                <w:b/>
                <w:bCs/>
                <w:snapToGrid/>
                <w:color w:val="000000"/>
                <w:sz w:val="16"/>
                <w:szCs w:val="16"/>
              </w:rPr>
            </w:pPr>
            <w:r w:rsidRPr="00FB1D53">
              <w:rPr>
                <w:b/>
                <w:bCs/>
                <w:snapToGrid/>
                <w:color w:val="000000"/>
                <w:sz w:val="16"/>
                <w:szCs w:val="16"/>
              </w:rPr>
              <w:t>1</w:t>
            </w:r>
            <w:r w:rsidR="003817D7" w:rsidRPr="00FB1D53">
              <w:rPr>
                <w:b/>
                <w:bCs/>
                <w:snapToGrid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13" w:rsidRPr="00FB1D53" w:rsidRDefault="00A01313" w:rsidP="003817D7">
            <w:pPr>
              <w:spacing w:line="240" w:lineRule="auto"/>
              <w:ind w:firstLine="0"/>
              <w:jc w:val="center"/>
              <w:rPr>
                <w:b/>
                <w:bCs/>
                <w:snapToGrid/>
                <w:color w:val="000000"/>
                <w:sz w:val="16"/>
                <w:szCs w:val="16"/>
              </w:rPr>
            </w:pPr>
            <w:r w:rsidRPr="00FB1D53">
              <w:rPr>
                <w:b/>
                <w:bCs/>
                <w:snapToGrid/>
                <w:color w:val="000000"/>
                <w:sz w:val="16"/>
                <w:szCs w:val="16"/>
              </w:rPr>
              <w:t>1</w:t>
            </w:r>
            <w:r w:rsidR="003817D7" w:rsidRPr="00FB1D53">
              <w:rPr>
                <w:b/>
                <w:bCs/>
                <w:snapToGrid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1313" w:rsidRPr="00FB1D53" w:rsidRDefault="00A01313" w:rsidP="003817D7">
            <w:pPr>
              <w:spacing w:line="240" w:lineRule="auto"/>
              <w:ind w:firstLine="0"/>
              <w:jc w:val="center"/>
              <w:rPr>
                <w:b/>
                <w:bCs/>
                <w:snapToGrid/>
                <w:color w:val="000000"/>
                <w:sz w:val="16"/>
                <w:szCs w:val="16"/>
              </w:rPr>
            </w:pPr>
            <w:r w:rsidRPr="00FB1D53">
              <w:rPr>
                <w:b/>
                <w:bCs/>
                <w:snapToGrid/>
                <w:color w:val="000000"/>
                <w:sz w:val="16"/>
                <w:szCs w:val="16"/>
              </w:rPr>
              <w:t>1</w:t>
            </w:r>
            <w:r w:rsidR="003817D7" w:rsidRPr="00FB1D53">
              <w:rPr>
                <w:b/>
                <w:bCs/>
                <w:snapToGrid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13" w:rsidRPr="00FB1D53" w:rsidRDefault="00A01313" w:rsidP="003817D7">
            <w:pPr>
              <w:spacing w:line="240" w:lineRule="auto"/>
              <w:ind w:firstLine="0"/>
              <w:jc w:val="center"/>
              <w:rPr>
                <w:b/>
                <w:bCs/>
                <w:snapToGrid/>
                <w:color w:val="000000"/>
                <w:sz w:val="16"/>
                <w:szCs w:val="16"/>
              </w:rPr>
            </w:pPr>
            <w:r w:rsidRPr="00FB1D53">
              <w:rPr>
                <w:b/>
                <w:bCs/>
                <w:snapToGrid/>
                <w:color w:val="000000"/>
                <w:sz w:val="16"/>
                <w:szCs w:val="16"/>
              </w:rPr>
              <w:t>1</w:t>
            </w:r>
            <w:r w:rsidR="003817D7" w:rsidRPr="00FB1D53">
              <w:rPr>
                <w:b/>
                <w:bCs/>
                <w:snapToGrid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1313" w:rsidRPr="00FB1D53" w:rsidRDefault="003817D7" w:rsidP="00A01313">
            <w:pPr>
              <w:spacing w:line="240" w:lineRule="auto"/>
              <w:ind w:firstLine="0"/>
              <w:jc w:val="center"/>
              <w:rPr>
                <w:b/>
                <w:snapToGrid/>
                <w:color w:val="000000"/>
                <w:sz w:val="16"/>
                <w:szCs w:val="16"/>
              </w:rPr>
            </w:pPr>
            <w:r w:rsidRPr="00FB1D53">
              <w:rPr>
                <w:b/>
                <w:snapToGrid/>
                <w:color w:val="000000"/>
                <w:sz w:val="16"/>
                <w:szCs w:val="16"/>
              </w:rPr>
              <w:t>15</w:t>
            </w:r>
          </w:p>
        </w:tc>
      </w:tr>
      <w:tr w:rsidR="001E54AD" w:rsidRPr="00FB1D53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FB1D5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FB1D5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FB1D5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FB1D5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FB1D5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FB1D5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FB1D5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FB1D5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FB1D5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FB1D5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FB1D5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FB1D5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FB1D5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FB1D5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</w:tr>
      <w:tr w:rsidR="001E54AD" w:rsidRPr="00FB1D53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FB1D5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FB1D5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FB1D5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FB1D5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FB1D5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FB1D5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FB1D5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FB1D5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FB1D5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FB1D5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FB1D5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FB1D5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FB1D5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FB1D5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FB1D5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</w:tr>
      <w:tr w:rsidR="001E54AD" w:rsidRPr="00FB1D53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FB1D5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FB1D5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FB1D5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FB1D5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FB1D5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FB1D5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FB1D5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FB1D5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FB1D5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FB1D5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FB1D5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FB1D5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FB1D5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FB1D5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FB1D5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</w:tr>
      <w:tr w:rsidR="001E54AD" w:rsidRPr="00FB1D53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FB1D5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FB1D5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FB1D5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FB1D5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FB1D5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FB1D5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FB1D5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FB1D5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FB1D5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FB1D5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FB1D5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FB1D5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FB1D5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FB1D5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FB1D5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</w:tr>
      <w:tr w:rsidR="001E54AD" w:rsidRPr="00FB1D5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FB1D5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FB1D5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  <w:r w:rsidRPr="00FB1D53"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  <w:r w:rsidRPr="00FB1D53"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  <w:r w:rsidRPr="00FB1D53"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  <w:r w:rsidRPr="00FB1D53"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  <w:r w:rsidRPr="00FB1D53"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  <w:r w:rsidRPr="00FB1D53"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  <w:r w:rsidRPr="00FB1D53"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  <w:r w:rsidRPr="00FB1D53"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  <w:r w:rsidRPr="00FB1D53"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  <w:r w:rsidRPr="00FB1D53"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  <w:r w:rsidRPr="00FB1D53"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  <w:r w:rsidRPr="00FB1D53"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  <w:r w:rsidRPr="00FB1D53"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> </w:t>
            </w:r>
          </w:p>
        </w:tc>
      </w:tr>
    </w:tbl>
    <w:p w:rsidR="001E54AD" w:rsidRPr="00FB1D53" w:rsidRDefault="001E54AD" w:rsidP="00EE75EA">
      <w:pPr>
        <w:tabs>
          <w:tab w:val="left" w:pos="4757"/>
        </w:tabs>
        <w:rPr>
          <w:sz w:val="22"/>
          <w:szCs w:val="22"/>
        </w:rPr>
      </w:pPr>
    </w:p>
    <w:p w:rsidR="001E54AD" w:rsidRPr="00FB1D53" w:rsidRDefault="001E54AD" w:rsidP="001E54AD">
      <w:pPr>
        <w:spacing w:line="240" w:lineRule="auto"/>
        <w:rPr>
          <w:color w:val="000000"/>
          <w:sz w:val="22"/>
          <w:szCs w:val="22"/>
        </w:rPr>
      </w:pPr>
      <w:r w:rsidRPr="00FB1D53">
        <w:rPr>
          <w:color w:val="000000"/>
          <w:sz w:val="22"/>
          <w:szCs w:val="22"/>
        </w:rPr>
        <w:t>____________________________________</w:t>
      </w:r>
    </w:p>
    <w:p w:rsidR="001E54AD" w:rsidRPr="00FB1D53" w:rsidRDefault="001E54AD" w:rsidP="001E54AD">
      <w:pPr>
        <w:spacing w:line="240" w:lineRule="auto"/>
        <w:ind w:right="3684"/>
        <w:jc w:val="center"/>
        <w:rPr>
          <w:color w:val="000000"/>
          <w:sz w:val="22"/>
          <w:szCs w:val="22"/>
          <w:vertAlign w:val="superscript"/>
        </w:rPr>
      </w:pPr>
      <w:r w:rsidRPr="00FB1D53">
        <w:rPr>
          <w:color w:val="000000"/>
          <w:sz w:val="22"/>
          <w:szCs w:val="22"/>
          <w:vertAlign w:val="superscript"/>
        </w:rPr>
        <w:t>(подпись, М.П.)</w:t>
      </w:r>
    </w:p>
    <w:p w:rsidR="001E54AD" w:rsidRPr="00FB1D53" w:rsidRDefault="001E54AD" w:rsidP="001E54AD">
      <w:pPr>
        <w:spacing w:line="240" w:lineRule="auto"/>
        <w:rPr>
          <w:color w:val="000000"/>
          <w:sz w:val="22"/>
          <w:szCs w:val="22"/>
        </w:rPr>
      </w:pPr>
      <w:r w:rsidRPr="00FB1D53">
        <w:rPr>
          <w:color w:val="000000"/>
          <w:sz w:val="22"/>
          <w:szCs w:val="22"/>
        </w:rPr>
        <w:t>____________________________________</w:t>
      </w:r>
    </w:p>
    <w:p w:rsidR="001E54AD" w:rsidRPr="00FB1D53" w:rsidRDefault="001E54AD" w:rsidP="001E54AD">
      <w:pPr>
        <w:spacing w:line="240" w:lineRule="auto"/>
        <w:ind w:right="3684"/>
        <w:jc w:val="center"/>
        <w:rPr>
          <w:color w:val="000000"/>
          <w:sz w:val="22"/>
          <w:szCs w:val="22"/>
          <w:vertAlign w:val="superscript"/>
        </w:rPr>
      </w:pPr>
      <w:r w:rsidRPr="00FB1D53">
        <w:rPr>
          <w:color w:val="000000"/>
          <w:sz w:val="22"/>
          <w:szCs w:val="22"/>
          <w:vertAlign w:val="superscript"/>
        </w:rPr>
        <w:t>(фамилия, имя, отчество подписавшего, должность)</w:t>
      </w:r>
    </w:p>
    <w:p w:rsidR="001E54AD" w:rsidRPr="00FB1D53" w:rsidRDefault="001E54AD" w:rsidP="001E54AD">
      <w:pPr>
        <w:rPr>
          <w:sz w:val="22"/>
          <w:szCs w:val="22"/>
        </w:rPr>
      </w:pPr>
    </w:p>
    <w:p w:rsidR="001E54AD" w:rsidRPr="00FB1D53" w:rsidRDefault="001E54AD" w:rsidP="001E54AD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2"/>
          <w:szCs w:val="22"/>
        </w:rPr>
      </w:pPr>
      <w:r w:rsidRPr="00FB1D53">
        <w:rPr>
          <w:b/>
          <w:color w:val="000000"/>
          <w:spacing w:val="36"/>
          <w:sz w:val="22"/>
          <w:szCs w:val="22"/>
        </w:rPr>
        <w:t>конец формы</w:t>
      </w:r>
    </w:p>
    <w:p w:rsidR="00205DF6" w:rsidRPr="00FB1D53" w:rsidRDefault="00205DF6" w:rsidP="00205DF6">
      <w:pPr>
        <w:pStyle w:val="21"/>
        <w:pageBreakBefore/>
        <w:numPr>
          <w:ilvl w:val="2"/>
          <w:numId w:val="5"/>
        </w:numPr>
        <w:tabs>
          <w:tab w:val="clear" w:pos="2694"/>
          <w:tab w:val="num" w:pos="1134"/>
        </w:tabs>
        <w:ind w:left="1134"/>
        <w:rPr>
          <w:sz w:val="22"/>
          <w:szCs w:val="22"/>
        </w:rPr>
      </w:pPr>
      <w:r w:rsidRPr="00FB1D53">
        <w:rPr>
          <w:sz w:val="22"/>
          <w:szCs w:val="22"/>
        </w:rPr>
        <w:lastRenderedPageBreak/>
        <w:t>Инструкции по заполнению</w:t>
      </w:r>
    </w:p>
    <w:p w:rsidR="00205DF6" w:rsidRPr="00FB1D53" w:rsidRDefault="00205DF6" w:rsidP="00205DF6">
      <w:pPr>
        <w:pStyle w:val="a1"/>
        <w:numPr>
          <w:ilvl w:val="3"/>
          <w:numId w:val="5"/>
        </w:numPr>
        <w:spacing w:before="100" w:beforeAutospacing="1" w:line="240" w:lineRule="auto"/>
        <w:rPr>
          <w:sz w:val="22"/>
          <w:szCs w:val="22"/>
        </w:rPr>
      </w:pPr>
      <w:r w:rsidRPr="00FB1D53">
        <w:rPr>
          <w:sz w:val="22"/>
          <w:szCs w:val="22"/>
        </w:rPr>
        <w:t xml:space="preserve">Поставщик указывает дату и номер Предложения в соответствии с письмом о подаче оферты (подраздел </w:t>
      </w:r>
      <w:fldSimple w:instr=" REF _Ref55336310 \r \h  \* MERGEFORMAT ">
        <w:r w:rsidRPr="00FB1D53">
          <w:rPr>
            <w:sz w:val="22"/>
            <w:szCs w:val="22"/>
          </w:rPr>
          <w:t>6.1</w:t>
        </w:r>
      </w:fldSimple>
      <w:r w:rsidRPr="00FB1D53">
        <w:rPr>
          <w:sz w:val="22"/>
          <w:szCs w:val="22"/>
        </w:rPr>
        <w:t>).</w:t>
      </w:r>
    </w:p>
    <w:p w:rsidR="00205DF6" w:rsidRPr="00FB1D53" w:rsidRDefault="00205DF6" w:rsidP="00205DF6">
      <w:pPr>
        <w:pStyle w:val="a1"/>
        <w:numPr>
          <w:ilvl w:val="3"/>
          <w:numId w:val="5"/>
        </w:numPr>
        <w:spacing w:before="100" w:beforeAutospacing="1" w:line="240" w:lineRule="auto"/>
        <w:rPr>
          <w:sz w:val="22"/>
          <w:szCs w:val="22"/>
        </w:rPr>
      </w:pPr>
      <w:r w:rsidRPr="00FB1D53">
        <w:rPr>
          <w:sz w:val="22"/>
          <w:szCs w:val="22"/>
        </w:rPr>
        <w:t>Поставщик указывает свое фирменное наименование (в т.ч. организационно-правовую форму) и свой адрес.</w:t>
      </w:r>
    </w:p>
    <w:p w:rsidR="00205DF6" w:rsidRPr="00FB1D53" w:rsidRDefault="00205DF6" w:rsidP="00205DF6">
      <w:pPr>
        <w:pStyle w:val="a1"/>
        <w:numPr>
          <w:ilvl w:val="3"/>
          <w:numId w:val="5"/>
        </w:numPr>
        <w:spacing w:before="100" w:beforeAutospacing="1" w:line="240" w:lineRule="auto"/>
        <w:rPr>
          <w:sz w:val="22"/>
          <w:szCs w:val="22"/>
        </w:rPr>
      </w:pPr>
      <w:r w:rsidRPr="00FB1D53">
        <w:rPr>
          <w:sz w:val="22"/>
          <w:szCs w:val="22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205DF6" w:rsidRPr="00FB1D53" w:rsidRDefault="00205DF6" w:rsidP="00205DF6">
      <w:pPr>
        <w:pStyle w:val="a1"/>
        <w:numPr>
          <w:ilvl w:val="3"/>
          <w:numId w:val="5"/>
        </w:numPr>
        <w:spacing w:before="100" w:beforeAutospacing="1" w:line="240" w:lineRule="auto"/>
        <w:rPr>
          <w:sz w:val="22"/>
          <w:szCs w:val="22"/>
        </w:rPr>
      </w:pPr>
      <w:r w:rsidRPr="00FB1D53">
        <w:rPr>
          <w:sz w:val="22"/>
          <w:szCs w:val="22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053A41" w:rsidRPr="00FB1D53" w:rsidRDefault="00053A41" w:rsidP="00205DF6">
      <w:pPr>
        <w:pStyle w:val="a1"/>
        <w:numPr>
          <w:ilvl w:val="3"/>
          <w:numId w:val="5"/>
        </w:numPr>
        <w:spacing w:before="100" w:beforeAutospacing="1" w:line="240" w:lineRule="auto"/>
        <w:rPr>
          <w:sz w:val="22"/>
          <w:szCs w:val="22"/>
        </w:rPr>
      </w:pPr>
      <w:r w:rsidRPr="00FB1D53">
        <w:rPr>
          <w:sz w:val="22"/>
          <w:szCs w:val="22"/>
        </w:rPr>
        <w:t>Разделы «ИНН»</w:t>
      </w:r>
      <w:r w:rsidR="00F150FB" w:rsidRPr="00FB1D53">
        <w:rPr>
          <w:sz w:val="22"/>
          <w:szCs w:val="22"/>
        </w:rPr>
        <w:t xml:space="preserve"> (№</w:t>
      </w:r>
      <w:r w:rsidR="00063447" w:rsidRPr="00FB1D53">
        <w:rPr>
          <w:sz w:val="22"/>
          <w:szCs w:val="22"/>
        </w:rPr>
        <w:t>2 и №</w:t>
      </w:r>
      <w:r w:rsidR="003817D7" w:rsidRPr="00FB1D53">
        <w:rPr>
          <w:sz w:val="22"/>
          <w:szCs w:val="22"/>
        </w:rPr>
        <w:t>9</w:t>
      </w:r>
      <w:r w:rsidR="00063447" w:rsidRPr="00FB1D53">
        <w:rPr>
          <w:sz w:val="22"/>
          <w:szCs w:val="22"/>
        </w:rPr>
        <w:t xml:space="preserve">) </w:t>
      </w:r>
      <w:r w:rsidRPr="00FB1D53">
        <w:rPr>
          <w:sz w:val="22"/>
          <w:szCs w:val="22"/>
        </w:rPr>
        <w:t>и «ОГРН»</w:t>
      </w:r>
      <w:r w:rsidR="00063447" w:rsidRPr="00FB1D53">
        <w:rPr>
          <w:sz w:val="22"/>
          <w:szCs w:val="22"/>
        </w:rPr>
        <w:t xml:space="preserve"> (№3 и №1</w:t>
      </w:r>
      <w:r w:rsidR="003817D7" w:rsidRPr="00FB1D53">
        <w:rPr>
          <w:sz w:val="22"/>
          <w:szCs w:val="22"/>
        </w:rPr>
        <w:t>0</w:t>
      </w:r>
      <w:r w:rsidR="00063447" w:rsidRPr="00FB1D53">
        <w:rPr>
          <w:sz w:val="22"/>
          <w:szCs w:val="22"/>
        </w:rPr>
        <w:t>)</w:t>
      </w:r>
      <w:r w:rsidRPr="00FB1D53">
        <w:rPr>
          <w:sz w:val="22"/>
          <w:szCs w:val="22"/>
        </w:rPr>
        <w:t xml:space="preserve"> - указываются регистрационные данные </w:t>
      </w:r>
      <w:r w:rsidR="00704872" w:rsidRPr="00FB1D53">
        <w:rPr>
          <w:sz w:val="22"/>
          <w:szCs w:val="22"/>
        </w:rPr>
        <w:t>Поставщика</w:t>
      </w:r>
      <w:r w:rsidRPr="00FB1D53">
        <w:rPr>
          <w:sz w:val="22"/>
          <w:szCs w:val="22"/>
        </w:rPr>
        <w:t>.</w:t>
      </w:r>
    </w:p>
    <w:p w:rsidR="00F150FB" w:rsidRPr="00FB1D53" w:rsidRDefault="00F150FB" w:rsidP="00205DF6">
      <w:pPr>
        <w:pStyle w:val="a1"/>
        <w:numPr>
          <w:ilvl w:val="3"/>
          <w:numId w:val="5"/>
        </w:numPr>
        <w:spacing w:before="100" w:beforeAutospacing="1" w:line="240" w:lineRule="auto"/>
        <w:rPr>
          <w:sz w:val="22"/>
          <w:szCs w:val="22"/>
        </w:rPr>
      </w:pPr>
      <w:r w:rsidRPr="00FB1D53">
        <w:rPr>
          <w:sz w:val="22"/>
          <w:szCs w:val="22"/>
        </w:rPr>
        <w:t>Раздел «Наименование краткое»</w:t>
      </w:r>
      <w:r w:rsidR="00063447" w:rsidRPr="00FB1D53">
        <w:rPr>
          <w:sz w:val="22"/>
          <w:szCs w:val="22"/>
        </w:rPr>
        <w:t xml:space="preserve"> (№4)</w:t>
      </w:r>
      <w:r w:rsidRPr="00FB1D53">
        <w:rPr>
          <w:sz w:val="22"/>
          <w:szCs w:val="22"/>
        </w:rPr>
        <w:t xml:space="preserve"> - указывается краткое наименование </w:t>
      </w:r>
      <w:r w:rsidR="00704872" w:rsidRPr="00FB1D53">
        <w:rPr>
          <w:sz w:val="22"/>
          <w:szCs w:val="22"/>
        </w:rPr>
        <w:t>Поставщика</w:t>
      </w:r>
      <w:r w:rsidRPr="00FB1D53">
        <w:rPr>
          <w:sz w:val="22"/>
          <w:szCs w:val="22"/>
        </w:rPr>
        <w:t xml:space="preserve">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 месяцев до срока окончания приема Предложений.</w:t>
      </w:r>
    </w:p>
    <w:p w:rsidR="00F150FB" w:rsidRPr="00FB1D53" w:rsidRDefault="00F150FB" w:rsidP="00F150FB">
      <w:pPr>
        <w:pStyle w:val="a1"/>
        <w:numPr>
          <w:ilvl w:val="3"/>
          <w:numId w:val="5"/>
        </w:numPr>
        <w:spacing w:before="100" w:beforeAutospacing="1" w:line="240" w:lineRule="auto"/>
        <w:rPr>
          <w:sz w:val="22"/>
          <w:szCs w:val="22"/>
        </w:rPr>
      </w:pPr>
      <w:r w:rsidRPr="00FB1D53">
        <w:rPr>
          <w:sz w:val="22"/>
          <w:szCs w:val="22"/>
        </w:rPr>
        <w:t>Раздел «Код ОКВЭД»</w:t>
      </w:r>
      <w:r w:rsidR="00063447" w:rsidRPr="00FB1D53">
        <w:rPr>
          <w:sz w:val="22"/>
          <w:szCs w:val="22"/>
        </w:rPr>
        <w:t xml:space="preserve"> (№5)</w:t>
      </w:r>
      <w:r w:rsidRPr="00FB1D53">
        <w:rPr>
          <w:sz w:val="22"/>
          <w:szCs w:val="22"/>
        </w:rPr>
        <w:t xml:space="preserve"> - указывается код (основные коды) ОКВЭД.</w:t>
      </w:r>
    </w:p>
    <w:p w:rsidR="00F150FB" w:rsidRPr="00FB1D53" w:rsidRDefault="00F150FB" w:rsidP="00205DF6">
      <w:pPr>
        <w:pStyle w:val="a1"/>
        <w:numPr>
          <w:ilvl w:val="3"/>
          <w:numId w:val="5"/>
        </w:numPr>
        <w:spacing w:before="100" w:beforeAutospacing="1" w:line="240" w:lineRule="auto"/>
        <w:rPr>
          <w:sz w:val="22"/>
          <w:szCs w:val="22"/>
        </w:rPr>
      </w:pPr>
      <w:r w:rsidRPr="00FB1D53">
        <w:rPr>
          <w:sz w:val="22"/>
          <w:szCs w:val="22"/>
        </w:rPr>
        <w:t>Раздел «ФИО руководителя»</w:t>
      </w:r>
      <w:r w:rsidR="00063447" w:rsidRPr="00FB1D53">
        <w:rPr>
          <w:sz w:val="22"/>
          <w:szCs w:val="22"/>
        </w:rPr>
        <w:t xml:space="preserve"> (№6)</w:t>
      </w:r>
      <w:r w:rsidRPr="00FB1D53">
        <w:rPr>
          <w:sz w:val="22"/>
          <w:szCs w:val="22"/>
        </w:rPr>
        <w:t xml:space="preserve"> - фамилия, отчество и имя указываются полностью.</w:t>
      </w:r>
    </w:p>
    <w:p w:rsidR="00F150FB" w:rsidRPr="00FB1D53" w:rsidRDefault="00F150FB" w:rsidP="00205DF6">
      <w:pPr>
        <w:pStyle w:val="a1"/>
        <w:numPr>
          <w:ilvl w:val="3"/>
          <w:numId w:val="5"/>
        </w:numPr>
        <w:spacing w:before="100" w:beforeAutospacing="1" w:line="240" w:lineRule="auto"/>
        <w:rPr>
          <w:sz w:val="22"/>
          <w:szCs w:val="22"/>
        </w:rPr>
      </w:pPr>
      <w:r w:rsidRPr="00FB1D53">
        <w:rPr>
          <w:sz w:val="22"/>
          <w:szCs w:val="22"/>
        </w:rPr>
        <w:t>Раздел «Серия и номер документа, удостоверяющего личность руководителя»</w:t>
      </w:r>
      <w:r w:rsidR="00063447" w:rsidRPr="00FB1D53">
        <w:rPr>
          <w:sz w:val="22"/>
          <w:szCs w:val="22"/>
        </w:rPr>
        <w:t xml:space="preserve"> (№7) - паспортные данные указываются</w:t>
      </w:r>
      <w:r w:rsidR="00063447" w:rsidRPr="00FB1D53">
        <w:rPr>
          <w:b/>
          <w:sz w:val="22"/>
          <w:szCs w:val="22"/>
        </w:rPr>
        <w:t xml:space="preserve"> </w:t>
      </w:r>
      <w:r w:rsidR="00063447" w:rsidRPr="00FB1D53">
        <w:rPr>
          <w:sz w:val="22"/>
          <w:szCs w:val="22"/>
        </w:rPr>
        <w:t xml:space="preserve">в формате: </w:t>
      </w:r>
      <w:r w:rsidR="00063447" w:rsidRPr="00FB1D53">
        <w:rPr>
          <w:b/>
          <w:sz w:val="22"/>
          <w:szCs w:val="22"/>
        </w:rPr>
        <w:t>ХХХХХХХХХХ</w:t>
      </w:r>
      <w:r w:rsidR="00063447" w:rsidRPr="00FB1D53">
        <w:rPr>
          <w:sz w:val="22"/>
          <w:szCs w:val="22"/>
        </w:rPr>
        <w:t xml:space="preserve"> (10 знаков), то есть без слов «серия», «номер» и т.п.</w:t>
      </w:r>
    </w:p>
    <w:p w:rsidR="00A70236" w:rsidRPr="00FB1D53" w:rsidRDefault="00063447" w:rsidP="00A70236">
      <w:pPr>
        <w:pStyle w:val="a1"/>
        <w:numPr>
          <w:ilvl w:val="3"/>
          <w:numId w:val="5"/>
        </w:numPr>
        <w:spacing w:before="100" w:beforeAutospacing="1" w:line="240" w:lineRule="auto"/>
        <w:rPr>
          <w:sz w:val="22"/>
          <w:szCs w:val="22"/>
        </w:rPr>
      </w:pPr>
      <w:r w:rsidRPr="00FB1D53">
        <w:rPr>
          <w:sz w:val="22"/>
          <w:szCs w:val="22"/>
        </w:rPr>
        <w:t>Раздел «Серия и номер документа, удостоверяющего личность (для физ. лиц)» (№1</w:t>
      </w:r>
      <w:r w:rsidR="003817D7" w:rsidRPr="00FB1D53">
        <w:rPr>
          <w:sz w:val="22"/>
          <w:szCs w:val="22"/>
        </w:rPr>
        <w:t>3</w:t>
      </w:r>
      <w:r w:rsidRPr="00FB1D53">
        <w:rPr>
          <w:sz w:val="22"/>
          <w:szCs w:val="22"/>
        </w:rPr>
        <w:t>) - паспортные данные указываются</w:t>
      </w:r>
      <w:r w:rsidRPr="00FB1D53">
        <w:rPr>
          <w:b/>
          <w:sz w:val="22"/>
          <w:szCs w:val="22"/>
        </w:rPr>
        <w:t xml:space="preserve"> </w:t>
      </w:r>
      <w:r w:rsidRPr="00FB1D53">
        <w:rPr>
          <w:sz w:val="22"/>
          <w:szCs w:val="22"/>
        </w:rPr>
        <w:t xml:space="preserve">в формате: </w:t>
      </w:r>
      <w:r w:rsidRPr="00FB1D53">
        <w:rPr>
          <w:b/>
          <w:sz w:val="22"/>
          <w:szCs w:val="22"/>
        </w:rPr>
        <w:t>ХХХХХХХХХХ</w:t>
      </w:r>
      <w:r w:rsidRPr="00FB1D53">
        <w:rPr>
          <w:sz w:val="22"/>
          <w:szCs w:val="22"/>
        </w:rPr>
        <w:t xml:space="preserve"> (10 знаков), то есть без слов «серия», «номер» и т.п.</w:t>
      </w:r>
    </w:p>
    <w:p w:rsidR="00A70236" w:rsidRPr="00FB1D53" w:rsidRDefault="00063447" w:rsidP="00A70236">
      <w:pPr>
        <w:pStyle w:val="a1"/>
        <w:numPr>
          <w:ilvl w:val="3"/>
          <w:numId w:val="5"/>
        </w:numPr>
        <w:spacing w:before="100" w:beforeAutospacing="1" w:line="240" w:lineRule="auto"/>
        <w:rPr>
          <w:sz w:val="22"/>
          <w:szCs w:val="22"/>
        </w:rPr>
      </w:pPr>
      <w:r w:rsidRPr="00FB1D53">
        <w:rPr>
          <w:sz w:val="22"/>
          <w:szCs w:val="22"/>
        </w:rPr>
        <w:t>Раздел «№» (</w:t>
      </w:r>
      <w:r w:rsidR="003817D7" w:rsidRPr="00FB1D53">
        <w:rPr>
          <w:sz w:val="22"/>
          <w:szCs w:val="22"/>
        </w:rPr>
        <w:t xml:space="preserve">№8) – </w:t>
      </w:r>
      <w:r w:rsidR="00A70236" w:rsidRPr="00FB1D53">
        <w:rPr>
          <w:sz w:val="22"/>
          <w:szCs w:val="22"/>
        </w:rPr>
        <w:t xml:space="preserve">заполняется в следующем формате: </w:t>
      </w:r>
    </w:p>
    <w:p w:rsidR="00A70236" w:rsidRPr="00FB1D53" w:rsidRDefault="00A70236" w:rsidP="00A70236">
      <w:pPr>
        <w:spacing w:line="240" w:lineRule="auto"/>
        <w:ind w:firstLine="1134"/>
        <w:rPr>
          <w:sz w:val="24"/>
          <w:szCs w:val="24"/>
        </w:rPr>
      </w:pPr>
      <w:r w:rsidRPr="00FB1D53">
        <w:rPr>
          <w:sz w:val="24"/>
          <w:szCs w:val="24"/>
        </w:rPr>
        <w:t>1. собственник Поставщика.</w:t>
      </w:r>
    </w:p>
    <w:p w:rsidR="00A70236" w:rsidRPr="00FB1D53" w:rsidRDefault="00A70236" w:rsidP="00A70236">
      <w:pPr>
        <w:spacing w:line="240" w:lineRule="auto"/>
        <w:ind w:firstLine="1134"/>
        <w:rPr>
          <w:sz w:val="24"/>
          <w:szCs w:val="24"/>
        </w:rPr>
      </w:pPr>
      <w:r w:rsidRPr="00FB1D53">
        <w:rPr>
          <w:sz w:val="24"/>
          <w:szCs w:val="24"/>
        </w:rPr>
        <w:t>1.1. собственник собственника №1.</w:t>
      </w:r>
    </w:p>
    <w:p w:rsidR="00A70236" w:rsidRPr="00FB1D53" w:rsidRDefault="00A70236" w:rsidP="00A70236">
      <w:pPr>
        <w:spacing w:line="240" w:lineRule="auto"/>
        <w:ind w:firstLine="1134"/>
        <w:rPr>
          <w:sz w:val="24"/>
          <w:szCs w:val="24"/>
        </w:rPr>
      </w:pPr>
      <w:r w:rsidRPr="00FB1D53">
        <w:rPr>
          <w:sz w:val="24"/>
          <w:szCs w:val="24"/>
        </w:rPr>
        <w:t>1.2. собственник собственника №1.</w:t>
      </w:r>
    </w:p>
    <w:p w:rsidR="00A70236" w:rsidRPr="00FB1D53" w:rsidRDefault="00A70236" w:rsidP="00A70236">
      <w:pPr>
        <w:spacing w:line="240" w:lineRule="auto"/>
        <w:ind w:firstLine="1134"/>
        <w:rPr>
          <w:sz w:val="24"/>
          <w:szCs w:val="24"/>
        </w:rPr>
      </w:pPr>
      <w:r w:rsidRPr="00FB1D53">
        <w:rPr>
          <w:sz w:val="24"/>
          <w:szCs w:val="24"/>
        </w:rPr>
        <w:t>1.1.1. собственник собственника №1.1.</w:t>
      </w:r>
    </w:p>
    <w:p w:rsidR="00A70236" w:rsidRPr="00FB1D53" w:rsidRDefault="00A70236" w:rsidP="00A70236">
      <w:pPr>
        <w:spacing w:line="240" w:lineRule="auto"/>
        <w:ind w:firstLine="1134"/>
        <w:rPr>
          <w:sz w:val="24"/>
          <w:szCs w:val="24"/>
        </w:rPr>
      </w:pPr>
      <w:r w:rsidRPr="00FB1D53">
        <w:rPr>
          <w:sz w:val="24"/>
          <w:szCs w:val="24"/>
        </w:rPr>
        <w:t>1.2.1. собственник собственника №1.2.</w:t>
      </w:r>
    </w:p>
    <w:p w:rsidR="00A70236" w:rsidRPr="00FB1D53" w:rsidRDefault="00A70236" w:rsidP="00A70236">
      <w:pPr>
        <w:spacing w:line="240" w:lineRule="auto"/>
        <w:ind w:firstLine="1134"/>
        <w:rPr>
          <w:sz w:val="24"/>
          <w:szCs w:val="24"/>
        </w:rPr>
      </w:pPr>
      <w:r w:rsidRPr="00FB1D53">
        <w:rPr>
          <w:sz w:val="24"/>
          <w:szCs w:val="24"/>
        </w:rPr>
        <w:t xml:space="preserve">1.2.1.1. собственник собственника 1.2.1 и так далее. </w:t>
      </w:r>
    </w:p>
    <w:p w:rsidR="00A70236" w:rsidRPr="00FB1D53" w:rsidRDefault="00A70236" w:rsidP="00A70236">
      <w:pPr>
        <w:spacing w:line="240" w:lineRule="auto"/>
        <w:ind w:firstLine="1134"/>
        <w:rPr>
          <w:sz w:val="24"/>
          <w:szCs w:val="24"/>
        </w:rPr>
      </w:pPr>
      <w:r w:rsidRPr="00FB1D53">
        <w:rPr>
          <w:sz w:val="24"/>
          <w:szCs w:val="24"/>
        </w:rPr>
        <w:t>Каждый собственник указывается в отдельной строке Формы.</w:t>
      </w:r>
    </w:p>
    <w:p w:rsidR="003817D7" w:rsidRPr="00FB1D53" w:rsidRDefault="003817D7" w:rsidP="00205DF6">
      <w:pPr>
        <w:pStyle w:val="a1"/>
        <w:numPr>
          <w:ilvl w:val="3"/>
          <w:numId w:val="5"/>
        </w:numPr>
        <w:spacing w:before="100" w:beforeAutospacing="1" w:line="240" w:lineRule="auto"/>
        <w:rPr>
          <w:sz w:val="22"/>
          <w:szCs w:val="22"/>
        </w:rPr>
      </w:pPr>
      <w:r w:rsidRPr="00FB1D53">
        <w:rPr>
          <w:sz w:val="22"/>
          <w:szCs w:val="22"/>
        </w:rPr>
        <w:t>Раздел «Наименование/ФИО» (№11) –</w:t>
      </w:r>
      <w:r w:rsidR="00A70236" w:rsidRPr="00FB1D53">
        <w:rPr>
          <w:sz w:val="22"/>
          <w:szCs w:val="22"/>
        </w:rPr>
        <w:t xml:space="preserve">для юридических лиц </w:t>
      </w:r>
      <w:r w:rsidR="00FC5267" w:rsidRPr="00FB1D53">
        <w:rPr>
          <w:sz w:val="22"/>
          <w:szCs w:val="22"/>
        </w:rPr>
        <w:t>указывается краткое наименование собственника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 месяцев до срока окончания приема Предложений</w:t>
      </w:r>
      <w:r w:rsidR="00F8764D" w:rsidRPr="00FB1D53">
        <w:rPr>
          <w:sz w:val="22"/>
          <w:szCs w:val="22"/>
        </w:rPr>
        <w:t>;</w:t>
      </w:r>
      <w:r w:rsidR="00A70236" w:rsidRPr="00FB1D53">
        <w:rPr>
          <w:sz w:val="22"/>
          <w:szCs w:val="22"/>
        </w:rPr>
        <w:t xml:space="preserve"> для физических лиц - фамилия, имя и отчество (указываются полностью)</w:t>
      </w:r>
      <w:r w:rsidR="00FC5267" w:rsidRPr="00FB1D53">
        <w:rPr>
          <w:sz w:val="22"/>
          <w:szCs w:val="22"/>
        </w:rPr>
        <w:t>.</w:t>
      </w:r>
    </w:p>
    <w:p w:rsidR="003817D7" w:rsidRPr="00FB1D53" w:rsidRDefault="003817D7" w:rsidP="00205DF6">
      <w:pPr>
        <w:pStyle w:val="a1"/>
        <w:numPr>
          <w:ilvl w:val="3"/>
          <w:numId w:val="5"/>
        </w:numPr>
        <w:spacing w:before="100" w:beforeAutospacing="1" w:line="240" w:lineRule="auto"/>
        <w:rPr>
          <w:sz w:val="22"/>
          <w:szCs w:val="22"/>
        </w:rPr>
      </w:pPr>
      <w:r w:rsidRPr="00FB1D53">
        <w:rPr>
          <w:sz w:val="22"/>
          <w:szCs w:val="22"/>
        </w:rPr>
        <w:t xml:space="preserve">Раздел «Адрес регистрации» (№12) </w:t>
      </w:r>
      <w:r w:rsidR="007D6D42" w:rsidRPr="00FB1D53">
        <w:rPr>
          <w:sz w:val="22"/>
          <w:szCs w:val="22"/>
        </w:rPr>
        <w:t>–</w:t>
      </w:r>
      <w:r w:rsidRPr="00FB1D53">
        <w:rPr>
          <w:sz w:val="22"/>
          <w:szCs w:val="22"/>
        </w:rPr>
        <w:t xml:space="preserve"> </w:t>
      </w:r>
      <w:r w:rsidR="00FC5267" w:rsidRPr="00FB1D53">
        <w:rPr>
          <w:sz w:val="22"/>
          <w:szCs w:val="22"/>
        </w:rPr>
        <w:t xml:space="preserve">для юридических лиц указывается адрес регистрации </w:t>
      </w:r>
      <w:r w:rsidR="00442549" w:rsidRPr="00FB1D53">
        <w:rPr>
          <w:sz w:val="22"/>
          <w:szCs w:val="22"/>
        </w:rPr>
        <w:t>собственника</w:t>
      </w:r>
      <w:r w:rsidR="00FC5267" w:rsidRPr="00FB1D53">
        <w:rPr>
          <w:sz w:val="22"/>
          <w:szCs w:val="22"/>
        </w:rPr>
        <w:t xml:space="preserve">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 месяцев до срока окончания приема Предложений</w:t>
      </w:r>
      <w:r w:rsidR="00F8764D" w:rsidRPr="00FB1D53">
        <w:rPr>
          <w:sz w:val="22"/>
          <w:szCs w:val="22"/>
        </w:rPr>
        <w:t>;</w:t>
      </w:r>
      <w:r w:rsidR="00FC5267" w:rsidRPr="00FB1D53">
        <w:rPr>
          <w:sz w:val="22"/>
          <w:szCs w:val="22"/>
        </w:rPr>
        <w:t xml:space="preserve"> для физического лица - адрес регистрации физического лица.</w:t>
      </w:r>
    </w:p>
    <w:p w:rsidR="007D6D42" w:rsidRPr="00FB1D53" w:rsidRDefault="007D6D42" w:rsidP="00205DF6">
      <w:pPr>
        <w:pStyle w:val="a1"/>
        <w:numPr>
          <w:ilvl w:val="3"/>
          <w:numId w:val="5"/>
        </w:numPr>
        <w:spacing w:before="100" w:beforeAutospacing="1" w:line="240" w:lineRule="auto"/>
        <w:rPr>
          <w:sz w:val="22"/>
          <w:szCs w:val="22"/>
        </w:rPr>
      </w:pPr>
      <w:r w:rsidRPr="00FB1D53">
        <w:rPr>
          <w:sz w:val="22"/>
          <w:szCs w:val="22"/>
        </w:rPr>
        <w:lastRenderedPageBreak/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 и ОАО); бенефициаром (иностранные компании, по которым не известны конечные бенефициары); конечным бенефициаром (Российская Федерация, гос. учреждения РФ, физические лица, кроме руководителей).</w:t>
      </w:r>
    </w:p>
    <w:p w:rsidR="007D6D42" w:rsidRPr="00FB1D53" w:rsidRDefault="007D6D42" w:rsidP="00205DF6">
      <w:pPr>
        <w:pStyle w:val="a1"/>
        <w:numPr>
          <w:ilvl w:val="3"/>
          <w:numId w:val="5"/>
        </w:numPr>
        <w:spacing w:before="100" w:beforeAutospacing="1" w:line="240" w:lineRule="auto"/>
        <w:rPr>
          <w:sz w:val="22"/>
          <w:szCs w:val="22"/>
        </w:rPr>
      </w:pPr>
      <w:r w:rsidRPr="00FB1D53">
        <w:rPr>
          <w:sz w:val="22"/>
          <w:szCs w:val="22"/>
        </w:rPr>
        <w:t xml:space="preserve">Раздел «Информация о подтверждающих документах (наименование, реквизиты и т.д.)» (№15) – указывается документ (документы), на основании которого вносились данные. Скан-копии документов, указанных в данном разделе, должны быть приложены </w:t>
      </w:r>
      <w:r w:rsidR="00704872" w:rsidRPr="00FB1D53">
        <w:rPr>
          <w:sz w:val="22"/>
          <w:szCs w:val="22"/>
        </w:rPr>
        <w:t>Поставщиком</w:t>
      </w:r>
      <w:r w:rsidRPr="00FB1D53">
        <w:rPr>
          <w:sz w:val="22"/>
          <w:szCs w:val="22"/>
        </w:rPr>
        <w:t xml:space="preserve"> к </w:t>
      </w:r>
      <w:r w:rsidR="00DA3590" w:rsidRPr="00FB1D53">
        <w:rPr>
          <w:sz w:val="22"/>
          <w:szCs w:val="22"/>
        </w:rPr>
        <w:t>Приложению №12 к письму о подаче оферты и войти в состав Предложения.</w:t>
      </w:r>
    </w:p>
    <w:p w:rsidR="001F5ACC" w:rsidRPr="00DA3590" w:rsidRDefault="00EE75EA" w:rsidP="00EE75EA">
      <w:pPr>
        <w:tabs>
          <w:tab w:val="left" w:pos="4757"/>
        </w:tabs>
        <w:rPr>
          <w:sz w:val="22"/>
          <w:szCs w:val="22"/>
        </w:rPr>
      </w:pPr>
      <w:r w:rsidRPr="00DA3590">
        <w:rPr>
          <w:sz w:val="22"/>
          <w:szCs w:val="22"/>
        </w:rPr>
        <w:tab/>
      </w:r>
    </w:p>
    <w:sectPr w:rsidR="001F5ACC" w:rsidRPr="00DA3590" w:rsidSect="00A01313">
      <w:pgSz w:w="16838" w:h="11906" w:orient="landscape" w:code="9"/>
      <w:pgMar w:top="1134" w:right="737" w:bottom="567" w:left="567" w:header="680" w:footer="414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8"/>
    </wne:keymap>
    <wne:keymap wne:kcmPrimary="0234">
      <wne:acd wne:acdName="acd0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D4ENAQ/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rgValue=""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EMEPQQ6BEIE" wne:acdName="acd8" wne:fciIndexBasedOn="0065"/>
  </wne:acds>
</wne:tcg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24EC" w:rsidRDefault="00D924EC">
      <w:r>
        <w:separator/>
      </w:r>
    </w:p>
  </w:endnote>
  <w:endnote w:type="continuationSeparator" w:id="1">
    <w:p w:rsidR="00D924EC" w:rsidRDefault="00D924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0359" w:rsidRDefault="00EA0359">
    <w:pPr>
      <w:pStyle w:val="a8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>
      <w:rPr>
        <w:rStyle w:val="ab"/>
        <w:noProof/>
      </w:rPr>
      <w:t>33</w:t>
    </w:r>
    <w:r>
      <w:rPr>
        <w:rStyle w:val="ab"/>
      </w:rPr>
      <w:fldChar w:fldCharType="end"/>
    </w:r>
  </w:p>
  <w:p w:rsidR="00EA0359" w:rsidRDefault="00EA0359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0359" w:rsidRDefault="00EA0359" w:rsidP="00064A5F">
    <w:pPr>
      <w:pStyle w:val="a8"/>
      <w:pBdr>
        <w:bottom w:val="single" w:sz="12" w:space="1" w:color="auto"/>
      </w:pBdr>
      <w:ind w:left="360" w:right="-28" w:hanging="360"/>
      <w:jc w:val="right"/>
    </w:pPr>
  </w:p>
  <w:p w:rsidR="00EA0359" w:rsidRPr="006E6898" w:rsidRDefault="00EA0359" w:rsidP="00B93639">
    <w:pPr>
      <w:pStyle w:val="a8"/>
      <w:tabs>
        <w:tab w:val="clear" w:pos="4253"/>
        <w:tab w:val="clear" w:pos="9356"/>
        <w:tab w:val="right" w:pos="10206"/>
        <w:tab w:val="left" w:pos="10980"/>
        <w:tab w:val="left" w:pos="14601"/>
      </w:tabs>
      <w:ind w:right="-28"/>
      <w:rPr>
        <w:sz w:val="18"/>
        <w:szCs w:val="18"/>
      </w:rPr>
    </w:pPr>
    <w:r w:rsidRPr="00BE21CC">
      <w:rPr>
        <w:sz w:val="18"/>
        <w:szCs w:val="18"/>
      </w:rPr>
      <w:t>Открытый</w:t>
    </w:r>
    <w:r>
      <w:rPr>
        <w:sz w:val="18"/>
        <w:szCs w:val="18"/>
      </w:rPr>
      <w:t xml:space="preserve"> </w:t>
    </w:r>
    <w:r w:rsidRPr="00BE21CC">
      <w:rPr>
        <w:sz w:val="18"/>
        <w:szCs w:val="18"/>
      </w:rPr>
      <w:t>запрос</w:t>
    </w:r>
    <w:r w:rsidRPr="006E6898">
      <w:rPr>
        <w:sz w:val="18"/>
        <w:szCs w:val="18"/>
      </w:rPr>
      <w:t xml:space="preserve"> </w:t>
    </w:r>
    <w:r w:rsidRPr="006B127F">
      <w:rPr>
        <w:sz w:val="18"/>
        <w:szCs w:val="18"/>
      </w:rPr>
      <w:t xml:space="preserve">предложений на право заключения </w:t>
    </w:r>
    <w:r w:rsidR="006B127F" w:rsidRPr="006B127F">
      <w:rPr>
        <w:sz w:val="18"/>
        <w:szCs w:val="18"/>
      </w:rPr>
      <w:t>Договора на поставку опор типа СК для нужд ОАО «МРСК Центра» (филиала «Ярэнерго»)</w:t>
    </w:r>
    <w:r w:rsidRPr="006E6898">
      <w:rPr>
        <w:sz w:val="18"/>
        <w:szCs w:val="18"/>
      </w:rPr>
      <w:tab/>
      <w:t xml:space="preserve">стр. </w:t>
    </w:r>
    <w:r w:rsidRPr="006E6898">
      <w:rPr>
        <w:sz w:val="18"/>
        <w:szCs w:val="18"/>
      </w:rPr>
      <w:fldChar w:fldCharType="begin"/>
    </w:r>
    <w:r w:rsidRPr="006E6898">
      <w:rPr>
        <w:sz w:val="18"/>
        <w:szCs w:val="18"/>
      </w:rPr>
      <w:instrText xml:space="preserve"> PAGE </w:instrText>
    </w:r>
    <w:r w:rsidRPr="006E6898">
      <w:rPr>
        <w:sz w:val="18"/>
        <w:szCs w:val="18"/>
      </w:rPr>
      <w:fldChar w:fldCharType="separate"/>
    </w:r>
    <w:r w:rsidR="007F0F9C">
      <w:rPr>
        <w:noProof/>
        <w:sz w:val="18"/>
        <w:szCs w:val="18"/>
      </w:rPr>
      <w:t>6</w:t>
    </w:r>
    <w:r w:rsidRPr="006E6898">
      <w:rPr>
        <w:sz w:val="18"/>
        <w:szCs w:val="18"/>
      </w:rPr>
      <w:fldChar w:fldCharType="end"/>
    </w:r>
    <w:r w:rsidRPr="006E6898">
      <w:rPr>
        <w:sz w:val="18"/>
        <w:szCs w:val="18"/>
      </w:rPr>
      <w:t xml:space="preserve"> из </w:t>
    </w:r>
    <w:r w:rsidRPr="006E6898">
      <w:rPr>
        <w:sz w:val="18"/>
        <w:szCs w:val="18"/>
      </w:rPr>
      <w:fldChar w:fldCharType="begin"/>
    </w:r>
    <w:r w:rsidRPr="006E6898">
      <w:rPr>
        <w:sz w:val="18"/>
        <w:szCs w:val="18"/>
      </w:rPr>
      <w:instrText xml:space="preserve"> NUMPAGES </w:instrText>
    </w:r>
    <w:r w:rsidRPr="006E6898">
      <w:rPr>
        <w:sz w:val="18"/>
        <w:szCs w:val="18"/>
      </w:rPr>
      <w:fldChar w:fldCharType="separate"/>
    </w:r>
    <w:r w:rsidR="007F0F9C">
      <w:rPr>
        <w:noProof/>
        <w:sz w:val="18"/>
        <w:szCs w:val="18"/>
      </w:rPr>
      <w:t>45</w:t>
    </w:r>
    <w:r w:rsidRPr="006E6898">
      <w:rPr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24EC" w:rsidRDefault="00D924EC">
      <w:r>
        <w:separator/>
      </w:r>
    </w:p>
  </w:footnote>
  <w:footnote w:type="continuationSeparator" w:id="1">
    <w:p w:rsidR="00D924EC" w:rsidRDefault="00D924E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0359" w:rsidRDefault="00EA0359" w:rsidP="0077628D">
    <w:pPr>
      <w:pStyle w:val="a7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cs="Times New Roman" w:hint="default"/>
      </w:rPr>
    </w:lvl>
  </w:abstractNum>
  <w:abstractNum w:abstractNumId="2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2516F7F"/>
    <w:multiLevelType w:val="multilevel"/>
    <w:tmpl w:val="C89CB454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985"/>
        </w:tabs>
        <w:ind w:left="1985" w:hanging="1134"/>
      </w:pPr>
      <w:rPr>
        <w:rFonts w:hint="default"/>
        <w:b w:val="0"/>
        <w:i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2694"/>
        </w:tabs>
        <w:ind w:left="2694" w:hanging="1134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6.11.2.%4.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2"/>
        <w:szCs w:val="22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8">
    <w:nsid w:val="27496468"/>
    <w:multiLevelType w:val="hybridMultilevel"/>
    <w:tmpl w:val="87EA9A80"/>
    <w:lvl w:ilvl="0" w:tplc="9978FBA6">
      <w:start w:val="1"/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MS Mincho" w:eastAsia="MS Mincho" w:hAnsi="MS Mincho" w:hint="eastAsia"/>
      </w:rPr>
    </w:lvl>
    <w:lvl w:ilvl="1" w:tplc="9528A684">
      <w:start w:val="2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9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15A139B"/>
    <w:multiLevelType w:val="singleLevel"/>
    <w:tmpl w:val="76E6D238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1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3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56A5FCE"/>
    <w:multiLevelType w:val="multilevel"/>
    <w:tmpl w:val="06EAB9E6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5">
    <w:nsid w:val="415B04E0"/>
    <w:multiLevelType w:val="multilevel"/>
    <w:tmpl w:val="4C281E9E"/>
    <w:lvl w:ilvl="0">
      <w:start w:val="3"/>
      <w:numFmt w:val="decimal"/>
      <w:lvlText w:val="%1."/>
      <w:lvlJc w:val="left"/>
      <w:pPr>
        <w:tabs>
          <w:tab w:val="num" w:pos="1140"/>
        </w:tabs>
        <w:ind w:left="1140" w:hanging="114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707"/>
        </w:tabs>
        <w:ind w:left="1707" w:hanging="11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74"/>
        </w:tabs>
        <w:ind w:left="2274" w:hanging="11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1"/>
        </w:tabs>
        <w:ind w:left="2841" w:hanging="11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08"/>
        </w:tabs>
        <w:ind w:left="3408" w:hanging="11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75"/>
        </w:tabs>
        <w:ind w:left="3975" w:hanging="11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16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17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478A395C"/>
    <w:multiLevelType w:val="multilevel"/>
    <w:tmpl w:val="CBDC709E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2">
      <w:start w:val="1"/>
      <w:numFmt w:val="decimal"/>
      <w:pStyle w:val="a0"/>
      <w:lvlText w:val="%1.%2.%3"/>
      <w:lvlJc w:val="left"/>
      <w:pPr>
        <w:tabs>
          <w:tab w:val="num" w:pos="2694"/>
        </w:tabs>
        <w:ind w:left="2694" w:hanging="1134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2"/>
        <w:szCs w:val="22"/>
      </w:rPr>
    </w:lvl>
    <w:lvl w:ilvl="4">
      <w:start w:val="1"/>
      <w:numFmt w:val="lowerLetter"/>
      <w:pStyle w:val="a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9">
    <w:nsid w:val="485246B9"/>
    <w:multiLevelType w:val="multilevel"/>
    <w:tmpl w:val="7E2CEE3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985"/>
        </w:tabs>
        <w:ind w:left="1985" w:hanging="1134"/>
      </w:pPr>
      <w:rPr>
        <w:rFonts w:hint="default"/>
        <w:b w:val="0"/>
        <w:i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2694"/>
        </w:tabs>
        <w:ind w:left="2694" w:hanging="1134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6.13.2.%4.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24">
    <w:nsid w:val="683504D9"/>
    <w:multiLevelType w:val="multilevel"/>
    <w:tmpl w:val="7E2CEE3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985"/>
        </w:tabs>
        <w:ind w:left="1985" w:hanging="1134"/>
      </w:pPr>
      <w:rPr>
        <w:rFonts w:hint="default"/>
        <w:b w:val="0"/>
        <w:i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2694"/>
        </w:tabs>
        <w:ind w:left="2694" w:hanging="1134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6.13.2.%4.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num w:numId="1">
    <w:abstractNumId w:val="17"/>
  </w:num>
  <w:num w:numId="2">
    <w:abstractNumId w:val="21"/>
  </w:num>
  <w:num w:numId="3">
    <w:abstractNumId w:val="23"/>
  </w:num>
  <w:num w:numId="4">
    <w:abstractNumId w:val="10"/>
  </w:num>
  <w:num w:numId="5">
    <w:abstractNumId w:val="18"/>
  </w:num>
  <w:num w:numId="6">
    <w:abstractNumId w:val="3"/>
  </w:num>
  <w:num w:numId="7">
    <w:abstractNumId w:val="22"/>
  </w:num>
  <w:num w:numId="8">
    <w:abstractNumId w:val="18"/>
  </w:num>
  <w:num w:numId="9">
    <w:abstractNumId w:val="14"/>
  </w:num>
  <w:num w:numId="10">
    <w:abstractNumId w:val="0"/>
  </w:num>
  <w:num w:numId="11">
    <w:abstractNumId w:val="1"/>
  </w:num>
  <w:num w:numId="12">
    <w:abstractNumId w:val="12"/>
  </w:num>
  <w:num w:numId="13">
    <w:abstractNumId w:val="11"/>
  </w:num>
  <w:num w:numId="14">
    <w:abstractNumId w:val="9"/>
  </w:num>
  <w:num w:numId="15">
    <w:abstractNumId w:val="4"/>
  </w:num>
  <w:num w:numId="16">
    <w:abstractNumId w:val="6"/>
  </w:num>
  <w:num w:numId="17">
    <w:abstractNumId w:val="2"/>
  </w:num>
  <w:num w:numId="18">
    <w:abstractNumId w:val="7"/>
  </w:num>
  <w:num w:numId="19">
    <w:abstractNumId w:val="24"/>
  </w:num>
  <w:num w:numId="20">
    <w:abstractNumId w:val="8"/>
  </w:num>
  <w:num w:numId="21">
    <w:abstractNumId w:val="16"/>
  </w:num>
  <w:num w:numId="22">
    <w:abstractNumId w:val="15"/>
  </w:num>
  <w:num w:numId="23">
    <w:abstractNumId w:val="13"/>
  </w:num>
  <w:num w:numId="24">
    <w:abstractNumId w:val="20"/>
  </w:num>
  <w:num w:numId="25">
    <w:abstractNumId w:val="18"/>
  </w:num>
  <w:num w:numId="26">
    <w:abstractNumId w:val="5"/>
  </w:num>
  <w:num w:numId="27">
    <w:abstractNumId w:val="19"/>
  </w:num>
  <w:num w:numId="28">
    <w:abstractNumId w:val="18"/>
  </w:num>
  <w:num w:numId="29">
    <w:abstractNumId w:val="18"/>
    <w:lvlOverride w:ilvl="0">
      <w:startOverride w:val="1"/>
    </w:lvlOverride>
    <w:lvlOverride w:ilvl="1">
      <w:startOverride w:val="2"/>
    </w:lvlOverride>
    <w:lvlOverride w:ilvl="2">
      <w:startOverride w:val="1"/>
    </w:lvlOverride>
  </w:num>
  <w:numIdMacAtCleanup w:val="2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ctiveWritingStyle w:appName="MSWord" w:lang="ru-RU" w:vendorID="1" w:dllVersion="512" w:checkStyle="1"/>
  <w:stylePaneFormatFilter w:val="3F01"/>
  <w:defaultTabStop w:val="567"/>
  <w:hyphenationZone w:val="357"/>
  <w:doNotHyphenateCaps/>
  <w:drawingGridHorizontalSpacing w:val="140"/>
  <w:displayHorizontalDrawingGridEvery w:val="2"/>
  <w:noPunctuationKerning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/>
  <w:rsids>
    <w:rsidRoot w:val="00F33FE4"/>
    <w:rsid w:val="00000A58"/>
    <w:rsid w:val="00000F8D"/>
    <w:rsid w:val="00000FF3"/>
    <w:rsid w:val="0000105F"/>
    <w:rsid w:val="0000205F"/>
    <w:rsid w:val="000029B2"/>
    <w:rsid w:val="00002A91"/>
    <w:rsid w:val="00002ADE"/>
    <w:rsid w:val="00004111"/>
    <w:rsid w:val="00004D69"/>
    <w:rsid w:val="00005C97"/>
    <w:rsid w:val="00007E57"/>
    <w:rsid w:val="000109A4"/>
    <w:rsid w:val="00011093"/>
    <w:rsid w:val="000115BF"/>
    <w:rsid w:val="00012556"/>
    <w:rsid w:val="000128D8"/>
    <w:rsid w:val="00012A24"/>
    <w:rsid w:val="000139F5"/>
    <w:rsid w:val="00014184"/>
    <w:rsid w:val="00014868"/>
    <w:rsid w:val="000152D0"/>
    <w:rsid w:val="00016928"/>
    <w:rsid w:val="000175B4"/>
    <w:rsid w:val="00020183"/>
    <w:rsid w:val="000201A0"/>
    <w:rsid w:val="00021254"/>
    <w:rsid w:val="00022B05"/>
    <w:rsid w:val="00023D4C"/>
    <w:rsid w:val="00024601"/>
    <w:rsid w:val="0002696E"/>
    <w:rsid w:val="0003071F"/>
    <w:rsid w:val="0003089F"/>
    <w:rsid w:val="000310E9"/>
    <w:rsid w:val="00031504"/>
    <w:rsid w:val="0003171B"/>
    <w:rsid w:val="000317F9"/>
    <w:rsid w:val="000320E9"/>
    <w:rsid w:val="0003238A"/>
    <w:rsid w:val="00032950"/>
    <w:rsid w:val="000329A9"/>
    <w:rsid w:val="00035F94"/>
    <w:rsid w:val="00035FC7"/>
    <w:rsid w:val="000360EF"/>
    <w:rsid w:val="0003665B"/>
    <w:rsid w:val="000368C2"/>
    <w:rsid w:val="000401E8"/>
    <w:rsid w:val="00040615"/>
    <w:rsid w:val="00040B5D"/>
    <w:rsid w:val="00040C6D"/>
    <w:rsid w:val="00040F0A"/>
    <w:rsid w:val="000414A0"/>
    <w:rsid w:val="000415C8"/>
    <w:rsid w:val="0004237A"/>
    <w:rsid w:val="00042928"/>
    <w:rsid w:val="00043051"/>
    <w:rsid w:val="00043101"/>
    <w:rsid w:val="00043B9F"/>
    <w:rsid w:val="0004443F"/>
    <w:rsid w:val="00045814"/>
    <w:rsid w:val="00046762"/>
    <w:rsid w:val="00046944"/>
    <w:rsid w:val="00046D13"/>
    <w:rsid w:val="00047E9D"/>
    <w:rsid w:val="00050D6A"/>
    <w:rsid w:val="00051B8F"/>
    <w:rsid w:val="00053295"/>
    <w:rsid w:val="00053A41"/>
    <w:rsid w:val="00054607"/>
    <w:rsid w:val="000546EF"/>
    <w:rsid w:val="00055431"/>
    <w:rsid w:val="00055F41"/>
    <w:rsid w:val="000568D4"/>
    <w:rsid w:val="00056D27"/>
    <w:rsid w:val="000575FF"/>
    <w:rsid w:val="000577DA"/>
    <w:rsid w:val="000601CE"/>
    <w:rsid w:val="00060636"/>
    <w:rsid w:val="000615FF"/>
    <w:rsid w:val="00061A94"/>
    <w:rsid w:val="00061C34"/>
    <w:rsid w:val="00061E0F"/>
    <w:rsid w:val="00062C95"/>
    <w:rsid w:val="0006314A"/>
    <w:rsid w:val="00063447"/>
    <w:rsid w:val="000634B3"/>
    <w:rsid w:val="00063F9B"/>
    <w:rsid w:val="00064A48"/>
    <w:rsid w:val="00064A5F"/>
    <w:rsid w:val="00065507"/>
    <w:rsid w:val="000656D3"/>
    <w:rsid w:val="00066D56"/>
    <w:rsid w:val="00066D59"/>
    <w:rsid w:val="0006736E"/>
    <w:rsid w:val="00067F00"/>
    <w:rsid w:val="00070E33"/>
    <w:rsid w:val="000710E7"/>
    <w:rsid w:val="00071106"/>
    <w:rsid w:val="0007138D"/>
    <w:rsid w:val="000719F9"/>
    <w:rsid w:val="00072099"/>
    <w:rsid w:val="000739AC"/>
    <w:rsid w:val="00073AD6"/>
    <w:rsid w:val="00073B42"/>
    <w:rsid w:val="0007427B"/>
    <w:rsid w:val="00074C98"/>
    <w:rsid w:val="000752A3"/>
    <w:rsid w:val="00075493"/>
    <w:rsid w:val="00076044"/>
    <w:rsid w:val="000760E8"/>
    <w:rsid w:val="0007763B"/>
    <w:rsid w:val="000779BB"/>
    <w:rsid w:val="00077D70"/>
    <w:rsid w:val="00077E17"/>
    <w:rsid w:val="00080C7D"/>
    <w:rsid w:val="00080F48"/>
    <w:rsid w:val="00081285"/>
    <w:rsid w:val="00081BD2"/>
    <w:rsid w:val="00081D9D"/>
    <w:rsid w:val="0008201F"/>
    <w:rsid w:val="00082ED6"/>
    <w:rsid w:val="00083BBB"/>
    <w:rsid w:val="00085F4B"/>
    <w:rsid w:val="000860C9"/>
    <w:rsid w:val="000869F0"/>
    <w:rsid w:val="000874F7"/>
    <w:rsid w:val="000878B7"/>
    <w:rsid w:val="00090444"/>
    <w:rsid w:val="00090E59"/>
    <w:rsid w:val="000915D0"/>
    <w:rsid w:val="000924ED"/>
    <w:rsid w:val="000926CB"/>
    <w:rsid w:val="00092FC3"/>
    <w:rsid w:val="00093095"/>
    <w:rsid w:val="00093132"/>
    <w:rsid w:val="00094D44"/>
    <w:rsid w:val="00094E4E"/>
    <w:rsid w:val="000960EF"/>
    <w:rsid w:val="000966A5"/>
    <w:rsid w:val="0009690E"/>
    <w:rsid w:val="00096FEE"/>
    <w:rsid w:val="000A0322"/>
    <w:rsid w:val="000A0560"/>
    <w:rsid w:val="000A06AE"/>
    <w:rsid w:val="000A075F"/>
    <w:rsid w:val="000A09BE"/>
    <w:rsid w:val="000A0A57"/>
    <w:rsid w:val="000A0FC7"/>
    <w:rsid w:val="000A11FF"/>
    <w:rsid w:val="000A136E"/>
    <w:rsid w:val="000A1D81"/>
    <w:rsid w:val="000A2EA6"/>
    <w:rsid w:val="000A3E21"/>
    <w:rsid w:val="000A4065"/>
    <w:rsid w:val="000A5724"/>
    <w:rsid w:val="000A5A00"/>
    <w:rsid w:val="000A649A"/>
    <w:rsid w:val="000A759B"/>
    <w:rsid w:val="000A7BBD"/>
    <w:rsid w:val="000A7EFF"/>
    <w:rsid w:val="000B246A"/>
    <w:rsid w:val="000B2F0B"/>
    <w:rsid w:val="000B3D4F"/>
    <w:rsid w:val="000B42DA"/>
    <w:rsid w:val="000B5C35"/>
    <w:rsid w:val="000B7E94"/>
    <w:rsid w:val="000C064F"/>
    <w:rsid w:val="000C135B"/>
    <w:rsid w:val="000C219C"/>
    <w:rsid w:val="000C2322"/>
    <w:rsid w:val="000C29A4"/>
    <w:rsid w:val="000C29D0"/>
    <w:rsid w:val="000C2FF3"/>
    <w:rsid w:val="000C59E8"/>
    <w:rsid w:val="000C5D59"/>
    <w:rsid w:val="000C6014"/>
    <w:rsid w:val="000C686D"/>
    <w:rsid w:val="000C6D68"/>
    <w:rsid w:val="000D00E8"/>
    <w:rsid w:val="000D09B8"/>
    <w:rsid w:val="000D127C"/>
    <w:rsid w:val="000D18EC"/>
    <w:rsid w:val="000D1967"/>
    <w:rsid w:val="000D1C99"/>
    <w:rsid w:val="000D26A9"/>
    <w:rsid w:val="000D270C"/>
    <w:rsid w:val="000D2A43"/>
    <w:rsid w:val="000D32D6"/>
    <w:rsid w:val="000D4CFD"/>
    <w:rsid w:val="000D527B"/>
    <w:rsid w:val="000D5435"/>
    <w:rsid w:val="000D54BA"/>
    <w:rsid w:val="000D5737"/>
    <w:rsid w:val="000D642D"/>
    <w:rsid w:val="000D6A21"/>
    <w:rsid w:val="000D7221"/>
    <w:rsid w:val="000D7CB5"/>
    <w:rsid w:val="000E1561"/>
    <w:rsid w:val="000E3193"/>
    <w:rsid w:val="000E4577"/>
    <w:rsid w:val="000E5196"/>
    <w:rsid w:val="000E56E3"/>
    <w:rsid w:val="000E669F"/>
    <w:rsid w:val="000E6EFB"/>
    <w:rsid w:val="000E7A41"/>
    <w:rsid w:val="000F0341"/>
    <w:rsid w:val="000F1247"/>
    <w:rsid w:val="000F1385"/>
    <w:rsid w:val="000F15FA"/>
    <w:rsid w:val="000F2259"/>
    <w:rsid w:val="000F32B6"/>
    <w:rsid w:val="000F334A"/>
    <w:rsid w:val="000F34AB"/>
    <w:rsid w:val="000F3A66"/>
    <w:rsid w:val="000F3FB8"/>
    <w:rsid w:val="000F408A"/>
    <w:rsid w:val="000F460D"/>
    <w:rsid w:val="000F4E8C"/>
    <w:rsid w:val="000F5167"/>
    <w:rsid w:val="000F58B2"/>
    <w:rsid w:val="000F5DE6"/>
    <w:rsid w:val="000F713E"/>
    <w:rsid w:val="000F781B"/>
    <w:rsid w:val="000F7A6D"/>
    <w:rsid w:val="0010020C"/>
    <w:rsid w:val="001018EE"/>
    <w:rsid w:val="00103B09"/>
    <w:rsid w:val="00105BE2"/>
    <w:rsid w:val="001075F1"/>
    <w:rsid w:val="00107D01"/>
    <w:rsid w:val="00110206"/>
    <w:rsid w:val="00110CC3"/>
    <w:rsid w:val="00111682"/>
    <w:rsid w:val="00111FAB"/>
    <w:rsid w:val="00112AC6"/>
    <w:rsid w:val="00112AD2"/>
    <w:rsid w:val="00113B16"/>
    <w:rsid w:val="00113FE4"/>
    <w:rsid w:val="00114906"/>
    <w:rsid w:val="00116227"/>
    <w:rsid w:val="00116791"/>
    <w:rsid w:val="00116B43"/>
    <w:rsid w:val="00116B5C"/>
    <w:rsid w:val="00116E93"/>
    <w:rsid w:val="00117EC7"/>
    <w:rsid w:val="001228B8"/>
    <w:rsid w:val="00124168"/>
    <w:rsid w:val="001242B4"/>
    <w:rsid w:val="00125A33"/>
    <w:rsid w:val="00125CD9"/>
    <w:rsid w:val="00127865"/>
    <w:rsid w:val="00131475"/>
    <w:rsid w:val="001317C0"/>
    <w:rsid w:val="00131F27"/>
    <w:rsid w:val="00132445"/>
    <w:rsid w:val="00132821"/>
    <w:rsid w:val="00133824"/>
    <w:rsid w:val="00133A75"/>
    <w:rsid w:val="001346B1"/>
    <w:rsid w:val="00134F04"/>
    <w:rsid w:val="00135C47"/>
    <w:rsid w:val="0013623A"/>
    <w:rsid w:val="00136288"/>
    <w:rsid w:val="00136C22"/>
    <w:rsid w:val="00136F49"/>
    <w:rsid w:val="00137D8F"/>
    <w:rsid w:val="001402E5"/>
    <w:rsid w:val="001403C7"/>
    <w:rsid w:val="00140FD7"/>
    <w:rsid w:val="0014133A"/>
    <w:rsid w:val="0014142B"/>
    <w:rsid w:val="00141EB8"/>
    <w:rsid w:val="00141F45"/>
    <w:rsid w:val="001431F0"/>
    <w:rsid w:val="00143545"/>
    <w:rsid w:val="0014459A"/>
    <w:rsid w:val="00144A34"/>
    <w:rsid w:val="001451DB"/>
    <w:rsid w:val="00146C36"/>
    <w:rsid w:val="00146E99"/>
    <w:rsid w:val="00147178"/>
    <w:rsid w:val="0014720C"/>
    <w:rsid w:val="00147ED4"/>
    <w:rsid w:val="00147FBF"/>
    <w:rsid w:val="0015175B"/>
    <w:rsid w:val="001519D9"/>
    <w:rsid w:val="00151AA8"/>
    <w:rsid w:val="00152699"/>
    <w:rsid w:val="00152BCE"/>
    <w:rsid w:val="00153A45"/>
    <w:rsid w:val="00154421"/>
    <w:rsid w:val="0015617B"/>
    <w:rsid w:val="00156291"/>
    <w:rsid w:val="001569C8"/>
    <w:rsid w:val="00156C1A"/>
    <w:rsid w:val="001577DC"/>
    <w:rsid w:val="00161D16"/>
    <w:rsid w:val="001630BB"/>
    <w:rsid w:val="00163737"/>
    <w:rsid w:val="00163D59"/>
    <w:rsid w:val="001640CC"/>
    <w:rsid w:val="00164A74"/>
    <w:rsid w:val="00164E2C"/>
    <w:rsid w:val="001651A8"/>
    <w:rsid w:val="00165EEC"/>
    <w:rsid w:val="00166BA1"/>
    <w:rsid w:val="001673EB"/>
    <w:rsid w:val="00167C61"/>
    <w:rsid w:val="00167D16"/>
    <w:rsid w:val="001718F8"/>
    <w:rsid w:val="00171DAF"/>
    <w:rsid w:val="00171E63"/>
    <w:rsid w:val="001739F8"/>
    <w:rsid w:val="00173D89"/>
    <w:rsid w:val="00174F8E"/>
    <w:rsid w:val="00175B82"/>
    <w:rsid w:val="0017608D"/>
    <w:rsid w:val="00176D05"/>
    <w:rsid w:val="00176DAE"/>
    <w:rsid w:val="00176E46"/>
    <w:rsid w:val="001774CF"/>
    <w:rsid w:val="00177526"/>
    <w:rsid w:val="00177D30"/>
    <w:rsid w:val="00180A90"/>
    <w:rsid w:val="00180E5B"/>
    <w:rsid w:val="001813B4"/>
    <w:rsid w:val="00182627"/>
    <w:rsid w:val="00184187"/>
    <w:rsid w:val="00184E22"/>
    <w:rsid w:val="001861AF"/>
    <w:rsid w:val="001864EC"/>
    <w:rsid w:val="001870B8"/>
    <w:rsid w:val="00187513"/>
    <w:rsid w:val="0018767C"/>
    <w:rsid w:val="001907ED"/>
    <w:rsid w:val="0019104E"/>
    <w:rsid w:val="001911AC"/>
    <w:rsid w:val="00191D91"/>
    <w:rsid w:val="00192506"/>
    <w:rsid w:val="00194573"/>
    <w:rsid w:val="00194B23"/>
    <w:rsid w:val="00194CAC"/>
    <w:rsid w:val="00195BE3"/>
    <w:rsid w:val="00195F47"/>
    <w:rsid w:val="001964FA"/>
    <w:rsid w:val="0019791C"/>
    <w:rsid w:val="00197BF6"/>
    <w:rsid w:val="001A00E2"/>
    <w:rsid w:val="001A0152"/>
    <w:rsid w:val="001A0448"/>
    <w:rsid w:val="001A0532"/>
    <w:rsid w:val="001A1F59"/>
    <w:rsid w:val="001A1FDA"/>
    <w:rsid w:val="001A3EB0"/>
    <w:rsid w:val="001A4474"/>
    <w:rsid w:val="001A4579"/>
    <w:rsid w:val="001A45DC"/>
    <w:rsid w:val="001A4D1E"/>
    <w:rsid w:val="001A55B8"/>
    <w:rsid w:val="001A5681"/>
    <w:rsid w:val="001A68E9"/>
    <w:rsid w:val="001A7243"/>
    <w:rsid w:val="001A73B2"/>
    <w:rsid w:val="001A7CBA"/>
    <w:rsid w:val="001A7D97"/>
    <w:rsid w:val="001B0728"/>
    <w:rsid w:val="001B0ED9"/>
    <w:rsid w:val="001B1F3A"/>
    <w:rsid w:val="001B2152"/>
    <w:rsid w:val="001B38B3"/>
    <w:rsid w:val="001B3CBF"/>
    <w:rsid w:val="001B6872"/>
    <w:rsid w:val="001B7201"/>
    <w:rsid w:val="001B72D2"/>
    <w:rsid w:val="001B7676"/>
    <w:rsid w:val="001C0301"/>
    <w:rsid w:val="001C1BB5"/>
    <w:rsid w:val="001C1DD6"/>
    <w:rsid w:val="001C1E3D"/>
    <w:rsid w:val="001C268D"/>
    <w:rsid w:val="001C3FB5"/>
    <w:rsid w:val="001C4718"/>
    <w:rsid w:val="001C57EA"/>
    <w:rsid w:val="001C62B2"/>
    <w:rsid w:val="001C669B"/>
    <w:rsid w:val="001C7112"/>
    <w:rsid w:val="001C750B"/>
    <w:rsid w:val="001D081F"/>
    <w:rsid w:val="001D141A"/>
    <w:rsid w:val="001D198C"/>
    <w:rsid w:val="001D2404"/>
    <w:rsid w:val="001D2F37"/>
    <w:rsid w:val="001D31A9"/>
    <w:rsid w:val="001D325C"/>
    <w:rsid w:val="001D386A"/>
    <w:rsid w:val="001D3A0A"/>
    <w:rsid w:val="001D40A0"/>
    <w:rsid w:val="001D448E"/>
    <w:rsid w:val="001D4927"/>
    <w:rsid w:val="001D5126"/>
    <w:rsid w:val="001D52C0"/>
    <w:rsid w:val="001D61D0"/>
    <w:rsid w:val="001D62F0"/>
    <w:rsid w:val="001D6B2F"/>
    <w:rsid w:val="001D70E6"/>
    <w:rsid w:val="001E00DE"/>
    <w:rsid w:val="001E045F"/>
    <w:rsid w:val="001E0ECE"/>
    <w:rsid w:val="001E0FA3"/>
    <w:rsid w:val="001E1E31"/>
    <w:rsid w:val="001E2817"/>
    <w:rsid w:val="001E2ABA"/>
    <w:rsid w:val="001E3082"/>
    <w:rsid w:val="001E33DA"/>
    <w:rsid w:val="001E3530"/>
    <w:rsid w:val="001E54AD"/>
    <w:rsid w:val="001E660E"/>
    <w:rsid w:val="001E7680"/>
    <w:rsid w:val="001E7C40"/>
    <w:rsid w:val="001E7F40"/>
    <w:rsid w:val="001F0B1E"/>
    <w:rsid w:val="001F0FA6"/>
    <w:rsid w:val="001F3B61"/>
    <w:rsid w:val="001F3E2F"/>
    <w:rsid w:val="001F4404"/>
    <w:rsid w:val="001F4C59"/>
    <w:rsid w:val="001F5650"/>
    <w:rsid w:val="001F5ACC"/>
    <w:rsid w:val="001F5EAE"/>
    <w:rsid w:val="001F6036"/>
    <w:rsid w:val="001F60E2"/>
    <w:rsid w:val="001F64F5"/>
    <w:rsid w:val="001F6FFC"/>
    <w:rsid w:val="001F77D6"/>
    <w:rsid w:val="00200B11"/>
    <w:rsid w:val="00201B66"/>
    <w:rsid w:val="0020257E"/>
    <w:rsid w:val="00202C98"/>
    <w:rsid w:val="002033A5"/>
    <w:rsid w:val="002034B3"/>
    <w:rsid w:val="00203E4A"/>
    <w:rsid w:val="00204030"/>
    <w:rsid w:val="00204E7D"/>
    <w:rsid w:val="00205B1A"/>
    <w:rsid w:val="00205DF6"/>
    <w:rsid w:val="00205E27"/>
    <w:rsid w:val="002062E5"/>
    <w:rsid w:val="0020732A"/>
    <w:rsid w:val="00207E0F"/>
    <w:rsid w:val="00210010"/>
    <w:rsid w:val="00210C88"/>
    <w:rsid w:val="00210CC8"/>
    <w:rsid w:val="00210D61"/>
    <w:rsid w:val="00211832"/>
    <w:rsid w:val="00211A84"/>
    <w:rsid w:val="00212D2C"/>
    <w:rsid w:val="002141DE"/>
    <w:rsid w:val="00214443"/>
    <w:rsid w:val="002151F5"/>
    <w:rsid w:val="00215D27"/>
    <w:rsid w:val="00215D2C"/>
    <w:rsid w:val="00215E05"/>
    <w:rsid w:val="00215E73"/>
    <w:rsid w:val="00216A67"/>
    <w:rsid w:val="00216F9D"/>
    <w:rsid w:val="0021772A"/>
    <w:rsid w:val="00217A6E"/>
    <w:rsid w:val="00217B99"/>
    <w:rsid w:val="00217EF2"/>
    <w:rsid w:val="00217FD7"/>
    <w:rsid w:val="00220BB7"/>
    <w:rsid w:val="0022292B"/>
    <w:rsid w:val="00222F28"/>
    <w:rsid w:val="00222FE3"/>
    <w:rsid w:val="00223043"/>
    <w:rsid w:val="00223E7B"/>
    <w:rsid w:val="0022439A"/>
    <w:rsid w:val="0022447C"/>
    <w:rsid w:val="00224A62"/>
    <w:rsid w:val="00225AD3"/>
    <w:rsid w:val="00225BB8"/>
    <w:rsid w:val="002260BF"/>
    <w:rsid w:val="00227196"/>
    <w:rsid w:val="00227240"/>
    <w:rsid w:val="00227E35"/>
    <w:rsid w:val="00230B5A"/>
    <w:rsid w:val="00230EE8"/>
    <w:rsid w:val="002313DD"/>
    <w:rsid w:val="00231A05"/>
    <w:rsid w:val="00231FDC"/>
    <w:rsid w:val="0023268A"/>
    <w:rsid w:val="002329D9"/>
    <w:rsid w:val="00233EC0"/>
    <w:rsid w:val="00234050"/>
    <w:rsid w:val="002355C2"/>
    <w:rsid w:val="00235AC8"/>
    <w:rsid w:val="00236094"/>
    <w:rsid w:val="00236E31"/>
    <w:rsid w:val="00237FA3"/>
    <w:rsid w:val="00240A61"/>
    <w:rsid w:val="00240C87"/>
    <w:rsid w:val="00240DEB"/>
    <w:rsid w:val="00241C71"/>
    <w:rsid w:val="0024243F"/>
    <w:rsid w:val="00242F69"/>
    <w:rsid w:val="002435DD"/>
    <w:rsid w:val="002439F0"/>
    <w:rsid w:val="002440E2"/>
    <w:rsid w:val="002444F7"/>
    <w:rsid w:val="00245E6A"/>
    <w:rsid w:val="002462B1"/>
    <w:rsid w:val="002468B2"/>
    <w:rsid w:val="00246FD8"/>
    <w:rsid w:val="00250D10"/>
    <w:rsid w:val="00251192"/>
    <w:rsid w:val="00252859"/>
    <w:rsid w:val="00252C6D"/>
    <w:rsid w:val="00252D38"/>
    <w:rsid w:val="00252E10"/>
    <w:rsid w:val="00252E11"/>
    <w:rsid w:val="002535D8"/>
    <w:rsid w:val="00253CDA"/>
    <w:rsid w:val="00253D74"/>
    <w:rsid w:val="00253EB1"/>
    <w:rsid w:val="002551FD"/>
    <w:rsid w:val="002553CB"/>
    <w:rsid w:val="00255E18"/>
    <w:rsid w:val="00256562"/>
    <w:rsid w:val="00256902"/>
    <w:rsid w:val="00256E59"/>
    <w:rsid w:val="00257208"/>
    <w:rsid w:val="0025761B"/>
    <w:rsid w:val="00260321"/>
    <w:rsid w:val="0026045F"/>
    <w:rsid w:val="0026219D"/>
    <w:rsid w:val="002624B7"/>
    <w:rsid w:val="00262748"/>
    <w:rsid w:val="00262948"/>
    <w:rsid w:val="002629AF"/>
    <w:rsid w:val="00262E16"/>
    <w:rsid w:val="0026337B"/>
    <w:rsid w:val="00263BFE"/>
    <w:rsid w:val="0026417C"/>
    <w:rsid w:val="00264190"/>
    <w:rsid w:val="002647AF"/>
    <w:rsid w:val="00264F21"/>
    <w:rsid w:val="00265818"/>
    <w:rsid w:val="00266F08"/>
    <w:rsid w:val="00267ACC"/>
    <w:rsid w:val="00267AF6"/>
    <w:rsid w:val="00267DF9"/>
    <w:rsid w:val="00270048"/>
    <w:rsid w:val="0027147F"/>
    <w:rsid w:val="002718D3"/>
    <w:rsid w:val="0027199D"/>
    <w:rsid w:val="00271C6F"/>
    <w:rsid w:val="00271ED0"/>
    <w:rsid w:val="0027255A"/>
    <w:rsid w:val="00272BEA"/>
    <w:rsid w:val="00272C5C"/>
    <w:rsid w:val="00272FD8"/>
    <w:rsid w:val="0027320B"/>
    <w:rsid w:val="002742C8"/>
    <w:rsid w:val="00274324"/>
    <w:rsid w:val="002749BB"/>
    <w:rsid w:val="00275172"/>
    <w:rsid w:val="00275348"/>
    <w:rsid w:val="002755FD"/>
    <w:rsid w:val="00276668"/>
    <w:rsid w:val="00276A8F"/>
    <w:rsid w:val="00276F3F"/>
    <w:rsid w:val="00277BF0"/>
    <w:rsid w:val="00277BF9"/>
    <w:rsid w:val="002808A2"/>
    <w:rsid w:val="00281728"/>
    <w:rsid w:val="0028246B"/>
    <w:rsid w:val="002827C3"/>
    <w:rsid w:val="00283EC7"/>
    <w:rsid w:val="00284630"/>
    <w:rsid w:val="002846AA"/>
    <w:rsid w:val="002847AC"/>
    <w:rsid w:val="00285408"/>
    <w:rsid w:val="00285A0B"/>
    <w:rsid w:val="00286CF7"/>
    <w:rsid w:val="0028783B"/>
    <w:rsid w:val="002879F0"/>
    <w:rsid w:val="002879FA"/>
    <w:rsid w:val="002911E7"/>
    <w:rsid w:val="002911F0"/>
    <w:rsid w:val="00291627"/>
    <w:rsid w:val="00292224"/>
    <w:rsid w:val="002927DC"/>
    <w:rsid w:val="002935D3"/>
    <w:rsid w:val="00295471"/>
    <w:rsid w:val="002A02DC"/>
    <w:rsid w:val="002A1445"/>
    <w:rsid w:val="002A1A28"/>
    <w:rsid w:val="002A1F07"/>
    <w:rsid w:val="002A2A25"/>
    <w:rsid w:val="002A2F68"/>
    <w:rsid w:val="002A339F"/>
    <w:rsid w:val="002A3D27"/>
    <w:rsid w:val="002A3F2C"/>
    <w:rsid w:val="002A53A8"/>
    <w:rsid w:val="002A5C05"/>
    <w:rsid w:val="002A7980"/>
    <w:rsid w:val="002B0BF2"/>
    <w:rsid w:val="002B12F1"/>
    <w:rsid w:val="002B1BD1"/>
    <w:rsid w:val="002B32DC"/>
    <w:rsid w:val="002B44BD"/>
    <w:rsid w:val="002B4FD8"/>
    <w:rsid w:val="002B52FC"/>
    <w:rsid w:val="002B5362"/>
    <w:rsid w:val="002B653A"/>
    <w:rsid w:val="002B6D0B"/>
    <w:rsid w:val="002B6D45"/>
    <w:rsid w:val="002B750F"/>
    <w:rsid w:val="002B7BB4"/>
    <w:rsid w:val="002C04FC"/>
    <w:rsid w:val="002C0C18"/>
    <w:rsid w:val="002C19DF"/>
    <w:rsid w:val="002C1DB1"/>
    <w:rsid w:val="002C2AD8"/>
    <w:rsid w:val="002C3978"/>
    <w:rsid w:val="002C39A5"/>
    <w:rsid w:val="002C3E00"/>
    <w:rsid w:val="002C414A"/>
    <w:rsid w:val="002C4A3C"/>
    <w:rsid w:val="002C4EB0"/>
    <w:rsid w:val="002C5046"/>
    <w:rsid w:val="002C6E83"/>
    <w:rsid w:val="002D0260"/>
    <w:rsid w:val="002D0695"/>
    <w:rsid w:val="002D07F4"/>
    <w:rsid w:val="002D12EC"/>
    <w:rsid w:val="002D383B"/>
    <w:rsid w:val="002D4B7A"/>
    <w:rsid w:val="002D5E27"/>
    <w:rsid w:val="002D6DFF"/>
    <w:rsid w:val="002D740E"/>
    <w:rsid w:val="002D7576"/>
    <w:rsid w:val="002E0F22"/>
    <w:rsid w:val="002E2089"/>
    <w:rsid w:val="002E21C8"/>
    <w:rsid w:val="002E2627"/>
    <w:rsid w:val="002E28FD"/>
    <w:rsid w:val="002E3E69"/>
    <w:rsid w:val="002E3F51"/>
    <w:rsid w:val="002E4E6A"/>
    <w:rsid w:val="002E53E0"/>
    <w:rsid w:val="002E55B5"/>
    <w:rsid w:val="002E6291"/>
    <w:rsid w:val="002E670A"/>
    <w:rsid w:val="002E789B"/>
    <w:rsid w:val="002E7B36"/>
    <w:rsid w:val="002F03C4"/>
    <w:rsid w:val="002F19FE"/>
    <w:rsid w:val="002F1E46"/>
    <w:rsid w:val="002F215F"/>
    <w:rsid w:val="002F24B2"/>
    <w:rsid w:val="002F295A"/>
    <w:rsid w:val="002F2D45"/>
    <w:rsid w:val="002F309A"/>
    <w:rsid w:val="002F3175"/>
    <w:rsid w:val="002F343C"/>
    <w:rsid w:val="002F3CCE"/>
    <w:rsid w:val="002F4169"/>
    <w:rsid w:val="002F4CEE"/>
    <w:rsid w:val="002F504F"/>
    <w:rsid w:val="002F5611"/>
    <w:rsid w:val="002F58BC"/>
    <w:rsid w:val="002F6BFE"/>
    <w:rsid w:val="002F6C8B"/>
    <w:rsid w:val="002F6CB4"/>
    <w:rsid w:val="00301037"/>
    <w:rsid w:val="00301062"/>
    <w:rsid w:val="00302FBC"/>
    <w:rsid w:val="00303C45"/>
    <w:rsid w:val="00305309"/>
    <w:rsid w:val="00305665"/>
    <w:rsid w:val="00305AFB"/>
    <w:rsid w:val="00306380"/>
    <w:rsid w:val="0030726C"/>
    <w:rsid w:val="00307868"/>
    <w:rsid w:val="00307A38"/>
    <w:rsid w:val="00307BA2"/>
    <w:rsid w:val="00307BA6"/>
    <w:rsid w:val="00307C32"/>
    <w:rsid w:val="003103A4"/>
    <w:rsid w:val="00310A17"/>
    <w:rsid w:val="00311510"/>
    <w:rsid w:val="00311AF1"/>
    <w:rsid w:val="00311DBA"/>
    <w:rsid w:val="00312151"/>
    <w:rsid w:val="0031225E"/>
    <w:rsid w:val="00312E01"/>
    <w:rsid w:val="00313160"/>
    <w:rsid w:val="003131F1"/>
    <w:rsid w:val="003143CE"/>
    <w:rsid w:val="00314767"/>
    <w:rsid w:val="00314D2B"/>
    <w:rsid w:val="0031519C"/>
    <w:rsid w:val="0031548F"/>
    <w:rsid w:val="00315CE8"/>
    <w:rsid w:val="0031673C"/>
    <w:rsid w:val="00316877"/>
    <w:rsid w:val="003178AC"/>
    <w:rsid w:val="00317C2E"/>
    <w:rsid w:val="00317CDF"/>
    <w:rsid w:val="00317F7C"/>
    <w:rsid w:val="00321338"/>
    <w:rsid w:val="00321BAD"/>
    <w:rsid w:val="00322B48"/>
    <w:rsid w:val="00323232"/>
    <w:rsid w:val="003239FB"/>
    <w:rsid w:val="003241D0"/>
    <w:rsid w:val="003247EE"/>
    <w:rsid w:val="0032573C"/>
    <w:rsid w:val="00325E4F"/>
    <w:rsid w:val="00326E2C"/>
    <w:rsid w:val="003271AC"/>
    <w:rsid w:val="00327BC7"/>
    <w:rsid w:val="00330218"/>
    <w:rsid w:val="0033022F"/>
    <w:rsid w:val="00330CC7"/>
    <w:rsid w:val="00331247"/>
    <w:rsid w:val="003335FF"/>
    <w:rsid w:val="00333A93"/>
    <w:rsid w:val="00334064"/>
    <w:rsid w:val="003340B7"/>
    <w:rsid w:val="00334B98"/>
    <w:rsid w:val="00334D16"/>
    <w:rsid w:val="00337277"/>
    <w:rsid w:val="003379F6"/>
    <w:rsid w:val="003409AD"/>
    <w:rsid w:val="003413DB"/>
    <w:rsid w:val="00341471"/>
    <w:rsid w:val="003423FD"/>
    <w:rsid w:val="00343FE5"/>
    <w:rsid w:val="0034424B"/>
    <w:rsid w:val="00344464"/>
    <w:rsid w:val="003455B0"/>
    <w:rsid w:val="00345BD8"/>
    <w:rsid w:val="00345C02"/>
    <w:rsid w:val="00345EFA"/>
    <w:rsid w:val="00346161"/>
    <w:rsid w:val="0034640C"/>
    <w:rsid w:val="00346CC2"/>
    <w:rsid w:val="00346F87"/>
    <w:rsid w:val="00347E1A"/>
    <w:rsid w:val="003500A7"/>
    <w:rsid w:val="003502A9"/>
    <w:rsid w:val="00350663"/>
    <w:rsid w:val="00350AE8"/>
    <w:rsid w:val="00350C20"/>
    <w:rsid w:val="00350EE8"/>
    <w:rsid w:val="003514E4"/>
    <w:rsid w:val="003515E1"/>
    <w:rsid w:val="00351CBF"/>
    <w:rsid w:val="003521D7"/>
    <w:rsid w:val="0035229D"/>
    <w:rsid w:val="00353F2D"/>
    <w:rsid w:val="00354296"/>
    <w:rsid w:val="00356EB9"/>
    <w:rsid w:val="0035702D"/>
    <w:rsid w:val="003574EB"/>
    <w:rsid w:val="00357874"/>
    <w:rsid w:val="003578D2"/>
    <w:rsid w:val="00357F8B"/>
    <w:rsid w:val="0036028B"/>
    <w:rsid w:val="0036125A"/>
    <w:rsid w:val="0036163F"/>
    <w:rsid w:val="00363B28"/>
    <w:rsid w:val="00364502"/>
    <w:rsid w:val="0036553E"/>
    <w:rsid w:val="0036582E"/>
    <w:rsid w:val="00366052"/>
    <w:rsid w:val="0036619B"/>
    <w:rsid w:val="00367325"/>
    <w:rsid w:val="00367BD5"/>
    <w:rsid w:val="00370188"/>
    <w:rsid w:val="0037055A"/>
    <w:rsid w:val="003712B0"/>
    <w:rsid w:val="003723B6"/>
    <w:rsid w:val="00372D6F"/>
    <w:rsid w:val="0037301C"/>
    <w:rsid w:val="00374473"/>
    <w:rsid w:val="00374EE4"/>
    <w:rsid w:val="00375F20"/>
    <w:rsid w:val="00376026"/>
    <w:rsid w:val="003802DA"/>
    <w:rsid w:val="00380C16"/>
    <w:rsid w:val="00381292"/>
    <w:rsid w:val="003815A2"/>
    <w:rsid w:val="003817D7"/>
    <w:rsid w:val="003828A0"/>
    <w:rsid w:val="00382EA3"/>
    <w:rsid w:val="00384866"/>
    <w:rsid w:val="00384916"/>
    <w:rsid w:val="00386517"/>
    <w:rsid w:val="00386A80"/>
    <w:rsid w:val="00387757"/>
    <w:rsid w:val="00387CDE"/>
    <w:rsid w:val="00390084"/>
    <w:rsid w:val="00391EB1"/>
    <w:rsid w:val="00392778"/>
    <w:rsid w:val="003929CF"/>
    <w:rsid w:val="00392D94"/>
    <w:rsid w:val="003934E8"/>
    <w:rsid w:val="00394D5D"/>
    <w:rsid w:val="00395077"/>
    <w:rsid w:val="00396D2C"/>
    <w:rsid w:val="00396EC2"/>
    <w:rsid w:val="0039705B"/>
    <w:rsid w:val="00397EB8"/>
    <w:rsid w:val="003A01EE"/>
    <w:rsid w:val="003A0383"/>
    <w:rsid w:val="003A0F79"/>
    <w:rsid w:val="003A13E0"/>
    <w:rsid w:val="003A188A"/>
    <w:rsid w:val="003A2210"/>
    <w:rsid w:val="003A2908"/>
    <w:rsid w:val="003A2DF9"/>
    <w:rsid w:val="003A4458"/>
    <w:rsid w:val="003A4606"/>
    <w:rsid w:val="003A4F96"/>
    <w:rsid w:val="003A4FB5"/>
    <w:rsid w:val="003A51A7"/>
    <w:rsid w:val="003A5373"/>
    <w:rsid w:val="003A5998"/>
    <w:rsid w:val="003A5BC4"/>
    <w:rsid w:val="003A6EA2"/>
    <w:rsid w:val="003A75A2"/>
    <w:rsid w:val="003A7857"/>
    <w:rsid w:val="003A7887"/>
    <w:rsid w:val="003A7F49"/>
    <w:rsid w:val="003A7FDF"/>
    <w:rsid w:val="003B06AC"/>
    <w:rsid w:val="003B2E75"/>
    <w:rsid w:val="003B3B66"/>
    <w:rsid w:val="003B3E2A"/>
    <w:rsid w:val="003B413E"/>
    <w:rsid w:val="003B4140"/>
    <w:rsid w:val="003B4A11"/>
    <w:rsid w:val="003B567A"/>
    <w:rsid w:val="003B61E0"/>
    <w:rsid w:val="003B62DB"/>
    <w:rsid w:val="003B7C85"/>
    <w:rsid w:val="003C0F43"/>
    <w:rsid w:val="003C126A"/>
    <w:rsid w:val="003C20C2"/>
    <w:rsid w:val="003C38F7"/>
    <w:rsid w:val="003C4189"/>
    <w:rsid w:val="003C43A7"/>
    <w:rsid w:val="003C565F"/>
    <w:rsid w:val="003C5FA6"/>
    <w:rsid w:val="003C6D85"/>
    <w:rsid w:val="003C7EDC"/>
    <w:rsid w:val="003D0008"/>
    <w:rsid w:val="003D0244"/>
    <w:rsid w:val="003D08A6"/>
    <w:rsid w:val="003D1BAD"/>
    <w:rsid w:val="003D20C4"/>
    <w:rsid w:val="003D259D"/>
    <w:rsid w:val="003D29BF"/>
    <w:rsid w:val="003D3CF1"/>
    <w:rsid w:val="003D416E"/>
    <w:rsid w:val="003D4DA3"/>
    <w:rsid w:val="003D5421"/>
    <w:rsid w:val="003D638A"/>
    <w:rsid w:val="003D6B0C"/>
    <w:rsid w:val="003E04A5"/>
    <w:rsid w:val="003E1959"/>
    <w:rsid w:val="003E3050"/>
    <w:rsid w:val="003E56C3"/>
    <w:rsid w:val="003E7112"/>
    <w:rsid w:val="003E73D1"/>
    <w:rsid w:val="003E7446"/>
    <w:rsid w:val="003F161C"/>
    <w:rsid w:val="003F194A"/>
    <w:rsid w:val="003F1960"/>
    <w:rsid w:val="003F1B43"/>
    <w:rsid w:val="003F2283"/>
    <w:rsid w:val="003F24CC"/>
    <w:rsid w:val="003F280A"/>
    <w:rsid w:val="003F2967"/>
    <w:rsid w:val="003F30F5"/>
    <w:rsid w:val="003F31F9"/>
    <w:rsid w:val="003F4586"/>
    <w:rsid w:val="003F4BD6"/>
    <w:rsid w:val="003F5178"/>
    <w:rsid w:val="003F5913"/>
    <w:rsid w:val="003F6533"/>
    <w:rsid w:val="003F676C"/>
    <w:rsid w:val="003F688F"/>
    <w:rsid w:val="003F6ACC"/>
    <w:rsid w:val="003F6D03"/>
    <w:rsid w:val="003F752F"/>
    <w:rsid w:val="003F7F33"/>
    <w:rsid w:val="003F7F9D"/>
    <w:rsid w:val="00400B58"/>
    <w:rsid w:val="00400CB1"/>
    <w:rsid w:val="00401B98"/>
    <w:rsid w:val="00403CAB"/>
    <w:rsid w:val="004047FF"/>
    <w:rsid w:val="00404843"/>
    <w:rsid w:val="00405B7C"/>
    <w:rsid w:val="00410674"/>
    <w:rsid w:val="0041167F"/>
    <w:rsid w:val="0041171D"/>
    <w:rsid w:val="004118B1"/>
    <w:rsid w:val="00411CC5"/>
    <w:rsid w:val="00411F59"/>
    <w:rsid w:val="00412E2E"/>
    <w:rsid w:val="00414711"/>
    <w:rsid w:val="00415116"/>
    <w:rsid w:val="004156A5"/>
    <w:rsid w:val="0041613B"/>
    <w:rsid w:val="00416423"/>
    <w:rsid w:val="00416989"/>
    <w:rsid w:val="004177AC"/>
    <w:rsid w:val="004204FD"/>
    <w:rsid w:val="00420690"/>
    <w:rsid w:val="004211F1"/>
    <w:rsid w:val="004214CC"/>
    <w:rsid w:val="00421840"/>
    <w:rsid w:val="00421D5B"/>
    <w:rsid w:val="00421EFB"/>
    <w:rsid w:val="0042212F"/>
    <w:rsid w:val="004226CA"/>
    <w:rsid w:val="00422816"/>
    <w:rsid w:val="004230CB"/>
    <w:rsid w:val="004236AA"/>
    <w:rsid w:val="00423B98"/>
    <w:rsid w:val="00423CF9"/>
    <w:rsid w:val="00423F65"/>
    <w:rsid w:val="004241DF"/>
    <w:rsid w:val="00424A01"/>
    <w:rsid w:val="00426721"/>
    <w:rsid w:val="004276EB"/>
    <w:rsid w:val="00430352"/>
    <w:rsid w:val="00431510"/>
    <w:rsid w:val="0043179F"/>
    <w:rsid w:val="00431AE9"/>
    <w:rsid w:val="00431C60"/>
    <w:rsid w:val="0043205F"/>
    <w:rsid w:val="004333E9"/>
    <w:rsid w:val="0043397F"/>
    <w:rsid w:val="00434DC1"/>
    <w:rsid w:val="00435049"/>
    <w:rsid w:val="004361E1"/>
    <w:rsid w:val="00436420"/>
    <w:rsid w:val="004365DF"/>
    <w:rsid w:val="00436CAC"/>
    <w:rsid w:val="004374EE"/>
    <w:rsid w:val="00440241"/>
    <w:rsid w:val="00440333"/>
    <w:rsid w:val="004407DA"/>
    <w:rsid w:val="004414FF"/>
    <w:rsid w:val="004419C0"/>
    <w:rsid w:val="00441E38"/>
    <w:rsid w:val="00441FD6"/>
    <w:rsid w:val="00442549"/>
    <w:rsid w:val="004433B2"/>
    <w:rsid w:val="0044356C"/>
    <w:rsid w:val="004444F2"/>
    <w:rsid w:val="0044459E"/>
    <w:rsid w:val="00444C2B"/>
    <w:rsid w:val="00444EA0"/>
    <w:rsid w:val="00445BA2"/>
    <w:rsid w:val="0044645E"/>
    <w:rsid w:val="0044772E"/>
    <w:rsid w:val="00450B7A"/>
    <w:rsid w:val="00451154"/>
    <w:rsid w:val="004522B5"/>
    <w:rsid w:val="004526E9"/>
    <w:rsid w:val="00452E08"/>
    <w:rsid w:val="00453243"/>
    <w:rsid w:val="0045395A"/>
    <w:rsid w:val="004547A9"/>
    <w:rsid w:val="00454A2B"/>
    <w:rsid w:val="004554D3"/>
    <w:rsid w:val="00456576"/>
    <w:rsid w:val="00457147"/>
    <w:rsid w:val="00457E2F"/>
    <w:rsid w:val="00462821"/>
    <w:rsid w:val="00462B58"/>
    <w:rsid w:val="00463260"/>
    <w:rsid w:val="00463ABD"/>
    <w:rsid w:val="00463AE2"/>
    <w:rsid w:val="00463DCA"/>
    <w:rsid w:val="00465C11"/>
    <w:rsid w:val="004675D7"/>
    <w:rsid w:val="0046777F"/>
    <w:rsid w:val="00467C60"/>
    <w:rsid w:val="004704F0"/>
    <w:rsid w:val="00470B90"/>
    <w:rsid w:val="00471A79"/>
    <w:rsid w:val="004723A0"/>
    <w:rsid w:val="00472D62"/>
    <w:rsid w:val="00472EBE"/>
    <w:rsid w:val="00472F98"/>
    <w:rsid w:val="0047308D"/>
    <w:rsid w:val="004733D3"/>
    <w:rsid w:val="00473729"/>
    <w:rsid w:val="00473ECB"/>
    <w:rsid w:val="0047421A"/>
    <w:rsid w:val="00474364"/>
    <w:rsid w:val="004748E1"/>
    <w:rsid w:val="00474DB3"/>
    <w:rsid w:val="004753C1"/>
    <w:rsid w:val="00475B95"/>
    <w:rsid w:val="00476F79"/>
    <w:rsid w:val="00477301"/>
    <w:rsid w:val="00477FEA"/>
    <w:rsid w:val="00480E34"/>
    <w:rsid w:val="00482E04"/>
    <w:rsid w:val="004834F0"/>
    <w:rsid w:val="00484B32"/>
    <w:rsid w:val="00486B05"/>
    <w:rsid w:val="00486E08"/>
    <w:rsid w:val="004871C0"/>
    <w:rsid w:val="004875A6"/>
    <w:rsid w:val="00490115"/>
    <w:rsid w:val="004905C7"/>
    <w:rsid w:val="00490BF5"/>
    <w:rsid w:val="00490F5F"/>
    <w:rsid w:val="00491343"/>
    <w:rsid w:val="0049157C"/>
    <w:rsid w:val="00491F47"/>
    <w:rsid w:val="00492B77"/>
    <w:rsid w:val="004936DF"/>
    <w:rsid w:val="00493702"/>
    <w:rsid w:val="00493BEB"/>
    <w:rsid w:val="0049411E"/>
    <w:rsid w:val="00494206"/>
    <w:rsid w:val="0049436C"/>
    <w:rsid w:val="00494393"/>
    <w:rsid w:val="00495021"/>
    <w:rsid w:val="00495F16"/>
    <w:rsid w:val="004966FD"/>
    <w:rsid w:val="0049727A"/>
    <w:rsid w:val="00497E0A"/>
    <w:rsid w:val="004A11D9"/>
    <w:rsid w:val="004A19A8"/>
    <w:rsid w:val="004A1FF1"/>
    <w:rsid w:val="004A233A"/>
    <w:rsid w:val="004A2396"/>
    <w:rsid w:val="004A2EA3"/>
    <w:rsid w:val="004A37FD"/>
    <w:rsid w:val="004A45D6"/>
    <w:rsid w:val="004A4DD2"/>
    <w:rsid w:val="004A54B5"/>
    <w:rsid w:val="004A5A08"/>
    <w:rsid w:val="004A6258"/>
    <w:rsid w:val="004A6288"/>
    <w:rsid w:val="004A63ED"/>
    <w:rsid w:val="004A6472"/>
    <w:rsid w:val="004A663D"/>
    <w:rsid w:val="004A71C5"/>
    <w:rsid w:val="004B054C"/>
    <w:rsid w:val="004B0A32"/>
    <w:rsid w:val="004B0D4F"/>
    <w:rsid w:val="004B162F"/>
    <w:rsid w:val="004B1B24"/>
    <w:rsid w:val="004B291E"/>
    <w:rsid w:val="004B3114"/>
    <w:rsid w:val="004B31FC"/>
    <w:rsid w:val="004B336D"/>
    <w:rsid w:val="004B433F"/>
    <w:rsid w:val="004B4E76"/>
    <w:rsid w:val="004B5677"/>
    <w:rsid w:val="004B618D"/>
    <w:rsid w:val="004B6961"/>
    <w:rsid w:val="004B6B83"/>
    <w:rsid w:val="004C00FD"/>
    <w:rsid w:val="004C10AD"/>
    <w:rsid w:val="004C1279"/>
    <w:rsid w:val="004C141D"/>
    <w:rsid w:val="004C1D00"/>
    <w:rsid w:val="004C1E35"/>
    <w:rsid w:val="004C299A"/>
    <w:rsid w:val="004C2BC9"/>
    <w:rsid w:val="004D00EE"/>
    <w:rsid w:val="004D18CD"/>
    <w:rsid w:val="004D18D8"/>
    <w:rsid w:val="004D2A07"/>
    <w:rsid w:val="004D378A"/>
    <w:rsid w:val="004D5308"/>
    <w:rsid w:val="004D5A70"/>
    <w:rsid w:val="004D68F6"/>
    <w:rsid w:val="004D6A2F"/>
    <w:rsid w:val="004D6B12"/>
    <w:rsid w:val="004D7880"/>
    <w:rsid w:val="004D7AA0"/>
    <w:rsid w:val="004E004A"/>
    <w:rsid w:val="004E0083"/>
    <w:rsid w:val="004E051D"/>
    <w:rsid w:val="004E0EC0"/>
    <w:rsid w:val="004E1178"/>
    <w:rsid w:val="004E1653"/>
    <w:rsid w:val="004E49F9"/>
    <w:rsid w:val="004E4BA7"/>
    <w:rsid w:val="004E6831"/>
    <w:rsid w:val="004E70AF"/>
    <w:rsid w:val="004E7850"/>
    <w:rsid w:val="004F07E5"/>
    <w:rsid w:val="004F0D4C"/>
    <w:rsid w:val="004F0E80"/>
    <w:rsid w:val="004F0F6A"/>
    <w:rsid w:val="004F165B"/>
    <w:rsid w:val="004F1DFD"/>
    <w:rsid w:val="004F2334"/>
    <w:rsid w:val="004F2D2D"/>
    <w:rsid w:val="004F39B1"/>
    <w:rsid w:val="004F4103"/>
    <w:rsid w:val="004F412B"/>
    <w:rsid w:val="004F46CC"/>
    <w:rsid w:val="004F4CC6"/>
    <w:rsid w:val="004F52CA"/>
    <w:rsid w:val="004F6362"/>
    <w:rsid w:val="004F64EF"/>
    <w:rsid w:val="004F6B9E"/>
    <w:rsid w:val="004F74A1"/>
    <w:rsid w:val="004F7732"/>
    <w:rsid w:val="004F7B14"/>
    <w:rsid w:val="004F7F76"/>
    <w:rsid w:val="005013D8"/>
    <w:rsid w:val="005018ED"/>
    <w:rsid w:val="00501BB1"/>
    <w:rsid w:val="00501C0D"/>
    <w:rsid w:val="00502E50"/>
    <w:rsid w:val="0050417D"/>
    <w:rsid w:val="00504536"/>
    <w:rsid w:val="00504795"/>
    <w:rsid w:val="0050488E"/>
    <w:rsid w:val="00504DF5"/>
    <w:rsid w:val="0050501B"/>
    <w:rsid w:val="00505130"/>
    <w:rsid w:val="00505B26"/>
    <w:rsid w:val="00506136"/>
    <w:rsid w:val="00506B60"/>
    <w:rsid w:val="005075B5"/>
    <w:rsid w:val="00507AF3"/>
    <w:rsid w:val="00510150"/>
    <w:rsid w:val="005103A3"/>
    <w:rsid w:val="00511507"/>
    <w:rsid w:val="00511770"/>
    <w:rsid w:val="005117CF"/>
    <w:rsid w:val="0051263D"/>
    <w:rsid w:val="00513168"/>
    <w:rsid w:val="00513190"/>
    <w:rsid w:val="00513218"/>
    <w:rsid w:val="005139F1"/>
    <w:rsid w:val="0051453F"/>
    <w:rsid w:val="00514CF7"/>
    <w:rsid w:val="0051528A"/>
    <w:rsid w:val="00515EDF"/>
    <w:rsid w:val="00516465"/>
    <w:rsid w:val="005169DE"/>
    <w:rsid w:val="00517631"/>
    <w:rsid w:val="00517CE1"/>
    <w:rsid w:val="005202FD"/>
    <w:rsid w:val="005203C6"/>
    <w:rsid w:val="00520488"/>
    <w:rsid w:val="005211BF"/>
    <w:rsid w:val="00521B42"/>
    <w:rsid w:val="00521BBC"/>
    <w:rsid w:val="00521E51"/>
    <w:rsid w:val="00522093"/>
    <w:rsid w:val="0052313B"/>
    <w:rsid w:val="0052378A"/>
    <w:rsid w:val="00524E74"/>
    <w:rsid w:val="005253AE"/>
    <w:rsid w:val="005259C4"/>
    <w:rsid w:val="005262F0"/>
    <w:rsid w:val="00527822"/>
    <w:rsid w:val="00532F1A"/>
    <w:rsid w:val="00533968"/>
    <w:rsid w:val="00533FE0"/>
    <w:rsid w:val="00534946"/>
    <w:rsid w:val="00536001"/>
    <w:rsid w:val="00536488"/>
    <w:rsid w:val="00536B4A"/>
    <w:rsid w:val="00536F1A"/>
    <w:rsid w:val="005375B7"/>
    <w:rsid w:val="00540526"/>
    <w:rsid w:val="0054171B"/>
    <w:rsid w:val="005422D7"/>
    <w:rsid w:val="00542570"/>
    <w:rsid w:val="005434D4"/>
    <w:rsid w:val="005438B1"/>
    <w:rsid w:val="00543DA5"/>
    <w:rsid w:val="005450D4"/>
    <w:rsid w:val="0054581E"/>
    <w:rsid w:val="005467F5"/>
    <w:rsid w:val="00546EC1"/>
    <w:rsid w:val="00550CF2"/>
    <w:rsid w:val="005510E9"/>
    <w:rsid w:val="005526ED"/>
    <w:rsid w:val="0055302F"/>
    <w:rsid w:val="00553115"/>
    <w:rsid w:val="00553420"/>
    <w:rsid w:val="0055351C"/>
    <w:rsid w:val="00553C18"/>
    <w:rsid w:val="0055432B"/>
    <w:rsid w:val="005558EE"/>
    <w:rsid w:val="00557756"/>
    <w:rsid w:val="0056010B"/>
    <w:rsid w:val="00560828"/>
    <w:rsid w:val="005615B3"/>
    <w:rsid w:val="00561BDB"/>
    <w:rsid w:val="00561D20"/>
    <w:rsid w:val="00561DEC"/>
    <w:rsid w:val="00561DFF"/>
    <w:rsid w:val="00561F2D"/>
    <w:rsid w:val="00562B20"/>
    <w:rsid w:val="00562F50"/>
    <w:rsid w:val="00563125"/>
    <w:rsid w:val="00563150"/>
    <w:rsid w:val="005635CD"/>
    <w:rsid w:val="00563ED7"/>
    <w:rsid w:val="00564998"/>
    <w:rsid w:val="00564C67"/>
    <w:rsid w:val="00564FAF"/>
    <w:rsid w:val="005657E9"/>
    <w:rsid w:val="00565883"/>
    <w:rsid w:val="00566017"/>
    <w:rsid w:val="005663F1"/>
    <w:rsid w:val="00566A6A"/>
    <w:rsid w:val="00566D01"/>
    <w:rsid w:val="00566E9A"/>
    <w:rsid w:val="00570031"/>
    <w:rsid w:val="005708F6"/>
    <w:rsid w:val="00570B1D"/>
    <w:rsid w:val="005711D2"/>
    <w:rsid w:val="00572568"/>
    <w:rsid w:val="00573365"/>
    <w:rsid w:val="005739E4"/>
    <w:rsid w:val="005740BA"/>
    <w:rsid w:val="005752A7"/>
    <w:rsid w:val="0057573B"/>
    <w:rsid w:val="00575A73"/>
    <w:rsid w:val="0057622E"/>
    <w:rsid w:val="00576706"/>
    <w:rsid w:val="00576987"/>
    <w:rsid w:val="005769CF"/>
    <w:rsid w:val="00576AAB"/>
    <w:rsid w:val="00576AD7"/>
    <w:rsid w:val="00577A1D"/>
    <w:rsid w:val="00580F8D"/>
    <w:rsid w:val="0058169F"/>
    <w:rsid w:val="00581919"/>
    <w:rsid w:val="00581D0E"/>
    <w:rsid w:val="005823BF"/>
    <w:rsid w:val="005843A7"/>
    <w:rsid w:val="005844E6"/>
    <w:rsid w:val="005844ED"/>
    <w:rsid w:val="00584590"/>
    <w:rsid w:val="00585AEC"/>
    <w:rsid w:val="005865CF"/>
    <w:rsid w:val="005869CC"/>
    <w:rsid w:val="005870CA"/>
    <w:rsid w:val="00590178"/>
    <w:rsid w:val="005905D7"/>
    <w:rsid w:val="00590AB0"/>
    <w:rsid w:val="00591C23"/>
    <w:rsid w:val="0059227D"/>
    <w:rsid w:val="0059292B"/>
    <w:rsid w:val="005929D9"/>
    <w:rsid w:val="00593B62"/>
    <w:rsid w:val="0059434A"/>
    <w:rsid w:val="005943D5"/>
    <w:rsid w:val="00594F93"/>
    <w:rsid w:val="005962C2"/>
    <w:rsid w:val="005962C6"/>
    <w:rsid w:val="005970F7"/>
    <w:rsid w:val="0059774E"/>
    <w:rsid w:val="00597B81"/>
    <w:rsid w:val="00597CE6"/>
    <w:rsid w:val="005A011A"/>
    <w:rsid w:val="005A1606"/>
    <w:rsid w:val="005A188F"/>
    <w:rsid w:val="005A1951"/>
    <w:rsid w:val="005A1ADD"/>
    <w:rsid w:val="005A36B6"/>
    <w:rsid w:val="005A37F3"/>
    <w:rsid w:val="005A3837"/>
    <w:rsid w:val="005A41AE"/>
    <w:rsid w:val="005A57EC"/>
    <w:rsid w:val="005A5CDF"/>
    <w:rsid w:val="005A5ED2"/>
    <w:rsid w:val="005A634B"/>
    <w:rsid w:val="005B0124"/>
    <w:rsid w:val="005B0407"/>
    <w:rsid w:val="005B07EC"/>
    <w:rsid w:val="005B0CC6"/>
    <w:rsid w:val="005B2322"/>
    <w:rsid w:val="005B2CB4"/>
    <w:rsid w:val="005B303A"/>
    <w:rsid w:val="005B30D8"/>
    <w:rsid w:val="005B3D47"/>
    <w:rsid w:val="005B4CC4"/>
    <w:rsid w:val="005B56C3"/>
    <w:rsid w:val="005B7D97"/>
    <w:rsid w:val="005B7E9E"/>
    <w:rsid w:val="005C07EF"/>
    <w:rsid w:val="005C0C1C"/>
    <w:rsid w:val="005C15F0"/>
    <w:rsid w:val="005C1D17"/>
    <w:rsid w:val="005C2617"/>
    <w:rsid w:val="005C2834"/>
    <w:rsid w:val="005C28F9"/>
    <w:rsid w:val="005C2919"/>
    <w:rsid w:val="005C2BDB"/>
    <w:rsid w:val="005C3359"/>
    <w:rsid w:val="005C35B8"/>
    <w:rsid w:val="005C47F4"/>
    <w:rsid w:val="005C6249"/>
    <w:rsid w:val="005C67FD"/>
    <w:rsid w:val="005C685C"/>
    <w:rsid w:val="005C6F44"/>
    <w:rsid w:val="005C70F8"/>
    <w:rsid w:val="005C7413"/>
    <w:rsid w:val="005C770B"/>
    <w:rsid w:val="005C7968"/>
    <w:rsid w:val="005C7D93"/>
    <w:rsid w:val="005D06FF"/>
    <w:rsid w:val="005D0CE1"/>
    <w:rsid w:val="005D307B"/>
    <w:rsid w:val="005D53FE"/>
    <w:rsid w:val="005D7BFB"/>
    <w:rsid w:val="005E1507"/>
    <w:rsid w:val="005E17BA"/>
    <w:rsid w:val="005E1AA0"/>
    <w:rsid w:val="005E1B20"/>
    <w:rsid w:val="005E32BD"/>
    <w:rsid w:val="005E3460"/>
    <w:rsid w:val="005E3B10"/>
    <w:rsid w:val="005E3E82"/>
    <w:rsid w:val="005E3EA7"/>
    <w:rsid w:val="005E506E"/>
    <w:rsid w:val="005E5DFD"/>
    <w:rsid w:val="005E6608"/>
    <w:rsid w:val="005E6C66"/>
    <w:rsid w:val="005E6C88"/>
    <w:rsid w:val="005E7186"/>
    <w:rsid w:val="005E73DA"/>
    <w:rsid w:val="005E76C2"/>
    <w:rsid w:val="005E7A32"/>
    <w:rsid w:val="005E7BB0"/>
    <w:rsid w:val="005F18C1"/>
    <w:rsid w:val="005F193F"/>
    <w:rsid w:val="005F1CB1"/>
    <w:rsid w:val="005F1FC9"/>
    <w:rsid w:val="005F2DE9"/>
    <w:rsid w:val="005F361B"/>
    <w:rsid w:val="005F3FAB"/>
    <w:rsid w:val="005F463C"/>
    <w:rsid w:val="005F467D"/>
    <w:rsid w:val="005F4D9D"/>
    <w:rsid w:val="005F4EFE"/>
    <w:rsid w:val="005F4FC7"/>
    <w:rsid w:val="005F4FF6"/>
    <w:rsid w:val="005F50AB"/>
    <w:rsid w:val="005F62E9"/>
    <w:rsid w:val="005F6478"/>
    <w:rsid w:val="00600F39"/>
    <w:rsid w:val="00601193"/>
    <w:rsid w:val="006013D6"/>
    <w:rsid w:val="00601936"/>
    <w:rsid w:val="00601D63"/>
    <w:rsid w:val="00602046"/>
    <w:rsid w:val="006026B6"/>
    <w:rsid w:val="00603D0B"/>
    <w:rsid w:val="0060417B"/>
    <w:rsid w:val="006055E7"/>
    <w:rsid w:val="0060582C"/>
    <w:rsid w:val="0060709A"/>
    <w:rsid w:val="00607A1F"/>
    <w:rsid w:val="00607C4F"/>
    <w:rsid w:val="00610E23"/>
    <w:rsid w:val="00611071"/>
    <w:rsid w:val="00613C1D"/>
    <w:rsid w:val="0061449C"/>
    <w:rsid w:val="00614B91"/>
    <w:rsid w:val="00614FAD"/>
    <w:rsid w:val="006151C7"/>
    <w:rsid w:val="00615483"/>
    <w:rsid w:val="0061784D"/>
    <w:rsid w:val="00617B2B"/>
    <w:rsid w:val="00617F30"/>
    <w:rsid w:val="006206E5"/>
    <w:rsid w:val="00620C5D"/>
    <w:rsid w:val="00620DC9"/>
    <w:rsid w:val="00622BCF"/>
    <w:rsid w:val="00623368"/>
    <w:rsid w:val="0062386C"/>
    <w:rsid w:val="00624606"/>
    <w:rsid w:val="006246F5"/>
    <w:rsid w:val="00624F93"/>
    <w:rsid w:val="0062537D"/>
    <w:rsid w:val="00625C99"/>
    <w:rsid w:val="00626283"/>
    <w:rsid w:val="00626B85"/>
    <w:rsid w:val="00627F01"/>
    <w:rsid w:val="00627F8D"/>
    <w:rsid w:val="0063099F"/>
    <w:rsid w:val="00630BE4"/>
    <w:rsid w:val="006314CD"/>
    <w:rsid w:val="0063151E"/>
    <w:rsid w:val="00631DFB"/>
    <w:rsid w:val="00632082"/>
    <w:rsid w:val="00633330"/>
    <w:rsid w:val="0063340B"/>
    <w:rsid w:val="00633BE2"/>
    <w:rsid w:val="006343D6"/>
    <w:rsid w:val="0063481F"/>
    <w:rsid w:val="00634949"/>
    <w:rsid w:val="00635DD9"/>
    <w:rsid w:val="00636CBE"/>
    <w:rsid w:val="00637180"/>
    <w:rsid w:val="00637584"/>
    <w:rsid w:val="00637FE7"/>
    <w:rsid w:val="006400E6"/>
    <w:rsid w:val="00640428"/>
    <w:rsid w:val="006416CA"/>
    <w:rsid w:val="00641CAF"/>
    <w:rsid w:val="00642230"/>
    <w:rsid w:val="0064237C"/>
    <w:rsid w:val="00642970"/>
    <w:rsid w:val="00642B29"/>
    <w:rsid w:val="0064335E"/>
    <w:rsid w:val="006437B8"/>
    <w:rsid w:val="00645700"/>
    <w:rsid w:val="00646264"/>
    <w:rsid w:val="00647857"/>
    <w:rsid w:val="00653392"/>
    <w:rsid w:val="006536E9"/>
    <w:rsid w:val="00653CBB"/>
    <w:rsid w:val="006543A9"/>
    <w:rsid w:val="00654417"/>
    <w:rsid w:val="00654BBA"/>
    <w:rsid w:val="0065588D"/>
    <w:rsid w:val="0065594C"/>
    <w:rsid w:val="00656523"/>
    <w:rsid w:val="006567F4"/>
    <w:rsid w:val="006568A6"/>
    <w:rsid w:val="00656B3D"/>
    <w:rsid w:val="00657236"/>
    <w:rsid w:val="00657B2B"/>
    <w:rsid w:val="00657BC6"/>
    <w:rsid w:val="00657D27"/>
    <w:rsid w:val="00660025"/>
    <w:rsid w:val="0066082B"/>
    <w:rsid w:val="00661B67"/>
    <w:rsid w:val="00661C2E"/>
    <w:rsid w:val="00661D25"/>
    <w:rsid w:val="00661F92"/>
    <w:rsid w:val="00662875"/>
    <w:rsid w:val="00662A24"/>
    <w:rsid w:val="00662A55"/>
    <w:rsid w:val="00662A6F"/>
    <w:rsid w:val="00663EB7"/>
    <w:rsid w:val="006649AD"/>
    <w:rsid w:val="00665202"/>
    <w:rsid w:val="006652B5"/>
    <w:rsid w:val="00665746"/>
    <w:rsid w:val="00665DBD"/>
    <w:rsid w:val="00667221"/>
    <w:rsid w:val="00667B7F"/>
    <w:rsid w:val="00667D5F"/>
    <w:rsid w:val="0067111E"/>
    <w:rsid w:val="00671BB4"/>
    <w:rsid w:val="00672698"/>
    <w:rsid w:val="006726BE"/>
    <w:rsid w:val="00672707"/>
    <w:rsid w:val="00672A9D"/>
    <w:rsid w:val="00672B9A"/>
    <w:rsid w:val="00674A9F"/>
    <w:rsid w:val="00674BBA"/>
    <w:rsid w:val="006758D2"/>
    <w:rsid w:val="00675E91"/>
    <w:rsid w:val="00676482"/>
    <w:rsid w:val="006779E0"/>
    <w:rsid w:val="006803B6"/>
    <w:rsid w:val="00681553"/>
    <w:rsid w:val="00681E53"/>
    <w:rsid w:val="006822C0"/>
    <w:rsid w:val="00682946"/>
    <w:rsid w:val="00682F9A"/>
    <w:rsid w:val="00682FA5"/>
    <w:rsid w:val="00683554"/>
    <w:rsid w:val="00683CF8"/>
    <w:rsid w:val="00684444"/>
    <w:rsid w:val="00685FBD"/>
    <w:rsid w:val="00686034"/>
    <w:rsid w:val="006867EE"/>
    <w:rsid w:val="0068698D"/>
    <w:rsid w:val="00686BFE"/>
    <w:rsid w:val="00687254"/>
    <w:rsid w:val="00687A80"/>
    <w:rsid w:val="00687EA9"/>
    <w:rsid w:val="0069012B"/>
    <w:rsid w:val="00691470"/>
    <w:rsid w:val="00692597"/>
    <w:rsid w:val="0069284B"/>
    <w:rsid w:val="0069373D"/>
    <w:rsid w:val="00693FAA"/>
    <w:rsid w:val="00693FEF"/>
    <w:rsid w:val="0069593E"/>
    <w:rsid w:val="00696429"/>
    <w:rsid w:val="006966EB"/>
    <w:rsid w:val="00696F6F"/>
    <w:rsid w:val="006974C9"/>
    <w:rsid w:val="00697909"/>
    <w:rsid w:val="00697BD1"/>
    <w:rsid w:val="006A04E5"/>
    <w:rsid w:val="006A3DC5"/>
    <w:rsid w:val="006A4145"/>
    <w:rsid w:val="006A4209"/>
    <w:rsid w:val="006A42A3"/>
    <w:rsid w:val="006A4E0C"/>
    <w:rsid w:val="006A5CEC"/>
    <w:rsid w:val="006A602E"/>
    <w:rsid w:val="006A6475"/>
    <w:rsid w:val="006A64E0"/>
    <w:rsid w:val="006A6802"/>
    <w:rsid w:val="006A7459"/>
    <w:rsid w:val="006A7997"/>
    <w:rsid w:val="006A7DF0"/>
    <w:rsid w:val="006A7EF6"/>
    <w:rsid w:val="006B0351"/>
    <w:rsid w:val="006B03F5"/>
    <w:rsid w:val="006B05BC"/>
    <w:rsid w:val="006B05C1"/>
    <w:rsid w:val="006B0A56"/>
    <w:rsid w:val="006B127F"/>
    <w:rsid w:val="006B14EB"/>
    <w:rsid w:val="006B1F32"/>
    <w:rsid w:val="006B2D48"/>
    <w:rsid w:val="006B36F4"/>
    <w:rsid w:val="006B3C8D"/>
    <w:rsid w:val="006B41ED"/>
    <w:rsid w:val="006B50AC"/>
    <w:rsid w:val="006B5483"/>
    <w:rsid w:val="006B578D"/>
    <w:rsid w:val="006B5FA8"/>
    <w:rsid w:val="006C0A06"/>
    <w:rsid w:val="006C0D5D"/>
    <w:rsid w:val="006C2080"/>
    <w:rsid w:val="006C21EE"/>
    <w:rsid w:val="006C3B58"/>
    <w:rsid w:val="006C50A6"/>
    <w:rsid w:val="006C54F7"/>
    <w:rsid w:val="006C5CCE"/>
    <w:rsid w:val="006C5F06"/>
    <w:rsid w:val="006C6BEF"/>
    <w:rsid w:val="006C759C"/>
    <w:rsid w:val="006C7B26"/>
    <w:rsid w:val="006D0205"/>
    <w:rsid w:val="006D0413"/>
    <w:rsid w:val="006D09C3"/>
    <w:rsid w:val="006D265E"/>
    <w:rsid w:val="006D3890"/>
    <w:rsid w:val="006D3E38"/>
    <w:rsid w:val="006D3F04"/>
    <w:rsid w:val="006D5104"/>
    <w:rsid w:val="006D52B4"/>
    <w:rsid w:val="006D56CF"/>
    <w:rsid w:val="006D5737"/>
    <w:rsid w:val="006D6E18"/>
    <w:rsid w:val="006D6F53"/>
    <w:rsid w:val="006D763A"/>
    <w:rsid w:val="006D7EA2"/>
    <w:rsid w:val="006E1277"/>
    <w:rsid w:val="006E1CC5"/>
    <w:rsid w:val="006E1E40"/>
    <w:rsid w:val="006E252A"/>
    <w:rsid w:val="006E2A52"/>
    <w:rsid w:val="006E2B94"/>
    <w:rsid w:val="006E4089"/>
    <w:rsid w:val="006E4EA9"/>
    <w:rsid w:val="006E5004"/>
    <w:rsid w:val="006E6898"/>
    <w:rsid w:val="006E69C3"/>
    <w:rsid w:val="006E6AA5"/>
    <w:rsid w:val="006E6C90"/>
    <w:rsid w:val="006E6DF8"/>
    <w:rsid w:val="006F01B6"/>
    <w:rsid w:val="006F0F74"/>
    <w:rsid w:val="006F2456"/>
    <w:rsid w:val="006F2EE2"/>
    <w:rsid w:val="006F376C"/>
    <w:rsid w:val="006F5305"/>
    <w:rsid w:val="006F665C"/>
    <w:rsid w:val="006F6996"/>
    <w:rsid w:val="006F7577"/>
    <w:rsid w:val="006F7A39"/>
    <w:rsid w:val="0070000D"/>
    <w:rsid w:val="00701747"/>
    <w:rsid w:val="00701ED2"/>
    <w:rsid w:val="00702AF0"/>
    <w:rsid w:val="00702C6F"/>
    <w:rsid w:val="0070375F"/>
    <w:rsid w:val="00703B20"/>
    <w:rsid w:val="00703CC9"/>
    <w:rsid w:val="00704498"/>
    <w:rsid w:val="00704563"/>
    <w:rsid w:val="00704770"/>
    <w:rsid w:val="00704872"/>
    <w:rsid w:val="00704E4D"/>
    <w:rsid w:val="007055D7"/>
    <w:rsid w:val="00705639"/>
    <w:rsid w:val="00705CCC"/>
    <w:rsid w:val="0070746F"/>
    <w:rsid w:val="00707F1D"/>
    <w:rsid w:val="007102BB"/>
    <w:rsid w:val="007104BC"/>
    <w:rsid w:val="007113F4"/>
    <w:rsid w:val="00711637"/>
    <w:rsid w:val="0071202F"/>
    <w:rsid w:val="007124BF"/>
    <w:rsid w:val="00712720"/>
    <w:rsid w:val="00712B74"/>
    <w:rsid w:val="00712C29"/>
    <w:rsid w:val="00713366"/>
    <w:rsid w:val="00713783"/>
    <w:rsid w:val="0071390C"/>
    <w:rsid w:val="00713B06"/>
    <w:rsid w:val="00713DBC"/>
    <w:rsid w:val="0071653F"/>
    <w:rsid w:val="007168F5"/>
    <w:rsid w:val="00717B65"/>
    <w:rsid w:val="0072079D"/>
    <w:rsid w:val="00720BF2"/>
    <w:rsid w:val="00720CDD"/>
    <w:rsid w:val="00720DED"/>
    <w:rsid w:val="00720F04"/>
    <w:rsid w:val="0072161D"/>
    <w:rsid w:val="00721817"/>
    <w:rsid w:val="007220F7"/>
    <w:rsid w:val="0072244E"/>
    <w:rsid w:val="007229D8"/>
    <w:rsid w:val="007234E0"/>
    <w:rsid w:val="00723CA7"/>
    <w:rsid w:val="00723E5C"/>
    <w:rsid w:val="00724CDA"/>
    <w:rsid w:val="00725061"/>
    <w:rsid w:val="00725575"/>
    <w:rsid w:val="00725C61"/>
    <w:rsid w:val="007266D7"/>
    <w:rsid w:val="00726733"/>
    <w:rsid w:val="00726C0B"/>
    <w:rsid w:val="00727604"/>
    <w:rsid w:val="007279A0"/>
    <w:rsid w:val="007302DE"/>
    <w:rsid w:val="0073061F"/>
    <w:rsid w:val="007313FB"/>
    <w:rsid w:val="00731826"/>
    <w:rsid w:val="00733169"/>
    <w:rsid w:val="00734617"/>
    <w:rsid w:val="00735116"/>
    <w:rsid w:val="00735734"/>
    <w:rsid w:val="00735A72"/>
    <w:rsid w:val="00736433"/>
    <w:rsid w:val="00736C6B"/>
    <w:rsid w:val="00737034"/>
    <w:rsid w:val="007370DD"/>
    <w:rsid w:val="0073714D"/>
    <w:rsid w:val="0074060F"/>
    <w:rsid w:val="00741530"/>
    <w:rsid w:val="007417E6"/>
    <w:rsid w:val="00741BEF"/>
    <w:rsid w:val="0074255F"/>
    <w:rsid w:val="0074355E"/>
    <w:rsid w:val="007448BC"/>
    <w:rsid w:val="00744BAC"/>
    <w:rsid w:val="00744BF2"/>
    <w:rsid w:val="00744C8E"/>
    <w:rsid w:val="00745313"/>
    <w:rsid w:val="007454F8"/>
    <w:rsid w:val="00746135"/>
    <w:rsid w:val="00746362"/>
    <w:rsid w:val="00746995"/>
    <w:rsid w:val="00746D59"/>
    <w:rsid w:val="00747844"/>
    <w:rsid w:val="00747EE0"/>
    <w:rsid w:val="00750630"/>
    <w:rsid w:val="0075093A"/>
    <w:rsid w:val="00750A54"/>
    <w:rsid w:val="00751202"/>
    <w:rsid w:val="00751273"/>
    <w:rsid w:val="00751309"/>
    <w:rsid w:val="00751D3D"/>
    <w:rsid w:val="00752B0D"/>
    <w:rsid w:val="007531AE"/>
    <w:rsid w:val="00753513"/>
    <w:rsid w:val="007542BF"/>
    <w:rsid w:val="00755380"/>
    <w:rsid w:val="007553E0"/>
    <w:rsid w:val="00755491"/>
    <w:rsid w:val="007560D7"/>
    <w:rsid w:val="00756454"/>
    <w:rsid w:val="00756BD4"/>
    <w:rsid w:val="0075792F"/>
    <w:rsid w:val="00757A0D"/>
    <w:rsid w:val="00760009"/>
    <w:rsid w:val="007606DF"/>
    <w:rsid w:val="00760C51"/>
    <w:rsid w:val="00762916"/>
    <w:rsid w:val="00763B8B"/>
    <w:rsid w:val="00763C2A"/>
    <w:rsid w:val="007651E1"/>
    <w:rsid w:val="00765B8E"/>
    <w:rsid w:val="00766363"/>
    <w:rsid w:val="00766C77"/>
    <w:rsid w:val="0076776B"/>
    <w:rsid w:val="00770219"/>
    <w:rsid w:val="0077032D"/>
    <w:rsid w:val="007705F5"/>
    <w:rsid w:val="0077141E"/>
    <w:rsid w:val="00771F4D"/>
    <w:rsid w:val="00771FD9"/>
    <w:rsid w:val="00772AEF"/>
    <w:rsid w:val="00773439"/>
    <w:rsid w:val="00774867"/>
    <w:rsid w:val="00774E70"/>
    <w:rsid w:val="00774EDA"/>
    <w:rsid w:val="007754AC"/>
    <w:rsid w:val="007760AF"/>
    <w:rsid w:val="007760B6"/>
    <w:rsid w:val="0077628D"/>
    <w:rsid w:val="00776469"/>
    <w:rsid w:val="00776649"/>
    <w:rsid w:val="00777EEC"/>
    <w:rsid w:val="00780E21"/>
    <w:rsid w:val="007813CD"/>
    <w:rsid w:val="007824B5"/>
    <w:rsid w:val="00782756"/>
    <w:rsid w:val="00784DDF"/>
    <w:rsid w:val="0078507D"/>
    <w:rsid w:val="00785247"/>
    <w:rsid w:val="007852D7"/>
    <w:rsid w:val="00785EAE"/>
    <w:rsid w:val="007873C9"/>
    <w:rsid w:val="00787C2C"/>
    <w:rsid w:val="00790BB4"/>
    <w:rsid w:val="00790D12"/>
    <w:rsid w:val="00790F2A"/>
    <w:rsid w:val="007913A6"/>
    <w:rsid w:val="00791AE3"/>
    <w:rsid w:val="0079254D"/>
    <w:rsid w:val="00793FC1"/>
    <w:rsid w:val="00796CDF"/>
    <w:rsid w:val="00796EFB"/>
    <w:rsid w:val="0079761D"/>
    <w:rsid w:val="007A0303"/>
    <w:rsid w:val="007A10D0"/>
    <w:rsid w:val="007A1DFF"/>
    <w:rsid w:val="007A25D0"/>
    <w:rsid w:val="007A27AF"/>
    <w:rsid w:val="007A2B89"/>
    <w:rsid w:val="007A2EE7"/>
    <w:rsid w:val="007A35E3"/>
    <w:rsid w:val="007A394F"/>
    <w:rsid w:val="007A4278"/>
    <w:rsid w:val="007A5727"/>
    <w:rsid w:val="007A5B82"/>
    <w:rsid w:val="007A61C2"/>
    <w:rsid w:val="007A6B4A"/>
    <w:rsid w:val="007A6D0E"/>
    <w:rsid w:val="007A72A3"/>
    <w:rsid w:val="007A777F"/>
    <w:rsid w:val="007B02D1"/>
    <w:rsid w:val="007B031C"/>
    <w:rsid w:val="007B0B9E"/>
    <w:rsid w:val="007B2B5D"/>
    <w:rsid w:val="007B2DFE"/>
    <w:rsid w:val="007B3E33"/>
    <w:rsid w:val="007B4187"/>
    <w:rsid w:val="007B46D2"/>
    <w:rsid w:val="007B5AC5"/>
    <w:rsid w:val="007B7AD7"/>
    <w:rsid w:val="007C0D43"/>
    <w:rsid w:val="007C0EC9"/>
    <w:rsid w:val="007C10AE"/>
    <w:rsid w:val="007C115A"/>
    <w:rsid w:val="007C19D2"/>
    <w:rsid w:val="007C20DC"/>
    <w:rsid w:val="007C29F2"/>
    <w:rsid w:val="007C3E96"/>
    <w:rsid w:val="007C3F2F"/>
    <w:rsid w:val="007C456E"/>
    <w:rsid w:val="007C4BFB"/>
    <w:rsid w:val="007C4FFF"/>
    <w:rsid w:val="007C52CA"/>
    <w:rsid w:val="007C63BF"/>
    <w:rsid w:val="007C7279"/>
    <w:rsid w:val="007D182A"/>
    <w:rsid w:val="007D183E"/>
    <w:rsid w:val="007D1BBB"/>
    <w:rsid w:val="007D1EDD"/>
    <w:rsid w:val="007D1F85"/>
    <w:rsid w:val="007D378A"/>
    <w:rsid w:val="007D3A7E"/>
    <w:rsid w:val="007D4B81"/>
    <w:rsid w:val="007D5223"/>
    <w:rsid w:val="007D69CD"/>
    <w:rsid w:val="007D6C50"/>
    <w:rsid w:val="007D6D42"/>
    <w:rsid w:val="007D6E87"/>
    <w:rsid w:val="007D7607"/>
    <w:rsid w:val="007D7653"/>
    <w:rsid w:val="007D7991"/>
    <w:rsid w:val="007E2636"/>
    <w:rsid w:val="007E2E5F"/>
    <w:rsid w:val="007E3288"/>
    <w:rsid w:val="007E3681"/>
    <w:rsid w:val="007E3C83"/>
    <w:rsid w:val="007E3DDB"/>
    <w:rsid w:val="007E50BA"/>
    <w:rsid w:val="007E5DFE"/>
    <w:rsid w:val="007E5E4A"/>
    <w:rsid w:val="007E68A6"/>
    <w:rsid w:val="007E69C3"/>
    <w:rsid w:val="007E6D03"/>
    <w:rsid w:val="007E718E"/>
    <w:rsid w:val="007E744A"/>
    <w:rsid w:val="007E7655"/>
    <w:rsid w:val="007E7D53"/>
    <w:rsid w:val="007F01A8"/>
    <w:rsid w:val="007F0F9C"/>
    <w:rsid w:val="007F14ED"/>
    <w:rsid w:val="007F1A74"/>
    <w:rsid w:val="007F3760"/>
    <w:rsid w:val="007F4077"/>
    <w:rsid w:val="007F4091"/>
    <w:rsid w:val="007F488D"/>
    <w:rsid w:val="007F4B38"/>
    <w:rsid w:val="007F4D38"/>
    <w:rsid w:val="007F59DC"/>
    <w:rsid w:val="007F6718"/>
    <w:rsid w:val="00800410"/>
    <w:rsid w:val="008011BD"/>
    <w:rsid w:val="008017F0"/>
    <w:rsid w:val="008022E8"/>
    <w:rsid w:val="00803E24"/>
    <w:rsid w:val="00803E89"/>
    <w:rsid w:val="00805295"/>
    <w:rsid w:val="00805712"/>
    <w:rsid w:val="00806554"/>
    <w:rsid w:val="00806835"/>
    <w:rsid w:val="00806A22"/>
    <w:rsid w:val="00807128"/>
    <w:rsid w:val="008076E7"/>
    <w:rsid w:val="00807F7B"/>
    <w:rsid w:val="0081007F"/>
    <w:rsid w:val="0081078E"/>
    <w:rsid w:val="00810B23"/>
    <w:rsid w:val="008112A8"/>
    <w:rsid w:val="00811BA3"/>
    <w:rsid w:val="00811FB3"/>
    <w:rsid w:val="00812ED5"/>
    <w:rsid w:val="0081303E"/>
    <w:rsid w:val="00813A10"/>
    <w:rsid w:val="00813A67"/>
    <w:rsid w:val="00814B73"/>
    <w:rsid w:val="00815A42"/>
    <w:rsid w:val="00815F15"/>
    <w:rsid w:val="008168C0"/>
    <w:rsid w:val="00816AA1"/>
    <w:rsid w:val="00817977"/>
    <w:rsid w:val="0081799F"/>
    <w:rsid w:val="0082043A"/>
    <w:rsid w:val="0082061A"/>
    <w:rsid w:val="00821607"/>
    <w:rsid w:val="00822A34"/>
    <w:rsid w:val="00822C9D"/>
    <w:rsid w:val="00823265"/>
    <w:rsid w:val="00823CFE"/>
    <w:rsid w:val="00824991"/>
    <w:rsid w:val="008252FF"/>
    <w:rsid w:val="00825967"/>
    <w:rsid w:val="00825E39"/>
    <w:rsid w:val="0082631A"/>
    <w:rsid w:val="00827267"/>
    <w:rsid w:val="00827B87"/>
    <w:rsid w:val="008301D8"/>
    <w:rsid w:val="00830712"/>
    <w:rsid w:val="008313D8"/>
    <w:rsid w:val="00831C2F"/>
    <w:rsid w:val="00832517"/>
    <w:rsid w:val="0083258F"/>
    <w:rsid w:val="00832841"/>
    <w:rsid w:val="0083302A"/>
    <w:rsid w:val="008330FB"/>
    <w:rsid w:val="00834E13"/>
    <w:rsid w:val="00834E45"/>
    <w:rsid w:val="00835460"/>
    <w:rsid w:val="008355F0"/>
    <w:rsid w:val="00836071"/>
    <w:rsid w:val="00836169"/>
    <w:rsid w:val="008363A8"/>
    <w:rsid w:val="00836654"/>
    <w:rsid w:val="0084014D"/>
    <w:rsid w:val="00840D77"/>
    <w:rsid w:val="008414AB"/>
    <w:rsid w:val="00841BAF"/>
    <w:rsid w:val="00843C5F"/>
    <w:rsid w:val="00844481"/>
    <w:rsid w:val="0084477E"/>
    <w:rsid w:val="00845C93"/>
    <w:rsid w:val="008465D6"/>
    <w:rsid w:val="00846C5A"/>
    <w:rsid w:val="00847093"/>
    <w:rsid w:val="00847200"/>
    <w:rsid w:val="008473F5"/>
    <w:rsid w:val="008475CB"/>
    <w:rsid w:val="00850B27"/>
    <w:rsid w:val="00850F1A"/>
    <w:rsid w:val="00851189"/>
    <w:rsid w:val="00851D3E"/>
    <w:rsid w:val="00851DF3"/>
    <w:rsid w:val="00852643"/>
    <w:rsid w:val="00852E64"/>
    <w:rsid w:val="00852FC2"/>
    <w:rsid w:val="008532DD"/>
    <w:rsid w:val="008546C4"/>
    <w:rsid w:val="00854B73"/>
    <w:rsid w:val="00855545"/>
    <w:rsid w:val="00855690"/>
    <w:rsid w:val="008556BD"/>
    <w:rsid w:val="008563A9"/>
    <w:rsid w:val="008563B7"/>
    <w:rsid w:val="00857366"/>
    <w:rsid w:val="00857751"/>
    <w:rsid w:val="00860173"/>
    <w:rsid w:val="008604DE"/>
    <w:rsid w:val="008608A8"/>
    <w:rsid w:val="00861CC7"/>
    <w:rsid w:val="00861E12"/>
    <w:rsid w:val="00863AA8"/>
    <w:rsid w:val="00864ED6"/>
    <w:rsid w:val="0086555A"/>
    <w:rsid w:val="0086591E"/>
    <w:rsid w:val="00865D55"/>
    <w:rsid w:val="00865E42"/>
    <w:rsid w:val="0086621A"/>
    <w:rsid w:val="008665AD"/>
    <w:rsid w:val="00866D4F"/>
    <w:rsid w:val="00866D7A"/>
    <w:rsid w:val="0086730B"/>
    <w:rsid w:val="00867798"/>
    <w:rsid w:val="008710C2"/>
    <w:rsid w:val="008714EE"/>
    <w:rsid w:val="00871EFB"/>
    <w:rsid w:val="0087203C"/>
    <w:rsid w:val="008733F0"/>
    <w:rsid w:val="00873B1E"/>
    <w:rsid w:val="00874E66"/>
    <w:rsid w:val="00875992"/>
    <w:rsid w:val="00876BC2"/>
    <w:rsid w:val="00877A3C"/>
    <w:rsid w:val="0088038D"/>
    <w:rsid w:val="00880E30"/>
    <w:rsid w:val="008813E1"/>
    <w:rsid w:val="00881830"/>
    <w:rsid w:val="008819FC"/>
    <w:rsid w:val="00881E36"/>
    <w:rsid w:val="00881FAF"/>
    <w:rsid w:val="008845C6"/>
    <w:rsid w:val="00885944"/>
    <w:rsid w:val="00885BF4"/>
    <w:rsid w:val="00885BF7"/>
    <w:rsid w:val="00886592"/>
    <w:rsid w:val="00887355"/>
    <w:rsid w:val="00891AF4"/>
    <w:rsid w:val="008920CF"/>
    <w:rsid w:val="00892B0A"/>
    <w:rsid w:val="00893081"/>
    <w:rsid w:val="008931D5"/>
    <w:rsid w:val="00894B2E"/>
    <w:rsid w:val="00894B8C"/>
    <w:rsid w:val="00894C07"/>
    <w:rsid w:val="008953BE"/>
    <w:rsid w:val="008967D9"/>
    <w:rsid w:val="008967FE"/>
    <w:rsid w:val="00897E3C"/>
    <w:rsid w:val="00897FC3"/>
    <w:rsid w:val="008A00A1"/>
    <w:rsid w:val="008A03D1"/>
    <w:rsid w:val="008A0B50"/>
    <w:rsid w:val="008A110E"/>
    <w:rsid w:val="008A1928"/>
    <w:rsid w:val="008A1A6E"/>
    <w:rsid w:val="008A29D3"/>
    <w:rsid w:val="008A2D79"/>
    <w:rsid w:val="008A3F22"/>
    <w:rsid w:val="008A4511"/>
    <w:rsid w:val="008A4788"/>
    <w:rsid w:val="008A4A5D"/>
    <w:rsid w:val="008A4C33"/>
    <w:rsid w:val="008A5224"/>
    <w:rsid w:val="008A539D"/>
    <w:rsid w:val="008A5A31"/>
    <w:rsid w:val="008A5A7C"/>
    <w:rsid w:val="008B056A"/>
    <w:rsid w:val="008B10E8"/>
    <w:rsid w:val="008B12B8"/>
    <w:rsid w:val="008B2703"/>
    <w:rsid w:val="008B2940"/>
    <w:rsid w:val="008B2D63"/>
    <w:rsid w:val="008B3A75"/>
    <w:rsid w:val="008B3E99"/>
    <w:rsid w:val="008B422A"/>
    <w:rsid w:val="008B4D09"/>
    <w:rsid w:val="008B5A0E"/>
    <w:rsid w:val="008B5AE8"/>
    <w:rsid w:val="008B5B26"/>
    <w:rsid w:val="008B6129"/>
    <w:rsid w:val="008B6E18"/>
    <w:rsid w:val="008B741A"/>
    <w:rsid w:val="008B7711"/>
    <w:rsid w:val="008B7C86"/>
    <w:rsid w:val="008C0404"/>
    <w:rsid w:val="008C06F6"/>
    <w:rsid w:val="008C0C82"/>
    <w:rsid w:val="008C13B6"/>
    <w:rsid w:val="008C2A76"/>
    <w:rsid w:val="008C373F"/>
    <w:rsid w:val="008C37AF"/>
    <w:rsid w:val="008C4483"/>
    <w:rsid w:val="008C4B73"/>
    <w:rsid w:val="008C513E"/>
    <w:rsid w:val="008C514A"/>
    <w:rsid w:val="008C699A"/>
    <w:rsid w:val="008C72EC"/>
    <w:rsid w:val="008D0107"/>
    <w:rsid w:val="008D0175"/>
    <w:rsid w:val="008D0B2D"/>
    <w:rsid w:val="008D0EFC"/>
    <w:rsid w:val="008D1613"/>
    <w:rsid w:val="008D243B"/>
    <w:rsid w:val="008D30FA"/>
    <w:rsid w:val="008D5205"/>
    <w:rsid w:val="008D6528"/>
    <w:rsid w:val="008D7699"/>
    <w:rsid w:val="008E0790"/>
    <w:rsid w:val="008E184C"/>
    <w:rsid w:val="008E26A4"/>
    <w:rsid w:val="008E289A"/>
    <w:rsid w:val="008E2F60"/>
    <w:rsid w:val="008E3F2C"/>
    <w:rsid w:val="008E4203"/>
    <w:rsid w:val="008E4FFF"/>
    <w:rsid w:val="008E65EF"/>
    <w:rsid w:val="008E69CF"/>
    <w:rsid w:val="008E7445"/>
    <w:rsid w:val="008E7E0E"/>
    <w:rsid w:val="008F009E"/>
    <w:rsid w:val="008F0641"/>
    <w:rsid w:val="008F0AC8"/>
    <w:rsid w:val="008F0B46"/>
    <w:rsid w:val="008F2504"/>
    <w:rsid w:val="008F2A68"/>
    <w:rsid w:val="008F376D"/>
    <w:rsid w:val="008F37D8"/>
    <w:rsid w:val="008F3CDF"/>
    <w:rsid w:val="008F3FD6"/>
    <w:rsid w:val="008F459F"/>
    <w:rsid w:val="008F5852"/>
    <w:rsid w:val="008F5CA2"/>
    <w:rsid w:val="008F5FFC"/>
    <w:rsid w:val="008F62E9"/>
    <w:rsid w:val="008F751E"/>
    <w:rsid w:val="008F79D4"/>
    <w:rsid w:val="009013D5"/>
    <w:rsid w:val="009017DC"/>
    <w:rsid w:val="00901FA4"/>
    <w:rsid w:val="009023FB"/>
    <w:rsid w:val="00902CAA"/>
    <w:rsid w:val="00903305"/>
    <w:rsid w:val="00903F56"/>
    <w:rsid w:val="009046CC"/>
    <w:rsid w:val="0090493F"/>
    <w:rsid w:val="00905501"/>
    <w:rsid w:val="00906ACC"/>
    <w:rsid w:val="00906B56"/>
    <w:rsid w:val="00910267"/>
    <w:rsid w:val="00910B34"/>
    <w:rsid w:val="00910EB0"/>
    <w:rsid w:val="0091178E"/>
    <w:rsid w:val="00911DCF"/>
    <w:rsid w:val="00912366"/>
    <w:rsid w:val="00914489"/>
    <w:rsid w:val="00914886"/>
    <w:rsid w:val="009159D4"/>
    <w:rsid w:val="00916B5D"/>
    <w:rsid w:val="009174FE"/>
    <w:rsid w:val="0091750D"/>
    <w:rsid w:val="0091766E"/>
    <w:rsid w:val="00917E17"/>
    <w:rsid w:val="00922B1E"/>
    <w:rsid w:val="00922EFE"/>
    <w:rsid w:val="00923B22"/>
    <w:rsid w:val="00925F78"/>
    <w:rsid w:val="00926EB5"/>
    <w:rsid w:val="00927CEC"/>
    <w:rsid w:val="00930BA3"/>
    <w:rsid w:val="0093113A"/>
    <w:rsid w:val="009325C9"/>
    <w:rsid w:val="009326BC"/>
    <w:rsid w:val="00932AC3"/>
    <w:rsid w:val="009334E8"/>
    <w:rsid w:val="0093350B"/>
    <w:rsid w:val="0093361F"/>
    <w:rsid w:val="00933934"/>
    <w:rsid w:val="009339F6"/>
    <w:rsid w:val="00933B70"/>
    <w:rsid w:val="00933E16"/>
    <w:rsid w:val="00935323"/>
    <w:rsid w:val="00935811"/>
    <w:rsid w:val="00936BB5"/>
    <w:rsid w:val="00936C71"/>
    <w:rsid w:val="0093751D"/>
    <w:rsid w:val="009406B4"/>
    <w:rsid w:val="00941F2D"/>
    <w:rsid w:val="0094230C"/>
    <w:rsid w:val="0094292B"/>
    <w:rsid w:val="009442B9"/>
    <w:rsid w:val="00944999"/>
    <w:rsid w:val="00944D77"/>
    <w:rsid w:val="0094543D"/>
    <w:rsid w:val="00950676"/>
    <w:rsid w:val="00952A9D"/>
    <w:rsid w:val="00953D10"/>
    <w:rsid w:val="00954138"/>
    <w:rsid w:val="00954413"/>
    <w:rsid w:val="009544C2"/>
    <w:rsid w:val="009549D5"/>
    <w:rsid w:val="0095579F"/>
    <w:rsid w:val="009558B2"/>
    <w:rsid w:val="00955D57"/>
    <w:rsid w:val="009560A1"/>
    <w:rsid w:val="00957E3A"/>
    <w:rsid w:val="009602EA"/>
    <w:rsid w:val="0096033C"/>
    <w:rsid w:val="00961C90"/>
    <w:rsid w:val="00961F0D"/>
    <w:rsid w:val="00963927"/>
    <w:rsid w:val="00964B47"/>
    <w:rsid w:val="00965623"/>
    <w:rsid w:val="00965BCA"/>
    <w:rsid w:val="00966633"/>
    <w:rsid w:val="00966CFC"/>
    <w:rsid w:val="0096776D"/>
    <w:rsid w:val="00970B63"/>
    <w:rsid w:val="00971604"/>
    <w:rsid w:val="00971A5E"/>
    <w:rsid w:val="0097334E"/>
    <w:rsid w:val="00973445"/>
    <w:rsid w:val="009736F2"/>
    <w:rsid w:val="00973892"/>
    <w:rsid w:val="0097436E"/>
    <w:rsid w:val="009743F1"/>
    <w:rsid w:val="0097556F"/>
    <w:rsid w:val="00975584"/>
    <w:rsid w:val="00976029"/>
    <w:rsid w:val="00976C92"/>
    <w:rsid w:val="0097746B"/>
    <w:rsid w:val="00977D18"/>
    <w:rsid w:val="009805E9"/>
    <w:rsid w:val="0098075E"/>
    <w:rsid w:val="009807B5"/>
    <w:rsid w:val="00981D09"/>
    <w:rsid w:val="00982CF6"/>
    <w:rsid w:val="009837D8"/>
    <w:rsid w:val="009850B3"/>
    <w:rsid w:val="00985897"/>
    <w:rsid w:val="00985C6C"/>
    <w:rsid w:val="00985F46"/>
    <w:rsid w:val="00986611"/>
    <w:rsid w:val="00986660"/>
    <w:rsid w:val="00986B27"/>
    <w:rsid w:val="00987685"/>
    <w:rsid w:val="00987702"/>
    <w:rsid w:val="00990154"/>
    <w:rsid w:val="00990666"/>
    <w:rsid w:val="00990BA6"/>
    <w:rsid w:val="00990FD5"/>
    <w:rsid w:val="00991BA7"/>
    <w:rsid w:val="009924D2"/>
    <w:rsid w:val="00993DC2"/>
    <w:rsid w:val="0099416B"/>
    <w:rsid w:val="0099515E"/>
    <w:rsid w:val="00995866"/>
    <w:rsid w:val="00996656"/>
    <w:rsid w:val="00996711"/>
    <w:rsid w:val="009A01E8"/>
    <w:rsid w:val="009A07F7"/>
    <w:rsid w:val="009A1E7D"/>
    <w:rsid w:val="009A3A7F"/>
    <w:rsid w:val="009A40A2"/>
    <w:rsid w:val="009A52E8"/>
    <w:rsid w:val="009A5BD0"/>
    <w:rsid w:val="009A6EDC"/>
    <w:rsid w:val="009A7061"/>
    <w:rsid w:val="009A7828"/>
    <w:rsid w:val="009B0A1E"/>
    <w:rsid w:val="009B0EC1"/>
    <w:rsid w:val="009B1B5E"/>
    <w:rsid w:val="009B25B1"/>
    <w:rsid w:val="009B2E4A"/>
    <w:rsid w:val="009B3BCB"/>
    <w:rsid w:val="009B3F09"/>
    <w:rsid w:val="009B4191"/>
    <w:rsid w:val="009B4B2E"/>
    <w:rsid w:val="009B56CD"/>
    <w:rsid w:val="009B59D0"/>
    <w:rsid w:val="009B5B1B"/>
    <w:rsid w:val="009B5CBB"/>
    <w:rsid w:val="009B6364"/>
    <w:rsid w:val="009B6394"/>
    <w:rsid w:val="009B7594"/>
    <w:rsid w:val="009B774D"/>
    <w:rsid w:val="009B779D"/>
    <w:rsid w:val="009C0640"/>
    <w:rsid w:val="009C0697"/>
    <w:rsid w:val="009C19EF"/>
    <w:rsid w:val="009C1DD7"/>
    <w:rsid w:val="009C1E7D"/>
    <w:rsid w:val="009C1FB9"/>
    <w:rsid w:val="009C2208"/>
    <w:rsid w:val="009C2276"/>
    <w:rsid w:val="009C28AA"/>
    <w:rsid w:val="009C4446"/>
    <w:rsid w:val="009C6288"/>
    <w:rsid w:val="009C6EE5"/>
    <w:rsid w:val="009C7614"/>
    <w:rsid w:val="009D042B"/>
    <w:rsid w:val="009D1691"/>
    <w:rsid w:val="009D203E"/>
    <w:rsid w:val="009D21FD"/>
    <w:rsid w:val="009D2516"/>
    <w:rsid w:val="009D27E2"/>
    <w:rsid w:val="009D2BD9"/>
    <w:rsid w:val="009D2C46"/>
    <w:rsid w:val="009D2EAA"/>
    <w:rsid w:val="009D38C0"/>
    <w:rsid w:val="009D4249"/>
    <w:rsid w:val="009D45AA"/>
    <w:rsid w:val="009D473C"/>
    <w:rsid w:val="009D5203"/>
    <w:rsid w:val="009D5D8B"/>
    <w:rsid w:val="009D6507"/>
    <w:rsid w:val="009D6CF8"/>
    <w:rsid w:val="009D7AEE"/>
    <w:rsid w:val="009D7C9C"/>
    <w:rsid w:val="009E10A1"/>
    <w:rsid w:val="009E31C3"/>
    <w:rsid w:val="009E3E20"/>
    <w:rsid w:val="009E48E4"/>
    <w:rsid w:val="009E4F2C"/>
    <w:rsid w:val="009E5826"/>
    <w:rsid w:val="009E58F7"/>
    <w:rsid w:val="009E6854"/>
    <w:rsid w:val="009E7863"/>
    <w:rsid w:val="009F072D"/>
    <w:rsid w:val="009F0D81"/>
    <w:rsid w:val="009F1005"/>
    <w:rsid w:val="009F1185"/>
    <w:rsid w:val="009F1A95"/>
    <w:rsid w:val="009F2B17"/>
    <w:rsid w:val="009F3846"/>
    <w:rsid w:val="009F393B"/>
    <w:rsid w:val="009F44F1"/>
    <w:rsid w:val="009F575E"/>
    <w:rsid w:val="009F6842"/>
    <w:rsid w:val="009F6D68"/>
    <w:rsid w:val="00A0029A"/>
    <w:rsid w:val="00A01313"/>
    <w:rsid w:val="00A01C14"/>
    <w:rsid w:val="00A03500"/>
    <w:rsid w:val="00A0352E"/>
    <w:rsid w:val="00A035AC"/>
    <w:rsid w:val="00A03713"/>
    <w:rsid w:val="00A038F9"/>
    <w:rsid w:val="00A04F44"/>
    <w:rsid w:val="00A04FAB"/>
    <w:rsid w:val="00A051D2"/>
    <w:rsid w:val="00A05552"/>
    <w:rsid w:val="00A0627B"/>
    <w:rsid w:val="00A064D3"/>
    <w:rsid w:val="00A06B61"/>
    <w:rsid w:val="00A070F4"/>
    <w:rsid w:val="00A10B8B"/>
    <w:rsid w:val="00A110D4"/>
    <w:rsid w:val="00A1236F"/>
    <w:rsid w:val="00A12664"/>
    <w:rsid w:val="00A12736"/>
    <w:rsid w:val="00A12CA7"/>
    <w:rsid w:val="00A133FA"/>
    <w:rsid w:val="00A149A1"/>
    <w:rsid w:val="00A14D78"/>
    <w:rsid w:val="00A14D94"/>
    <w:rsid w:val="00A162D9"/>
    <w:rsid w:val="00A16634"/>
    <w:rsid w:val="00A167B2"/>
    <w:rsid w:val="00A168D1"/>
    <w:rsid w:val="00A16F70"/>
    <w:rsid w:val="00A20039"/>
    <w:rsid w:val="00A20A02"/>
    <w:rsid w:val="00A2124C"/>
    <w:rsid w:val="00A21B63"/>
    <w:rsid w:val="00A222FB"/>
    <w:rsid w:val="00A22C1F"/>
    <w:rsid w:val="00A2309B"/>
    <w:rsid w:val="00A234B3"/>
    <w:rsid w:val="00A23A6E"/>
    <w:rsid w:val="00A23FB6"/>
    <w:rsid w:val="00A24082"/>
    <w:rsid w:val="00A24160"/>
    <w:rsid w:val="00A24179"/>
    <w:rsid w:val="00A24B67"/>
    <w:rsid w:val="00A256A3"/>
    <w:rsid w:val="00A25D29"/>
    <w:rsid w:val="00A25FC2"/>
    <w:rsid w:val="00A26B2F"/>
    <w:rsid w:val="00A26F4A"/>
    <w:rsid w:val="00A31537"/>
    <w:rsid w:val="00A31C50"/>
    <w:rsid w:val="00A31DC9"/>
    <w:rsid w:val="00A3306D"/>
    <w:rsid w:val="00A33779"/>
    <w:rsid w:val="00A33F5A"/>
    <w:rsid w:val="00A35CC4"/>
    <w:rsid w:val="00A364B6"/>
    <w:rsid w:val="00A364FD"/>
    <w:rsid w:val="00A3676E"/>
    <w:rsid w:val="00A36777"/>
    <w:rsid w:val="00A367BD"/>
    <w:rsid w:val="00A3699A"/>
    <w:rsid w:val="00A379ED"/>
    <w:rsid w:val="00A40498"/>
    <w:rsid w:val="00A409DD"/>
    <w:rsid w:val="00A40A63"/>
    <w:rsid w:val="00A41905"/>
    <w:rsid w:val="00A43BCF"/>
    <w:rsid w:val="00A44281"/>
    <w:rsid w:val="00A444F9"/>
    <w:rsid w:val="00A44A9A"/>
    <w:rsid w:val="00A44F6E"/>
    <w:rsid w:val="00A452A1"/>
    <w:rsid w:val="00A452C3"/>
    <w:rsid w:val="00A45E61"/>
    <w:rsid w:val="00A45F5B"/>
    <w:rsid w:val="00A4648B"/>
    <w:rsid w:val="00A474BB"/>
    <w:rsid w:val="00A478E0"/>
    <w:rsid w:val="00A47DD6"/>
    <w:rsid w:val="00A50B94"/>
    <w:rsid w:val="00A51809"/>
    <w:rsid w:val="00A52765"/>
    <w:rsid w:val="00A52B25"/>
    <w:rsid w:val="00A52D85"/>
    <w:rsid w:val="00A53015"/>
    <w:rsid w:val="00A53388"/>
    <w:rsid w:val="00A54279"/>
    <w:rsid w:val="00A54D81"/>
    <w:rsid w:val="00A558CB"/>
    <w:rsid w:val="00A563E7"/>
    <w:rsid w:val="00A574DB"/>
    <w:rsid w:val="00A577DC"/>
    <w:rsid w:val="00A605A3"/>
    <w:rsid w:val="00A60916"/>
    <w:rsid w:val="00A619E4"/>
    <w:rsid w:val="00A62335"/>
    <w:rsid w:val="00A62DC3"/>
    <w:rsid w:val="00A645F6"/>
    <w:rsid w:val="00A66C1D"/>
    <w:rsid w:val="00A67002"/>
    <w:rsid w:val="00A70236"/>
    <w:rsid w:val="00A70622"/>
    <w:rsid w:val="00A710F9"/>
    <w:rsid w:val="00A72427"/>
    <w:rsid w:val="00A72E09"/>
    <w:rsid w:val="00A72F4A"/>
    <w:rsid w:val="00A73604"/>
    <w:rsid w:val="00A73B49"/>
    <w:rsid w:val="00A745EA"/>
    <w:rsid w:val="00A7639B"/>
    <w:rsid w:val="00A76845"/>
    <w:rsid w:val="00A76BAB"/>
    <w:rsid w:val="00A771FF"/>
    <w:rsid w:val="00A776F9"/>
    <w:rsid w:val="00A80A8E"/>
    <w:rsid w:val="00A81093"/>
    <w:rsid w:val="00A810CE"/>
    <w:rsid w:val="00A8302A"/>
    <w:rsid w:val="00A830D1"/>
    <w:rsid w:val="00A83C97"/>
    <w:rsid w:val="00A8413D"/>
    <w:rsid w:val="00A848E8"/>
    <w:rsid w:val="00A85630"/>
    <w:rsid w:val="00A85EC7"/>
    <w:rsid w:val="00A85EF6"/>
    <w:rsid w:val="00A86928"/>
    <w:rsid w:val="00A86B35"/>
    <w:rsid w:val="00A87F0E"/>
    <w:rsid w:val="00A906A1"/>
    <w:rsid w:val="00A908A7"/>
    <w:rsid w:val="00A90F16"/>
    <w:rsid w:val="00A9153A"/>
    <w:rsid w:val="00A9168F"/>
    <w:rsid w:val="00A919BB"/>
    <w:rsid w:val="00A93E38"/>
    <w:rsid w:val="00A94ECB"/>
    <w:rsid w:val="00A94EE9"/>
    <w:rsid w:val="00A95AB6"/>
    <w:rsid w:val="00A95B3E"/>
    <w:rsid w:val="00A96861"/>
    <w:rsid w:val="00A96C8E"/>
    <w:rsid w:val="00A970AA"/>
    <w:rsid w:val="00A97915"/>
    <w:rsid w:val="00A97B79"/>
    <w:rsid w:val="00A97BC8"/>
    <w:rsid w:val="00A97F79"/>
    <w:rsid w:val="00A97F81"/>
    <w:rsid w:val="00AA0DF5"/>
    <w:rsid w:val="00AA1618"/>
    <w:rsid w:val="00AA1A88"/>
    <w:rsid w:val="00AA226C"/>
    <w:rsid w:val="00AA2C9B"/>
    <w:rsid w:val="00AA5268"/>
    <w:rsid w:val="00AA6212"/>
    <w:rsid w:val="00AA6969"/>
    <w:rsid w:val="00AA6DB3"/>
    <w:rsid w:val="00AA71B2"/>
    <w:rsid w:val="00AA792B"/>
    <w:rsid w:val="00AA7F87"/>
    <w:rsid w:val="00AB0142"/>
    <w:rsid w:val="00AB017A"/>
    <w:rsid w:val="00AB1122"/>
    <w:rsid w:val="00AB1332"/>
    <w:rsid w:val="00AB27BC"/>
    <w:rsid w:val="00AB2D5E"/>
    <w:rsid w:val="00AB65C1"/>
    <w:rsid w:val="00AB7CBA"/>
    <w:rsid w:val="00AC06A2"/>
    <w:rsid w:val="00AC0E64"/>
    <w:rsid w:val="00AC1370"/>
    <w:rsid w:val="00AC1ABA"/>
    <w:rsid w:val="00AC25DC"/>
    <w:rsid w:val="00AC2BEA"/>
    <w:rsid w:val="00AC3419"/>
    <w:rsid w:val="00AC37BC"/>
    <w:rsid w:val="00AC44E7"/>
    <w:rsid w:val="00AC4996"/>
    <w:rsid w:val="00AC4BF9"/>
    <w:rsid w:val="00AC50CC"/>
    <w:rsid w:val="00AC5665"/>
    <w:rsid w:val="00AD072C"/>
    <w:rsid w:val="00AD0D0D"/>
    <w:rsid w:val="00AD0E67"/>
    <w:rsid w:val="00AD14A9"/>
    <w:rsid w:val="00AD2144"/>
    <w:rsid w:val="00AD247F"/>
    <w:rsid w:val="00AD28BC"/>
    <w:rsid w:val="00AD3B7A"/>
    <w:rsid w:val="00AD3D66"/>
    <w:rsid w:val="00AD4152"/>
    <w:rsid w:val="00AD55CC"/>
    <w:rsid w:val="00AD57D8"/>
    <w:rsid w:val="00AD5B61"/>
    <w:rsid w:val="00AD5D40"/>
    <w:rsid w:val="00AD6120"/>
    <w:rsid w:val="00AD694D"/>
    <w:rsid w:val="00AD70FB"/>
    <w:rsid w:val="00AD715D"/>
    <w:rsid w:val="00AD75EF"/>
    <w:rsid w:val="00AD7999"/>
    <w:rsid w:val="00AD7C91"/>
    <w:rsid w:val="00AE10C0"/>
    <w:rsid w:val="00AE1C42"/>
    <w:rsid w:val="00AE23AB"/>
    <w:rsid w:val="00AE2507"/>
    <w:rsid w:val="00AE271C"/>
    <w:rsid w:val="00AE2CC4"/>
    <w:rsid w:val="00AE3799"/>
    <w:rsid w:val="00AE3A87"/>
    <w:rsid w:val="00AE4E16"/>
    <w:rsid w:val="00AE55AA"/>
    <w:rsid w:val="00AE5E68"/>
    <w:rsid w:val="00AE6A27"/>
    <w:rsid w:val="00AE7CD0"/>
    <w:rsid w:val="00AF006A"/>
    <w:rsid w:val="00AF0150"/>
    <w:rsid w:val="00AF0288"/>
    <w:rsid w:val="00AF02BD"/>
    <w:rsid w:val="00AF0488"/>
    <w:rsid w:val="00AF1B80"/>
    <w:rsid w:val="00AF240A"/>
    <w:rsid w:val="00AF2C96"/>
    <w:rsid w:val="00AF43F8"/>
    <w:rsid w:val="00AF52B4"/>
    <w:rsid w:val="00AF553E"/>
    <w:rsid w:val="00AF57CA"/>
    <w:rsid w:val="00AF6EDA"/>
    <w:rsid w:val="00AF76EB"/>
    <w:rsid w:val="00AF77F4"/>
    <w:rsid w:val="00AF7881"/>
    <w:rsid w:val="00AF790A"/>
    <w:rsid w:val="00AF7C62"/>
    <w:rsid w:val="00B0011A"/>
    <w:rsid w:val="00B00A55"/>
    <w:rsid w:val="00B01C7B"/>
    <w:rsid w:val="00B01E7D"/>
    <w:rsid w:val="00B032B4"/>
    <w:rsid w:val="00B033D9"/>
    <w:rsid w:val="00B03502"/>
    <w:rsid w:val="00B04AD5"/>
    <w:rsid w:val="00B04DBE"/>
    <w:rsid w:val="00B05667"/>
    <w:rsid w:val="00B05CCA"/>
    <w:rsid w:val="00B06B6F"/>
    <w:rsid w:val="00B108D3"/>
    <w:rsid w:val="00B111D3"/>
    <w:rsid w:val="00B11812"/>
    <w:rsid w:val="00B122BF"/>
    <w:rsid w:val="00B12315"/>
    <w:rsid w:val="00B123FB"/>
    <w:rsid w:val="00B1252D"/>
    <w:rsid w:val="00B138FD"/>
    <w:rsid w:val="00B139C7"/>
    <w:rsid w:val="00B13EA6"/>
    <w:rsid w:val="00B151CC"/>
    <w:rsid w:val="00B15B62"/>
    <w:rsid w:val="00B15ED4"/>
    <w:rsid w:val="00B16738"/>
    <w:rsid w:val="00B2085A"/>
    <w:rsid w:val="00B20A4D"/>
    <w:rsid w:val="00B20A8C"/>
    <w:rsid w:val="00B22F92"/>
    <w:rsid w:val="00B23A61"/>
    <w:rsid w:val="00B23A7F"/>
    <w:rsid w:val="00B25005"/>
    <w:rsid w:val="00B2562D"/>
    <w:rsid w:val="00B25B2F"/>
    <w:rsid w:val="00B25F22"/>
    <w:rsid w:val="00B26305"/>
    <w:rsid w:val="00B264AD"/>
    <w:rsid w:val="00B26DF5"/>
    <w:rsid w:val="00B26F3C"/>
    <w:rsid w:val="00B27456"/>
    <w:rsid w:val="00B3081E"/>
    <w:rsid w:val="00B30B3B"/>
    <w:rsid w:val="00B30F2C"/>
    <w:rsid w:val="00B31072"/>
    <w:rsid w:val="00B32067"/>
    <w:rsid w:val="00B33E88"/>
    <w:rsid w:val="00B34AE8"/>
    <w:rsid w:val="00B34E5C"/>
    <w:rsid w:val="00B3534A"/>
    <w:rsid w:val="00B36312"/>
    <w:rsid w:val="00B365FE"/>
    <w:rsid w:val="00B36F93"/>
    <w:rsid w:val="00B37381"/>
    <w:rsid w:val="00B377B9"/>
    <w:rsid w:val="00B37B2F"/>
    <w:rsid w:val="00B37BC2"/>
    <w:rsid w:val="00B41B97"/>
    <w:rsid w:val="00B42489"/>
    <w:rsid w:val="00B42C02"/>
    <w:rsid w:val="00B42F33"/>
    <w:rsid w:val="00B4339F"/>
    <w:rsid w:val="00B435DF"/>
    <w:rsid w:val="00B438D0"/>
    <w:rsid w:val="00B45BCF"/>
    <w:rsid w:val="00B4628A"/>
    <w:rsid w:val="00B462C2"/>
    <w:rsid w:val="00B467E3"/>
    <w:rsid w:val="00B46818"/>
    <w:rsid w:val="00B4716E"/>
    <w:rsid w:val="00B471C8"/>
    <w:rsid w:val="00B47706"/>
    <w:rsid w:val="00B47E69"/>
    <w:rsid w:val="00B50643"/>
    <w:rsid w:val="00B509E6"/>
    <w:rsid w:val="00B50D94"/>
    <w:rsid w:val="00B50E59"/>
    <w:rsid w:val="00B5108A"/>
    <w:rsid w:val="00B51356"/>
    <w:rsid w:val="00B51B72"/>
    <w:rsid w:val="00B5318F"/>
    <w:rsid w:val="00B5320A"/>
    <w:rsid w:val="00B53771"/>
    <w:rsid w:val="00B5381E"/>
    <w:rsid w:val="00B53BEC"/>
    <w:rsid w:val="00B56DD7"/>
    <w:rsid w:val="00B56FA9"/>
    <w:rsid w:val="00B57ECF"/>
    <w:rsid w:val="00B6125F"/>
    <w:rsid w:val="00B61533"/>
    <w:rsid w:val="00B615A1"/>
    <w:rsid w:val="00B61AE2"/>
    <w:rsid w:val="00B62D68"/>
    <w:rsid w:val="00B62FA9"/>
    <w:rsid w:val="00B633CF"/>
    <w:rsid w:val="00B63906"/>
    <w:rsid w:val="00B64DA8"/>
    <w:rsid w:val="00B66C1D"/>
    <w:rsid w:val="00B6711A"/>
    <w:rsid w:val="00B7024F"/>
    <w:rsid w:val="00B71B38"/>
    <w:rsid w:val="00B72554"/>
    <w:rsid w:val="00B73C89"/>
    <w:rsid w:val="00B73E57"/>
    <w:rsid w:val="00B7461C"/>
    <w:rsid w:val="00B74F46"/>
    <w:rsid w:val="00B7560A"/>
    <w:rsid w:val="00B75DCD"/>
    <w:rsid w:val="00B77491"/>
    <w:rsid w:val="00B77B6F"/>
    <w:rsid w:val="00B77BFB"/>
    <w:rsid w:val="00B80AF0"/>
    <w:rsid w:val="00B81C98"/>
    <w:rsid w:val="00B82088"/>
    <w:rsid w:val="00B824AE"/>
    <w:rsid w:val="00B82BE8"/>
    <w:rsid w:val="00B83214"/>
    <w:rsid w:val="00B838BD"/>
    <w:rsid w:val="00B83B8B"/>
    <w:rsid w:val="00B84304"/>
    <w:rsid w:val="00B843FE"/>
    <w:rsid w:val="00B85101"/>
    <w:rsid w:val="00B859C9"/>
    <w:rsid w:val="00B86864"/>
    <w:rsid w:val="00B90316"/>
    <w:rsid w:val="00B906A6"/>
    <w:rsid w:val="00B9193F"/>
    <w:rsid w:val="00B93639"/>
    <w:rsid w:val="00B94099"/>
    <w:rsid w:val="00B94342"/>
    <w:rsid w:val="00B945BE"/>
    <w:rsid w:val="00B94BA9"/>
    <w:rsid w:val="00B94D83"/>
    <w:rsid w:val="00B94E7C"/>
    <w:rsid w:val="00B957E8"/>
    <w:rsid w:val="00B96320"/>
    <w:rsid w:val="00B96C97"/>
    <w:rsid w:val="00B97D05"/>
    <w:rsid w:val="00B97D5C"/>
    <w:rsid w:val="00BA09C9"/>
    <w:rsid w:val="00BA0DA3"/>
    <w:rsid w:val="00BA0FF4"/>
    <w:rsid w:val="00BA12BA"/>
    <w:rsid w:val="00BA2060"/>
    <w:rsid w:val="00BA2E9D"/>
    <w:rsid w:val="00BA35BB"/>
    <w:rsid w:val="00BA39CE"/>
    <w:rsid w:val="00BA3DD5"/>
    <w:rsid w:val="00BA4005"/>
    <w:rsid w:val="00BA4D79"/>
    <w:rsid w:val="00BA5711"/>
    <w:rsid w:val="00BA57B5"/>
    <w:rsid w:val="00BA57E3"/>
    <w:rsid w:val="00BA6B3D"/>
    <w:rsid w:val="00BA74DE"/>
    <w:rsid w:val="00BA7B5F"/>
    <w:rsid w:val="00BA7D0E"/>
    <w:rsid w:val="00BB03FB"/>
    <w:rsid w:val="00BB0B76"/>
    <w:rsid w:val="00BB4330"/>
    <w:rsid w:val="00BB4343"/>
    <w:rsid w:val="00BC0821"/>
    <w:rsid w:val="00BC1C48"/>
    <w:rsid w:val="00BC2924"/>
    <w:rsid w:val="00BC2AA6"/>
    <w:rsid w:val="00BC3415"/>
    <w:rsid w:val="00BC453F"/>
    <w:rsid w:val="00BC4558"/>
    <w:rsid w:val="00BC4C1E"/>
    <w:rsid w:val="00BC54EE"/>
    <w:rsid w:val="00BC67F3"/>
    <w:rsid w:val="00BC6B5B"/>
    <w:rsid w:val="00BC7388"/>
    <w:rsid w:val="00BC7588"/>
    <w:rsid w:val="00BC7608"/>
    <w:rsid w:val="00BD01AA"/>
    <w:rsid w:val="00BD02B2"/>
    <w:rsid w:val="00BD06B4"/>
    <w:rsid w:val="00BD1C02"/>
    <w:rsid w:val="00BD26D5"/>
    <w:rsid w:val="00BD28C7"/>
    <w:rsid w:val="00BD2C7D"/>
    <w:rsid w:val="00BD2F4A"/>
    <w:rsid w:val="00BD33EE"/>
    <w:rsid w:val="00BD4052"/>
    <w:rsid w:val="00BD497F"/>
    <w:rsid w:val="00BD4DFE"/>
    <w:rsid w:val="00BD5879"/>
    <w:rsid w:val="00BD60B2"/>
    <w:rsid w:val="00BD6549"/>
    <w:rsid w:val="00BD6950"/>
    <w:rsid w:val="00BD6F15"/>
    <w:rsid w:val="00BD70FC"/>
    <w:rsid w:val="00BD782E"/>
    <w:rsid w:val="00BD7FE7"/>
    <w:rsid w:val="00BE1360"/>
    <w:rsid w:val="00BE17C1"/>
    <w:rsid w:val="00BE1DDD"/>
    <w:rsid w:val="00BE21CC"/>
    <w:rsid w:val="00BE358C"/>
    <w:rsid w:val="00BE437B"/>
    <w:rsid w:val="00BE5445"/>
    <w:rsid w:val="00BE682D"/>
    <w:rsid w:val="00BE6C34"/>
    <w:rsid w:val="00BE6FC6"/>
    <w:rsid w:val="00BE78B5"/>
    <w:rsid w:val="00BE7931"/>
    <w:rsid w:val="00BE79DB"/>
    <w:rsid w:val="00BF00C9"/>
    <w:rsid w:val="00BF11C8"/>
    <w:rsid w:val="00BF1B36"/>
    <w:rsid w:val="00BF1C33"/>
    <w:rsid w:val="00BF21C7"/>
    <w:rsid w:val="00BF3510"/>
    <w:rsid w:val="00BF3E34"/>
    <w:rsid w:val="00BF6057"/>
    <w:rsid w:val="00C01D00"/>
    <w:rsid w:val="00C02D82"/>
    <w:rsid w:val="00C02F25"/>
    <w:rsid w:val="00C0351A"/>
    <w:rsid w:val="00C041F6"/>
    <w:rsid w:val="00C052EF"/>
    <w:rsid w:val="00C05948"/>
    <w:rsid w:val="00C07197"/>
    <w:rsid w:val="00C073F3"/>
    <w:rsid w:val="00C10FD7"/>
    <w:rsid w:val="00C115D2"/>
    <w:rsid w:val="00C11722"/>
    <w:rsid w:val="00C117C0"/>
    <w:rsid w:val="00C11E86"/>
    <w:rsid w:val="00C1263F"/>
    <w:rsid w:val="00C127B9"/>
    <w:rsid w:val="00C12EB1"/>
    <w:rsid w:val="00C14453"/>
    <w:rsid w:val="00C1489A"/>
    <w:rsid w:val="00C14A9F"/>
    <w:rsid w:val="00C14B41"/>
    <w:rsid w:val="00C1651D"/>
    <w:rsid w:val="00C1684C"/>
    <w:rsid w:val="00C16BFD"/>
    <w:rsid w:val="00C17046"/>
    <w:rsid w:val="00C17A42"/>
    <w:rsid w:val="00C207B3"/>
    <w:rsid w:val="00C20B6F"/>
    <w:rsid w:val="00C21068"/>
    <w:rsid w:val="00C21CCD"/>
    <w:rsid w:val="00C226BC"/>
    <w:rsid w:val="00C230E6"/>
    <w:rsid w:val="00C235F2"/>
    <w:rsid w:val="00C2371B"/>
    <w:rsid w:val="00C24073"/>
    <w:rsid w:val="00C24C59"/>
    <w:rsid w:val="00C25068"/>
    <w:rsid w:val="00C2564F"/>
    <w:rsid w:val="00C27E7B"/>
    <w:rsid w:val="00C303BB"/>
    <w:rsid w:val="00C30763"/>
    <w:rsid w:val="00C307F5"/>
    <w:rsid w:val="00C3287C"/>
    <w:rsid w:val="00C33873"/>
    <w:rsid w:val="00C3436C"/>
    <w:rsid w:val="00C34600"/>
    <w:rsid w:val="00C34768"/>
    <w:rsid w:val="00C34A99"/>
    <w:rsid w:val="00C35796"/>
    <w:rsid w:val="00C35EE6"/>
    <w:rsid w:val="00C3624E"/>
    <w:rsid w:val="00C3629F"/>
    <w:rsid w:val="00C364D3"/>
    <w:rsid w:val="00C36879"/>
    <w:rsid w:val="00C36D55"/>
    <w:rsid w:val="00C36DC1"/>
    <w:rsid w:val="00C377B0"/>
    <w:rsid w:val="00C37966"/>
    <w:rsid w:val="00C406AB"/>
    <w:rsid w:val="00C40C40"/>
    <w:rsid w:val="00C4261D"/>
    <w:rsid w:val="00C43C45"/>
    <w:rsid w:val="00C452B0"/>
    <w:rsid w:val="00C4576D"/>
    <w:rsid w:val="00C4729B"/>
    <w:rsid w:val="00C509E6"/>
    <w:rsid w:val="00C50AAF"/>
    <w:rsid w:val="00C51358"/>
    <w:rsid w:val="00C5157B"/>
    <w:rsid w:val="00C51AC7"/>
    <w:rsid w:val="00C525A8"/>
    <w:rsid w:val="00C5336A"/>
    <w:rsid w:val="00C5379D"/>
    <w:rsid w:val="00C53B58"/>
    <w:rsid w:val="00C544E5"/>
    <w:rsid w:val="00C54958"/>
    <w:rsid w:val="00C54BFE"/>
    <w:rsid w:val="00C56397"/>
    <w:rsid w:val="00C566A0"/>
    <w:rsid w:val="00C604EF"/>
    <w:rsid w:val="00C606B2"/>
    <w:rsid w:val="00C60CF4"/>
    <w:rsid w:val="00C60DCE"/>
    <w:rsid w:val="00C60FBB"/>
    <w:rsid w:val="00C61780"/>
    <w:rsid w:val="00C61D2B"/>
    <w:rsid w:val="00C62936"/>
    <w:rsid w:val="00C62A95"/>
    <w:rsid w:val="00C62ED9"/>
    <w:rsid w:val="00C630D6"/>
    <w:rsid w:val="00C633FA"/>
    <w:rsid w:val="00C643DF"/>
    <w:rsid w:val="00C657FF"/>
    <w:rsid w:val="00C65889"/>
    <w:rsid w:val="00C65BBE"/>
    <w:rsid w:val="00C66D84"/>
    <w:rsid w:val="00C66E08"/>
    <w:rsid w:val="00C672B3"/>
    <w:rsid w:val="00C676AC"/>
    <w:rsid w:val="00C7003A"/>
    <w:rsid w:val="00C70117"/>
    <w:rsid w:val="00C71430"/>
    <w:rsid w:val="00C7244D"/>
    <w:rsid w:val="00C73576"/>
    <w:rsid w:val="00C738CB"/>
    <w:rsid w:val="00C7656C"/>
    <w:rsid w:val="00C777FC"/>
    <w:rsid w:val="00C80C9D"/>
    <w:rsid w:val="00C819DA"/>
    <w:rsid w:val="00C81A23"/>
    <w:rsid w:val="00C81CB2"/>
    <w:rsid w:val="00C82818"/>
    <w:rsid w:val="00C828AC"/>
    <w:rsid w:val="00C832EF"/>
    <w:rsid w:val="00C8387F"/>
    <w:rsid w:val="00C838C9"/>
    <w:rsid w:val="00C83FCC"/>
    <w:rsid w:val="00C84EA7"/>
    <w:rsid w:val="00C85D0F"/>
    <w:rsid w:val="00C85D95"/>
    <w:rsid w:val="00C864AA"/>
    <w:rsid w:val="00C87065"/>
    <w:rsid w:val="00C87A6E"/>
    <w:rsid w:val="00C90111"/>
    <w:rsid w:val="00C9044C"/>
    <w:rsid w:val="00C9060E"/>
    <w:rsid w:val="00C906EA"/>
    <w:rsid w:val="00C91C08"/>
    <w:rsid w:val="00C925D7"/>
    <w:rsid w:val="00C92855"/>
    <w:rsid w:val="00C92D96"/>
    <w:rsid w:val="00C92F50"/>
    <w:rsid w:val="00C93FB0"/>
    <w:rsid w:val="00C94240"/>
    <w:rsid w:val="00C94471"/>
    <w:rsid w:val="00C94C0E"/>
    <w:rsid w:val="00C94E27"/>
    <w:rsid w:val="00C955FC"/>
    <w:rsid w:val="00C958D3"/>
    <w:rsid w:val="00C95DB0"/>
    <w:rsid w:val="00C95F4D"/>
    <w:rsid w:val="00C97CA7"/>
    <w:rsid w:val="00C97E2B"/>
    <w:rsid w:val="00CA1B5D"/>
    <w:rsid w:val="00CA2DA9"/>
    <w:rsid w:val="00CA479D"/>
    <w:rsid w:val="00CA559B"/>
    <w:rsid w:val="00CA650F"/>
    <w:rsid w:val="00CA7688"/>
    <w:rsid w:val="00CB036F"/>
    <w:rsid w:val="00CB076A"/>
    <w:rsid w:val="00CB0B5E"/>
    <w:rsid w:val="00CB141A"/>
    <w:rsid w:val="00CB15A7"/>
    <w:rsid w:val="00CB270A"/>
    <w:rsid w:val="00CB3411"/>
    <w:rsid w:val="00CB3576"/>
    <w:rsid w:val="00CB3EC5"/>
    <w:rsid w:val="00CB5B52"/>
    <w:rsid w:val="00CB5EB2"/>
    <w:rsid w:val="00CB66DA"/>
    <w:rsid w:val="00CB6A4B"/>
    <w:rsid w:val="00CB72FC"/>
    <w:rsid w:val="00CB7C62"/>
    <w:rsid w:val="00CC0389"/>
    <w:rsid w:val="00CC04FD"/>
    <w:rsid w:val="00CC09E0"/>
    <w:rsid w:val="00CC1C7D"/>
    <w:rsid w:val="00CC23F8"/>
    <w:rsid w:val="00CC3354"/>
    <w:rsid w:val="00CC38D0"/>
    <w:rsid w:val="00CC400F"/>
    <w:rsid w:val="00CC5044"/>
    <w:rsid w:val="00CC567E"/>
    <w:rsid w:val="00CC702E"/>
    <w:rsid w:val="00CD047D"/>
    <w:rsid w:val="00CD1075"/>
    <w:rsid w:val="00CD14AC"/>
    <w:rsid w:val="00CD1A09"/>
    <w:rsid w:val="00CD1EAA"/>
    <w:rsid w:val="00CD336D"/>
    <w:rsid w:val="00CD40D5"/>
    <w:rsid w:val="00CD4243"/>
    <w:rsid w:val="00CD424D"/>
    <w:rsid w:val="00CD43E3"/>
    <w:rsid w:val="00CD4402"/>
    <w:rsid w:val="00CD4937"/>
    <w:rsid w:val="00CD60F0"/>
    <w:rsid w:val="00CD6C50"/>
    <w:rsid w:val="00CD6CBE"/>
    <w:rsid w:val="00CD6FF7"/>
    <w:rsid w:val="00CD7139"/>
    <w:rsid w:val="00CE0F86"/>
    <w:rsid w:val="00CE1B17"/>
    <w:rsid w:val="00CE2E64"/>
    <w:rsid w:val="00CE3909"/>
    <w:rsid w:val="00CE3AAD"/>
    <w:rsid w:val="00CE3B39"/>
    <w:rsid w:val="00CE49F3"/>
    <w:rsid w:val="00CE4F93"/>
    <w:rsid w:val="00CE56A1"/>
    <w:rsid w:val="00CE57D1"/>
    <w:rsid w:val="00CE60AD"/>
    <w:rsid w:val="00CE6B4A"/>
    <w:rsid w:val="00CE6E24"/>
    <w:rsid w:val="00CE7838"/>
    <w:rsid w:val="00CF0950"/>
    <w:rsid w:val="00CF0E71"/>
    <w:rsid w:val="00CF17AA"/>
    <w:rsid w:val="00CF3075"/>
    <w:rsid w:val="00CF4B4C"/>
    <w:rsid w:val="00CF4F23"/>
    <w:rsid w:val="00CF5052"/>
    <w:rsid w:val="00CF50F8"/>
    <w:rsid w:val="00CF557F"/>
    <w:rsid w:val="00CF5962"/>
    <w:rsid w:val="00D00645"/>
    <w:rsid w:val="00D00C34"/>
    <w:rsid w:val="00D01775"/>
    <w:rsid w:val="00D03C74"/>
    <w:rsid w:val="00D03E67"/>
    <w:rsid w:val="00D048A8"/>
    <w:rsid w:val="00D04E5D"/>
    <w:rsid w:val="00D0515A"/>
    <w:rsid w:val="00D0526A"/>
    <w:rsid w:val="00D053A0"/>
    <w:rsid w:val="00D05BA7"/>
    <w:rsid w:val="00D10FC0"/>
    <w:rsid w:val="00D11323"/>
    <w:rsid w:val="00D11543"/>
    <w:rsid w:val="00D11AAD"/>
    <w:rsid w:val="00D11B53"/>
    <w:rsid w:val="00D11D55"/>
    <w:rsid w:val="00D12A2D"/>
    <w:rsid w:val="00D1328C"/>
    <w:rsid w:val="00D13D3A"/>
    <w:rsid w:val="00D13F95"/>
    <w:rsid w:val="00D15D2D"/>
    <w:rsid w:val="00D15EF5"/>
    <w:rsid w:val="00D2004D"/>
    <w:rsid w:val="00D20472"/>
    <w:rsid w:val="00D222DB"/>
    <w:rsid w:val="00D22E76"/>
    <w:rsid w:val="00D23839"/>
    <w:rsid w:val="00D23C3C"/>
    <w:rsid w:val="00D23DB9"/>
    <w:rsid w:val="00D2710B"/>
    <w:rsid w:val="00D27954"/>
    <w:rsid w:val="00D301CC"/>
    <w:rsid w:val="00D30CDA"/>
    <w:rsid w:val="00D30D2F"/>
    <w:rsid w:val="00D30FD5"/>
    <w:rsid w:val="00D31108"/>
    <w:rsid w:val="00D333C1"/>
    <w:rsid w:val="00D34BB9"/>
    <w:rsid w:val="00D34F3F"/>
    <w:rsid w:val="00D36122"/>
    <w:rsid w:val="00D37CFF"/>
    <w:rsid w:val="00D37EEF"/>
    <w:rsid w:val="00D37F48"/>
    <w:rsid w:val="00D4036E"/>
    <w:rsid w:val="00D40B12"/>
    <w:rsid w:val="00D40CED"/>
    <w:rsid w:val="00D4164F"/>
    <w:rsid w:val="00D4200A"/>
    <w:rsid w:val="00D42246"/>
    <w:rsid w:val="00D4261E"/>
    <w:rsid w:val="00D42698"/>
    <w:rsid w:val="00D433D9"/>
    <w:rsid w:val="00D43777"/>
    <w:rsid w:val="00D43A07"/>
    <w:rsid w:val="00D44083"/>
    <w:rsid w:val="00D4490C"/>
    <w:rsid w:val="00D44AD3"/>
    <w:rsid w:val="00D44D2B"/>
    <w:rsid w:val="00D469EC"/>
    <w:rsid w:val="00D50188"/>
    <w:rsid w:val="00D50389"/>
    <w:rsid w:val="00D50CDB"/>
    <w:rsid w:val="00D51434"/>
    <w:rsid w:val="00D522C3"/>
    <w:rsid w:val="00D52958"/>
    <w:rsid w:val="00D53CBE"/>
    <w:rsid w:val="00D5548E"/>
    <w:rsid w:val="00D55590"/>
    <w:rsid w:val="00D56172"/>
    <w:rsid w:val="00D56F12"/>
    <w:rsid w:val="00D5723E"/>
    <w:rsid w:val="00D57358"/>
    <w:rsid w:val="00D57EBC"/>
    <w:rsid w:val="00D606C1"/>
    <w:rsid w:val="00D61AE4"/>
    <w:rsid w:val="00D6288E"/>
    <w:rsid w:val="00D62EA5"/>
    <w:rsid w:val="00D62FCF"/>
    <w:rsid w:val="00D63CCC"/>
    <w:rsid w:val="00D6510F"/>
    <w:rsid w:val="00D655FE"/>
    <w:rsid w:val="00D678EE"/>
    <w:rsid w:val="00D67A20"/>
    <w:rsid w:val="00D705FA"/>
    <w:rsid w:val="00D71063"/>
    <w:rsid w:val="00D71925"/>
    <w:rsid w:val="00D72665"/>
    <w:rsid w:val="00D72D63"/>
    <w:rsid w:val="00D7338F"/>
    <w:rsid w:val="00D74A9B"/>
    <w:rsid w:val="00D74E8E"/>
    <w:rsid w:val="00D74F03"/>
    <w:rsid w:val="00D75A8A"/>
    <w:rsid w:val="00D75FF6"/>
    <w:rsid w:val="00D7691F"/>
    <w:rsid w:val="00D77CBC"/>
    <w:rsid w:val="00D80580"/>
    <w:rsid w:val="00D8341F"/>
    <w:rsid w:val="00D83704"/>
    <w:rsid w:val="00D838A0"/>
    <w:rsid w:val="00D83ACF"/>
    <w:rsid w:val="00D85A8D"/>
    <w:rsid w:val="00D85A99"/>
    <w:rsid w:val="00D85DAC"/>
    <w:rsid w:val="00D8653B"/>
    <w:rsid w:val="00D86B89"/>
    <w:rsid w:val="00D90A09"/>
    <w:rsid w:val="00D90B8C"/>
    <w:rsid w:val="00D92101"/>
    <w:rsid w:val="00D924EC"/>
    <w:rsid w:val="00D93D6B"/>
    <w:rsid w:val="00D94493"/>
    <w:rsid w:val="00D947E2"/>
    <w:rsid w:val="00D94B55"/>
    <w:rsid w:val="00D95335"/>
    <w:rsid w:val="00D95E4F"/>
    <w:rsid w:val="00D966C5"/>
    <w:rsid w:val="00D96AE6"/>
    <w:rsid w:val="00D97347"/>
    <w:rsid w:val="00D973F7"/>
    <w:rsid w:val="00D97434"/>
    <w:rsid w:val="00DA04C5"/>
    <w:rsid w:val="00DA09BC"/>
    <w:rsid w:val="00DA155C"/>
    <w:rsid w:val="00DA2703"/>
    <w:rsid w:val="00DA2B62"/>
    <w:rsid w:val="00DA3590"/>
    <w:rsid w:val="00DA3680"/>
    <w:rsid w:val="00DA397B"/>
    <w:rsid w:val="00DA3BCA"/>
    <w:rsid w:val="00DA3C5D"/>
    <w:rsid w:val="00DA4B40"/>
    <w:rsid w:val="00DA4D2A"/>
    <w:rsid w:val="00DA4E18"/>
    <w:rsid w:val="00DA5E67"/>
    <w:rsid w:val="00DA6095"/>
    <w:rsid w:val="00DA692B"/>
    <w:rsid w:val="00DA7F69"/>
    <w:rsid w:val="00DB0CD7"/>
    <w:rsid w:val="00DB0D34"/>
    <w:rsid w:val="00DB103D"/>
    <w:rsid w:val="00DB165F"/>
    <w:rsid w:val="00DB1A69"/>
    <w:rsid w:val="00DB1CB2"/>
    <w:rsid w:val="00DB1E77"/>
    <w:rsid w:val="00DB2228"/>
    <w:rsid w:val="00DB2C6F"/>
    <w:rsid w:val="00DB3299"/>
    <w:rsid w:val="00DB3497"/>
    <w:rsid w:val="00DB41BE"/>
    <w:rsid w:val="00DB4500"/>
    <w:rsid w:val="00DB4C02"/>
    <w:rsid w:val="00DB57EF"/>
    <w:rsid w:val="00DB59A3"/>
    <w:rsid w:val="00DB6701"/>
    <w:rsid w:val="00DB6BE6"/>
    <w:rsid w:val="00DB6C38"/>
    <w:rsid w:val="00DB722B"/>
    <w:rsid w:val="00DC0230"/>
    <w:rsid w:val="00DC04D5"/>
    <w:rsid w:val="00DC0CCA"/>
    <w:rsid w:val="00DC1CC3"/>
    <w:rsid w:val="00DC25CD"/>
    <w:rsid w:val="00DC2D26"/>
    <w:rsid w:val="00DC3925"/>
    <w:rsid w:val="00DC394D"/>
    <w:rsid w:val="00DC56F3"/>
    <w:rsid w:val="00DC60E1"/>
    <w:rsid w:val="00DC6ED6"/>
    <w:rsid w:val="00DC76CE"/>
    <w:rsid w:val="00DD134D"/>
    <w:rsid w:val="00DD1472"/>
    <w:rsid w:val="00DD1FC1"/>
    <w:rsid w:val="00DD2020"/>
    <w:rsid w:val="00DD288D"/>
    <w:rsid w:val="00DD44F1"/>
    <w:rsid w:val="00DD4A57"/>
    <w:rsid w:val="00DD6107"/>
    <w:rsid w:val="00DD65F6"/>
    <w:rsid w:val="00DD6A33"/>
    <w:rsid w:val="00DD6C51"/>
    <w:rsid w:val="00DD7D0C"/>
    <w:rsid w:val="00DE2D5E"/>
    <w:rsid w:val="00DE33A4"/>
    <w:rsid w:val="00DE3AAA"/>
    <w:rsid w:val="00DE46E8"/>
    <w:rsid w:val="00DE4821"/>
    <w:rsid w:val="00DE4860"/>
    <w:rsid w:val="00DE54B8"/>
    <w:rsid w:val="00DE6511"/>
    <w:rsid w:val="00DE6FD6"/>
    <w:rsid w:val="00DE7176"/>
    <w:rsid w:val="00DF107A"/>
    <w:rsid w:val="00DF10E4"/>
    <w:rsid w:val="00DF1584"/>
    <w:rsid w:val="00DF15FB"/>
    <w:rsid w:val="00DF2052"/>
    <w:rsid w:val="00DF2819"/>
    <w:rsid w:val="00DF3AE1"/>
    <w:rsid w:val="00DF3BB3"/>
    <w:rsid w:val="00DF41D1"/>
    <w:rsid w:val="00DF43FB"/>
    <w:rsid w:val="00DF49DB"/>
    <w:rsid w:val="00DF587E"/>
    <w:rsid w:val="00DF5942"/>
    <w:rsid w:val="00DF6354"/>
    <w:rsid w:val="00DF658F"/>
    <w:rsid w:val="00DF6891"/>
    <w:rsid w:val="00DF798B"/>
    <w:rsid w:val="00DF7CEB"/>
    <w:rsid w:val="00E00C58"/>
    <w:rsid w:val="00E00FA5"/>
    <w:rsid w:val="00E016A7"/>
    <w:rsid w:val="00E018A4"/>
    <w:rsid w:val="00E01D47"/>
    <w:rsid w:val="00E0216B"/>
    <w:rsid w:val="00E024F8"/>
    <w:rsid w:val="00E03D86"/>
    <w:rsid w:val="00E04540"/>
    <w:rsid w:val="00E049D2"/>
    <w:rsid w:val="00E04E59"/>
    <w:rsid w:val="00E071D2"/>
    <w:rsid w:val="00E0752F"/>
    <w:rsid w:val="00E07EE5"/>
    <w:rsid w:val="00E10781"/>
    <w:rsid w:val="00E11CA3"/>
    <w:rsid w:val="00E13B16"/>
    <w:rsid w:val="00E14B5D"/>
    <w:rsid w:val="00E14D4B"/>
    <w:rsid w:val="00E14F19"/>
    <w:rsid w:val="00E14FA1"/>
    <w:rsid w:val="00E1551E"/>
    <w:rsid w:val="00E15F78"/>
    <w:rsid w:val="00E175B5"/>
    <w:rsid w:val="00E178A9"/>
    <w:rsid w:val="00E1792F"/>
    <w:rsid w:val="00E17EB3"/>
    <w:rsid w:val="00E20641"/>
    <w:rsid w:val="00E20887"/>
    <w:rsid w:val="00E20E14"/>
    <w:rsid w:val="00E21924"/>
    <w:rsid w:val="00E21E36"/>
    <w:rsid w:val="00E22580"/>
    <w:rsid w:val="00E229FB"/>
    <w:rsid w:val="00E2446B"/>
    <w:rsid w:val="00E2461F"/>
    <w:rsid w:val="00E2468A"/>
    <w:rsid w:val="00E2489F"/>
    <w:rsid w:val="00E25B66"/>
    <w:rsid w:val="00E25C5D"/>
    <w:rsid w:val="00E266F4"/>
    <w:rsid w:val="00E2787B"/>
    <w:rsid w:val="00E279D8"/>
    <w:rsid w:val="00E3036B"/>
    <w:rsid w:val="00E30F97"/>
    <w:rsid w:val="00E3154D"/>
    <w:rsid w:val="00E32517"/>
    <w:rsid w:val="00E329C4"/>
    <w:rsid w:val="00E33BFE"/>
    <w:rsid w:val="00E33DA7"/>
    <w:rsid w:val="00E340F3"/>
    <w:rsid w:val="00E34720"/>
    <w:rsid w:val="00E34C6D"/>
    <w:rsid w:val="00E356DA"/>
    <w:rsid w:val="00E35AF6"/>
    <w:rsid w:val="00E37548"/>
    <w:rsid w:val="00E376E9"/>
    <w:rsid w:val="00E378C1"/>
    <w:rsid w:val="00E37DAA"/>
    <w:rsid w:val="00E40094"/>
    <w:rsid w:val="00E41D75"/>
    <w:rsid w:val="00E429D1"/>
    <w:rsid w:val="00E436AC"/>
    <w:rsid w:val="00E43CC3"/>
    <w:rsid w:val="00E449E9"/>
    <w:rsid w:val="00E46446"/>
    <w:rsid w:val="00E469AB"/>
    <w:rsid w:val="00E47255"/>
    <w:rsid w:val="00E50A27"/>
    <w:rsid w:val="00E51ACE"/>
    <w:rsid w:val="00E51E9F"/>
    <w:rsid w:val="00E53DCB"/>
    <w:rsid w:val="00E55510"/>
    <w:rsid w:val="00E55706"/>
    <w:rsid w:val="00E558D1"/>
    <w:rsid w:val="00E55FA8"/>
    <w:rsid w:val="00E55FCD"/>
    <w:rsid w:val="00E56494"/>
    <w:rsid w:val="00E568EF"/>
    <w:rsid w:val="00E57011"/>
    <w:rsid w:val="00E571AA"/>
    <w:rsid w:val="00E57240"/>
    <w:rsid w:val="00E576DD"/>
    <w:rsid w:val="00E609BE"/>
    <w:rsid w:val="00E61844"/>
    <w:rsid w:val="00E631AB"/>
    <w:rsid w:val="00E632DD"/>
    <w:rsid w:val="00E64C95"/>
    <w:rsid w:val="00E65AD8"/>
    <w:rsid w:val="00E65F99"/>
    <w:rsid w:val="00E6745E"/>
    <w:rsid w:val="00E676ED"/>
    <w:rsid w:val="00E70283"/>
    <w:rsid w:val="00E707AE"/>
    <w:rsid w:val="00E71310"/>
    <w:rsid w:val="00E713B0"/>
    <w:rsid w:val="00E72AB8"/>
    <w:rsid w:val="00E732FF"/>
    <w:rsid w:val="00E73B6F"/>
    <w:rsid w:val="00E73CA9"/>
    <w:rsid w:val="00E75EFB"/>
    <w:rsid w:val="00E76274"/>
    <w:rsid w:val="00E7646E"/>
    <w:rsid w:val="00E77C0E"/>
    <w:rsid w:val="00E80345"/>
    <w:rsid w:val="00E82903"/>
    <w:rsid w:val="00E82D02"/>
    <w:rsid w:val="00E83E2B"/>
    <w:rsid w:val="00E844FA"/>
    <w:rsid w:val="00E851AD"/>
    <w:rsid w:val="00E85260"/>
    <w:rsid w:val="00E857C6"/>
    <w:rsid w:val="00E85CCA"/>
    <w:rsid w:val="00E85D86"/>
    <w:rsid w:val="00E87110"/>
    <w:rsid w:val="00E87420"/>
    <w:rsid w:val="00E8764A"/>
    <w:rsid w:val="00E876FA"/>
    <w:rsid w:val="00E90C9F"/>
    <w:rsid w:val="00E90F06"/>
    <w:rsid w:val="00E91FFC"/>
    <w:rsid w:val="00E92189"/>
    <w:rsid w:val="00E922E4"/>
    <w:rsid w:val="00E92A30"/>
    <w:rsid w:val="00E92C64"/>
    <w:rsid w:val="00E93FE2"/>
    <w:rsid w:val="00E94768"/>
    <w:rsid w:val="00E96128"/>
    <w:rsid w:val="00E967C2"/>
    <w:rsid w:val="00E96AD1"/>
    <w:rsid w:val="00E97272"/>
    <w:rsid w:val="00EA0359"/>
    <w:rsid w:val="00EA043D"/>
    <w:rsid w:val="00EA0C01"/>
    <w:rsid w:val="00EA189D"/>
    <w:rsid w:val="00EA2072"/>
    <w:rsid w:val="00EA29FA"/>
    <w:rsid w:val="00EA3072"/>
    <w:rsid w:val="00EA3221"/>
    <w:rsid w:val="00EA3E03"/>
    <w:rsid w:val="00EA49C3"/>
    <w:rsid w:val="00EA4E56"/>
    <w:rsid w:val="00EA542C"/>
    <w:rsid w:val="00EA59B4"/>
    <w:rsid w:val="00EA6CE0"/>
    <w:rsid w:val="00EA7924"/>
    <w:rsid w:val="00EB1035"/>
    <w:rsid w:val="00EB10A9"/>
    <w:rsid w:val="00EB1DBF"/>
    <w:rsid w:val="00EB21E1"/>
    <w:rsid w:val="00EB2288"/>
    <w:rsid w:val="00EB2985"/>
    <w:rsid w:val="00EB570A"/>
    <w:rsid w:val="00EB5CD7"/>
    <w:rsid w:val="00EB7607"/>
    <w:rsid w:val="00EB7857"/>
    <w:rsid w:val="00EB78C9"/>
    <w:rsid w:val="00EB7BE2"/>
    <w:rsid w:val="00EB7E0D"/>
    <w:rsid w:val="00EC1542"/>
    <w:rsid w:val="00EC175E"/>
    <w:rsid w:val="00EC2A31"/>
    <w:rsid w:val="00EC3C4E"/>
    <w:rsid w:val="00EC545C"/>
    <w:rsid w:val="00EC672A"/>
    <w:rsid w:val="00EC6E1D"/>
    <w:rsid w:val="00EC6E23"/>
    <w:rsid w:val="00EC6F6E"/>
    <w:rsid w:val="00ED089C"/>
    <w:rsid w:val="00ED152B"/>
    <w:rsid w:val="00ED1C17"/>
    <w:rsid w:val="00ED1F59"/>
    <w:rsid w:val="00ED2045"/>
    <w:rsid w:val="00ED21F5"/>
    <w:rsid w:val="00ED25F1"/>
    <w:rsid w:val="00ED2763"/>
    <w:rsid w:val="00ED377E"/>
    <w:rsid w:val="00ED3987"/>
    <w:rsid w:val="00ED43CA"/>
    <w:rsid w:val="00ED63C9"/>
    <w:rsid w:val="00ED663C"/>
    <w:rsid w:val="00ED6779"/>
    <w:rsid w:val="00ED6C91"/>
    <w:rsid w:val="00ED75C1"/>
    <w:rsid w:val="00ED7EDF"/>
    <w:rsid w:val="00EE0BE6"/>
    <w:rsid w:val="00EE1BBF"/>
    <w:rsid w:val="00EE1DD5"/>
    <w:rsid w:val="00EE1F40"/>
    <w:rsid w:val="00EE205E"/>
    <w:rsid w:val="00EE2506"/>
    <w:rsid w:val="00EE2AA5"/>
    <w:rsid w:val="00EE32EA"/>
    <w:rsid w:val="00EE3D87"/>
    <w:rsid w:val="00EE3DFF"/>
    <w:rsid w:val="00EE4FB3"/>
    <w:rsid w:val="00EE594A"/>
    <w:rsid w:val="00EE5D17"/>
    <w:rsid w:val="00EE6657"/>
    <w:rsid w:val="00EE72B2"/>
    <w:rsid w:val="00EE75EA"/>
    <w:rsid w:val="00EF0F85"/>
    <w:rsid w:val="00EF1468"/>
    <w:rsid w:val="00EF2226"/>
    <w:rsid w:val="00EF2333"/>
    <w:rsid w:val="00EF2A96"/>
    <w:rsid w:val="00EF3116"/>
    <w:rsid w:val="00EF3F2A"/>
    <w:rsid w:val="00EF4A76"/>
    <w:rsid w:val="00EF64B8"/>
    <w:rsid w:val="00EF7B16"/>
    <w:rsid w:val="00F00377"/>
    <w:rsid w:val="00F00803"/>
    <w:rsid w:val="00F013FF"/>
    <w:rsid w:val="00F01456"/>
    <w:rsid w:val="00F01469"/>
    <w:rsid w:val="00F01522"/>
    <w:rsid w:val="00F01F10"/>
    <w:rsid w:val="00F02017"/>
    <w:rsid w:val="00F024FC"/>
    <w:rsid w:val="00F0250C"/>
    <w:rsid w:val="00F03864"/>
    <w:rsid w:val="00F03868"/>
    <w:rsid w:val="00F03AE1"/>
    <w:rsid w:val="00F03B01"/>
    <w:rsid w:val="00F04216"/>
    <w:rsid w:val="00F042BC"/>
    <w:rsid w:val="00F05763"/>
    <w:rsid w:val="00F0612E"/>
    <w:rsid w:val="00F06BAA"/>
    <w:rsid w:val="00F0707E"/>
    <w:rsid w:val="00F07495"/>
    <w:rsid w:val="00F1012E"/>
    <w:rsid w:val="00F105DC"/>
    <w:rsid w:val="00F11D06"/>
    <w:rsid w:val="00F121E7"/>
    <w:rsid w:val="00F12DE6"/>
    <w:rsid w:val="00F12E38"/>
    <w:rsid w:val="00F1490B"/>
    <w:rsid w:val="00F14B9A"/>
    <w:rsid w:val="00F150FB"/>
    <w:rsid w:val="00F15439"/>
    <w:rsid w:val="00F156DD"/>
    <w:rsid w:val="00F15BC5"/>
    <w:rsid w:val="00F15CD1"/>
    <w:rsid w:val="00F160E1"/>
    <w:rsid w:val="00F164C1"/>
    <w:rsid w:val="00F17A18"/>
    <w:rsid w:val="00F20AAE"/>
    <w:rsid w:val="00F2101A"/>
    <w:rsid w:val="00F2171E"/>
    <w:rsid w:val="00F22C39"/>
    <w:rsid w:val="00F248E9"/>
    <w:rsid w:val="00F25330"/>
    <w:rsid w:val="00F25E15"/>
    <w:rsid w:val="00F27D29"/>
    <w:rsid w:val="00F310C7"/>
    <w:rsid w:val="00F31F19"/>
    <w:rsid w:val="00F325A3"/>
    <w:rsid w:val="00F32BC2"/>
    <w:rsid w:val="00F33CEF"/>
    <w:rsid w:val="00F33D6C"/>
    <w:rsid w:val="00F33FE4"/>
    <w:rsid w:val="00F34923"/>
    <w:rsid w:val="00F34F72"/>
    <w:rsid w:val="00F35745"/>
    <w:rsid w:val="00F35DA1"/>
    <w:rsid w:val="00F36AD8"/>
    <w:rsid w:val="00F41006"/>
    <w:rsid w:val="00F41F4A"/>
    <w:rsid w:val="00F427FD"/>
    <w:rsid w:val="00F42B45"/>
    <w:rsid w:val="00F42D6F"/>
    <w:rsid w:val="00F435E4"/>
    <w:rsid w:val="00F44503"/>
    <w:rsid w:val="00F44984"/>
    <w:rsid w:val="00F44F97"/>
    <w:rsid w:val="00F45CCA"/>
    <w:rsid w:val="00F45D2F"/>
    <w:rsid w:val="00F46A7A"/>
    <w:rsid w:val="00F472B7"/>
    <w:rsid w:val="00F47CC5"/>
    <w:rsid w:val="00F51376"/>
    <w:rsid w:val="00F517DD"/>
    <w:rsid w:val="00F5273D"/>
    <w:rsid w:val="00F5296B"/>
    <w:rsid w:val="00F52A0B"/>
    <w:rsid w:val="00F52A17"/>
    <w:rsid w:val="00F5320B"/>
    <w:rsid w:val="00F5484A"/>
    <w:rsid w:val="00F55C64"/>
    <w:rsid w:val="00F56A06"/>
    <w:rsid w:val="00F56C5E"/>
    <w:rsid w:val="00F57EA0"/>
    <w:rsid w:val="00F57F6B"/>
    <w:rsid w:val="00F60290"/>
    <w:rsid w:val="00F60F51"/>
    <w:rsid w:val="00F61035"/>
    <w:rsid w:val="00F617B6"/>
    <w:rsid w:val="00F617C2"/>
    <w:rsid w:val="00F642DC"/>
    <w:rsid w:val="00F64E56"/>
    <w:rsid w:val="00F65810"/>
    <w:rsid w:val="00F67EC4"/>
    <w:rsid w:val="00F714F3"/>
    <w:rsid w:val="00F716D7"/>
    <w:rsid w:val="00F71795"/>
    <w:rsid w:val="00F71921"/>
    <w:rsid w:val="00F71E4D"/>
    <w:rsid w:val="00F71EEC"/>
    <w:rsid w:val="00F728A9"/>
    <w:rsid w:val="00F72F19"/>
    <w:rsid w:val="00F72F68"/>
    <w:rsid w:val="00F7331F"/>
    <w:rsid w:val="00F75022"/>
    <w:rsid w:val="00F753C8"/>
    <w:rsid w:val="00F7549B"/>
    <w:rsid w:val="00F75CA4"/>
    <w:rsid w:val="00F76914"/>
    <w:rsid w:val="00F77583"/>
    <w:rsid w:val="00F7774C"/>
    <w:rsid w:val="00F77D7F"/>
    <w:rsid w:val="00F77E1F"/>
    <w:rsid w:val="00F8000F"/>
    <w:rsid w:val="00F8001B"/>
    <w:rsid w:val="00F80169"/>
    <w:rsid w:val="00F81A1B"/>
    <w:rsid w:val="00F825B4"/>
    <w:rsid w:val="00F82A37"/>
    <w:rsid w:val="00F82AEF"/>
    <w:rsid w:val="00F84BA9"/>
    <w:rsid w:val="00F85365"/>
    <w:rsid w:val="00F8542B"/>
    <w:rsid w:val="00F8552B"/>
    <w:rsid w:val="00F85CDB"/>
    <w:rsid w:val="00F8687B"/>
    <w:rsid w:val="00F87273"/>
    <w:rsid w:val="00F8728D"/>
    <w:rsid w:val="00F8764D"/>
    <w:rsid w:val="00F910D0"/>
    <w:rsid w:val="00F91C4C"/>
    <w:rsid w:val="00F923A7"/>
    <w:rsid w:val="00F92AA8"/>
    <w:rsid w:val="00F92B47"/>
    <w:rsid w:val="00F92C4B"/>
    <w:rsid w:val="00F92F6D"/>
    <w:rsid w:val="00F93242"/>
    <w:rsid w:val="00F93B07"/>
    <w:rsid w:val="00F93C1E"/>
    <w:rsid w:val="00F9449E"/>
    <w:rsid w:val="00F9523F"/>
    <w:rsid w:val="00F95445"/>
    <w:rsid w:val="00F9583D"/>
    <w:rsid w:val="00F97799"/>
    <w:rsid w:val="00F97E7B"/>
    <w:rsid w:val="00FA00E6"/>
    <w:rsid w:val="00FA0303"/>
    <w:rsid w:val="00FA0449"/>
    <w:rsid w:val="00FA05CD"/>
    <w:rsid w:val="00FA17CD"/>
    <w:rsid w:val="00FA2AB8"/>
    <w:rsid w:val="00FA2AF8"/>
    <w:rsid w:val="00FA3290"/>
    <w:rsid w:val="00FA3577"/>
    <w:rsid w:val="00FA3C7D"/>
    <w:rsid w:val="00FA3E04"/>
    <w:rsid w:val="00FA45E0"/>
    <w:rsid w:val="00FA5099"/>
    <w:rsid w:val="00FA592E"/>
    <w:rsid w:val="00FA5FE2"/>
    <w:rsid w:val="00FA67DC"/>
    <w:rsid w:val="00FA790F"/>
    <w:rsid w:val="00FB0359"/>
    <w:rsid w:val="00FB0665"/>
    <w:rsid w:val="00FB0A34"/>
    <w:rsid w:val="00FB0E44"/>
    <w:rsid w:val="00FB0E8F"/>
    <w:rsid w:val="00FB0FD0"/>
    <w:rsid w:val="00FB1D53"/>
    <w:rsid w:val="00FB2042"/>
    <w:rsid w:val="00FB29D1"/>
    <w:rsid w:val="00FB4AEB"/>
    <w:rsid w:val="00FB5812"/>
    <w:rsid w:val="00FB5E4F"/>
    <w:rsid w:val="00FB66BC"/>
    <w:rsid w:val="00FB6B10"/>
    <w:rsid w:val="00FB7565"/>
    <w:rsid w:val="00FC0A7F"/>
    <w:rsid w:val="00FC1000"/>
    <w:rsid w:val="00FC104F"/>
    <w:rsid w:val="00FC10DF"/>
    <w:rsid w:val="00FC318B"/>
    <w:rsid w:val="00FC3CBC"/>
    <w:rsid w:val="00FC4D07"/>
    <w:rsid w:val="00FC5267"/>
    <w:rsid w:val="00FC6737"/>
    <w:rsid w:val="00FC6F95"/>
    <w:rsid w:val="00FC7817"/>
    <w:rsid w:val="00FC7EBE"/>
    <w:rsid w:val="00FD065B"/>
    <w:rsid w:val="00FD0BC3"/>
    <w:rsid w:val="00FD0CCE"/>
    <w:rsid w:val="00FD0D1C"/>
    <w:rsid w:val="00FD1775"/>
    <w:rsid w:val="00FD1C44"/>
    <w:rsid w:val="00FD2711"/>
    <w:rsid w:val="00FD2C88"/>
    <w:rsid w:val="00FD34EF"/>
    <w:rsid w:val="00FD363B"/>
    <w:rsid w:val="00FD3749"/>
    <w:rsid w:val="00FD61FC"/>
    <w:rsid w:val="00FD625D"/>
    <w:rsid w:val="00FD626B"/>
    <w:rsid w:val="00FD6430"/>
    <w:rsid w:val="00FD6558"/>
    <w:rsid w:val="00FD77B5"/>
    <w:rsid w:val="00FD7A65"/>
    <w:rsid w:val="00FE0D3E"/>
    <w:rsid w:val="00FE2052"/>
    <w:rsid w:val="00FE2287"/>
    <w:rsid w:val="00FE2C94"/>
    <w:rsid w:val="00FE3565"/>
    <w:rsid w:val="00FE36DC"/>
    <w:rsid w:val="00FE3A81"/>
    <w:rsid w:val="00FE3EC9"/>
    <w:rsid w:val="00FE3F14"/>
    <w:rsid w:val="00FE4CE4"/>
    <w:rsid w:val="00FE541D"/>
    <w:rsid w:val="00FE6278"/>
    <w:rsid w:val="00FE72ED"/>
    <w:rsid w:val="00FE7503"/>
    <w:rsid w:val="00FE78BE"/>
    <w:rsid w:val="00FF1460"/>
    <w:rsid w:val="00FF1624"/>
    <w:rsid w:val="00FF16E7"/>
    <w:rsid w:val="00FF1DE9"/>
    <w:rsid w:val="00FF1EE3"/>
    <w:rsid w:val="00FF216A"/>
    <w:rsid w:val="00FF27E9"/>
    <w:rsid w:val="00FF3048"/>
    <w:rsid w:val="00FF3081"/>
    <w:rsid w:val="00FF31B8"/>
    <w:rsid w:val="00FF41C4"/>
    <w:rsid w:val="00FF4FB8"/>
    <w:rsid w:val="00FF51EF"/>
    <w:rsid w:val="00FF55D7"/>
    <w:rsid w:val="00FF5699"/>
    <w:rsid w:val="00FF596E"/>
    <w:rsid w:val="00FF5B05"/>
    <w:rsid w:val="00FF6033"/>
    <w:rsid w:val="00FF7361"/>
    <w:rsid w:val="00FF75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caption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3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3"/>
    <w:next w:val="a3"/>
    <w:link w:val="10"/>
    <w:qFormat/>
    <w:pPr>
      <w:keepNext/>
      <w:keepLines/>
      <w:pageBreakBefore/>
      <w:numPr>
        <w:numId w:val="8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Level 2 Topic Heading,H21,Major,CHS,H2-Heading 2,l2,Header2,22,heading2,list2,A"/>
    <w:basedOn w:val="a3"/>
    <w:next w:val="a3"/>
    <w:link w:val="22"/>
    <w:qFormat/>
    <w:pPr>
      <w:keepNext/>
      <w:numPr>
        <w:ilvl w:val="1"/>
        <w:numId w:val="8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3"/>
    <w:next w:val="a3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3"/>
    <w:next w:val="a3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3"/>
    <w:next w:val="a3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3"/>
    <w:next w:val="a3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3"/>
    <w:next w:val="a3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3"/>
    <w:next w:val="a3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3"/>
    <w:next w:val="a3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4">
    <w:name w:val="Default Paragraph Font"/>
    <w:semiHidden/>
  </w:style>
  <w:style w:type="table" w:default="1" w:styleId="a5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semiHidden/>
  </w:style>
  <w:style w:type="paragraph" w:styleId="a7">
    <w:name w:val="header"/>
    <w:basedOn w:val="a3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8">
    <w:name w:val="footer"/>
    <w:basedOn w:val="a3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9">
    <w:name w:val="Hyperlink"/>
    <w:basedOn w:val="a4"/>
    <w:uiPriority w:val="99"/>
    <w:rPr>
      <w:color w:val="0000FF"/>
      <w:u w:val="single"/>
    </w:rPr>
  </w:style>
  <w:style w:type="character" w:styleId="aa">
    <w:name w:val="footnote reference"/>
    <w:basedOn w:val="a4"/>
    <w:rPr>
      <w:vertAlign w:val="superscript"/>
    </w:rPr>
  </w:style>
  <w:style w:type="character" w:styleId="ab">
    <w:name w:val="page number"/>
    <w:basedOn w:val="a4"/>
    <w:rPr>
      <w:rFonts w:ascii="Times New Roman" w:hAnsi="Times New Roman"/>
      <w:sz w:val="20"/>
    </w:rPr>
  </w:style>
  <w:style w:type="paragraph" w:styleId="11">
    <w:name w:val="toc 1"/>
    <w:basedOn w:val="a3"/>
    <w:next w:val="a3"/>
    <w:autoRedefine/>
    <w:uiPriority w:val="39"/>
    <w:rsid w:val="00755380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Cs/>
      <w:caps/>
      <w:noProof/>
      <w:szCs w:val="28"/>
    </w:rPr>
  </w:style>
  <w:style w:type="paragraph" w:styleId="20">
    <w:name w:val="toc 2"/>
    <w:basedOn w:val="a3"/>
    <w:next w:val="a3"/>
    <w:autoRedefine/>
    <w:uiPriority w:val="39"/>
    <w:pPr>
      <w:tabs>
        <w:tab w:val="left" w:pos="1134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0">
    <w:name w:val="toc 3"/>
    <w:basedOn w:val="a3"/>
    <w:next w:val="a3"/>
    <w:autoRedefine/>
    <w:semiHidden/>
    <w:pPr>
      <w:tabs>
        <w:tab w:val="left" w:pos="1980"/>
        <w:tab w:val="right" w:leader="dot" w:pos="10195"/>
      </w:tabs>
      <w:spacing w:after="120" w:line="240" w:lineRule="auto"/>
      <w:ind w:left="1985" w:right="1134" w:hanging="851"/>
      <w:jc w:val="left"/>
    </w:pPr>
    <w:rPr>
      <w:iCs/>
      <w:noProof/>
      <w:sz w:val="24"/>
      <w:szCs w:val="24"/>
    </w:rPr>
  </w:style>
  <w:style w:type="paragraph" w:styleId="40">
    <w:name w:val="toc 4"/>
    <w:basedOn w:val="a3"/>
    <w:next w:val="a3"/>
    <w:autoRedefine/>
    <w:semiHidden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c">
    <w:name w:val="FollowedHyperlink"/>
    <w:basedOn w:val="a4"/>
    <w:rPr>
      <w:color w:val="800080"/>
      <w:u w:val="single"/>
    </w:rPr>
  </w:style>
  <w:style w:type="paragraph" w:styleId="ad">
    <w:name w:val="Document Map"/>
    <w:basedOn w:val="a3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e">
    <w:name w:val="Таблица шапка"/>
    <w:basedOn w:val="a3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">
    <w:name w:val="footnote text"/>
    <w:basedOn w:val="a3"/>
    <w:link w:val="af0"/>
    <w:pPr>
      <w:spacing w:line="240" w:lineRule="auto"/>
    </w:pPr>
    <w:rPr>
      <w:sz w:val="20"/>
    </w:rPr>
  </w:style>
  <w:style w:type="paragraph" w:customStyle="1" w:styleId="af1">
    <w:name w:val="Таблица текст"/>
    <w:basedOn w:val="a3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2">
    <w:name w:val="caption"/>
    <w:basedOn w:val="a3"/>
    <w:next w:val="a3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3"/>
    <w:next w:val="a3"/>
    <w:autoRedefine/>
    <w:semiHidden/>
    <w:pPr>
      <w:ind w:left="1120"/>
      <w:jc w:val="left"/>
    </w:pPr>
    <w:rPr>
      <w:sz w:val="18"/>
      <w:szCs w:val="18"/>
    </w:rPr>
  </w:style>
  <w:style w:type="paragraph" w:styleId="60">
    <w:name w:val="toc 6"/>
    <w:basedOn w:val="a3"/>
    <w:next w:val="a3"/>
    <w:autoRedefine/>
    <w:semiHidden/>
    <w:pPr>
      <w:ind w:left="1400"/>
      <w:jc w:val="left"/>
    </w:pPr>
    <w:rPr>
      <w:sz w:val="18"/>
      <w:szCs w:val="18"/>
    </w:rPr>
  </w:style>
  <w:style w:type="paragraph" w:styleId="70">
    <w:name w:val="toc 7"/>
    <w:basedOn w:val="a3"/>
    <w:next w:val="a3"/>
    <w:autoRedefine/>
    <w:semiHidden/>
    <w:pPr>
      <w:ind w:left="1680"/>
      <w:jc w:val="left"/>
    </w:pPr>
    <w:rPr>
      <w:sz w:val="18"/>
      <w:szCs w:val="18"/>
    </w:rPr>
  </w:style>
  <w:style w:type="paragraph" w:styleId="80">
    <w:name w:val="toc 8"/>
    <w:basedOn w:val="a3"/>
    <w:next w:val="a3"/>
    <w:autoRedefine/>
    <w:semiHidden/>
    <w:pPr>
      <w:ind w:left="1960"/>
      <w:jc w:val="left"/>
    </w:pPr>
    <w:rPr>
      <w:sz w:val="18"/>
      <w:szCs w:val="18"/>
    </w:rPr>
  </w:style>
  <w:style w:type="paragraph" w:styleId="90">
    <w:name w:val="toc 9"/>
    <w:basedOn w:val="a3"/>
    <w:next w:val="a3"/>
    <w:autoRedefine/>
    <w:semiHidden/>
    <w:pPr>
      <w:ind w:left="2240"/>
      <w:jc w:val="left"/>
    </w:pPr>
    <w:rPr>
      <w:sz w:val="18"/>
      <w:szCs w:val="18"/>
    </w:rPr>
  </w:style>
  <w:style w:type="paragraph" w:customStyle="1" w:styleId="af3">
    <w:name w:val="Служебный"/>
    <w:basedOn w:val="af4"/>
  </w:style>
  <w:style w:type="paragraph" w:customStyle="1" w:styleId="af4">
    <w:name w:val="Главы"/>
    <w:basedOn w:val="af5"/>
    <w:next w:val="a3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5">
    <w:name w:val="Структура"/>
    <w:basedOn w:val="a3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 w:line="240" w:lineRule="auto"/>
      <w:ind w:left="567" w:right="2835" w:hanging="567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6">
    <w:name w:val="маркированный"/>
    <w:basedOn w:val="a3"/>
    <w:semiHidden/>
    <w:pPr>
      <w:tabs>
        <w:tab w:val="num" w:pos="1701"/>
      </w:tabs>
      <w:ind w:left="1701" w:hanging="567"/>
    </w:pPr>
  </w:style>
  <w:style w:type="paragraph" w:customStyle="1" w:styleId="a0">
    <w:name w:val="Пункт"/>
    <w:basedOn w:val="a3"/>
    <w:link w:val="12"/>
    <w:pPr>
      <w:numPr>
        <w:ilvl w:val="2"/>
        <w:numId w:val="8"/>
      </w:numPr>
    </w:pPr>
  </w:style>
  <w:style w:type="character" w:customStyle="1" w:styleId="af7">
    <w:name w:val="Пункт Знак"/>
    <w:basedOn w:val="a4"/>
    <w:rPr>
      <w:sz w:val="28"/>
      <w:lang w:val="ru-RU" w:eastAsia="ru-RU" w:bidi="ar-SA"/>
    </w:rPr>
  </w:style>
  <w:style w:type="paragraph" w:customStyle="1" w:styleId="a1">
    <w:name w:val="Подпункт"/>
    <w:basedOn w:val="a0"/>
    <w:pPr>
      <w:numPr>
        <w:ilvl w:val="3"/>
      </w:numPr>
    </w:pPr>
  </w:style>
  <w:style w:type="character" w:customStyle="1" w:styleId="af8">
    <w:name w:val="Подпункт Знак"/>
    <w:basedOn w:val="af7"/>
  </w:style>
  <w:style w:type="character" w:customStyle="1" w:styleId="af9">
    <w:name w:val="комментарий"/>
    <w:basedOn w:val="a4"/>
    <w:rPr>
      <w:b/>
      <w:i/>
      <w:shd w:val="clear" w:color="auto" w:fill="FFFF99"/>
    </w:rPr>
  </w:style>
  <w:style w:type="paragraph" w:customStyle="1" w:styleId="21">
    <w:name w:val="Пункт2"/>
    <w:basedOn w:val="a0"/>
    <w:link w:val="23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2">
    <w:name w:val="Подподпункт"/>
    <w:basedOn w:val="a1"/>
    <w:pPr>
      <w:numPr>
        <w:ilvl w:val="4"/>
      </w:numPr>
    </w:pPr>
  </w:style>
  <w:style w:type="paragraph" w:styleId="a">
    <w:name w:val="List Number"/>
    <w:basedOn w:val="a3"/>
    <w:pPr>
      <w:numPr>
        <w:numId w:val="9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a">
    <w:name w:val="Текст таблицы"/>
    <w:basedOn w:val="a3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b">
    <w:name w:val="Пункт б/н"/>
    <w:basedOn w:val="a3"/>
    <w:pPr>
      <w:tabs>
        <w:tab w:val="left" w:pos="1134"/>
      </w:tabs>
      <w:ind w:left="1134" w:firstLine="0"/>
    </w:pPr>
  </w:style>
  <w:style w:type="paragraph" w:styleId="afc">
    <w:name w:val="List Bullet"/>
    <w:basedOn w:val="a3"/>
    <w:autoRedefine/>
    <w:pPr>
      <w:tabs>
        <w:tab w:val="num" w:pos="360"/>
      </w:tabs>
      <w:ind w:left="360" w:hanging="360"/>
    </w:pPr>
  </w:style>
  <w:style w:type="paragraph" w:styleId="afd">
    <w:name w:val="Balloon Text"/>
    <w:basedOn w:val="a3"/>
    <w:semiHidden/>
    <w:rPr>
      <w:rFonts w:ascii="Tahoma" w:hAnsi="Tahoma" w:cs="Tahoma"/>
      <w:sz w:val="16"/>
      <w:szCs w:val="16"/>
    </w:rPr>
  </w:style>
  <w:style w:type="paragraph" w:customStyle="1" w:styleId="Text">
    <w:name w:val="Text"/>
    <w:basedOn w:val="afe"/>
    <w:pPr>
      <w:autoSpaceDE w:val="0"/>
      <w:autoSpaceDN w:val="0"/>
      <w:spacing w:before="80" w:after="40" w:line="240" w:lineRule="auto"/>
      <w:ind w:firstLine="0"/>
    </w:pPr>
    <w:rPr>
      <w:rFonts w:ascii="Verdana" w:hAnsi="Verdana" w:cs="Times New Roman"/>
      <w:snapToGrid/>
      <w:sz w:val="18"/>
      <w:szCs w:val="18"/>
    </w:rPr>
  </w:style>
  <w:style w:type="paragraph" w:styleId="afe">
    <w:name w:val="Plain Text"/>
    <w:basedOn w:val="a3"/>
    <w:rPr>
      <w:rFonts w:ascii="Courier New" w:hAnsi="Courier New" w:cs="Courier New"/>
      <w:sz w:val="20"/>
    </w:rPr>
  </w:style>
  <w:style w:type="paragraph" w:styleId="aff">
    <w:name w:val="annotation text"/>
    <w:basedOn w:val="a3"/>
    <w:semiHidden/>
    <w:rPr>
      <w:snapToGrid/>
      <w:sz w:val="20"/>
    </w:rPr>
  </w:style>
  <w:style w:type="paragraph" w:styleId="aff0">
    <w:name w:val="annotation subject"/>
    <w:basedOn w:val="aff"/>
    <w:next w:val="aff"/>
    <w:semiHidden/>
    <w:rPr>
      <w:b/>
      <w:bCs/>
    </w:rPr>
  </w:style>
  <w:style w:type="paragraph" w:customStyle="1" w:styleId="Punkt">
    <w:name w:val="Punkt"/>
    <w:basedOn w:val="afe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aff1">
    <w:name w:val="Title"/>
    <w:basedOn w:val="a3"/>
    <w:link w:val="aff2"/>
    <w:qFormat/>
    <w:pPr>
      <w:widowControl w:val="0"/>
      <w:spacing w:line="240" w:lineRule="auto"/>
      <w:ind w:firstLine="0"/>
      <w:jc w:val="center"/>
    </w:pPr>
    <w:rPr>
      <w:b/>
      <w:snapToGrid/>
      <w:sz w:val="24"/>
    </w:rPr>
  </w:style>
  <w:style w:type="paragraph" w:styleId="24">
    <w:name w:val="Body Text 2"/>
    <w:basedOn w:val="a3"/>
    <w:pPr>
      <w:spacing w:line="240" w:lineRule="auto"/>
      <w:ind w:firstLine="0"/>
      <w:jc w:val="left"/>
    </w:pPr>
    <w:rPr>
      <w:snapToGrid/>
      <w:sz w:val="24"/>
    </w:rPr>
  </w:style>
  <w:style w:type="paragraph" w:styleId="31">
    <w:name w:val="Body Text 3"/>
    <w:basedOn w:val="a3"/>
    <w:pPr>
      <w:spacing w:line="240" w:lineRule="auto"/>
      <w:ind w:firstLine="0"/>
      <w:jc w:val="left"/>
    </w:pPr>
    <w:rPr>
      <w:snapToGrid/>
      <w:sz w:val="22"/>
    </w:r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ff3">
    <w:name w:val="Body Text"/>
    <w:aliases w:val="Основной текст таблиц,в таблице,таблицы,в таблицах, в таблице, в таблицах"/>
    <w:basedOn w:val="a3"/>
    <w:pPr>
      <w:spacing w:after="120" w:line="240" w:lineRule="auto"/>
      <w:ind w:firstLine="0"/>
      <w:jc w:val="left"/>
    </w:pPr>
    <w:rPr>
      <w:snapToGrid/>
      <w:sz w:val="24"/>
      <w:szCs w:val="24"/>
    </w:rPr>
  </w:style>
  <w:style w:type="paragraph" w:styleId="aff4">
    <w:name w:val="Body Text Indent"/>
    <w:basedOn w:val="a3"/>
    <w:pPr>
      <w:tabs>
        <w:tab w:val="left" w:pos="360"/>
        <w:tab w:val="left" w:pos="720"/>
        <w:tab w:val="left" w:pos="1080"/>
      </w:tabs>
      <w:spacing w:line="240" w:lineRule="auto"/>
      <w:ind w:firstLine="360"/>
    </w:pPr>
    <w:rPr>
      <w:sz w:val="18"/>
      <w:szCs w:val="18"/>
    </w:rPr>
  </w:style>
  <w:style w:type="character" w:customStyle="1" w:styleId="aff5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4"/>
    <w:rPr>
      <w:noProof w:val="0"/>
      <w:sz w:val="28"/>
      <w:lang w:val="ru-RU" w:eastAsia="ru-RU" w:bidi="ar-SA"/>
    </w:rPr>
  </w:style>
  <w:style w:type="table" w:styleId="aff6">
    <w:name w:val="Table Grid"/>
    <w:basedOn w:val="a5"/>
    <w:uiPriority w:val="59"/>
    <w:rsid w:val="00236E31"/>
    <w:pPr>
      <w:spacing w:line="360" w:lineRule="auto"/>
      <w:ind w:firstLine="567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5">
    <w:name w:val="Body Text Indent 2"/>
    <w:basedOn w:val="a3"/>
    <w:rsid w:val="008608A8"/>
    <w:pPr>
      <w:spacing w:after="120" w:line="480" w:lineRule="auto"/>
      <w:ind w:left="283"/>
    </w:pPr>
  </w:style>
  <w:style w:type="paragraph" w:customStyle="1" w:styleId="BodyText2">
    <w:name w:val="Body Text 2"/>
    <w:basedOn w:val="a3"/>
    <w:rsid w:val="00AF006A"/>
    <w:pPr>
      <w:spacing w:line="240" w:lineRule="auto"/>
      <w:ind w:firstLine="0"/>
      <w:jc w:val="left"/>
    </w:pPr>
    <w:rPr>
      <w:rFonts w:ascii="Arial" w:hAnsi="Arial"/>
      <w:snapToGrid/>
      <w:sz w:val="24"/>
    </w:rPr>
  </w:style>
  <w:style w:type="character" w:customStyle="1" w:styleId="22">
    <w:name w:val="Заголовок 2 Знак2"/>
    <w:aliases w:val="Заголовок 2 Знак Знак,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H21 Знак"/>
    <w:basedOn w:val="a4"/>
    <w:link w:val="2"/>
    <w:rsid w:val="00AF006A"/>
    <w:rPr>
      <w:b/>
      <w:snapToGrid w:val="0"/>
      <w:sz w:val="32"/>
      <w:lang w:val="ru-RU" w:eastAsia="ru-RU" w:bidi="ar-SA"/>
    </w:rPr>
  </w:style>
  <w:style w:type="paragraph" w:styleId="13">
    <w:name w:val="index 1"/>
    <w:basedOn w:val="a3"/>
    <w:next w:val="a3"/>
    <w:autoRedefine/>
    <w:semiHidden/>
    <w:rsid w:val="007D378A"/>
    <w:pPr>
      <w:ind w:left="280" w:hanging="280"/>
    </w:pPr>
  </w:style>
  <w:style w:type="paragraph" w:styleId="aff7">
    <w:name w:val="index heading"/>
    <w:basedOn w:val="a3"/>
    <w:next w:val="13"/>
    <w:semiHidden/>
    <w:rsid w:val="007D378A"/>
    <w:pPr>
      <w:spacing w:line="240" w:lineRule="auto"/>
      <w:ind w:firstLine="0"/>
      <w:jc w:val="left"/>
    </w:pPr>
    <w:rPr>
      <w:snapToGrid/>
      <w:sz w:val="20"/>
      <w:szCs w:val="24"/>
    </w:rPr>
  </w:style>
  <w:style w:type="paragraph" w:customStyle="1" w:styleId="DefaultParagraphFontParaCharChar">
    <w:name w:val="Default Paragraph Font Para Char Char Знак"/>
    <w:basedOn w:val="a3"/>
    <w:rsid w:val="009D2BD9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paragraph" w:customStyle="1" w:styleId="aff8">
    <w:name w:val="Знак Знак Знак Знак Знак Знак"/>
    <w:basedOn w:val="a3"/>
    <w:next w:val="1"/>
    <w:rsid w:val="001D448E"/>
    <w:pPr>
      <w:spacing w:after="160" w:line="240" w:lineRule="exact"/>
      <w:ind w:firstLine="0"/>
    </w:pPr>
    <w:rPr>
      <w:rFonts w:ascii="Verdana" w:hAnsi="Verdana"/>
      <w:snapToGrid/>
      <w:sz w:val="20"/>
      <w:lang w:val="en-US" w:eastAsia="en-US"/>
    </w:rPr>
  </w:style>
  <w:style w:type="paragraph" w:customStyle="1" w:styleId="14">
    <w:name w:val="1"/>
    <w:basedOn w:val="a3"/>
    <w:rsid w:val="00042928"/>
    <w:pPr>
      <w:tabs>
        <w:tab w:val="num" w:pos="360"/>
      </w:tabs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character" w:styleId="aff9">
    <w:name w:val="Strong"/>
    <w:basedOn w:val="a4"/>
    <w:uiPriority w:val="22"/>
    <w:qFormat/>
    <w:rsid w:val="00790D12"/>
    <w:rPr>
      <w:b/>
      <w:bCs/>
    </w:rPr>
  </w:style>
  <w:style w:type="paragraph" w:styleId="affa">
    <w:name w:val="List Paragraph"/>
    <w:basedOn w:val="a3"/>
    <w:uiPriority w:val="34"/>
    <w:qFormat/>
    <w:rsid w:val="0074060F"/>
    <w:pPr>
      <w:spacing w:line="240" w:lineRule="auto"/>
      <w:ind w:left="720" w:firstLine="0"/>
      <w:contextualSpacing/>
      <w:jc w:val="left"/>
    </w:pPr>
    <w:rPr>
      <w:snapToGrid/>
      <w:sz w:val="20"/>
      <w:lang w:val="en-US"/>
    </w:rPr>
  </w:style>
  <w:style w:type="paragraph" w:customStyle="1" w:styleId="affb">
    <w:name w:val=" Знак Знак Знак Знак"/>
    <w:basedOn w:val="a3"/>
    <w:rsid w:val="008D1613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paragraph" w:customStyle="1" w:styleId="affc">
    <w:name w:val="Таблица"/>
    <w:basedOn w:val="a3"/>
    <w:rsid w:val="008D1613"/>
    <w:pPr>
      <w:tabs>
        <w:tab w:val="left" w:pos="567"/>
      </w:tabs>
      <w:spacing w:line="240" w:lineRule="auto"/>
      <w:ind w:firstLine="0"/>
      <w:jc w:val="left"/>
    </w:pPr>
    <w:rPr>
      <w:rFonts w:ascii="Arial" w:hAnsi="Arial"/>
      <w:bCs/>
      <w:snapToGrid/>
      <w:sz w:val="20"/>
    </w:rPr>
  </w:style>
  <w:style w:type="character" w:customStyle="1" w:styleId="12">
    <w:name w:val="Пункт Знак1"/>
    <w:basedOn w:val="a4"/>
    <w:link w:val="a0"/>
    <w:rsid w:val="006437B8"/>
    <w:rPr>
      <w:snapToGrid w:val="0"/>
      <w:sz w:val="28"/>
      <w:lang w:val="ru-RU" w:eastAsia="ru-RU" w:bidi="ar-SA"/>
    </w:rPr>
  </w:style>
  <w:style w:type="character" w:customStyle="1" w:styleId="23">
    <w:name w:val="Пункт2 Знак"/>
    <w:basedOn w:val="12"/>
    <w:link w:val="21"/>
    <w:rsid w:val="002535D8"/>
    <w:rPr>
      <w:b/>
    </w:rPr>
  </w:style>
  <w:style w:type="paragraph" w:customStyle="1" w:styleId="CharChar">
    <w:name w:val=" Char Char Знак Знак Знак Знак"/>
    <w:basedOn w:val="a3"/>
    <w:rsid w:val="00A67002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paragraph" w:customStyle="1" w:styleId="xl31">
    <w:name w:val="xl31"/>
    <w:basedOn w:val="a3"/>
    <w:rsid w:val="003673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hAnsi="Arial" w:cs="Arial"/>
      <w:snapToGrid/>
      <w:sz w:val="24"/>
      <w:szCs w:val="24"/>
    </w:rPr>
  </w:style>
  <w:style w:type="character" w:customStyle="1" w:styleId="aff2">
    <w:name w:val="Название Знак"/>
    <w:basedOn w:val="a4"/>
    <w:link w:val="aff1"/>
    <w:rsid w:val="00367325"/>
    <w:rPr>
      <w:b/>
      <w:sz w:val="24"/>
      <w:lang w:val="ru-RU" w:eastAsia="ru-RU" w:bidi="ar-SA"/>
    </w:rPr>
  </w:style>
  <w:style w:type="paragraph" w:customStyle="1" w:styleId="tztxtlist">
    <w:name w:val="tz_txt_list"/>
    <w:basedOn w:val="a3"/>
    <w:rsid w:val="00D71925"/>
    <w:pPr>
      <w:numPr>
        <w:numId w:val="17"/>
      </w:numPr>
    </w:pPr>
  </w:style>
  <w:style w:type="paragraph" w:customStyle="1" w:styleId="ConsPlusNormal">
    <w:name w:val="ConsPlusNormal"/>
    <w:rsid w:val="009D7C9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fd">
    <w:name w:val="Таблицы (моноширинный)"/>
    <w:basedOn w:val="a3"/>
    <w:next w:val="a3"/>
    <w:rsid w:val="009D7C9C"/>
    <w:pPr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snapToGrid/>
      <w:sz w:val="20"/>
    </w:rPr>
  </w:style>
  <w:style w:type="character" w:customStyle="1" w:styleId="af0">
    <w:name w:val="Текст сноски Знак"/>
    <w:basedOn w:val="a4"/>
    <w:link w:val="af"/>
    <w:rsid w:val="009D7C9C"/>
    <w:rPr>
      <w:snapToGrid w:val="0"/>
    </w:rPr>
  </w:style>
  <w:style w:type="paragraph" w:styleId="HTML">
    <w:name w:val="HTML Preformatted"/>
    <w:basedOn w:val="a3"/>
    <w:link w:val="HTML0"/>
    <w:rsid w:val="009D7C9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ind w:firstLine="0"/>
      <w:jc w:val="left"/>
    </w:pPr>
    <w:rPr>
      <w:rFonts w:ascii="Courier New" w:hAnsi="Courier New" w:cs="Courier New"/>
      <w:snapToGrid/>
      <w:sz w:val="20"/>
    </w:rPr>
  </w:style>
  <w:style w:type="character" w:customStyle="1" w:styleId="HTML0">
    <w:name w:val="Стандартный HTML Знак"/>
    <w:basedOn w:val="a4"/>
    <w:link w:val="HTML"/>
    <w:rsid w:val="009D7C9C"/>
    <w:rPr>
      <w:rFonts w:ascii="Courier New" w:hAnsi="Courier New" w:cs="Courier New"/>
    </w:rPr>
  </w:style>
  <w:style w:type="paragraph" w:styleId="32">
    <w:name w:val="Body Text Indent 3"/>
    <w:basedOn w:val="a3"/>
    <w:link w:val="33"/>
    <w:rsid w:val="009D7C9C"/>
    <w:pPr>
      <w:spacing w:after="120" w:line="240" w:lineRule="auto"/>
      <w:ind w:left="283" w:firstLine="0"/>
      <w:jc w:val="left"/>
    </w:pPr>
    <w:rPr>
      <w:snapToGrid/>
      <w:sz w:val="16"/>
      <w:szCs w:val="16"/>
    </w:rPr>
  </w:style>
  <w:style w:type="character" w:customStyle="1" w:styleId="33">
    <w:name w:val="Основной текст с отступом 3 Знак"/>
    <w:basedOn w:val="a4"/>
    <w:link w:val="32"/>
    <w:rsid w:val="009D7C9C"/>
    <w:rPr>
      <w:sz w:val="16"/>
      <w:szCs w:val="16"/>
    </w:rPr>
  </w:style>
  <w:style w:type="paragraph" w:customStyle="1" w:styleId="ConsNonformat">
    <w:name w:val="ConsNonformat"/>
    <w:rsid w:val="009D7C9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verAuthor">
    <w:name w:val="Cover Author"/>
    <w:basedOn w:val="a3"/>
    <w:rsid w:val="009D7C9C"/>
    <w:pPr>
      <w:keepNext/>
      <w:suppressAutoHyphens/>
      <w:spacing w:after="120" w:line="240" w:lineRule="atLeast"/>
      <w:ind w:firstLine="0"/>
      <w:jc w:val="left"/>
    </w:pPr>
    <w:rPr>
      <w:rFonts w:ascii="Arial" w:hAnsi="Arial" w:cs="Arial"/>
      <w:snapToGrid/>
      <w:spacing w:val="-5"/>
      <w:szCs w:val="28"/>
      <w:lang w:eastAsia="en-US"/>
    </w:rPr>
  </w:style>
  <w:style w:type="paragraph" w:customStyle="1" w:styleId="affe">
    <w:name w:val=" Знак"/>
    <w:basedOn w:val="a3"/>
    <w:rsid w:val="00BB4343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paragraph" w:styleId="afff">
    <w:name w:val="No Spacing"/>
    <w:uiPriority w:val="1"/>
    <w:qFormat/>
    <w:rsid w:val="00FE3EC9"/>
    <w:rPr>
      <w:rFonts w:ascii="Calibri" w:hAnsi="Calibri"/>
      <w:sz w:val="22"/>
      <w:szCs w:val="22"/>
    </w:rPr>
  </w:style>
  <w:style w:type="paragraph" w:styleId="afff0">
    <w:name w:val="Normal (Web)"/>
    <w:basedOn w:val="a3"/>
    <w:uiPriority w:val="99"/>
    <w:rsid w:val="00040B5D"/>
    <w:pPr>
      <w:spacing w:before="67" w:after="67" w:line="240" w:lineRule="auto"/>
      <w:ind w:firstLine="201"/>
    </w:pPr>
    <w:rPr>
      <w:snapToGrid/>
      <w:sz w:val="24"/>
      <w:szCs w:val="24"/>
    </w:rPr>
  </w:style>
  <w:style w:type="paragraph" w:customStyle="1" w:styleId="tblock1">
    <w:name w:val="tblock1"/>
    <w:basedOn w:val="a3"/>
    <w:rsid w:val="00985F46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fff1">
    <w:name w:val="Emphasis"/>
    <w:basedOn w:val="a4"/>
    <w:qFormat/>
    <w:rsid w:val="004D5A70"/>
    <w:rPr>
      <w:i/>
      <w:iCs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4"/>
    <w:link w:val="1"/>
    <w:rsid w:val="005844ED"/>
    <w:rPr>
      <w:rFonts w:ascii="Arial" w:hAnsi="Arial"/>
      <w:b/>
      <w:kern w:val="28"/>
      <w:sz w:val="40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94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3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3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8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5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54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3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Lyanoi.MV@mrsk-1.ru" TargetMode="External"/><Relationship Id="rId18" Type="http://schemas.openxmlformats.org/officeDocument/2006/relationships/hyperlink" Target="http://www.b2b-mrsk.ru" TargetMode="External"/><Relationship Id="rId26" Type="http://schemas.openxmlformats.org/officeDocument/2006/relationships/fontTable" Target="fontTable.xml"/><Relationship Id="rId3" Type="http://schemas.openxmlformats.org/officeDocument/2006/relationships/numbering" Target="numbering.xml"/><Relationship Id="rId21" Type="http://schemas.openxmlformats.org/officeDocument/2006/relationships/hyperlink" Target="http://www.b2b-mrsk.ru/" TargetMode="External"/><Relationship Id="rId7" Type="http://schemas.openxmlformats.org/officeDocument/2006/relationships/footnotes" Target="footnotes.xml"/><Relationship Id="rId12" Type="http://schemas.openxmlformats.org/officeDocument/2006/relationships/hyperlink" Target="mailto:Lazareva.TV@mrsk-1.ru" TargetMode="External"/><Relationship Id="rId17" Type="http://schemas.openxmlformats.org/officeDocument/2006/relationships/hyperlink" Target="http://www.b2b-mrsk.ru" TargetMode="External"/><Relationship Id="rId25" Type="http://schemas.openxmlformats.org/officeDocument/2006/relationships/footer" Target="footer2.xml"/><Relationship Id="rId2" Type="http://schemas.openxmlformats.org/officeDocument/2006/relationships/customXml" Target="../customXml/item1.xml"/><Relationship Id="rId16" Type="http://schemas.openxmlformats.org/officeDocument/2006/relationships/hyperlink" Target="http://www.b2b-mrsk.ru" TargetMode="External"/><Relationship Id="rId20" Type="http://schemas.openxmlformats.org/officeDocument/2006/relationships/hyperlink" Target="http://www.mrsk-1.ru" TargetMode="Externa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hyperlink" Target="http://www.mrsk-1.ru" TargetMode="External"/><Relationship Id="rId24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yperlink" Target="http://www.b2b-mrsk.ru" TargetMode="External"/><Relationship Id="rId23" Type="http://schemas.openxmlformats.org/officeDocument/2006/relationships/header" Target="header1.xml"/><Relationship Id="rId10" Type="http://schemas.openxmlformats.org/officeDocument/2006/relationships/hyperlink" Target="http://www.b2b-mrsk.ru" TargetMode="External"/><Relationship Id="rId19" Type="http://schemas.openxmlformats.org/officeDocument/2006/relationships/hyperlink" Target="http://www.b2b-mrsk.ru/" TargetMode="External"/><Relationship Id="rId4" Type="http://schemas.openxmlformats.org/officeDocument/2006/relationships/styles" Target="styles.xml"/><Relationship Id="rId9" Type="http://schemas.openxmlformats.org/officeDocument/2006/relationships/image" Target="media/image1.emf"/><Relationship Id="rId14" Type="http://schemas.openxmlformats.org/officeDocument/2006/relationships/hyperlink" Target="http://www.b2b-mrsk.ru" TargetMode="External"/><Relationship Id="rId22" Type="http://schemas.openxmlformats.org/officeDocument/2006/relationships/hyperlink" Target="http://www.b2b-mrsk.ru/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A3BAAA-32A9-4CAC-B64B-782E59E6FE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279</TotalTime>
  <Pages>45</Pages>
  <Words>12591</Words>
  <Characters>71770</Characters>
  <Application>Microsoft Office Word</Application>
  <DocSecurity>0</DocSecurity>
  <Lines>598</Lines>
  <Paragraphs>168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Company/>
  <LinksUpToDate>false</LinksUpToDate>
  <CharactersWithSpaces>84193</CharactersWithSpaces>
  <SharedDoc>false</SharedDoc>
  <HLinks>
    <vt:vector size="342" baseType="variant">
      <vt:variant>
        <vt:i4>7864322</vt:i4>
      </vt:variant>
      <vt:variant>
        <vt:i4>456</vt:i4>
      </vt:variant>
      <vt:variant>
        <vt:i4>0</vt:i4>
      </vt:variant>
      <vt:variant>
        <vt:i4>5</vt:i4>
      </vt:variant>
      <vt:variant>
        <vt:lpwstr/>
      </vt:variant>
      <vt:variant>
        <vt:lpwstr>_Коммерческое_предложение_(форма</vt:lpwstr>
      </vt:variant>
      <vt:variant>
        <vt:i4>3015740</vt:i4>
      </vt:variant>
      <vt:variant>
        <vt:i4>453</vt:i4>
      </vt:variant>
      <vt:variant>
        <vt:i4>0</vt:i4>
      </vt:variant>
      <vt:variant>
        <vt:i4>5</vt:i4>
      </vt:variant>
      <vt:variant>
        <vt:lpwstr/>
      </vt:variant>
      <vt:variant>
        <vt:lpwstr>_График_поставки_продукции</vt:lpwstr>
      </vt:variant>
      <vt:variant>
        <vt:i4>7208996</vt:i4>
      </vt:variant>
      <vt:variant>
        <vt:i4>441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7208996</vt:i4>
      </vt:variant>
      <vt:variant>
        <vt:i4>438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429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426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7208996</vt:i4>
      </vt:variant>
      <vt:variant>
        <vt:i4>387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7208996</vt:i4>
      </vt:variant>
      <vt:variant>
        <vt:i4>363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7208996</vt:i4>
      </vt:variant>
      <vt:variant>
        <vt:i4>357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7208996</vt:i4>
      </vt:variant>
      <vt:variant>
        <vt:i4>342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7208996</vt:i4>
      </vt:variant>
      <vt:variant>
        <vt:i4>339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3145795</vt:i4>
      </vt:variant>
      <vt:variant>
        <vt:i4>264</vt:i4>
      </vt:variant>
      <vt:variant>
        <vt:i4>0</vt:i4>
      </vt:variant>
      <vt:variant>
        <vt:i4>5</vt:i4>
      </vt:variant>
      <vt:variant>
        <vt:lpwstr>mailto:Lyanoi.MV@mrsk-1.ru</vt:lpwstr>
      </vt:variant>
      <vt:variant>
        <vt:lpwstr/>
      </vt:variant>
      <vt:variant>
        <vt:i4>4194336</vt:i4>
      </vt:variant>
      <vt:variant>
        <vt:i4>261</vt:i4>
      </vt:variant>
      <vt:variant>
        <vt:i4>0</vt:i4>
      </vt:variant>
      <vt:variant>
        <vt:i4>5</vt:i4>
      </vt:variant>
      <vt:variant>
        <vt:lpwstr>mailto:Lazareva.TV@mrsk-1.ru</vt:lpwstr>
      </vt:variant>
      <vt:variant>
        <vt:lpwstr/>
      </vt:variant>
      <vt:variant>
        <vt:i4>4390922</vt:i4>
      </vt:variant>
      <vt:variant>
        <vt:i4>258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255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1835067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_Toc318208007</vt:lpwstr>
      </vt:variant>
      <vt:variant>
        <vt:i4>1835067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_Toc318208006</vt:lpwstr>
      </vt:variant>
      <vt:variant>
        <vt:i4>1835067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_Toc318208005</vt:lpwstr>
      </vt:variant>
      <vt:variant>
        <vt:i4>1835067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_Toc318208004</vt:lpwstr>
      </vt:variant>
      <vt:variant>
        <vt:i4>1835067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_Toc318208003</vt:lpwstr>
      </vt:variant>
      <vt:variant>
        <vt:i4>1835067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_Toc318208002</vt:lpwstr>
      </vt:variant>
      <vt:variant>
        <vt:i4>1835067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_Toc318208001</vt:lpwstr>
      </vt:variant>
      <vt:variant>
        <vt:i4>1835067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_Toc318208000</vt:lpwstr>
      </vt:variant>
      <vt:variant>
        <vt:i4>1703986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_Toc318207999</vt:lpwstr>
      </vt:variant>
      <vt:variant>
        <vt:i4>1703986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_Toc318207998</vt:lpwstr>
      </vt:variant>
      <vt:variant>
        <vt:i4>1703986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_Toc318207997</vt:lpwstr>
      </vt:variant>
      <vt:variant>
        <vt:i4>1703986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_Toc318207996</vt:lpwstr>
      </vt:variant>
      <vt:variant>
        <vt:i4>1703986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_Toc318207995</vt:lpwstr>
      </vt:variant>
      <vt:variant>
        <vt:i4>1703986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_Toc318207994</vt:lpwstr>
      </vt:variant>
      <vt:variant>
        <vt:i4>1703986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_Toc318207993</vt:lpwstr>
      </vt:variant>
      <vt:variant>
        <vt:i4>1703986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_Toc318207992</vt:lpwstr>
      </vt:variant>
      <vt:variant>
        <vt:i4>1703986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_Toc318207991</vt:lpwstr>
      </vt:variant>
      <vt:variant>
        <vt:i4>1703986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_Toc318207990</vt:lpwstr>
      </vt:variant>
      <vt:variant>
        <vt:i4>1769522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_Toc318207989</vt:lpwstr>
      </vt:variant>
      <vt:variant>
        <vt:i4>1769522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_Toc318207988</vt:lpwstr>
      </vt:variant>
      <vt:variant>
        <vt:i4>1769522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_Toc318207987</vt:lpwstr>
      </vt:variant>
      <vt:variant>
        <vt:i4>1769522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_Toc318207986</vt:lpwstr>
      </vt:variant>
      <vt:variant>
        <vt:i4>1769522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_Toc318207985</vt:lpwstr>
      </vt:variant>
      <vt:variant>
        <vt:i4>1769522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_Toc318207984</vt:lpwstr>
      </vt:variant>
      <vt:variant>
        <vt:i4>1769522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_Toc318207983</vt:lpwstr>
      </vt:variant>
      <vt:variant>
        <vt:i4>1769522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_Toc318207982</vt:lpwstr>
      </vt:variant>
      <vt:variant>
        <vt:i4>1769522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_Toc318207981</vt:lpwstr>
      </vt:variant>
      <vt:variant>
        <vt:i4>1769522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_Toc318207980</vt:lpwstr>
      </vt:variant>
      <vt:variant>
        <vt:i4>1310770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_Toc318207979</vt:lpwstr>
      </vt:variant>
      <vt:variant>
        <vt:i4>1310770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_Toc318207978</vt:lpwstr>
      </vt:variant>
      <vt:variant>
        <vt:i4>1310770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_Toc318207977</vt:lpwstr>
      </vt:variant>
      <vt:variant>
        <vt:i4>1310770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_Toc318207976</vt:lpwstr>
      </vt:variant>
      <vt:variant>
        <vt:i4>1310770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_Toc318207975</vt:lpwstr>
      </vt:variant>
      <vt:variant>
        <vt:i4>1310770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_Toc318207974</vt:lpwstr>
      </vt:variant>
      <vt:variant>
        <vt:i4>1310770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_Toc318207973</vt:lpwstr>
      </vt:variant>
      <vt:variant>
        <vt:i4>1310770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_Toc318207972</vt:lpwstr>
      </vt:variant>
      <vt:variant>
        <vt:i4>1310770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_Toc318207971</vt:lpwstr>
      </vt:variant>
      <vt:variant>
        <vt:i4>1310770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_Toc318207970</vt:lpwstr>
      </vt:variant>
      <vt:variant>
        <vt:i4>1376306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_Toc318207969</vt:lpwstr>
      </vt:variant>
      <vt:variant>
        <vt:i4>1376306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_Toc318207968</vt:lpwstr>
      </vt:variant>
      <vt:variant>
        <vt:i4>1376306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_Toc318207967</vt:lpwstr>
      </vt:variant>
      <vt:variant>
        <vt:i4>1376306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_Toc318207966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subject/>
  <dc:creator>С.Б.Дашков</dc:creator>
  <cp:keywords/>
  <dc:description/>
  <cp:lastModifiedBy>Ковалева Елена Юрьевна</cp:lastModifiedBy>
  <cp:revision>1</cp:revision>
  <cp:lastPrinted>2010-07-06T07:31:00Z</cp:lastPrinted>
  <dcterms:created xsi:type="dcterms:W3CDTF">2012-01-25T12:50:00Z</dcterms:created>
  <dcterms:modified xsi:type="dcterms:W3CDTF">2012-04-05T08:59:00Z</dcterms:modified>
</cp:coreProperties>
</file>