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Default="00FE7603" w:rsidP="00FE3144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86360</wp:posOffset>
                </wp:positionV>
                <wp:extent cx="3686175" cy="2052955"/>
                <wp:effectExtent l="0" t="0" r="28575" b="2413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2052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2DB1" w:rsidRPr="005316C8" w:rsidRDefault="004E2DB1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4E2DB1" w:rsidRPr="002C7FA2" w:rsidRDefault="004E2DB1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3.9pt;margin-top:6.8pt;width:290.25pt;height:161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" strokecolor="white">
                <v:textbox style="mso-fit-shape-to-text:t">
                  <w:txbxContent>
                    <w:p w:rsidR="004E2DB1" w:rsidRPr="005316C8" w:rsidRDefault="004E2DB1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4E2DB1" w:rsidRPr="002C7FA2" w:rsidRDefault="004E2DB1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582420"/>
                <wp:effectExtent l="0" t="0" r="11430" b="1841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2DB1" w:rsidRPr="002C7FA2" w:rsidRDefault="004E2DB1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7.8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" strokecolor="white">
                <v:textbox style="mso-fit-shape-to-text:t">
                  <w:txbxContent>
                    <w:p w:rsidR="004E2DB1" w:rsidRPr="002C7FA2" w:rsidRDefault="004E2DB1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8D4A20" w:rsidRDefault="00AB61F6" w:rsidP="00173C2C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AB61F6" w:rsidRDefault="00FE3144" w:rsidP="00173C2C">
      <w:pPr>
        <w:pStyle w:val="a7"/>
        <w:jc w:val="center"/>
      </w:pPr>
      <w:r>
        <w:t xml:space="preserve">          </w:t>
      </w:r>
      <w:r w:rsidR="00173C2C">
        <w:t xml:space="preserve"> </w:t>
      </w:r>
      <w:r w:rsidR="00AB61F6" w:rsidRPr="002558CF">
        <w:t xml:space="preserve">на </w:t>
      </w:r>
      <w:r w:rsidR="004E2DB1">
        <w:rPr>
          <w:bCs/>
          <w:szCs w:val="26"/>
        </w:rPr>
        <w:t>ремонт транспортных средств</w:t>
      </w:r>
      <w:r>
        <w:rPr>
          <w:bCs/>
          <w:szCs w:val="26"/>
        </w:rPr>
        <w:t>.</w:t>
      </w:r>
    </w:p>
    <w:p w:rsidR="00AB61F6" w:rsidRPr="00F02961" w:rsidRDefault="00AB61F6" w:rsidP="00173C2C">
      <w:pPr>
        <w:pStyle w:val="a3"/>
        <w:ind w:left="567"/>
        <w:jc w:val="center"/>
        <w:rPr>
          <w:bCs/>
          <w:sz w:val="24"/>
          <w:szCs w:val="24"/>
        </w:rPr>
      </w:pPr>
    </w:p>
    <w:p w:rsidR="00AB61F6" w:rsidRPr="00F02961" w:rsidRDefault="00AB61F6" w:rsidP="00FE314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>
        <w:rPr>
          <w:bCs/>
          <w:sz w:val="24"/>
          <w:szCs w:val="24"/>
        </w:rPr>
        <w:t xml:space="preserve">Текущий ремонт </w:t>
      </w:r>
      <w:r w:rsidR="00E1795C">
        <w:rPr>
          <w:bCs/>
          <w:sz w:val="24"/>
          <w:szCs w:val="24"/>
        </w:rPr>
        <w:t>автомобилей</w:t>
      </w:r>
      <w:r w:rsidR="004E2DB1">
        <w:rPr>
          <w:bCs/>
          <w:sz w:val="24"/>
          <w:szCs w:val="24"/>
        </w:rPr>
        <w:t xml:space="preserve"> и тракторов</w:t>
      </w:r>
      <w:r w:rsidR="00C128C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</w:t>
      </w:r>
      <w:r w:rsidR="004E2DB1">
        <w:rPr>
          <w:bCs/>
          <w:sz w:val="24"/>
          <w:szCs w:val="24"/>
        </w:rPr>
        <w:t>автотракторной</w:t>
      </w:r>
      <w:r w:rsidRPr="00F02961">
        <w:rPr>
          <w:bCs/>
          <w:sz w:val="24"/>
          <w:szCs w:val="24"/>
        </w:rPr>
        <w:t xml:space="preserve"> техники филиа</w:t>
      </w:r>
      <w:r w:rsidR="004E2DB1">
        <w:rPr>
          <w:bCs/>
          <w:sz w:val="24"/>
          <w:szCs w:val="24"/>
        </w:rPr>
        <w:t>ла ОАО «МРСК Центра</w:t>
      </w:r>
      <w:proofErr w:type="gramStart"/>
      <w:r w:rsidR="004E2DB1">
        <w:rPr>
          <w:bCs/>
          <w:sz w:val="24"/>
          <w:szCs w:val="24"/>
        </w:rPr>
        <w:t>»-</w:t>
      </w:r>
      <w:proofErr w:type="gramEnd"/>
      <w:r w:rsidR="00C128CA">
        <w:rPr>
          <w:bCs/>
          <w:sz w:val="24"/>
          <w:szCs w:val="24"/>
        </w:rPr>
        <w:t>«</w:t>
      </w:r>
      <w:r w:rsidR="00CB3CD5">
        <w:rPr>
          <w:bCs/>
          <w:sz w:val="24"/>
          <w:szCs w:val="24"/>
        </w:rPr>
        <w:t>Липецк</w:t>
      </w:r>
      <w:r w:rsidRPr="00F02961">
        <w:rPr>
          <w:bCs/>
          <w:sz w:val="24"/>
          <w:szCs w:val="24"/>
        </w:rPr>
        <w:t>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движения. 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>в конкурсе</w:t>
      </w:r>
      <w:r w:rsidR="00FE3144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должны иметь </w:t>
      </w:r>
      <w:r w:rsidRPr="00402010">
        <w:rPr>
          <w:bCs/>
          <w:sz w:val="24"/>
          <w:szCs w:val="24"/>
          <w:shd w:val="clear" w:color="auto" w:fill="FFFFFF" w:themeFill="background1"/>
        </w:rPr>
        <w:t>сертификат</w:t>
      </w:r>
      <w:r w:rsidRPr="00F02961">
        <w:rPr>
          <w:bCs/>
          <w:sz w:val="24"/>
          <w:szCs w:val="24"/>
        </w:rPr>
        <w:t xml:space="preserve"> на ока</w:t>
      </w:r>
      <w:r w:rsidR="004E2DB1">
        <w:rPr>
          <w:bCs/>
          <w:sz w:val="24"/>
          <w:szCs w:val="24"/>
        </w:rPr>
        <w:t>зание  услуг по ремонту</w:t>
      </w:r>
      <w:r w:rsidR="00FE3144">
        <w:rPr>
          <w:bCs/>
          <w:sz w:val="24"/>
          <w:szCs w:val="24"/>
        </w:rPr>
        <w:t xml:space="preserve"> </w:t>
      </w:r>
      <w:r w:rsidR="00C128CA">
        <w:rPr>
          <w:bCs/>
          <w:sz w:val="24"/>
          <w:szCs w:val="24"/>
        </w:rPr>
        <w:t>автомобилей</w:t>
      </w:r>
      <w:r w:rsidR="004E2DB1">
        <w:rPr>
          <w:bCs/>
          <w:sz w:val="24"/>
          <w:szCs w:val="24"/>
        </w:rPr>
        <w:t xml:space="preserve"> и тракторов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 разрешение на торговлю запасными частями,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AB61F6" w:rsidRPr="00884E67" w:rsidRDefault="00AB61F6" w:rsidP="00FE314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</w:t>
      </w:r>
      <w:r w:rsidRPr="009A5D3E">
        <w:rPr>
          <w:bCs/>
          <w:sz w:val="24"/>
          <w:szCs w:val="24"/>
        </w:rPr>
        <w:t>Текущий ремонт автомобилей</w:t>
      </w:r>
      <w:r w:rsidR="004E2DB1">
        <w:rPr>
          <w:bCs/>
          <w:sz w:val="24"/>
          <w:szCs w:val="24"/>
        </w:rPr>
        <w:t xml:space="preserve"> и тракторов</w:t>
      </w:r>
      <w:r w:rsidR="000D1120">
        <w:rPr>
          <w:bCs/>
          <w:sz w:val="24"/>
          <w:szCs w:val="24"/>
        </w:rPr>
        <w:t xml:space="preserve"> </w:t>
      </w:r>
      <w:proofErr w:type="gramStart"/>
      <w:r w:rsidR="000D1120" w:rsidRPr="000D1120">
        <w:rPr>
          <w:bCs/>
          <w:sz w:val="24"/>
          <w:szCs w:val="24"/>
        </w:rPr>
        <w:t xml:space="preserve">( </w:t>
      </w:r>
      <w:proofErr w:type="gramEnd"/>
      <w:r w:rsidR="000D1120">
        <w:rPr>
          <w:bCs/>
          <w:sz w:val="24"/>
          <w:szCs w:val="24"/>
        </w:rPr>
        <w:t>согласно приложения №1)</w:t>
      </w:r>
      <w:r w:rsidR="004E2DB1">
        <w:rPr>
          <w:bCs/>
          <w:sz w:val="24"/>
          <w:szCs w:val="24"/>
        </w:rPr>
        <w:t>.</w:t>
      </w:r>
    </w:p>
    <w:p w:rsidR="00AB61F6" w:rsidRPr="002A6C24" w:rsidRDefault="00AB61F6" w:rsidP="00FE3144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  <w:r w:rsidRPr="002A6C24">
        <w:rPr>
          <w:bCs/>
          <w:szCs w:val="26"/>
        </w:rPr>
        <w:t xml:space="preserve"> </w:t>
      </w:r>
    </w:p>
    <w:p w:rsidR="00AB61F6" w:rsidRPr="00884E67" w:rsidRDefault="00AB61F6" w:rsidP="00FE3144">
      <w:pPr>
        <w:pStyle w:val="a3"/>
        <w:spacing w:after="240"/>
        <w:ind w:left="1211"/>
        <w:jc w:val="both"/>
        <w:rPr>
          <w:bCs/>
          <w:sz w:val="24"/>
          <w:szCs w:val="24"/>
        </w:rPr>
      </w:pPr>
      <w:r w:rsidRPr="002A6C24">
        <w:rPr>
          <w:bCs/>
          <w:sz w:val="24"/>
          <w:szCs w:val="24"/>
        </w:rPr>
        <w:t xml:space="preserve">Проведение всех видов </w:t>
      </w:r>
      <w:proofErr w:type="gramStart"/>
      <w:r w:rsidRPr="002A6C24">
        <w:rPr>
          <w:bCs/>
          <w:sz w:val="24"/>
          <w:szCs w:val="24"/>
        </w:rPr>
        <w:t>работ</w:t>
      </w:r>
      <w:proofErr w:type="gramEnd"/>
      <w:r w:rsidRPr="002A6C24">
        <w:rPr>
          <w:bCs/>
          <w:sz w:val="24"/>
          <w:szCs w:val="24"/>
        </w:rPr>
        <w:t xml:space="preserve"> по текущему ремонту автом</w:t>
      </w:r>
      <w:r w:rsidR="00C128CA">
        <w:rPr>
          <w:bCs/>
          <w:sz w:val="24"/>
          <w:szCs w:val="24"/>
        </w:rPr>
        <w:t>обилей</w:t>
      </w:r>
      <w:r w:rsidRPr="002A6C24">
        <w:rPr>
          <w:bCs/>
          <w:sz w:val="24"/>
          <w:szCs w:val="24"/>
        </w:rPr>
        <w:t xml:space="preserve"> принадлеж</w:t>
      </w:r>
      <w:r w:rsidR="004E2DB1">
        <w:rPr>
          <w:bCs/>
          <w:sz w:val="24"/>
          <w:szCs w:val="24"/>
        </w:rPr>
        <w:t>ащих филиалу  ОАО «МРСК Центра»</w:t>
      </w:r>
      <w:r w:rsidRPr="002A6C24">
        <w:rPr>
          <w:bCs/>
          <w:sz w:val="24"/>
          <w:szCs w:val="24"/>
        </w:rPr>
        <w:t>-</w:t>
      </w:r>
      <w:r w:rsidR="00C128CA">
        <w:rPr>
          <w:bCs/>
          <w:sz w:val="24"/>
          <w:szCs w:val="24"/>
        </w:rPr>
        <w:t xml:space="preserve">             </w:t>
      </w:r>
      <w:r w:rsidR="00402010">
        <w:rPr>
          <w:bCs/>
          <w:sz w:val="24"/>
          <w:szCs w:val="24"/>
        </w:rPr>
        <w:t xml:space="preserve"> </w:t>
      </w:r>
      <w:r w:rsidR="00A63D08" w:rsidRPr="00A63D08">
        <w:rPr>
          <w:bCs/>
          <w:sz w:val="24"/>
          <w:szCs w:val="24"/>
        </w:rPr>
        <w:t xml:space="preserve"> </w:t>
      </w:r>
      <w:r w:rsidR="00402010">
        <w:rPr>
          <w:bCs/>
          <w:sz w:val="24"/>
          <w:szCs w:val="24"/>
        </w:rPr>
        <w:t>«</w:t>
      </w:r>
      <w:r w:rsidR="004E2DB1">
        <w:rPr>
          <w:bCs/>
          <w:sz w:val="24"/>
          <w:szCs w:val="24"/>
        </w:rPr>
        <w:t>Липецк</w:t>
      </w:r>
      <w:r w:rsidR="00C128CA">
        <w:rPr>
          <w:bCs/>
          <w:sz w:val="24"/>
          <w:szCs w:val="24"/>
        </w:rPr>
        <w:t>энерго</w:t>
      </w:r>
      <w:r w:rsidR="007E0BBE">
        <w:rPr>
          <w:bCs/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AB61F6" w:rsidRPr="003C6451" w:rsidRDefault="00AB61F6" w:rsidP="00FE3144">
      <w:pPr>
        <w:ind w:left="360" w:firstLine="491"/>
        <w:jc w:val="both"/>
      </w:pPr>
      <w:r w:rsidRPr="003C6451">
        <w:t xml:space="preserve">Основные виды ремонта </w:t>
      </w:r>
      <w:r>
        <w:t>авто</w:t>
      </w:r>
      <w:r w:rsidR="00C128CA">
        <w:t>мобилей</w:t>
      </w:r>
      <w:r>
        <w:t>:</w:t>
      </w:r>
    </w:p>
    <w:p w:rsidR="00AB61F6" w:rsidRPr="003C6451" w:rsidRDefault="00AB61F6" w:rsidP="00FE3144">
      <w:pPr>
        <w:ind w:left="360" w:firstLine="916"/>
        <w:jc w:val="both"/>
      </w:pPr>
      <w:r w:rsidRPr="003C6451">
        <w:t>Ремонт двигателей и навесного оборудования ДВС;</w:t>
      </w:r>
      <w:bookmarkStart w:id="0" w:name="_GoBack"/>
      <w:bookmarkEnd w:id="0"/>
    </w:p>
    <w:p w:rsidR="00AB61F6" w:rsidRPr="003C6451" w:rsidRDefault="00AB61F6" w:rsidP="00FE3144">
      <w:pPr>
        <w:ind w:left="360" w:firstLine="916"/>
        <w:jc w:val="both"/>
      </w:pPr>
      <w:r w:rsidRPr="003C6451">
        <w:t>Ремонт ходовой части, подвески, трансмиссии, тормозной системы;</w:t>
      </w:r>
    </w:p>
    <w:p w:rsidR="00AB61F6" w:rsidRPr="003C6451" w:rsidRDefault="00AB61F6" w:rsidP="00FE3144">
      <w:pPr>
        <w:ind w:left="360" w:firstLine="916"/>
        <w:jc w:val="both"/>
      </w:pPr>
      <w:r w:rsidRPr="003C6451">
        <w:t xml:space="preserve">Ремонт электрооборудования; </w:t>
      </w:r>
    </w:p>
    <w:p w:rsidR="00AB61F6" w:rsidRDefault="00AB61F6" w:rsidP="00FE3144">
      <w:pPr>
        <w:ind w:left="360" w:firstLine="916"/>
        <w:jc w:val="both"/>
      </w:pPr>
      <w:r w:rsidRPr="003C6451">
        <w:t>Ремонт топливной системы бензиновых и дизельных двигателей;</w:t>
      </w:r>
    </w:p>
    <w:p w:rsidR="00AB61F6" w:rsidRPr="003C6451" w:rsidRDefault="00AB61F6" w:rsidP="00FE3144">
      <w:pPr>
        <w:ind w:left="360" w:firstLine="916"/>
        <w:jc w:val="both"/>
      </w:pPr>
      <w:r>
        <w:t>Кузовной ремонт и окраска.</w:t>
      </w:r>
    </w:p>
    <w:p w:rsidR="00AB61F6" w:rsidRDefault="00AB61F6" w:rsidP="00FE3144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Pr="001A148F">
        <w:rPr>
          <w:bCs/>
          <w:sz w:val="24"/>
          <w:szCs w:val="24"/>
        </w:rPr>
        <w:t>Ремонты производятся в течение  201</w:t>
      </w:r>
      <w:r w:rsidR="00230DB5">
        <w:rPr>
          <w:bCs/>
          <w:sz w:val="24"/>
          <w:szCs w:val="24"/>
        </w:rPr>
        <w:t>3</w:t>
      </w:r>
      <w:r w:rsidRPr="001A148F">
        <w:rPr>
          <w:bCs/>
          <w:sz w:val="24"/>
          <w:szCs w:val="24"/>
        </w:rPr>
        <w:t xml:space="preserve"> года согласно заявок</w:t>
      </w:r>
      <w:r w:rsidR="00FE3144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Pr="001A148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proofErr w:type="spellStart"/>
      <w:r w:rsidRPr="001A148F">
        <w:rPr>
          <w:bCs/>
          <w:sz w:val="24"/>
          <w:szCs w:val="24"/>
        </w:rPr>
        <w:t>СМиТ</w:t>
      </w:r>
      <w:proofErr w:type="spellEnd"/>
      <w:r w:rsidRPr="001A148F">
        <w:rPr>
          <w:bCs/>
          <w:sz w:val="24"/>
          <w:szCs w:val="24"/>
        </w:rPr>
        <w:t xml:space="preserve"> филиала  ОАО «МРСК Центра</w:t>
      </w:r>
      <w:proofErr w:type="gramStart"/>
      <w:r w:rsidRPr="001A148F">
        <w:rPr>
          <w:bCs/>
          <w:sz w:val="24"/>
          <w:szCs w:val="24"/>
        </w:rPr>
        <w:t>»</w:t>
      </w:r>
      <w:r w:rsidR="004E2DB1">
        <w:rPr>
          <w:bCs/>
          <w:sz w:val="24"/>
          <w:szCs w:val="24"/>
        </w:rPr>
        <w:t>-</w:t>
      </w:r>
      <w:proofErr w:type="gramEnd"/>
      <w:r w:rsidRPr="001A148F">
        <w:rPr>
          <w:bCs/>
          <w:sz w:val="24"/>
          <w:szCs w:val="24"/>
        </w:rPr>
        <w:t>«</w:t>
      </w:r>
      <w:r w:rsidR="004E2DB1">
        <w:rPr>
          <w:bCs/>
          <w:sz w:val="24"/>
          <w:szCs w:val="24"/>
        </w:rPr>
        <w:t>Липецк</w:t>
      </w:r>
      <w:r w:rsidR="00C128CA">
        <w:rPr>
          <w:bCs/>
          <w:sz w:val="24"/>
          <w:szCs w:val="24"/>
        </w:rPr>
        <w:t>энерго</w:t>
      </w:r>
      <w:r w:rsidRPr="001A148F">
        <w:rPr>
          <w:bCs/>
          <w:sz w:val="24"/>
          <w:szCs w:val="24"/>
        </w:rPr>
        <w:t>». Сроки ремонта отдельного автомобиля</w:t>
      </w:r>
      <w:r w:rsidR="004E2DB1">
        <w:rPr>
          <w:bCs/>
          <w:sz w:val="24"/>
          <w:szCs w:val="24"/>
        </w:rPr>
        <w:t>, трактора</w:t>
      </w:r>
      <w:r w:rsidRPr="001A148F">
        <w:rPr>
          <w:bCs/>
          <w:sz w:val="24"/>
          <w:szCs w:val="24"/>
        </w:rPr>
        <w:t xml:space="preserve"> или агрегата согласовываются с представителями </w:t>
      </w:r>
      <w:r>
        <w:rPr>
          <w:bCs/>
          <w:sz w:val="24"/>
          <w:szCs w:val="24"/>
        </w:rPr>
        <w:t xml:space="preserve"> </w:t>
      </w:r>
      <w:proofErr w:type="spellStart"/>
      <w:r w:rsidRPr="001A148F">
        <w:rPr>
          <w:bCs/>
          <w:sz w:val="24"/>
          <w:szCs w:val="24"/>
        </w:rPr>
        <w:t>СМиТ</w:t>
      </w:r>
      <w:proofErr w:type="spellEnd"/>
      <w:r w:rsidRPr="001A148F">
        <w:rPr>
          <w:bCs/>
          <w:sz w:val="24"/>
          <w:szCs w:val="24"/>
        </w:rPr>
        <w:t xml:space="preserve"> филиала ОАО «МРСК Центра</w:t>
      </w:r>
      <w:proofErr w:type="gramStart"/>
      <w:r w:rsidRPr="001A148F">
        <w:rPr>
          <w:bCs/>
          <w:sz w:val="24"/>
          <w:szCs w:val="24"/>
        </w:rPr>
        <w:t>»-</w:t>
      </w:r>
      <w:proofErr w:type="gramEnd"/>
      <w:r w:rsidRPr="001A148F">
        <w:rPr>
          <w:bCs/>
          <w:sz w:val="24"/>
          <w:szCs w:val="24"/>
        </w:rPr>
        <w:t>«</w:t>
      </w:r>
      <w:r w:rsidR="004E2DB1">
        <w:rPr>
          <w:bCs/>
          <w:sz w:val="24"/>
          <w:szCs w:val="24"/>
        </w:rPr>
        <w:t>Липецк</w:t>
      </w:r>
      <w:r w:rsidR="00C128CA">
        <w:rPr>
          <w:bCs/>
          <w:sz w:val="24"/>
          <w:szCs w:val="24"/>
        </w:rPr>
        <w:t>энерго</w:t>
      </w:r>
      <w:r w:rsidRPr="001A148F">
        <w:rPr>
          <w:bCs/>
          <w:sz w:val="24"/>
          <w:szCs w:val="24"/>
        </w:rPr>
        <w:t>» и не должны превышать 20 дней с момента принятия в ремонт.</w:t>
      </w:r>
    </w:p>
    <w:p w:rsidR="00AB61F6" w:rsidRPr="00A63D08" w:rsidRDefault="00AB61F6" w:rsidP="00FE3144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Гарантийные обязательства: </w:t>
      </w:r>
      <w:r w:rsidRPr="001A148F">
        <w:rPr>
          <w:bCs/>
          <w:sz w:val="24"/>
          <w:szCs w:val="24"/>
        </w:rPr>
        <w:t>Подрядчик должен гарантировать соответствие отремонтированных агрегатов  требованиям нормативно-технической документации на срок не менее 6 месяцев с момента подписания акта выполненных работ.</w:t>
      </w:r>
    </w:p>
    <w:p w:rsidR="00A63D08" w:rsidRPr="00A63D08" w:rsidRDefault="00A63D08" w:rsidP="00FE3144">
      <w:pPr>
        <w:pStyle w:val="a3"/>
        <w:spacing w:after="240"/>
        <w:ind w:left="12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Гарантия на запасные части</w:t>
      </w:r>
      <w:r w:rsidR="00FE3144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исполь</w:t>
      </w:r>
      <w:r w:rsidR="00C128CA">
        <w:rPr>
          <w:bCs/>
          <w:sz w:val="24"/>
          <w:szCs w:val="24"/>
        </w:rPr>
        <w:t>зуемые в процессе ремонта</w:t>
      </w:r>
      <w:r w:rsidR="00FE3144">
        <w:rPr>
          <w:bCs/>
          <w:sz w:val="24"/>
          <w:szCs w:val="24"/>
        </w:rPr>
        <w:t>,</w:t>
      </w:r>
      <w:r w:rsidR="00C128CA">
        <w:rPr>
          <w:bCs/>
          <w:sz w:val="24"/>
          <w:szCs w:val="24"/>
        </w:rPr>
        <w:t xml:space="preserve"> не менее 2-х недель.</w:t>
      </w:r>
    </w:p>
    <w:p w:rsidR="00AB61F6" w:rsidRPr="003C6451" w:rsidRDefault="00AB61F6" w:rsidP="00FE3144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AB61F6" w:rsidRDefault="00AB61F6" w:rsidP="00FE3144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.1</w:t>
      </w:r>
      <w:r>
        <w:rPr>
          <w:color w:val="000000"/>
          <w:sz w:val="24"/>
          <w:szCs w:val="24"/>
        </w:rPr>
        <w:t xml:space="preserve"> </w:t>
      </w:r>
      <w:r w:rsidRPr="003C6451">
        <w:rPr>
          <w:color w:val="000000"/>
          <w:sz w:val="24"/>
          <w:szCs w:val="24"/>
        </w:rPr>
        <w:t>Ремонт должен производиться в соответствии с действующей нормативно-технической документа</w:t>
      </w:r>
      <w:r>
        <w:rPr>
          <w:color w:val="000000"/>
          <w:sz w:val="24"/>
          <w:szCs w:val="24"/>
        </w:rPr>
        <w:t xml:space="preserve">цией. </w:t>
      </w:r>
      <w:r w:rsidRPr="003C6451">
        <w:rPr>
          <w:color w:val="000000"/>
          <w:sz w:val="24"/>
          <w:szCs w:val="24"/>
        </w:rPr>
        <w:t>Расчет трудозатрат должен производиться на основании справочника трудоемкости работ</w:t>
      </w:r>
      <w:r w:rsidR="00F042D2">
        <w:rPr>
          <w:color w:val="000000"/>
          <w:sz w:val="24"/>
          <w:szCs w:val="24"/>
        </w:rPr>
        <w:t>, предложенных</w:t>
      </w:r>
      <w:r w:rsidRPr="003C6451">
        <w:rPr>
          <w:color w:val="000000"/>
          <w:sz w:val="24"/>
          <w:szCs w:val="24"/>
        </w:rPr>
        <w:t xml:space="preserve"> заводом изготовителем   конкретного автомобиля. </w:t>
      </w:r>
    </w:p>
    <w:p w:rsidR="00AB61F6" w:rsidRDefault="00AB61F6" w:rsidP="00FE3144">
      <w:pPr>
        <w:pStyle w:val="a3"/>
        <w:tabs>
          <w:tab w:val="num" w:pos="1440"/>
        </w:tabs>
        <w:ind w:left="1560"/>
        <w:jc w:val="both"/>
        <w:rPr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.2</w:t>
      </w:r>
      <w:r>
        <w:rPr>
          <w:color w:val="000000"/>
          <w:sz w:val="24"/>
          <w:szCs w:val="24"/>
        </w:rPr>
        <w:t xml:space="preserve"> </w:t>
      </w:r>
      <w:r w:rsidRPr="003C6451">
        <w:rPr>
          <w:color w:val="000000"/>
          <w:sz w:val="24"/>
          <w:szCs w:val="24"/>
        </w:rPr>
        <w:t xml:space="preserve">Подрядчики </w:t>
      </w:r>
      <w:r w:rsidRPr="003C6451">
        <w:rPr>
          <w:sz w:val="24"/>
          <w:szCs w:val="24"/>
        </w:rPr>
        <w:t xml:space="preserve">должны иметь </w:t>
      </w:r>
      <w:r w:rsidR="00C128CA">
        <w:rPr>
          <w:sz w:val="24"/>
          <w:szCs w:val="24"/>
        </w:rPr>
        <w:t>сертификат</w:t>
      </w:r>
      <w:r w:rsidRPr="003C6451">
        <w:rPr>
          <w:sz w:val="24"/>
          <w:szCs w:val="24"/>
        </w:rPr>
        <w:t xml:space="preserve"> на выполняемые виды работ. </w:t>
      </w:r>
    </w:p>
    <w:p w:rsidR="00AB61F6" w:rsidRDefault="00AB61F6" w:rsidP="00FE3144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6</w:t>
      </w:r>
      <w:r w:rsidRPr="003C6451">
        <w:rPr>
          <w:b/>
          <w:sz w:val="22"/>
          <w:szCs w:val="22"/>
        </w:rPr>
        <w:t>.3</w:t>
      </w:r>
      <w:proofErr w:type="gramStart"/>
      <w:r>
        <w:rPr>
          <w:sz w:val="24"/>
          <w:szCs w:val="24"/>
        </w:rPr>
        <w:t xml:space="preserve"> </w:t>
      </w:r>
      <w:r w:rsidRPr="003C6451">
        <w:rPr>
          <w:color w:val="000000"/>
          <w:sz w:val="24"/>
          <w:szCs w:val="24"/>
        </w:rPr>
        <w:t>В</w:t>
      </w:r>
      <w:proofErr w:type="gramEnd"/>
      <w:r w:rsidRPr="003C6451">
        <w:rPr>
          <w:color w:val="000000"/>
          <w:sz w:val="24"/>
          <w:szCs w:val="24"/>
        </w:rPr>
        <w:t xml:space="preserve">се работы Подрядчик выполняет на своих площадях и оборудовании с использованием своих материалов, запчастей с возможностью применения новых запасных частей заказчика. </w:t>
      </w:r>
    </w:p>
    <w:p w:rsidR="00AB61F6" w:rsidRPr="003C6451" w:rsidRDefault="00AB61F6" w:rsidP="00FE3144">
      <w:pPr>
        <w:pStyle w:val="a3"/>
        <w:tabs>
          <w:tab w:val="num" w:pos="1440"/>
        </w:tabs>
        <w:ind w:left="1560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.4</w:t>
      </w:r>
      <w:proofErr w:type="gramStart"/>
      <w:r>
        <w:rPr>
          <w:color w:val="000000"/>
          <w:sz w:val="24"/>
          <w:szCs w:val="24"/>
        </w:rPr>
        <w:t xml:space="preserve"> </w:t>
      </w:r>
      <w:r w:rsidRPr="003C6451">
        <w:rPr>
          <w:sz w:val="24"/>
          <w:szCs w:val="24"/>
        </w:rPr>
        <w:t>В</w:t>
      </w:r>
      <w:proofErr w:type="gramEnd"/>
      <w:r w:rsidRPr="003C6451">
        <w:rPr>
          <w:sz w:val="24"/>
          <w:szCs w:val="24"/>
        </w:rPr>
        <w:t>се применяемые материалы и запчасти должны иметь паспорта и сертификаты.</w:t>
      </w:r>
    </w:p>
    <w:p w:rsidR="00AB61F6" w:rsidRPr="005E1FD2" w:rsidRDefault="00AB61F6" w:rsidP="00FE3144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lastRenderedPageBreak/>
        <w:t xml:space="preserve"> </w:t>
      </w:r>
      <w:r w:rsidRPr="001A148F">
        <w:rPr>
          <w:bCs/>
          <w:sz w:val="24"/>
          <w:szCs w:val="24"/>
        </w:rPr>
        <w:t>Правила контроля и приемки работ: Руководители работ, выполняющие ремонт, совместно с представите</w:t>
      </w:r>
      <w:r w:rsidR="00A44850">
        <w:rPr>
          <w:bCs/>
          <w:sz w:val="24"/>
          <w:szCs w:val="24"/>
        </w:rPr>
        <w:t>лями филиала  ОАО «МРСК Центра</w:t>
      </w:r>
      <w:proofErr w:type="gramStart"/>
      <w:r w:rsidR="00A44850">
        <w:rPr>
          <w:bCs/>
          <w:sz w:val="24"/>
          <w:szCs w:val="24"/>
        </w:rPr>
        <w:t>»-</w:t>
      </w:r>
      <w:proofErr w:type="gramEnd"/>
      <w:r w:rsidRPr="001A148F">
        <w:rPr>
          <w:bCs/>
          <w:sz w:val="24"/>
          <w:szCs w:val="24"/>
        </w:rPr>
        <w:t>«</w:t>
      </w:r>
      <w:r w:rsidR="00230DB5">
        <w:rPr>
          <w:bCs/>
          <w:sz w:val="24"/>
          <w:szCs w:val="24"/>
        </w:rPr>
        <w:t>Липецк</w:t>
      </w:r>
      <w:r w:rsidR="00402010">
        <w:rPr>
          <w:bCs/>
          <w:sz w:val="24"/>
          <w:szCs w:val="24"/>
        </w:rPr>
        <w:t>энерго</w:t>
      </w:r>
      <w:r w:rsidRPr="001A148F">
        <w:rPr>
          <w:bCs/>
          <w:sz w:val="24"/>
          <w:szCs w:val="24"/>
        </w:rPr>
        <w:t xml:space="preserve"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</w:t>
      </w:r>
      <w:r w:rsidRPr="005E1FD2">
        <w:rPr>
          <w:bCs/>
          <w:sz w:val="24"/>
          <w:szCs w:val="24"/>
        </w:rPr>
        <w:t>выполненных работ и  использованных при выполнении работ запасных частей и материалов. Обнаруженные при приемке работ отступления  и замечания  Подрядчик устраняет за свой счет.</w:t>
      </w:r>
    </w:p>
    <w:p w:rsidR="00AB61F6" w:rsidRPr="005E1FD2" w:rsidRDefault="00AB61F6" w:rsidP="00FE3144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5E1FD2">
        <w:rPr>
          <w:bCs/>
          <w:sz w:val="24"/>
          <w:szCs w:val="24"/>
        </w:rPr>
        <w:t xml:space="preserve"> Условия оплаты: </w:t>
      </w:r>
      <w:r w:rsidR="005E1FD2" w:rsidRPr="005E1FD2">
        <w:rPr>
          <w:sz w:val="24"/>
          <w:szCs w:val="24"/>
        </w:rPr>
        <w:t>безналичный расчет, в течение 30 (тридцати) рабочих дней с момента подписания сторонами актов выполненных работ</w:t>
      </w:r>
      <w:r w:rsidR="005E1FD2">
        <w:rPr>
          <w:sz w:val="24"/>
          <w:szCs w:val="24"/>
        </w:rPr>
        <w:t>.</w:t>
      </w:r>
    </w:p>
    <w:p w:rsidR="00AB61F6" w:rsidRPr="00376C4A" w:rsidRDefault="00AB61F6" w:rsidP="00FE3144">
      <w:pPr>
        <w:numPr>
          <w:ilvl w:val="0"/>
          <w:numId w:val="1"/>
        </w:numPr>
        <w:jc w:val="both"/>
      </w:pPr>
      <w:r w:rsidRPr="00376C4A">
        <w:t>Критерии отбора  поставщика</w:t>
      </w:r>
      <w:r w:rsidR="00230DB5">
        <w:t>.</w:t>
      </w:r>
      <w:r w:rsidRPr="00376C4A">
        <w:t xml:space="preserve"> </w:t>
      </w:r>
    </w:p>
    <w:p w:rsidR="00AB61F6" w:rsidRPr="00327F97" w:rsidRDefault="00D10CF3" w:rsidP="00FE3144">
      <w:pPr>
        <w:ind w:left="1276" w:hanging="1276"/>
        <w:jc w:val="both"/>
      </w:pPr>
      <w:r>
        <w:t xml:space="preserve">             </w:t>
      </w:r>
      <w:r w:rsidR="00AB61F6" w:rsidRPr="00376C4A">
        <w:t xml:space="preserve"> </w:t>
      </w:r>
      <w:r w:rsidR="00AB61F6" w:rsidRPr="00327F97">
        <w:rPr>
          <w:b/>
          <w:sz w:val="22"/>
          <w:szCs w:val="22"/>
        </w:rPr>
        <w:t>9.1</w:t>
      </w:r>
      <w:r>
        <w:rPr>
          <w:b/>
          <w:sz w:val="22"/>
          <w:szCs w:val="22"/>
        </w:rPr>
        <w:t xml:space="preserve"> </w:t>
      </w:r>
      <w:r w:rsidR="00AB61F6" w:rsidRPr="00327F97">
        <w:t xml:space="preserve"> Оптимальные цены с учетом стоимости нормо-часа</w:t>
      </w:r>
      <w:r w:rsidR="00AD4034">
        <w:t xml:space="preserve"> </w:t>
      </w:r>
      <w:r w:rsidR="00AD4034" w:rsidRPr="00AD4034">
        <w:rPr>
          <w:b/>
          <w:u w:val="single"/>
        </w:rPr>
        <w:t>(цена нормо-часа не должна превышать цену</w:t>
      </w:r>
      <w:r w:rsidR="00473E45">
        <w:rPr>
          <w:b/>
          <w:u w:val="single"/>
        </w:rPr>
        <w:t>,</w:t>
      </w:r>
      <w:r w:rsidR="00AD4034" w:rsidRPr="00AD4034">
        <w:rPr>
          <w:b/>
          <w:u w:val="single"/>
        </w:rPr>
        <w:t xml:space="preserve"> заявленную в </w:t>
      </w:r>
      <w:proofErr w:type="gramStart"/>
      <w:r w:rsidR="00AD4034" w:rsidRPr="00AD4034">
        <w:rPr>
          <w:b/>
          <w:u w:val="single"/>
        </w:rPr>
        <w:t>данном</w:t>
      </w:r>
      <w:proofErr w:type="gramEnd"/>
      <w:r w:rsidR="00AD4034" w:rsidRPr="00AD4034">
        <w:rPr>
          <w:b/>
          <w:u w:val="single"/>
        </w:rPr>
        <w:t xml:space="preserve"> ТЗ)</w:t>
      </w:r>
      <w:r w:rsidR="00AB61F6" w:rsidRPr="00327F97">
        <w:t xml:space="preserve">,  включающие  все накладные расходы и другие обязательные платежи и </w:t>
      </w:r>
      <w:r>
        <w:t xml:space="preserve"> </w:t>
      </w:r>
      <w:r w:rsidR="00AB61F6" w:rsidRPr="00327F97">
        <w:t>скидки.</w:t>
      </w:r>
    </w:p>
    <w:p w:rsidR="00AB61F6" w:rsidRPr="00376C4A" w:rsidRDefault="00AB61F6" w:rsidP="00FE3144">
      <w:pPr>
        <w:ind w:left="1276"/>
        <w:jc w:val="both"/>
      </w:pPr>
      <w:r w:rsidRPr="00376C4A">
        <w:t xml:space="preserve"> </w:t>
      </w:r>
      <w:r w:rsidRPr="00376C4A">
        <w:rPr>
          <w:b/>
          <w:sz w:val="22"/>
          <w:szCs w:val="22"/>
        </w:rPr>
        <w:t>9.2</w:t>
      </w:r>
      <w:r w:rsidRPr="00376C4A">
        <w:t xml:space="preserve"> Условия и удобство оплаты  за выполненные работы  в  201</w:t>
      </w:r>
      <w:r w:rsidR="004E2DB1">
        <w:t>3</w:t>
      </w:r>
      <w:r w:rsidRPr="00376C4A">
        <w:t xml:space="preserve"> год</w:t>
      </w:r>
      <w:r>
        <w:t>у</w:t>
      </w:r>
      <w:r w:rsidRPr="00376C4A">
        <w:t>.</w:t>
      </w:r>
    </w:p>
    <w:p w:rsidR="00AB61F6" w:rsidRPr="00376C4A" w:rsidRDefault="00AB61F6" w:rsidP="00FE3144">
      <w:pPr>
        <w:ind w:left="1276"/>
        <w:jc w:val="both"/>
      </w:pPr>
      <w:r w:rsidRPr="00376C4A">
        <w:t xml:space="preserve"> </w:t>
      </w:r>
      <w:r w:rsidRPr="00376C4A">
        <w:rPr>
          <w:b/>
          <w:sz w:val="22"/>
          <w:szCs w:val="22"/>
        </w:rPr>
        <w:t>9.3</w:t>
      </w:r>
      <w:r w:rsidRPr="00376C4A">
        <w:t xml:space="preserve"> Выгодное территориальное рас</w:t>
      </w:r>
      <w:r w:rsidR="00EC3F1F">
        <w:t xml:space="preserve">положение </w:t>
      </w:r>
      <w:r w:rsidRPr="00376C4A">
        <w:t xml:space="preserve"> автосервиса или ремонтного производства</w:t>
      </w:r>
      <w:r w:rsidR="00EC3F1F" w:rsidRPr="00EC3F1F">
        <w:t xml:space="preserve"> </w:t>
      </w:r>
      <w:r w:rsidR="00EC3F1F">
        <w:t>в</w:t>
      </w:r>
      <w:r w:rsidR="00230DB5">
        <w:t xml:space="preserve"> </w:t>
      </w:r>
      <w:r w:rsidR="00ED4389">
        <w:t>городе Липецке</w:t>
      </w:r>
      <w:r w:rsidRPr="00376C4A">
        <w:t>.</w:t>
      </w:r>
    </w:p>
    <w:p w:rsidR="00AB61F6" w:rsidRPr="00376C4A" w:rsidRDefault="00AB61F6" w:rsidP="00FE3144">
      <w:pPr>
        <w:ind w:left="1276"/>
        <w:jc w:val="both"/>
      </w:pPr>
      <w:r w:rsidRPr="00376C4A">
        <w:t xml:space="preserve"> </w:t>
      </w:r>
      <w:r w:rsidRPr="00376C4A">
        <w:rPr>
          <w:b/>
          <w:sz w:val="22"/>
          <w:szCs w:val="22"/>
        </w:rPr>
        <w:t>9.4</w:t>
      </w:r>
      <w:r w:rsidRPr="00376C4A">
        <w:t xml:space="preserve"> Качество предоставляемых услуг.</w:t>
      </w:r>
    </w:p>
    <w:p w:rsidR="00AB61F6" w:rsidRPr="00376C4A" w:rsidRDefault="00AB61F6" w:rsidP="00FE3144">
      <w:pPr>
        <w:ind w:left="1276"/>
        <w:jc w:val="both"/>
      </w:pPr>
      <w:r w:rsidRPr="00376C4A">
        <w:t xml:space="preserve"> </w:t>
      </w:r>
      <w:r w:rsidRPr="00376C4A">
        <w:rPr>
          <w:b/>
          <w:sz w:val="22"/>
          <w:szCs w:val="22"/>
        </w:rPr>
        <w:t>9.5</w:t>
      </w:r>
      <w:r w:rsidRPr="00376C4A">
        <w:t xml:space="preserve"> </w:t>
      </w:r>
      <w:r w:rsidRPr="00402010">
        <w:rPr>
          <w:shd w:val="clear" w:color="auto" w:fill="FFFFFF" w:themeFill="background1"/>
        </w:rPr>
        <w:t>Гарантия на выполненные работы и услуги не менее 6 месяцев, на  запасные части не менее 2-х недель с момента установки и подписания акта выполненных работ.</w:t>
      </w:r>
    </w:p>
    <w:p w:rsidR="00AB61F6" w:rsidRDefault="00AB61F6" w:rsidP="00FE3144">
      <w:pPr>
        <w:ind w:left="1276"/>
        <w:jc w:val="both"/>
      </w:pPr>
      <w:r>
        <w:rPr>
          <w:sz w:val="26"/>
          <w:szCs w:val="26"/>
        </w:rPr>
        <w:t xml:space="preserve"> </w:t>
      </w:r>
      <w:r w:rsidRPr="00376C4A">
        <w:t>Определение стоимости нормо-часа на выполнение работ:</w:t>
      </w:r>
    </w:p>
    <w:p w:rsidR="00C0793C" w:rsidRDefault="00C0793C" w:rsidP="002A6C24">
      <w:pPr>
        <w:ind w:left="1276"/>
      </w:pPr>
    </w:p>
    <w:tbl>
      <w:tblPr>
        <w:tblpPr w:leftFromText="180" w:rightFromText="180" w:vertAnchor="text" w:horzAnchor="margin" w:tblpXSpec="center" w:tblpY="271"/>
        <w:tblW w:w="13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5904"/>
        <w:gridCol w:w="2248"/>
        <w:gridCol w:w="4820"/>
      </w:tblGrid>
      <w:tr w:rsidR="00164D00" w:rsidRPr="00576309" w:rsidTr="00164D00">
        <w:trPr>
          <w:trHeight w:val="974"/>
        </w:trPr>
        <w:tc>
          <w:tcPr>
            <w:tcW w:w="425" w:type="dxa"/>
            <w:vAlign w:val="center"/>
          </w:tcPr>
          <w:p w:rsidR="00164D00" w:rsidRPr="00576309" w:rsidRDefault="00164D00" w:rsidP="00164D00">
            <w:pPr>
              <w:ind w:right="96"/>
              <w:jc w:val="center"/>
            </w:pPr>
            <w:r w:rsidRPr="00576309">
              <w:t xml:space="preserve">№ </w:t>
            </w:r>
            <w:proofErr w:type="gramStart"/>
            <w:r w:rsidRPr="00576309">
              <w:t>п</w:t>
            </w:r>
            <w:proofErr w:type="gramEnd"/>
            <w:r w:rsidRPr="00576309">
              <w:t>/п</w:t>
            </w:r>
          </w:p>
        </w:tc>
        <w:tc>
          <w:tcPr>
            <w:tcW w:w="0" w:type="auto"/>
            <w:vAlign w:val="center"/>
          </w:tcPr>
          <w:p w:rsidR="00164D00" w:rsidRPr="00576309" w:rsidRDefault="00164D00" w:rsidP="00164D00">
            <w:pPr>
              <w:ind w:left="1276"/>
              <w:jc w:val="center"/>
            </w:pPr>
            <w:r w:rsidRPr="00576309">
              <w:t>Вид выполняемых работ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164D00" w:rsidRPr="00576309" w:rsidRDefault="00164D00" w:rsidP="00164D00">
            <w:pPr>
              <w:ind w:left="317"/>
              <w:jc w:val="center"/>
            </w:pPr>
            <w:r w:rsidRPr="00576309">
              <w:t>Скидка на используемые запасные части  %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64D00" w:rsidRPr="00576309" w:rsidRDefault="00164D00" w:rsidP="00164D00">
            <w:pPr>
              <w:ind w:left="317"/>
              <w:jc w:val="center"/>
            </w:pPr>
            <w:r>
              <w:t>Средняя стоимость нормо-часа работ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spellStart"/>
            <w:proofErr w:type="gramStart"/>
            <w:r>
              <w:t>р</w:t>
            </w:r>
            <w:proofErr w:type="gramEnd"/>
            <w:r w:rsidRPr="00576309">
              <w:t>уб</w:t>
            </w:r>
            <w:proofErr w:type="spellEnd"/>
            <w:r w:rsidRPr="00576309">
              <w:t>/час.)</w:t>
            </w:r>
            <w:r>
              <w:t xml:space="preserve"> без НДС</w:t>
            </w:r>
          </w:p>
        </w:tc>
      </w:tr>
      <w:tr w:rsidR="00164D00" w:rsidRPr="00576309" w:rsidTr="00164D00">
        <w:tc>
          <w:tcPr>
            <w:tcW w:w="425" w:type="dxa"/>
          </w:tcPr>
          <w:p w:rsidR="00164D00" w:rsidRPr="00576309" w:rsidRDefault="00164D00" w:rsidP="00164D00">
            <w:pPr>
              <w:jc w:val="center"/>
            </w:pPr>
            <w:r w:rsidRPr="00576309">
              <w:t>1</w:t>
            </w:r>
          </w:p>
        </w:tc>
        <w:tc>
          <w:tcPr>
            <w:tcW w:w="0" w:type="auto"/>
          </w:tcPr>
          <w:p w:rsidR="00164D00" w:rsidRPr="00576309" w:rsidRDefault="00164D00" w:rsidP="00164D00">
            <w:pPr>
              <w:ind w:left="243"/>
            </w:pPr>
            <w:r w:rsidRPr="00576309">
              <w:rPr>
                <w:b/>
              </w:rPr>
              <w:t>Ремонт двигателей и навесного оборудования ДВС автомобилей</w:t>
            </w:r>
          </w:p>
        </w:tc>
        <w:tc>
          <w:tcPr>
            <w:tcW w:w="2248" w:type="dxa"/>
            <w:shd w:val="clear" w:color="auto" w:fill="auto"/>
          </w:tcPr>
          <w:p w:rsidR="00164D00" w:rsidRPr="00576309" w:rsidRDefault="00164D00" w:rsidP="00164D00">
            <w:pPr>
              <w:ind w:left="1276"/>
            </w:pPr>
          </w:p>
        </w:tc>
        <w:tc>
          <w:tcPr>
            <w:tcW w:w="4820" w:type="dxa"/>
            <w:shd w:val="clear" w:color="auto" w:fill="auto"/>
          </w:tcPr>
          <w:p w:rsidR="00164D00" w:rsidRPr="00576309" w:rsidRDefault="002D0B90" w:rsidP="00164D00">
            <w:pPr>
              <w:ind w:left="745" w:firstLine="531"/>
              <w:jc w:val="both"/>
            </w:pPr>
            <w:r>
              <w:t>880</w:t>
            </w:r>
          </w:p>
        </w:tc>
      </w:tr>
      <w:tr w:rsidR="00164D00" w:rsidRPr="00576309" w:rsidTr="00164D00">
        <w:tc>
          <w:tcPr>
            <w:tcW w:w="425" w:type="dxa"/>
          </w:tcPr>
          <w:p w:rsidR="00164D00" w:rsidRPr="00576309" w:rsidRDefault="00164D00" w:rsidP="00164D00">
            <w:pPr>
              <w:jc w:val="center"/>
            </w:pPr>
            <w:r w:rsidRPr="00576309">
              <w:t>2</w:t>
            </w:r>
          </w:p>
        </w:tc>
        <w:tc>
          <w:tcPr>
            <w:tcW w:w="0" w:type="auto"/>
          </w:tcPr>
          <w:p w:rsidR="00164D00" w:rsidRPr="00576309" w:rsidRDefault="00164D00" w:rsidP="00164D00">
            <w:pPr>
              <w:ind w:left="243"/>
            </w:pPr>
            <w:r w:rsidRPr="00576309">
              <w:rPr>
                <w:b/>
              </w:rPr>
              <w:t>Ремонт ходовой части, подвески, трансмиссии, тормозной системы</w:t>
            </w:r>
          </w:p>
        </w:tc>
        <w:tc>
          <w:tcPr>
            <w:tcW w:w="2248" w:type="dxa"/>
          </w:tcPr>
          <w:p w:rsidR="00164D00" w:rsidRPr="00576309" w:rsidRDefault="00164D00" w:rsidP="00164D00">
            <w:pPr>
              <w:ind w:left="1276"/>
            </w:pPr>
          </w:p>
        </w:tc>
        <w:tc>
          <w:tcPr>
            <w:tcW w:w="4820" w:type="dxa"/>
            <w:shd w:val="clear" w:color="auto" w:fill="auto"/>
          </w:tcPr>
          <w:p w:rsidR="00164D00" w:rsidRPr="00576309" w:rsidRDefault="002D0B90" w:rsidP="00164D00">
            <w:pPr>
              <w:ind w:left="745" w:firstLine="531"/>
            </w:pPr>
            <w:r>
              <w:t>8</w:t>
            </w:r>
            <w:r w:rsidR="00164D00">
              <w:t>80</w:t>
            </w:r>
          </w:p>
        </w:tc>
      </w:tr>
      <w:tr w:rsidR="00164D00" w:rsidRPr="00576309" w:rsidTr="00164D00">
        <w:tc>
          <w:tcPr>
            <w:tcW w:w="425" w:type="dxa"/>
          </w:tcPr>
          <w:p w:rsidR="00164D00" w:rsidRPr="00576309" w:rsidRDefault="00164D00" w:rsidP="00164D00">
            <w:pPr>
              <w:jc w:val="center"/>
            </w:pPr>
            <w:r w:rsidRPr="00576309">
              <w:t>3</w:t>
            </w:r>
          </w:p>
        </w:tc>
        <w:tc>
          <w:tcPr>
            <w:tcW w:w="0" w:type="auto"/>
          </w:tcPr>
          <w:p w:rsidR="00164D00" w:rsidRPr="00576309" w:rsidRDefault="00164D00" w:rsidP="00164D00">
            <w:pPr>
              <w:ind w:left="243"/>
            </w:pPr>
            <w:r w:rsidRPr="00576309">
              <w:rPr>
                <w:b/>
              </w:rPr>
              <w:t>Ремонт электрооборудования</w:t>
            </w:r>
          </w:p>
        </w:tc>
        <w:tc>
          <w:tcPr>
            <w:tcW w:w="2248" w:type="dxa"/>
          </w:tcPr>
          <w:p w:rsidR="00164D00" w:rsidRPr="00576309" w:rsidRDefault="00164D00" w:rsidP="00164D00">
            <w:pPr>
              <w:ind w:left="1276"/>
            </w:pPr>
          </w:p>
        </w:tc>
        <w:tc>
          <w:tcPr>
            <w:tcW w:w="4820" w:type="dxa"/>
            <w:shd w:val="clear" w:color="auto" w:fill="auto"/>
          </w:tcPr>
          <w:p w:rsidR="00164D00" w:rsidRPr="00576309" w:rsidRDefault="002D0B90" w:rsidP="00164D00">
            <w:pPr>
              <w:ind w:left="745" w:firstLine="531"/>
            </w:pPr>
            <w:r>
              <w:t>8</w:t>
            </w:r>
            <w:r w:rsidR="00164D00">
              <w:t>80</w:t>
            </w:r>
          </w:p>
        </w:tc>
      </w:tr>
      <w:tr w:rsidR="00164D00" w:rsidRPr="00576309" w:rsidTr="00164D00">
        <w:tc>
          <w:tcPr>
            <w:tcW w:w="425" w:type="dxa"/>
          </w:tcPr>
          <w:p w:rsidR="00164D00" w:rsidRPr="00576309" w:rsidRDefault="00164D00" w:rsidP="00164D00">
            <w:pPr>
              <w:jc w:val="center"/>
            </w:pPr>
            <w:r w:rsidRPr="00576309">
              <w:t>4</w:t>
            </w:r>
          </w:p>
        </w:tc>
        <w:tc>
          <w:tcPr>
            <w:tcW w:w="0" w:type="auto"/>
          </w:tcPr>
          <w:p w:rsidR="00164D00" w:rsidRPr="00576309" w:rsidRDefault="00164D00" w:rsidP="00164D00">
            <w:pPr>
              <w:ind w:left="243"/>
            </w:pPr>
            <w:r w:rsidRPr="00576309">
              <w:rPr>
                <w:b/>
              </w:rPr>
              <w:t>Ремонт топливной системы бензиновых и дизельных двигателей</w:t>
            </w:r>
          </w:p>
        </w:tc>
        <w:tc>
          <w:tcPr>
            <w:tcW w:w="2248" w:type="dxa"/>
          </w:tcPr>
          <w:p w:rsidR="00164D00" w:rsidRPr="00576309" w:rsidRDefault="00164D00" w:rsidP="00164D00">
            <w:pPr>
              <w:ind w:left="1276"/>
            </w:pPr>
          </w:p>
        </w:tc>
        <w:tc>
          <w:tcPr>
            <w:tcW w:w="4820" w:type="dxa"/>
            <w:tcBorders>
              <w:right w:val="single" w:sz="4" w:space="0" w:color="auto"/>
            </w:tcBorders>
            <w:shd w:val="clear" w:color="auto" w:fill="auto"/>
          </w:tcPr>
          <w:p w:rsidR="00164D00" w:rsidRPr="00576309" w:rsidRDefault="002D0B90" w:rsidP="00164D00">
            <w:pPr>
              <w:ind w:left="745" w:firstLine="531"/>
            </w:pPr>
            <w:r>
              <w:t>8</w:t>
            </w:r>
            <w:r w:rsidR="00164D00">
              <w:t>80</w:t>
            </w:r>
          </w:p>
        </w:tc>
      </w:tr>
      <w:tr w:rsidR="00164D00" w:rsidRPr="00576309" w:rsidTr="00164D00">
        <w:tc>
          <w:tcPr>
            <w:tcW w:w="425" w:type="dxa"/>
          </w:tcPr>
          <w:p w:rsidR="00164D00" w:rsidRPr="00576309" w:rsidRDefault="00164D00" w:rsidP="00164D00">
            <w:pPr>
              <w:jc w:val="center"/>
            </w:pPr>
            <w:r w:rsidRPr="00576309">
              <w:t>5</w:t>
            </w:r>
          </w:p>
        </w:tc>
        <w:tc>
          <w:tcPr>
            <w:tcW w:w="0" w:type="auto"/>
          </w:tcPr>
          <w:p w:rsidR="00164D00" w:rsidRPr="00576309" w:rsidRDefault="00164D00" w:rsidP="00164D00">
            <w:pPr>
              <w:ind w:left="243"/>
              <w:rPr>
                <w:b/>
              </w:rPr>
            </w:pPr>
            <w:r w:rsidRPr="00576309">
              <w:rPr>
                <w:b/>
              </w:rPr>
              <w:t>Кузовной ремонт и окраска</w:t>
            </w:r>
          </w:p>
        </w:tc>
        <w:tc>
          <w:tcPr>
            <w:tcW w:w="2248" w:type="dxa"/>
          </w:tcPr>
          <w:p w:rsidR="00164D00" w:rsidRPr="00576309" w:rsidRDefault="00164D00" w:rsidP="00164D00">
            <w:pPr>
              <w:ind w:left="1276"/>
            </w:pPr>
          </w:p>
        </w:tc>
        <w:tc>
          <w:tcPr>
            <w:tcW w:w="48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D00" w:rsidRPr="00576309" w:rsidRDefault="002D0B90" w:rsidP="00164D00">
            <w:pPr>
              <w:ind w:left="745" w:firstLine="531"/>
            </w:pPr>
            <w:r>
              <w:t>8</w:t>
            </w:r>
            <w:r w:rsidR="00164D00">
              <w:t>80</w:t>
            </w:r>
          </w:p>
        </w:tc>
      </w:tr>
    </w:tbl>
    <w:p w:rsidR="00C0793C" w:rsidRDefault="00C0793C" w:rsidP="008D641F"/>
    <w:p w:rsidR="00146C8A" w:rsidRDefault="00146C8A" w:rsidP="002A6C24">
      <w:pPr>
        <w:ind w:left="1276"/>
      </w:pPr>
    </w:p>
    <w:p w:rsidR="00146C8A" w:rsidRDefault="00146C8A" w:rsidP="002A6C24">
      <w:pPr>
        <w:ind w:left="1276"/>
      </w:pPr>
    </w:p>
    <w:p w:rsidR="00AB61F6" w:rsidRDefault="00AB61F6" w:rsidP="002A6C24">
      <w:pPr>
        <w:ind w:left="1276" w:firstLine="708"/>
        <w:rPr>
          <w:szCs w:val="26"/>
        </w:rPr>
      </w:pPr>
    </w:p>
    <w:p w:rsidR="00AB61F6" w:rsidRDefault="00AB61F6" w:rsidP="002A6C24">
      <w:pPr>
        <w:ind w:left="1276"/>
        <w:rPr>
          <w:b/>
          <w:sz w:val="22"/>
          <w:szCs w:val="22"/>
        </w:rPr>
      </w:pPr>
    </w:p>
    <w:p w:rsidR="00282D44" w:rsidRPr="002D0B90" w:rsidRDefault="00AB61F6" w:rsidP="00B405F1">
      <w:pPr>
        <w:pStyle w:val="a3"/>
        <w:numPr>
          <w:ilvl w:val="1"/>
          <w:numId w:val="1"/>
        </w:numPr>
        <w:rPr>
          <w:color w:val="000000" w:themeColor="text1"/>
          <w:sz w:val="24"/>
          <w:szCs w:val="24"/>
        </w:rPr>
      </w:pPr>
      <w:r w:rsidRPr="00E573F5">
        <w:rPr>
          <w:sz w:val="24"/>
          <w:szCs w:val="24"/>
        </w:rPr>
        <w:lastRenderedPageBreak/>
        <w:t>По результатам конкурентной процедуры между  подрядчиком и  филиалом  ОАО «МРСК Центра</w:t>
      </w:r>
      <w:proofErr w:type="gramStart"/>
      <w:r w:rsidR="00B405F1">
        <w:rPr>
          <w:sz w:val="24"/>
          <w:szCs w:val="24"/>
        </w:rPr>
        <w:t>»-</w:t>
      </w:r>
      <w:proofErr w:type="gramEnd"/>
      <w:r w:rsidR="00C128CA" w:rsidRPr="00E573F5">
        <w:rPr>
          <w:sz w:val="24"/>
          <w:szCs w:val="24"/>
        </w:rPr>
        <w:t>«</w:t>
      </w:r>
      <w:r w:rsidR="00B405F1">
        <w:rPr>
          <w:sz w:val="24"/>
          <w:szCs w:val="24"/>
        </w:rPr>
        <w:t>Липецк</w:t>
      </w:r>
      <w:r w:rsidR="00B21633" w:rsidRPr="00E573F5">
        <w:rPr>
          <w:sz w:val="24"/>
          <w:szCs w:val="24"/>
        </w:rPr>
        <w:t>энерго» заключае</w:t>
      </w:r>
      <w:r w:rsidRPr="00E573F5">
        <w:rPr>
          <w:sz w:val="24"/>
          <w:szCs w:val="24"/>
        </w:rPr>
        <w:t xml:space="preserve">тся  </w:t>
      </w:r>
      <w:r w:rsidRPr="002D0B90">
        <w:rPr>
          <w:color w:val="000000" w:themeColor="text1"/>
          <w:sz w:val="24"/>
          <w:szCs w:val="24"/>
        </w:rPr>
        <w:t>договор</w:t>
      </w:r>
      <w:r w:rsidR="00C74716" w:rsidRPr="002D0B90">
        <w:rPr>
          <w:color w:val="000000" w:themeColor="text1"/>
          <w:sz w:val="24"/>
          <w:szCs w:val="24"/>
        </w:rPr>
        <w:t xml:space="preserve"> по единичным расценкам</w:t>
      </w:r>
      <w:r w:rsidR="00E573F5" w:rsidRPr="002D0B90">
        <w:rPr>
          <w:color w:val="000000" w:themeColor="text1"/>
          <w:sz w:val="24"/>
          <w:szCs w:val="24"/>
        </w:rPr>
        <w:t xml:space="preserve"> предельной стоимостью</w:t>
      </w:r>
      <w:r w:rsidR="00B405F1" w:rsidRPr="002D0B90">
        <w:rPr>
          <w:color w:val="000000" w:themeColor="text1"/>
          <w:sz w:val="24"/>
          <w:szCs w:val="24"/>
        </w:rPr>
        <w:t xml:space="preserve"> </w:t>
      </w:r>
      <w:r w:rsidR="00B405F1" w:rsidRPr="002D0B90">
        <w:rPr>
          <w:b/>
          <w:color w:val="000000" w:themeColor="text1"/>
          <w:sz w:val="24"/>
          <w:szCs w:val="24"/>
        </w:rPr>
        <w:t>1 800 00</w:t>
      </w:r>
      <w:r w:rsidR="00CC3944">
        <w:rPr>
          <w:b/>
          <w:color w:val="000000" w:themeColor="text1"/>
          <w:sz w:val="24"/>
          <w:szCs w:val="24"/>
        </w:rPr>
        <w:t>0</w:t>
      </w:r>
      <w:r w:rsidR="00B405F1" w:rsidRPr="002D0B90">
        <w:rPr>
          <w:b/>
          <w:color w:val="000000" w:themeColor="text1"/>
          <w:sz w:val="24"/>
          <w:szCs w:val="24"/>
        </w:rPr>
        <w:t xml:space="preserve"> (один миллион восемьсот тысяч один) рубль </w:t>
      </w:r>
      <w:r w:rsidR="00282D44" w:rsidRPr="002D0B90">
        <w:rPr>
          <w:b/>
          <w:color w:val="000000" w:themeColor="text1"/>
          <w:sz w:val="24"/>
          <w:szCs w:val="24"/>
        </w:rPr>
        <w:t xml:space="preserve"> без</w:t>
      </w:r>
      <w:r w:rsidR="00473E45" w:rsidRPr="002D0B90">
        <w:rPr>
          <w:b/>
          <w:color w:val="000000" w:themeColor="text1"/>
          <w:sz w:val="24"/>
          <w:szCs w:val="24"/>
        </w:rPr>
        <w:t xml:space="preserve"> учета</w:t>
      </w:r>
      <w:r w:rsidR="00282D44" w:rsidRPr="002D0B90">
        <w:rPr>
          <w:b/>
          <w:color w:val="000000" w:themeColor="text1"/>
          <w:sz w:val="24"/>
          <w:szCs w:val="24"/>
        </w:rPr>
        <w:t xml:space="preserve"> НДС</w:t>
      </w:r>
      <w:r w:rsidR="00282D44" w:rsidRPr="002D0B90">
        <w:rPr>
          <w:color w:val="000000" w:themeColor="text1"/>
          <w:sz w:val="24"/>
          <w:szCs w:val="24"/>
        </w:rPr>
        <w:t>.</w:t>
      </w:r>
    </w:p>
    <w:p w:rsidR="00471823" w:rsidRPr="00E573F5" w:rsidRDefault="00471823" w:rsidP="00E573F5"/>
    <w:p w:rsidR="00BB7FF2" w:rsidRDefault="00BB7FF2" w:rsidP="002A6C24">
      <w:pPr>
        <w:ind w:left="1276"/>
      </w:pPr>
    </w:p>
    <w:p w:rsidR="00BB7FF2" w:rsidRDefault="00BB7FF2" w:rsidP="002A6C24">
      <w:pPr>
        <w:ind w:left="1276"/>
      </w:pPr>
    </w:p>
    <w:p w:rsidR="00BB7FF2" w:rsidRDefault="00BB7FF2" w:rsidP="002A6C24">
      <w:pPr>
        <w:ind w:left="1276"/>
      </w:pPr>
    </w:p>
    <w:p w:rsidR="00BB7FF2" w:rsidRDefault="00BB7FF2" w:rsidP="002A6C24">
      <w:pPr>
        <w:ind w:left="1276"/>
      </w:pPr>
    </w:p>
    <w:p w:rsidR="00BB7FF2" w:rsidRPr="00B405F1" w:rsidRDefault="00164D00" w:rsidP="002A6C24">
      <w:pPr>
        <w:ind w:left="1276"/>
        <w:rPr>
          <w:b/>
          <w:sz w:val="28"/>
          <w:szCs w:val="28"/>
        </w:rPr>
      </w:pPr>
      <w:r w:rsidRPr="00164D00">
        <w:rPr>
          <w:sz w:val="28"/>
          <w:szCs w:val="28"/>
        </w:rPr>
        <w:t xml:space="preserve"> </w:t>
      </w:r>
      <w:r w:rsidRPr="00B405F1">
        <w:rPr>
          <w:b/>
          <w:sz w:val="28"/>
          <w:szCs w:val="28"/>
        </w:rPr>
        <w:t xml:space="preserve"> Начальник </w:t>
      </w:r>
      <w:proofErr w:type="spellStart"/>
      <w:r w:rsidRPr="00B405F1">
        <w:rPr>
          <w:b/>
          <w:sz w:val="28"/>
          <w:szCs w:val="28"/>
        </w:rPr>
        <w:t>СМиТ</w:t>
      </w:r>
      <w:proofErr w:type="spellEnd"/>
      <w:r w:rsidRPr="00B405F1">
        <w:rPr>
          <w:b/>
          <w:sz w:val="28"/>
          <w:szCs w:val="28"/>
        </w:rPr>
        <w:t xml:space="preserve">                                                                                                Беспалов И.Н.</w:t>
      </w:r>
    </w:p>
    <w:p w:rsidR="00BB7FF2" w:rsidRDefault="00BB7FF2" w:rsidP="002A6C24">
      <w:pPr>
        <w:ind w:left="1276"/>
      </w:pPr>
    </w:p>
    <w:p w:rsidR="00BB7FF2" w:rsidRDefault="00BB7FF2" w:rsidP="002A6C24">
      <w:pPr>
        <w:ind w:left="1276"/>
      </w:pPr>
    </w:p>
    <w:p w:rsidR="00BB7FF2" w:rsidRDefault="00BB7FF2" w:rsidP="002A6C24">
      <w:pPr>
        <w:ind w:left="1276"/>
      </w:pPr>
    </w:p>
    <w:p w:rsidR="00BB7FF2" w:rsidRDefault="00BB7FF2" w:rsidP="002A6C24">
      <w:pPr>
        <w:ind w:left="1276"/>
      </w:pPr>
    </w:p>
    <w:p w:rsidR="00BB7FF2" w:rsidRDefault="00BB7FF2" w:rsidP="002A6C24">
      <w:pPr>
        <w:ind w:left="1276"/>
      </w:pPr>
    </w:p>
    <w:p w:rsidR="00BB7FF2" w:rsidRDefault="00BB7FF2" w:rsidP="002A6C24">
      <w:pPr>
        <w:ind w:left="1276"/>
      </w:pPr>
    </w:p>
    <w:p w:rsidR="00BB7FF2" w:rsidRDefault="00BB7FF2" w:rsidP="002A6C24">
      <w:pPr>
        <w:ind w:left="1276"/>
      </w:pPr>
    </w:p>
    <w:p w:rsidR="00BB7FF2" w:rsidRDefault="00BB7FF2" w:rsidP="002A6C24">
      <w:pPr>
        <w:ind w:left="1276"/>
      </w:pPr>
    </w:p>
    <w:p w:rsidR="00BB7FF2" w:rsidRDefault="00BB7FF2" w:rsidP="002A6C24">
      <w:pPr>
        <w:ind w:left="1276"/>
      </w:pPr>
    </w:p>
    <w:p w:rsidR="00BB7FF2" w:rsidRDefault="00BB7FF2" w:rsidP="002A6C24">
      <w:pPr>
        <w:ind w:left="1276"/>
      </w:pPr>
    </w:p>
    <w:p w:rsidR="00473E45" w:rsidRDefault="00473E45" w:rsidP="002A6C24">
      <w:pPr>
        <w:ind w:left="1276"/>
      </w:pPr>
    </w:p>
    <w:p w:rsidR="00BB7FF2" w:rsidRDefault="00BB7FF2" w:rsidP="002A6C24">
      <w:pPr>
        <w:ind w:left="1276"/>
      </w:pPr>
    </w:p>
    <w:p w:rsidR="00BB7FF2" w:rsidRDefault="00BB7FF2" w:rsidP="002A6C24">
      <w:pPr>
        <w:ind w:left="1276"/>
      </w:pPr>
    </w:p>
    <w:p w:rsidR="00164D00" w:rsidRDefault="00164D00" w:rsidP="00164D00">
      <w:pPr>
        <w:pStyle w:val="1"/>
        <w:tabs>
          <w:tab w:val="left" w:pos="3960"/>
        </w:tabs>
        <w:rPr>
          <w:rFonts w:ascii="Times New Roman" w:hAnsi="Times New Roman"/>
          <w:b w:val="0"/>
          <w:bCs w:val="0"/>
          <w:color w:val="auto"/>
          <w:sz w:val="24"/>
          <w:szCs w:val="24"/>
        </w:rPr>
      </w:pPr>
    </w:p>
    <w:p w:rsidR="00164D00" w:rsidRDefault="00BB7FF2" w:rsidP="00164D00">
      <w:pPr>
        <w:pStyle w:val="1"/>
        <w:tabs>
          <w:tab w:val="left" w:pos="3960"/>
        </w:tabs>
        <w:rPr>
          <w:rFonts w:ascii="Times New Roman" w:hAnsi="Times New Roman"/>
          <w:color w:val="000000"/>
          <w:sz w:val="24"/>
          <w:szCs w:val="24"/>
        </w:rPr>
      </w:pPr>
      <w:r w:rsidRPr="00294566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</w:t>
      </w:r>
      <w:r w:rsidR="00164D00">
        <w:rPr>
          <w:rFonts w:ascii="Times New Roman" w:hAnsi="Times New Roman"/>
          <w:color w:val="000000"/>
          <w:sz w:val="24"/>
          <w:szCs w:val="24"/>
        </w:rPr>
        <w:t xml:space="preserve">                </w:t>
      </w:r>
    </w:p>
    <w:p w:rsidR="00BB7FF2" w:rsidRPr="00164D00" w:rsidRDefault="00164D00" w:rsidP="00164D00">
      <w:pPr>
        <w:pStyle w:val="1"/>
        <w:tabs>
          <w:tab w:val="left" w:pos="3960"/>
        </w:tabs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r w:rsidR="00BB7FF2">
        <w:rPr>
          <w:rFonts w:ascii="Times New Roman" w:hAnsi="Times New Roman"/>
          <w:color w:val="000000"/>
          <w:sz w:val="24"/>
          <w:szCs w:val="24"/>
        </w:rPr>
        <w:t>Приложение 1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color w:val="000000" w:themeColor="text1"/>
          <w:szCs w:val="24"/>
          <w:u w:val="single"/>
        </w:rPr>
        <w:t xml:space="preserve">Перечень  </w:t>
      </w:r>
      <w:r w:rsidR="00BB7FF2" w:rsidRPr="008D641F">
        <w:rPr>
          <w:rFonts w:ascii="Times New Roman" w:hAnsi="Times New Roman"/>
          <w:color w:val="000000" w:themeColor="text1"/>
          <w:szCs w:val="24"/>
          <w:u w:val="single"/>
        </w:rPr>
        <w:t>автотранспорта</w:t>
      </w:r>
    </w:p>
    <w:p w:rsidR="00BB7FF2" w:rsidRPr="00294566" w:rsidRDefault="00BB7FF2" w:rsidP="00BB7FF2">
      <w:pPr>
        <w:tabs>
          <w:tab w:val="left" w:pos="1125"/>
        </w:tabs>
        <w:rPr>
          <w:color w:val="000000"/>
          <w:sz w:val="28"/>
        </w:rPr>
      </w:pPr>
    </w:p>
    <w:tbl>
      <w:tblPr>
        <w:tblW w:w="10240" w:type="dxa"/>
        <w:tblInd w:w="2186" w:type="dxa"/>
        <w:tblLook w:val="04A0" w:firstRow="1" w:lastRow="0" w:firstColumn="1" w:lastColumn="0" w:noHBand="0" w:noVBand="1"/>
      </w:tblPr>
      <w:tblGrid>
        <w:gridCol w:w="640"/>
        <w:gridCol w:w="3580"/>
        <w:gridCol w:w="2880"/>
        <w:gridCol w:w="1360"/>
        <w:gridCol w:w="1780"/>
      </w:tblGrid>
      <w:tr w:rsidR="00164D00" w:rsidRPr="00164D00" w:rsidTr="00164D00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  <w:rPr>
                <w:b/>
                <w:bCs/>
                <w:i/>
                <w:iCs/>
              </w:rPr>
            </w:pPr>
            <w:r w:rsidRPr="00164D00">
              <w:rPr>
                <w:b/>
                <w:bCs/>
                <w:i/>
                <w:iCs/>
              </w:rPr>
              <w:t xml:space="preserve">№ </w:t>
            </w:r>
            <w:proofErr w:type="gramStart"/>
            <w:r w:rsidRPr="00164D00">
              <w:rPr>
                <w:b/>
                <w:bCs/>
                <w:i/>
                <w:iCs/>
              </w:rPr>
              <w:t>п</w:t>
            </w:r>
            <w:proofErr w:type="gramEnd"/>
            <w:r w:rsidRPr="00164D00">
              <w:rPr>
                <w:b/>
                <w:bCs/>
                <w:i/>
                <w:iCs/>
              </w:rPr>
              <w:t>/п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  <w:rPr>
                <w:b/>
                <w:bCs/>
                <w:i/>
                <w:iCs/>
              </w:rPr>
            </w:pPr>
            <w:r w:rsidRPr="00164D00">
              <w:rPr>
                <w:b/>
                <w:bCs/>
                <w:i/>
                <w:iCs/>
              </w:rPr>
              <w:t>Марка, модель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  <w:rPr>
                <w:b/>
                <w:bCs/>
                <w:i/>
                <w:iCs/>
              </w:rPr>
            </w:pPr>
            <w:proofErr w:type="spellStart"/>
            <w:r w:rsidRPr="00164D00">
              <w:rPr>
                <w:b/>
                <w:bCs/>
                <w:i/>
                <w:iCs/>
              </w:rPr>
              <w:t>Гос</w:t>
            </w:r>
            <w:proofErr w:type="gramStart"/>
            <w:r w:rsidRPr="00164D00">
              <w:rPr>
                <w:b/>
                <w:bCs/>
                <w:i/>
                <w:iCs/>
              </w:rPr>
              <w:t>.н</w:t>
            </w:r>
            <w:proofErr w:type="gramEnd"/>
            <w:r w:rsidRPr="00164D00">
              <w:rPr>
                <w:b/>
                <w:bCs/>
                <w:i/>
                <w:iCs/>
              </w:rPr>
              <w:t>омер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  <w:rPr>
                <w:b/>
                <w:bCs/>
                <w:i/>
                <w:iCs/>
              </w:rPr>
            </w:pPr>
            <w:r w:rsidRPr="00164D00">
              <w:rPr>
                <w:b/>
                <w:bCs/>
                <w:i/>
                <w:iCs/>
              </w:rPr>
              <w:t>Год выпуска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  <w:rPr>
                <w:b/>
                <w:bCs/>
                <w:i/>
                <w:iCs/>
              </w:rPr>
            </w:pPr>
            <w:r w:rsidRPr="00164D00">
              <w:rPr>
                <w:b/>
                <w:bCs/>
                <w:i/>
                <w:iCs/>
              </w:rPr>
              <w:t>Примечание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КС-45717А-1 МАЗ-5337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 522 КН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lastRenderedPageBreak/>
              <w:t>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МАЗ КС-35715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444 КУ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ЗИЛ-431412 КС-2571Б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064 АО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КАМАЗ-43253-15 КС35773К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900 ХТ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КАМАЗ-43253-15 КС-3577-3К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005 ХТ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КАМАЗ 43253-15КС-3577-3К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735 УР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МАЗ КС-35715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222 КУ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КАМАЗ-53213 (МКАТ-20.01)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А 098 ХЕ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1998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УРАЛ КС-35714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080 КУ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МАЗ КС-35715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333 КУ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УРАЛ КС-35714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090 КУ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КАМАЗ 53605-62 КС-45719-8А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228 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МАЗ КС-35715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240 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КАМАЗ 53605-62 КС-45719-8А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237 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МАЗ КС-35715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220 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МАЗ КС-35715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239 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КАМАЗ 53605-62 КС-45719-8А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233 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КАМАЗ 53605-62 КС-45719-8А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229 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КАМАЗ 53605-62 КС-45719-8А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219 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МАЗ КС-35715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223 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МАЗ КС-35715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242 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КАМАЗ-681304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707 СА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КАМАЗ-681304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702 СА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КАМАЗ-681304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703 СА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(БКМ-317) ГАЗ-3308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015 АВ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БМ-205Д ТРАКТОР  МТЗ 82.1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8228 УТ 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(БКМ-317)  ГАЗ-3308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024 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(БКМ-317)  ГАЗ-3308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671 УР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(БКМ-317) ГАЗ-3308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134 УМ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(БКМ-317)  ГАЗ-3308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022 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 006 МС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(БКМ-317) ГАЗ-3308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704 ХТ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lastRenderedPageBreak/>
              <w:t>33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БМ-205В МТЗ-82.1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2972 УТ 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(БКМ-317) ГАЗ-3308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157 УМ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(БКМ-317)  ГАЗ-3308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023 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(БКМ-317)  ГАЗ-3308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957 ХХ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БМ-205Д ТРАКТОР МТЗ-82.1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8349 УВ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БМ-205Д  ТРАКТОР МТЗ-82.1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8354 УВ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БМ-205Д ТРАКТОР МТЗ-82.1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8356 УВ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БМ-205Д ТРАКТОР МТЗ-82.1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8351 УВ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БМ-205Д ТРАКТОР МТЗ-82.1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8352 УВ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БМ-205Д ТРАКТОР МТЗ-82.1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8353 УВ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БМ-205Д ТРАКТОР МТЗ-82.1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8350 УВ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БМ-205Д ТРАКТОР МТЗ-82.1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8355 УВ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(БКМ-360)   ГАЗ-3308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029 РВ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 3308 (3897-0000010-17)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227 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АПТ-28 </w:t>
            </w:r>
            <w:proofErr w:type="gramStart"/>
            <w:r w:rsidRPr="00164D00">
              <w:t xml:space="preserve">( </w:t>
            </w:r>
            <w:proofErr w:type="gramEnd"/>
            <w:r w:rsidRPr="00164D00">
              <w:t>КАМАЗ-43114)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058 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КАМАЗ-4326-15 ПСКБМ-1 487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787 ЕУ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ПСС-131.17Э (ГАЗ-33086)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790 ЕУ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50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ПСС-131.17Э  ГАЗ-33086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857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51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АПТ-17М (3307) П-71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В 185 РХ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52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АПТ-17М П-71 (ГАЗ-3307)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074 ВН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53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ГАЗ-3308 АПТ-14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 555 КУ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54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ПСС-131.17Э  ГАЗ-33086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856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55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АПТ-17М П-71 (ГАЗ-3307)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В 051 УА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56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АПТ-17М (ГАЗ-3307) П-71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067 ЕУ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57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027 ХХ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58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ПСС-131.17Э (ГАЗ-33086)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263 ХХ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59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ГАЗ-3308 АПТ-14 (218)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 557 КУ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60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ЗИЛ-131 НА ВС-22.04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В 032 ОУ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61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УРАЛ 432010 АГП 22.04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В 023 ЕО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62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ГАЗ-3307 АПТ-17М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064 УУ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63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АГП 14.03 (ГАЗ-3308)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А 135 </w:t>
            </w:r>
            <w:proofErr w:type="gramStart"/>
            <w:r w:rsidRPr="00164D00">
              <w:t>ТТ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lastRenderedPageBreak/>
              <w:t>64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АП-17 А-04 (ГАЗ-3307)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Е 009 </w:t>
            </w:r>
            <w:proofErr w:type="gramStart"/>
            <w:r w:rsidRPr="00164D00">
              <w:t>ХР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65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АП-17 (ГАЗ-3307)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 746 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66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АП-17 (ГАЗ-3307)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 904 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67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ПСС-131.17Э  ГАЗ-33086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800 ЕУ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68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ЗИЛ-433362 ВС-22.01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В 094 КХ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69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АПТ-14 П-51Б (ГАЗ-3308)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В 049 </w:t>
            </w:r>
            <w:proofErr w:type="gramStart"/>
            <w:r w:rsidRPr="00164D00">
              <w:t>ТТ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70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ГАЗ-33086 ПСС-131.17Э 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674 МУ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71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АГП 14.03 (ГАЗ-3308)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А 136 </w:t>
            </w:r>
            <w:proofErr w:type="gramStart"/>
            <w:r w:rsidRPr="00164D00">
              <w:t>ТТ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72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АПТ-17М П-71 (ГАЗ-3307)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 006 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73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АПТ-14 П-51Б (ГАЗ-3308)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098 АВ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74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АПТ-14 П-51Б (ГАЗ-3308)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074 ЕА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75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КАМАЗ 43114 ПСС-141.28Э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259 НР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76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КАМАЗ 43114 ПСС-141.28Э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260 НР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77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ГАЗ-33081  КТ</w:t>
            </w:r>
            <w:proofErr w:type="gramStart"/>
            <w:r w:rsidRPr="00164D00">
              <w:t>R</w:t>
            </w:r>
            <w:proofErr w:type="gramEnd"/>
            <w:r w:rsidRPr="00164D00">
              <w:t xml:space="preserve"> 183.20 РО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032 РВ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78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ГАЗ-33081  КТ</w:t>
            </w:r>
            <w:proofErr w:type="gramStart"/>
            <w:r w:rsidRPr="00164D00">
              <w:t>R</w:t>
            </w:r>
            <w:proofErr w:type="gramEnd"/>
            <w:r w:rsidRPr="00164D00">
              <w:t xml:space="preserve"> 183.20 РО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999 МЕ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79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ГАЗ-33081КТR 183.20 РО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028 РВ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80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ГАЗ-33081  КТ</w:t>
            </w:r>
            <w:proofErr w:type="gramStart"/>
            <w:r w:rsidRPr="00164D00">
              <w:t>R</w:t>
            </w:r>
            <w:proofErr w:type="gramEnd"/>
            <w:r w:rsidRPr="00164D00">
              <w:t xml:space="preserve"> 183.20 РО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022 РВ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81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ГАЗ-33081  КТ</w:t>
            </w:r>
            <w:proofErr w:type="gramStart"/>
            <w:r w:rsidRPr="00164D00">
              <w:t>R</w:t>
            </w:r>
            <w:proofErr w:type="gramEnd"/>
            <w:r w:rsidRPr="00164D00">
              <w:t xml:space="preserve"> 183.20 РО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013 РВ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82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ГАЗ-33086 481241 ПСС-131.18Э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236 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83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ГАЗ-33086 481241 ПСС-131.18Э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238 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84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ГАЗ-33086  ПСС-131.18Э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224 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85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ГАЗ-3309 АПТ-18.02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221 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86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ГАЗ-3309 АПТ-18.02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247 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87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ГАЗ-3307 ВАХТА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003 РК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1993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88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ВМ 3284 ГАЗ-3308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В 012 КК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89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ВМ-3284 ГАЗ 3308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А 103 </w:t>
            </w:r>
            <w:proofErr w:type="gramStart"/>
            <w:r w:rsidRPr="00164D00">
              <w:t>ТТ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90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КАМАЗ-43114-15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235 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91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КАМАЗ-43114-15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218 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92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КАМАЗ-43114-15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216 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93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JCB 3CX-4WS-SM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5536 УВ 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94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ЮМЗ-6Л ЭО2621В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5272 ХО 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1974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lastRenderedPageBreak/>
              <w:t>95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JCB 3CX-4WS-SM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5201 УВ 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96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МТЗ-82 ЭЦУ-150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9450 УВ 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97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390912/ГАЗ-33081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877 ХТ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98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390912/ГАЗ-33081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100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99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КАМАЗ 43118 6733-0000010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638 МУ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100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390912/ГАЗ-33081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161 УР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101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390912/ГАЗ-33081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165 УР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102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390912/ГАЗ-33081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160 УР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103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(--4795-0000010-33) ГАЗ 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062 НК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104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390912/ГАЗ-33081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882 ХТ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105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390912/ГАЗ-33081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883 ХТ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106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390912/ГАЗ-33081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884 ХТ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107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390912/ГАЗ-33081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509 ХХ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108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390912/ГАЗ-33081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508 ХХ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109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390912/ГАЗ-33081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936 РР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110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390912/ГАЗ-33081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006 ХТ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111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390912/ГАЗ-33081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935 РР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112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ГАЗ-4795 ГАЗ 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059 НК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113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МАВР-48852Н ГАЗ 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937 РР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114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ГАЗ-33081 МАВР-48852Н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 022 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115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ГАЗ-33081 МАВР-48852Н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Е 903 ТМ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116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ГАЗ-33081 МАВР-48852Н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905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117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ГАЗ-33081 МАВР-48852Н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906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118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4795-0000010-33 ГАЗ 33081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273 ХХ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119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ГАЗ-33081 МАВР-48852Н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281 ХХ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120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ГАЗ-33081 МАВР-48852Н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278 ХХ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121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ГАЗ-33081 МАВР-48852Н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285 ХХ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122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ГАЗ-33081 МАВР-48852Н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883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123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ГАЗ-33081 МАВР-48852Н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 Е 878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124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ГАЗ-33081 МАВР-48852Н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908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125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ГАЗ-33081 МАВР-48852Н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896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lastRenderedPageBreak/>
              <w:t>126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ГАЗ-33081 МАВР-48852Н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893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127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4795-0000010-33 ГАЗ 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270 ХХ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128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ГАЗ-33081 МАВР-48852Н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891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129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ГАЗ-33081 МАВР-48852Н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866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130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ГАЗ-33081 МАВР-48852Н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872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131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4795-0000010-33 ГАЗ 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294 ХХ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132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ГАЗ-33081 МАВР-48852Н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288 ХХ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133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4795-0000010-33 ГАЗ 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271 ХХ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134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КАМАЗ 43118 6733-0000010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584 МУ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135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ГАЗ-33081 МАВР-48852Н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881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136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ГАЗ-33081 МАВР-48852Н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901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137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4795-0000010-33 ГАЗ 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064 НК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138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4795-0000010-33 ГАЗ 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947 ХХ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139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4795-0000010-33 ГАЗ 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206 УР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140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4795-0000010-33 ГАЗ 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081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141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4795-0000010-33 ГАЗ 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078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142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4795-0000010-33 ГАЗ 3308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063 НК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143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056 НК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144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390912/ГАЗ-33081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952 ХХ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145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4795-0000010-33  ГАЗ-33081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942 ХХ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146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4795-0000010-33  ГАЗ-33081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661 УР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147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КАМАЗ 43118 6733-0000010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672 МУ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148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4795-0000010-33 ГАЗ 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204 УР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149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4795-0000010-33 ГАЗ 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645 УР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150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ГАЗ-33081 МАВР-48852Н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709 УМ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151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4795-0000010-33 ГАЗ 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072 МТ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152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4795-0000010-33 ГАЗ 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076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153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4795-0000010-33 ГАЗ 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082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154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4795-0000010-33 ГАЗ 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073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155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4795-0000010-33 ГАЗ 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079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156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4795-0000010-33 ГАЗ 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662 УР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lastRenderedPageBreak/>
              <w:t>157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4795-0000010-33 ГАЗ-33081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205 УР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158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4795-0000010-33 ГАЗ 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061 НК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159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4795-0000010-33 ГАЗ 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948 ХХ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160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4795-0000010-33 ГАЗ 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946 ХХ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161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4795-0000010-33 ГАЗ 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937 ХХ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162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4795-0000010-33 ГАЗ 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659 УР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163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4795-0000010-33 ГАЗ 33081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211 УР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164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АВТО-ЛАБ.  ГАЗ-3308         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066 ЕА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165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ГАЗ-27322F (ГАЗЕЛЬ)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400 КУ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166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ГАЗ-3307 ЭЛ</w:t>
            </w:r>
            <w:proofErr w:type="gramStart"/>
            <w:r w:rsidRPr="00164D00">
              <w:t>.Л</w:t>
            </w:r>
            <w:proofErr w:type="gramEnd"/>
            <w:r w:rsidRPr="00164D00">
              <w:t>АБОРАТОРИЯ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В 016 МЕ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167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ГАЗ-53 СПЭИИ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А 090 НТ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1984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168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АВТО-ЛАБ. ГАЗ-3308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067 ЕА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169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37894-0000010-06 ГАЗ-3308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 547 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170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37894-0000010-06 ГАЗ 33081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067 УУ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171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28183 ЭТЛ-35 (ЗИЛ-5301)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968 АЕ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172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ГАЗ-27322F (ГАЗЕЛЬ)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995 МЕ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173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ГАЗ-27322F (ГАЗЕЛЬ)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019 РВ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174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  МК-1 МТЗ-82.1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5537 УВ 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175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ХТЗ-150К-09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0796 УТ 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176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 МК-1 (МТЗ 82.1)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5202 УВ 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177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БЕЛАРУС-82.1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8883 УТ 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178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"БЕЛАРУС-82.1"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8884 УТ 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179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МК-1 (МТЗ 82.1)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5207 УВ 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180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МТЗ-82.1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8882 УТ 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181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МТЗ-82.1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8885 УТ 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182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УАЗ-220694-04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074 ХВ 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183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ЗИЛ-431412 КО 713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 149 ЕК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1993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184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026 ЕР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185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108 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186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120 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187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122 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lastRenderedPageBreak/>
              <w:t>188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071 ХВ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189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УАЗ-220694-04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410 УС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190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УАЗ-220694-04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407 УС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191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063 ЕА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192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123 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193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124 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194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Е 054 </w:t>
            </w:r>
            <w:proofErr w:type="gramStart"/>
            <w:r w:rsidRPr="00164D00">
              <w:t>КР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195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УАЗ-220694-04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072 ХВ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196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064 ЕА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197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116 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198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121 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199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В 069 ХЕ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112 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УАЗ-220694-04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408 УС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110 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067 СО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УАЗ-220694-04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109 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УАЗ-220694-04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130 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УАЗ-220694-04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396 УС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УАЗ-220694-04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402 УС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lastRenderedPageBreak/>
              <w:t>208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УАЗ-220694-04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126 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УАЗ-396252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026 ЕА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210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УАЗ-220694-04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076 ХВ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211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119 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212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125 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213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УАЗ-220694-04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406 УС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214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УАЗ-220694-04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403 УС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215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127 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216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117 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217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129 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218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073 ХВ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219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УАЗ-220694-04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405 УС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220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УАЗ-220694-04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065 ЕА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221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TOYOTA  HIACE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993 СМ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222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160 КЕ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223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 33022Z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 512 МН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224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 509 КМ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225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 33022Z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819 ХЕ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226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Е 707 </w:t>
            </w:r>
            <w:proofErr w:type="gramStart"/>
            <w:r w:rsidRPr="00164D00">
              <w:t>ТТ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227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003 ХС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228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ГАЗ-3302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А 596 </w:t>
            </w:r>
            <w:proofErr w:type="gramStart"/>
            <w:r w:rsidRPr="00164D00">
              <w:t>ТТ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229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015 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230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Е 616 </w:t>
            </w:r>
            <w:proofErr w:type="gramStart"/>
            <w:r w:rsidRPr="00164D00">
              <w:t>ТТ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231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Е 618 </w:t>
            </w:r>
            <w:proofErr w:type="gramStart"/>
            <w:r w:rsidRPr="00164D00">
              <w:t>ТТ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232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Е 621 </w:t>
            </w:r>
            <w:proofErr w:type="gramStart"/>
            <w:r w:rsidRPr="00164D00">
              <w:t>ТТ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233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Е 636 </w:t>
            </w:r>
            <w:proofErr w:type="gramStart"/>
            <w:r w:rsidRPr="00164D00">
              <w:t>ТТ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234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Е 645 </w:t>
            </w:r>
            <w:proofErr w:type="gramStart"/>
            <w:r w:rsidRPr="00164D00">
              <w:t>ТТ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235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161 КЕ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236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004 ХС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237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Е 641 </w:t>
            </w:r>
            <w:proofErr w:type="gramStart"/>
            <w:r w:rsidRPr="00164D00">
              <w:t>ТТ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238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014 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lastRenderedPageBreak/>
              <w:t>239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Е 647 </w:t>
            </w:r>
            <w:proofErr w:type="gramStart"/>
            <w:r w:rsidRPr="00164D00">
              <w:t>ТТ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240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Е 644 </w:t>
            </w:r>
            <w:proofErr w:type="gramStart"/>
            <w:r w:rsidRPr="00164D00">
              <w:t>ТТ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241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КАМАЗ 45143-62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002 КН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242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024 ХС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243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Е 619 </w:t>
            </w:r>
            <w:proofErr w:type="gramStart"/>
            <w:r w:rsidRPr="00164D00">
              <w:t>ТТ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244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Е 639 </w:t>
            </w:r>
            <w:proofErr w:type="gramStart"/>
            <w:r w:rsidRPr="00164D00">
              <w:t>ТТ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245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005 ХС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246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ГАЗ-66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В 050 МК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1991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247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Е 617 </w:t>
            </w:r>
            <w:proofErr w:type="gramStart"/>
            <w:r w:rsidRPr="00164D00">
              <w:t>ТТ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248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Е 620 </w:t>
            </w:r>
            <w:proofErr w:type="gramStart"/>
            <w:r w:rsidRPr="00164D00">
              <w:t>ТТ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249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020 ХС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250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145 КЕ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251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021 ХС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252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002 ХС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253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 082 ВР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254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Е 630 </w:t>
            </w:r>
            <w:proofErr w:type="gramStart"/>
            <w:r w:rsidRPr="00164D00">
              <w:t>ТТ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255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Е 629 </w:t>
            </w:r>
            <w:proofErr w:type="gramStart"/>
            <w:r w:rsidRPr="00164D00">
              <w:t>ТТ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256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Е 635 </w:t>
            </w:r>
            <w:proofErr w:type="gramStart"/>
            <w:r w:rsidRPr="00164D00">
              <w:t>ТТ</w:t>
            </w:r>
            <w:proofErr w:type="gramEnd"/>
            <w:r w:rsidRPr="00164D00">
              <w:t xml:space="preserve"> 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257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Е 614 </w:t>
            </w:r>
            <w:proofErr w:type="gramStart"/>
            <w:r w:rsidRPr="00164D00">
              <w:t>ТТ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258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 510 КМ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259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 xml:space="preserve">Е 622 </w:t>
            </w:r>
            <w:proofErr w:type="gramStart"/>
            <w:r w:rsidRPr="00164D00">
              <w:t>ТТ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260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022 ХС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261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144 КЕ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262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925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263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 680 КУ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264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 773 КМ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265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018 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266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131 КЕ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267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020 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268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920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269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 772 КМ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lastRenderedPageBreak/>
              <w:t>270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006 ХС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271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 774 КМ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272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018 ХС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273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УАЗ-390902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019 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274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010 ХС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275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ГАЗ-2752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010НЕ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276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007 ХС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277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924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278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918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279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150 КЕ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280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015 ХС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281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027 ХС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282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008 ХС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283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011 ХС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284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846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285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013 ХС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286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989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287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165 КЕ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288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012 ХС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289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 778 КМ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290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555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291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009 ХС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292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900 ХК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293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186 УР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294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172 УР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295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191 УР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296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972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297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999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298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965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299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019 ХС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300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205 КЕ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lastRenderedPageBreak/>
              <w:t>301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026 ХС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302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 776 КМ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303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975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304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014 ХС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305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 406 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306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 775 КМ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307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999 ХК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308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207 КЕ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309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023 ХС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310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984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311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190 УР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312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147 КЕ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313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016 ХС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314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991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315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025 ХС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316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148 КЕ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317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С 017 ХС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318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УАЗ-390944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К 779 КМ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319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Е 979 ТМ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320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Н 130 КЕ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321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В 065 КН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322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В 066 МН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4D00" w:rsidRPr="00164D00" w:rsidTr="00164D0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323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УАЗ-39099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В 068 МН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00" w:rsidRPr="00164D00" w:rsidRDefault="00164D00" w:rsidP="00164D00">
            <w:pPr>
              <w:jc w:val="center"/>
            </w:pPr>
            <w:r w:rsidRPr="00164D00">
              <w:t>2000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D00" w:rsidRPr="00164D00" w:rsidRDefault="00164D00" w:rsidP="00164D00">
            <w:pPr>
              <w:rPr>
                <w:rFonts w:ascii="Calibri" w:hAnsi="Calibri" w:cs="Calibri"/>
                <w:color w:val="000000"/>
              </w:rPr>
            </w:pPr>
            <w:r w:rsidRPr="00164D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AB61F6" w:rsidRPr="0014449B" w:rsidRDefault="00AB61F6" w:rsidP="00164D00">
      <w:pPr>
        <w:spacing w:after="240"/>
        <w:jc w:val="center"/>
        <w:rPr>
          <w:bCs/>
        </w:rPr>
      </w:pPr>
    </w:p>
    <w:p w:rsidR="00AB61F6" w:rsidRDefault="00C128CA" w:rsidP="006856BF">
      <w:pPr>
        <w:ind w:firstLine="360"/>
      </w:pPr>
      <w:r>
        <w:t xml:space="preserve">                      </w:t>
      </w:r>
    </w:p>
    <w:p w:rsidR="00AB61F6" w:rsidRPr="000D1120" w:rsidRDefault="00346975">
      <w:pPr>
        <w:rPr>
          <w:b/>
        </w:rPr>
      </w:pPr>
      <w:r>
        <w:t xml:space="preserve">         </w:t>
      </w:r>
      <w:r w:rsidR="00164D00">
        <w:t xml:space="preserve">                     </w:t>
      </w:r>
      <w:r>
        <w:t xml:space="preserve">  </w:t>
      </w:r>
      <w:r w:rsidRPr="000D1120">
        <w:rPr>
          <w:b/>
        </w:rPr>
        <w:t xml:space="preserve"> Начальник </w:t>
      </w:r>
      <w:proofErr w:type="spellStart"/>
      <w:r w:rsidRPr="000D1120">
        <w:rPr>
          <w:b/>
        </w:rPr>
        <w:t>СМиТ</w:t>
      </w:r>
      <w:proofErr w:type="spellEnd"/>
      <w:r w:rsidRPr="000D1120">
        <w:rPr>
          <w:b/>
        </w:rPr>
        <w:t xml:space="preserve">                                                                                         </w:t>
      </w:r>
      <w:r w:rsidR="00164D00" w:rsidRPr="000D1120">
        <w:rPr>
          <w:b/>
        </w:rPr>
        <w:t xml:space="preserve">       Беспалов И</w:t>
      </w:r>
      <w:r w:rsidRPr="000D1120">
        <w:rPr>
          <w:b/>
        </w:rPr>
        <w:t>.</w:t>
      </w:r>
      <w:r w:rsidR="00164D00" w:rsidRPr="000D1120">
        <w:rPr>
          <w:b/>
        </w:rPr>
        <w:t>Н.</w:t>
      </w:r>
    </w:p>
    <w:sectPr w:rsidR="00AB61F6" w:rsidRPr="000D1120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4A92166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2" w:hanging="405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3554D"/>
    <w:rsid w:val="00076C08"/>
    <w:rsid w:val="00081D6F"/>
    <w:rsid w:val="000A19F4"/>
    <w:rsid w:val="000A2ABA"/>
    <w:rsid w:val="000B603D"/>
    <w:rsid w:val="000D1120"/>
    <w:rsid w:val="000D4B13"/>
    <w:rsid w:val="000F30EB"/>
    <w:rsid w:val="000F55E6"/>
    <w:rsid w:val="000F6B09"/>
    <w:rsid w:val="001126FF"/>
    <w:rsid w:val="00115509"/>
    <w:rsid w:val="0014449B"/>
    <w:rsid w:val="00146C8A"/>
    <w:rsid w:val="001610B6"/>
    <w:rsid w:val="00164D00"/>
    <w:rsid w:val="00173C2C"/>
    <w:rsid w:val="00192BF2"/>
    <w:rsid w:val="001A148F"/>
    <w:rsid w:val="001A2C39"/>
    <w:rsid w:val="001C75F8"/>
    <w:rsid w:val="001D7C08"/>
    <w:rsid w:val="001E3449"/>
    <w:rsid w:val="001F4E58"/>
    <w:rsid w:val="002204AF"/>
    <w:rsid w:val="00225BEA"/>
    <w:rsid w:val="00230D09"/>
    <w:rsid w:val="00230DB5"/>
    <w:rsid w:val="0023614C"/>
    <w:rsid w:val="002407A8"/>
    <w:rsid w:val="0025515A"/>
    <w:rsid w:val="002558CF"/>
    <w:rsid w:val="00265BF1"/>
    <w:rsid w:val="002726BF"/>
    <w:rsid w:val="00275D93"/>
    <w:rsid w:val="00277F61"/>
    <w:rsid w:val="00282D44"/>
    <w:rsid w:val="00296FDB"/>
    <w:rsid w:val="002A6C24"/>
    <w:rsid w:val="002A767A"/>
    <w:rsid w:val="002B4B38"/>
    <w:rsid w:val="002B7D71"/>
    <w:rsid w:val="002C7FA2"/>
    <w:rsid w:val="002D0B90"/>
    <w:rsid w:val="002D7785"/>
    <w:rsid w:val="002E7ABA"/>
    <w:rsid w:val="002F265B"/>
    <w:rsid w:val="002F3414"/>
    <w:rsid w:val="0030011C"/>
    <w:rsid w:val="0030387B"/>
    <w:rsid w:val="00305607"/>
    <w:rsid w:val="00321A38"/>
    <w:rsid w:val="00327F97"/>
    <w:rsid w:val="003326ED"/>
    <w:rsid w:val="00332FA5"/>
    <w:rsid w:val="0033451A"/>
    <w:rsid w:val="00346975"/>
    <w:rsid w:val="00352603"/>
    <w:rsid w:val="00356279"/>
    <w:rsid w:val="003769C2"/>
    <w:rsid w:val="00376C4A"/>
    <w:rsid w:val="00384353"/>
    <w:rsid w:val="00391FBD"/>
    <w:rsid w:val="003A2CD4"/>
    <w:rsid w:val="003C1889"/>
    <w:rsid w:val="003C6451"/>
    <w:rsid w:val="003D6749"/>
    <w:rsid w:val="003F44EA"/>
    <w:rsid w:val="00402010"/>
    <w:rsid w:val="004436AD"/>
    <w:rsid w:val="00443E50"/>
    <w:rsid w:val="00447AB3"/>
    <w:rsid w:val="00467DC7"/>
    <w:rsid w:val="00471823"/>
    <w:rsid w:val="00473E45"/>
    <w:rsid w:val="00480E76"/>
    <w:rsid w:val="00486171"/>
    <w:rsid w:val="004926FA"/>
    <w:rsid w:val="00492D75"/>
    <w:rsid w:val="004A56F1"/>
    <w:rsid w:val="004B79E4"/>
    <w:rsid w:val="004C1143"/>
    <w:rsid w:val="004D474F"/>
    <w:rsid w:val="004E2DB1"/>
    <w:rsid w:val="004F46EB"/>
    <w:rsid w:val="004F4B35"/>
    <w:rsid w:val="004F4BE7"/>
    <w:rsid w:val="005021EF"/>
    <w:rsid w:val="00515949"/>
    <w:rsid w:val="005316C8"/>
    <w:rsid w:val="0053390A"/>
    <w:rsid w:val="005440D0"/>
    <w:rsid w:val="00556DBF"/>
    <w:rsid w:val="00567ABC"/>
    <w:rsid w:val="00584EFB"/>
    <w:rsid w:val="00590764"/>
    <w:rsid w:val="0059430B"/>
    <w:rsid w:val="005B3CDD"/>
    <w:rsid w:val="005D50EF"/>
    <w:rsid w:val="005E1FD2"/>
    <w:rsid w:val="005E2442"/>
    <w:rsid w:val="00615851"/>
    <w:rsid w:val="00622D92"/>
    <w:rsid w:val="006237C3"/>
    <w:rsid w:val="00625DAD"/>
    <w:rsid w:val="00631FEA"/>
    <w:rsid w:val="006346CD"/>
    <w:rsid w:val="00636BE4"/>
    <w:rsid w:val="00637394"/>
    <w:rsid w:val="00662451"/>
    <w:rsid w:val="00673464"/>
    <w:rsid w:val="00673E60"/>
    <w:rsid w:val="00675AD3"/>
    <w:rsid w:val="006778B4"/>
    <w:rsid w:val="00677D8E"/>
    <w:rsid w:val="00682F27"/>
    <w:rsid w:val="006856BF"/>
    <w:rsid w:val="006877E5"/>
    <w:rsid w:val="006C17EB"/>
    <w:rsid w:val="006D157E"/>
    <w:rsid w:val="006D1D9E"/>
    <w:rsid w:val="006E7E9F"/>
    <w:rsid w:val="006F62D1"/>
    <w:rsid w:val="00745D90"/>
    <w:rsid w:val="00746935"/>
    <w:rsid w:val="0076493E"/>
    <w:rsid w:val="0076555B"/>
    <w:rsid w:val="00773345"/>
    <w:rsid w:val="00782BFD"/>
    <w:rsid w:val="007A082A"/>
    <w:rsid w:val="007B343C"/>
    <w:rsid w:val="007D4186"/>
    <w:rsid w:val="007D7671"/>
    <w:rsid w:val="007E04FF"/>
    <w:rsid w:val="007E0BBE"/>
    <w:rsid w:val="007E50D9"/>
    <w:rsid w:val="008064F4"/>
    <w:rsid w:val="00827B1A"/>
    <w:rsid w:val="00843953"/>
    <w:rsid w:val="008513C5"/>
    <w:rsid w:val="00853B11"/>
    <w:rsid w:val="00853E38"/>
    <w:rsid w:val="008546AD"/>
    <w:rsid w:val="00873FDF"/>
    <w:rsid w:val="0088074D"/>
    <w:rsid w:val="00884E67"/>
    <w:rsid w:val="00890FF6"/>
    <w:rsid w:val="00894751"/>
    <w:rsid w:val="0089661E"/>
    <w:rsid w:val="008B02EE"/>
    <w:rsid w:val="008C49DC"/>
    <w:rsid w:val="008D44B6"/>
    <w:rsid w:val="008D4A20"/>
    <w:rsid w:val="008D641F"/>
    <w:rsid w:val="00920B97"/>
    <w:rsid w:val="00935604"/>
    <w:rsid w:val="009436DA"/>
    <w:rsid w:val="00951D71"/>
    <w:rsid w:val="00957099"/>
    <w:rsid w:val="009573AC"/>
    <w:rsid w:val="00966F43"/>
    <w:rsid w:val="009671AF"/>
    <w:rsid w:val="00967CA3"/>
    <w:rsid w:val="00970B90"/>
    <w:rsid w:val="009742CB"/>
    <w:rsid w:val="0097562F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E19C2"/>
    <w:rsid w:val="009E25B4"/>
    <w:rsid w:val="009E4933"/>
    <w:rsid w:val="009F7EE4"/>
    <w:rsid w:val="00A00AE4"/>
    <w:rsid w:val="00A17A81"/>
    <w:rsid w:val="00A24CDA"/>
    <w:rsid w:val="00A30295"/>
    <w:rsid w:val="00A31219"/>
    <w:rsid w:val="00A3666A"/>
    <w:rsid w:val="00A44850"/>
    <w:rsid w:val="00A477F4"/>
    <w:rsid w:val="00A54AB8"/>
    <w:rsid w:val="00A562A4"/>
    <w:rsid w:val="00A63D08"/>
    <w:rsid w:val="00A70605"/>
    <w:rsid w:val="00A72E3F"/>
    <w:rsid w:val="00A77F18"/>
    <w:rsid w:val="00AB2AE1"/>
    <w:rsid w:val="00AB361A"/>
    <w:rsid w:val="00AB61F6"/>
    <w:rsid w:val="00AD3FD3"/>
    <w:rsid w:val="00AD4034"/>
    <w:rsid w:val="00AD45AA"/>
    <w:rsid w:val="00AE13F9"/>
    <w:rsid w:val="00AE782F"/>
    <w:rsid w:val="00B02E2B"/>
    <w:rsid w:val="00B05695"/>
    <w:rsid w:val="00B105F5"/>
    <w:rsid w:val="00B124D0"/>
    <w:rsid w:val="00B15AAB"/>
    <w:rsid w:val="00B20445"/>
    <w:rsid w:val="00B21633"/>
    <w:rsid w:val="00B357C3"/>
    <w:rsid w:val="00B405F1"/>
    <w:rsid w:val="00B42350"/>
    <w:rsid w:val="00B51C20"/>
    <w:rsid w:val="00B607D0"/>
    <w:rsid w:val="00B65D57"/>
    <w:rsid w:val="00B71168"/>
    <w:rsid w:val="00B72C94"/>
    <w:rsid w:val="00B73CF5"/>
    <w:rsid w:val="00BA0B63"/>
    <w:rsid w:val="00BA4229"/>
    <w:rsid w:val="00BB7FF2"/>
    <w:rsid w:val="00BC5048"/>
    <w:rsid w:val="00BD01CE"/>
    <w:rsid w:val="00BD3FC2"/>
    <w:rsid w:val="00BF09B3"/>
    <w:rsid w:val="00C0793C"/>
    <w:rsid w:val="00C128CA"/>
    <w:rsid w:val="00C14A5F"/>
    <w:rsid w:val="00C44D65"/>
    <w:rsid w:val="00C62753"/>
    <w:rsid w:val="00C671C8"/>
    <w:rsid w:val="00C74716"/>
    <w:rsid w:val="00C756D1"/>
    <w:rsid w:val="00C86AD9"/>
    <w:rsid w:val="00CA0B74"/>
    <w:rsid w:val="00CA7690"/>
    <w:rsid w:val="00CB3CD5"/>
    <w:rsid w:val="00CC3944"/>
    <w:rsid w:val="00CE2E28"/>
    <w:rsid w:val="00CE3798"/>
    <w:rsid w:val="00CE4FCF"/>
    <w:rsid w:val="00CE6425"/>
    <w:rsid w:val="00CF0017"/>
    <w:rsid w:val="00CF2972"/>
    <w:rsid w:val="00CF620B"/>
    <w:rsid w:val="00D02F5D"/>
    <w:rsid w:val="00D04DC5"/>
    <w:rsid w:val="00D10CF3"/>
    <w:rsid w:val="00D41073"/>
    <w:rsid w:val="00D52E01"/>
    <w:rsid w:val="00D55AED"/>
    <w:rsid w:val="00D56D60"/>
    <w:rsid w:val="00D57399"/>
    <w:rsid w:val="00D93888"/>
    <w:rsid w:val="00D97722"/>
    <w:rsid w:val="00DA55B0"/>
    <w:rsid w:val="00DB7135"/>
    <w:rsid w:val="00E04882"/>
    <w:rsid w:val="00E12776"/>
    <w:rsid w:val="00E1795C"/>
    <w:rsid w:val="00E20E7C"/>
    <w:rsid w:val="00E26636"/>
    <w:rsid w:val="00E319F2"/>
    <w:rsid w:val="00E342D5"/>
    <w:rsid w:val="00E42FD4"/>
    <w:rsid w:val="00E573F5"/>
    <w:rsid w:val="00E67F28"/>
    <w:rsid w:val="00E71AF6"/>
    <w:rsid w:val="00E83465"/>
    <w:rsid w:val="00E90A2B"/>
    <w:rsid w:val="00EB174D"/>
    <w:rsid w:val="00EC3F1F"/>
    <w:rsid w:val="00ED4389"/>
    <w:rsid w:val="00ED674E"/>
    <w:rsid w:val="00EE07F4"/>
    <w:rsid w:val="00EF65C5"/>
    <w:rsid w:val="00F02961"/>
    <w:rsid w:val="00F042D2"/>
    <w:rsid w:val="00F066D8"/>
    <w:rsid w:val="00F37F7C"/>
    <w:rsid w:val="00F52D2E"/>
    <w:rsid w:val="00F60D48"/>
    <w:rsid w:val="00F775FF"/>
    <w:rsid w:val="00F84C6B"/>
    <w:rsid w:val="00F96A3F"/>
    <w:rsid w:val="00FA300F"/>
    <w:rsid w:val="00FB421F"/>
    <w:rsid w:val="00FC5E4F"/>
    <w:rsid w:val="00FD7101"/>
    <w:rsid w:val="00FE3144"/>
    <w:rsid w:val="00FE7603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164D0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164D00"/>
    <w:rPr>
      <w:color w:val="800080"/>
      <w:u w:val="single"/>
    </w:rPr>
  </w:style>
  <w:style w:type="paragraph" w:customStyle="1" w:styleId="xl64">
    <w:name w:val="xl64"/>
    <w:basedOn w:val="a"/>
    <w:rsid w:val="00164D0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164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164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164D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164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164D00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164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164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164D0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164D00"/>
    <w:rPr>
      <w:color w:val="800080"/>
      <w:u w:val="single"/>
    </w:rPr>
  </w:style>
  <w:style w:type="paragraph" w:customStyle="1" w:styleId="xl64">
    <w:name w:val="xl64"/>
    <w:basedOn w:val="a"/>
    <w:rsid w:val="00164D0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164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164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164D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164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164D00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164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164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6711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8E319-F23F-4F6B-90A7-C82FB9637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2597</Words>
  <Characters>14808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17371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Назимов Дмитрий Александрович</cp:lastModifiedBy>
  <cp:revision>5</cp:revision>
  <cp:lastPrinted>2012-12-07T09:56:00Z</cp:lastPrinted>
  <dcterms:created xsi:type="dcterms:W3CDTF">2012-11-27T11:29:00Z</dcterms:created>
  <dcterms:modified xsi:type="dcterms:W3CDTF">2012-12-07T09:56:00Z</dcterms:modified>
</cp:coreProperties>
</file>