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49" w:rsidRPr="00F775FF" w:rsidRDefault="001D436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5.65pt;margin-top:4.95pt;width:269.3pt;height:144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" strokecolor="white">
            <v:textbox>
              <w:txbxContent>
                <w:p w:rsidR="002E543A" w:rsidRPr="002C7FA2" w:rsidRDefault="002E543A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Text Box 3" o:spid="_x0000_s1027" type="#_x0000_t202" style="position:absolute;left:0;text-align:left;margin-left:589.4pt;margin-top:7.55pt;width:169.5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" strokecolor="white">
            <v:textbox style="mso-fit-shape-to-text:t">
              <w:txbxContent>
                <w:p w:rsidR="002E543A" w:rsidRPr="002C7FA2" w:rsidRDefault="002E543A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F8525D">
        <w:rPr>
          <w:caps/>
          <w:sz w:val="26"/>
          <w:szCs w:val="26"/>
        </w:rPr>
        <w:t xml:space="preserve">   </w:t>
      </w:r>
    </w:p>
    <w:p w:rsidR="003D6749" w:rsidRPr="00F775FF" w:rsidRDefault="003D6749" w:rsidP="00910CF6">
      <w:pPr>
        <w:pStyle w:val="21"/>
        <w:ind w:left="10348"/>
        <w:jc w:val="right"/>
        <w:rPr>
          <w:sz w:val="26"/>
          <w:szCs w:val="26"/>
        </w:rPr>
      </w:pPr>
    </w:p>
    <w:p w:rsidR="003D6749" w:rsidRPr="00F775FF" w:rsidRDefault="003D6749" w:rsidP="00910CF6">
      <w:pPr>
        <w:ind w:left="10348"/>
        <w:jc w:val="right"/>
        <w:rPr>
          <w:sz w:val="26"/>
          <w:szCs w:val="26"/>
        </w:rPr>
      </w:pPr>
    </w:p>
    <w:p w:rsidR="003D6749" w:rsidRPr="00F775FF" w:rsidRDefault="003D6749" w:rsidP="00910CF6">
      <w:pPr>
        <w:ind w:left="10348"/>
        <w:jc w:val="right"/>
        <w:rPr>
          <w:sz w:val="26"/>
          <w:szCs w:val="26"/>
        </w:rPr>
      </w:pPr>
    </w:p>
    <w:p w:rsidR="003D6749" w:rsidRPr="00F775FF" w:rsidRDefault="003D6749" w:rsidP="00910CF6">
      <w:pPr>
        <w:ind w:left="10348"/>
        <w:jc w:val="right"/>
        <w:rPr>
          <w:sz w:val="26"/>
          <w:szCs w:val="26"/>
        </w:rPr>
      </w:pPr>
    </w:p>
    <w:p w:rsidR="00773BFB" w:rsidRPr="00F775FF" w:rsidRDefault="00773BFB" w:rsidP="00F53657">
      <w:pPr>
        <w:tabs>
          <w:tab w:val="left" w:pos="5985"/>
        </w:tabs>
        <w:rPr>
          <w:sz w:val="26"/>
          <w:szCs w:val="26"/>
        </w:rPr>
      </w:pPr>
    </w:p>
    <w:p w:rsidR="00470F01" w:rsidRPr="00470F01" w:rsidRDefault="009B00B4" w:rsidP="008416AB">
      <w:pPr>
        <w:ind w:left="4678" w:hanging="127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8416AB">
        <w:rPr>
          <w:b/>
          <w:sz w:val="28"/>
          <w:szCs w:val="28"/>
        </w:rPr>
        <w:t xml:space="preserve">            </w:t>
      </w:r>
      <w:r w:rsidR="00470F01">
        <w:rPr>
          <w:b/>
          <w:sz w:val="28"/>
          <w:szCs w:val="28"/>
        </w:rPr>
        <w:t xml:space="preserve"> </w:t>
      </w:r>
      <w:r w:rsidR="003D6749" w:rsidRPr="00296FDB">
        <w:rPr>
          <w:b/>
          <w:sz w:val="28"/>
          <w:szCs w:val="28"/>
        </w:rPr>
        <w:t>ТЕХНИЧЕСКО</w:t>
      </w:r>
      <w:r w:rsidR="00470F01">
        <w:rPr>
          <w:b/>
          <w:sz w:val="28"/>
          <w:szCs w:val="28"/>
        </w:rPr>
        <w:t xml:space="preserve">Е ЗАДАНИЕ                                                                                                </w:t>
      </w:r>
      <w:r w:rsidR="00470F01" w:rsidRPr="007E2048">
        <w:t xml:space="preserve">на поставку </w:t>
      </w:r>
      <w:r w:rsidR="008416AB">
        <w:t xml:space="preserve">автомобильных </w:t>
      </w:r>
      <w:r w:rsidR="00470F01" w:rsidRPr="007E2048">
        <w:t>запч</w:t>
      </w:r>
      <w:r w:rsidR="00470F01">
        <w:t>а</w:t>
      </w:r>
      <w:r w:rsidR="008416AB">
        <w:t>стей  по лоту № 209С</w:t>
      </w:r>
      <w:r w:rsidR="00470F01" w:rsidRPr="007E2048">
        <w:t>.</w:t>
      </w:r>
      <w:r w:rsidR="00470F01" w:rsidRPr="007E2048">
        <w:rPr>
          <w:u w:val="single"/>
        </w:rPr>
        <w:t xml:space="preserve">  </w:t>
      </w:r>
    </w:p>
    <w:p w:rsidR="00470F01" w:rsidRPr="007E2048" w:rsidRDefault="00470F01" w:rsidP="00470F01">
      <w:pPr>
        <w:pStyle w:val="aa"/>
        <w:jc w:val="center"/>
        <w:rPr>
          <w:rFonts w:ascii="Times New Roman" w:hAnsi="Times New Roman"/>
          <w:sz w:val="24"/>
          <w:szCs w:val="24"/>
        </w:rPr>
      </w:pPr>
    </w:p>
    <w:p w:rsidR="004E4980" w:rsidRDefault="004E4980" w:rsidP="004E4980">
      <w:pPr>
        <w:pStyle w:val="a7"/>
        <w:numPr>
          <w:ilvl w:val="0"/>
          <w:numId w:val="1"/>
        </w:numPr>
        <w:ind w:left="502"/>
        <w:jc w:val="both"/>
        <w:rPr>
          <w:bCs/>
          <w:sz w:val="24"/>
          <w:szCs w:val="24"/>
        </w:rPr>
      </w:pPr>
      <w:r w:rsidRPr="005C300E">
        <w:rPr>
          <w:bCs/>
          <w:sz w:val="24"/>
          <w:szCs w:val="24"/>
        </w:rPr>
        <w:t>Общая часть</w:t>
      </w:r>
      <w:r>
        <w:rPr>
          <w:bCs/>
          <w:sz w:val="24"/>
          <w:szCs w:val="24"/>
        </w:rPr>
        <w:t>.</w:t>
      </w:r>
    </w:p>
    <w:p w:rsidR="004E4980" w:rsidRDefault="004E4980" w:rsidP="004E4980">
      <w:pPr>
        <w:pStyle w:val="a7"/>
        <w:ind w:left="50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ОАО «МРСК Центра» проводит закупку автомобильных запчастей для легковых и грузовых автомобилей, находящихся на балансе филиала ОАО «МРСК Центра»-«</w:t>
      </w:r>
      <w:r w:rsidR="00AD41C8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>».</w:t>
      </w:r>
    </w:p>
    <w:p w:rsidR="004E4980" w:rsidRDefault="004E4980" w:rsidP="004E4980">
      <w:pPr>
        <w:pStyle w:val="a7"/>
        <w:ind w:left="50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План закупок </w:t>
      </w:r>
      <w:r w:rsidR="00AD41C8">
        <w:rPr>
          <w:bCs/>
          <w:sz w:val="24"/>
          <w:szCs w:val="24"/>
        </w:rPr>
        <w:t>ОАО «МРСК Центра» - «Липецкэнерго</w:t>
      </w:r>
      <w:r>
        <w:rPr>
          <w:bCs/>
          <w:sz w:val="24"/>
          <w:szCs w:val="24"/>
        </w:rPr>
        <w:t>» в 2013г. Срок поставки –  январь-декабрь 2013</w:t>
      </w:r>
      <w:r w:rsidR="002E543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г.</w:t>
      </w:r>
    </w:p>
    <w:p w:rsidR="004E4980" w:rsidRPr="002811CE" w:rsidRDefault="004E4980" w:rsidP="004E4980">
      <w:pPr>
        <w:pStyle w:val="a7"/>
        <w:numPr>
          <w:ilvl w:val="0"/>
          <w:numId w:val="1"/>
        </w:numPr>
        <w:ind w:left="502"/>
        <w:jc w:val="both"/>
        <w:rPr>
          <w:bCs/>
          <w:sz w:val="24"/>
          <w:szCs w:val="24"/>
        </w:rPr>
      </w:pPr>
      <w:r w:rsidRPr="002811CE">
        <w:rPr>
          <w:bCs/>
          <w:sz w:val="24"/>
          <w:szCs w:val="24"/>
        </w:rPr>
        <w:t>Предмет конкурса. Поставщик обеспечивает поставку автомобильных запчастей в объемах и сроки установленные данным ТЗ.</w:t>
      </w:r>
    </w:p>
    <w:p w:rsidR="004E4980" w:rsidRDefault="004E4980" w:rsidP="004E4980">
      <w:pPr>
        <w:pStyle w:val="a7"/>
        <w:numPr>
          <w:ilvl w:val="0"/>
          <w:numId w:val="1"/>
        </w:numPr>
        <w:spacing w:after="120"/>
        <w:ind w:left="499" w:hanging="35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</w:t>
      </w:r>
      <w:r w:rsidR="005B4826">
        <w:rPr>
          <w:bCs/>
          <w:sz w:val="24"/>
          <w:szCs w:val="24"/>
        </w:rPr>
        <w:t>раметры оборудования: согласно п</w:t>
      </w:r>
      <w:r>
        <w:rPr>
          <w:bCs/>
          <w:sz w:val="24"/>
          <w:szCs w:val="24"/>
        </w:rPr>
        <w:t>риложению №1</w:t>
      </w:r>
      <w:r w:rsidR="005B4826">
        <w:rPr>
          <w:bCs/>
          <w:sz w:val="24"/>
          <w:szCs w:val="24"/>
        </w:rPr>
        <w:t>.</w:t>
      </w:r>
    </w:p>
    <w:p w:rsidR="00AD41C8" w:rsidRPr="00AD41C8" w:rsidRDefault="00AD41C8" w:rsidP="00AD41C8">
      <w:pPr>
        <w:pStyle w:val="a7"/>
        <w:numPr>
          <w:ilvl w:val="0"/>
          <w:numId w:val="1"/>
        </w:numPr>
        <w:overflowPunct w:val="0"/>
        <w:autoSpaceDE w:val="0"/>
        <w:autoSpaceDN w:val="0"/>
        <w:adjustRightInd w:val="0"/>
        <w:spacing w:after="240"/>
        <w:ind w:left="502"/>
        <w:jc w:val="both"/>
        <w:textAlignment w:val="baseline"/>
        <w:rPr>
          <w:sz w:val="24"/>
          <w:szCs w:val="24"/>
        </w:rPr>
      </w:pPr>
      <w:r w:rsidRPr="00AD41C8">
        <w:rPr>
          <w:bCs/>
          <w:sz w:val="24"/>
          <w:szCs w:val="24"/>
        </w:rPr>
        <w:t>Дополнительные требования:</w:t>
      </w:r>
      <w:r w:rsidRPr="00663839">
        <w:t xml:space="preserve"> </w:t>
      </w:r>
      <w:r w:rsidRPr="00AD41C8">
        <w:rPr>
          <w:bCs/>
          <w:sz w:val="24"/>
          <w:szCs w:val="24"/>
        </w:rPr>
        <w:t>поставка  запасных частей  должна осуществляться по отдельным заявкам поступающих от представителей   службы механизации и транспорта филиала ОАО «МРСК Центра» - «Липецкэнерго» в течении одних суток из фактического наличия в г. Липецке.</w:t>
      </w:r>
    </w:p>
    <w:p w:rsidR="004E4980" w:rsidRPr="00AD41C8" w:rsidRDefault="00AD41C8" w:rsidP="00AD41C8">
      <w:pPr>
        <w:pStyle w:val="a7"/>
        <w:numPr>
          <w:ilvl w:val="0"/>
          <w:numId w:val="1"/>
        </w:numPr>
        <w:overflowPunct w:val="0"/>
        <w:autoSpaceDE w:val="0"/>
        <w:autoSpaceDN w:val="0"/>
        <w:adjustRightInd w:val="0"/>
        <w:spacing w:after="240"/>
        <w:ind w:left="502"/>
        <w:jc w:val="both"/>
        <w:textAlignment w:val="baseline"/>
        <w:rPr>
          <w:sz w:val="24"/>
          <w:szCs w:val="24"/>
        </w:rPr>
      </w:pPr>
      <w:r w:rsidRPr="00AD41C8">
        <w:rPr>
          <w:bCs/>
          <w:sz w:val="24"/>
          <w:szCs w:val="24"/>
        </w:rPr>
        <w:t xml:space="preserve"> </w:t>
      </w:r>
      <w:r w:rsidR="004E4980" w:rsidRPr="00AD41C8">
        <w:rPr>
          <w:bCs/>
          <w:sz w:val="24"/>
          <w:szCs w:val="24"/>
        </w:rPr>
        <w:t>Гарантийные обязательства. Поставляемая продукция должна быть сертифицированной, новой, неиспользованной, соответствовать указанным техническим характеристикам, изготовленной не ранее 2012г. Гарантия на поставляемую продукцию должна распространяться не менее чем на две недели с момента продажи.</w:t>
      </w:r>
    </w:p>
    <w:p w:rsidR="004E4980" w:rsidRPr="00AD41C8" w:rsidRDefault="004E4980" w:rsidP="00AD41C8">
      <w:pPr>
        <w:pStyle w:val="a7"/>
        <w:numPr>
          <w:ilvl w:val="0"/>
          <w:numId w:val="1"/>
        </w:numPr>
        <w:overflowPunct w:val="0"/>
        <w:autoSpaceDE w:val="0"/>
        <w:autoSpaceDN w:val="0"/>
        <w:adjustRightInd w:val="0"/>
        <w:spacing w:after="240"/>
        <w:ind w:left="502"/>
        <w:jc w:val="both"/>
        <w:textAlignment w:val="baseline"/>
        <w:rPr>
          <w:sz w:val="24"/>
          <w:szCs w:val="24"/>
        </w:rPr>
      </w:pPr>
      <w:r w:rsidRPr="00AD41C8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подписание сторонами акта-приема передачи.</w:t>
      </w:r>
    </w:p>
    <w:p w:rsidR="004E4980" w:rsidRPr="00AD41C8" w:rsidRDefault="004E4980" w:rsidP="00AD41C8">
      <w:pPr>
        <w:pStyle w:val="a7"/>
        <w:numPr>
          <w:ilvl w:val="0"/>
          <w:numId w:val="1"/>
        </w:numPr>
        <w:overflowPunct w:val="0"/>
        <w:autoSpaceDE w:val="0"/>
        <w:autoSpaceDN w:val="0"/>
        <w:adjustRightInd w:val="0"/>
        <w:spacing w:after="240"/>
        <w:ind w:left="502"/>
        <w:jc w:val="both"/>
        <w:textAlignment w:val="baseline"/>
        <w:rPr>
          <w:sz w:val="24"/>
          <w:szCs w:val="24"/>
        </w:rPr>
      </w:pPr>
      <w:r w:rsidRPr="00AD41C8">
        <w:rPr>
          <w:sz w:val="24"/>
          <w:szCs w:val="24"/>
        </w:rPr>
        <w:t>По результатам конкурентной процедуры между  поставщиком и  филиалом  ОАО «МРСК Центра»- «</w:t>
      </w:r>
      <w:r w:rsidR="00AD41C8">
        <w:rPr>
          <w:sz w:val="24"/>
          <w:szCs w:val="24"/>
        </w:rPr>
        <w:t>Липецкэнерго</w:t>
      </w:r>
      <w:r w:rsidRPr="00AD41C8">
        <w:rPr>
          <w:sz w:val="24"/>
          <w:szCs w:val="24"/>
        </w:rPr>
        <w:t xml:space="preserve">» заключается договор по единичным расценкам.  Предельная стоимость договора  </w:t>
      </w:r>
      <w:r w:rsidR="002E543A">
        <w:rPr>
          <w:b/>
          <w:bCs/>
          <w:sz w:val="24"/>
          <w:szCs w:val="24"/>
        </w:rPr>
        <w:t>5 307 911.40</w:t>
      </w:r>
      <w:r w:rsidRPr="00AD41C8">
        <w:rPr>
          <w:b/>
          <w:bCs/>
          <w:sz w:val="24"/>
          <w:szCs w:val="24"/>
        </w:rPr>
        <w:t xml:space="preserve"> руб. </w:t>
      </w:r>
      <w:r w:rsidR="002E543A">
        <w:rPr>
          <w:b/>
          <w:bCs/>
          <w:sz w:val="24"/>
          <w:szCs w:val="24"/>
        </w:rPr>
        <w:t>с</w:t>
      </w:r>
      <w:r w:rsidRPr="00AD41C8">
        <w:rPr>
          <w:b/>
          <w:bCs/>
          <w:sz w:val="24"/>
          <w:szCs w:val="24"/>
        </w:rPr>
        <w:t xml:space="preserve"> НДС.</w:t>
      </w:r>
    </w:p>
    <w:p w:rsidR="004E4980" w:rsidRPr="002D0CF5" w:rsidRDefault="004E4980" w:rsidP="004E4980">
      <w:pPr>
        <w:ind w:left="502"/>
        <w:jc w:val="both"/>
        <w:rPr>
          <w:b/>
          <w:sz w:val="26"/>
          <w:szCs w:val="26"/>
        </w:rPr>
      </w:pPr>
    </w:p>
    <w:p w:rsidR="004E4980" w:rsidRPr="004E4980" w:rsidRDefault="004E4980" w:rsidP="004E4980">
      <w:pPr>
        <w:pStyle w:val="a4"/>
        <w:ind w:left="1211"/>
        <w:rPr>
          <w:b/>
          <w:sz w:val="28"/>
          <w:szCs w:val="28"/>
        </w:rPr>
      </w:pPr>
      <w:r w:rsidRPr="004E4980">
        <w:rPr>
          <w:b/>
          <w:sz w:val="28"/>
          <w:szCs w:val="28"/>
        </w:rPr>
        <w:t>Начальник СМиТ                                                                                                   И.Н. Беспалов</w:t>
      </w:r>
    </w:p>
    <w:p w:rsidR="004E4980" w:rsidRDefault="004E4980" w:rsidP="004E4980">
      <w:pPr>
        <w:pStyle w:val="a4"/>
        <w:ind w:left="1211"/>
      </w:pPr>
    </w:p>
    <w:p w:rsidR="004E4980" w:rsidRDefault="004E4980" w:rsidP="004E4980">
      <w:pPr>
        <w:pStyle w:val="a7"/>
        <w:spacing w:after="240"/>
        <w:ind w:left="426"/>
        <w:jc w:val="both"/>
        <w:rPr>
          <w:bCs/>
          <w:sz w:val="24"/>
          <w:szCs w:val="24"/>
        </w:rPr>
      </w:pPr>
    </w:p>
    <w:p w:rsidR="00BF6842" w:rsidRDefault="00BF6842" w:rsidP="004E4980">
      <w:pPr>
        <w:pStyle w:val="a7"/>
        <w:spacing w:after="240"/>
        <w:ind w:left="426"/>
        <w:jc w:val="both"/>
        <w:rPr>
          <w:bCs/>
          <w:sz w:val="24"/>
          <w:szCs w:val="24"/>
        </w:rPr>
      </w:pPr>
      <w:bookmarkStart w:id="0" w:name="_GoBack"/>
      <w:bookmarkEnd w:id="0"/>
    </w:p>
    <w:p w:rsidR="00C64A03" w:rsidRDefault="00C64A03" w:rsidP="00C64A03"/>
    <w:tbl>
      <w:tblPr>
        <w:tblW w:w="13139" w:type="dxa"/>
        <w:tblInd w:w="93" w:type="dxa"/>
        <w:tblLook w:val="04A0" w:firstRow="1" w:lastRow="0" w:firstColumn="1" w:lastColumn="0" w:noHBand="0" w:noVBand="1"/>
      </w:tblPr>
      <w:tblGrid>
        <w:gridCol w:w="666"/>
        <w:gridCol w:w="7030"/>
        <w:gridCol w:w="992"/>
        <w:gridCol w:w="1418"/>
        <w:gridCol w:w="567"/>
        <w:gridCol w:w="992"/>
        <w:gridCol w:w="887"/>
        <w:gridCol w:w="587"/>
      </w:tblGrid>
      <w:tr w:rsidR="00C64A03" w:rsidRPr="00C24681" w:rsidTr="00013F8C">
        <w:trPr>
          <w:gridAfter w:val="1"/>
          <w:wAfter w:w="587" w:type="dxa"/>
          <w:trHeight w:val="25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4A3F71" w:rsidRDefault="00C64A03" w:rsidP="00013F8C">
            <w:pPr>
              <w:jc w:val="right"/>
              <w:rPr>
                <w:b/>
                <w:sz w:val="20"/>
                <w:szCs w:val="20"/>
              </w:rPr>
            </w:pPr>
            <w:r w:rsidRPr="004A3F71">
              <w:rPr>
                <w:b/>
                <w:sz w:val="20"/>
                <w:szCs w:val="20"/>
              </w:rPr>
              <w:t>Приложение № 1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A03" w:rsidRPr="004A3F71" w:rsidRDefault="00C64A03" w:rsidP="00013F8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C64A03" w:rsidRPr="00C24681" w:rsidTr="00013F8C">
        <w:trPr>
          <w:gridAfter w:val="1"/>
          <w:wAfter w:w="587" w:type="dxa"/>
          <w:trHeight w:val="25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4A03" w:rsidRPr="004A3F71" w:rsidRDefault="00C64A03" w:rsidP="00013F8C">
            <w:pPr>
              <w:jc w:val="right"/>
              <w:rPr>
                <w:b/>
                <w:sz w:val="20"/>
                <w:szCs w:val="20"/>
              </w:rPr>
            </w:pPr>
            <w:r w:rsidRPr="004A3F71">
              <w:rPr>
                <w:b/>
                <w:sz w:val="20"/>
                <w:szCs w:val="20"/>
              </w:rPr>
              <w:t>к техническому заданию на приобретение запчастей</w:t>
            </w: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A03" w:rsidRPr="004A3F71" w:rsidRDefault="00C64A03" w:rsidP="00013F8C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C64A03" w:rsidRPr="00C24681" w:rsidTr="00013F8C">
        <w:trPr>
          <w:trHeight w:val="25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</w:tr>
      <w:tr w:rsidR="00C64A03" w:rsidRPr="00C24681" w:rsidTr="00013F8C">
        <w:trPr>
          <w:gridAfter w:val="4"/>
          <w:wAfter w:w="3033" w:type="dxa"/>
          <w:trHeight w:val="25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64A03" w:rsidRPr="00C24681" w:rsidRDefault="00C64A03" w:rsidP="00013F8C">
            <w:pPr>
              <w:jc w:val="center"/>
              <w:rPr>
                <w:sz w:val="20"/>
                <w:szCs w:val="20"/>
              </w:rPr>
            </w:pPr>
          </w:p>
        </w:tc>
      </w:tr>
    </w:tbl>
    <w:p w:rsidR="00C64A03" w:rsidRDefault="00C64A03" w:rsidP="00C64A03"/>
    <w:tbl>
      <w:tblPr>
        <w:tblW w:w="9947" w:type="dxa"/>
        <w:tblInd w:w="98" w:type="dxa"/>
        <w:tblLook w:val="04A0" w:firstRow="1" w:lastRow="0" w:firstColumn="1" w:lastColumn="0" w:noHBand="0" w:noVBand="1"/>
      </w:tblPr>
      <w:tblGrid>
        <w:gridCol w:w="735"/>
        <w:gridCol w:w="5500"/>
        <w:gridCol w:w="2420"/>
        <w:gridCol w:w="1292"/>
      </w:tblGrid>
      <w:tr w:rsidR="00C64A03" w:rsidRPr="002737EB" w:rsidTr="00013F8C">
        <w:trPr>
          <w:trHeight w:val="267"/>
        </w:trPr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737EB">
              <w:rPr>
                <w:rFonts w:ascii="Arial" w:hAnsi="Arial" w:cs="Arial"/>
                <w:b/>
                <w:bCs/>
                <w:sz w:val="16"/>
                <w:szCs w:val="16"/>
              </w:rPr>
              <w:t>Номер  п/п</w:t>
            </w:r>
          </w:p>
        </w:tc>
        <w:tc>
          <w:tcPr>
            <w:tcW w:w="5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7EB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товаров</w:t>
            </w:r>
          </w:p>
        </w:tc>
        <w:tc>
          <w:tcPr>
            <w:tcW w:w="24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7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Предельная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цена за ед.</w:t>
            </w:r>
            <w:r w:rsidRPr="002737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учетом НДС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7EB">
              <w:rPr>
                <w:rFonts w:ascii="Arial" w:hAnsi="Arial" w:cs="Arial"/>
                <w:b/>
                <w:bCs/>
                <w:sz w:val="20"/>
                <w:szCs w:val="20"/>
              </w:rPr>
              <w:t>Ед. измерения</w:t>
            </w:r>
          </w:p>
        </w:tc>
      </w:tr>
      <w:tr w:rsidR="00C64A03" w:rsidRPr="002737EB" w:rsidTr="00013F8C">
        <w:trPr>
          <w:trHeight w:val="267"/>
        </w:trPr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37E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64A03" w:rsidRPr="002737EB" w:rsidTr="00013F8C">
        <w:trPr>
          <w:trHeight w:val="312"/>
        </w:trPr>
        <w:tc>
          <w:tcPr>
            <w:tcW w:w="99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000000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2737EB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ГАЗ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А/лампа А24V5W (габарит.поворотов)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Адсорбер с датчиком дв.405 (2112) 31105-1164010-10 03110-50-1164010-010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ГАЗ-3308,Садко, Валдай KNG-2915006-82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перед. подвески 40.1.2905006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передней подвески 113.2905005-63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подвески  Г-3302 А21103 СЗ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Арка крыла 3302-8403026 03302-00-8403026-000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Арка крыла 3302-8403027 03302-00-8403027-000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Башмак +звезда 405дв."ПРЕМИУМ"(подш.103) 405-1006090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Башмак натяжителя цепи 406-1006090-11 00406-00-1006090-011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Бегунок Газ,Уаз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Бегунок без конт. (Волга) Цитрон 1901-3706-020 01901-00-3706020-000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Бегунок коричневый Г-52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Бегунок распределителя б/к (Г-53,3307) Цитрон Р141-3706020 0Р141-00-3706020-000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Бегунок распределителя конт.(Г-53,3307)  Р4-3706020 00053-04-3706020-002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Бензонасос ГАЗель, Волга ЗМЗ-406 04061-00-1106010-022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катушек полюсов Газ,Паз 8802.3708.110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(3301) н/о БПР-2М-3722005 00005-00-3722005-000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(ПР120) 3102-3722000 00120-00-3722000-000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10 шт. (3302) ПР121-3722000 00121-00-3722000-000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30А и 50А в сборе (3302)  111-3722000 00111-00-3722000-000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3110,3302 (БПР-13) 00054-00-0811000-000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сальников заднего моста (66,3308) 41-4224023 00041-00-4224023-000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302.3763.000-10/12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дв.4062.10 (Микас 7.1) н/о 241-3763000-31 00241-00-3763000-031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дв.4063.10 СОАТЭ 309-3763000-01 00309-00-3763000-001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ЗМЗ-4063 309.3763.000-01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отопителем Волга-31105 03110-50-8121020-010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(шпилька) крепления колеса Волга-3102, Соболь 3101 10-2403062 03101-10-2403062-000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башмака натяж.цепи 406-1006098-20 00406-00-1006098-020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кард.вала (к-т 4шт. упак.ГАЗ) "Волга" 2217-2200800 02217-00-2200800-000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кард.вала (к-т 8шт. упак.ГАЗ) Г-3307,53 3308-2200800 03308-00-2200800-000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кард.вала длин.(к-т 4шт. упак ГАЗ) 2217-2200800-01 02217-00-2200800-001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карданного вала с гайкой и шайбой 290863-П29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коленчатого вала 406дв. 4905-1006056-10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колеса 3110-3101040 03110-00-3101040-000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М10*1*22 крепления шестерни глав.передачи 3302-2403232 03302-00-2403232-000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М10*1*30 поворотного кулака 00000-00-0290784-629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М10*1*42крепления чашки пружины (1шт) 24-201525-629 00000-00-0201525-629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М11*1 крепления маховика 291524-600 00000-00-0291524-600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М11*33*1 маховика ЗМЗ 53,402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 кулака 3110-3001042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М12*1,25*165 центральный зад.рессоры (53) 290977-602 00000-00-0290977-602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М12*1,25*25 крепления полуоси Г-53,3307 201561-629 00000-00-0201561-629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М12*1,25*70 рессоры стяжной ГАЗель (5 лист) 00000-00-0290927-629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М12*140 крепления стартера 00000-00-0291579-000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М16*1.5*120 рессоры+гайка+гровер 3302-291156-629 00000-00-0291156-629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М4*8 крепления троса капота 290277-629 00000-00-0290277-629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М6*20 крепления перед.крыла (3302) 201420-629 00000-00-0201420-629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М6*25 крепления педали акселератора 33081 201422-629 00000-00-0201422-629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М6*45 крепления водяного насоса ЗМЗ-402 00000-00-0200217-629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М8*100 крепления генератора ЗМЗ-406 200279 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М8*16 крепления крышки картера зад.моста 3302 201454-629 00000-00-0201454-629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М8*30 крепления корзины сцеп-я 290656-629 00000-00-0290656-629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М8*38 крепления передней крышки ЗМЗ-406 00000-00-0201463-629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ограничительный подвески н/о 03110-00-2904132-000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педали тормоза в сб. Волга,Газель "Оригинал" 03110-00-3504900-000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стяжной р/вала 514-1006036-10 00514-00-1006036-010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суппорта М12*1,25*22 03302-00-3501141-000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успокоителя 406-1006096-20 00406-00-1006096-020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успокоителя 406-1006097-20 00406-00-1006097-020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шатуна с гайкой дв.402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шатуна с гайкой дв.406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эксцентрик зад .торм. колодок 3307 4301-3501068 04301-00-3501068-000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эксцентрика 3302-3508167-10 03302-00-3508167-010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эксцентрика задн.торм.колодок 52-3502068-01 00052-00-3502068-001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Болт-штуцер 10 560-3548276 00560-00-3548276-000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арки крыла лев (РТИ) 2705-5401233 02705-00-5401233-000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арки крыла прав (РТИ) 2705-5401232 02705-00-5401232-000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заднего колеса 2310-8511024 02310-00-8511024-000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заднего колеса левый/правый 2705 02705-00-5401567/8-011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заднего колеса РТИ 3301-8511188 03301-00-8511188-004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2705-5401568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Газель 41*44 большой 3302-8511188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длин. 3302-8511188-10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корот.(420*230) 3302-8511188-1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облицовки (накладка бампера) 4301-8401450 04301-00-8401450-000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облицовки (накладка бампера) 4301-8401451 04301-00-8401451-000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верхнего рычага 24-2902654 00024-00-2902654-000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задний (угол черный) 2705-2804020 02705-00-2804020-000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задний (угол черный) 2705-2804021 02705-00-2804021-000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Буферное устройство в сборе 53А-2805011 00053-01-2805011-000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Ввертыш на свечи  402дв.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Ввертыш на свечи  406дв.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Вентиль безкамерных шин 3110 50-3106040 03110-50-3106040-000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Г-31029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(ГАЗ) 3102 90-1308010 03102-90-1308010-000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(ГАЗ) 3302-1308010 03302-00-1308010-001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(ГАЗ) 3307-1308010 03307-00-1308010-000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ГАЗель 10-ти лопастной 03302-00-1308010-020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ГАЗель 8-ми лопастной 03302-00-1308010-010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ГАЗель ЗМЗ-4025,4063 (крыльчатка) 03302-00-1308010-000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М8*25 крепления мех-ма замка двери ГАЗель 00000-00-4531149-066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 контрол. ламп ручного тормоза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 массы 12 В 1300.3737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Внутр. часть выкл. замка (личинка) к-т. 2401 03302-00-6105090-000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Внутр. часть выкл. замка (личинка) к-т. 2401 03302-00-6105090-000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Внутр. часть выкл. замка (личинка) к-т. 3102 03102-00-6105090-000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Внутр. часть выкл. замка (личинка) к-т. 3110 03110-00-6105090-000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Вставка в объем бампер Волга 3110 под против.фары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Вставки облицовки радиатора никель ГАЗ-3110 03110-00-8401193-(192)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(3302) 24-2915432 00024-00-2915432-000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(3302,3110) ЯРТИ 24-2915432-04 00024-00-2915432-004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53,3307,Валдай (СЗРТ) 52-2905486 00052-00-2905486-000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блока шестерен 53-1701083 00053-00-1701083-000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верхнего рычага 3102-2904126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верхнего рычага металл 24-2904125-04 00024-00-2904126-000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клапанной крышки Газ-53 13-1007243-Б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крепления глушителя Волга,ГАЗель 00021-00-1302094-000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направляющ. впуск/выпуск.клапанов к-т(16шт) 406-1007032/33 00406-00-1007032-000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направляющая  клапана ГАЗ 406 SM(16 шт) 88-2807/88-2808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направляющая клапана Г-53 406 HERZOG (16 шт)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направляющая кронштейна приемной трубы 20-1001095 00020-22-1001095-000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оси верхних рычагов перед. подвески Г-31029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 оси нижних рычагов (резин.)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оси педалей 13-3504023 00013-00-3504023-000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оси толкателя 21-3504039 00021-00-3504039-000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педали акселератора 21-1108041-20 00021-00-1108041-020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пром.вала мал.406-1006025 00406-00-1006025-000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шестерни главной передачи н/о 31105-2402030 03110-50-2402030-000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шестерни главной передачи н/о 3302-2402030 03302-00-2402030-000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резьбовая в сб. ГАЗ-24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резьбовая к-т. (4шт) 3110-2904061 03110-00-2904061-000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"Волга" 13-2912028 00013-00-2912028-000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"Волга" 13-2912028-04 00013-00-2912028-004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соединительная бачка ГТЦ 2410,31029 РТИ 412-3505067 00412-00-3505067-000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стабилизатора 2410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удлинителя (24) 31105-1701209 03110-50-1701209-000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упл-ная болта крышки клапанов 406-1007243 04060-00-1007243-004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Втулки промежуточного вала (2шт) 00406-00-1000103-000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Втулки стартера большого ГАЗ, ЗИЛ-130 00053-00-3708001-000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Втулки стартера малого Волга, ГАЗель 03110-00-3708001-000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замка с ключом (1шт.)3302-6105080 03302-00-6105080-000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клапана термовакуумный 402-1213110 00402-00-1213110-000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массы с ручным управлением ВК318Б  У-ХЛ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освещ. приборов ВК416-01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света з/х на КПП н/о 642247 00000-00-0642247-000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сигнала торможения ( ВК12Б ) ГАЗ,ПАЗ,УАЗ,ЗИЛ 00012-00-3720000-020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сигнала торможения (15.3720) 2108-3720000 00015-00-3720000-000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Габариты К-З 26.3712-10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 М24х1,5 ред-ра з.моста "Валдай" 292958-629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ведущей шестерни н/о 3110-2402042 03110-00-2402042-000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внутренняя с штифтом 3302-2401050-1 03302-00-2401050-001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ГБЦусиленная 292127-П8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задн/ступицы внутр. 53-2401054-01 00053-00-2401054-001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"Валдай" 4595651-716 00000-00-4595651-716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"ВОЛГА" 4595631-725 00000-00-4595631-725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"Газель" 3302-3101034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с шайбой 3302-3101034 03302-00-3101034-000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крепления колеса 459.561715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крепления перед. колеса правая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крепления подшипников задней ступицы 53-2401054-01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 коллектора (крупн.резьба) усилен. 250536-655 00000-00-0250536-655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 коллектора латунь (ГАЗ) 250536-600 00000-00-0250536-600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 коллектора(мелк.резьба) усилен. 00000-00-0250512-629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 292779-629 00000-00-0292779-629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 чашки пружины корончатая Волга-3110 00000-00-0251665-629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М10*1,5 приемной трубы медная (ключ 14) 00000-00-0250512-629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М10*1,5 приемной трубы медная (ключ 17) 00000-00-0250512-629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М11*1 маховика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М12*1,25 головки блока 292127-П8 00000-00-0292127-000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М12*1,25 стремянки "Волга" 250689-629 00000-00-0250689-629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М12х1,25 головки блока ЗМЗ-402 (упак-50шт) 00000-00-0292127-608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М16*1,5 стремянки Газель; Г-53 перед. 292873-629 00000-00-0292873-629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М20*1,5 задней стремянки Г-53,3307 4595551-375 00000-00-4595551-375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М20*1,5 переднего колеса левая ГАЗ-53,3307 00000-00-0250713-629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М20*1,5 хвостовика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М24*1,5 передней ступицы Волга 292957-П8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М24*1,5 повор-го кулака (53) (коронка) 292961-608 00000-00-0292961-608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М24*1,5 ступицы "Волга","Газель" 00000-00-0292957-629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М6 250508-629 00000-00-0250508-629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М8 00000-00-0250610-629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М8 креп-я выпускного кол-ра 00562-00-1118611-000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М8*1 креп.подушки двиг. (мелкая резьба) 250511-629 00000-00-0250511-629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М8*1 крепления колпака колеса 02217-00-3102024-000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М8*1 крепления колпака колеса 00024-10-3102024-000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М8*1,5 250867-629 00000-00-0250867-629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перед.ступицы Г-3110 4599524411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подшипника первичного вала КПП 52-1701034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регулировочного винта 12-1007076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стопорная вторичного вала 3307,53,66 52-1701095-01 00052-00-1701095-001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стопорная заднего подшипника пром.вала 52-1701079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стопорная фланца КПП 52-1701247 00052-00-1701247-000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ступицы "Волга-3110" 4599524-411 00000-00-4599524-411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шарнира наконечника Г-3302 250979-П29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шатунная 402 дв. 292758-П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эксцентрика Г-53 250640-П29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Гайка-скобка под саморез 3302-5325316 03302-00-5325316-000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Гайка-скобка под саморез большая 00000-00-0292665-629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Гайка-скобка под саморез малая 03102-00-5303320-000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Гидрокомпенсатор н/о INA (Германия) 00406-00-3906613-000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Гидронатяжитель под однорядную цепь KNG-1006100-61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Гидротолкатель клапана "INA"(F-46592.4) 406-1007045 00000-00-0465924-000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Гидротолкатель клапана "INA"F-4616.30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Гидротолкатель клапана "Триал" 406-1007045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Гидротолкатель клапана ст/о Германия 00406-00-1007045-005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цилиндров (А-92) в сб 4215-1003010-70 04215-00-1003010-070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цилиндров с прокладкой и крепежом (405,409 дв.) 406-3906562-10 00406-00-3906562-010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цилиндров с прокладкой и крепежом 4021-3906562 04021-00-3906562-000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% содержания кислорода (L-зонд) н/о 25-368889 00000-25-0368889-000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t воды (дв.406) 19.3828 00019-00-3828010-000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t воды (дв.406) ТМ106-10 00106-00-3808000-010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t воды ТМ-100-В 4573825-54 00100-03-3808000-599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абс. давления (дв. 406) 45-3829 00000-45-3829000-000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вкл эл/вентил-ра 66/661.3710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вкл эл/вентил-ра (82*-87*) дв.406 ТМ108-02-3808000 00108-02-3808000-000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вкл эл/вентил-ра (99*-94*) ТМ108-10-3808000 00108-00-3808000-010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давл.масла Г-3110, Г-3302 00023-00-3829010-000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давления масла аварийный ММ111В 6002.3829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давления масла аварийный ММ111Д 6012.3829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давления масла дв.402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давления масла дв.560,245.7 3902-3829010 03902-00-3829010-000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давления масла ММ358-3882901 00358-00-3882901-000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детонации (18.3855)  406-3848000 00406-00-3848000-000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детонации Газ-3302,3110 дв.405 Евро-3 0261231176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заднего хода Г-3110 н/о 1352.3768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кислорода 406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мас. рас.возд. ДМРВ-М БОШ Ваз(8-16кл)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массового расхода воздуха ДМРВ (SIЕMENS) 20.3855 00020-00-3855000-000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пол.воз.др.засл. 00406-00-1130000-001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положения возд.дрос.заслонки (БОШ 0280122001) 406-1130000 00406-00-1130000-000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синхронизации к-вала (Калуга) дв.406 23.3847 00023-00-3847000-000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синхронизации к/в Уаз,дв.409 Евро 3 40904.3847010-01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синхронизации к/вала ДС-1 (Кострома) 406-3847060-01 00406-00-3847060-001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скорости (6имп. кругл. разьем) ДС-6 (311.3843) 00005-14-0000006-000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спидометра 34.3843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спидометра длинный 342.3843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температуры охл. жидкости ТМ100А-3808000-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температуры охл. жидкости ТМ100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температуры охл. жидкости ТМ111-3808000-02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термовакуумный 406.41.3220001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ТМ-108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указателя уровня топлива БМ142Д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указателя уровня топлива 16-3827600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указ.уровня топлива 55л.(3110) 00000-00-2834042-000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указателя давления масла 23.3829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60л (пластм. бак Г-3302) 00000-00-2834049-000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70л. (3110) 581-1101101 00581-00-1101101-000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Г-3302, ПАЗ 05402-00-0003827-000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ПЭБН 405дв. 505-1139300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фазы ДФ-1 (распредвала) г.Калуга 24.3847 или 25.3847 00024-00-3847000-000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фазы ЗМЗ-405,406 дв 3110 3847 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центроб.оборотов коленвала 00135-00-1110005-000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Дверь правая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под саморезы крепления панели приборов 3302,3110 3110-5325292 03110-00-5325292-000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Диафрагма ваккум.усилителя тормозов 51-3550075 00051-13-3550075-000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Диодный  мост генератора "Прамо" МП13-80-3-2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Диодный  мост Москва 406 дв. МП13-80-3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Диодный  мост Самара 406 дв. БВО 3-105-03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Диодный мост 406 дв. БВ 03-105-02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опорный передний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переднего тормоза (ГАЗ) 2217-3501077 02217-00-3501077-000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переднего тормоза 3110-3501077- 03110-00-3501077-000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переднего тормоза н/о 104 (ГАЗ) 3302-3501077 03302-00-3501077-000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сцепления ведомый ЗМЗ-402.10,.406.10 KNG-1601130-61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сцепления нажимной ЗМЗ-402.10, 406.10 KNG-1601090-61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тормозной передний Газель 42020.3302-3501078-10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ДМРВ (SIЕMENS) пленка 20.3855-10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ДМРВ 406 дв.(плетен.) 20.3855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винтовой 31105-3913210-10 03110-50-3913210-010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штатный 3302-3913310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Дроссель с датчиком (г.Арзамас) 405,409 дв. 4062-1148100-14 00406-20-1148100-014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Жгут задних фонарей (рейстайлинг) 3302-3724030-02 03302-00-3724030-002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Жгут проводов на задние фонари Валдай 03310-40-3724030-001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Желобок опускного стекла перед. двери (задний) 31029-6103282 03102-90-6103282-000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Желобок опускного стекла перед. двери (передний) 31029-6103422 03102-90-6103422-000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Заводской знак для ГАЗ-31105 2007 г.в. 03110-00-8401388-000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Заводской знак облиц рад-ра 3110-8401384-99 03110-00-8401384-099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Заводской знак облицовки рад-ра "ГАЗ" 4301-8401385 04301-00-8401385-000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бампера н/о (серая) 3302-2803306-10 03302-00-2803306-010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картера КПП 5-ти ступ.(отверстие ползуна D16) 260305-600 00000-00-0260305-600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Зажим троса акселератора (3302,3309) 3306-1108075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панели приборов н/о (под кнопки) 3105-3710068 03105-00-3710068-000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панели приборов н/о 3310-3710075 03310-00-3710075-000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распредвала 402 дв.( упак.10 шт) 00000-00-0296997-600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щита заднего тормоза 3302-3508178-10 03302-00-3508178-010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Зажим заводского знака и орнамента 00013-00-8402194-000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Зажим троса акселератора (3302,3309) 3306-1108075 03306-00-1108075-000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(Газ 53) 81-6105013-20 8100-00-6105013-200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24.3704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 3110 (8 конт. ДААЗ) 01902-00-0003704-008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8-конт Волга-3110 (Ижевск) 02108-00-3704005-080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Ваз,Газ 1902.3704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Г-53 (пласт.) 1202-370405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капота (3307,24,31029,3110,31105) 21-8406012-20 00021-00-8406012-020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капота 3302-8406012 03302-00-8406012-000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форточки в сборе 3221-5403000 СБ 03221-00-5403000-000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Запор заднего борта левый 03302-00-8505023-000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Запор заднего борта правый 03302-00-8505022-000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Запорный механизм замка правый 03302-00-6105484-001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замка багажника 24-5606080 00024-00-5606080-000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замка багажника 3110-5606080-10 03110-00-5606080-010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замка двери задка 2705-6305438 02705-00-6305438-000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Газель "Бизнес" 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задняя Газель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крыльев перед. Г-3307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бордюрное б/кронштейна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в корпусе Газ-3302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Г-3307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заднего вида 53-8201418-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зад.вида наружное (элек.н/о) жел. к-кт 03110-00-8201418-000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зад.вида наружное (элек.н/о) морано  к-кт 03100-00-8201418-000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заднего вида наружное левое/правое  с поворотником 3302-8201206-30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заднего вида "Валдай" 53205-8201020-10 00061-00-8201020-010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заднего вида наружное  (3110) лев. 490-0373-01 03110-00-4900373-010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заднего вида наружное  (3110) прав. 490-0373 03110-00-4900373-000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заднего вида наружное 3302-8201416 03302-00-8201416-000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заднего вида наружное 3302-8201417 03302-00-8201417-000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левое Г-3110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правое Г-3110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Зубчатый обод маховика 24-1005125 00024-00-1005125-000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Игла карб. с мембр. 126-1107330 01260-00-1107330-000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крепления номерного знака под саморез (4шт)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 (полный) ГАЗ-53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Газ-51,52 (9шт.)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заднего не разъемного моста 3102,31029,3110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на дв.402 24-1009000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ремонт. эксцентрика 31029-3501900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ремонтный ШНКФ 453469.004/01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ГРМ ОРИГИНАЛ большой звездочки ДМ 1006001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ГРМ ОРИГИНАЛ Евро-3 большой звездочки ДМ 1006001-Е3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ГРМ ОРИГИНАЛ малый Евро-3 ДМ 1006003-Е3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ГРМ ОРИГИНАЛ малый рычаги, натяжит.,цепи ДМ 1006003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ГРМ ПРОФЕССИОНАЛ большой звездочки ДМ 1006001 ПР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ГРМ ПРОФЕССИОНАЛ Евро-3 большой звездочки ДМ 1006001 ПР-Е3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для установки глушителя ЗМЗ-402 Волга-3102 136111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для установки глушителя ЗМЗ-406 Волга-3102 136112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для установки глушителя ЗМЗ-406 ГАЗель 136135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з/ч передней ступицы АБС 3302-3103004-20 03302-00-3103004-020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звезд ГРМ ОРИГИНАЛ ДМ 1006002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звезд ГРМ ОРИГИНАЛ Евро-3 ДМ 1006002-Е3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звезд ГРМ ПРОФЕССИОНАЛ ДМ 1006002 ПР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крепления задн. рессоры (стремянки+болты+серьги) 3302,2217 3302-2912650 03302-00-2912650-000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крепления перед.рессоры (болт+стрем.+серьга +сайлентблок) 3302-2902650 03302-00-2902650-000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крепления передней подвески 24-2801300 00024-00-2801300-000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крепления серьги рессоры (упак.ГАЗ) 3302-2902464-50 03302-00-2902464-050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личинок замков ГАЗ-3110 (3шт) 03110-00-6105420-000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личинок замков ГАЗ-31105 (2шт) 31105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личинок замков ГАЗ-3307 (2шт) 3307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дв.406 "Оригинал"паронит (16шт) 3110 50-1003800 03110-50-1003800-000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дв.511 "Оригинал"паронит (6шт) 3307-1011801 03307-00-1011801-000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двигателя дв.405 Евро-3 (полный) 40624.3906022-10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на дв.245 (полный) с ПГБ (герм) 245-1009000-01 00245-00-1009000-001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на дв.402 (полный) с гермет.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на дв.405 (полный) с гермет.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на дв.405 (полный) с гермет. с ПГБ (БЦМ) 405-1009000-01 04050-00-1009000-001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на дв.406 (паранит)  406 00406-00-1003000-000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пр-док на дв.511 (полный с пробкой) с ПГБ 511-1009000-01 00511-00-1009000-001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(402-3707244) Детали Машин 00402-00-3707244-901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(4062-3707244) Детали Машин 04062-00-3707244-910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(Janmor) 402-3707200 S19 00402-00-3707200-S19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(Janmor) с наконеч. 406-3707200 S36 00406-00-3707200-S36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(Tesla) T682S 406-3707200 00406-00-3707200-000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406 б/наконечника Детали Машин 04062-00-3707300-900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ЕВРО-3 (SLON) УМЗ-4216 4216 3707090 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ЗМЗ-40524 с наконеч Евро-3 04052-00-3707244-010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УМЗ-4216 Евро-3 Детали Машин 04216-00-3707090-910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черные (Цитрон М614) 511-3707243 05110-00-3707243-000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прокладок дв.Г-3110 дв.406 (полный) 4062.3906022-100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прокладок двигателя Газ дв.406(темпсил.)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прокладок клапан.крышки Г3302,3110 дв.405 Евро-3(полный)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сцепления ЗМЗ-511,513,523 KENO 00511-00-1601000-280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К-т. ремонтный центр.тормоза 52-3507006 00052-00-3507006-000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Капот 310290-8402012 03102-90-8402012-000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Каретка верхнего ролика 2705-6426066-10 02705-00-6426066-010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Картер сцепления Г-24 ниж.часть 24-1601018-01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Кенгурин "Рейстайлинг" №2 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Кл-ша вкл. вентилятора отопителя  ГАЗель 2705 ( П 147-08.11) 0П147-00-0008 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Кл-ша вкл. вентилятора отопителя 3110, ПАЗ ( 82.3709-04.09) 00082-09-3709000-003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Кл-ша вкл. перед. противотуманок 3110 ( 82.3709-02.06) 00082-06-3709000-002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Кл-ша вкл. света салона Волга 3110, ПАЗ ( 82.3709-01.12) 00082-00-3709 0 -012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Кл-ша главный свет ПАЗ, ВАЗ 2108.09 00081-00-3710000-00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(штуцер) обратный усил.тормозов (31029) 2110-3510040-01 02110-00-3510040-001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вакуумного усилителя 53 1-3551100 00053-01-3551100-000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маслян. радиатора (дв.402,406) 63-1013095 00063-00-1013095-000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обратный н/о вакуумного усилителя 24-3552010-01 00024-00-3552010-001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редукционный 406.1160.000-01/03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рециркуляции газов (КРОГ) (402,406дв.) 402-1213010 00402-00-1213010-000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управ.вакуума 24-3510040 00024-00-3510040-000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управления ГУР на продольную тягу 66 1-3430010-4 00066-01-3430010-004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электромагнитный 1902-3741000 01902-00-3741000-000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баллонный (гнутый) 27/27 3302-27/27 00000-00-0000000-000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 крест.(14*17*19*22) усил. АвтоДело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*17 Волга-3110,311051-375 03110-00-0530017-000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22*38 (3307) усилен. ИП-3901312-А 00000-00-3901312-001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22х38 00000-00-3901312-001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24х27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монтажный (под гидравлический домкрат) 03105-00-3901251-000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прокачки тормозов 6*10 ГАЗ-3307 03302-00-3901000-000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прокачки тормозов 6*9*10 Волга-2410,3307 00000-01-3900000-693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свечной ЗМЗ-405,406 (длинный) *16мм 00406-00-3901549-000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свечной ЗМЗ-405,406 *21мм 00024-10-3901162-000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ступицы *82 задней ГАЗ-53,3307 03307-00-3901144-000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(выкл.освещение салона) "Газель","Соболь" 931.3710-02.09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85.3710-02.02-85.3710-10.15 85.3710-02.02/10.15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86.3710-02.06-86.3710-10.03 86.3710-02.03/10.03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аварийной сигнализации 03163-00-3710020-000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Кн-ка аварийной сигнализации 12В (на все а/м)  249-3710-01 00249-00-3710000-001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Коврик пола багажника Волга-31029 31029-00-5109202-000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Коврик пола салона 3221-5109060 03221-00-5109060-000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вентилятора "диффузор" 406дв. 2752-1309011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вентилятора (405 дв.) 2752-1309011-10 02752-00-1309011-010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вентилятора (406 дв.) 2752-1309011 02752-00-1309011-000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вентилятора 3302 10-1309011 03302-10-1309011-000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вентилятора 3307-1309011- 03307-00-1309011-000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защитный шлангов отопителя салона 3221-8120206 03221-00-8120206-000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защитный шлангов отопителя салона 3221-8120207 03221-00-8120207-000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Козырек противосолнечный н/о 31105-8204010 03110-50-8204010-000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Козырек противосолнечный н/о 31105-8204011 03110-50-8204011-000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защитный верхней крышки КПП (Г-53,3307) 71-1702128 00071-00-1702128-000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колеса 31105-3102010-10 03110-50-3102010-010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колеса R-14 (хром) 3101 10-3102016 03101-10-3102016-000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крышки КПП 53 1-1702126 00053-01-1702126-000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рычага КПП 24-1702126- 00024-00-1702126-000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ступицы (ГАЗель) 24 10-3103063 00024-10-3103063-000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маслоотраж. Газ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маслос.Газ дв.406 ЗМЗ 406.3906601-01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(ЗМЗ-402,523) Оригинал 00024-00-1007036-000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(ЗМЗ-405,406,409 дв.) (16шт.) 00406-00-1007036-000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402 дв. CHAMPION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402 дв. 24-319286-00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402 дв. 12026288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402 дв. 325.813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406 дв. 19018251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406 дв. 553/190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маслосъемные 406 дв. NGK 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Колпачок маслосъемный 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Колпачок маслосъемный к-т (SM) 402 04021-00-1007036-000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Колпачок пресс-масленки 24-2904142 00024-00-2904142-000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поршневое к-т. 92.5 ЗМЗ (KENO) KNG-1000100-52 00KNG-00-1000100-052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бортовое 53-3101027 00053-00-3101027-000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глушителя 53А-1203360-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глушителя Волга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нейтрализатора Г-3302 дв.405,406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под гильзу медное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рабочего тормоза 13-3501051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1,73 мм 00021-00-2402073-001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(1,35мм) 24-2402048 00024-00-2402048-000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(1,43) 21-2402076-01 00021-00-2402076-001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(1,45мм) 24-2402095 00024-00-2402095-000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(1,47мм) 24-2402096 00024-00-2402096-000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(1,49мм) 24-2402097 00024-00-2402097-000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(1,51мм) 24-2402098 00024-00-2402098-000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(1,53мм) 21-2402047-01 00021-00-2402047-001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(1,55мм) 24-2402046 00024-00-2402046-000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(1,57мм) 24-2402099 00024-00-2402099-000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(1,59мм) 24-2402100 00024-00-2402100-000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(1,61мм) 24-2402061 00024-00-2402061-000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(1,63мм) 21-2402049-01 00021-00-2402049-001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(1,69мм) 24-2402077 00024-00-2402077-000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(1,71мм) 24-2402075 00024-00-2402075-000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регулировочное з.моста 3302 (1,75мм) 24-2402072 00024-00-2402072-000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стоп.гидроус.ф.35 0862804-009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стоп.для отверс.ф.22 33-1121040-009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стоп.для отверс.ф.23 0862824-009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стоп.для отверс.ф.58 0862812-009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стоп.для отверс.ф.62 1802209-008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стоп.для отверс.ф.85 0864703-009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52-1701189 00052-00-1701189-000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подш-ка втор. вала 53 12-1701192 00053-12-1701192-000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подш-ка крестовины кардан/вала 24-2201043 00024-00-2201043-000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порш.пальца 21-1004022-01 00021-00-1004022-001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упл-ное наружное сальника поворотног кулака (3308,66) 66-2304055 00066-00-2304055-000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уплот.топливн.шланга 405дв.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к/вала 406 дв. 038-044-36-2-2 00038-44-3600002-002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на винт качества К-151 00151-00-1107000-000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под модуль б/бака 03111-00-1101022-000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поршня зад.тормоз.цил-ра D28 2410-3501051 00024-10-3501051-004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термостата ТС 107 402-1306155 00402-00-1306155-000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форсунки дв.406  406-1004122 00406-00-1004122-000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Комбинация приборов "ГАЗель" Волга-31105 н/о 385-3801010-00 00385-00-3801010-000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бесшумных направляющих Газель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прокладок двигателя Г-3302 с герметиком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щеток 21080-5205070-04-М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щеток Г-3302 (Прамо) 682.5205400-М-К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щеток Г-3307,Г-3102 (Прамо) 682.5205400-05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Г-66 22-3509015-10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Конденсатор генератора К73-21в 00000-00-3701001-000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Конденсатор трамблера К42-18 К42-18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Контактная группа зам.зажиг.Газель 3302-00-3704011-00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Контактная группа трамблера  ГАЗ-53  Р137.3706 00137-00-0003706-000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Контактная группа трамблера ГАЗ-24,УАЗ  КГ 10-Р-119 00010-00-0000119-000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Контактная часть зам. зажиг. 15.3704-01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Контакты прерывателя КГ10-Р119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Контакты трамблера ГАЗ, ЗИЛ 53 КГ10-137 00010-00-0000137-000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блока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ВС 8-1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ВС-11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масл. радиатора (дв.402,406) ПП6-1 51-1013140-02 00051-00-1013140-002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отопителя  салона Г-24,2410,31029 с/о (Д-13 мм) РКНУ-8120020 00000-00-8120020-000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отопителя (3302,2705) 3307-8120020 03307-00-8120020-000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управления подъёма кузова (гидроцил-р) 3507-8607010 03507-00-8607010-000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элект. упр-я отопителем "Крайслер" РКНУ-8109030-20 00000-00-8109030-020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элект. упр-я отопителем (ГАЗель) РКНУ-8109030 00000-00-8109030-000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Краник ВС-11 21 10-8101020 00021-10-8101020-000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Краник масляный длинный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Краник сливной блока (дв.406) ПС 7-1-0 00000-00-4591677-112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Краник сливной блока в сборе (ПС7-2)  51-1305040-10 00051-00-1305040-010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Крепление электров.406 дв. 2103-1308030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(КПП 5-ст 402дв.) приемных труб 310290-1203272-10 03102-90-1203272-010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(КПП 5-ст 406дв.) приемных труб 3102 90-1203272-50 03102-90-1203272-050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(КПП дв.4026) приемных труб 3302 10-1203272 03302-10-1203272-000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(КПП дв.4063) приемных труб 3302-1203272 03302-00-1203272-000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б/бака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бампера заднего ( 4шт) 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бампера переднего ( 4шт) 3110 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брызговика 3302-8511036-30 03302-00-8511036-030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вакуумного насоса (3309) 3308 10-3548064 03308-10-3548064-000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верх.лев. бок. опоры дв-ля 03308-10-1001091-000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верх.прав.бок.опоры дв-ля 03308-10-1001090-000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генератора зад.малый 451М-3701059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генератора ниж. 406-3701028-21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генератора перед.большой 451М-3701058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двигателя 3110 40-1001012 03110-40-1001012-000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двигателя 3302 42-1001012 03302-42-1001012-000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заднего амортизатора 3302-2915541-11 03302-00-2915541-011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заднего стабилизатора 3302-2916056- 03302-00-2916056-000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заднего стабилизатора зад.ниж. н/о 3302-2916056-10 03302-00-2916056-010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крепл.электровент.(3302) 3302-1309009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глушителя 3302 10-1203039 03302-10-1203039-000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кабины задний в сб. 03302-00-5001040-000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кабины передний в сб. 03302-00-5001006-010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рул.механизма 3302-3403015 03302-00-3403015-000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насоса ГУР (3302,3110) 3110-3407208 03110-00-3407208-000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перед. буфера н/о 3302-2803022 03302-00-2803022-000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перед. буфера н/о 3302-2803023 03302-00-2803023-000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подвесной опоры 53-2202082-01 00053-00-2202082-001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ролика натяжного с болт.в сб. 406-1308079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заднее 3110-8404020-20 03110-00-8404020-020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заднее 3110-8404021-20 03110-00-8404021-020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переднее 4301-8403012-10 04301-00-8403012-010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переднее н/о 3302-8403013-30 03302-00-8403013-030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переднее с/о 3302-8403013-10 03302-00-8403013-010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405 дв. 2752-1308011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водяного насоса 4022-1307032-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Г250Г1 3701301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б/бака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б/бака 3307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б/бака без клапана  ГАЗель ЗМЗ-40522 03221-00-1103010-000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бачка ГЦС 3302-1602323-01 03302-00-1602323-001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головки блока передняя Евро-3 00409-00-1003086-020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задн. подшип. вторичн. вала в сборе 5312-1701200-000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задн. подшип. голая 52-1701205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консоли (велюр.) 3110-5326036 03110-00-5326036-000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коромысел лев/прав 66-06-1007230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КПП 5 ст. Волга в сб.(ГАЗ) 03102-90-1702240-00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КПП в сборе 3307-1702010-10 03307-00-1702010-010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люка б/бака 2705-5413012 02705-00-5413012-000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люка КПП(пластм) 3302-5107026 03302-00-5107026-000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маслоналивная 53010656АА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маслоналивная Г-3302,3110 дв.402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маслоналивная желтая 406.1009154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маслоналивная желтая Евро Деталь 406.1009154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подш-ка перв. вала 3102 90-1701040 03102-90-1701040-000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подш-ка перв. вала 3102 90-1701040 03102-90-1701040-000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подш-ка перв. вала 3309-1701040- 03309-00-1701040-000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распр.шестерен Г-3302 с сал.ЗМЗ 4025.1002058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распределителя 4-х искрового Р119-3706 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распределителя зажигания коричневая ГАЗ-53 Р12/Р351-3706.500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расширит.бачка ВАЗ-2108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расширит.бачка "ЕВРО ДЕТАЛЬ" 3302-1311065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расширит.бачка н/о 3302-1311065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расширит.бачка н/о (черная) ВАЗ-2108,Г-3302,3110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топливного бака с ключом 03302-00-1103010-000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цепи Г-3302,3110 дв.406 Прогресс 406-1002058-10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шкворня под пресс-масленку (усиленная) 3302-3001041 03302-00-3001041-000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Крышки креплен.распредвала Г-3302,3110 дв.406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Крюк затвора борта 3302-8505019-10 03302-00-8505019-020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Крючок крепления бензобака (3110,24,3302 30) 3110-1101118 03110-00-1101118-000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поворотный 3110-3001014- 03110-00-3001014-000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поворотный 53 1-3001012- 00053-01-3001012-000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поворотный левый 3205-3001013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Лампа подкапотная ПД308А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Личинка (цилиндр привода) замка двери 53А-6105420-01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Локера-крыло 470Р(квадр.)тент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Локера-крыло 470Р(квадр.)фургон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Локера-крыло 520Р  Газ-3307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коленвала передняя дв.245 240-1002055 00240-00-1002055-000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резьбов.втулки Г-2410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ускорительного насоса К-151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ускорительного насоса К126,135 (Ярославль) К 126Ж 1107242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механич. МАЗ, ГАЗ, ЗИЛ, УралАЗ, КРАЗ МД 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шинный МД209 Автом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Маслопровод к вакуум. насосу 33081-3548110 03308-10-3548110-000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Валдай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выкл. замка сдв.двери  2705-6425200 02705-00-6425200-000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задней двери Г-2705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замка двери 3302-6105484 03302-00-6105484-000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замка запорный прав н/о (31105.3302) 1-34701-Х-О 00000-00-0134701-000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замка прав. 4301-6105484 04301-00-6105484-000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натяжения ремня с ГУР (импорт)560-1045010 00000-00-2203558-000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открыв.двери ср.напр.(кар.с петл.) 2705-6426150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открыв.двери ср.напр.(каретка) 02705-00-6426150-000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рычажный 3302-6105486 03302-00-6105486-000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рычажный лев. 4301-6105487 04301-00-6105487-000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средний 2705-6426150-10 02705-00-6426150-010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Модуль зажигания БОШ М7.9.7 8кл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Модуль погружного 405 дв. 505.1139-10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Модуль погружного топливного насоса 503.1139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Модуль погружного ЭБН 504.1139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Монтировка 350мм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Монтировка 600мм для гидравл.дом.ИЧ-284КР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Монтировка 600мм для гидравл.дом.КС-306Л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Монтировка 850мм КС-290Л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8Мост диодный 406 дв 75А на генер-р БАТЭ БПВ 026-80-02 (13-80-3 02) 000ПВ-00-0026 80-002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 омывателя ЭНЦ2,5*12В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 отопителя Г-3302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 отопителя с ротором в сборе 03307-00-8101178-000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Моторчик стеклоочистителя с редуктором 161.3730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Набивка сальниковая (0,24 м) 00024-00-1005154-100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Набивка сальниковая (мерседес)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Набивка сальниковая дв.402 188.680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Набивка сальниковая дв.402 5154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Набивка сальниковая дв.402 70-19722-00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Г-обр.звездочек 15предм. 76440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Г-обр.звездочек 7предм. 76430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Г-обр.звездочек 9предм. 76435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зад.тормоза 03302-00-3502105-000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задней рессоры 03302-00-2912412-010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кронштейна подвесной опоры 53 1-2202086 00053-01-2202086-000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педали тормоза,сцепления (3302,3307) 3307-3504048 03307-00-3504048-000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передней рессоры "Газель","Валдай" 03302-00-2902412-000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порога передней двери 31029-5109020 03102-90-5109020-000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руля 04301-00-3721018-000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ЛУЧ(синий)406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поперечной тяги левый в сборе 3302-3414057-01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поперечной тяги правый 3302-3414056-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в сборе (ГАЗ-66,ПАЗ) 66 1-3003057 00066-01-3003057-000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в сборе (ГАЗ-66,ПАЗ) 66 1-3003056 00066-01-3003056-000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в сборе 2217-3414056-11 02217-00-3414056-011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в сборе 3102-3414056- 03102-00-3414056-000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в сборе 53 1-3003056-1 00053-01-3003056-001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в сборе 53 1-3003057-1 00053-01-3003057-001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свечи (синий)  (405,406дв.) 48-3707200 00048-00-3707200-000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свечи (черный)  (405дв.) 4052-3707230 04052-00-3707230-000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свечи (черный)  (405дв.) 4052-3707230 04052-00-3707230-000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свечи (черный) (402дв.) 402-3707230 00402-00-3707230-000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тяги Г-3307,Паз акселератора 00021-00-1712155-000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тяги двери задка 2705-6305448 02705-00-6305448-000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Направляющая боковой двери средняя 02705-00-6426110-010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Направляющая двери безшумная 2705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Направляющая сдв.двери (металл) 2705-6425334/10/18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г/у руля Г-3110 дв.406 ШНКФ 453471.090-20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ГУР 3110 (дв.406) ШНКФ 453471.090-40Т 00045-00-3471090-940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ГУР 31105 (дв.406) ШНКФ453471.090-020Т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доп. отопителя салона (д-16 мм)(3221,2752) 32,3780 00032-00-3780000-000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доп. отопителя салона (д-18 мм)(3221,2752) 32,3780-01 00032-00-3780000-001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406-1011010-003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дв.Крайслер  5-3010487АА 00000-05-3010487-000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омывателя ВАЗ 2108.5208009-25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омывателя ВАЗ 2110.5208009-03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омывателя ВАЗ (Прамо) 1122.5208100-01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с электродвигателем (Прамо) 1102.5208100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Настил сдвиж. двери пластм. 2705-5102036-30 02705-00-5102036-030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Облицовка 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Облицовка желоба крыши 2705-5701192 02705-00-5701192-000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Облицовка рад-ра "Валдай" (пластмас.) 3310-8401020 03310-00-8401020-000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Облицовка радиатора (ГАЗ) 3102-8401112-01 03102-00-8401112-001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Обмотка генератора ГАЗ-53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Обтекатель 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Оплетка на рулевое колесо (кожа) 03302-00-3402011-000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вилки сцепления в сб.(дв.402,406) 11-7576 00011-00-0007576-000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двигателя ГАЗ-3307 задняя в сборе "колокольчик" (8 деталей) 00053-12-1001205-000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двигателя ГАЗ-66,ПАЗ передняя в сборе (7 деталей) 03307-00-1001210-000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задн рессоры верхняя (РТИ) 53-2912431 00053-00-2912431-000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карданного вала с подшипником 3307 "Валдай" 03307-00-2202081-000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перед рессоры ниж (РТИ) 52-2902432 00052-00-2902432-000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промежуточная кард. вала в сборе 00053-00-2202081-000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рессоры (средняя РТИ) 52-2902431 00052-00-2902431-003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рессоры ГАЗ-53,33007 передней верхняя (средняя) 00052-00-2902431-000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шаровая верхняя Г-3110 BJ 10141C5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шаровая нижняя Г-3110 BJ 10142C5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Орнамент накл. 3110-3402022- 03110-00-3402022-000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Орнамент рулевого колеса 2217-3402018 02217-00-3402018-000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Основание аккумулятора 3302-3703025-01 03302-00-3703025-001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Основание переднего буфера "Валдай" 33104-2803112-10 03310-40-2803112-010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Основание привода стопора 2705-6305466 02705-00-6305466-000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Отбойник нижний "Волга" 12-2902622-10 00012-00-2902622-010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Отбойник передней подвески 12-2902622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Отбойник подвески верхнего рычага Соболь 00066-00-8503082-000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Отопитель салонный 12В ГАЗель, Соболь 4 2 12 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Пакет сцепления (корзина, диск, подшип) дв 402,406 W0240E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амортизатора 3302-2905472 03302-00-2905472-000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амортизатора верхний "Валдай" 52-2905418-10 00052-00-2905418-010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амортизатора нижний 52-2905472-01 00052-00-2905472-001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направляющий суппорта 03105-00-3501214-001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оси 24-2904035- 00024-00-2904035-000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21-1004020-14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белый Самара 405 дв. 405-1004020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желтый Самара 405дв. 405-1004020-02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зеленый Самара 405дв. 405-1004020-01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красный  Самара 405дв. 406-1004020-03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красный  Самара 406дв. 406-1004020-03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тормозной колодки 3102-3501054 03102-00-3501054-000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тяги акселератора 260034-629 00000-00-0260034-629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шаровой рулевой тяги ( голый) 24-3003032-10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шаровый в сц.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боковины 3307-8402309-10 03307-00-8402309-010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капота н/о 3302-8401118-30 03302-00-8401118-030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облицовки р-ра (ГАЗ) 3110-8401112 03110-00-8401112-000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облицовки радиатора н/о 3302-8401110-10 03302-00-8401110-010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перед. буфера "Валдай"(боковая с кронш) 3310 40-2803007 03310-40-2803007-000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перед. буфера "Валдай"(боковая с кроншт) 3310 40-2803006 03310-40-2803006-000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перед. буфера"Валдай" (боковая без кронш) 3310 40-2803021 03310-40-2803021-000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перед. буфера"Валдай" (боковая без кронш) 3310 40-2803020 03310-40-2803020-000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соединительная (3клеммы) 15.3723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соединительная (4клеммы) 16.3723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соединительная (5клем.) 17.3723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соединительная проводов 14.3723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отопителя Газель 405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р-ра Волга 31105-1303025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р-ра Газель Крайслер 3302-1303010-30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рад-ра к-т. Г-3110 5 шт. (406 дв.) 03110-00-1303000-008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рад-ра к-т. Г-3302 4 шт.(402 дв.)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715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рад-ра к-т. Г-3302 5 шт. (402 дв.) 03302-00-1303000-008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рад-ра к-т. Г-53 2 шт. 53-1303010/25 00053-00-1303000-008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рад-ра к-т. Г-53 2 шт. 53-1303010/25 00053-00-1303000-008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Патрубое РХХ  с/о 406-1147103-10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Патрубое РХХ дл.н/о 406-1014076-10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воздухозаборный Г-3302 дв.405(кор.) 3302-1109192-11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Г-53 (верхн./ниж.)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ДМРВ воздух..405дв. 3302-1109192-30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ДМРВ впускной трубы Евро-3 (к-кт 2шт.)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ДМРВ под грушу Евро-3 3221-1109192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ДМРВ угол гофр.405дв. 3302-1109192-20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ДМРВ угол гофр.405дв. 3110-1109192-20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дроссельн.с датчиком 4062-100-02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дроссельн.с датчиком 4062-100-13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панели приборов н/о 3310-8108094 03310-00-8108094-000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панели приборов н/о 3310-8108095 03310-00-8108095-000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р-ра мал.круга Газ-53 66-1303060-Б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рад-ра нижний 2410-1303025 00024-10-1303025-000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3302 ЗМЗ №085-04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ЗМЗ-406 00021-00-1303010-000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короткий д38мм ЗМЗ-402 04021-00-1306035-000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ниж.БРТ 53-1303025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сапуна 3102 402 дв. 3102-1014075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сапуна 406 дв. карбюратор 33027-1014075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сапуна Г-3307,ПАЗ 511-1014075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термостата Г-3302,3110 дв.402 4021-1306035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термостата Г-3302,3110 дв.406 4021-1306035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РХХ  н/о 405-1147103-10Р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Педаль акселератора Газель дв.405 ЕВРО-3 6PV 010033-00 00000-00-1003300-000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Переключ-ль с/очист. (Газель с/о ) 9902-3709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Переключ-ль стеклооч-ля Волга 2410,31029  241. 3709 00241-00-0003709-000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Переключ-ль указ. поворота и света (Г-3307,Газель с/о) 6612-3709000 06612-00-3709000-000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Переключ-ль указ. поворота и света 33104 (3302-с кноп. сиг.) 1102.3769 01102-00-3769000-002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Переключ-ль указ. поворота и света ГАЗель,СОБОЛЬ н/о 3302-3709100 03302-00-3709100-000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вентил. отоп."Газель",ВАЗ 17.3769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вентил.от. 85.3710-10.15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поворотов "Соболь" 1102.3769-02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поворотов Газ-3110 09602-00-3709000-000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поворотов Газ-53 П-105А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с/очист.со стеклоом. 241.3709-01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света ножной П-39 39-3709000 00039-00-0003709-000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756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света центральный П-53-3709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света центральный ГАЗ, УАЗ П 312 3709010 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указ. пов.и св. П149-01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указ.пов. 6612-3709   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бысстросъемн.прям. 1118-1104410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бысстросъемн.тройн. 1118-1104410-30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бысстросъемн.угл. 1118-1104410-60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М12х10 цилиндра торм.раб. Г-3302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масл.фильтра Г-24,3110 402дв.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печки тройник мет.ф.16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Переходник-штуцер заднего РТЦ(с малого на большой)(3302,3110) 33078-3506005 03307-80-3506005-000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Петли капота 3102-8407013-2 03102-00-8407013-002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Петля двери задка 2705-6306010-01 прав.ниж.,лев.верх. 02705-00-6306010-001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Петля двери задка 2705-6306011-01 02705-00-6306011-001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Петля капота 311050-8407012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Пистон кр-я обивки двери (ежик) 3302-6102053 03302-00-6102053-000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Пистон крепления обивки (серый) 3302-5602155 03302-00-5602155-000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Пистон крепления панели заднего буфера ГАЗель 03302-00-5301244-000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Пистон крепления шумоизоляции капота н/о 3302-5602155-01 03302-00-5602155-001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Пистон обшивки двери Г-3110 03110-00-5402249-000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Планка натяжения ремня вакуумного насоса 3308 10-3548050 03308-10-3548050-000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привод.трамбл. 414.1011220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распределителя б/контактная Г-53 24.3706.300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распределителя контактная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Подкладка рессоры 24-2912410- 00024-00-2912410-000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Подкрылки ГАЗель "Рейстайлинг" бортовая (2шт) 03302-00-8400000-000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Подкрылки Соболь (4 шт) 2217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Подлокотник 2106-6826012-10 2106-00-6826012-100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Подлокотник 2106-6826013-10 2106-00-6826013-100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Подножка 2705-8405012 02705-00-8405012-000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Подножка 2705-8405013 02705-00-8405013-000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глушителя ГАЗель в сб 03302-00-1203163-000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(3302) к-т 3102-1001020 03102-00-1001020-000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в сб. с крепеж (упак.ГАЗ) 3102-1001804 03102-00-1001804-000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зад. в сборе (ГАЗ-66,ПАЗ) 66-11-1001205 00066-11-1001205-000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задняя д.245.7 245-1001035 00245-00-1001035-000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792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пер. в сб, (елочка) упак.ГАЗ дв.511 3307-1001066 03307-00-1001066-000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КПП Волга,Газель 24-1001050-Б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КПП задняя ГАЗель Бизнес 00000-00-0315749-000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крепл. радиатора (406дв.3302,3110,Крайслер) 3110-1301164 03110-00-1301164-000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крепления кабины верхняя (Г-3307,3308) 64-6025-30 00064-00-0006025-030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крепления радиатора "ГАЗель" 11-18081 00011-00-0018081-000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опоры двигателя задняя в сборе 53А-1001050/51/14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799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опоры двигателя передняя 3102-1001020-АРМ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опоры двигателя передняя 20-1001020-А-АРМ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передней опоры Газель 3102-1001020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передней опоры дв-ля (Г-53/3307) 66-1001020 00066-00-1001020-000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передней опоры дв-ля (Г-53/3307) 66-1001020-03 00066-00-1001020-003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подвесного 53 1-2202085-01 00053-01-2202085-001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подвесного голая 53 1-2202085-01 00053-01-2202085-001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подрессорная (3302) 52-2913428 05200-00-2913428-003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подрессорная (3302,53,3307) 52-2913428 00052-00-2913428-000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промеж.опры Зил,Газ 53А-2202085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рессоры (шоколадка) 53-2902433-А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рессоры большая Г-53 52-2912431-Б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рессоры малая Г-53 52-2902432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рессоры средняя 52-2902431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стабилизатора 3302-2916040 03302-00-2916040-000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стойки стаб-ра 2217 14-2906078 00014-00-2906078-000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штанги задн.стабилизатора 3105-2916040 03105-00-2916040-000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штанги перед. стабилизатора (31105) 3111- 2906041 03111-00-2906041-000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штанги стабилизатора 20-2906040-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Подушка-отбойник перед.подвески верхняя 2410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выжимной в сб.Г-3302,3110 дв.406 KRAFTTECH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каретки сдвиж.двери 2705 02705-00-6426194-000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КПП 5-ст. игольч. вторич.вала ЗКК-374231/30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подвесной  в сб. н/о (с втулкой) "ЭКОНОМ" (ГАЗ) 3302-2202081-22 03302-00-2202081-022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подвесной в сб.(упак.ГАЗ) (усил.)"ОРИГИНАЛ" 31029-2202076-10 03102-90-2202076-010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подвесной в сб.(упак.ГАЗ) (усил.)"ЭКОНОМ" 31029-2202076-20 03102-90-2202076-020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подвесной в сборе "Эконом" 53 1-2202081 00053-01-2202081-000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826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Ползун стопора 2705-6305360-01 02705-00-6305360-001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Полушайба упорного подш. (ЗМЗ) 406-1005186-03 00406-00-1005186-003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Полушайба упорного подш. (ЗМЗ) 406-1005187-02 00406-00-1005187-002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Поперечина №1 3302-2801080-01 03302-00-2801080-001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Поперечина №1 рамы 3310 40-2801080 03310-40-2801080-000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Поперечина №3 рамы 3102-2801152-1 03102-00-2801152-001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Поперечина №3 рамы в сборе (на резин. опоре 406дв.) упак.ГАЗ 3102 90-1001801 03102-90-1001801-000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Поперечина КПП 3302-1001159 03302-00-1001159-000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Поперечина крепления 3302 10-2801380- 03302-10-2801380-000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Поплавок карбюратора К-126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Порог Г-2410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Поручень ГАЗель в сборе (черный) 03302-00-8202200-000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( 82,5) 52-1004015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( 92,0) 53-1004015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( 92,0) А 53-1004014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( 92,0) Б 53-1004014-11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( 92,5) 53-1004015-АР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( 92,5) А 53-1004015-АР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( 92.0) уз. 53-1004015-22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( 95,5) к-кт 4 шт (405 дв.) 405-1004015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(82,5) 52-1004015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(83,0) к-кт 6 шт. 52-1004015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92,5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(93.0) (АИ-76)уп.ГАЗ 4061-1004014-БР 00406-10-1004014-0БР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(96.0) 405.1004018-102-АР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(96.5)уп.ГАЗ 405-1004014-БР 00405-00-1004014-0БР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Кострома 53-1000105-04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ОРИГИНАЛ Детали машин ДМ.24.1000114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ОРИГИНАЛ Детали машин 00523-00-1000114-088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ОРИГИНАЛ Детали машин ДМ.53.1000114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ПОН 421-10004018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ПОН 406.1004018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ПОН 24-1000105-20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ПОН 405-1004018-АР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ПОН 405-1004018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ПОН 421-10004018-Р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Специалист 406.1004014-АР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Прерыватели указателя поворота ЛиАЗ, ЗАЗ, ПАЗ, КАВЗ РС 950 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панели амперметр 26.3812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указ. давл. воздуха зад. контура 3482-3810010 03482-00-3810010-000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866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указ. давл. масла (3307,УАЗ) 15-3810 00015-00-3810010-000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указ. темп. воды (53,3307,УАЗ) 14-3807010 00014-00-3807010-000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указ. тока (3307) АП 110 Б (АП 170) 00000-00-0АП110Б-000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указ. уров. топлива (3307) 13-3806010 00013-00-3806010-000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 отопителя 511.3730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(моторчик) отопителя МЭ236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отопителя 19.3730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охлаждения 3110 (406 дв) 00038-00-3780000-000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багажника 3110-5606110-01 03110-00-5606110-001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багажника в сб. 3102-5606056-01 03102-00-5606056-001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двери внутренний (левый) 04301-00-6105083-000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двери внутренний (правый) 04301-00-6105082-000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капота 311050-8406150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стеклоочистителя без мотора 68.52056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стеклоочистителя в сб. 71.52051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стеклоочистителя в сборе 68-52051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стеклоочистителя Г-3102 СЛ136 Д-5205100-А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стеклоочистителя Г-3302 60-5205100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стопора 2705-6305456 02705-00-6305456-000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Прикуриватель в сборе 12 В ПТ-10-01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Приспособление для регулир.клапанов Ваз-2108-099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б/бака Ваз-2108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бензобака 21-1103010 00021-00-1103010-000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бензобака 3302,31105 ЕВРО 2 31107-1103010 03110-70-1103010-000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бензобака 3302,31105 ЕВРО 2 с клапаном 31107-1103010 03110-70-1103010-010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бензобака 3302,31105 ЕВРО-3 31105-1103010 03110-50-1103010-000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бензобака с ключом (3110,31105) 11-1103010 00011-00-1103010-000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бензобака с ключом Волга-3110 00024-00-1103010-000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магнитная сливная 3102 90-1701098 03102-90-1701098-000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маслозал.горл.ЗМЗ-406 АДС №089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радиатора 0052-00-1304010-00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радиатора 24-1304010 00024-00-1304010-000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радиатора 52-1304010 00052-00-1304010-000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899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расширительного бачка 330208-1311065 03302-08-1311065-000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уплотнительная шпоночного паза коленвала 13-1005030 00013-00-1005030-000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АКБ "--" массы Волга-31029 ЗМЗ-402 03102-90-3724150-000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АКБ "--" массы ГАЗ-53,3307 (53см)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АКБ "--" массы ГАЗель (ЗМЗ-402) 03302-00-3724150-000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АКБ "+" Волга-3110 ЗМЗ-406 03110-00-3724050-000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905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АКБ "+" ГАЗель ЗМЗ-406 03302-00-3724050-000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датчика спидометра ( круг) н/о 03110-00-3724168-020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Провода в/в Газ дв.402 силикон 100%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Провода в/в Газ дв.406 силикон 100%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Провода высок.406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Провода зажигания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Прокладка ГБЦ с герм. Г-3302,3110 дв.402 треуг. 4021-1003020-02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двигателя (8 наимен.) Г-53,52,3307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двигателя (9 наименований) 402-1000...-РК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двигателя (9 наименований) Газ-53,52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двигателя (с гермет.) 402-1000...-РК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двигателя (с гермет.) 406-1000...-РК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двигателя(16 наименований) 406-1000...-РК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КПП (5-ступ.) к-т 3102 90-1701801 03102-90-1701801-000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КПП (Г-53,3307) к-т 3307-1701803 03307-00-1701803-000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Проставка карбюратора К-151 (пластмасса) 406 1107020 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Проушина толкателя ГЦС 24-1602066-1 00024-00-1602066-001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акселератора 51-1106175 00051-00-1106175-000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вилки подш-ка сцепл-я Г-3307 11-7562 00011-00-0007562-000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газ.облицовки р-ра 11.8407010-10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оттяжная педали сцепления 11-2059-385 00000-11-0002059-385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педали сцепления 3302-1602098 03302-00-1602098-000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передней подвески шт.(ГАЗ-24) 31105-2902712 03110-50-2902712-000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стяжная колодок Г-53,3307 51-3501035 00051-00-3501035-000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стяжная колодок центрального тормоза Г-53,3307 51-3507048 00051-00-3507048-000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КПП 4301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КПП Г-3110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на рул-й вал пола кабины 3302-3401260 03302-00-3401260-000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РТЦ задний д.32 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РТЦ задний д.38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рулевого вала 3110-3401282 03110-00-3401282-000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рулевого пальца Газель 303083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рычага КПП (Г-53,3205) 00672-00-1702128-000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амортизатора Волга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бензонасоса Пекар 900,901 900-1106980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болтов ГРМ Г-3302,3110 дв.405,406 Прогресс К-01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53-1307-РК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Г-2410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высоковольт.ров.на свечи Зил,Газ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гидровак. усил. тормозов (манжета) 53-3550-РК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глав.и раб.цил.сцеп. Г-,Волга 24-1062572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946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главного и рабочего цилиндра сцепления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ГТЦ 53-3505107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ГТЦ Г-53+клапан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ГТЦ с/о (2 манжеты) 2410-3505-РК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-402 полн. (18наим.)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-406 полн. (21наим.)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-406 полн. (21наим.)с герм.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Г-52 полный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Г-53 полный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К-135 К-135-980-11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Волга 24-1017062-10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Газ-53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насоса ГУР полный (2217) 3110-340000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р-ра Волга-3102(402) 4шт.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р-ра Волга-3110 (402) 5шт.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р-ра Волга-3110 (406) 5шт.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р-ра Волга-3110 (406) 5шт.БРТ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радиатора Газель (ЗМЗ-405) из 5ти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радиатора Газель (ЗМЗ-406) из 5ти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радиатора Газель (ЗМЗ-406) из 6ти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дв.ЗМЗ-406 №050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двиг.ЗМЗ-402 мал.(9 поз.)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зад.моста Г-53,3307 (4шт.)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редуктора старт.Г-406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реле втягивающего СТ-230-3708832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РТЦ ф38 53-3501058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стартера (втулка +щётки) 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Р/комплект на доп.моторчик ф.16 (полный)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Р/комплект на доп.моторчик ф.18 (полный)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Разъем адсорбера 2х. контактный СЦ.047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Рассухарив. клап. Ваз 2101-099 (пласт.ручка)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Растяжка (поперечин №1 и №2) Газ 24, 31105-2801116 03110-50-2801116-000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вакуумный распределителя зажигания 1908-3706600-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давления (колдун) 31029-3535010 03102-90-3535010-000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давления (колдун) 3160-3512010 3160-3512010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напряжения с ген. 94.3701 57.3702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Резистор добавочный 17.3729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блокировки стартера "Валдай" (881) 7302-3777000 00881-00-3777000-000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поворота РС950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поворота Волга-31105,ВАЗ-2108-2115 н/о 00495-00-3747000-000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РС 507Б стартера ЗИЛ,ГАЗ,ПАЗ,Комбайны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711-3747-02 (или 3110-3747) 00711-00-3747000-002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стеклоочистителя 931.3747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989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стеклоочистителя 932.3747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стеклоочистителя Волга 721.3777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стеклоочистителя с регул.паузы 721.3777-01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универс. 24В (5 конт.) 000901-00-3747000-000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универсальное (4 конт.) 90.3747000-10 00090-00-3747000-010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универсальное (4 конт.) 901.3747000-10 00901-00-3747000-010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универсальное (4-х конт.) 113.3747-10 00113-00-3747010-010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универсальное (5 конт.) 90.3747000 00090-00-3747000-000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фар РС 711-01 ГАЗ-3110 3711360 00711-00-3702000-001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напряжения 44.3702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999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амортизатора 3302-2905000 03302-00-2905000-000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бензонасоса (ШААЗ)  полный 402-1106000 00402-00-1106000-000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вакуума 3307,53, (со штоком) 3307-3551800 03307-00-3551800-000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вакуума РТИ (Балаково) 24-3510000 00024-00-3510000-002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вторичного вала 5-ступ. КПП (упак.ГАЗ) 3102-1701800 03102-00-1701800-000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втулок передней шкворневой подвески 3110-2904800 03110-00-2904800-000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втягивающего реле БОЛЬШ. СТ230 00230-00-3708801-000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г/цилиндра подъема кузова +пласт.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гидроцилиндра подъема кузова 53-3510000 00053-00-3510000-003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ГТЦ (ГАЗ) 3110-3505182 03110-00-3505182-000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дополнительного мотора (крыльч.корпус) 03302-00-0003780-001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зад. торм. колодок (солдатик) упак.ГАЗ 3110-3502900 03110-00-3502900-000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зад. торм. колодок (солдатик) упак.ГАЗ 3302-3502900 03302-00-3502900-000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заднего ручного тормоза (ГАЗ) 3110-3508410 03110-00-3508410-000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заднего ручного тормоза (ГАЗ) 3110-3508410 03110-00-3508410-000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заднего ручного тормоза (ГАЗ) 3302-3508900 03302-00-3508900-000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задней ступицы 3302-3104800 03302-00-3104800-000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К-151Д-1107000 01510-00-1107000-010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клапанной крышки ЗМЗ-406 03110-00-1007201-000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креп. ступ. пр.кол. Г-3307 03307-00-3103801-000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креплений ступицы левого колеса (гайка,футорка,шпилька) Г-3307,3309 03307-00-3103802-000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крышки КПП фиксаторы) 31105-1702800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масляного фильтра ЗМЗ-402 00402-00-1017002-000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передней ступицы (3302,2217) 3302-3103800 03302-00-3103800-000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1023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передней ступицы 24 10-3103800 00024-10-3103800-000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передней ступицы 3110-3103800 03110-00-3103800-000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передней ступицы 3307-3103800 03307-00-3103800-000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подшипников и пр-док 5ст.КПП 3102 90-1701805 03102-90-1701805-000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полуоси заднего моста (2410) 3110-2403800 03110-00-2403800-000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полуоси заднего моста (3110,31105) 3110 50-2403800 03110-50-2403800-000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приемной трубы Волга,ГАЗель,УАЗ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рулевого мех-ма (подш-ки,сальники,вал) 3110-3401006 03110-00-3401006-000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рулевого шарнира (ГАЗ) 53 1-3003008-01 00053-01-3003008-001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рулевого шарнира (ПАЗ,Г-66 упак.ГАЗ) 66-3003800 00066-00-3003800-000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ручного тормоза (уравнитель) (ГАЗ) 3110-3508900 03110-00-3508900-000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скобы перед. тормоза (2шт.) (с поршнем) (ГАЗ) 3110,3302 3110-3501410 03110-00-3501410-000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скобы перед. тормоза (без поршня) (упак.ГАЗ) 3110-3501412 03110-00-3501412-000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стартера большого ГАЗ-3307,ГАЗель,Волга полный 3307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стартера малого ГАЗель,Волга полный 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суппорта  3302-3501100ЯРТИ 03302-00-3501000-000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суппорта РТИ 3302-3501100 03302-00-3501000-000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суппорта с пыльником  РТИ 3302-3501100 3105 -0 -501100 -00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траверсы КПП Волга (полный) 02410-00-2801000-000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трубки рычага КПП ГАЗель,Волга 00000-00-1702804-000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фиксаторов штоков КПП-5 ГАЗель,Волга 03110-50-1702801-000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цил. сцепления Волга-2401,2410 с пыл 02410-00-1600000-000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цил.сцеп.Волга-3110,ГАЗель  с пыльником 03110-00-1600000-000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шестерни главной передачи (разъемный мост) 2410-2402800-01 00024-10-2402800-001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шестерни главной передачи 3302-2402800-01 03302-00-2402800-001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шестерни главной передачи 3307-2402800 03307-00-2402800-000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шестерни главной передачи перед. моста 3302-2302800-01 03302-00-2302800-001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Рем.к-кт стабилизвтора поперечной устойчивости 03302-00-2916800-001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Рем.к-т гидроцилиндра подъема кузова 03307-00-8603000-000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Рем.ком замка капота ГАЗель 03302-00-8406800-000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1013 (AVX13) ЗМЗ-402 зубчатый XAHCE.AVX13X1013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1054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1013 (AVX13) зубчатый ОРИГИНАЛ BAKAVX13X1013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1018 (AVX13)зубчатый ОРИГИНАЛ ЗМЗ-402 BAKAVX13X1018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1025 (AVX13) зубчатый ОРИГИНАЛ ЗМЗ-402 BAKAVX13X1025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1025 (AVX13) зубчатый СТАНДАРТ ЗМЗ-402 XAHCE.AVX13X1025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1030 (6РК) агрегатор без ГУР СТАНДАРТ XAHCE.6PK1030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1030 (AVX13) ЗМЗ-402 зубчатый XAHCE.AVX13X1030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1045 (AVX13) вентилятора зубчатый ОРИГИНАЛ BAKAVX13X1045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1250 (6РК) агрегатов ОРИГИНАЛ BAKA6PK1250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1250 (6РК) агрегатов СТАНДАРТ XAHCE.6PK1250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1250 (AVX13) зубчатый ОРИГИНАЛ BAKAVX13X1250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1400 (AVX13) зубчатый ПАЗ-3205 ОРИГИНАЛ BAKAVX13X1400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1400 (AVX13) зубчатый ПАЗ-3205 СТАНДАРТ XAHCE.AVX13X1400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1630 (6РК) агрегатов с ГУР ОРИГИНАЛ BAK6PK1630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1630 (6РК) агрегатов с ГУР СТАНДАРТ XAHCE.6PK1630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1750 (6РК) агрегатов Крайслер ОРИГИНАЛ BAK6PK1750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1800 (6РК)Лиаз, все ЯМЗ, КАМАЗ 6 47 1800 319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1800 (6РК)Лиаз, все ЯМЗ, КАМАЗ XAHCE.6PK1800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1800 (AVX13) Лиаз, все Ford.Opel зуб. СТАНДАРТ XAHCE.AVX13X1800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1800 (AVX13) Лиаз, все Ford.Opel зубчатый 13 1800 319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1930 (6РК) агрегатов Крайслер ОРИГИНАЛ BAK6PK1930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1930 (6РК) агрегатов Крайслер СТАНДАРТ XAHCE.6PK1930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833 (AVX10) генератора зубчатый XAHCE.AVX10X833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833 (AVX10) генератора зубчатый ВАКАVX10X833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900 (AVX13) зубчатый XAHCE.AVX13X900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безопасности (уп.-2 шт) 3307,3309 00000-95-7810011-000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безопасности левый (3302) 00000-95-7606161-000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безопасности правый (3302) 00000-95-7606171-000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Решетка облицовки р-ра 4301-8401020 04301-00-8401020-000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Решетка облицовки рад-ра н/о (хром. без сетки) (упак.ГАЗ) 3302-8401020-811 03302-00-8401020-811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Решетка облицовки рад-ра н/о (хром.) 3302-8401020-20 03302-00-8401020-020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Розетка ручки двери (3302) 4301-6105188 04301-00-6105188-000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Розетка ручки сдвижной двери 2705-6425188 02705-00-6425188-000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Ротор отопителя 52-8102030-12 00052-00-8102030-012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Руководство по ремонту "ремонт своими силам" 31105 3110-5969801301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Руководство+каталог двигателей Г-560,5601,4602 560-5889242433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Рулевая колонка (3307) 4301-3400018 04301-00-3400018-000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Рулевая колонка 3102-3401138-20 03102-00-3401138-020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1091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Рулевая передача карданная в сборе (упак.ГАЗ) 3302-3401123 03302-00-3401123-000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Рулевого управления муфта в сб. 3102 90-3401142 03102-90-3401142-000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Рулевой мех-м ГУР 2217 ШНКФ 45 3461.123(120) 00000-45-3461123-000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Рулевой мех-м ГУР 31105,3110 ШНКФ 45 3461.103 00045-00-3461103-000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Рулевой механизм (3308-3309) 3302-3400014-01 03302-00-3400014-001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Рулевой механизм в сборе 3102-3400014-10 03102-00-3400014-010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Рулевой механизм в сборе 3307-3400014-1 03307-00-3400014-001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Рулевой механизм в сборе 66 11-3400014-1 00066-11-3400014-001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1099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дверей перед.прав.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внутрен.лев. 4301-6105183/82 04301-00-6105183/82-000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внутрен.прав. 4301-6105182 04301-00-6105182-000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задка хром (Универсал-Баргузин) 24 02-6305152 00024-02-6305152-000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каб.нар.лев.в сб.(мет.) 3302-6105150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каб.нар.прав.в сб.(мет.) 3302-6105150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наружная в сб. 3302-6105151 03302-00-6105151-000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наружная в сб. 4301-6105150-11 04301-00-6105150-011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наружная в сб.метал. (упак.ГАЗ) 3302-6105150-02 03302-00-6105150-002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наружная в сб.метал. (упак.ГАЗ) 3302-6105151-02 03302-00-6105151-002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наружная н/о 3110-6105150-11 03110-00-6105150-011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наружная н/о 3110-6105151-11 03110-00-6105151-011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сдвиж. внутренняя 2705-6426380 02705-00-6426380-000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сдвижной внутренняя (силумин) 02705-00-6425082-000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КПП 31029-1702159 03102-90-1702159-000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КПП ГАЗель, Волга 03110-50-1702159-000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наружная  двери (сдвижная и дверь задка)(ГАЗ) 2705-6305150 02705-00-6305150-000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наружная двери (сдвижной и двери задка) 2705-6305150- 02705-00-6305150-001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подлокотника (объёмн.обивка лев) 3110-6102307 03110-00-6102307-000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сдвиж.двери внутр. (металл) 2705-6425082-1 02705-00-6425082-001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сдвиж.и зад.двери нар.в сб. 2705-6305150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сдвижной двери внутренняя (голая) 2705-6425182-01 02705-00-6425182-001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 Г-3302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 (3307,3302) 4301-6104064-01 04301-00-6104064-001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 (метал) ГАЗель,Г-3307,4301 03302-00-6104064-000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1124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 ГАЗель 03302-00-6104064-000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РХХ Бош 406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Рычаг промежуточный мех.бензонасоса 4061.1106109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Рычаговый механизм (Старт) 2705-6305486 02705-00-6305486-000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Рычажный механизм замка двери 3302-6105486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Рычажный механизм замка двери 3302-6105487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Рычажный механизм замка двери 3302-6105487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Сайлент-блок (втулка рессоры) 03302-00-2902027-004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Сайлент-блок нижнего рычага 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Сайлент-блок рессоры 03111-00-2912027-000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верхний 2217-2904172 02217-00-2904172-000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заднего стабилизатора (31105) 3111-2916064 03111-00-2916064-000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нижний 2217-2904152 02217-00-2904152-000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перед. амортизатора 31105-2905448-1 03111-00-2905448-001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рессоры (БРТИ) 3302-2902027 03302-00-2902027-000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рессоры Газель(Цитрон) 3302-2902027 03302-00-2902027-000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ушка  рессоры 3302-2902027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водяного насоса 11-8515А-3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задней,передней ступицы внутренний 2217,33027,3302 2531311-511 00000-00-2531311-511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к/вала зад.(Б) Rubena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к/вала перед.(М )Rubena 55х70х8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коленвала 402 дв. 80-36978-00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коленвала задний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коленвала задний 406 дв. (РЕЗИНОТЕХ) красн. 2108-1005160 02108-00-1005160-000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коленвала перед. 00406-20-1005034-001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коленвала перед. (РЕЗИНОТЕХ) красн. 406-1005034-2 00406-00-1005034-002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коленвала передний 51-1005034-01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первичного вала (РЕЗИНОТЕХ) красн. упак. 31029-1701043 03102-90-1701043-009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передней ступицы (50*80*10) красн.упак. 3302-3103038 03302-00-3103038-009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полуоси заднего моста (66,3308) 51-2401034 00051-00-2401034-013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помпы 2101-1307013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удлинителя КПП (ГАЗ) 24-1701210-07 00024-00-1701210-007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удлинителя КПП (РЕЗИНОТЕХНИКА) красн. упак. 24-1701210 00024-00-1701210-009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Сапун з/моста 298430-600 00000-00-0298430-600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Сапун КПП 298429-П 00000-00-0298429-600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А-11 Блистер 53-3707000-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1160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А-11(Энгельс)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А-17 Бриск /Блистер/ дв.402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впускного клапана 4022-1007082-30 04022-00-1007082-030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выпускного клапана 4022-1007080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Серьга рессоры 24-2912458 00024-00-2912458-000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Сет/на подшипниках/ 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Волга 24.3706.020-01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звуковой (выс.тон) 20-3721000/81.3721-01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звуковой (низ.тон) 81.3721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звуковой ГАЗель 201-3721000-01 00201-00-3721000-001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Сигналы звуковые к-т н/о "Газель" 222-21-3721000 00222-21-3721000-000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Сигналы звуковые к-т. (31105,3302) ЗСП-КМ130172 00000-00-0130172-000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00051-00-3724093-000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крепления проводки 00000-00-0297506-629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крепления проводов 03302-10-3724073-000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крепления проводов 00051-00-3724073-020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переднего тормоза 2217-3501136 02217-00-3501136-000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переднего тормоза 2217-3501137 02217-00-3501137-000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переднего тормоза 3302-3501136- 03302-00-3501136-000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переднего тормоза 3302-3501137- 03302-00-3501137-000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Сопротивление добавочное СЭ-107/СЭ107 У-ХЛ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Сопротивление добавочное СЭ-52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СП135-3802010-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Г-3307 16-3802010 00016-00-3802010-000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Стартер ЗМЗ-402 малый ГАЗ,УАЗ 931.3708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Стартер редукт."Оригинал" Е402-06-3708010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Статор 24.3706.300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Статор датчика распредвала Г-31029,3110 3706-100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Статор трамплера Г-53 Р-137.3706.300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(ДЗС упак. Газ) 3302-6104010 03302-00-6104010-000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перед. элект. прав 31105-6104020 03110-50-6104020-000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передний 3102-6104012-20 03102-00-6104012-020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Стеклоподъёмник в сборе 4301-6104012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Стеклоподъёмник ГАЗель лев. н/о 03302-00-6104013-001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Стеклоподъёмник правый н/о 03302-00-6104012-000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перед. стабилизатора в сб.(1шт.)(упак.ГАЗ) 3110-2906100 03110-00-2906100-000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поворотного кулака Волга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с шарниром зад. стабилизатора 3302 03302-00-2916058-000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стабилизатора пер.подвески 3110-2906058 03110-00-2906058-000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1199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Стопор двери 2705-6305350- 02705-00-6305350-000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1200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Стопор двери 2705-6305351- 02705-00-6305351-000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Стопорная шайба+пластина+болт кард.+уплотнитель (упак.ГАЗ) 3302-2200800 03302-00-2200800-000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03302-00-2912408-020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3307-2912408-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24-2912408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03302-00-2912408-010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03302-00-2912408-001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03302-00-2912408-005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53 12-2912408-10 00053-12-2912408-010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в сб. (ГАЗ) 3302-2912406 03302-00-2912406-000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кузова (370) 53-8500022 00053-00-8500074-000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кузова (410) 53-8500074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кузова в сб.Г-3302,3110 91-8500024-40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кузова перед. (340) 3302 03302-00-2902406-001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кузова(411) 3307-8500022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передней рессоры в сб (ГАЗ) 3302-2902406 03302-00-2902406-000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передняя (ГАЗ) 53 1-2902408 00053-01-2902408-000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пружины балансира в сб (225мм) 03205-00-2913408-000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в сб.(2шт.) (ГАЗ) 3110-2912406 03110-00-2912406-000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вентилятора (ГАЗ) 3302-1308061 03302-00-1308061-000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водяного насоса ЗМЗ-511,513,523 дв. ГАЗ-3307 00014-00-1307024-000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заднего колеса с подшип.(без шпилек) 3302-3104008 03302-00-3104008-000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задняя без подшип. 53-3104015-02 00053-00-3104015-002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передняя без подшип.(Газ 53-3307) 51-3103015-20 00051-00-3103015-020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с барабаном и подшипником (АБС) 3302-3104004-10 03302-00-3104004-010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с подшипниками 3110-3103006 03110-00-3103006-000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Стяжка груза 5,0см*8м.(3,5т.)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Стяжки пружин (усил.оцинков.2-х лап.) 71770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вилки н/о 3302-1702028 03302-00-1702028-000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вилок перекл.перед.КПП-5 3302-1702028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вилок переключения передач 3309-1702028 03309-00-1702028-000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клапана 66-1007028 00066-00-1007028-000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муфты КПП 5 ст. 03102-50-1701171-010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Сцепление в сб.Г-3302,3110 дв.402 SACHS 3000 829 601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м/с колпачков ф.7 Ваз2101-099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подшипника к/вала Ваз2101-099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рулевых тяг и шар.опор Ваз2108-21099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1237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сайленблоков и рез. втулок ГАЗ-31029,3110 00000-00-0000000-000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Тахометр 121.3813010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Тент ГАЗель удлиненная (4м) (усил.ткань) 03302-02-8508020-000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Тент платформы с боковинами н/о 3302-8508020-10 03302-00-8508020-001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Термостат (70 град.) ЗМЗ-402,406 00TKG-00-1306100-050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Термостат (80 град.) ТС 108 (TANAKI) TKG-1306100-81 00TKG-00-1306100-081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Толкатель клапана к-т.(8шт) 21-1007055-21 2100 -0 -007055 -10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Топливопровод со штуцером 406-1104058-12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Тормоз передний в сборе 4301-3501011 04301-00-3501011-000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Торсион петли 24-5605095-10 00024-00-5605095-010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Трапеция рулевая 24-3003005-1 00024-00-3003005-001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Трапеция стеклоочистителя 60-5205400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тормозной системы Г-53,3307 51-3506018 00051-00-3506018-000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трубопровода к перед. тормоз.Г-3302 24-3506131-01 00024-00-3506131-001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(402 дв.) в оплетке 3302-1108050-10 03302-00-1108050-001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(405 дв.) в оплетке 405-1108050 04050-00-1108050-000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(406 дв.) в оплетке 3110-1108050-10 03110-00-1108050-001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(511дв.) 3307-1108050 03307-00-1108050-000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оплетке "Крайслер" 31105-1108050 03110-50-1108050-000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с оболочкой ГАЗель Бизнес 03302-00-1108050-040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газаГ-3302 дв.405,409 3302-1108050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газаГ-3302 Евро-3 3302-1108050-4216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капота 4301-8417150-1 04301-00-8417150-001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капота ГАЗ-3307 03307-00-8417150-000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привода стояночного тормоза передний 31105 03110-50-3508068-000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(к-т. 2шт. упак.ГАЗ) 3110-3508800 03110-00-3508800-000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(к-т. 3шт. упак.ГАЗ) 3307-3508800 03307-00-3508800-000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(центр.) 3302-3508068-02 03302-00-3508068-002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(центр.) 3307-3508068-2 03307-00-3508068-002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(центр.) 3308-3508068 03308-00-3508068-000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3102-3508180 03102-00-3508180-000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3110-3508181-01 03110-00-3508181-001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3302-3508180-02 03302-00-3508180-002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3307-3508180-02 03307-00-3508180-002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3307-3508181-02 3307-3508181-02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на ПАЗ (к-т упак.ГАЗ) 3307-3508801 03307-00-3508801-000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1273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"Г-66, ПАЗ-3201" в оплетке 300 7-3802600-01 00300-07-3802600-003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ГВ 300-02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ГВ 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Троса ручного тормоза в сборе 3110-3508180-(181)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заборная н/о 3302-1104012-01 03302-00-1104012-001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масляная 00053-11-1017112-030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ГЦС к гибкому шлангу (402дв.) (780мм) 24-1602580-20 00024-00-1602580-020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клапана управления 330970-3408030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заднему прав 3110-3506040-03 03110-00-3506040-003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заднему прав 3110-3506040-03 03110-00-3506040-003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заднему правому тормозу 3302-3506040-30 03302-00-3506040-030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левому заднему тормозу 03110-00-3506035-001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левому заднему тормозу 03302-00-3506035-040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левому переднему тормозу 03307-00-3506023-010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прав.перед.тормозу 5312-3506020 00053-12-3506020-000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тройника к правому заднему тормозу 00053-50-3506040-100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подачи топлива от ФТО к рейке 405 дв. 3221-1104085-10 03221-00-1104085-010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приемная с фильтром (53,3307) 66 71-1104012 00066-71-1104012-000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рециркуляции 4062-1213065-10 04062-00-1213065-010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рециркуляции ЗМЗ-4061 д12 04061-00-1213065-021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рециркуляции ЗМЗ-511,513 д12 00511-00-1213102-000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соединительная расширительного бачка 24-10-1311095 00024-10-1311095-000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тормозная медная (8 шт.) 3302-3500000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впускная масл.фильтра (к-т 2шт) 00053-11-1017085-020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 ГАЗ 3110 медн. 8шт. 3110-3500000 03110-00-3500000-000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 ГАЗ 3307 медн. 12шт. 3307-3500000 03307-00-3500000-000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1299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 ГАЗ 53 медн. 8шт. 53-3500000 00053-00-3500000-000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тормозные медные 53-3506   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тормозные на задний мост Газель 2 шт. 3302-3506035/40 03302-00-3506035-021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Уголек крышки трамблера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Удлинитель (золотника) вентиля 3302-3116010 03302-00-3116010-000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Удлинитель (картер) задний КПП 310290-1701010-1 03102-90-1701010-001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Удлинитель вентиля "Валдай" 00000-00-0000100-000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давления масла Г-2410, Г-3102 УК 156А (М)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1307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давления масла САЗ, УАЗ, КАВЗ, ЛАЗ, ЗИЛ, ГАЗ УК 130 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напряжения 12 В ГАЗ,УАЗ (Вольтметр) 26.3812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тока ГАЗ АП 116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(щуп) 4022-1009050 04022-00-1009050-000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(щуп) 406-1009050 00406-00-1009050-000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(щуп) 53 11-1009050 00053-11-1009050-000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Уплотнит.втулк.клап.крыш. 406-1007243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Уплотнит.кольцо коленвала 406-1005044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Уплотнит.кольцо погруж.бензонасоса 405 дв. 3111-1101022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Уплотнит.кольцо термостата 402-1306155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Уплотнит.кольцо форсунки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Уплотнит.свеч.колод.н/о (красный) 406-1007248-05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Уплотнит.свеч.колод.с/о,н/о 406-1007248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кожуха пола 3110-5107080 03110-00-5107080-000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кр.клапанов 406.1007248-10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крышки клапанов (резин) н/о к-т 406-1007248 00406-00-1007248-000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крышки клапанов (резин) н/о к-т 406-1007248 00406-00-1007248-000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24-5206050 00024-00-5206050-000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3302-5206050 03302-00-5206050-000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3307 4301-5206050-2 04301-00-5206050-002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неподвижного бокового стекла 3302-6103418-01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проема двери (3307) 4301-6107126-01 04301-00-6107126-001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проема двери задка 2705-6307126 02705-00-6307126-000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проема задних дверей 31105-6207126-02 03110-50-6207126-002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проема пер.дверей 3302-6107126 03302-00-6107126-000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рычага 24-1702128 00024-00-1702128-000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рычага КПП (гофра) 24-5107080-10 00024-00-5107080-006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рычага КПП (гофра) 3110-5326263-01 03110-00-5326263-001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рычага КПП (гофра) 3110-5326263-01 03110-00-5326263-001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рычага КПП (гофра) 3302-5107090 03302-00-5107090-000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стекла окна задка 24-5603018 00024-00-5603018-000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форточки перед 3302-6103122- 03302-00-6103122-000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шарнира наконечника 24-3003074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Уплотнительное кольцо термостата 402-1306155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Уплотнительное кольцо форсунки СТК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Упор буфера открывания сдв.дв. 2705-6426362 02705-00-6426362-000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Упор рессоры 53-2902433-10 00053-00-2902433-010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1344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Уравнитель 3110 троса 3102-3508105-20 03102-00-3508105-020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Усилитель вакуумный тормозов 24-3510010-2 00024-00-3510010-002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Усилитель переднего бампера н/о 3302-2803108 03302-00-2803108-000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Усилитель тормозов 53 12-3550010 00053-12-3550010-000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облицовки радиатора 3307-3914080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облицовки радиатора 3110-3914080-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Фартук заднего брызговика 3302-8511188-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Фиксатор замка н/о (31105,3302) 1-53067-Х-О 00000-00-0153067-000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Фильтр воздушный  ЗМЗ-4062,405 GB-76 76 1109013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Фильтр маляный в сборе ММЗ-245.7 0 9 1012005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Фильтр масляный с дв Штайер 560 1017005 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Фильтр топливный полиамидный Евро-3 (KFF-301) KFF-301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51мм. (стремянка)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55мм. (средний) двухсторонний 00024-00-1203033-000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55мм. (средний)(ГАЗ) 53-1203033/11-5249 00011-00-0005249-000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d-66 ГАЗель (большой) 00053-01-1203033-001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Храповик коленвала 53-1005054-10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Центральный переключ-ль света (Волга-31029,3110) 41-3709 00041-00-3709000-000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Центральный переключ-ль света (ГАЗель) 531-3709 00531-00-3709000-000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Центральный переключатель света (газель н/о) 03111-00-3709600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Цепь (2шт.-моторк-т-ЛАТВИЯ) 405,409дв.под звездочку 409-1000118-01 00409-00-1000118-001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Цепь (2шт.-моторокомплект) 406дв. под  башмак 406-1000118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(1-секц.) Г-52,53 с/о 00051-00-3505010-001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(ГАЗ) 3102 90-3505010 03102-90-3505010-000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3205-3505010 03205-00-3510009-000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3205-3505010 03205-00-3505010-000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53 11-3505211-1 00053-11-3505211-001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66 11-3505211-1 00066-11-3505211-001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АБС (ГАЗ) 3110-3505010 03110-00-3505010-000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тормозов АБС 3309-3505010 03309-00-3505010-000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24 10-3501040 00024-10-3501040-000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66 16-3501040 00066-16-3501040-000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66 16-3501041 00066-16-3501041-000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задний (3110,31029,2410) 2410-3502040 00024-10-3502040-000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задний (ГАЗель) 24-3501040-1 00024-00-3501040-001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1379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задний 3309 АБС 3309-3502340 03309-00-3502340-000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задний 4301-3502040 04301-00-3502040-000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пер.лев. 24 10-3501041 00024-10-3501041-000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передний 3309 АБС 3309-3501340 03309-00-3501340-000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передний 4301-3501040 04301-00-3501040-000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силовой (ГАЗ-66,ПАЗ-672) ГУР 3308-3405011 03308-00-3405011-000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3307-1602510 03307-00-1602510-000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главный (3302,3110) 4301-1602290 04301-00-1602290-000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главный (3307) 66 11-1602300 00066-11-1602300-000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главный н/о (мелк.резьба) 3302-1602290 03302-00-1602290-000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главный ЭКОНОМ 03302-00-1602290-022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рабочий (406) 310290-1602510-50 03102-90-1602510-050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рабочий 24-1602511 00024-00-1602511-000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рабочий 4301-1602510 04301-00-1602510-000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рабочий 66 1-1602511-10 00066-01-1602511-010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Циркуляционный насос 32.3780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Циркуляционный насос сист. охлаж. двиг. 32.3780-20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Циркуляционный насос сист. охлаж. двиг. 32.3780-10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Чашка пружины 24-2902735 00024-00-2902735-000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Чашка пружины н/о 3110-2902734 03110-00-2902734-000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1399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-гровер ОТ20  252141-602 00000-00-0252141-602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d-12 головки блока (толстая) 00024-00-1003001-000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болта головки блока 406-1003051-04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Д10 252006-629 00000-00-0252006-629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Д10,5 293307-629 00000-00-0293307-629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Д6 252004-629 00000-00-0252004-629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Д6 252037-629 00000-00-0252037-629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Д8 252005-629 00000-00-0252005-629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медная штуцера ГЦС Д25 4301-1602295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оси блока шестерен зад. хода упорная 53-1701094 00053-00-1701094-000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пальца оси 3102-2904043- 03102-00-2904043-000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подш-ка передней ступицы "ГАЗель" 13-3103032 00013-00-3103032-000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подшипника коленвала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шестерни 2-ой перед. 52-1701104 00052-00-1701104-000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в сборе (арм.) 24-3003160 00024-00-3003160-000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в сборе (ГАЗ) 2217-3414029-10 02217-00-3414029-010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1415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в сборе (лыс.) 24-3003028 00024-00-3003028-000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переднего моста в сб. короткий лев. 00066-02-2304061-000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передней подвески верхний "Оригинал" 03110-50-2904414-099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передней подвески нижний  "Оригинал" 03110-50-2904314-099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подвески верхний (упак.ГАЗ) 31105-2904414 03110-50-2904414-000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подвески верхний 2217-2904414-10 02217-00-2904414-010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подвески нижний (упак.ГАЗ) 31105-2904314 03110-50-2904314-000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подвески нижний 2217-2904314-10 02217-00-2904314-010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рулевого вала верхний с крепежом (упак.ГАЗ) 3307-3401121 03307-00-3401121-000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рулевой не в сборе 3302-3414028-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рулевой "Валдай" 33104-3414065 03310-40-3414065-000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Шарнира уплотнитель с обоймой 03110-50-3414162-000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Шарнира уплотнитель с обоймой (РТИ) (ГАЗ) (3302) 2217-3414074 02217-00-3414074-000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Шаровая опора вилки сцепления 11-7576-П29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Шип замка двери 3302-6106114 03302-00-6106114-000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Шип направляющий 2705-6425310-1 (метал) 02705-00-6425310-001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Шип направляющий бесшумный 2705-6425310 02705-00-6425310-000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поворот. кулака к-т.(на подшипниках) (ГАЗ) 3307-3000100-01 03307-00-3000100-001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поворот. кулака к-т.(на шайбах) (ГАЗ) 3307-3000100 03307-00-3000100-000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поворотного кулака 3302-3001019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поворотного кулака 3110-3001120 03110-00-3001120-000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поворотного кулака Г-2410 г.Орел 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поворотного кулака голый 3302-3001019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поворотного кулака к-т. (ГАЗ) 3302-3000100 03302-00-3000100-000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вентилятора 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водяного насоса(черный) 406.1308025-11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генератора Москва прамо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коленчатого вала "Валдай" 245-1005131-50 00245-00-1005131-050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привода вод. насоса "ГАЗель" 4025-1308025 04025-00-1308025-000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привода вод. насоса (пластмас.) 406-1308025-11 00406-00-1308025-011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привода вод. насоса (текстолит) 406-1308025-10 00406-00-1308025-010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Шкив-демпфер коленвала ЗМЗ-405,406,409 ОРИГИНАЛ 00406-00-1005050-388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Шкив-демпфер коленчатого вала ГАЗель Бизнес 04216-00-1005070-000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1448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Шкив-демфер со ступицей (409 дв.) 406-1005050-60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(патрубок ДМРВ дв.40522,560) 3110-1109300-20 03110-00-1109300-020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(патрубок под ДМРВ 405дв.) 3302-1109192-30 03302-00-1109192-030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(патрубок под ДМРВ 406дв.) 3105-1109192 03105-00-1109192-000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d.12вакуумного усилителя 3110-3552054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d/3.9 клапана рециркуляции карб-ра 4021-3706324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вентиляции (ЕВРО 3) 40624-1014203 00409-04-1014075-000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вентиляции картера 53 11-1014203 00053-11-1014203-000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воздухоподводящий (406) 3110-1109192 03110-00-1109192-000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воздухоподводящий (406) 3302 70-1109192 03302-70-1109192-000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воздухоподводящий Газель дв.405 ЕВРО-3 3221-1109192 03221-00-1109192-000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Г-3310 40 "Валдай" L-1050 (замена трубок) 3310 40-3408198-10 03310-40-3408198-100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Г-3310 40 "Валдай" L-950 (замена трубок) 3310 40-3408142 03310-40-3408142-000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к силовому цилиндру (с длин.наконечником) 3309 70-3408070 03309-70-3408070-000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к силовому цилиндру (с корот.наконечником) 3309 70-3408040 03309-70-3408040-000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ДМРВ воздухоподводящий (уголок) ЗМЗ-406 Волга 03102-90-1109300-051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масляного радиатора 3302,3110 66 16-1013100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масляного радиатора дв.402 3110-1013100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нагн.ГУР с тр.(корот.) 66-3408020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нагн.ГУР с тр.(сред.) 66-3408040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нагнетательный (ГУР) "Валдай" 3310 40-3408150 03310-40-3408150-000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нагнетательный (ГУР) 3309 70-3408150 03309-70-3408150-000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нагнетательный ГУР "Профессионал" 03302-08-3408151-090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нагнетательный ГУР "ПРОФЕССИОНАЛ" 2217-3408151-90 02217-00-3408151-090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рад-ра отводящий (дв.406) 3302-1303025-10 03302-00-1303025-010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рад-ра отводящий 53-1303025 00053-00-1303025-000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рад-ра соединительный (нижний) 11-8286 00011-00-0008286-000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сапуна 2410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сливной и нагнетательный ГУР д.245.7 33081-3408140 03308-10-3408140-000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смазки выжим.подш.Уаз,Г-53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смазки подш-ка выключ. сцепл-я 52-1601230-10 00052-00-1601230-010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сцепления Г-2410/3110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1480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405дв. (импорт)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выс.дав. на топлив.405 дв 02752-00-1104188-000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отечеств.405дв.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задний 00024-00-3506025-010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передний 66-3506025-01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передний 3102-3506025-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(ПАЗ перед 50 см) 63-3506025-10 00063-00-3506025-002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(ПАЗ перед 60 см) 63-3506025-01 00063-00-3506025-002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задн.(ГАЗ-3307,66; сцепл.3302,2217 до2000г.) 51-3506025-02 00051-00-3506025-002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пер.(ГАЗ-24,3109) 2410-3506025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пер.(ГАЗ-53,3307);РАФ, (ПАЗ-задн) 53-3506025-01 00053-00-3506025-002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пер.(Газель) 3302 70-3506025-10 03302-70-3506025-010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пер.(Газель) 3302-3506025-10 03302-00-3506025-002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тормозов промежут.3302,2217  3302-3506025 02217-00-3506025-002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ф.16 вентиляции кл.крышки 3302 03302-70-1014075-000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Шланги печки d-16vv ЗМЗ-402 ГАЗель (к-т 4шт) 03302-00-8120000-000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Шланги РХХ ЗМЗ-405 00405-00-1147000-000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Шоколадка замка Газель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заднего колеса (болт задней ступицы) 3302-3104018 03302-00-3104018-000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1499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заднего колеса (болт задней ступицы) 3302-3104018 03302-00-3104018-000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колект.и картера сцеп.Газ М10*30*1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левая 51-3103009-31 00051-00-3103009-031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правая 51-3103008-31 00051-00-3103008-031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крепления головки блока(130мм) 874330-П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крепления карбюратора К-151 874368-629 00000-00-0291849-608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крепления коллектора Г-53 291798-600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крепления масл.картера (53,3307) 291732-629 00000-00-0291732-629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крепления полуоси М12/14*1,25*32 ремонт 3302 291847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М10*22*1 рессив.406,ГБ дв.402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М10*24*1 хвостовика КПП Газ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М10*30*1,25 вп.коллектора Газ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М10*60 ст.оси коромысел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М8*14*1 масляного картера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М8*16*1 экр.кол.402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М8*25*1 масляного картера 406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М8*28 трамблера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1516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М8*30*1 крышки толкателей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М8*35 карбюратора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М8*38*1 перед.кр.402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М8*38*1,25 вып.кол. 406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М8*58*1 помпы и оси кор. дв.402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М8*58*1,25 вып.кол. дв.406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М8*62*1заднего сальника 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М8*75*1 термост.402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оси коромысел М10/12*1*110 ремонт 53-291813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переднего колеса 3302-3103008 03302-00-3103008-000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передней кр. 402 дв. М8*60*1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приемной трубы дв.402 (Волга) 291800-600 00000-00-0291800-600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8*34 ступицы шкива к/вала 296144-629 00000-00-0296144-629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распредвала дв.402 00402-00-0260417-000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Шрус Г-66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заднего стабилизатора в сб. 03302-00-2916000-000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21-1007175-Б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Штифт шкворня 03302-00-3001025-000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Штифт шкворня стопорный 51-3001025-02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Шток рабочего цилиндра сцепления 21-01-1602522 00021-01-1602522-000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бензонасоса с прокладкой ГАЗ 04061-00-1106129-000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ГЦС Волга,Уаз М10*1,25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датчика давления масла 53-3829420-01 00053-00-3829420-001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КПП 03302-00-3802029-000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М12*М10 зад.торм.цил. 24-3546012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отопителя (Волга,3307) 21-8101040-10 00021-00-8101040-010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прокачки тормозов 53-3501048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РТЦ Г-53,Уаз М12*1,25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соединительный шлангов отопителя 3302-8120040 03302-00-8120040-000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топливный ГАЗ 00053-11-1104215-001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топливопров.угловой 405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топливопровода Г-3302 дв.405 (угловой)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угловой к фильтру тонк. очистки топл. 330242-1117165 03302-42-1117165-000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угловой системы питания (на бензонасос) 298348-629 00000-00-0298348-629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угловой тормозной системы (3110,3302,3308) 3/8 66 2-4222017 00066-02-4222017-000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фильтра грубой очистки топлива прямой 00000-00-0298341-629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эл.бензонасоса дв.406 31029-1139199-50 03102-90-1139199-050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1553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Штуцера ГУРа (Волга,Соболь,Газель)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Штуцера радиатора отопителя Волга-3110 (пластмасса 03110-00-8101083-000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Штырь капота+крючок в сборе (упак.ГАЗ) 3302-8406800 03302-00-8406800-000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с/очистителя Г-3110(Прамо) 802.5205900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стеклооч-ля безкаркасная "Премиум" (упак.1шт.ГАЗ) 525мм."Газель" 00000-00-5205900-525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стеклооч-ля безкаркасная "Премиум" (упак.1шт.ГАЗ) 400мм."Волга" 00000-00-5205900-400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безкаркас. 330мм ПРОФФЕССИОНАЛ FWB-709C-330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безкаркас. 360мм ПРОФФЕСС. FWB-709C-360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безкаркас. 410мм ПРОФФЕСС. FWB-709C-410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безкаркас. 450мм ПРОФФЕСС. FWB-709C-450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безкаркас. 610мм ПРОФФЕССИОНАЛ FWB-709C-610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Щеткодержатель Г250Г3.3701010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генератора 2-х конт.  Волга,ГАЗель 00024-00-3701000-000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стартера Г-3302,3110 дв.406 на стартер 6012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Я 112 А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Щётка стеклоочистителя Газель 75.5205400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Щётка стеклоочистителя СЛ-136Г СЛ136Г-5205900-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Щётки генератора Г250-3701020-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Щётки генератора в сб. Г250-3701020-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Щётки стартера большого (к-т 3шт) 00053-00-3701015-000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Щёточный узел генератора 406 дв 881.3702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 заднего тормоза 3302-3502012- 03302-00-3502012-000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 заднего тормоза 3302-3502013- 03302-00-3502013-000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 переднего тормоза 3302-3501014- 03302-00-3501014-000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Щиток заднего крыла лев.3110-8404315-01 03110-00-8404315-001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Экономайзер холостого хода К 151-1107000 00151-00-1107000-000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Экран подогрева воздуха"жаровня" 406дв. 33027-1109092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(24,3110) 20-3501028 00020-00-3501028-000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(53,3307) 51-3501028 00051-00-3501028-000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3302-3508166-01 03302-00-3508166-001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регулировочный разжимного звена руч. тормоза 3110 12-3508164 00012-00-3508164-000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тормоза 00051-00-3501028-000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Эл. двигатель отопителя ГАЗ-3307 (МЭ-236) 4573753-532 00000-00-4573753-532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Эл. двигатель отопителя салона ГАЗель 511-3730000 00511-00-3730000-000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1587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Эл. двигатель отопителя салона Соболь 197-3730000 00197-00-3730000-000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Электровентилятор в сб. (406 дв.) 3110-1308004-10 03110-00-1308004-010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Электроом. в сборе 3110(4л,12В)/ПРАМО/ 01152-00-5208010-000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Элемент зеркала  верхний с рамкой 03302-00-8201228-010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Элемент зеркала   нижний 03302-00-8201218-010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Эмблема "Волга"крышки багажника Волга-3110 03102-00-5604150-000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Эмблема двери "Газель" 03302-00-8212020-010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Ящик аптечки 3110-3912400 03302-00-3912406-000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кардана в сборе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крепёжный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маховика 130-1005127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М12*170*1,25 перед.подвески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1599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М14*38*1,5 кард.вала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М16*40 сед.ус-ва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регулировочный оси коромысел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ушка п/рессоры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шатуна+гайка 130-1004062/64-Б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ВК-13 Выкл.стоп.сигнала 130-3720100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верх. 130-3003066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рулевого пальца нижний 4331-3414022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рулевого пальца нижний 130-3003067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рулевой верхний 4331-3414066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Вкладыши компрессора 130-3509092-01 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111-2915486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выпускного клапана (Мценск) 130-1007033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направл. клапана впуск. 130-1007032-БР1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направл. клапана выпуск. 130-1007033-Р1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распредвала 130-1006024/25/26/27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ушко задней рессоры 130-2912028-А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шатуна 130-1004052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шестерни 4-й пер. 130-1701182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120-3001016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шкива насоса ГУР 130-3407247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 4331 3070451-001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вторичного вала 303270-П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зад.колеса пр./лев. 120-3104056/57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кард.вала(130,5301)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4331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крепления ступ.пер. в сб. 130-3001060/63/64/3032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лапки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пер.колеса лев. 120-3103019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1629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подвески кабины Зил-130 251649-П29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рулевого пальца ЗИЛ,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стремянки зад. 53,пер.130 303256-П29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стремянки задняя 303243-П29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стремянки передняя 303258-П8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ушка зад. рессоры 250561-П29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футорки правая/левая 00000-00-0250716-629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шпильки колеса внутр 250563-П29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шпильки ступицы М20х1,5-6Н Зил-4331,Г-53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Гайка-шайба ступицы 130-3001060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 (Мценск) 130-1002020- А2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(клапан) Мценск 130-1003012-20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(клапан) Мценск 130-1003010-20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в сборе (5320) 130-3509039-03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ГУР ремонт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ММ-124ДБ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ТМ-102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БМ-112Д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БМ-165 5312.3827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ЗИЛ, УАЗ 50.3827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Диафрагма перед.кам. 164-3519050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Диафрагма тормозная задняя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12т Д2-3913010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левый 130-6105013-Б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правый 130-6105012-Б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правый 4331-6105012-Б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(металич.) 1202.3704-08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ВК-350 12В 10А ВК-350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капота 130-8406012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лобов.стекла Зил 4,4м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Зил-4331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130-8201012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прокладжок компрессора (6 наим.) Зил-130,Маз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/14 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КПП ЗИЛ-130 3622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на двигатель(полный)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патрубков (3шт.) ЗИЛ-130 130-1303010/25/26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шайб упорного подшипника 2шт. 130-1005186/87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предохранительный рессивера 120-3513050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Клин шкворня 130-3001025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маслосъёмные 130-1007014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маслосъёмные -КР 130-1007014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маслосъёмные белая (к-кт 8шт.) 130-1007014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130-1002024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1674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(силикон) 111-1002024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глушителя 306322-П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замочное гайки 130-3001063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опорного подшипника 130-3001027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компрессора 130-3509172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первичного 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поршня 120-1004022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центрифуги 130-1017827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центрифуги 164-1017327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Коммутатор транзисторный ТК-200-01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130-3509009-11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Коромысло клапана 130-1007110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 блока (МЗАЛ) 130-1305010-Е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блока Зил 130-1305010-Е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блока Зил 130-1305010-Е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радиатора 130-1015370-Б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стеклоочистителя КР-30 130-5205040А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2-х секц. с/о 130-3514010-Б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амортизатора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амортизатора нижний 4331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насоса ГУР 130-3407203-А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ПГУ 4331-1609621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передней опоры двигателя 130-1001015-В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подвесного подшипника 431410-2202082-Б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рессоры передней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1699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левое 130-8403011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правое 130-8403010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 насоса 130-1307032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водяного насоса 130-1307030 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двигателя передняя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клапанная 130-1003260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подш-ка первичного вала в сб. 130-1701039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передний  кор. 120-3501110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средний 120-3501111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ускорительного насоса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ЗИЛ-130 1101.3816-01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Маслоприёмник 130-1010010-Б2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прижимная стремянки 130-2912211-20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ручного тормоза 130-3507020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рул.тяги поп.прав./лев.(внутр.рез.) 4331-3414058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тяги прав./лев. 130-3003056/57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ГУР 130-3407200-А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ГУР б/бачка 130-3407199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130-1011010Б2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омывателя 24в.(Прамо) 1122.5208100-02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1719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Обмотка стартера СТ230-3708110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карданного вала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корзины сцепления (короткий) 130-1601112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130-1004020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компрессора (5320) 130-3509169-А2 130-3509169-А2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без сухаря 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голый 120-3003032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с 2вклад.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тяги без резьбы 130-3003032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рычага нажим.диска сцепл. 130-1601105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с резьбой /голый/ 4331-3003065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ушка задней ресссоры 130-2912478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ушка передней рессоры 130-2902478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задней части 4331-8403020-01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радиатора верхний (44 мм)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радиатора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байпаса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вентиляции картера 130-1014010 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верх. 130-1303010-Б2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ниж. корот.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нижний  длин.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средний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Педаль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Переключ-ль стеклооч-ля 09902-3709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поворотов Зил-130 П 105А-01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Подножка 130-8405013-01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Подножка 130-8405012-01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зад.опоры Зил верх.(ребр.) 130-1001045-91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передней опоры двигателя нижняя ЗИЛ 130-1001051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перед.опоры двигателя(верх) 130-1001045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выжимной Зил 130-1602052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подвесной в сб. 130-2202075-А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Гидроцилиндр 554 (4-х шток. ТУ-У29.1.-297)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100,0 130-1004015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без пальца Р2 130-1004015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компрессора Н 130-3509160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компрессора Н(5320) 130-3509160-02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компрессора Р1(5320) 130-3509160-61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с пальцем Р1 130-1004015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(гильза-поршень)Зил645 дв.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вилки сцепления Зил 130-1602077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клапана 130-1007020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муфты сцепления 130-1602077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оттяжная 133-3501035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1763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оттяжная 130-1602077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оттяжная зад. торм. кол. 130-3502035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тормозной колодки 130-3507043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тормозных колодок передних 150В-3501035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на крестовину 130-2201043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рулевой тяги 130-3003074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бензонасоса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ВК-13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130-1307010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вод. насоса (вал+подш)ЗИЛ-130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вод. насоса (фибра+манжета) малый 130-1307040/33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впускн. устр-ва компрессора 130-3509056-Р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высоков.пров.на свечи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г/цил.подъема куз.3шток ЗИЛ-ММЗ603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г/цил.подъема куз.3шток+пластм. ЗИЛ-ММЗ603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г/цил.подъема куз.4шток+пластм. ЗИЛ-ММЗ604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г/цил.подъема куз.5шток+пластм. ЗИЛ-ММЗ605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гидроподъемник (5-ти секционный)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Р-к гидроподъёмник (3-х секционный)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гидроподъёмник (4-х секц.)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гидроподъёмник (4-х секц.) +пласт.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гильзы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компрессора 130-3509039-р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 (гидроус. руля) без манжет 2008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 Зил 130-3405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 Зил/с сальником/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 Зил/с сальником/завод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ГУРа полный 130-3400009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ГУРа+манжета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Зил-130 (паронит) 130-1002002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Зил-130 (полн.)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К-88 (с поплавком) 130-1107920-Б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К-88 №3 130-1107920-Б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колец под гильзу белый силикон (16шт.)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1799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насоса ГУР 4331-3407244-01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из 3-х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для ремонта компрессора 130-350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з/моста 130-220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з/моста Зил (гипоидн.)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КПП 130-1701001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реле втягивающ.стартера Уаз,Волга мал.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реле втягивающ.стартераУаз,Газ,Зил бол.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рулев.тяги (палец с резьбой+2 вкл) 4331-3003065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1808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рулевого механизма 130-3400020-02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стоп сигнала ВК-13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ступицы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уплот.коренного подшипника (флажок) 130-1005166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цил.подъема кузова 4-х секц.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шкворня 130-3001022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шкворня опорный 130-3001022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давления 11.3512010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напряжения 2702.3702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регулятора ЗИЛ-130 661.3702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сигнала РС-503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3110-3747000 (или 711.3747-02) 03110-00-3747000-000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стеклоочистителя Газель 728.3777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напряжения 201.3702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внутренняя 4331-6105231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наружняя в сб. 4331-6105150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дверная левая 130-6105151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стеклоподъёмника 130-6104100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клапанов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клапанов кр.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клапана впускн. 130-1007079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клапана выпускной 130-1007080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подвесного подшип.стопорная 431410-2202084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Зил-4331 48.3802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Стеклоочиститель пневматический СЛ440-525000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правый 130-6104010а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Стеклоподъёмник левый 130-6104011а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130д-2912408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в сб. б/гаек 130д-2912408-В1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в сб. с гайками 130д-2912408-в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пер.рессоры пер. 130-2902408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перед. рессоры зад. 130-2902409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задней 4331-2912408-В1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ушка зад. рессоры 130-2912209-20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ушка перед. рессоры 131-2902127-10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задней рессоры 130-2912520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клапана 130-1007028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рулевого пальца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Тарелка клапана 130-1007024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Толкатель 130-1007055-а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Топливозаборник 130-1104710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Транзисторн.коммутатор (аналог ТК 102А) 132.3774-01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Уголок блока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Уголок компрессора 300301 (маленький)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подвода масла ЗИЛ,МАЗ,КРАЗ 347214-П29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1853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сливного крана 300351-П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(щуп) 130-1009050А3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топ. УБ-251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топлива ЗИЛ-4331 33.3806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вод.насоса 130-1307033-А4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водяного насоса 130-1307033-А4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задней крышки компрессора 120-3509094-01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к/вала 111-1005166/67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к/вала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ЗИЛ-4331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капота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задней рессоры 130-2912205-В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передней рессоры 130-2902126-Б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рессоры задн. без вт. 4331-2912205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Фиксатор двери левый 130-6106101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Фиксатор двери прав. 130-6106100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Фишка реле зарядки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Футорка заднего колеса 51-250720-629 00000-00-0250720-629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Футорка заднего колеса 51-250721-629 00000-00-0250721-629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Футорка левая/правая 120-3104055/54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подъема кузова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замочная контрагайки 120-2401050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изоляционная 130-1601118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коленвала упорная ( 2шт) 130-1005183-03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коленвала (4шт.)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шестерни КПП Зил-130 2 пер.втор.вала 130-1701128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без втулок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пов.кулака 120-3001019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компрессора 130-3509130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выс. давления (ГУР) кривой 130-3408020 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130-3408020-Б2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130-3408020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привода 4331-1002590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задний 500мм 130-3506060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центрифуги 130-3810040-А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вып.коллект.М10 130-1008147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вып.коллект.М12 131-1008147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зад. колеса лев. 120-3104051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зад. колеса прав. 120-3104050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коллектора д.12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М14*1,5*30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М14*1,5*34 редуктора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М8*1*25 карбюратора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перед колеса лев. 130-3103071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1898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перед. колеса прав. 120-3103018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1899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полуоси М16х1,5 304083-П29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4331-3104050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шкива к/вала 418321-П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130-1007176-А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компрессора прям.Зил,Маз 35090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с/очистителя СЛ 100-900А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стартера малого Зил,Газ ЩСК6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Щётка сухаря перед.рессоры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Щиток заднего тормоза левый оригинал 130-3502031-Б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Щиток заднего тормоза правый оригинал 130-3502030-Б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заднего колеса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суппорта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центр.передней рессоры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регул.колодки (солдатик) 5301-3501112\15\17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(верх.) Зил-5301 4331-3414066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(нижн.) Зил-5301 4331-3414022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Влагомаслоотделитель с рег. давл. 100-3511110-010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разжимная полуоси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ушка рессоры "Бычок" 5301-2912491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5301 459.5651715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пальца ресс. 303118-П29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регулировочная под-ка перед.ступицы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Гайки зад.ступицы (3 шт) 5301-3104081\76\79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тормозной 5301-3501070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20.3704-01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патрубков радиатора (2 шт.)н/о 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патрубков радиатора с/о 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Зил-5301,МТЗ-80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компрессора "Бычок" А29.05.-5 шт.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патруб.р-ра (2шт.) н/о 5301-1303010/25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патруб.р-ра (2шт.) с/о 5301-1303010/25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Камера тормозная 2-х полосная 5301-3519010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Клин шкворня 5301-2904070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(фторопл.) Бычок Д-118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форсунки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ПГУ (5301) 3250-1609621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Обмотка стартера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компрессора Паз и "Бычок" А29.05.103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верхний н/о 5301-1303025-30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Перекл.с/очист.со стекл.Зил-5301 9912.3709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повор. 1112.3769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тормозной системы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1942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Плита (лист) 245-1002313-Б-02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задняя д.245 245-1001035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зад.опоры двиг.с болтом 4319-10010150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(Специалист) 245-1000104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насоса(полный)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ГТЦ 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р-ра из 2-х н/о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РТЦ 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суппорт силикон (3наимен.) 4105-3501283-01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ТКР 7 Н2А 2509 Бычок,Д-245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напряжения 206.3702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Сайлент-блок в сб. 5301-2912490-20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Сайлент-блок рессоры 5301-2912027-10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большое 245-1003018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тормозная (ремонтная)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тормозная в сб. 5301-3501026/27-01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задн.рессоры 5301-2912408-В1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передняя н/о 5301-3103012-20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стояночного тормоза 5301-3508180-20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масляного фильтра ЗИЛ-5301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рабочий тормозной 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пов.кул.без вт.5301-3001019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перед.вер. кор. 5301-3506082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перед.нижний дл. 5301-3506060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перед.(болт)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стартера 5301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 задн.тормоза в сб. лев. 5301-3502013-10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 задн.тормоза в сб. прав. 5301-3502012-10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регулировочный клапана (402дв.) 66-1007075-02 00066-00-1007075-002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к/вала 406-1005038-10 00406-00-1005038-010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распред.вала к-т. 13-1000103-01 00053-00-1000103-001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распред.вала к-т. 24-1000103-01 00024-00-1000103-001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установочная масляного насоса 24-1011391 00024-00-1011391-000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шатуна 406-1004052-10 00406-00-1004052-010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Гидротолкатель клапана "KENO" (ЗМЗ-406) (8 шт) KNG-1007045-51 00KNG-00-1007045-051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цил. с прокл.и креп.(405,409 дв.) 406-3906562-10 00406-00-3906562-010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цилиндров с прокладкой и крепежом 402-3906562 00402-00-3906562-000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1980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цилиндров с прокладкой и крепежом 406-3906562 00406-00-3906562-000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цилиндров с прокладкой и крепежом 5234-3906562 05234-00-3906562-000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давления масла Волга 3110, ГАЗель 23-3829010 00023-00-3829010-000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под датчик фазы 4061-3847058 04061-00-3847058-000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ведущая 406-1006018-1 00406-00-1006018-001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промежуточного вала 406-1006035-01 00406-00-1006035-001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промежуточного вала ведомая (ЕВРО 3) 406-1006035-10 00406-00-1006035-010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распределительного вала (ЕВРО 3) 406-1006030-40 00406-00-1006030-040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Зубчатый обод (Г-53.УАЗ) маховика 21А-1005125 00021-01-1005125-000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Зубчатый обод маховика 406-1005125 00406-00-1005125-000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(KENO) ЗМЗ-402 с наконечниками 00807-55-3707244-055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в/н (KENO) ЗМЗ-405 с наконечниками 00807-55-3707244-065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К-т. ремонт. валик со стоп. кольцом и ступицей (дв.511) 14-1307022 00014-00-1307022-000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К-т. ремонт. крыльчатка, сальник и подш-к 406-1307002 00406-00-1307002-000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К-т. ремонт.ЗМЗ(гильза.поршень.палец.кольца) 4021-1000105-50 04021-00-1000105-050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К-т. ремонт.ЗМЗ(гильза.поршень.палец.кольца) 523-1000105-50 00523-00-1000105-050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К-т. сцепления "KENO" ЗМЗ-402,406,409 00807-55-3906605-061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К-т. сцепления (ЗМЗ) (ТУРБО) 4054-3906605 04054-10-3906605-000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Колпачок маслосъемный к-т (16шт. RUBENA) 406-3906601-01 00406-00-3906601-001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1999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Колпачок маслосъемный к-т (8шт. Кирово-Чепецк) 4021-1007026 04021-00-1007026-000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блока (медь 92,0) 66-1002024 00066-00-1002024-000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распорное вентилятора 4025-1308032 00402-50-1308032-000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порш.пальца 514-1004022 00514-00-1004022-000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генератора задний 24-3701059-02 00024-00-3701059-002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гидронатяжителя 406-1006080-10 00406-00-1006080-010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головки передняя "ГАЗель" 4061-1003086 04061-00-1003086-000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маслоналивная (ЗМЗ) 24-1009146-03 00024-00-1009146-030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маслоналивная (ЗМЗ) 406-1009146 00406-00-1009146-000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распред. шестерён в сб. (дв 511) 513-1002058-10 00513-00-1002058-010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распред. шестерён в сб. 4021-1002058 04021-00-1002058-000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2010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Маслоотделитель (Газ-53, ПАЗ) 53-11-1014112-11 00053-11-1014112-011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в сб. 4062-1005115 00406-20-1005115-000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в сб. 53-1005115 00053-00-1005115-000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(1секц.) 53 11-1011010-02 00053-11-1011010-002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406-1011010-3 00406-00-1011010-003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409-1011010-02 00409-00-1011010-002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с маслопроводом 24-1011009-02 00024-00-1011009-002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Отражатель шкива вод. насоса 406-1308031 00406-00-1308031-000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(1шт.) Ростов на Дону 21-1004020-14 00021-00-1004020-014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(1шт.) Ростов на Дону 406-1004020-01 00406-00-1004020-001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масляного фильтра ЗМЗ-402 00402-00-1017000-000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Планка генератора 4022-3701035 04022-00-3701035-000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ЗМЗ 92,0 золотая серия 406.1004018-100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с антиф.покр.,палец,п/к,стопор (ЗМЗ)(96.0) 00405-00-1004018-102АР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(100,5) 410-1004014-АР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(92.0) 406-1004014 00406-00-1004014-000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(92.0) 53-1004014-11 00053-00-1004014-011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(92.5) 523-1004014 00523-00-1004014-000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(92.5) 523-1004014-АР 00523-00-1004014-0АР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(92.5) 53-1004014-171 00053-00-1004014-171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Поршень,палец,стопорные (ЗМЗ) (95.5) 405-1004014 00405-00-1004014-000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Гильза, поршень (ЗМЗ) к-кт 1 шт. 523-1000110-150 00523-00-1000110-150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(ЗМЗ) к-кт 4шт. (оцинков) 04021-00-1000110-150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(ЗМЗ) к-кт 4шт. 511-1000110-50 00511-00-1000110-050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(ЗМЗ) 4025-1308310 04025-00-1308310-000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распред. зажигания (ЗМЗ) 13-1016010-02 00013-00-1016010-002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распределителя зажигания (ЗМЗ) 24-1016010-12 00024-00-1016010-012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Проставка м/фильтра с клапаном 53 11-1017038-20 00053-11-1017038-020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рычага топл. насоса промеж-го 4061-1106118 00406-10-0110618-000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помпы 402 дв (ЗМЗ) 00402-00-1307002-00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коленвала (ЗМЗ) 53-1005032-01 00053-00-1005032-001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2041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NR17YC (BRISK-ЗМЗ) к-т (4шт.) 402-3707008 00402-00-3707008-000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забора воды 4061-1307145-11 00406-10-1307145-011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указ уровня масла 4022-1009045-10 04022-00-1009045-010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указ уровня масла 406-1009045-10 00406-00-1009045-010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специальная клапан. крышки 406-1007244 00406-00-1007244-000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специальная клапан. крышки 53-1007244 00053-00-1007244-000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подшипника к/в 13-1005184-02 00013-00-1005184-002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подшипника к/в 4021-1005183-02 04021-00-1005183-002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подшипника к/в 4021-1005184-02 04021-00-1005184-002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распред. вала 406-1006052-02 00406-00-1006052-002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вод. насоса задний 40227-1308027 00402-27-1308027-000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вод. насоса задний 53-1307055 00053-00-1307055-000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вод. насоса передний (ГАЗ-53,ПАЗ) 66-1308025-В 00066-00-1308025-030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водяного насоса (ЕВРО 3) 40624-1307053 00406-24-1307053-000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водяного насоса Г-3302 дв.406(рыжий) 406.1308025-10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коленвала с демфером 406-1005050-30 00406-00-1005050-030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Шкив-демпфер со ступицей 4022-1005050 04022-00-1005050-000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Шкив-демпфер со ступицей 4025-1005050-10 04025-00-1005050-010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Шкив-демпфер со ступицей с ГУР 4022-1005050-10 00402-02-1005050-010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головки блока (205мм) 53 11-1003118 00053-11-1003118-000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головки блока (225мм) 5311-1003121 00053-11-1003121-000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66-1007175-200 00066-00-1007175-020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ЗМЗ (АИ-76) 21-1007175-Б 00021-00-1007175-020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ЗМЗ (АИ-93) 54-1007175 00054-00-1007175-000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Автокамеры 9,00-20  ВЛТ 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Амперметр 30А 5320-3811010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Башмак балансира с втулками 5511.2918070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Башмак рессоры с втулками 5511-2918070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контрольных ламп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 с шайбой пруж.и гайкой М10х1,25 К-З М10Х1,25-6gХ35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колеса передн.К-З Евро 53205-310307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контак.стартера К-З 142-3708832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бампера в сб. М12х30 853020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стартера длинный СТ-142-3708832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крышки коленвала с/о 740-1005157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М10*35 кард.вала Евро 1/59709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М10*40*1,25 крышки КПП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М10х1,25х23 форсунки-штуцер (к-кт 50 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2079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М10х1,25х70 1/42344/31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М10х100 черный 1/59718/33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М10х140х1,25 гидромуфты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М10х75х1,25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М10х90х1,25 карт.махов.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М12*100*1,25 кронш.зад.оп.дв.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М12*80*1,25 зад.под.кар.КПП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М12х1,25х100 1/55416/21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М12х1,25х180 крепления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М12х1,25х30 подушка передней опоры 853020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М12х1,25х40 крепления топливн.бака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М12х30 крепления бампера 853020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М12х70х1,25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М12х90х1,25 кр.КПП ниж.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М14*1,5*40 межосевого кард.вала 853063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М14*55*1,5 кар.вала К-З 65115 осн.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М14*55*1,5 сед.ус-ва К-З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М14х1,5х130 1/14221/31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М14х1,5х40 кардан. с шайб. и гайк. КАМАЗ,Урал,Зил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М14х1,5х40 кардана межосевого 853063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2099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М14х1,5х75 чашка диференциала 1/59777/31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М14х100х1,25 кр.рул.сошки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М14х160х1,5 кр.масл.фильтра К-З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М14х32х1,5 кр.тягово-сцепн.устр.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М14х85х1,5 кр.зад.опор.дв.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М16*1,5*35 зад.попереч.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М16*1,5*42 кард. осн. 853025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М16*1,5*50 тормозного барабана 853028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М16*1,5*65 букс.ус-ва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М16*1,5*90 универс.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М16х1,5х120 крепл.перед.опоры двиг.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М16х1,5х140 крепл.стартера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М16х215х1,75 кр.гол.цил. 740.1003016-02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М18*110*1,5 кр.подш.шест.з/моста К-З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М18*136*1,5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М18*40*1,5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М20*45 на ушко рессоры 1/14086/21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М20х1,5х160 1/59903/21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М20х1,5х180 зад.опоры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М20х1,5х45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М20х1,5х50 кр.платф. К-З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М20х1,5х65 кр.вилки букс.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М22х135х1,5 зад.ступицы 6520-3104071-10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М8*60 водяного 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М8*80 (крепл.ТНВД) 1/60448/21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2124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маховика с/о, н/о 740.1005127-11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передней ступицы Евро 356-7199120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 шайб.пруж.и гайкой К-З М10х1,5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Болт-шпилька(ЕВРО 105мм) 54321-3104050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длинномер с рисунком Камаз-Маз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5320-8511083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5320-8511084-01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 (длинный ) 5511-8404282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 (платформы) 5511-8404282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передний 5320-8403185-01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передний (короткий) 5511-8404268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Буквы КАМАЗ с/о 5320-8212400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53215-8502090-70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задней рессоры 5320-2912624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рессоры 5320-5001106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рессоры передней 5320-2902624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фаркопа 5320-2707225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фаркопа 5320-2707225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Ввертыш головки блока (большой) 740-1003448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Ввертыш головки блока (малый) 740-1003348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регулировочный коромысла 740-1007148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 массы 24 В 1400.3737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реактивного пальца 5511-2919034/40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рулевого пальца верхн. 5320-3414066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рулевого пальца нижн. 5320-3414067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Включатель гидромуфты в сб. 740-1318210-01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Включатель кнопочный 21.3737-10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Включатель кнопочный 11-3704001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Включатель массы кнопочный 5320-3740157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Влагомаслоот.с РВД в сб. 14-3512010-10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Влагомаслоот.с РВД и кл.отб.воз. 14-3512010-11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Влагомаслоотделитель со вст.рег.дав. 100-3511110-10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Водоотделитель 11.3511010-01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Воздухораспред. п/приц.1 пров. 11-3531010-70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Воздухораспред.мех-ма переключения 15.1772010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Воздухораспред.п/приц.2-х пров. 11-3531010-70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Воздухораспред.п/приц.2-х пров. 100-3531008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Воздухораспределитель п/прицепа 2-х пров. 16-3531010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Вставка уплотн. рычага КПП 5320-5130027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14-1601284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15-1701072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5320-2905486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53212-2905486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(брон.) 5320.2918074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(бронза) Р1 5320.2918074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2169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(бронзовая) 5320.2918074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(цинк) 5320.2918074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алюмин. 5320-2918074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башмака 55111-2918074-01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блока цилиндров с упл.кольцами в сб. 740-1003035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верхней головки шатуна 00740100405200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вилки сцепления 14-1601216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вып. коллектора нерж. 740-1008038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ГБЦ 740-1003214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делителя вал 044 15.1770086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дышла прицепа 8355-2707025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коромысла 740-1007118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кронштейна тяги газа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маховика установ. 740-1005133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направл. головки блока 740-1007032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направл. клапана 740-1007032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оси балансира большая 938-2918022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пальца дышла прицепа 8530-2707090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разжимная 5320-2919105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разжимного кулака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разжимного кулака(фторопл.) 5320-3501126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разжимной полуоси 5320-2403072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вала ред.зад.моста 5320.2402029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на шестерню редуктора ср.моста 5320-2502017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распредвала 740-1006026-02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распредвала (промежуточных шеек) 740.1006037/1006037-01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кабины 5320-5001099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сателлита МОДА 5320.2506063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соеденительная 740-1008038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2199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ст-142.3708403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торм.кулака 5320-3501126-01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торсиона 5320-5002025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тяги газа 5320-1108040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центрирующая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шатуна 740.1004052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шестерни 1-й передачи КПП 105вала 14.1701282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5320.3001016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медная 5320.3001016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авар.сигнал.12-24В 2493710-01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авар.сигнал.24В ВК-422.34 конт.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027 вала М50*1,5 круглая вала первичного 870511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044 вала М52*2 вала первичного 870512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105 вала 870510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110 вал (мелк.резьба М55х1,25) 5320-2402269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2214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110 вала М42*1,5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110 цилиндр.шестерни 5320.2402269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269 цил. пары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522 М33*1,5-6Н (вала 024) 853522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башмака с болтом 5320-2918169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бронзовая коллектора М10*1,25 1/21647-279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бугельная н/о (крупая резьба) 5320-2403040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бугельная редуктора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бугельная с/о (мел. рез.) ОАО К-З 5320-2403040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бугельная с/о (мелкая резьба) 5320-2403040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вторичного 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Евро М22*1,5 5425-3101040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М 18*1,5(к-кт 50шт.)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М18*1,5*6Н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ремонт.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усиленная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колеса(М22*1,5) К-З Евро 6510-3101040-01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коллектора М10 (обмедн.) 2164727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КПП первич.вала 870512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 накидн.топл.труборов.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 коллектора(лат.) ключ14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 коллектора(лат.) ключ17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 омед.коромысла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М10х1,25 1/21647/11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М10х1,25 (коллектора медная) 279-1/21647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М13*1,25 шат.болта н/о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М16 накид.топл.трубопровода К-З 864812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М16*1,5 251649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М16*1,5 осн.кард.вала,полуоси усилен.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М16*1,5 самоконтрящаяся 1/21641/11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М18*2,0 шпильки колеса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М18*2,5 шпильки колеса усил. 853552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М20х1,5 Н6 853528 вер.рыч.(бабочка)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М27 (на 302 шпильку) 853518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М27*2 стремянки МАЗ, КАМАЗ 5511-2912416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М39х1,5 вала105М 39-870510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М42х1,5-6н 5320-2402269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М8*1,5 шатуна комр.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МОД 853538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накидная ф.10 на трубки 864812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накидная ф.12 на трубки М18*1,5-6Н 864813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накидная ф.6/8 на трубки 864812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оси колодца М20х1,5 726711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пальца реак. штанги Евро 5511-2919031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пальца реак. штанги корончатая М30 5511-2919031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2259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петли дышла 8602-2707048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подшипника гл.передача зад.моста 53205-2402269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подшипника редуктора М68х1,5 5320-2502063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подшипника редуктора с/о (к-кт 5 шт.) 5320-2403040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реакт.пальца РМШ (Евро-н/о) 53205-2919032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реактивной штанги 5511-2919031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реактивной штанги Евро 55111-2919032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реактивной штанги М30*1,5-6Н 5311-2919031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реактивной штанги(коронч.) 5511-2919031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регулировочная на сцепление 14-1601109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рулевого пальца М24*1,5 Завод 853514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 шайбой на диск кол. 5425-3101040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сошки ГУРа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стр.М27х2 5511-2912416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шпильки колеса  (М18*2,0) 5320-853552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шпильки колеса усил. (М18*1,5*6Н) 853552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шпильки полуоси  М16*1,5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Гайкодержатель М6 (без усиков) 853547 853547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Гайкодержатель М8 853548 853548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Гвоздик на табличку ДВС 33-1111910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Гидрораспределитель прицепа 182-8607050-01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Гидроцилиндр ШНКФ 453198-210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Главный цилиндр сцепления 830-1602512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Гнездо АКБ 5320-3703058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Гнездо заднего подшипника делителя ОАО"Камаз" 15-1770256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 цилиндра в сб. 740.1003010-20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в сб. 740-1003010-20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цилиндров в сб. 740.30-1003010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ПАЛМ м.22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передней тяги (кулиса) 14-1703264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соединительная 100-3521110/11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соединительная тип. "Б" 100-3521010-10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соединительная тип. "Палм." желт. 100.3521111-10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соединительная тип. автом. крас. 100.3521110-10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шаровая гидроцилиндра 5511-8603147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Губка левая седельного устройства 5410.2703017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Губка правая седельного устройства 5410.2703016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ГУР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Главный цилиндр сцепления (ГЦС) 5320.1602510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аварийный давления масла ММ 370(М)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2299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з/хода ТМ 418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засоренности возд.фильтра 132.3839600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масляный (цв.)10атм. 5320-3829040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ММ 124 падения давл. воздуха 5320.3830300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ММ 370 давления масла Москва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2304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сигнала стоп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спидометра Маз,Зил,Камаз МЭ 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температуры воды и масла 36.3807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Камаз 5212.3827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Камаз 5202.3827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зеркала н/о  из 2-х наим. в сб. 5320.8201040/41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зеркала с кроншт. в сб. 53205-8201011/10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подшипника в сб. СТ142-3708260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ДЗК 5511 5511-3105010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ведущий средний 14-1601094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Дышло прицепа Камаз (НЕФАЗ)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Евроразъем электрич.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740.1002524-01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водяной полости в сб.с пробк. 740-1002080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коленвала 740-1005086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на головку цилиндра ОАО"Камаз" 740-1003436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рессивера в сб. 100-3513121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шатунной шейки 740-1005086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для крепления обивки кабины 5320-2919064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Заклепки обшивки кабины пластм.длин./кор.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53200610502110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внутренний пр./лев. в сб. 5320.6105020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заж. КАМАЗ ,КРАЗ,МАЗ ВК-353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зажиг.МТЗ,КАМАЗ с мяг.обл. 1202.3704-02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5320.3708500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облицовки в сб. 5320-8406010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панели 53200840601001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панели капота 5320-8406010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стекла (блестящий) 1м 5320-5206057-01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Заплатка-грибок d=16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Заплатка-грибок d=20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Запор (рычаг) угловой в сб.лев./пр. 5320-8505028/29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Запор борта в сборе 55102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Запор борта в сборе 5511-8500040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 V4 с подогревом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бордюрное V4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бордюрное V6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бордюрное V8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груз. панорамное универс.пластмас.корпус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груз.панор. универс.плас.корп.с подогревом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зад.вида металич. 5320-8201020-01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боковой кабины 53205-8212074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дверной 4310/5320/53205/53212/53215/54105/ 54112/55102/5511/55111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2348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на КАМАЗ 5410.8214404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передний 53205-8212060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Зуммер РС 531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Изолятор штекерного наконечника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Индикатор засорения воздушного фильтра ИЗВ-700 5320-3814010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для ремонта камеры (латки)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дренажных трубок Евро (2шт.) 740.11-1104346/70-10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ковриков кабины глубокие из 3-х 5320-5109014/15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колец форсунки (рез.+медь)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резин.колец на установку 1-цил.ком-ра(3шт.)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резин.колец на установку 1-цил.ком-ра(6шт.)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ВД 740.1104310/24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делителя (3 поз.) 15-1772350/56/60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ручного тормоза (1 отвод., 1 подвод.) 5320-3506372/78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топливных (2 отвод.,1 подв.) 740-1104384/422/42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управления сцеплением /4 поз./ 5320-1609616/18/25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уплотн. колец сист. трубопров. пневмотормозов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 шлангов воздуш. прицепа/полуприцепа (кр.,жел) 2,5 м 5320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шлангов воздуш. прицепа/полу-па 3,5м(кр.жел.)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щеток Камаз 341.5205900-02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трубок дрен.лев./пр.Евро из 2-х 740.11-1100346/43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Камера тормозная передняя  без чехла т.16 100-3519210-01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Камера тормозная передняя т.16 100-3519210-01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Камера тормозная передняя тип 24/10 100-3519210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Камера тормозная передняя тип 30 100-3519310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Камера тормозная т.20 с  чехлом 100-3519110-10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Карман двери 5320-8213011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 редукц.управл.мех-мом 15.1772100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2-х магистр. 100.3562010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2-х магистральный в сб. 100.3562010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4-х контурный 11.3515410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быстрого растормаживания 100-3518110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включения делителя в сб. 15.1772040-01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жиклер (из 5-ти наимен.) 740.1117156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защитный двойной 100-3515110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защитный двойной (ПААЗ) 100-3515110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защитный одинарный 100.3515010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защитный тройной 100-3515210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защитный тройной 100-3515210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контрольного вывода 100-3515310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контрольного вывода 16.3515310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КЭМ 10-01 24в.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ограничения давления 100-3534010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перепускной Евро 338.1111140-20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перепускной ТНВД 33.1111282-01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2393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перепускной ТНВД 33.1111282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перепускной ТНВД(обратный) 33.1111282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предох.огранич.подъема платф. 5511-8614010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прицепа 2-х провод. 100-3522010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редукц. делителя 5320-1772100-100 5320-1772100-100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упр.приц. с2-х проводным приводом 100-3522010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2399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управления прицепом с клапаном обрыва 25-3522210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ускорительный 100-3518010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ускорительный 11-3518010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электромагнитный КЭБ-420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электромагнитный КЭМ 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Клемма АКБ (медь) 5320-3702001/02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Клемма АКБ (свинец) 5320-3702001/02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Клин заднего колеса 5320-3101045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Клин рулевого кардана в сб. 5320.3422023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Клин шкворня М12*1,5 в сб. 5320.3001025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Клин шкворня с гайкой 5320-3001026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Клык буфера 53205-2803016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017 шестерни редуктора (на 96 )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24х27 усилен. 5320-3901480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30х32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усиленный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реактивной штанги на 46 864525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торцовый на 104 ступицы задн. 5320-593389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торцовый на 55 ступицы передн. 5320-864546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воздушного сигнала ВК-40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ручки двери с ключами 5320-6105030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Коврики на пол(съемные 3шт.)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Козырек солнцезащ.(в кабину) 5320-8204010/11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Колено радиатора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Колонка рулевая в сб. 5320-3444010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в сб. ФТОТ 740-1117078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кулисы защитный 14-1703230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маслосъёмные /белые/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Колпачки маслосъёмные /красные/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Колпачок защитный выводов датчика 5320-3827026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120 упорное корзины сцепления 14.1601120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балансира 5320-2918255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бортовой передачи (сателлита) 250*260*58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газового стыка 740-1003466-10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газового стыка 740-1003466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верхнее (тонкое) 740-1002031-КР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нижнее(толстое) 740-1002024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фторопласт.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главного цилинд.сцеп.(з-д) 864221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2438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глушителя (прокладка) 5320.1203020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делителя 15-1772034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защитное 14-1702246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манжеты зад.ступицы 55111-3104053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манжеты зад.ступицы н/ч 55111-3104053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маслосъёмное ГБЦ 740-1003040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масляного фильтра 740.1012083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масляного фильтра Камаз Евро,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отвода масла ТНВД 740-1111578-БРТ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помпы 740.1303018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помпы 740-1307075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помпы силиконовое 740-1303099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проставочное 5320.3101095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разжимного кулака 5320-3501117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саттелита (большое) 260/270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стоп.для отв.ф.72 740-1318064-009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1/10877/76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крестовины Евро 53205-2205040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поршневого пальца 740.1004022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топливного 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уплотнител.КОМ завод 100-3570228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балансира 5320.2918255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картера заднего моста 55111-3104053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корзины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корзины сцепления 14.1601120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подшипника зад. ступ.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чулка (широкое) 5320-3104053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установочное подш.50412,170314,170412 14-1701034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форсунки 33-1112342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форсунки ф.8 медное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фторопластовое 7406-1003262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центрифуги 740-1105075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шкворня 864215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Комбинация приборов МАЗ, Камаз 28.3801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ремонтный в уп. 5320-3407244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трубок Евро 740.11-1104310/24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1 цилиндровый Литва 18-3509015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1 цилиндровый(Ижевск) 53205-3509015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2-х цилинд. 5320.3509015-10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Камаз (210 л/мин) 5320-3509015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Камаз (275 л/мин) 5320-3509015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Конус шпильки балансира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Коромысло в сб. 7406-1007144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Коромысло головки блока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авар.расторм.(ПААЗ) 100-3537110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2483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авар.расторм.(РААЗ) 100-3537110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авар.растормаживания 100-3537110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масл.системы в сб. 5320-1013095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отопителя 5320.8105160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разобщительный 100.3520010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разобщительный А29.71.000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ручн.тормоза 3-х выводной(ПААЗ) 100-3537010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ручн.тормоза 3-х выводной(РААЗ) 100-3537010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слива конденсата 100-3513110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8105010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на блок 5320-1305010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топливного бачка в сб. 5320-1015384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2-х секц. 100-3514010-01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2-х секц.с рыч.ПААЗ 100-3514008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2-х секционый 100-3514008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подпедальный 100-3514108-10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2499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подпедальный в сборе 100-3514208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с ручным управлением 100-3537310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Кран-ручник тор. обр.дейс.ПААЗ 100-3537010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Кран-ручник тормозной обр.действия 100-3537010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090 передний 5320-2919090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094 задний 5320-2919094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акселератора спарен. со втул. 740-1108038-10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бака 350,500л.Бакор 5320-1101104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верхней реактивной штанги ОАО"Камаз"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верхний в сб. 5320-5001010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глушителя 5320-1203021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глушителя 5320-1203041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глушителя 5320-1203041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глушителя гофры 5511-1203183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грязевого щитка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для бака 250л. ООО"Промвентиляция" 5320-1101104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заднего бампера 53215-2804010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задний левый энергоаккум.10т.ОАО"Камаз"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крепл.надр. перед.(левый) 5511-8601045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крепл.надр. перед.(правый) 5511-8601044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рессиверов 54112-3513081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глушителя к раме 5320-1203041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масляного бака 5511-8608094-10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масляного бака 5511-8608095-10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перед.торм.кам. лев. 5320-3501121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перед.торм.кам. пр. 5320-3501120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пром. тяги прив. КПП 14-1703284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реак.штанги пр.с опор.на болтах в сб. 5511-2919074/426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реактивной штанги 5320-2919072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2528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реактивной штанги 5320-2919090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реактивной штанги  левый 5320.2919081-01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торм. камеры и раз. кул. лев. 5320-3502121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торм. камеры и раз. кул. прав. 5320-3502120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тормозной камеры 4320-3502124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тяги газа без втулки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тяги газа со втул.в сб. 740-1108038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энерг. задний лев. 5511-3502121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энерг. задний лев. 5320-3502121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энергоак. задний лев.10т 5511-3502125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энергоаккумулятора задний правый 5511-3502120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кабины без спальника 5551-8403016/17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740.1307032-10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вентилятора 740.1308012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помпы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040 заднего подшипника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бачка насоса ГУРа 4310-3407350-02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включателя массы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ГУР боковая 5320-3401082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делителя 15.1170244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заднего подшипника первичного вала КПП 170104000-001400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заднего подшипника 14.1701040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задней опоры двигателя 5320-1001109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клапанная с/о 740-1003264-21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масл.горловины 5320-1311103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маслозал.горловины в сб. 740.1311103-01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ПГУ подвода воздуха 5320-1609611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подш.перв.вала 14-1701040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радиатора (метал.) 5320-1304010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расширительного бачка в сб. (пластмас.) 5320.1304010-01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расширительного бачка метал. 5320.1304010-01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реактивной штанги 630-2919060-01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РМШ 632-2919060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ступицы переднего колеса 5320-3103065-01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ФТОТ 740-1117027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штанги Р630-2919060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энергоаккумулятора т.24 100-3519220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Крюк 5320-2707212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Крюк буксирный передний 5320-2806016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поворотный левый в сб. 53205.3001011-02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задний лев. 357 5320.3502111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задний лев. 5320.3502111-10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задний пр. 359 5320.3502110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задний правый 5320.3502110-10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2573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передний левый 361 5320.3501111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разжимной правый 5320-3501170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Кулиса в сб. 15-1703204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КулисаКПП в сб. 14.1703204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Локера-крыло 630Р Камаз,Маз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Лопатка вороток L=685мм под гидродомкрат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Люк кабины 5320.5713008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1115-2918180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7406.1111240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вала кулака 6520-3501117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диффер.пер.зад.-пром.моста кр. 864176/180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диффер.пер.зад.-пром.моста фтор. 864176/180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задней ступицы 65115-3104017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задней ступицы (РОСТАР) 65115-3104017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наружняя (ступичный узел) 53205-3104040-10 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опорного подшипника 53205-3001020-01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ступицы зад.моста Евро 65115-3104018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10 атм. 14.3830-01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2-х стрелочный до 10 атм. 1901.3830 1901.3730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Маслоотражатель  МОД 5320-2506041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Маслоотражатель к/вала задний 740-1005043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Маслоуловитель на ступицу 5320.3502146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в сб. 408 740.1005115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мех. блокировки 5320-2509017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опрок.-го м-ма 5511-8607040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энергоаккумулятора т-16 100-3519050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2599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энергоаккумулятора т-20 100-3519150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энергоаккумулятора т-20 ЕВРО 100-3519150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энергоаккумулятора т-24 100-3519250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энергоаккумулятора т-30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энергоаккумулятора т.12 100-3519050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блокировки МОДв сб. 5320-2509010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перекл.передач 15.1771010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делителя 15.1771010-10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промежуточный 5511-1703325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рулевой 4310-3400020-10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Моторчик отопителя МЭ-251 5320-3730010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для ремонта шин АРШ-1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сальников клапанов чёрн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(ловитель кузова) 5511-8601134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задней рессоры 5511-2912412-10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задней рессоры ОАО"Камаз"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оси колодки 5320-3501133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педали сцепления 5320-1602048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подушки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2618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рулевой тяги 5320-3414074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стремянки прицепа 8350-2912418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ушка рессоры 5320-2902128-18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эксцентрика (восьмерка)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КПП в сб. 362-1703521СБ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КПП в сб. 362-1703521-20СБ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КПП в сб. 362-1703522СБ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КПП в сб. 362-1703522-20СБ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кулисы Камаз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на топливную трубку к ТНВД 740-1104365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опоры кулисы в сб. 14-1703212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тяги лев. 529700-3414058-00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тяги прав. 529700-3414051-00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тяги газа 740-1108054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ФГОТ 740.1104429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цилиндра ГУРа 4320-3405075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штуцера (с резьбой) 740-1104429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г/усилит. руля 4310-3407200-01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740.1011014-30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740.11-1011010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без шестерни ОАО "Камаз" 740.1011014-30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с шестерней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с шестерней ОАО "Камаз" 740-1011010-02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омывателя 24в Камаз,Маз (Прамо) 1124.5208100-04/03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предпусковой 37-1141010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ручной 33-1106350-01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ручной 37.1133010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топливный низкого давления 861.1106010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ШНКФ 453471,021 Камаз-6520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Обмотка СТ142-3708110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Обод маховика 740-1005125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Ободная лента  6.7-20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Ободок зеркала 5320.8201001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Обойма подушки по-ей опоры с нак. 54112-1001185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Обтекатель левый 65115-8415011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Обтекатель малый правый в сб. Завод 5320.8415010-02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Обтекатель правый 65115-8415010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Обшивка дверей 5320-6101054/55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Обшивка пола /з наим./ 5320-5109017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Окантовка люка н/о 53205-5713025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Окантовка люка с/о 5320-5713025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Окантовка панели приборов 5320-5325163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разж.кулака п/прицепа 8350-3502128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рессоры задней 5320.2912426-01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рычага переключения передач в сб. 14.1702200-10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2663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260088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губки седла (седельное устр-во) 5410.2703020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дышла прицепа в сб. 8527-2902478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дышла прицепа+втулка+гайка+шайба в сб. 260083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задней опоры 5320-2912485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кабины 25*110 5320-853777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крепл.трещ.к энергоак.12х38 260088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кронштейна генератора с/о 740-3701780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кронштейна уравн.кабины 853777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7406.1004020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740.1004020-0040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740.1004020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РМШ (с коробкой) 5511-2919026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РМШ на простую штангу с/о 5511-2919026-15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голый 5320-3414032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с сухарями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рычага регулировочного (трещетки)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сухаря передней рессоры 5320-2902547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 толкателя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узла 086 14.1601113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ушка рессоры 5320-2902478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энергоаккумулятора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задней части крыла левая в сборе 5320.8403021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облицовочная в сб. 53205-8401010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облицовочная верхняя н/о 53205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облицовочная нижняя Евро 53205-8401120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пер.части крыла лев. в сб. 5320.8403013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передней части крыла правая  в сборе 5320.8403012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5320-1303058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(без сетки) 740.1009138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010 Евро 54115-1203010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2-х цил.компрес. в сб. 5320-3509279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водян.коробки 5511-1311055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воздушного фильтра 5320-1109445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воздушного фильтра ЕВРО 53205-1109375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выходной  воздушного фильтра (сапог)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2699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глушителя 5511-1203016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глушителя выпускной 5320-1203016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маслоналивной в сб. 740-1009135-10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НШ-32 (с резьбой) 5511-8604088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приемный Евро 54115-1203010-20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БРТ 5320-1303027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верхний 5320-1303010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верхний БРТ 5320-1303010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верхний Евро 6520-1303010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2708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верхний Евро БРТ 6520-1303010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из 3-х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нижний 5320-1303026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нижний БРТ 5320-1303026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нижний прямой (рукав) короткий 740.130302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ХОРС,силикон 65115-1303010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ХОРС,силикон 6520-1303010-01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расширительного бачка 5320-1311049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сист.охлажден.надув.возд.Евро(син.) 53205-1170248-10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соед. 740-1115032-70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теплос.56*69(бол.)Евро кр. 7403-1118278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теплостойкий крас.(средний) 7406-1118276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Педаль тормоза 53205-3514012-0039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Пепельница в  сб. с фиксатором 5320-8203010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П-602 управления подъема платф. 5511-3710210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пов. стеклоочист.Камаз 89.3709 аналог П145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поворота света П-145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поворотов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подрулевой П-145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света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Перемычка стартера (алюминевая) ст-142.3708910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Перемычка стартера (медная) ст-142.3708910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М10*К10 864870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Петля дышла Евро 8352-2707042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Петля дышла прицепа 8602-2707042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Планка крепления генератора 740-3701790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7406.1111272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7406.1111274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ведущ.полумуфты 740-1029272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ведущ.полумуфты 740-1029274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запорная регулиров. 14-1601111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опорная корзины сцепления 14-1601110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пр. ТНВД Евро квад.мален. 7405-1029272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пр.ТНВД Евро пер.бол. 7405-1029274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сцепления запорная 14.1601110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Пневмогидроусилитель в сб. 5320-1609510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Подкачка РНМ завод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Подножка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Подпятник  с педалями 5320-1108010/3504100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Подпятник педали с/о 5320.1108025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4308-2913410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задняя 5320-1001051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КПП 5320-1001179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опорная 5320-5018063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пер.опоры крепл. двигателя н/о 5320.1001020/53205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2753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перед. опоры крепл. дв. 5320.1001020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передн. опоры кр. 5320-5001020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передн.крепления кабины нижняя 5320-1001021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подвески радиатора 5320-1302060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Полка в кабину под высокую крышу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Полукольца коленвала медное Ро /Р1 740.1005183-84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Полукольцо Р0,Р1,Р2 верх./ниж. 740-1005183/84-01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Полукольцо Р0,Р1,Р2 верх./ниж. 740-1005183/84-01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Полумуфта ведущая 7406.1111054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Полумуфта отбора мощности 740-1005534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Полумуфта с компенсатором 5511.4202062-20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Порог кабины длин.лев./прав.(с усил.) 5320-5101251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с вставкой 740-1004015-11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"Дальнобой" 740.1000128-АК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"Дальнобой" 740.30-1000128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"Специалист" 7403.1000101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"Специалист" 740.1000128-АК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 против замерз. 100-3536010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Прерыватель (Камаз) 718.3777 РС 951А-3726410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буксирный в сб. 5320-2707210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буксирный в сб. 10т 4310-2707210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53200610508100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53200810902010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двери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заслонки отопителя в сб. 5320-8109020-10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Прижим задний 5320.3101045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Прижим колеса задний 5320.3101045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Прижим колеса передний 5320.3101041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КГ 1/4 дюйма Камаз 262515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поддона двигателя 870886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водяной коробки паронит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Противозамерзатель 100-3536010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Проушина буксирная в сб. 5410-2806040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086 узла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клапана наружняя 740.1007020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муфты сцепления 14-1601188-009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на выжимной подшипник 14-1601188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на сцепление (петля) 14-1601275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наконечника рул.тяги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оттяжн. педали сцепления 5320-1602034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оттяжная ПГУ 14-1602160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педали газа 5320-1108068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педали тормоза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рулев. тяги 5320.3414069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рулевой штанги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2798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стяжн. колодки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2799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тормозной колодки 5320.3501035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балансира 148*116*16 5320-2918180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балансира 148*116*16/ красный/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реактивной штанги 5320-2919127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рулевой тяги 5320-3414036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энергоаккум.Т-20 100-3519180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Пятак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башмака балансира с манж.(8поз.) Р55111-2918000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блока двигателя (22 наим.)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блока двигателя (27 наим.)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влагоотделителя (полный)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(16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(8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(РТИ)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воздухораспред.с краном расторм.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впускн.коллектора (паронит) 6520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втулок стартера СТ-142 Маз,Камаз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выключателя гидромуфты 1318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выхлопного коллектора турбо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гайки эксцентрика 4 наимен. 3500000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гидромуфты (6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гидроусилителя руля (ГУР)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гидроусилителя руля (ГУР) 4310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(колхоз.)+пластм.15наимен. К-З 55102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(колхоз.)+пластм+прост. К-З 55102 (20 наим.)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+пл. КАМАЗ 5511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+пл. КАМАЗ 5511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К-З 5511 полиур.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К-З 55111, 65115 (полиур)+пласт. 12 наимен.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КАМАЗ 5511 с проставками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опрокидывающего механизма (колхозник) 55102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гильзы фторсиликон зелен.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блока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блока бел. Евро 1003-01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блока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блока кр. Евро 1003-01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компрессора двухцилиндрового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ПАЛМ (2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ГТК Евро+пластм.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ГТК+пластм. 100.3514013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ГТК+пластм.БРТ 100.3514013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ГУРа КАМАЗ 4310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ГЦС 5320.1602509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2843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(ДВС) Евро (крас.) 1002000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(син./зел.) с мет.пр. 1001-01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БРТ РК 1Р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Евро-1/2 полн.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Евро-2 полн.(паронит)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полный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полный  кр.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полный (белый)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делителя 1770-02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делителя пол.БРТ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для ремонта шин (холод.вулк.)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домкрата гидровл. 12т.(ШААЗ) РТИ+ пластм ДГ 13,391301 ШРГ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домкрата гидровл. 16т. РТИ+пл. ШААЗ ДГ 12.3913000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домкрата гидровл. 5т. н/о ДГ 12.3913009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з/ступицы 53205-3104000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заднего моста (4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заднего моста (4 наимен.) ГОСТ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заднего ступич.узла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задней ступицы (4 наим.) 5320-3104000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задней ступицы (4 наим.) 5320-3104076/77/79/82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заклепок сцепления (118шт.)алюминий МАЗ,КАМАЗ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карданного вала 5320, 4310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картера маховика (7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2-защитного (6 поз. 11 дет.) 100.3515000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3-ой защиты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аварийного растормаживания+пластм.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двухпроводного БРТ 3522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ограничения давления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одинарной защиты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однопроводного 3522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пневмат.отключения подачи топлива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прицепа 1 проводного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прицепа 2 проводного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управ.опрокид.мех-ма (2 мембр.)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управл.платф.прицепа (1мемб.)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ускор.+пласт.БРТ РК 36РП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ускорительного с пластмас. 3518(а)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 опрокид.ус-ва платф.(паронит) 5511-420200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53205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(3 наим.)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1-цилиндрового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1-цилиндрового+вкладыши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2-х цил. (+поршня) 5320.3509000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2-х цил. (кол.+вклад.)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2888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2-х цил. (мал.+шайбы)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2-х цил. мал.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без поршней Р-0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с поршнями Р-0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с поршнями Р-1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компрессора фторсиликон 53205-3509300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коробки отбора мощности 5511-4202009-20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 (16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КПП-2 бел. в короб. 14-1701230/1238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2-х секционного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2899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однопроводного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опрокидывающего механизма РТИ 5511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платф.опрокид.мех.(полный)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ручника тормоза+пластм.БРТ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ручного тормоза+пластм. .3570000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с ручным управлением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управление делителем (полный)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крана управления делителем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крышки топливного фильтра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кулисы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кулисы метал.из 4-х наим.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кулисы РТИ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манжет ПГУ фторсиликон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740.1012000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БРТ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Евро фтор. 1012-28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Евро-2 фторосиликон 7406-1012000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на 2 стакана 1012-02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масляного фильтра с теплобм. на двиг. Евро-1/2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медных шайб для двигателя /22шт./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медных шайб для двигателя /97шт./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медных шайб для двигателя /99шт./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механизма блокировки 2509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мягких уплотнит. колец ТНВД МАЗ, КАМАЗ, ЗИЛ 200-1000000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након.рул. 5320-3414008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насоса ГУР (ротор-статор) 5320.3407244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насоса ГУР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насоса ГУРа 5320.3407209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ограничения давления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одного цилиндра двигателя Евро фторсил.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одного цилиндра двигателя Евро чер.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опорного подшипника (шкворня)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опорного подшипника (шкворня)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2933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опрокидывания кабины КАМАЗ 5511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опрокидывания кузова КАМАЗ 55102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ПГУ (13 поз.) с/о 5320.1609510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ПГУ (армир.) 1609-01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ПГУ БРТ РК 3Р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ПГУ БРТ 3Р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ПГУ БРТ 3Р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передней ступицы (из 4 наим.) 5320-3103000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переключателя П-145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поворота П-145 5320-3709001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подкачки (арматура на шланг подкачки)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подкачки шин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подрулевого переключ.(свет)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помпы (2 подш.+вал) 1307009-10-100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помпы 4 наим. 740.1307009 (1307)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ППЗ предох.замерз.БРТ 3536-44Р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предохранителей против замерзания 3536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картера маховика паранит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КПП (16 наим.) 15-1701009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радиатора 1302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радиатора Камаз БРТ 46Р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раздаточной коробки 4310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РДВ (12 поз., 14 дет.)+пластм 100.3512000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РДВ +пластм. 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РДВ ЕВРО с влагоотделителем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регулятора тормозных сил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редуктора 017 шестерни (4наимен.)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редукционного клапана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ремонта форсунки с фильтрами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РТС регулятор тормозных сил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рулевого наконечника 5320-3414008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рулевых тяг (пыльники) 3414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рулевых тяг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ручки двери (на 1 ручку)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сальников клапанов фтор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секции ТНВД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охлаждения (фторсил.)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охлаждения /красн./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охлаждения БРТ 2Р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охлаждения ЕВРО-2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охлаждения ЕВРО-2(пар.+сил.)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охлаждения силикон/белый/ 1303-01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охлаждения селик. 740.1303009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среднего моста/6 наимен./ 0,4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среднего редуктора (4 наимен.) 5320-2502000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2978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среднего редуктора (паронит) 5320.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стыковочных болтов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теплообм.масл.Евро/паронит/ 6520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 Камаз Евро 337.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 Камаз Евро завод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полный Камаз 1113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полный Камаз БРТ 34РР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ТНВД(пол.) с ух.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ТННД (4 поз.)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ТННД малый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ТННД полный 1106-01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топливного фильтра 1117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топливного фильтра (3поз., 6 дет.) 740.1117000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топливного фильтра (красный) 1117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топливного фильтра БРТ 30Р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трубки ф.12 ПВХ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трубки ф.8 ПВХ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трубок полиамидных ф.6 (гайка,муфта,ниппель)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трубок полиамидных ф.8 (гайка,муфта,ниппель)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трубок полиамидных ф.10 (гайка,муфта,ниппель)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трубок полиамидных ф.12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2999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турбокомпрес.с патрубком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углового редуктора 5320.3440000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уплот.колец сист.трубопров.пневм.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уплот.колец сист.трубопров.пневм. полный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уплот.кран.сист.охл.смазки и топл.ФСИ70М фторс 5320-1305039-11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форсунки (мед.+рез.)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форсунки мед.кольца(44шт.)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ФЦОМ(центрифуги) Камаз полн.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центрального переключателя П-145 (гитара)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центрифуги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центробежного фильтра (малый)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центробежного фильтра (полный)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цилинд.пнев.вык.подачи топ.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шланг подкачки завод (фурнитура)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эксцентрика тормозных колодок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электропневмоклапана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энергоакк. т.20+пласт.+шланг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энергоакк. т.20+пласт.+шланг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энергоаккумулятора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энергоаккумулятора т. 24 +пласт.+трубка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энергоаккумулятора  т.20+пласт. 5320.3519000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энергоаккумулятора  т.20+пласт. БРТ 4РП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энергоаккумулятора т.24 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3022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энергоаккумулятора т.24/2наим./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Рамка выключателей 5320-3710015-01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Рамка крепления АКБ 5320-3703084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РДВ (регулятор давления воздуха) 100-3512010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тормозных сил 100.3533010-10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зарядки  РС 356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интеграла Я-120 (Пенза)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интегральное Я-120М, Я-120М1,Я-120М12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переключающее  МАЗ, КАМАЗ 901.3747 (11.3747)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 с ЩУ(аналог 88.3702) 612.3702-06/07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РС 401 24В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СТ142Б2-3708800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24V РС-530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стеклоочистителя пластмассовый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системы охлажд.ХОРС,силикон 5320-1303027-01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системы охлаждения,ХОРС,силикон 54115-1303026-01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Рукоятка КПП 1703007СБ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Рукоятка на кулису 15 в сб. 15-1703248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Рукоятка перекл.делителя трехтрубная 412-1703007-10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Рукоять на руль (лентяйка)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Руль К-З 5320-3402015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внутр. 5320-6105180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реостата в сб. 5320-3710576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рычага КПП в сборе 15-1772190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стеклоподъёмника 5320.6104060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форточки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Ручки двери наружные с ключами 5320-6105040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сошки ГУРа 4310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хвостовика ЕВРО фтор.80*105*14-2,2 6520-2502180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Сапун крышки КПП в сб. 14-1702170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Сапун с клапаном в сборе 15-1772370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электрический 306/307" 5320-3721252/52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крепления  топливных трубок 740-1104358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крепления  топливных трубок 740-1104458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крепления  топливных трубок 740-1104440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угл.запора в сб. 5320-8505038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форсунки 740.1112163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Скобка (кляммер двойной)БРТ 740-1104358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1211.3802(вместо 12.3802)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КРАЗ, КАмаз, МАЗ 1211.3802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Стакан подшипников 5320-2402049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Стакан подшипников в сб. 5320-2402046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Стакан подшипников на задн.редуктор в сб. 5320-2402107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5320-8104010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коромысла головки цилиндра в сб. 7406-1007091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3067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Стопор бугельной гайки 5320-2403043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выпускного патрубка 5320-1203065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10-13т. н/о с гайками 5511.2912408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10т. б/гаек 5511.2912408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10т. с гайками 5511.2912408-01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13т. б/гаек 53212-2912408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20т. 6520-2912408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задней рессоры ПП 55111-2912408-20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кузова длинная 5320-8521084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кузова короткая 5320-8521082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п/прицепа на все полуприцепы Камаз в сб. 9370-2912400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передней рессоры б/гаек 5320.2902408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передней рессоры с гайками в сб. 5320-2902408-01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задней 6303-2912409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кабины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заднего колеса без барабана 5511-3104015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заднего колеса с манж.и подш. 6520-3104007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задняя в сб. 5320-3104015-02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переднего колеса 5320-3103015-02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Стяжка груза 10м.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Стяжка кронштейнов передней опоры 5320.1001032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Стяжка радиатора в сб. 5320-1302034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Суппорт в сб. 5511.3502012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Суппорт заднего колеса лев./прав. с/о в сб. 5511.3502012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4*5 передачи 14.1702035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4*5 передачи КПП 14.1702035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делителя 2*3 передачи 14.1702029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клапана головки цилиндра 740-1007028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муфты выжимного подшипника ОАО КАМАЗ 14-1601187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передней рессоры в сб. 5320-2902520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передней рессоры в сб. 5320-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реактивной штанги ( 2 шт)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3099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Табличка ДВС с/об. с гвоздями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ТНВД    Камаз-740 33.1111007-02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ТННД в сб. К-З Евро 332.1106010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ТННД Камаз 323.1106010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Толкатель клапана 740-1007184-03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Топливозаборник 250л. с подогревом 5320.1104012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Топливозаборник 500л. 5320.1104015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Топлизаборник 500л. с подогревом 5320.1104012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Тормоз перед.лев. 3141-00-3501012-00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Торсион уравновеш.кабины 5320-5002021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Траверза стартера СТ-142-3708330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861013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015   18х22х18 861015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3112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032   18х18х22 861032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10х10 вн.10 топливных трубок 740-1104353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10х10х10 малый воздушный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10х10х10 на бак 10х10-869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14*14*10 конус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14*14*14 средний воздушный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18х10х22 на ГТК с/обр.18х10-861010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18х14х16 ускорит.клапана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18х14х18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18х14х22 861010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18х18х18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18х20 внутр.20энергоаккумулятора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18х20х18 тормозной трубки рамный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18х20х22 5320-3506091-01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18х22х18 861010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18х22х20 861091-10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бака 10*10 конус*10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делителя 864892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ЭПК 14-14 конус 10 5320-864919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делителя /тросик/ 15-1772183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делителя с золотником 15.1772183-01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низкого давления 5320-3408124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перепускная расширительного бачка 5320-1311091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подводящая помпы (треугол.) 740.1303152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1-но цилиндрового компрессора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вод.компрессора (с фланцем) L=149 53205-3509286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всасывающая масляного насоса в сб. 740-1011398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высокого давления 55102-8609143 55102-8609143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высокого давления ТНВД 740-1104306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ГЦС в сборе 5320-1602588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дренажная пр./лев./70 740-1104346/70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компрессора медн. 5320-3506200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низкого давления насоса ГУР 740-3407116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 РДВ к ППЗ 5320-3506206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отвода масла с ТНВД (с фланцами) 740-1111570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ПГУ в сб. 5320.1609618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подвода масла к ТКР(в оплетке длин.) 74021-1118310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подвода масла к ТКР(в оплетке корот.)74021-1118290 74021-1118290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подъема кузова выс.давления 5511-8609170-01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ручника (2шт.) 53212-3506378/380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слива масла от ТНВД ОАО"Камаз" 740-1111570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ТННД 740-1104254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ТННД из 3-х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топливная низкого давления 740-1104384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3156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указателя уровня масла 740-1009048-30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форсунки (8шт.) 740-3407110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высокого давления ТНВД 740.1104306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делителя-воздухопровод (4 наим.) 15-1772000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на топливный бак  250л 5320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на топливный бак  500л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топливные на бак универс. 5320-1101025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тормозные пластм. 55102-3506900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тормозные стальные 5511-3506900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Трубки тормозные стальные 5410-3506000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Уголок РДВ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861001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007 18х22 861007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030 20х16 861030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10х14 в сб. 861000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10х14 КОМ 861001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14х12 ПГУ 861001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16х18 864857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22х18 864007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22х22 864091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7  18х22 861007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бака 10х10 конус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ввертный 853965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ввертный на компрессор 2-хцил. 864823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ввертный на топливозаборник 864861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на влагоотделитель 3511020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на ручник-000-10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проходной 861007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Удлинитель подкачки внутр. колеса (15см)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Удлинитель подкачки внутр.колеса 35см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Узел рычага 14-1601086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дав. масла  механич. КАМАЗ 5320-3829040-10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дав. масла механич. УК 170 с/о 17401-3830010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давления масла (электрич.) УК-170 33-3810010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тока на 50А ПАЗ,ГАЗ,УАЗ,УРАЛ,ТРАКТОРЫ АП 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ур. топлива УБ-170 5320.3806010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головки ПАЛМ 100-3521120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двери 5320.6107147-10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колпака возд.фильтр 740-1109553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5320-5206054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люка кабины БРТ 5320-5713022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масляного щупа 740-1009055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опускного стекла (бархотка) 5320-6103254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3199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педали тормоза 5320-5130029-01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проёма двери армир. 5320-6107805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3201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рычага коробки передач 5320-5130016-01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системы питания (воздух) (шляпа) 5320-1109250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системы питания (воздух) (шляпа) 5320-1109250Евро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форточки (лев./пр.) 5320-6103122/23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Упор ПГУ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Упор противооткатный 53205-3927010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Упругий элемент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Усилит.упр.сцепл.ПГУ завод оригинал 5320/4331-1609510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радиатор с/о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радиатора н/о 5320-3829040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рессоры в сб. со втулкой 5320.2902020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рессоры перед.без втулок 5320.2902126-00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Фаркоп 10т. в сб. 53212-2707210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Фаркоп 8т. 5320-2707210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Фиксатор 5320.610503410/3510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Фиксатор коромысла 740-1007096-01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метал. ф.10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(прямой) 10мм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(прямой) 12мм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(прямой) 15мм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(прямой) 16мм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(прямой)  6мм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(прямой) 8мм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(тройник) 10мм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(тройник) 16мм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(тройник) 6мм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(тройник) 8мм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(угл.) 10мм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(угл.) 12мм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(угл.) 6мм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соед.для пневм.трубок (угл.) 8мм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соед.Т-обр. 6мм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Форсунка омывателя (1отв.) 5320-5208084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Форточка голая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Форточка с запорами лев./пр. 5320-6103051-01/50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воздухозаборника 5320-1109365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воздухопровода в сб. 53205-1109365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выпускного патрубка (эжектора) 5511.8601136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большой 5320-1203060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малый 5320-1203063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металлорукава-малый 5320-1203063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накладки корпуса ловителя 5511-8601136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патрубка радиатора 070 (верхний) 5320-1303031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патрубка расширительного бачка 043 5320-1303032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3246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рессивера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рессивера ленточный 54112-3513185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рессивера пруток 5320-3513085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рессивера прямой 5320-3513084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топлив.бака 250л. 5320-1101110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топлив.бака 500л. 5320-1101110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ф.70 радиатора средний 5320-1303031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ф.80 радиатора большой 5320-1303030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эжектора 5320-1203060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гл.сцепления 5320-1602510-10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пневматический ПААЗ 100-3570110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пневматический РААЗ 100-3570210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Чашка балансира защитная 5320.2918184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Чашка дифференциала в сб. 5320.2506016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Чашка дифференциала в сб. 53205-2506016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Чашка энергоакккум.т-20 (жел.) 740-3519222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Чека 5320.3501134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Червяк (привода спидометра) 14.3802033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5320-3724052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5320-3724059-01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воздушного 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защитный 5320-3716017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рычага КПП (кожа)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рычага КПП (Саратов) 5320-5112064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рычага КПП (Турция)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энергоаккумулятора 100-3519239-01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d.16 пружинная 1/05172/71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d.9х18,х1,1 1/10880/73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болта замковая 2402078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гроверная реактивного пальца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кл.крышки Евро 7406-1003268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носка вала коленч. 740.1005544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опорная 5320-2402249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опорная на 126 шестерню МОДа 5320-2506051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опорная на 130 шестерню МОДа 5320.2506065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опорная на МОД 5320.2506051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под гайку реактивную ф30 30-252165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разж. кулака 38,5х56х1 853642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сателлита МОД 5320.2506058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сателлита МОД/МКД 5320.2506058/3058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сошки Гура (к-кт 10 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стопорная задней ступицы 5320-3104082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стопорная передней ступицы 5320-3103079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тарельчатая (105вал) 740-1701243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шестерни п/оси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3291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армированный 5410.2702040-10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5320-3001019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генератора (Прамо) 1702.3771-051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возд.прицепа/полуприцепа (кр.жел.) 2,5м 5410-3500000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выжимного подшипника 14-1601230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высокого давления ГУРа 902 5320.3408020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гл.цилиндра сцепления 5320-1602575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Гура 5320-3408020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3299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компрессора 5320-3506200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компрессора 4320-3506386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масляного датчика 5320-3829040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масляного датчика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масляного датчика (армиров.) 5320-3829040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масляного датчика 4м 5320-3829040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масляного датчика з-д 5320-3829040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МОД 5320-3570164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МОД (кривой) 5320-3570164-01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 ГТК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 рессивер (гайка+гайка) 6422-3506085-01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ПГУ 5320-1602590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ПГУ кривой 4310-1602590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ПГУ с углов.наклоном 53215-1602590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перекачки топлива "Груша" 5320-3916010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 кабину 5320-3506368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12м  с барашком (чер.) БРТ 5320-3929010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внутренего колеса Камаз 5320-3929010-В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колеса (12м) 5320.3929010-01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колеса (12м)в оплетке 5320.3929010-01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колеса (6м) 5320-3929010-01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прицепа м.16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смазки выжимного подшипника 14.1601230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торм. вездехода задний (гайка/гайка) 4310-3506442-01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5320.3506060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бронир.Евро 5320-3506060-20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вездехода передний (гайка/штуцер) 4310-3506060-10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Евро (браниров.) 53205-3506060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Камаз 25-3506060-10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полуприцепа 2,4м 5410-3506343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прицепа 3,5м 5410-3506342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прицепа 3,5м Евро к-кт 2шт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угловой возд. фильтра глад. 5320-11109375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угловой воздушного фильтра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угловой воздушного фильтра Евро 5320.1109375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электрический с разъемом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3335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электропневмоклапана 740-1022826-10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10х25х52(головку блока) 870303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306*072 кронштейн 853306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картера делителя, полуоси  М 16*1,5*22*35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(ремонтная) 853308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ЕВРО задняя 53205-3104071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М18*80усил.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колеса М18х1,5 853308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 27*1,5*86 на ось балансира 923 .853302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М10*70*1,25 ст.кором. К-З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М10х1,25х15х40 выпуск.коллект. 1/34499/23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М10х1,25х20х30 впус.коллект. 1/35485/21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М10х1,25х35 1/35466/21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М10х1,25х45 коллектора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М16*45*1,5 кар.мос.и пол.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М18х1,5х40 колеса 853308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М20*1,5*83 853306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М20*28*45 кронштейна 072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М22х61 заднего колеса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на кронштейн балансира 27*1,5*86 853302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полуоси с гайкой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редуктора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Шплинт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14-1701145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870801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870823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870813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044 вала 8*8*13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реактивная 630-2919012-20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реактивная 511-2919012-15СБ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реактивная н/о 632-2919012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928 740.1007176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Штифт на коленвал 12х25 870759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Шток ПГУ в сб.с гайками 929 5320.1609567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 М14*1,5 853975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10х10 853963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14х14 853975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16х14 864896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16х16 864896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17х24х1,5 864896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18х18 864896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18х20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18х26 на компр.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19х24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22х24х1,5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3380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22х26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24х24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24х27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27х27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32х32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ввертной М10 864870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М10х1,25 КГ1/8 на кран МОД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М22х1,5 864806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М22х18 853977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обратки 870007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переходной М14*1,5 864866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топливный М14*30 870005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топливный М14*48 870022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топливный М14*65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фланцевый М18х1,5 М20х1,5 864880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генератора 930 Г-273.3701030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изолированная 2501.3708.050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с/очистителя (Прамо) 27.5205800-02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"ЕвроКамаз"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3399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Камаз Г273-010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КАМАЗ,МАЗ   Я 120М1-01 Г237В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Щиток подножки левый 5320-8405111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Щиток подножки правый 5320-8405110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Щиток тормоза передн. 53212-3501030-10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Щуп маслоуказателя в сб. (указатель уровня) 740.1009050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Щуп масляный 740-1009050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Экран головки цилиндра 740.1003216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ГЦС в сб. 5320-1602571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тормоза 53212.2501132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Эл. двигатель отопителя ГАЗ-3309 МЭ237-3730000 00237-00-3730000-000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Электрический омыватель 1112.5208000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Электромагнит 24 В1,2А 151.3747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Электроподогреватель диз.топл. ЭПДТ-150 (250Л)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Элемент упругий регул. L=2601мм 100-3533110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Энергоаккумулятор 100-2519100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Энергоаккумулятор т.20 100-3519100-010-030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Энергоаккумулятор т.20 без чехла 100-3519100-01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Энергоаккумулятор т.24 100-3519200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ЭПК (г.Заинск) 5320-3721500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(костыль) Маз 5335-3104050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80мм. 54321-3104051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кардан. с гайкой М10 371264/250688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карданный  с гайкой М12 371270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3424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колеса (М20*2; L=75) 3104008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колеса L-105 (М22х1,5)Евро 54321-3104050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колеса L-95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контактный РС 25.3708.011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крепл.дрен.трубки 310122-П2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крепл.кр.клапанов 201.1003272-А2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крепл.с гайкой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крепл.топл.трубок (кор.) 310095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маховика 236-1005127-А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маховика 7511.1005127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М10*34*1 кард.вала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М18*100*1,5 кар.ред.з/моста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Маз колеса 64221-3104008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Маз колеса 9919-3104050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 шайб.и гайкой МАЗ М12х1,25-6g-6Н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ступиц +гайка М20х1,5 5336-3104050-СБ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ступицы  колеса  (М22х1,5) 54321-3104050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Болт+втулка коллектора 240Н-1008504/8510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Болт+крепление ушка 5335-2902018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задний Маз 60*30 5428-8511111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передний Маз 5336-8403276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прицепа 93866-8511111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буксирного устройства 5336-2707284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кабины 5336-5001756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кабины 5336-5001766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передней рессоры СМАЗ 64221-2902624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коромысла регулировочн. 236-1007148-Б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 массы 24 В 1420.3737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кронштейна 504Н-2902449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Воздухораспределитель 238Н.1723009-01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Воздухораспределитель 2-пров. 11-3531010-70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Воздухораспределитель п/п 9758.3531010-01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500А-2905410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амортизатора(двойная) 500А-2905410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938-2918022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вала распределительного 236-1006037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з/стабилизатора большая 5516-2916030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изоляционная 25.3708.311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Маз пальца 941-2919028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Маз цапфы 54321-3104082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направл. клапана 236-1007032-А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опоры 64221-5001782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п/стабилизатора большая 54321-2916030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разборная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разжимного кулака 5336-3501122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3469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2 перед. 236-1701113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стабилизатора 40х70 6430-2906030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стабилизатора 45х72 6430-2906030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стабилизатора(малая рычага) 64221-2906028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1470.0614/1470.0558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шатуна 236-1004052-Б2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шатуна 7511.1004052-11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шестерни 238-1701113В1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шестерни 3- пер.вт.вал.(без бурт.) 236-1701135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200-3001016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распорная 500-3001026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распорная 200-3001026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Втулки шкворня (к-кт 2шт.) 64221-3001016/17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Втулки шкворня (к-кт 2шт.) 500А-3001016/17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света заднего хода ВК 403А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(М42*2-5Н6Н) крепл.фланцев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балансира 64221-2918202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3101040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М20*2 МАЗ 3101040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колесной пер. 5336-3104076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коллектора Маз М10 250512-П5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кольцевая вала коленчатого М68*2 236-1005055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крепления прижима 5335-3101040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М10*1 выс.кард.вала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М20*1,5 С*250565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М22(евро) колеса 54321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М22 *1,5(евро) 93865-3104038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М24*2 С*251035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М39*2 корончатая 5335-2402036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3499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М42*2 креплен.фланц. С*374964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М48*2 хвостовика 5336-2402037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Маз задней 5336-3104076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Маз подшипника 5336-2403040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рул.пальца 251035-П29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рул.пальца 250907-П29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стакан форсунки 236-1003113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стремянки М27х2-6Н 375059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стремянки Маз М24х2 374650-П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стремянки Маз М30х2 349600-П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цапфы 5336-3104087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шпильки ГБЦ 311423-П5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ГБЦ ЯМЗ-236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без клапанов 236-1003013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ЯМЗ-236 (кап.рем.)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3514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соединительная 64221-3521110/11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импульсов Маз,Камаз,Урал ПД-8093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импульсов Маз,Камаз,Урал ПД-8089-1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к/вала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Заклепки сцепл.(лепестк.)(к-кт 48шт.) 313017-П/313018-П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(лев.+прав.)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670Р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крыльев МАЗ-5337 (без спальника)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крыльев МАЗ-54329 (со спальником)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МАЗ 5337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заводской 64221-8401300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втулок шкворня (2шт.) 500-3001016/17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двиг. с ГБЦ (полный) н/о ЯМЗ-238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(обш.паронит) ЯМЗ-7511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с ПГБЦ н/о пол.(25наим.) ЯМЗ-238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ЯМЗ-236 с ПГБЦ (23 наим.)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ЗМ дисковые колеса Р-2401009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КПП ЯМЗ-236 236-1702000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КПП(13 наим.) 238-1702000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на двигатель (паронит) ЯМЗ-238 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РТИ на 1гол. 7511.1003004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РТИ на 1гол. 236НЕ-1003001-02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системы охлождения (паронит) ЯМЗ-236/8 236-1307048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СМ дисковые колеса Р-2501009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сред.моста (без диска)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ручек откр.двери(внутр.н/о) 332587.007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ручек с ключами н/о 332587.006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ТНВД 236-1104300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ТНВД 238-1104300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Камера сцепления в сб. с кроншт. 64229-1602705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(встрях.) опускания МПП L-25,33 5516-8607010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(переключатель) делителя 6430-1703800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защитный 4-конт. 64221/8040-3515310-10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контрольного вывода 13.3515310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контрольного вывода 5336-3515410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перепускной двухмагистр.ПААЗ 100-3562010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привода вентилятора КЭМ32-23-3721500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редукционный масл. насоса 236-1011048-Б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слив.конденсата 11.3513110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сцепления со шлангами 5551-1602738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ускор. с креп.под шумоглушитель 64221-3518010-10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электром.блок.дем. 239.1708200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электромаг. КЭМ 32-23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электромагн.топливный 1102.3741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3558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радиатора 5551-1309012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радиатора 533602-1309011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декорат.зад.кол.(пласт.) 5440-3104008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Колпачок маслосъемный 236-1007262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(бол.) 5428-1203844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(мал.) 5434-1203844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тонкое Маз 236-10002024-А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фторопластовое 22.4831.2800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щирокое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под плунжерную пару 236.1111083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54326-2409029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поршневого пальца 236-1004022-Б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уплотнит.бортовой передачи 64226-2405054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гильзы (широкое) 236-1002024,23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стакана форсунки сил. 236-1003114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236-1601120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фторопластовое гильзы 236-1003211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Комбинация приборов 28/281.3801010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трубок ВД 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18-3509015-10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275л/мин 161-3509012-20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Маз, Краз 161-3509012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МАЗ, УралАЗ (Литва) 16-3509012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Коромысло клапана в сб. со втулками 236-1007144-В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отопителя 5336-8101310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пневматический МПП 503А-8606204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обр.действ.(4отв.) 64221-3537310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управления  отопителем 6430-8101150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Крепление стартера ЯМЗ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генератора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заднего фонаря левый 64221-3716015-10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заднего фонаря правый 64221-3716014-10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задних фонарей 63031-3716011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переднее левое 5551-8403017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переднее правое 5551-8403016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вентилятора 236-1308012-А4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вентилятора 238Н-1308012-А4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вентилятора (пласт.) 238Н-1308012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Крылья для кабины без спал. 5551-8403016/17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блока 236-1002256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ГБЦ с горл. 236-1003256-Б2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3599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клап.голов.блока 238-1003256-В3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КП диск.колеса 54326-2405055-10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маслозаливного патрубка 201-1114060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подшипника первичного вала 236-1701040-А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3603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Маслоотражатель коленвала пер. 236-1005043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Маслоочиститель центробежный 236-1028010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крана управления мех-ма подъема платформы 500-8606117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подъема платформы МАЗ 503-8606117-01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т.24 ЕВРО с отверстием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Мембрана т.30 ЕВРО с отверстием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передач 5336-1702200-10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промежуточный 64227-1703325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промежуточный 5551-1703325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промежуточный 64221-1703325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рулевой 64229-3400010-01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декоративная (фары) 64221-3711322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в сб. ЦГ80-280-3405205-10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левый (корпус) 200-3003063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правый/левый в сборе 6422-3003056/57 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Гура 500-3407010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236-1011014-В3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КПП в сб. 236-1704010-А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МОК МАЗ 182.5004010-11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опрак.каб. МОК-182.5004010-11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ручной 236-1106288-В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Облицовка 64221-8401020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Обмотка стартера ЯМЗ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Обмотка статора стартера (катушка) 2501.3708.150-01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Обод зубчатый маховика (132зуб.) 236-1005125-В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Ободная лента 7 .7-20 НК 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Обойма малая синхронизатора делителя 238-1721135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(винт) 64221-5001706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двигателя 6422-1001042/1001043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амортизатора 54327-2915470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амортизатора 6430-2915470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амортизатора без гайки 53361-2905470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Маз полуресссоры 9758-2912478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236-1004020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реакт.штанги 941-2919098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(+2сух.) 4370-3003065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(БААЗ) 5336-3003065-01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рулевой с 2 вкладышами СуперМАЗ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с сухарями г/цилиндра 80-280-3405282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установки рулевого управления 64221-3403192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ушка задней рессоры 500А-2912478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ушка передней рессоры 5432-2902478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хвостовика 5336-1703580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шаровой с сухарями (малый и большой) 200-3003065-А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3647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шаровый ЦГ80-280-3405282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Палец,сухари,гайка,пыльник,пружина 5336-3003065СБ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левая 64226-8405033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передняя левая 6422-8405011-01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передняя правая 6422-8405010-01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53371-1203187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5336-1203187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(силумиевый) 6422-1303240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водяного насоса 642290-1303240-010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интеркулера СМАЗ прямой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верхний МАЗ-500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Евро-3 нижний 543208-1303250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нижний МАЗ-500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нижний СуперМАЗ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нижний (короткий) СМАЗ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 шарниром 64227-1201009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соединительный 236-1115032-В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ПГУ МАЗ (АТ24002200) Турция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Педаль газа в сб. 64221-1108005-10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света центральный МАЗ, МОАЗ, ЛиАЗ П 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893.104.052.2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воздухозаб. 6422-1109146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воздушного фильтра 6422-1109144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воздушного фильтра Маз 5337-1109344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Маз 64227-1109375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трубки рычага КПП 64221-1703866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угловой МАЗ 5551-1109375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муфты соед. привода ТНВД 236-1029274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муфты ТНВД 840.1029274-10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Подвеска глушителя 64227-1203066-01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Подсборка шкворня (регулир.шайбы) Маз/Краз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Подсборка шкворня ЕВРО 3001020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Подсборка шкворня н/о МАЗ Евро 64221-3001020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5336-2202085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боковой опоры МАЗ 500-1001035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боковой опоры СМАЗ 6422-1001035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опоры двигателя 504В-1001020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передней рессоры 64221-2902430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передняя (амортизатор) 500-1001029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подвесного подшипника Евро 63031-2202085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промеж. опоры 5336-2202085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радиатора Маз 64221-1302060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-П*НК5025***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70-592708М1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шкворня (евро) НК5025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3692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Полукольцо 7511.1005183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Полукольцо коленвала 236-1005183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Полумуфта ведомая 236-1029286-Б2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Полумуфта ведущая 238-1029268-Г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(Агро) 240-1000108-С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(Дальнобой) 238Б-1004005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(Дальнобой) 236-1004005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3699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(Дальнобой) (8шт.) 238Б-1004006-Б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(Специалист) 238Б-1004008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(Специалист) 236-1004008-Б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236НЕ-1308011-Е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2-х ручьевый 236-1308011-В3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отопителя в сб. 42.3780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с/о  2ручья 236-1308011-В2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ТНВД в сб. 236-1029009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Прижим заднего колеса (клин) 5335-3101051-01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Прижим креплен.пер.колеса 64221-3101050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Прижим переднего колеса 5336-3101050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64221-1311053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поддона (слива масла) 316180-П2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двигатель (полный) 25 наим. ЯМЗ-238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Проставка в сб. 51-1112382-30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Проставка форсунки в сб. ориг. 267-1112382-30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корзины сцепления 236-1601273-А2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муфты сцепления 236-1601188-А2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нажимная 182.1601115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нажимная 184.1601115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наконечника рул.пальца 5336-3003069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отжимная сред. диска 238-1601102-В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п/прицепа ЕВРО 54326-3501034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перед.колодки нижняя 500-3501037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подрессорн.кабины 5336-5001730-01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промежуточного диска 238-1601102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стяжная колодок 5336-3501034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рулевого наконечника 5336-3003083/85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рулевого пальца МАЗ 5336-3003083-02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рулевого пальца МАЗ с обоймой 5336-3003083/10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АРС 236-1601090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236НЕ-1307031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(вал+подш.) 236-1307010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впускных коллекторов сист.питан.дв. 6520, 6410, 5360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втулок стартера МАЗ СТ-25.3708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втягивающего реле стартера СТ25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ЯМЗ-5551 ГЦ-5551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3737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гильзы Маз из 24-х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гильзы Маз из 24-х (силикон)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гильзы МАЗ из 3-х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гильзы МАЗ из 3-х(силикон)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главного цилиндра сцепления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блока двигателя 7512.10/7511.10-06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головки блока МАЗ 236-1003002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/23наим./полный ЯМЗ-236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/паронит/ 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/паронит/ 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дет. крепл. выхлоп.коллект. 238-1008001-01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для ремонта цил.перекл.пониж.передачи ЯМЗ-1722034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дренаж.трубки на 1гол.дв.-236 (без нипеля) 236-1104002-01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зад.ступицы 5336-3104076/87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заднего моста(+диск)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замены клапана 236-1007000-1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замены маховика 236-1005120-01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замены термостата 236-1306000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клапана усилителя выключения сцепления 5336-1602738-10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колец под гил.(236-1002024-2ш.;236-1002040-1ш. силикон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корзины сцепления полный 236-1601000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корзины сцепления полный 182.1601003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корзины сцепления с/о 236-1601001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крепления стартера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медных шайб для двигателя ЯМЗ/84шт./ 200-1000001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муфты выкл.сцепления(мал.) 182-1601180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муфты выкл.сцепления(пол.) 182-1601180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насоса водяного 240-1307029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насоса водяного (полный) 236-1307029-041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ПГУ 64221-1602200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подшипника выжим.сцеплен.(полный) 183-1601001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привода вентилятора +муфта 236-1308003-00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демультипл.КПП 238-1721001-03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РДВ ЯМЗ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РДВ Маз,Краз/малый/ 11-351200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РДВ Маз,Краз/полный/ 11-3512010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реле втягив.стартера СТ-25 ЯМЗ+крышка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рулевого наконечника Маз 5336-3003065СБ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рулевого наконечника Маз "Мавр" 5336-3003065/83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сальников клапанов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силового цилиндра ГУР ЦГ-80+фтор. 280-3405040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силового цилиндра ГУР ЦГ-80+фторопласт 280-3405040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системы смазки ТНВД 236-1111000-01/238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среднего моста,(+диск)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среднего моста,(без диска)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3782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стакана форсунки 236-1003003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теплообм. 238НБ-1011360-А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238-1111005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ТННД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трубопр. подвода топлива ТНВД 236-1104001/03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трубопр.отвода масла ТНВД 238-1104002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трубопровода подвода масла ТНВД 238-1104001/03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тяги кулисы (полный) 5336-1703504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ФГОМ ЯМЗ-236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ФТОМ ЯМЗ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ФТОТ 236-1117010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ФТОТ (полный) ЯМЗ-236 ЯМЗ-236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ФТОТ (полный) ЯМЗ-238 238НБ-1017010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ФТОТ ЯМЗ-236 ЯМЗ-236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ФТОТ+жиклер 240Н-1117010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ФЦОМ 236-1028001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хвостовика (палец+2сухаря) 5336-1703580/92/82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3799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цилиндра механизма запора заднего борта платформы МАЗ 503А-8505310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цилиндра сцепления подпедального 6430-1605509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шкворня н/о ЕВРО 64227-3001020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энергоаккумулятора МАЗ 5336-3519200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давления с адсорбером 64221/8043-3512010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(Прамо) 8902.3708.800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замыкающее (сигналов) 24 В, МАЗ, КАМАЗ, КРАЗ 731.3747 (РС 523)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стеклоочистителя 461.3747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напряжения Маз,Камаз 444.3702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Рукоятка рычага КПП 5551-1703301-010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Рукоятка рычага КПП 64221-1703301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(пр.+лев.) 610502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замка двери внутр. 64221-6105182-10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 54327-6104064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стеклоподъемника(54327) 64221-6104064-01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клапанов Маз 236-1007268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клапанов Маз кр. 238-1007268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впускного клапана (большое) 236-1003108-Б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выпускного клапана (мал.) 236-1003110-В2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Сильфон 238НБ-1008088-А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Сильфон ЯМЗ-236 МЕ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630300-1001030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форсунки 236-1112163-Б2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с элект.табло ПА-8046-1П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в сборе левый 5336-6104011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3825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в сборе правый 5336-6104010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8926-2902408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L=390 (М30*2) 6303-2912408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задн.бол. МАЗ,КРАЗ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полуприцепа 941-2912408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зад.  225х2х24 500-2902409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пер. 245х2х24 503Т-2902409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пер. 195х2х24 500-2902408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рессоры передней 410х2х24 509А-2902408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УШ-Р/З в сб.+гайка 54321-2912024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ушка рессоры мал.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маз колеса п/прицепа 93866/9758-3104015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пальца ЦГ80-280-3405283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пальца тяги рул. попереч. 200-3003067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пальца хвостовика 5336-1703582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рулевого пальца 5336/-3003066/67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рулевого пальца (узкий) 5336/64227-3003067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рулевого пальца МАЗ-500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Тахометр МАЗ 2521.3813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Тахометр МАЗ. Камаз 2511.3813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ТННД в сб. 236-1106210-А2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Толкатель в сб. 236-1007180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Трапеция стеклоочистителя 64221-5205500-010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сб. (2200мм) 5551-1108580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сб. (2265мм) 54329-1108580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сб.(2410мм) 555102-1108580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сб.(2460мм) 543240-1108580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сб.(2630мм) 543208-1108580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сб.(3000мм) 551639-1108580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с накан.(2250мм) 5336-1108580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с накан.(2460мм) 543240-1108580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с оболочкой в сборе 5551-1108580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остановки двигателя 5336-1115010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сцепления (1820мм) 6422-1602130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сцепления длин. 6422-1602130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водяная лев. 236-1003291 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водяная пр. 238-1003290 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выхлопная 64227-1203075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бака топлив.всасывающая 5336-1104492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бака топлив.всасывающая 5551-1104492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дренажная Маз-236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дренажная Маз-238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компрессора медная Маз 515Б-3506210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отвода масла от ТНВД 236-1111620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подвода масла 238Ф-1118226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3870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подвода масла к корект. 238БМ-1111558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подвода масла ТКР 238П-1111558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подъема кабины 5551-5009055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ТНВД 236-1104308-Б2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ТНВД ЯМЗ-7511 с общ.ГБЦ 238БМ-1104308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Турбокомпрессор К36-88-04 двиг.ЯМ236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давления воздуха МАЗ,БЕЛАЗ УК 168-3810010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давления масла МАЗ 22.3810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64229-1018078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(щуп) 5336-1018078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(щуп) 236-1009050-Б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в оплет. 5336-1018078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топлива МАЗ УБ 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топлива МАЗ 23.3806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СМАЗ 5336-5206018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проема двери МАЗ (4,3 м) 500-6107805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реактив. пальца 941-2919026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рулевой колонки 64221-3444257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шарового пальца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штуцера форсунки НИП 236-1112230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капота СМАЗ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п/рессоры 2902015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рессоры задней 5336-2912015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Ушко рессоры передней Маз 5335-2902015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Фурнитура трубки рычага КПП 64221-1703865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Хвостовик в сборе 64227-1703448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5337-1203030-01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64227-1203030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Центральный переключ.света МАЗ, ЛиАЗ П 38 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3899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г/у руля ЦГ50-280-3405010-030 МАЗ-4370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ГУРа ЦГ 80-280 5336-3405005-02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подпедальный 6430-1605510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подъема кабины 181.5003010-01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силовой 80-280 5336-3405005-02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(подпед.) 6430-1602510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КПП защитный 5336-1703425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КПП защитный 64221-1703425-01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башмака балансира 6303-2918068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замковая втор. 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замковая колен. вала 236-1005056-А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колесной передачи 5336-3104079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опорная КП 5336-2405049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оси балансира 516-2918094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оси балансира 89501-3104079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текстолит. 236-1029276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3915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шпильки ГБЦ 312399-П2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4370-3001019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в сборе 64221-3001019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в сборе (со втулками) 64221-3001018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голый 500А-3001019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Шкворень+3 втулки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колен. вала 2 ручья 238-1005061-В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водяного насоса ЯМЗ-236.238 236-1307212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к/вала (1руч.) 238НБ-1005061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насоса ГУР со ступицей 5336-3407240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привода вентилятора (2-х руч.) 236-1308025-Б2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привода вентилятора (3-х руч.) 236-1308025-В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455 мм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600мм на 3-х мост.г-ш зад. 6422-3506094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605мм на рессивер на ГТК 6422-3506085-01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задней тормозной камеры прицепа (800 мм) г/ш 514-3506094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клапана усилителя сцепления (275 мм) 200-1000000А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 3-х мостовый задней тормозной камеры (гайка+штуцер) (600 мм) 6422-3506094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 компрессор (425 мм) 504В-3506210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 компрессор (гайка+штуцер) (345 мм) 515Б-3506210-01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 компрессор +мед.труб.(345 мм) 515Б-3506210-10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переходниковый (гайка+гайка) (715 мм) 5336-3506085-01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переходниковый (гайка+штуцер) (715 мм) 5336-3506085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внутр. колеса 5336-3116010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подъема кабины 5336-5009160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подъема кабины (330 мм) б/оплетки г/ш 5336-5009160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подъема кабины (370 мм) 5336-5009160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смазки выжимного подшипника 236-1601230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соединительный (тягач-прицеп) (2450 мм) 6422-3506380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соединительный (тягач-прицеп) (2550 мм) 5243-3506380 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задний МАЗ, ЗИЛ (500 мм) 500-3506060-Б2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п/прицепа МАЗ, ЗИЛ (гайка+штуцер) (700 мм) 938-3506060 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перед.80мм МАЗ (евро) 54521-3104050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реакт.регул. 941-2919010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236-1007176-А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форсунки с фильтром в сб. 236-1112200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стартера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МАЗ (Прамо) 133.5205900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стартера без конт.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Электромагнит 12В 2А 15.3747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Электромагнит РС-328 РС-328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Энергоаккумулятор т24 24-3519200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3957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Вакуумный усилитель ПАЗ-3205 03205-00-3510010-010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(лопасти) металл 03205-00-1308010-010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Паз 03205-00-2905486-000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03205-00-2903046-000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Вязник(трубка)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цилиндра с прокладкой и крепежом 5234-3906562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компрессорв возд. А29.03.000Ж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компрессора ПАЗ-А.29.03 (5шт.)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Кл-ша откр/закрыв пассаж. двери ПАЗ-3205 00077-00-3709000-002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Кл-ша откр/закрыв. дверей ПАЗ-3205 00077-03-3709002-019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стеклоочистителя ПАЗ-3205 82 3709-08.16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контрольного вывода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нагнетательный компрессора Паз-А29.03-000Н А29.03.000Н А29.03.042Р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водян.охлаждения А29.03.000Н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водян.охлаждения ПАЗ 26-3509015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воздуш.охлаждения ПАЗ 22-3509015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Люк крышка задняя 3205-5604010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амортизатора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пружины балансира ПАЗ 03205-00-2913022-010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нижний 672-1303025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Планка натяжения ремня насоса ГУР 3205-3407215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Плита в сб. компрессора А29.03.000-35090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штанги стабилизатора ПАЗ 03206-00-2916040-000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компрессора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воздушного компрессора (5 шт)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ГТЦ 3205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ГТЦ с поршнем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мех-ма открывания дверей н/о  МД-05 3205-6420001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радиатора ПАЗ-672 из 2-х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ручки двери авар.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ручки двери водит.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тормоза (лев./пр.) РТ-40-07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сигнала ПАЗ 24В 733.3747-10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Ротор (Прамо) 29.3771200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водителя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ПАЗ-3205, ЗИЛ н/о 00048-00-3802010-000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Статор генератора ПАЗ 03812-00-37011000-000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Стеклоочиститель Паз левый (Прамо) 572.5205010-02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передней рессоры (ПАЗ,66,3308) 00066-00-2902408-002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колеса переднего (голая) 3205-3103015-20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00046-00-3802600-001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дверного мех-ма (хлорвинил) ПАЗ 03205-00-3552086-030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3999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компрессора (визник) d-12 ПАЗ (143см) 03205-00-3552048-020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на открывание двери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4001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Уголок бампера резиновый 3205-2803060 03205-00-2803060-000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открывания двери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рабочий тормозной саморазводящийся 03205-00-3501040-010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главный с бачком 03205-00-1609010-000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рулевого кардана в сборе 3205-3401015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водяного насоса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компрессора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насоса ГУР (литой) 3205-3407210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открывания дверей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смазки компрессора 03205-00-3509055-030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ПАЗ (700 мм) 03706-00-5205900-000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генератора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н/о (медный) 3205-3501020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ЭПК ПАЗ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ЭПК ПАЗ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102304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102307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102308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102314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102409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102605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108710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108905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11307К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11312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11314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115 (6015)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1160305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1180304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12208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12213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12310 (NF310ECP)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12312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127509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150208 (6208)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150212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150308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1580207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4044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1580209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160703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1680204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1680206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168020872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170314 (314N)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170412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180205(6205-2RS/LGMTЗ)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180208 (6208-2RS1)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180210 (6210)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180304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180309 (6309)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180502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180603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180610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20703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20803К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216 (6216)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2206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22309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264706 перв. вал КПП рол. 15.1701031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27310 заднего моста 853948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27313 (31313)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27606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27607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4089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27616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27911 редуктора 864769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280114А выжимной Г-4301,ЗИЛ-4331 00000-00-2801143-023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292213 КПП 15.1770254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29908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3056207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4099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3156307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32315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32318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32505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360708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360710 выжимной Г-24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3610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3610(22310СА)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380706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42207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42212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42305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42308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42315 864715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455220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46120 выжимной Т-150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46120Л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492608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50207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50208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50209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50211 (6211)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50212 (6212)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4133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50311 (6311N)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50312 (6312N)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50409 (6409N)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50411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50412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50706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57707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588911 УАЗ выжимной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6-46118 Л выжимной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6009 (180109)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60120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636905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636906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64706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64907К блока шестерен заднего хода 14.1701083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664908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664913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664916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67512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688811 выжимной ЗИЛ-130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688911 выжимной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7210 (30210)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7211 (30211)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7216 864720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7218 ступицы вездехода 4310.864738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7305 ступицы наружный ГАЗель,Волга 00000-06-0007305-464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7307 ступицы внутренний Газель 00616-00-0007307-010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7309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7313(30313/CLN)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7314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4177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7516 редуктора 864733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7517 ступицы внутренний ЗИЛ-130 00130-00-0007517-000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7520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7608 передней ступицы наружный ПАЗ-3205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7610А ступицы переднего колеса 853951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7611 ступицы перед. внутр.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7613А ступицы переднего колеса 853954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7614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7718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7809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7815 ступицы задн. наруж. ЗИЛ-130 00130-00-0007815-000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80305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80306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807813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4199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86-520110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92412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942/20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942/40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943/30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943/45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9588213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9588214 выжимной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9588217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977907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98206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986710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986714 выжимной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ШСП-20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ШСП-30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180205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412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50307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8109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8208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4221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Гильза+поршень СМД 20-01 С15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Гильза+поршень СМД-60 60-01- С15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(Грузовичок) на 4 цил. 260-100108-А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(Специалист) 7405.1000125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Кострома ПАЗ 523-1000110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м/к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ПАЗ 523.1000110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А/лампа Н7 12-55 OSRAM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 24В 55/50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 светодиодн.12В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 фарная 12-55 v H7 Маяк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 v Р7 55w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12-100/80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12-21 Маяк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12-45/40 (Брест)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12-5 МАЯК/блистер/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12-75/70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12v10w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12v1w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12V2 с патроном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12V2-х конт.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12v21w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12v21w "Маяк"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12v21w +5 "Маяк"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12v3w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12v4w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12v5w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12v5w без цоколя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12В 50/40 Маяк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24-1,2 б/ц Маяк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24-10 Маяк /габариты/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24-21+5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24-4 Беларусь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24-5 б/цоколя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24-5 Нарва /габариты/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24-75/70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24V2-х конт.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24v21w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24v5w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24В 55/50W(Брест)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24В 55/50W(Маяк)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OSRAM Н4 12v  60/55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12v 1/2w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12v 3w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4265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12v 4w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12v 5w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24v 2w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24v 4w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24v1w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в приборы без цоколя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галогеновая в противотуман.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Н1  12 v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Н1 12-55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Н1 24-100(Брест)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Н1 24-70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А/лампаочка Н3 12V100W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Н3 24v100w "Брест"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Н3 24v70w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Н3 24v70w OSRAM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Н4  12-100/90 Маяк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Н4  12в. 60/55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Н4  24-75/70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Н4  24-75/70 Маяк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Н4 24 v 100/90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Н4Р43 (Брест) 12-60+55-1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Н7 12/55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Н7 24/70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НВЗ (9005) 12-65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А/лампочка тракторная 12В 1- контактная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А/лампы 12v7w МАЯК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А/шина 175/70 R13   К-715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А/шина 175/70 Р-13   К-250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А/шины 185/75Р-16С Кама-301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Автокамеры 9,00-20 НК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Авторезина 225*85R 15C  Кама  И-502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Автошины 195/65 R15-91Q TL KAPNOR 5 KL ШИП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Антенна Орион-А 24 актив.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Антенна Орион-А 26 актив.с фильтром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4299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Антенна п/авт.тел.3-х сек. 25.7903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Ареометр для измерен.плотности электролита (549125)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Асбожесть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ПР 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ПР 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ПР 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Микас 7.1 241.3763-62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ЭПХХ 25.3761-01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Бокорезы 180мм (17568)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М10х28 крепления полуоси (с крестом) 0000-00-0350007-00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М8х1,25х20крепления надставки 201456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ящ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4310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Бумага наждачная водост. крас. №600,400 80,100,280,800,1000,1200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 массы 12 В 1312.3737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 свечей накаливания и стартера ВК316Б У-ХЛ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Влагоотделитель (57008)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Воздухораспределитель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Воронка пластм. (537205)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03315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ВСК 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ВСК 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ВСК 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ВСК 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ВСК 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Выкл.габ.фон.и бл.света фар 30.3769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кнопочный ВК 322-У-ХЛ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стоп-сигнала  (ВК12Б)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крыла мотора отопителя МЭ-255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Гайковерт пневматический СР-8252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 сменная*24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 сменная*27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 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 *13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 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 *15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 *16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 *17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сменная*19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сменная*22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сменная*24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сменная*30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сменная*32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торц.10мм (13644)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торц.14мм (13650)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торц.15мм (13652)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торц.19мм (13658)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торц.27мм (13666)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торц.8мм (13640)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Грибок для ремонта шин с клеем 11х60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Гровер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Гровер *20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Гровер *8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Гровер-33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Губка для шлифов.100х70х25мм (75705)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Губка для шлифов.100х70х25мм (75710)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 темпер. воды ТМ-111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аварийного уровня торм. жидкости 101.389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4355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аварийного уровня торм. жидкости 102.389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давления масла ММ355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ММ120Д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положения дросельной заслонки НРК1-8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скорости ВАЗ(квадр.фишка) 352.3843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скорости ГАЗ(квадр.фишка) 355.3843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скорости ГАЗ(кругл.фишка) 351.3843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температуры 234.3828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температуры 19.3828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фаз(аналог 24.3847,25.3847) 49.3855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полировочный (75920)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полировочный (75930)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Доверенность (бланк)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0,5 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0,7 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3т. 2-х плунж. ДГТ3-3913010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5т. Д1-3913010-50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5т.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гидрав.10т.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гидрав.10т. (50325)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гидрав.3,5т. (51045)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гидравл. 12 т Д2-3913010-01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гилравл. 8т. 2-х плунж.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подкатной 2т.  135-355мм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подкатной 2т. Ермак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рычажно-винтовой 0,5т. Ваз-2101,2107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Дублирующий номер "Регион"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Дублирующий номер (Буквы,Цыфры)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Дублирующий номер (основа)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алюминиевая тормоза ф10*25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ф10*28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ф4*10 мм волга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ф4*12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ф4*9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ф5*12 мм газель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ф5*12 мм бычок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ф5*16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ф6*20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алюмин. тормоза ф8*18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Заклепки алюмин. тормоза ф8*24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Заклепки алюмин. тормоза ф8*28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сцепления медная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уплотнения надставки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4399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ф4*6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4400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Заклепка ф4х8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Заклепки медн. сц.(ф.5,5х9мм 24шт., 5,5х10мм 24шт)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заж.Паз,Лаз.(без кл.,с пов.рукоят.) ВК354-01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поршневого пальца(стопорное кольцо пальца) 03306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аварийной остановки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аварийный малый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Знак аварийный мягкий чехол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Золотник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Зубило 200х20 (18782)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Зубило 210х60 (18495)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Зубило 250х25 (18785)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Зубило 300х26 (18788)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Зубило слес. 200мм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проводов ВАЗ-2121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Клав.перекл.77.3709-02.08 77.3709-02.08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Клав.перекл.(освещ.салона) ВК 343-01.08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Клав.переключ.(глав.свет) 00581-00-0003710-000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Клавиш. перекл.(вентилятор отопителя) КАМАЗ 26.3710-23.11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(вент.отопит.) 82.3709-03.09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(вент.отопит.) П147-04.11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(вкл.пер.пр.фары) 82.3709-02.06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перекл.(вент.отопителя) ВК 343-01.12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перекл.(главный свет) ВАЗ-2107 ВК 343-03.43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перекл.(главный свет) Камаз 581.3710-01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перекл.(знак автоп.) ВК 343-02.16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перекл.(знак автопоезда) ВК 343-01.16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перекл.Камаз ВК 343-02.15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перекл.с/оч..ветр.ст.) П147-09.09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переключ.(вент. отоп.) 72.3709-02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переключателя П150-14.10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переключателя П 147-01.03 П147-01.03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переключателя П147-01.17 ТУ 37.003.701-75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переключателя П147-02.17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Клавиша переключателя П147-02.В ТУ 37.003.701-75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Клапан топливный электромагнитный 13.3741.000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Клемма АКБ (свинец)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Клеммы АКБ (латунь)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Клеммы АКБ (латунь) в блист.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балон.Г-образн.17 (142105)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балон.Г-образн.19 (142245)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балонный (14296)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динаметр. до 15 кг НИ-079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кольцевой ударный (14271)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кольцевой ударный (14273)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кольцевой ударный (14274)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4445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кольцевой ударный (14278)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кольцевой ударный (14279)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комбинир.12мм (15156)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комбинир.13мм (15157)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комбинир.15мм (14910)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комбинир.22мм (15166)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комбинир.8мм (14903)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10мм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11мм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12мм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14*14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14мм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17мм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19мм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22мм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24мм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27мм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30мм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комбинированный 32мм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10*12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12*13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12*14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13*14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13*17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14*17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17*19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19*22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19*22 (147645)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24*27 (147775)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24*30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27*30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27*32 (147835)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30*32 (147865)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коленчатый 8*10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накидной на 50 864561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прокачки 10*10*2 Москвич (Автом-2)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прокачки 8*10*2 Москвич (Автом-2)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разводной 375мм (155405)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10*12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10*12 (14323)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11*13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12*13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12*13 (14324)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12*14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13*14 (14325)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4490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13*17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14*17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14*17 (14327)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17*19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17*19 (14328)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17*22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19*22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19*22 (14329)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4499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22*24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24*27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27*30 (14331)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30*32 (14332)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32*36 (14388)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32*36 (14333)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7*8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8*10 (14336)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9*11 (14322)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с карданом 12*12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с карданом 13х13 52730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с карданом 14*14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рожковый с карданом 19*19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свечной-трубка (13721)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свечной-трубка (13724)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свечной*21  с карданом матов. усилен.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торцевой ступичный (14252)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торцевой ступичный (14264)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торцовый (14220)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торцовый 13*14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торцовый 14*14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торцовый 16*16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торцовый 21*21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трубный рычажный (15615)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трубный рычажный (15740)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храповика *38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Ключ-съемник масл.ф-ра (528205)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Ключ-трубка торцевой (13710)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Ключ-трубка торцевой (13712)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Ключ-трубка торцевой (13714)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Ключ-трубка торцевой (13718)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(вентилятора отопителя) Г-3307 85.3710-10.15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аварийной сигнализации 24 В 249.3710-02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Кожкартон (1,2*1,3) 0,8мм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Кожкартон (1,2*1,3) 1,3мм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Кожкартон (1,2*1,3) 2мм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4535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маховика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Колпачек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14*20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ГБЦ 46764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корпуса КПП(прокладка) Т-130 700-40-4786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на КПП резиновое 130-140 46791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на муфту сцепления 21363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под обратн.топливопровод Т-130 д=10*16 мед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пружинное 04205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секции ТНВД (Т-130/170) резина 008*017*5 40738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ф.20 0010578-768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ф.40 14-1701067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ф.45 0010690-768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ф.46,6 1701069-018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ф.6 1107148-008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ф.7 0010879-768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упл.гидравл.системы, уст.отопителя 022-028-36-2-2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уплотнит.(015-018-19-2-2) 401157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22*30 резин. МН 4152-62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40845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гильзы (рез.) Т-130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под трубу 02218 ЧТЗ 16*28 40843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ф.13 0010661-768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ф.14 0010662-768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ф.58.6 0862806-009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Комбинация приборов АР71.3801-01 КД8811-1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Коммутатор (аналог ТК 102А) 132.3774-01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Коммутатор (аналог ТК 102А) 132.3774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Коммутатор (Ст. Оскол) 131.3734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Коммутатор аналог 90.3734 131.3734-01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сцепления "KRAFTTECH" 2108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щеток ВАЗ (Прамо) 341.5205900-02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Компрессометр Орион КМ-02 (бензин,резьбовой)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TORNADO AC580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автом. (58052)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для под.шин (58050)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Конвертер 24/12В(20А) 21.3759-03(20А)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Конвертер 24/12В(30А) 21.3759-05(30А)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 накид.(кольцо большое)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 наруж.(мама без усика)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Косилка КРН 2,1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Краги сварщика (68160)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тройной ПП8-Т   66-71-1104160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Краскораспылитель (57315)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Круг отрезной по металлу (73681)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4580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Кувалда 1000г. (10913)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Кувалда 2кг (10913)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для контурной маркировки V-6701B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щетки с/очистеля СЛ-500302-01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Локера-крыло 670  1/3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4 атм.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9 атм. с дл. ручкой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давления шинный 3 атм.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 МД-216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Манометры от 3 до 9атм. МД14(А)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Маслосъёмные колпачки Г-53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Молоток 0,2 кг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Молоток 0,5 кг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Молоток 0,8 кг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Молоток 431гр.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Молоток-гвоздодер (10450)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Мотонасос омывателя 27.3730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Мотонасос стойка в сб. 12В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 вентилятора отопителя МЭ 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4599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Моторедуктор с/очистителя 172.3730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"Автомобилиста" все а/м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аксессуфров для моек выс.давления (58292)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бит (11301)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бит (11312)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бит (11313)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бит (11314)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бит (11316)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бит (11386)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бит (11392)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головок НИЗ-№1 6гр.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головок НИЗ-№3 6гр.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головок НИЗ-№4 6гр.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инструмента 108пр.(холдер)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инструмента Apelas 45пр.(холдер)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инструмента М-287 (Ока,Ваз)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(11227)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комб.31080 АвтоДело 8пр.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комб.Ермак 12пр. матовые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комбин.11 предм.  8-22мм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комбин.12 предм.  8-27мм ИК-631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комбин.19 предм.  6-24мм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накидных (8шт.) (15332)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рожковый 6-19мм  6шт. (15220)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ключей рожковый 6-24мм  8шт. (15222)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отверток 4 шт. (13395)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4625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отверток 4 шт.(НИЗ№8)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отверток 4 шт.НИЗ(блистер) НИ-077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отверток 5 шт.(НИЗ№9)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отверток 6 шт. (13307)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отверток 7 шт. 64060 TOYA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переходников (57016)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профессион.инструмента 94 предм. 736-039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саморезов 360пред. (48156)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саморезов 750пред. (48160)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сверл (72577)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сверл. 13 пр. 2,0-8,0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шестигранников  (8пр.)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шестигранников  (9пр.) удлин.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шестигранников 10 шт.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шоф.инструмента  №7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шоф.инструмента №1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шоф.инструмента №2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шоф.инструмента №3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шоф.инструмента №4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шоферс.инстр.№2 (13442)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шофрс.инстум. №3 (13451)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Нагнетатель масла 54.49.23.000-01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Нагнетатель масла (4л) 54.49.23.000-01Б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насоса "прищепка"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свечи (чёрный)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шприца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ножной  модерн.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Нож короткий КПРН-03.441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(115875)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ящ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(12112)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(12142)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(12163)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140мм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190мм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2 в1 мал.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комбинир.6х38мм 70802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ударная (11575)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ударная (Автом-2)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ударная (Автом-2) нов.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Отвертка универсальная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соединительная ПС 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Паронит ПМБ 0,8/ 1.0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Паронит ПМБ 0.6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Паронит ПМБ 0.8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Паронит ПМБ 1.0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4670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Паронит ПМБ 1.0 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Пассатижи (Польша)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Пассатижи 160мм АвтоДело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Пассатижи 160мм Ермак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Пассатижи 180 АвтоДело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Пассатижи 180 АвтоДело удл.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Пассатижи 180мм Ермак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Перекл. пов. с/очист. 89.3709-02 аналог П145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Переключ.с/очистит. со стеклоомыват. 4002.3709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37.461007-92 77.3709-02.06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п/рулевой Паз П-105А-03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с/очистит.со стекл. 4012.3709-01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света ТУ37 461007-92 82.3709-01.12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Перемычка АКБ  500мм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Перемычка АКБ 300мм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печки прям. мет.ф.16/18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печки тройн. мет.ф.16/18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печки угловой с рез.ф.16/18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печки угловой ф.16/18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Перчатки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Пистолет для подкачки шин (57322)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замковая  700-31-2125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замковая 31545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Плоскогубцы комбин.160мм (16908)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Подсветка "SABO"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Подставки под машину регул.3т (51623)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Предоранитель (8шт.)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Предохранители цилиндр.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4699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 керамический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 ПР 119СБ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 флажк.(5А-30А) F224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 флажк.(7,5А-30А) РН5248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 флажк.BOSCH 1987529037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Предохранитель штырьевой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Прерыват.контр.лампы РС493РК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Прерыватели указателя поворота ГАЗ, МАЗ, БЕЛАЗ РС-401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2502.3708600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8902.3708.600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вентил.отопит.12В 681.3780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вентил.отопителя 45.3730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вентил.отопителя 62.3730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вентил.отопителя 45.3730-10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вентил.отопителя 12В 68.3730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отопителя 194.3730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4715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отопителя 196.3730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отопителя 493.3730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отопителя МЭ 226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отопителя допол. 197.3730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с/очистителя 96.52051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с/очистителя (с моторедук.) 70.52051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с/очистителя в сб. 92.52051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с/очистителя Зил 62.5205-100 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стеклоочистителя без мотора 2115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Прикуриватель 11.3725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Припой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Пробник электрический (130605)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Провода прикуривателя 200А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Пуско-зарядное устройство (универсал) Т 1017У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К126ГМ-1107910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К126ГМ-1107910 (новинка Пекар)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К135 (новинка Пекар)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К151В-1107910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К151Д-1107910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К151С-1107910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К-151 №1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К-151 №3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К-151 №4/5 1107984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карбюратора К-88 с поплавком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стартера СТ230  ВСК7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трубок полиамидных ф.15/16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трубопровода ВАЗ (Прамо) 2101-5208300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электропроводки,электроприб.и штекерн.соед.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Разъем 931 ПС-300АЗ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Разъем электрический (папа-мама)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Разъем электрический (папа/мама)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Рамка для клавиш 60.3709-116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напряж.со щеточн.узлом 5102.3771.060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Резец токарный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Резинки багажные (54362)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Резинокор. оболочка ОРКО 260-340 О-94(пневмобалон)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блок стартера (аналог 2602.3747) 13.3787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блокировки стартера (аналог 7312.3777-01) 13.3787-01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регул.напряжения 67.3702-04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 напряжения в сб.с ЩУ-ЕвроКамаз Я120М1-02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12 В 70 А Газель 711.3747-02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в сб. с ЩУ Г273В Я120М1-01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напряж.(28В) 7342.3702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напряж.интегр.(28В) 7312.3702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напряжения (аналог 57.3702-01) 121.3772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4760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напряжения в сб.с щеточн.узлом Я112А1-01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10х1018 зуб.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крепления груза 2-4т 10м (полипропилен)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Ремкомплект на насос омывателя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Ремни стяжные  12м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Ремни стяжные 10м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Рессора в сб.Т-170  50-20-103СП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Ролик кондиционера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 700-40-3487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140мм  46849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150мм*17мм*10мм 700-46-2187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Д=50мм 700-46-2141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масляного радиатора 700-46-2180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радиатора верхний/280мм/ Т-130 700-46-2041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радиатора нижний/150мм/ Т-130 700-40-3503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Рукав теплостойкий 22х29 кр.Евро 7406-1118320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Рулетка 7,5х25мм (31006)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ИЖКС 332587.006-01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ускорит.карб. К-135,126,151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Саморезы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Саморезы 3,5х11 (48702)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Саморезы 3,5х11 (48715)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4A3F71" w:rsidRDefault="00C64A03" w:rsidP="00013F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</w:t>
            </w:r>
            <w:r w:rsidRPr="004A3F71">
              <w:rPr>
                <w:rFonts w:ascii="Arial" w:hAnsi="Arial" w:cs="Arial"/>
                <w:sz w:val="16"/>
                <w:szCs w:val="16"/>
                <w:lang w:val="en-US"/>
              </w:rPr>
              <w:t xml:space="preserve"> BRISK  LR17 YC Super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BF6842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4A3F71" w:rsidRDefault="00C64A03" w:rsidP="00013F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</w:t>
            </w:r>
            <w:r w:rsidRPr="004A3F71">
              <w:rPr>
                <w:rFonts w:ascii="Arial" w:hAnsi="Arial" w:cs="Arial"/>
                <w:sz w:val="16"/>
                <w:szCs w:val="16"/>
                <w:lang w:val="en-US"/>
              </w:rPr>
              <w:t xml:space="preserve"> BRISK A-LINE 32/DR 17 YCY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BF6842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BRISK LR17 YS(газ,бензин) газ 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4A3F71" w:rsidRDefault="00C64A03" w:rsidP="00013F8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</w:t>
            </w:r>
            <w:r w:rsidRPr="004A3F71">
              <w:rPr>
                <w:rFonts w:ascii="Arial" w:hAnsi="Arial" w:cs="Arial"/>
                <w:sz w:val="16"/>
                <w:szCs w:val="16"/>
                <w:lang w:val="en-US"/>
              </w:rPr>
              <w:t xml:space="preserve"> BRISK N 17YC Super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BF6842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BRISK N 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BRISK NR 15S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BRISK NR 17 YC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LF 702 /блистер/ газ 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LF 706 /блистер/ газ 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NGK LZTR4A-11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 №6 (406 дв.)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APS А-11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APS А-14 B-2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APS А-17 В-2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LUCAS Волга 3110,Газель с дв.406.1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NGK BKUR6EТ -10  2397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NGK BР6Н  V-LINE №18 (402 дв)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4799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NGK BРR5E  V-LINE №9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NGK BРR6E  V-LINE №11 (2110-99 16клап)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NGK BРR6E  V-LINE №2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NGK V-LINE №4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А-20Д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накаливания 11.721.083 (12v)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4805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Свечи (BOSCH) ГАЗ дв.406  0,9мм платин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Свечи (Yttrium) FR8DC+Газ -406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Свечи L17 Газ-406 (Чехия)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Свечи Газ дв.406 0,9мм платин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Свечи Газ дв.406,405,409  0,8мм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Свечи зажигания NGK №7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ВАЗ 2103-07 С 308/309 УИ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звуковой  С302Д/С303Д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 звуковой УИ 20.3721-01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Сирена YCЗЗ4  6-ти тональная 20W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Скребок квадр. с резин.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Соед.внутр.резьба м.22 ф.10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Соед.внутр.резьба м.22 ф.8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Соед.наруж.резьба м.22 ф.8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Соединит.металл ф.10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Сосок бескам.шин. R-14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Стемянка рессоры задней 516-2912408-В1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150мм (183205)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150мм (183255)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150мм (183305)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150мм (183355)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крестовин (универс.) А-272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крыльчатки помпы Автом(универ.) А-094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масляного фильтра Сервис ключ универс. 70611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масляного фильтра цепной 70610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механич. 150мм (525055)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механич. 75мм (525205)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рулевых тяг "стакан"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Съемник стопорного кольца разж.изогнут. 200мм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Тавотница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 2,5т. с крюками (54373)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 2,5т. с крюками (54371)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 2,5т. с крюками (54377)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 3,5т. с крюками (54373)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 3,5т. с крюками (54379)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 5т. (лента) с крюками (54375)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 5т. с крюк. (54381)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богатырь 5т. лента/2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ГВ 20Д-01/ГВ20В-01/ГВ310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ГВ300-05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ГВ 300-01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спидометра  ГВ 300Ж-01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50-09-132СП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50-09-134СП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50-09-135СП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4850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50-25-189СП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50-26-190СП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Трубопровод 1112.5208310-01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Уголок резьба+резьба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Удлинитель в сб. с головкой ИТ.025 А.050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Фиксатор рез.соед.кр. 6мл.сил.фикс.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переход.ф.6/8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переход.ф.8/10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 для пневм. трубок (прямой) 4мм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 для пневм. трубок (прямой) 6мм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Фитинг соед. для пневм. трубок (прямой) 8мм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оси зеркала 4301-00-8201488-010 04301-00-8201488-010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шруса Ваз-2108 бол.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шруса Ваз-2108 мал.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Центральный переключ.света 531.3709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31308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31312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алюм.ф.10х14х1,5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алюм.ф.14х20х1,5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гроаерная ф.20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Шаровая опора Ваз 01 низ.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Шаровая опора верх. ВАЗ 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Г250Е2.3701050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генератора (Прамо) Г250Е2.3701050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на шприц с наконечн.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без кронш.(35см)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м/к 25см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подкачки м/к 35см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шприца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Шпагат полипропиленовый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кг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Шпильковерт малый 6-10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Шплинт (2*10,3*20,3*40)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Шплинт (5*50,6*60)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вала водяного 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вилки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Шприц рычажно-плунжерный Ш1(300 куб.см) Ш1-3911010-А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Штангециркуль 300мм (316345)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угловой с гайкой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6-ряд.мет. (748685)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по металлу 5-ти рядная (дерев.ручка) БМ 340103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с/о б/к 51см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с/очистителя Ваз-2108 Finwale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со скребком /малая/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ст. б/к RAINBOX  41см/16   RB-004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ст. б/к RAINBOX PREMIUM 33см/13  RB-067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4895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ст. б/к RAINBOX PREMIUM 38см/15  RB-069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ст. б/к RAINBOX PREMIUM 40см/16  RB-070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ст. б/к RAINBOX PREMIUM 43см/17  RB-071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ст. б/к RAINBOX PREMIUM 48см/19   RB-073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4899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ст. б/к RAINBOX PREMIUM 51см/20   RB-074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стеклоочистителя (к-кт 2шт.) ВАЗ2110-2115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с/очистителя Ваз-2108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с/очистителя Г-3110,Г-24 CHAMPION/Х41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стартера(8,8х19,2х14)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стеклоочестителя 2101-07 CHAMPION/X33E/390/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стеклоочистителя 2108-010 CHAMPION/X51E/390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стеклоочистителя ГАЗ-24  CHAMPION /X36E/390/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Электроды ф4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упак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Коммутатор 13.3774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Прерыватели указ.поворота РС-57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-регулятор напряжения 131.3702-01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-регулятор напряжения РР356.3702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-регулятор напряжения РР356-03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13.3702-01 13.3702-01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16.670.263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235.3747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7154 722(24В)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вкл.вент.4-х кон.пластм.30А 98.3747-10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вкл.вент.5-и кон.пластм.20-30А 98.3747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зарядки 87.3702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интегральное Я-112Б/Б1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интегральное Я-112В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интегральноеЯ-148 5А (44.3702)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 мал. 13.3702-01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 Р-131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 Р-22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 Р-362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РС 950 571.3777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РС 950Н 573.3777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РС 950П 572.3777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406/Валдай 711.3747-02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ВАЗ 2110 71.3747-01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ЗИЛ, ГАЗ, ПАЗ, Комбайны РС-507Б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стартера35.3787-20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указ.пов. и авар. сигн. аналог 23.3747,642.3747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указателей поворотов 642.3747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указателей поворотов и аварийной сигнализации аналогРС951А(718.3777)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4937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указателей поворотов и аварийной сигнализации аналогРС950(713.3777)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указателей поворотов и аварийной сигнализации аналогРС950К(714.3777)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указателей поворотов и аварийной сигнализации аналогРС950П(716.3777)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указателей поворотов и аварийной сигнализации аналог6422.3747,231.3747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коленвала задняя дв.245 240-1002305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ПГУ бол.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ф.22 (воротничковая)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ф.22 (глухая)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ф.22 (кольцо)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ф.24 (воротничковая)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ф.25 (воротничковая)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ф28 (кольцо)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ф32 (тарелка)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ф.35 (воротничковая)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ф.38 (глухая)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ф.38 (кольцо)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шаровой опоры 55*75 864130-БРТ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1,2-25*42-2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1,3-38*60-2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100*125 крас. 240-1002055 (5301)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100*125*1,2 240-1002305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100*125*12 /белый/ гидромуфты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100*125*12 чёрн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105*130*12 740-1005160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105*130*12 740-1005160-02-КР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105*130*12 коленвала 740-1005160 бел.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105*130*12 фтор. 740-1005160колен.зад.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105*130*12 фтор.рез. 740-1005160колен.зад.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105*130*2,2 фтор.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110*135*12*2,2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112*136*12 передней ступицы 130-307267п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112*136*14 307267-П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114*145*15 крас.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114*145*15 черн.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115*145*15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115*145*15 баланс.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120*150 5336-3104038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120*150*15-2,2 з/ступицы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128*154*15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4977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128*154*15 кр.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13*38 ПГУ армир.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130*155*10 500А-3104038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130*160*15-2,2 ступицы прицепа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130*162*15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137*180 ступицы Урал 4320-3104034-03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1378160 з/ступицы 375-3104033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 140*168*16 крас. задней ступицы 864130-к НИП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140*170 386 236.1005160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Сальник142*168-16 ЕВРО задней ступицы 65115-3104018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142*168*16 з/ступицы /кр./ 864130-БРТ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142*168*16 зад.ступицы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150*180*15-1,2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154*128*15 864136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16*30*7 привода маслозак.насоса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160*190*15-2,2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17*32*7 помпы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2,2-67*95 КПП 307606-П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2,2-92*120-3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2,2-98*127 307232-П (307284-П)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2,3-64-95-2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2.2-130*160 255Б-3104036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4999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2.2-85*110 5336-2402052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2.2.-75*102-2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20*40*10-1,2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20*42*10 740-1029240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22х34,5х6 углов. редуктора 864113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22х34,5х6 углов. редуктора/крас./ 864113К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22*40*10 864113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23х35х7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23,8*46*10\11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24*40*2,2 компрессора Паз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25*35*7 ТНВД Евро кр. 21251-3401070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25*42 КПП(красная) 14-1701340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28*45*10 33-1121066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30*44*1,1 пневмоусил.торм. 375-3401022-01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30*50*-1,2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30*52*10-1,2 распред.ГУР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30*56*10*10-2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32х44х10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32*47 ТНВД 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34*50*10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35*48*7 31029-1701043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35*58*10-1,2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38*56*10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5022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38х58*10-1,2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38*60*10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40*60810-1,2 ступицы прицепа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40*62*10-1,2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42х58х10 камаз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42*58*10 сошки Гура /кр./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42*62 1,2 КПП Зил 309827-П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42*62*10  коленвала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42*62*10 первичного вала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42*64*10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42*68*2,2 20-1701210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42*68*2,2 кр. 3741-1701210к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ред-ра з/моста (РЕЗИНОТЕХ) красн. упак. 24-2402052 00024-10-2402052-009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45*60*7 /красн./ 14-1701238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45*60*7 1,2 Евро фтор 7406-1111242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45*64*8 14-1701230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45*64*8 КПП/красная/ 14-1701230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45х65*10-1,2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50х70*10-2,2 Гура 240-1002055 (5301)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50*80*10 кр.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51х76 КПП Газ-53 51-1701210А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51х76 КПП  Газ-53 кр. 51-1701210А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раздатки 51х76х10 (Газ 3308.33081) 66 1-1802175 00066-01-1802175-000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52*72-1,2 ступицы переднего колеса Газ 3110 2401060 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54*95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55*70*8/кр./ 406-1005034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55*75*10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55*80  перед.крышки в обойме ГАЗ-53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55*80*1,2 кр. 53-1005034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55*80*10-1,2 перед.коленв. в обойме 51-1005034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55*82*10*15,5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55*82*2,2 хвостовика Г-53 51-2402052-54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57,2*76*8 сальник сошки 864190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58*84 КПП ЗИЛ 309860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60*82*1,2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60*85*10-1,2 ступицы УАЗ 3741-3103038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62*93-2,2 хвостовика ЗИЛ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64*95*10 к\вала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65*15 3104017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65*90*10 зад. ступицы ( 5434-2304130) красн. упак.53-3103038 00053-00-3103038-009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65*90*2,2 5434-2304130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67*95*12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5064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70*92*12 хвостовика левый\правый 864176\864180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70*92*12*16 диферен. 864180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70*92*12*16 диферен./белый/ 864176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70*92*12*16 диферен./красный/ 864176-к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70*92*12*16 диферен.фтор 864180-ф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70*92*12*16 силикон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75*100 кр.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75*100*10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75*102*10*12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75*102*10*2,2 /кр./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75*94*10 33-1121090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80*100*10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80*105(2,2) редуктора 8752-79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80*105*10-2,2 коленвала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80*105*10*14-1,2 хвостовика Евро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85*110*12-1,2 хвостовика 5432-2402052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85*110*12-1,2 хвостовика СК 5432-2402052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85*135*14/12 мал. ступицы Евро 53205-3104040-10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92*120-1,2 перд.ступицы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95*130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95*130*12 51-3104038-В2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95*130*2,2 зад.ступ.кр.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98*127*12/14 задней ступицы"Бычок"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балансира 145*115*15 Д 864118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вторичного вала КПП ГАЗ-3307 (51*76*9,5) 00051-00-1701210-010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головки подвода воздуха 4310-103124025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зад. ступицы Г-53 51-3104038-32 00051-00-3104038-032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пер. ступ.154*128*15 864136-к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поворотного кулака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удлинителя КПП (РЕЗИНОТЕХНИКА) красн. упак. 24-1701210 00024-00-1701210-007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хвостовика редукторный 3741-1701210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 3626 К-кт прокладок перед.вед.моста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№1506 Р/к конечной передачи пер.вед.моста ПВМ Т-40/м/ам/анм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№1824 Р/к механизма блокировки дифференциала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№1830 Р/к пер.ведущ.моста кон.перед.(полный) Т-40М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5099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№2006 Р/к направл. втулок штанг клап.(19шт.) Т-40 2006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№2108 Р/набор упл.колец фор.СМД-60,Д-240,Т-150,МТЗ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№2112 Р/набор уплотнение форсунки Д-240 н/о МТЗ-80А/82/100/102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№304 Р/к гидрораспред. Р-160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№3608 К-кт прокладок двигателя СМД-60 ..72 (Т-150)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№423 Р/к г/цилиндра натяжения гусеницы (манж.рез.) Т-170, Т-130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№715 Р/к сервомеханизм муфты сцепления Т-150К, Т-151К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5106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Автосцепка АС-1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36-1104787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длинный 240-1002047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задней ступицы МТЗ 50-3104028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короткий 240-1002047-01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крепл. маховика 50-1005127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зад. колеса 40-3104021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колеса 40-3103016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шкива к/вала 50-1005054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пов.угольника 240-1111103-А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серьги 50-4605086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шатуна 50-1004182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хода сжатия пер. 5301-2902624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4-х лоп. 240-1308040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раскоса А61.02.100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центральной тяги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 стоп    ВК854БУ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Водило с сателитом 70-4202060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Встряхиватель в сборе КНТ 30.140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Встряхиватель КНТ 32.205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80-3401070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70-3001101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70-3001102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50-3405026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72-2209012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бруса 40-3001022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направ.клапана 240-1007032 Б-01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оси тяг 50-4605047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оси тяг (шайба) 50-4605068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шатуна 240-1004115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шлицевая (звездочка) 150К-10,012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Выкл.стоп сигнала ВК-10Б Лиаз,Зил,Трактора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ВК-12-2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задней ступицы 36-3104019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крепления заднего колеса 40-3104019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оси тяг А 04.02.020-01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перед.ступицы 40-3103017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 гол.СМД-14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гол.СМД-60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ГБЦ Д-243 в сб. 240-1003012-А1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Гидроусилитель в сб. МТЗ 70-3400020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Гильза+поршень 240-1000104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Гильза+поршень+р/к 01М-01с10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Гильза+поршень+р/к Д65-1000108 (Г245)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ГМШ 32-3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Гнездо длинное 70-1701186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Гнездо МТЗ 50-1701186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в сб. с клапанами Д37М-10030008-Б5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ножа (Нива)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ПД-10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шприца Ш1 Ш1-3911121-СБ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Горловина маслоз.с крышкой 240-1002115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Гусеница правая/левая 150.34.001/002А-01СБ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блокировки 70-4801010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блокировки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топл.(МТЗ) ДУМП-19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Диафрагма муфты блокировки 70-2409021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тормозной (Тюмень) 50-3502040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тормозной МТЗ-70 70-3502040-03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тормозной МТЗ-85 85-3502040-03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Доска полевая ПНЧС 502.А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Замок-включатель ВК856 У-ХЛ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в сборе КНТ 30.130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КНТ 31.104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натяжного устройства КСВ 06.429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основного вала (15зубов) Н22.030.32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Звездочка основного вала (22 зуба) Н22.030.38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Золотник камеры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Золотники для камер 13,6 х 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двигателя ЮМЗ,Д-65 пол.(19 наимен.)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на двигатель полный (29 наимен.) СМД-14-24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трубок топл. выс. давл. к-т ( 4шт) 240-1104300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шестерен 50-2403014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прокладок (сцепл.КПП,раздатка) МТЗ-80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Клин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вентилятора Т-40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рабочего тормоза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рабочего тормоза больш. 85-3502035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Кольца уплот.фланца гидронасоса НШ К-700,701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Кольца уплотнительные Д-240, Д-65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Кольца уплотнительные СМД-17/18, 14/15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Кольца фланц.упл. распределителя  Р-80 МТЗ,ЮМЗ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Кольца фланц.упл.насосов НШ-10Е,50У ДТ-75 205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гильзы МТЗ,ЮМЗ 245-1002022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муфты сцепления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резиновое пер.редуктора 52-2308091-4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 фторопл.вставкой 245-1111020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гильзы 50-1002022-01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уплотнительное форсунки 240-1111036-Б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(Специалист) 260-1000104-А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5196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(Специалист)(г.п.,к/у) 260-1000104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Агро 20-03с8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Агро 22-03с8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5199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СМД-22 (г.п.) 22-01с15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Компрессор МТЗ, "Бычок" А 29.05.000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КР-2 (ПС7)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КР-29 (ВС-11)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топливн.бака ПП6-1 (КР-25)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тормозной 80-3514010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Краник бензиновый ПД КР-12Д ( ПП3)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крыла вертикальный под ГУР 82-8403016-Б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опоры МТЗ 72-2209011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отводки МТЗ 50-1601172А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задн. МТЗ нов. каб.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пер.широкое лев.СБ (2кр) 80-8403010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вод.насоса 240-1307074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ВОМ н/о 80-4202020 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ВОМ с/о 70-4202020 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головки 240-1003032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полуоси МТЗ 50-2407028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привода ПД (без рычага) 50-1024111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радиатора(пробка) А21.01.270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выдвижной МТЗ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Лапа АСМ 00122 (330мм)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Лапа АСМ 00130 (270мм)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Лапа культиватора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Лапка сцепления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Лапка сцепления СМД-60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Лемех ПЛЖ 31702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ВОМ 50-4202100А1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ВОМ (плетенка) 70-4202100-А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ВОМ (шашечки) 70-4202100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с накладкой 50-4202100 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Лонжерон  прав. 80-2801050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Лонжерон левый 80-2801060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Магнето М124-Б3  Беларусь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водяного насоса 240-1307030 СБ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клапана в сб. 240-1007020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Манжета уплотнительная клапана 240-1007020 00240-00-1007020-000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Маслоприемник 240-1402010-А3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Маслопровод ГУРа трубка пластик 50-3407080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Маслопровод компрессора 240-3509150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Маслопровод компрессора 240-3509150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(стартер) 240-1005114-А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коромысел в сб. 240-1007100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5241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передачи ПД Д-65-1015101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Моноциклон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МТЗ-80 А35.32.000А-01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МТЗ-80 А-35.32.000А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60-26002.20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35 зуб. 240-1403010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подкачивающий УТН-3-1106010-1/А4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подкачивающий УТН-3-1106010/А4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подкачивающий топливный РНМ-1КРУ4 700.11.00.130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предпусковой 37.1141010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РНМ-1К (700.1100130)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Насос-дозатор (КС-6Б)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Насосная секция СВД 57.1111010 Д-144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Насосная секция СВД 58.1111010 Ф.10мм СМД-60,62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картера МТЗ 50-1002040(42,45)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промежуточная 72-2209010 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Отвал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Отводка без подшипника 50-1601185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Отводка с подшипником 50-1601180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крепления вилки А61.10.002 50-4605072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маховика Д-240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навески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50-1004042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50-1004042-А1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СМД-20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СМД-60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поршня 50-1004042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поршня Д-24026Л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с гайкой МТЗ (навески)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(8шт.) трактор Т-150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к-кт (8шт) К-701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трактор СМД, ДТ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МТЗ верх. 70-1303001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радиатора МТЗ нижн. 50-1303062-Б2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термостата МТЗ 50-1306028 Б2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Ф42 L100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Ф60 L110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Ф60 L195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ПКП-1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32/32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36/36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блокировки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МТЗ 240-1008021Б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Плита в сб.компрессора А29.03.040-35090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Пневмопереходник А29.66.000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5286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ЗКК 30*35*46Е (082 лист)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осн. саттелита ЗКК 20*26*34Е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Поперечина 80-4605025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ПД Д 24.023.Н1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ПД-10 Р-1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СМД-22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гидронасоса в сб. 240-1022030-02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ножа КСК-100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тахоспидометра ПТ-3802010,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топливного бака 50-1103010В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коллектора ДТ-75 ( к-т 4 шт.) ДТ-75 ( СМД-18)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Проушина МТЗ 70-4605048-1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клапана внутренняя 240-1007046-А1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5299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клапана малая 240-1007046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отж. рычага ст.об. 50-1601083-Б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отж. рычага ЮМЗ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подвески 50-3001022А1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торм. ( 5-витков) 77.38.163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Пусковой двигатель (дублер) 350.03.010.12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Пусковой двигатель ПД-10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Пусковой механизм ( дублер) 350.03.010.11/12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с пружиной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стояночного тормоза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А-41,СМД-14-22  с/о 903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водяного насоса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втулки грохота (4шт) №2931 РСМ-10.01.06.005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втулок грохота СК-5 " Нива" 44Б-00239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ковша №1102 ЭО-2621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ковша экскаватора  №1101 ЭО-2621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ковша экскаватора №1115 ЭО-2621-В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одноштоковый №810 ПФ-0,8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опоры №1104 ЭО-2621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опоры №809 ПФ-0,8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отвала №1101 ЭО-2621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поворота стрелы №1106 ЭО-2621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поворота стрелы №1118 ЭО-2621-В3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подъема рамы №823 ПС-0,5.ПС-0,8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подъема стрелы №1111 ЭО-2621-В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 рукоятки №1110 ЭО-2621-В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г/цил-ра подьема стрелы  140*90*1000(рез)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г/цил.вариат.барабана №2910 РСМ-10.09.01.010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г/цил.ходового вариатора №2601 54-154-3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г/цилиндра опоры ЭО-2621-А №1127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г/цилиндра отвала ЭО-2621-В №1109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г/цилиндра подъема стрелы ЭО-2621 1105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5331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гидроусилителя ПЭА 1,0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гидроусилителя руля (не полный) ПЭА 1,0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гидроусилителя тормоз.систем ( не полный) ПЭА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гидроц.отвала бульдозера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поворот.выгруз.штека Дон ГЦ 63.500.16000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поворота колонны ПЭА -1,0 "Карпатец"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поворота ЦС-125 К 701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подъема мотовилы Дон-1500 ГА-81.000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подъёма кузова 5 шток ЗИЛ-130-ММЗ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с наконечником Нива Га-25000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ЦС-125(поворотный) К-701 408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ЦС-40 Т-30 430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ЦС-55 ЦС-55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гидроцилиндра ЦС-75 ЦС-75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 К-701-700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 МТЗ-80 полн.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ГУР Т-40  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двигатель пуск.ПД-10 МТЗ 1002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з/мост(без манжет) Т-150К 1817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з/мост(полный) Т-150(гус) 1813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з/моста Т-40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заднего моста,конечной передачи(полный) МТЗ 1807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кольца фланц.уплотнений №2908 ГСТ-90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корзины сцепления ЮМЗ (мал.)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 №1305 Т-150К,Т-151К,Т-150(гус)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 К-700 К-700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 Т-150 К, Т-150 ГУС Т-150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мех. пов. и муфты сцепл. (сервопривод)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наконечников МТЗ 50-3003010А4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направляющего колеса Т-150 ГУС Т-150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НШ 100А ЭО2621,К-700,К-701 108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НШ-10 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передний-задний мост(без манжет) Т-150К 1818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передний-задний мост(без манжет) Т-151К 1819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передний-задний мост(полный) Т-150К 1811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поддержив.ролика Т-150 ГУС Т-150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двиг. Т-150,СМД-60 3039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двиг.полн. Д-240,МТЗ,Бычок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двигателя Т-40,Д-144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двигателя  Д-21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двигателя А-41 3035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двигателя Д-160 (Т-130,Т-170) полн. 3042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ПСЕ-12,5 504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Р-200 (Саранск) №212 ЭО-2621В-3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Р-80  3/1 (с пласт.кольц.) МТЗ,ЮМЗ,ДТ-75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5376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раздаточной коробки Т-40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распред.Р-160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реверс-редуктора ДТ-75/МВ/БВ/В/М/МЛ 1909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ремонта катка каретки ДТ-75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ремонта катка Т-150 Т-150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рулевого наконечника Т-25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рулевой колонки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ТКР 8,5   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 Д-240,Д-65 (с/о,н/о) МТЗ,ЮМЗ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 Д-240,Д-65 (с/о,н/о) +прокладки 2011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ТНВД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ТННД подкачки Д-240;Д-65 МТЗ,ЮМЗ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тормозов МТЗ-80/82/80А/82А/100/102 1963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уплотн.коренного подшипника дв. Д-65 ЮМЗ 1904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уплотнен.поддона Д-240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уплотнен.форсунки Д-240,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уплотнительных колец гильзы Д-240,Д-65 Д-240,Д-65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фланцевых колец насоса НШ Нива, Енисей Ск 5М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цилиндра подъема жатки "Дон" РСМ-10.09.02.100Б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ЦС-100 МТЗ,ЮМЗ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ЦС-100 МТЗ,ЮМЗ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ЦС-50 (поворотный) ЮМЗ-80/82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элементов гибкой муфты ЮМЗ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5399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Раскос 50-4605012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давления А29.51.000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Резина 6*9 (погрузчик)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Рейка ГУР 70-3405022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ГБ-1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РС-710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Реле-регулятор 442.3702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картера (дл.)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картера (кор)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картера задний 50-1401065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картера передний 50-1401059 В1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Серьга А-61.09.002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Серьга центр.тяги 70-4605330-Б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Стакан 50-1701255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Стакан выжимного подшипника 150.21.222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Стартер пуск.двиг.  925.3708/аналог СТ-362/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задн. с болт 50-3104010 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КНТ 34.101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пер. с под-ком с болт. 70-3103010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Стяжка 50-4605115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Стяжка телескопическая (МТЗ-920) 80-4605280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клапана 50-1007053 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5421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Тахоспидометр АР 70.3813 (КД 8083) МТЗ 1221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Термопара ТД-200 (вода) УТ-200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ТКР 7Н-1К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ТКР-8,5 Н1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ТКР-8,5 С1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ТНВД Д-144 (секц)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ТНВД Д-243/240 4УТНИ 1111005-20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ТННД в сб. CD3M 3554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ТННД в сб.Д-260 37.1106010-10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ТННД в сборе Т-150 НД16с30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ТННД МТЗ УТН-3.1106010-1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Толкатель 240-1007375 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Толкатель клапана ГАЗ-3308,3309, ЗИЛ-5301 дв ММЗ (4шт) 00240-00-1007375-011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Топливопровод (на форсунки) 240-1104320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Топливопровод кор. 240-1104160-02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Топливопровод обр. 70-1104180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шкворня новая 72-2308030 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давления масла Т-40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давления масла ЮМЗ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топл. высокого давления прямая 240-1104300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топливная длинная 240-1104160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Турбокомпрессор ТКР-60-13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Турбокомпрессор ТКР-700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Турбокомпрессор ТКР-90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Угольник с гайкой 240-1104115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давл. возд. МТТ-10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давления воздуха МД-226 (МТТ-10)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давления масла МТТ-6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темп. масла с датч. УТ-201Д 1,8м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темпер.воды с датч.УТ-200Д Трактора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форсунки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Управление редукт. 70-1723010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Хвостовик (21шл) 1522-4202017Б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Хвостовик 8 шлиц. 80-4202019Б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Цапфа левая 70-3001085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Цапфа правая 70-3001085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ГУРа 70-3405015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силовой ДТ-75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силовой с/м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силовой Т-40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ЦС-100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Червяк ГУРа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(А-35.32.005-Б) 50-3003019А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КПП 70-1702236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5465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торм.кожуха 50-3502202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текстол.ТНВД 240-1029276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50-1701183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к/вала МТЗ 1-руч. 240-1005131 Б1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тормозка ДТ-75 77.36.102-1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гибкий к передним тормозным камерам 200-3506060-Б1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Шпонка з/ступицы МТЗ 50-3104016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240-1007310-Б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ввертный насоса дозатора МТЗ ф 20/22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проходной  27/24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проходной  27/27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проходной  32/24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проходной 24/19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проходной  24/24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проходной РВД 32/32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топл. двойной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топл.обрат. 240-1111112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стартера МТЗ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Автобар УАЗ-469 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масляный УАЗ-469,3741 KNU-2905006-71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передний газомасляный УАЗ-3162,3163 KNU-2905006-71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Бензозаборник 469-1104010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Бензозаборник дополнит.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контрольных ламп 43.3803-10 3151-20-3803010-10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предохранителей 469-3722010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Блок управления экономайзером принуд. хол .хода 025.3761-02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карданный (чёрный) с телом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карданный белый 201518-П29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корпуса дифференциала 201509-П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бампера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гл. пары редук.моста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корзины сцеп. 290654-П8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маховика н/о 4173.1005127-01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крепления подшипника пром.вала 3151-1701077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5499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Болт шатуна 13-1004062-Б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колеса передний левый УАЗ-3160 03160-00-8404321-000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левый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передний резиновый 452/469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правый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резин.задн. с кроншт. в сб. 469-5107510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резин.задн. с кроншт. в сб. 469-5107511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резин.пер. с кроншт. в сб. 469-00-1101122-00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Брызговик топливного бака УАЗ-3151 (метал.) 3151-00-1101127-00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5508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Буфер рессоры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Вакуумный усилитель 3151-00-3510010-00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Вакуумный усилитель 3151-95-3510010-95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(пластм.)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Вентилятор металлический 3151-00-1308010-01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Винт крепления барабана 290605-П29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Вкладыш шкворня 3160-00-2304023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Воздухозаборник 469 малый "Скат"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Воздухозаборник №2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Воздухозаборник №3 /универс./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Вольтметр 22069-3812010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451-2905432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амортизатора кр. 451-2905432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зажимная 3160-00-2304016-00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направл. клапана впускного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направляющего клапана выпускного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педали тормоза 3741-00-3504012-00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продольной штанги 3160-2909033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3160-00-2402029-00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3741-00-2402029-00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распорная вторичного вала 69-1701142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распредвала 1000103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3151-2902028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00469-00-2902028-006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469-2902028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красная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рессоры полиуретан 469-2902028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сальника полуоси 0069-00-2401025-00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стартера малого 469-3708402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шатуна (УМЗ) 21-1004052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шкворня (медная) 452-2304016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Выключ.авар.сигн.7 кон. 3151-20-3710040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Выключатель ВК-12Б света "стоп" 0469-3720010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Газопровод (коллектор) 417.1008010-02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колеса 20-3101040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колесная 3151-00-3101040-00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М-12х1,25 421-1003095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М-18*1,5 оси рессоры 250562-П29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М-8*1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М10 крепления хомута б/бака 0469-00-1101142-00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М16*1,5 с фланцем 3160-2304103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пальца рулевого наконечника 250978-П29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подшипника первичного 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подшипника пром.вала 3741-1701067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подшипника ступицы 0069-2401052-00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5553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приемной трубы 250536-П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регул.лапки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стремянки 250684-П29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фланца РК 452-1802078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хвостовика 292917-П8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Гайка шпильки ГБЦ (М11)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Гидромуфта (без вентилятора) 3741-1308070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Гидромуфта (с вентилятором) 3741-1308070/10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Гильза, поршень, палец поршневой (УМЗ) 417.1000114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100 л.с. 421.1003010-11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блока Газель (АИ-92) в сб. и уст.к-т (УМЗ)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Головка блоков цилиндров с седл. 421.1003012-40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сцепления 469-1602300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ГЦС УАЗ-3741 (Фенокс)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ГЦС УАЗ-452 (АДС) 3741-1602300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ГЦС УАЗ-469 (АДС) 469-1602300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б/б 469-БМ142-38806600Д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б/бака 452-БМ142-3880660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ВК стоп ВК-415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ВК-412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з/хода ВК-418 ВК-418-37166000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сигнального устройства ВК-424 424-3720000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температуры воды ТМ-111-09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уровня топлива (БМ 142) 51.3827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Дверь задн.крыши 469-31-5701320-00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Дверь задняя левая 3151-40-6200019-00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Дверь задняя левая 452 0451-00-6320013-00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Дверь задняя правая 452 0451-00-6320012-00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Дверь перед.прав. 3151-40-6100018-00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Дверь правая грунтованная 452-50-6100012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Демпфер к/вала (УМЗ) 420.1005070-01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Демпфер к/вала Евро-3 4213.1005070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запасного колеса 469 3151-00-3105010-00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колодок (солдатик)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манжеты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Держатель манжеты (УМЗ) 4173.1005160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Дефлектор Хантер (4шт.)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Диафрагма регул.раздраж. 417.1014090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тормозной EXPERT УАЗ 3160 3501076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Диск тормозной передний "Золотая серия" 3160-00-3501076-96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Домкрат СЭД-2 452-3913010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Жалюзи радиатора 469-1310110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Жгут проводов основной №1 3163-00-3724010-20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Жгут проводов Уаз-452,3741 03741-00-0000000-000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Жиклер омывателя (пластмас.) 3151-5208020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5598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отверстия порога пола 0469-5101290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5599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Заглушка подшипника пром. вала КПП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Задвижка задней двери 00451-10-10-6323200-000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"люкс" (установочный комплект)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"люкс" левый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бардачка УАЗ-452 451Д 5303052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31514 люкс пр. 3151-77-6105100-00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452 с дл.тяг.лев. н/о 3741-00-6105013-00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452 с дл.тяг.прав. н/о 3741-00-6105012-00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задка 452 внутр. 0451-10-6323012-00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левый/правый 469-6105013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левый Уаз-469 (с/о) 0469-00-6105013-04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с длинной тягой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двери с короткой тягой 452-6105012-13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23.3704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люкс 3151-90-3704005-95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зажигания УАЗ 31514,31519 3704010-10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капота "Люкс"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двери 452-6105040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двери 469 лев. "люкс" 3151-77-6105091-00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двери 469 прав. "люкс" 3151-77-6105090-00,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задвижки замка крыши 0469-31-5706104-00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задней двери нижн. 452-6323110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замка 452 н/о левый 3741-00-6105041-00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замка 452 н/о правая 3741-00-6105040-00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замка 452 с/о 0450-00-6105040-00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Защелка замка 469 с/о 0469-00-6105104-00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УАЗ-452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(4 шт.) (Санкт-Петербург)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задняя УАЗ-452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крыла передняя УАЗ-452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Защита крыльев УАЗ-452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31514 люкс левое 3151-00-8201503-00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31514 люкс правое 3151-00-8201502-00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452 пластм. 3741-00-8201006/07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469 с/о (без кронштейна) 452-8201005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с/о 469-8201005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колец синхронизатора (2шт.) 42020.451-1701164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крепления заднего бампера 469/452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крепления клапанной крышки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прокладок 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флажка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Кенгурин "СИМБИР"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для гаек колеса (балонник) 3151-3901440-10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5643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для прокачки тормозов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свечной 31512-3901476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свечной длинный*21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ступичный 3151-3901143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Ключ шкворня 3160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"бардачка" 451Д-5303052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Кнопка переключения б/бака 3832,3710-10,11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Коврик багажника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Коврики салона 469 люкс с багажн.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заднего колеса 00451-10-5107224-000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перед. колеса 452 лев. в сб. 451-505107215-10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подрулевой верхний 31514-3401107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Кожух подрулевой нижний 31514-3401108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Колонка рулевая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Колонка рулевая 469 с труб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Колпак ступицы 0452-3103065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вала крышки 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приёмной трубы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крестовины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первичного вала малое 3151-220104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стопорное подшипника 3056207 0452-00-1701192-00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уплотнит. под гильзу 21-1002024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уплотнит.РТЦ д.32 силикон 3151-3502051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упорн.подш.ступицы колеса 0069-00-3103024-00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упорное шест. 3-й пер. с/о 0451-50-1701158-00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Кольцо шкворня с/о.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прокладок пов.кулака(с сальн.)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ручек (КПП, РК)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сцепления"Эксперт"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щеток ВАЗ,УАЗ 322.5205900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Комплект щеток ВАЗ,УАЗ 321.5205900-05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Конденсатор трамблёра Р30-3706400-А2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Контактная группа замка заж.люкс 3151-90-3704011-00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Коромысло 13-1007114-04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Корпус воздушного фильтра 3151-20-1109052-00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масл. радиатора 3151-1013140-01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отопителя ф.18/20(Пекар) 3741-8101400-18/20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перекл. б/б 3741-1101060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сливной р-ра в сб.ПС 7-2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Кран топливный в сб. ПП6-2 69-1104160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Крепление запасного колеса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Крепление картера моста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Крепление корзины сцеплен.к маховику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Крепление крышки коромысел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Крепление крышки шкворня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5688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бачка гидроусилителя рулевого управления 03151-40-3410014-010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запора рамки лобового стекла 31514-5201131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запора рамки лобового стекла 31514-5201130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крепл. брызговика 469 перед.лев. 3151-00-1101127-00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крепл.приемной трубы 469 3151-20-1203025-00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воздушного фильтра н/о 00315-12-1109138-010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генератора 451м-3701059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крепления тросика 421.1107830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подвески глушителя 2360-00-1203041-00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пром. рычагов больш. 451-1703103-31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пром. рычагов малый 452-1804100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5699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серьги рессоры 0469-00-2902444-92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Кронштейн фароискателя 3151-00-3711100-00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перед. прав.469 грунт. 0469-008403010-00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Крыло перед.левое 469 грун. 0469-00-8403011-00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водяного насоса (УМЗ) 421.1307032-04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Крыльчатка отопителя мал. 0452-00-8101462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б/бака (Ваз-2108) с ключом Хантер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бачка ГЦС 452 452 2101-3505112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бачка ГЦС панели приборов 0452-00-5301140-00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бачка сцепления 469 3151-00-3505110-00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бачка сцепления декоратив. 452-5301140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двигателя передняя 00421-1002060-020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капота 452 0452-508402108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коромысел (УМЗ) 421.1007230-10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корпуса термостата 4021.1306032-20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корпуса термостата 90л.с. 451-1307101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кронштейна рессоры 0451-50-2902450-92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люка пола "черепаха" КПП в сб. 469-5113020/21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люка пола перед.в сб. 469-5113010/11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механизма РК 452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механизма РК-469 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перед.подшипника н/о 0469-00-1701068-00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подшипника первич.вала 3151-1701041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подшипника первичного вала с/о 0451-50-1701040-00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распр.шестеренУМЗ-4215 с сал. 4215.1002058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расширительного бачка мет.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Крюк буксиров.(под шар) Уаз-452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Кулак поворотный 452 правый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Кулиса /ОАО УАЗ/ 3741-1703010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Кулиса 452 3741-1703010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Лапка сцепления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Лапки сцепления н/о 21-1601094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крепления б/бака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5732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Лента стеклоочистителя (силикон)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Личинка замка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Маслонасос УМЗ-451М 4216.1011009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Маслоотраж. под-ка вт..вала 0452-00-1701193-00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Маслоотраж. под-ка пер..вала 0451-50-1701035-00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Маслоотражатель вала з/моста РК 69-000 1802077.00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Масляный насос 451М-1011009-02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4173.1005115-40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90 л.с.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Маховик с ободом УМЗ-4218  10л.с.(унив.) 4173-1005115-20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в сб.(кулиса) 3741-00-1703010-00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452 н/о (4-х синхр.) 3741-1702010-11Р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452 с/о 3741-00-1702010-00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469 н/о 0469-00-1702010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469 с/о 0469-00-1702010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пер.кпп "крышка" 452 н/о 03741-00-1702010-011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переключения передач РК в сборе 03160-00-1803010-000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разжимного стоян. тормоза ВК451-3507001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регулировочный стояночного тормоза 451-3507002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РК 452-1803010-01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Механизм рулевого управления  ХАНТЕР 453461.133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Молдинги крыши вкруговую 31512 (7шт.)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Монтажка двухсторонняя 469-3901272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Набор крепеж.клапанной крышки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Надставка двери передняя УАЗ-469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Надставка панели приборов 3151-40-5325384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петли ветрового окна 0469-00-5202060-00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петли нижней лев./пр. 3151-40-8212204/05-00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рессоры 469 (451-2912412-02)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ручки открывания двери наруж.(декор.) УАЗ УАЗ-469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Накладка ручного тормоза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Наклейка запасного колеса Хантер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прав./лев. 469-3414056/57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тяги в сб. левый (АДС) 469-3414057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рулевой тяги в сб. правый (АДС) 469-3414057-01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тяги акселер. 0469-00-1108055-01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ГУРА 3160 453471.094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Насос масляный с маслоприемником (УМЗ) 451м-1011009-02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Натяжитель ремня  генератора 4216.1308110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Ниппель датчика давления масла 451М-1002182-01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Обивка боковой панели крыши 3151-40-5702151/50-01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Обивка двери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5776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Обивка потолка 3741,2206 452-5702010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Обивка шумоиз.капота пр. 3151-00-8412010-00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Облицовка 469 3151-8401108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Обмотка стартера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Обод зубчатый маховика 21А-1005125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Обойма подушки стабилизатора 03160-00-2906045-000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Ограничитель двери 0469-00-6106082-00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Ограничитель двери 0452-00-6106082-00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двигателя 3160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шар.пов.кул.пер.моста 03162-00-2304012-000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шаровая 3162-00-2304012-00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шаровая в сб. 452-2304012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П/помпа алюм. 21-1307010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П/помпа Чугун 21-1307010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на тягу КПП 452 зад. 451Д-1703139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на тягу КПП 452 перед. 451Д-1703139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Палец поршневой 21-1004020-14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боковины 31514 под крышу лев. 3151-40-5401059-10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Панель боковины 31514 под крышу прав. 3151-40-5401058-00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к-кт (3шт.) 462-1303010/25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к-кт (5шт.) УАЗ-100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р-ра 100л.с.(5шт.)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р-ра 3302 ЗМЗ-406"АДС" (5шт.) №085-03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5799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Патрубки р-ра 90 л.с.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верхний 451-1303010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Патрубок нижний 451-1303027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Педаль газа (валик акселер.) 3151-20-1108016-00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Переключ.указ.повор.Уаз П 110А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омывателя П-315 3741-00-3709030-00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отопит.тумблер 3802.3710-10 31512-3710040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отопит.тумблер ВК-26 3151-00-3710020-00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поворотов 3160-00-3709005-00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подрулевой 3153-3709005-01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подрулевой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с/очистителя 3741-3709040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Переключатель с/очистителя с/о 3741-3709040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воздушного фильтра (УМЗ) 417.1109130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карбюратора 417.1107105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карбюратора 151 417.1109130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Переходник карбюратора К-135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Петля двери 469 на крышу 469-31-5705010-00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Петля капота 469 469-8407012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Пистон крепления обивки 2206-5402254/56-01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Пистон-кнопка фиксатора обивки 3160-6102053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Планка  установочная генератора 421/4215.3701035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5821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агрегата 452 3741-1701008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агрегата 469 3151-00-1180180-00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агрегата 469 469-00-1801008-00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Пластина КПП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Подиум 469 (2шт.)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Подиум верх.под маг.и кол.469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Подкладка задней рессоры 452-00-2912422-02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агрегата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двигателя 00469-00-1001020-000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крепления глушителя "Люкс" 452-00-1203057-03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 двигатель (к-т 4 шт)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под кузов (к-т 12шт) 00469-00-5001009-000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рессоры 451д-2902430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вала блока педалей (второпластовый)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выж.с муфтой 3151-40-1601180-00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выжимн.с муфтой (АДС) 420.31514-1601180-11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выжимн.с муфтой (АДС) 420.31514-1601180-01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выжимной с муфтой 3160-40-1601180-00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Подшипник выжимной с муфтой 3160-00-1601180-00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Полка верхняя 31512 (под магнитофон)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Порог пола 452 лев. 451-50-5401081-20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Порог пола 469 лев. 0469-00-5101251-00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Порог пола 469 лев.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Порог пола 469 прав. 469-00-5101250-00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Поручень панели приб. 3151-00-5325362-00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100 Д 21-1004040-А1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100,0 421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Поршень 101 Б 21-1004040-А1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"ПОН" ВК21-1000105-А4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Поршневая группа (г.п.,п.п.,с/к) Кострома ВК21-1000110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топливный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Прибор -указатель температуры охлажд.жидкости  с/о 22069-3807010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вентилятора Г-3302 (ал.) 421.1308100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452 прав. 3741-6105082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замка капота люкс 3151-8400003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распределителя (УМЗ) 451-1016010-03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распределителя зажигания 451-1016010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Привод стеклоочистителя в сб. Уаз-31512 77.52051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бака 3160 с ключом 3160-20-1103010-95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бака 452 с ключом (хром.) 0452-00-1103010-01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бака 469 с ключом (мет.) 0469-00-1103010-01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маслозал.(мет.) 451-1014146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маслозал.(пластм) 451-1014146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расширительного бачка 469 3160-00-1311065-00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слива масла картера КПП,моста А-24457-А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5866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 сливная б/бака 0000-00-0353052-П29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Пробка-заглушка коленчатого вала (ГАЗ,УАЗ) 00053-00-1005024-000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массы 452 3151-3724065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 массы медный  469 (длинный) 3151-3724065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Провода аккумул.469(из 2-х шт.) 3151-3724050/62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Прокладка датчика б/бака (резин.) 452-1104022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КПП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двигатель 100 с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двигатель 100 с (полный)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двигатель 90 с (полный)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двигатель УМЗ-421(100л.с.) 13поз.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мост (паронит)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мост 3160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Прокладки на редукторный мост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Проставка вакуумного усилителя 3151-3510210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вилки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выжимного подшипника 17562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газа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колодки (3302) 12-3501035 00012-00-3501035-000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колодок ручного тормоза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лапки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педали газа М-2472-А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педали сцепления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передней подвески 3160-2902712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стяжная колодок ручника 69-3507048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Пружина стяжная торм.колодок 12-3501035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КПП больш. 469-00-5113038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РК 469-5113090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Пыльник рулевой колонки 452-5107250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бензонасоса 2105-1116140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бензонасоса  типа 900-1106980-03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вакуума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глав.и раб.цил.счеплен.Уаз 469-1602528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5899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ГТЦ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двигателя Уаз-92 УМЗ-417 (31512) (мал.)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 К-126 ГУ 1107980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К-151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колодки барабанного тормоза №025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КПП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крепл.колод.тор.пер.и зад.(АДС) №001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маслонасоса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муфты соед.пер.торм. №004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радиатора из 3-х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патрубков радиатора из 5-ти УАЗ-100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5911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педали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поворотного кулака (7 поз.)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Р\к помпы ( валик)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помпы 100 л.с.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прокладок РК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разжимного мех.ст.тор.№014 451Д-3507001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регул.перед.тормоза №002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РК большой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РТЦ-032 469-3501042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рулев.наконечника АДС полный №013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рулевого наконечника полный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РЦС мал.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свечного колодцаЗМЗ-406 н/о №086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 шкворня Хантер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Р/комплект 4178 установ.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Рамка ветрового стекла под тент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Рамка чехла вилки сцепления 0451-00-1601213-00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Регулятор разрежения в картере 421.1104070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(Прамо) 4211.3708.800-20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звукового сигнала РС-528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интегральное Я-112 А1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регулятора ДТ 14В 68.3702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738.3747-20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стартера 12 В УАЗ, ЗИЛ, УРАЛ, ТРАКТОРА, КАМАЗ РС-502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тепловое 10 А 10 А 251086-П29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тепловое А15 0469-3722220-03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тепловое А20 0469-3722220-02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тепловое А25 0469-3722220-03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тепловое А30 0469-3722220-04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регулировки соеден.муфты перед.тормозов 00000-00-0000004-000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 к-т РТЦ (32) 00000-00-0000003-000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Рем.к-т КПП УАЗ 4-х ступ.стопорные кольца 00000-00-0000056-001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Рукоятка рычага переключения 03160-00-1803088-000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Рулевое управление 452 в сб. 0451-50-3400013-02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Рулевое управления 469 3151-00-3400013-00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Рулевой механизм в сборе 3302-3400014-02 03302-00-3400014-002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Руль "люкс 3160" 3160-3402015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452 двери наружняя с ключом Евро (к-кт 3шт.)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452 с ключ. 3741-6105149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452 с ключ.(хромиров.) 3741-6105149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469 "люкс" метал.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469 "п/люкс" с ключом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452 боковая наруж.хром. 00450-00-6105151-000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452 боковая с кл. 450-6105151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5955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452 хром.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452 хром. Завод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469 внутр. метал. (крючок)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469 внутр. пластм. (крючок)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внутренняя 3741-00-6105182-00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двери п/люкс (2шт.)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зад.двери крыши 469 с ключом 3151-40-6323130-00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задней двери 452 с ключом 451-6323130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 (пластмасса) 03741-00-6104060-000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стеклоподъемника (хром) 3741-6104060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стеклоподъёмника (метал.) УАЗ-452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Ручка форточки прав. 30-6103102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Сайлентблок стабилизатора бол. 03160-00-2909020-001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передний коленвала УМЗ (55*80)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рулевой(из 2-х шт.) 469-3401070/23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ступицы колеса с пруж.в сб. 3741-00-3103038-95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ступицы колеса с пруж.в сб. 3163-00-3103038-00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хвостовика (2-х пруж.) 3160-2402052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хвостовика (2-х пруж.) силикон 0020-00-1701210-97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 шруса 32х50 с обоймой 3741-00-2304071-00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клапана впускного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Седло клапана выпускного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Сигнальное устройство 3151-00-3515115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воздушного фильтра в сб. 451-1109155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Скоба оттяжная пружины выж.подш. 51-1601190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58.3802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большой 160 км/ч Уаз 00058-00-0003802-000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Спидометр УАЗ 16.3802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Стеклоочиститель в сб.452 люкс 3303-00-5205100-00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Стеклоочиститель н/о 31514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Стеклоподъемник 2101-6104020-01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заднего борта  левая 469-5401141-10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задняя (боковая) лев\прав 469-5401121/20-00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надставки перед.двери(с уплот.) 469-6113220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неподвижного стекла 452 451-10-5403230-00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опускного стекла в сб. 0451-50-6103234/35-00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передняя левая/правая 469-5301056-00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Стойка центральная 469 левая 469-5405011-20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452 в сб. 0452-2912408-00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469 в сб. 469-2912408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Стремянка 469 в сб.усилен.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в сб. с тормозным барабаном редукторная 0469-00-3103006-03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в сб. со шпил.без подш.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5998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к/вала 90 л.с. 4173.1005052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5999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колеса 3741-00-3103015-92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помпы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Ступица шкива коленвала 4173.1005052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Суппорт правый 3160-00-3501010-02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клапана ГБЦ 11-6512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муфты скольжения с/о (3 шт) 469-1171171/70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синхронизатора (3шт.)с/о 0451-00-1701171-00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Сухарь шпильки поворот. кулака 469-2304101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Тавотница выжимного подшипника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Тент черный 469 469 р-151-6002020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Тормоз задний лев. 3741-00-3502011-00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Тормоз передний лев.452/469 в сб. 3741-3501011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Тормоз передний прав.452/469 в сб. 3741-3501010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Тормоз центральный в сб. 451Д-3507010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Трапеция с/очистителя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Трапеция с/очистителя с/о  469 СЛ236Е-5205300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Трещетка 452-00-2304112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Тройник з/моста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буксировочный нейлон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газа в сборе 452-1108120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ручника Уаз-Патриот Евро-3 3163-00-3508068-00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Трос ручного тормоза 3741-3508065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Труба патрубков радиатора не в сб. 451-1303020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ГЦС 452 медная 452-1602574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ГЦС 469 медная 3151-1602574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масл.насоса 417.1011082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топливная (6шт)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торм.мед.соед.кол.цил. 12-3501085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Трубка тормозная передняя опорного диска 452-3501085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Тумблер 3-х позиционный металл.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Тумблер плафона 03151-00-3710020-000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(вольтметр) 21.3812010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температуры  воды УАЗ 39.3807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Указатель уровня масла с уплотнителем (УМЗ) 414.1009050-01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 капота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ветрового стекла 3160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двери 452 452-6107025-01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двери 469 469-6107020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двери 469 "люкс"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заднего борта гориз. 469-5604040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заднего фонаря 452-3716320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469-5206050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лобового стекла 452 3741-5206012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надставки (дерм.)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надставки (рез.)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6044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надставки двери под тент 469-6117020-02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неподв.стекла салона 3962-00-5403224-00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Уплотнитель опуск. стекла (жолоб) 3741-00-6103254-00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Упор топливного бака УАЗ-469 0469-00-1101141-00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Усилитель крепления картера 421.1601264/65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под рычаги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пола Хантер с двер.(ковролин)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Утеплитель капота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Фаркоп 0452-00-2805012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Флажки КПП усилен. 3741-00-1702200-00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Флажки КПП усиленный крив. 3741-1702180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Форточка в сб. 469 зад.лев. 0469-00-6213037-00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Форточка в сб. 469 зад.прав. 0469-00-6213036-00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Форточка в сб. 469 перед.лев. 451-50-6103037-97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Форточка в сб. 469 перед.прав. 451-50-6103036-97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Форточка салонная в сб.прав. 0451-30-5403208-00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(бол.)ф.55 51-1203031/33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подвес.(на глушитель люкс) 3151-00-1203043-00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глушителя подвесной (с рез. 55)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крепления б\бака 469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Хомут с уголками возд. фильтра 3151-20-1109313-00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Храповик 293554-П29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Цапфа поворотного кулака УАЗ 00069-00-2304080-000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Центральный переключатель света П312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глав.гидравл.тормозов 3160 АДС 3160-3505010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глав.гидравл.тормозов 469 н/о АДС 469-3505010-10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глав.гидравл.тормозов Патриот АДС 3162-3505010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главный тормозной (KENO) 00999-99-0127851-000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задний УАЗ-452 (32)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задний УАЗ-452 (д.25) 3151-00-3502040-96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левый (АДС) 0469-00-3501041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колесный правый (АДС) 469-3501040-01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привода сцепления 452-1602510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рабочий сцепления 469 (ЗМЗ) 0469-00-1602510-97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главный УАЗ-3151 KNU-1602300-71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главный УАЗ-3741 KNU-1602300-41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рабочий (АДС) 469-1602510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привода рабочий (фенокс) 452-1602510(фенокс)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сцепления рабочий 452 (АДС) 420.3741-1602510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тормозной колёсный главный УАЗ-3160,3162 KNU-3505010-61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тормозной колёсный задний D25 УАЗ-3741,3151 KNU-3502040-72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Цилиндр тормозной колёсный задний D32 УАЗ-3741,315 KNU-3502040-71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Чека серьги рессоры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6087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Чехлы сидений  с/о УАЗ-452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Чехол запаски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(пружина) пром.вала 0451-50-1701073-00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болтов крепления маховика (УМЗ) 4173.1005128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замочная ступицы 69-2401055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маслоотр.первич.вала 0451-50-1701035-00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опорная пружины клапана 21-1007022-Б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стопорная гайки подшипника ступицы 0061-00-121168-00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ступицы лепестк. 0069-00-2401055-00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к/вала (2шт.) 4021-1005184,83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крепления зад.фонаря 452-3716329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муфты 3-4 пер.н/о 469-1701143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6099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сальника зад.ступицы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упорная саттелита 469-00-2403030-00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Шайба эксцентрика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пов..кулак.корот.с/о 0452-00-2304060-00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поворот.кулака длин.Хантер (АДС) 42020.31605-2304061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поворот.кулака корот.Хантер (АДС) 42020.31605-2304060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поворотного кулака левый УАЗ-3151 TKU-2304061-41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поворотного кулака правый УАЗ-3151 TKU-2304060-41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резином.бол. 3160-2909020-01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резином.малый 3160-00-2909027-01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в сб. н/о в уп.(4шт.) 452-2304019-01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с/о голый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Уаз н/о на подш. 3741-00-2304019-01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Уаз н/о на подш."Лари" 3741-00-2304019-01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Уаз н/о на шариках 3741-00-2304019-02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УАЗ с/о (4шт.) 3741-00-2304014-00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Шкворень Уаз-3162 (Спайсер)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вентилятора 21-1308025-Б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вентилятора 421.1308025-01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водяного насоса ЗМЗ-4025 4025.1308025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генератора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Шкив привода гидроусилителя РУ(УМЗ)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вак.опер.зажиган.длин.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вакуума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вакуума трамблера (1метр)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вакуума трамблера метр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гидроусилителя руля (Хантер) 3159 3408150 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гидроусилителя руля для авт. УАЗ дв ЗМЗ-514 315148 3408150 95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 452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ГУР(штуцер-кольцо) 3160-10-3408150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муфты выжимного подшипника 51А-1601230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обдува гофрир. длинный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6131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омывателя 469 0469-5208094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распределителя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сцепления "Трансмастер" 452-1602590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1 штуц. 1000мм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1 штуц. 1200мм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1 штуц. 1400мм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1 штуц. 400мм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1 штуц. 470мм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1 штуц. 700мм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2 штуц. 1000мм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2 штуц. 1200мм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2 штуц. 1400мм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2 штуц. 380мм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2 штуц. 500мм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топливный 2 штуц. 700мм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тормозной длинный 469-3506060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управления экономайзером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ГБЦ ф.11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6149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ГБЦ ф.12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Шпилька крепл.подонна М8х1х15 451-1009074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Шплинт 3,2х25 гайки рул.наконечника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Шрус Барс 3159-00-2304060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Шрус Барс 3159-00-2304061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ШРУС н/о (г Сим) 452,469-2304060/61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Шрус Хантер длинный 3160-50-2304061-00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Шрус Хантер короткий 3160-50-2304060-00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(8шт.) (А-76) 421-1007024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Штанга толкателя (8шт.) (А-92) 4216.1007024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6159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водяного насоса для двиг.УМЗ-4178 00421-00-1307064-000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гибкого вала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датчика давления масла 417.1002184-639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колесного цилиндра 0020-00-3506005-00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масл.датчика 417.1002184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масл.фильтра 451М-1012062-10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отопителя 469-8101040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44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переходный сливного крана двиг.УМЗ всех моделей 00417-00-1002199-001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помпы 421-1307064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прокачки тормозов 3151-3501048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6169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соед. тормозной 5-ик 469-3506398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Штуцер угловой бензиновый 0000-00-0354801-00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Щека серьги не  в сб. 0469-00-2902466-01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Щетка с/очистителя 469 с/о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с интегралкой 0Г266-00-3701010-00А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с интегралкой 611.3702-02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6175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Щеточный узел с интегралкой 611.3702-01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Щёткодержатель н/о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Щиток тормозного диска лев./прав. 3163-00-3501085-00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Щуп масляный 414-1009050-01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6179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зад.с пласт.в сб. 3151-00-3502100-00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пер./палец опор.кол./ в сб. 3151-00-3501068-10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тормозной задний в сб.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Эксцентрик тормозной перед. в сб. 452,469 002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Электробензонасос (Евро-2) Пекар 3151-95-1139020-11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Электродвигатель отопителя УАЗ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Эмблема (заводской знак) 3160-00-8212022-00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Эмблема УАЗ 452-8212022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312"/>
        </w:trPr>
        <w:tc>
          <w:tcPr>
            <w:tcW w:w="9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C64A03" w:rsidRPr="00794CB7" w:rsidRDefault="00C64A03" w:rsidP="00013F8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Г-3110 зад. 3.3.30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Г-3110 перед. 3.3.29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6189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Г-3302 зад. 3.3.35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К-З 3.3.56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Амортизатор подвески глушителя 3.7.68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Втулка балансира (алюм.) 3.6.500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вкл.вентилятора 4.2.7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вкл.вентилятора 4.2.4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давлен.масла 4.14.1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Датчик дроссел.засл. 4.7.2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Замок зажиг.(8-конт.)Г-3110 1.16.018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Зеркало бок.лев. 12.3L.023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6199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подушек на рессору зад. 3.7.69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подушек на рессору перед. 3.7.70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К-кт подушек рессоры в сб.с обоймой 3.7.71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Г-3302 1.4.8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Г-53 М эпз 614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Газ-3110 R эпз 062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Газ-3302,2705 1.4.479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ГАЗ,ПАЗ 1.11.9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ГАЗ,ПАЗ М эпз 614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ГАЗ,ПАЗ М эпз 472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6209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Зил-130 1.11.8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 проводов ВН Зил-130 М эпз 615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Крышка распред.Г-53 R экр 332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Мотор омывателя 4.24.13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свечной  Газ М энс 105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свечной Г-53,Волга М энс 103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свечной Газ 1.10.1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свечной Газ 1.10.2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Наконечник свечной Газ 1.10.3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6218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кардан.вала Газ 5.7.3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lastRenderedPageBreak/>
              <w:t>6219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кардан.вала Газ,Г-3302,Волга 5.7.1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карданного вала ГАЗ 5.7.10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Опора карданного вала Зил-130 5.7.6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Поводок с/очистит.Г-3302 12.2S.19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Подв.часть прикур.Ваз 1.6.19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Подушка рессоры 3.7.44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Прикурив. в сб.Ваз-2108 1.6.23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блок.стартера 24В 1.6.63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напряжения генер. 1.5.13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напряжения генер. 1.5.20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6229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напряжения генер. 1.5.19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Реле напряжения генер.Зил 1.5.73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Ремень генератора 10.1.15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Ремкомплект прокладок 6.9.93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Сальники Г-3110 за.коленвала 6.4.2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Сальники Г-3110 перед.коленвала 6.4.1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 Г-3110 1.12.6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Газ 1.12.16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к-т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6237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Газ 1.12.20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6238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Свеча зажигания ГАЗник.электрод 1.12.7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6239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резин.Газ 3.7.1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резин.Газ 3.7.18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Шарнир резиномет. 3.7.24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Шланг раб.цилиндра сцепления Уаз-452 5.9.5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6243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Щетки с/очистителя 12,1W.12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6244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Щеткодержатель в сб.генератора 1.13.56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6245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Щеткодержатель в сб.генератора Маз 1.13.57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  <w:tr w:rsidR="00C64A03" w:rsidRPr="002737EB" w:rsidTr="003162DD">
        <w:trPr>
          <w:trHeight w:val="237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6246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A03" w:rsidRPr="002737EB" w:rsidRDefault="00C64A03" w:rsidP="00013F8C">
            <w:pPr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Щеткодержатель генератора Зил 1.13.54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4A03" w:rsidRPr="002737EB" w:rsidRDefault="00C64A03" w:rsidP="00013F8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7E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</w:tr>
    </w:tbl>
    <w:p w:rsidR="00C64A03" w:rsidRDefault="00C64A03" w:rsidP="00C64A03"/>
    <w:p w:rsidR="00C64A03" w:rsidRDefault="00C64A03" w:rsidP="00C64A03"/>
    <w:p w:rsidR="00205867" w:rsidRDefault="00205867" w:rsidP="00013F8C">
      <w:pPr>
        <w:tabs>
          <w:tab w:val="left" w:pos="851"/>
        </w:tabs>
      </w:pPr>
    </w:p>
    <w:p w:rsidR="00E662D9" w:rsidRDefault="00E662D9" w:rsidP="00205867">
      <w:pPr>
        <w:ind w:firstLine="360"/>
        <w:jc w:val="center"/>
      </w:pPr>
    </w:p>
    <w:p w:rsidR="00E662D9" w:rsidRDefault="00E662D9" w:rsidP="00205867">
      <w:pPr>
        <w:ind w:firstLine="360"/>
        <w:jc w:val="center"/>
      </w:pPr>
    </w:p>
    <w:p w:rsidR="00205867" w:rsidRPr="0095743D" w:rsidRDefault="00205867" w:rsidP="001122B4">
      <w:pPr>
        <w:ind w:firstLine="360"/>
        <w:rPr>
          <w:b/>
        </w:rPr>
      </w:pPr>
      <w:r w:rsidRPr="0095743D">
        <w:rPr>
          <w:b/>
        </w:rPr>
        <w:t xml:space="preserve">Начальник СМиТ                                                                    </w:t>
      </w:r>
      <w:r w:rsidR="00E662D9" w:rsidRPr="0095743D">
        <w:rPr>
          <w:b/>
        </w:rPr>
        <w:t xml:space="preserve">                               И.Н. Беспалов</w:t>
      </w:r>
    </w:p>
    <w:p w:rsidR="008416AB" w:rsidRDefault="008416AB" w:rsidP="00470F01"/>
    <w:p w:rsidR="008416AB" w:rsidRDefault="008416AB" w:rsidP="00470F01"/>
    <w:sectPr w:rsidR="008416AB" w:rsidSect="00344C06">
      <w:pgSz w:w="16838" w:h="11906" w:orient="landscape"/>
      <w:pgMar w:top="426" w:right="1134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36E" w:rsidRDefault="001D436E" w:rsidP="00E7487D">
      <w:r>
        <w:separator/>
      </w:r>
    </w:p>
  </w:endnote>
  <w:endnote w:type="continuationSeparator" w:id="0">
    <w:p w:rsidR="001D436E" w:rsidRDefault="001D436E" w:rsidP="00E7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36E" w:rsidRDefault="001D436E" w:rsidP="00E7487D">
      <w:r>
        <w:separator/>
      </w:r>
    </w:p>
  </w:footnote>
  <w:footnote w:type="continuationSeparator" w:id="0">
    <w:p w:rsidR="001D436E" w:rsidRDefault="001D436E" w:rsidP="00E74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D5B21"/>
    <w:multiLevelType w:val="hybridMultilevel"/>
    <w:tmpl w:val="28BAD234"/>
    <w:lvl w:ilvl="0" w:tplc="D2721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B29BA"/>
    <w:multiLevelType w:val="multilevel"/>
    <w:tmpl w:val="FEBAC82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7E1F26"/>
    <w:multiLevelType w:val="hybridMultilevel"/>
    <w:tmpl w:val="28BAD234"/>
    <w:lvl w:ilvl="0" w:tplc="D2721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FE6521"/>
    <w:multiLevelType w:val="hybridMultilevel"/>
    <w:tmpl w:val="F90E317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41330B53"/>
    <w:multiLevelType w:val="hybridMultilevel"/>
    <w:tmpl w:val="C116F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740652"/>
    <w:multiLevelType w:val="hybridMultilevel"/>
    <w:tmpl w:val="449C9338"/>
    <w:lvl w:ilvl="0" w:tplc="3D2E92F4">
      <w:start w:val="5"/>
      <w:numFmt w:val="decimal"/>
      <w:pStyle w:val="a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3AE4CA90" w:tentative="1">
      <w:start w:val="1"/>
      <w:numFmt w:val="lowerLetter"/>
      <w:lvlText w:val="%2."/>
      <w:lvlJc w:val="left"/>
      <w:pPr>
        <w:ind w:left="1931" w:hanging="360"/>
      </w:pPr>
    </w:lvl>
    <w:lvl w:ilvl="2" w:tplc="9934C9DA" w:tentative="1">
      <w:start w:val="1"/>
      <w:numFmt w:val="lowerRoman"/>
      <w:lvlText w:val="%3."/>
      <w:lvlJc w:val="right"/>
      <w:pPr>
        <w:ind w:left="2651" w:hanging="180"/>
      </w:pPr>
    </w:lvl>
    <w:lvl w:ilvl="3" w:tplc="60003A04" w:tentative="1">
      <w:start w:val="1"/>
      <w:numFmt w:val="decimal"/>
      <w:lvlText w:val="%4."/>
      <w:lvlJc w:val="left"/>
      <w:pPr>
        <w:ind w:left="3371" w:hanging="360"/>
      </w:pPr>
    </w:lvl>
    <w:lvl w:ilvl="4" w:tplc="117E7582" w:tentative="1">
      <w:start w:val="1"/>
      <w:numFmt w:val="lowerLetter"/>
      <w:lvlText w:val="%5."/>
      <w:lvlJc w:val="left"/>
      <w:pPr>
        <w:ind w:left="4091" w:hanging="360"/>
      </w:pPr>
    </w:lvl>
    <w:lvl w:ilvl="5" w:tplc="7A2C671C" w:tentative="1">
      <w:start w:val="1"/>
      <w:numFmt w:val="lowerRoman"/>
      <w:lvlText w:val="%6."/>
      <w:lvlJc w:val="right"/>
      <w:pPr>
        <w:ind w:left="4811" w:hanging="180"/>
      </w:pPr>
    </w:lvl>
    <w:lvl w:ilvl="6" w:tplc="0428CE34" w:tentative="1">
      <w:start w:val="1"/>
      <w:numFmt w:val="decimal"/>
      <w:lvlText w:val="%7."/>
      <w:lvlJc w:val="left"/>
      <w:pPr>
        <w:ind w:left="5531" w:hanging="360"/>
      </w:pPr>
    </w:lvl>
    <w:lvl w:ilvl="7" w:tplc="176E3B3A" w:tentative="1">
      <w:start w:val="1"/>
      <w:numFmt w:val="lowerLetter"/>
      <w:lvlText w:val="%8."/>
      <w:lvlJc w:val="left"/>
      <w:pPr>
        <w:ind w:left="6251" w:hanging="360"/>
      </w:pPr>
    </w:lvl>
    <w:lvl w:ilvl="8" w:tplc="A52C0FF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F9B39C3"/>
    <w:multiLevelType w:val="hybridMultilevel"/>
    <w:tmpl w:val="E81C2CD2"/>
    <w:lvl w:ilvl="0" w:tplc="35BCD5CC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E2A6B"/>
    <w:multiLevelType w:val="hybridMultilevel"/>
    <w:tmpl w:val="A70CF42E"/>
    <w:lvl w:ilvl="0" w:tplc="0D96717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AB56FE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E6D5649"/>
    <w:multiLevelType w:val="hybridMultilevel"/>
    <w:tmpl w:val="01021EA8"/>
    <w:lvl w:ilvl="0" w:tplc="A4DC2E0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8F8E9C78" w:tentative="1">
      <w:start w:val="1"/>
      <w:numFmt w:val="lowerLetter"/>
      <w:lvlText w:val="%2."/>
      <w:lvlJc w:val="left"/>
      <w:pPr>
        <w:ind w:left="1440" w:hanging="360"/>
      </w:pPr>
    </w:lvl>
    <w:lvl w:ilvl="2" w:tplc="4C1E8C88" w:tentative="1">
      <w:start w:val="1"/>
      <w:numFmt w:val="lowerRoman"/>
      <w:lvlText w:val="%3."/>
      <w:lvlJc w:val="right"/>
      <w:pPr>
        <w:ind w:left="2160" w:hanging="180"/>
      </w:pPr>
    </w:lvl>
    <w:lvl w:ilvl="3" w:tplc="D7AEBC8A" w:tentative="1">
      <w:start w:val="1"/>
      <w:numFmt w:val="decimal"/>
      <w:lvlText w:val="%4."/>
      <w:lvlJc w:val="left"/>
      <w:pPr>
        <w:ind w:left="2880" w:hanging="360"/>
      </w:pPr>
    </w:lvl>
    <w:lvl w:ilvl="4" w:tplc="7684282E" w:tentative="1">
      <w:start w:val="1"/>
      <w:numFmt w:val="lowerLetter"/>
      <w:lvlText w:val="%5."/>
      <w:lvlJc w:val="left"/>
      <w:pPr>
        <w:ind w:left="3600" w:hanging="360"/>
      </w:pPr>
    </w:lvl>
    <w:lvl w:ilvl="5" w:tplc="BD642B56" w:tentative="1">
      <w:start w:val="1"/>
      <w:numFmt w:val="lowerRoman"/>
      <w:lvlText w:val="%6."/>
      <w:lvlJc w:val="right"/>
      <w:pPr>
        <w:ind w:left="4320" w:hanging="180"/>
      </w:pPr>
    </w:lvl>
    <w:lvl w:ilvl="6" w:tplc="C9EC1486" w:tentative="1">
      <w:start w:val="1"/>
      <w:numFmt w:val="decimal"/>
      <w:lvlText w:val="%7."/>
      <w:lvlJc w:val="left"/>
      <w:pPr>
        <w:ind w:left="5040" w:hanging="360"/>
      </w:pPr>
    </w:lvl>
    <w:lvl w:ilvl="7" w:tplc="A8F06A58" w:tentative="1">
      <w:start w:val="1"/>
      <w:numFmt w:val="lowerLetter"/>
      <w:lvlText w:val="%8."/>
      <w:lvlJc w:val="left"/>
      <w:pPr>
        <w:ind w:left="5760" w:hanging="360"/>
      </w:pPr>
    </w:lvl>
    <w:lvl w:ilvl="8" w:tplc="1144D3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4569B1"/>
    <w:multiLevelType w:val="multilevel"/>
    <w:tmpl w:val="DE447E3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6D7903F0"/>
    <w:multiLevelType w:val="hybridMultilevel"/>
    <w:tmpl w:val="5FF84C3E"/>
    <w:lvl w:ilvl="0" w:tplc="CAE420EE">
      <w:start w:val="1"/>
      <w:numFmt w:val="decimal"/>
      <w:lvlText w:val="%1."/>
      <w:lvlJc w:val="left"/>
      <w:pPr>
        <w:ind w:left="720" w:hanging="360"/>
      </w:pPr>
    </w:lvl>
    <w:lvl w:ilvl="1" w:tplc="96BADBAC" w:tentative="1">
      <w:start w:val="1"/>
      <w:numFmt w:val="lowerLetter"/>
      <w:lvlText w:val="%2."/>
      <w:lvlJc w:val="left"/>
      <w:pPr>
        <w:ind w:left="1440" w:hanging="360"/>
      </w:pPr>
    </w:lvl>
    <w:lvl w:ilvl="2" w:tplc="D5F46E18" w:tentative="1">
      <w:start w:val="1"/>
      <w:numFmt w:val="lowerRoman"/>
      <w:lvlText w:val="%3."/>
      <w:lvlJc w:val="right"/>
      <w:pPr>
        <w:ind w:left="2160" w:hanging="180"/>
      </w:pPr>
    </w:lvl>
    <w:lvl w:ilvl="3" w:tplc="F72027A4" w:tentative="1">
      <w:start w:val="1"/>
      <w:numFmt w:val="decimal"/>
      <w:lvlText w:val="%4."/>
      <w:lvlJc w:val="left"/>
      <w:pPr>
        <w:ind w:left="2880" w:hanging="360"/>
      </w:pPr>
    </w:lvl>
    <w:lvl w:ilvl="4" w:tplc="1CDEFA3E" w:tentative="1">
      <w:start w:val="1"/>
      <w:numFmt w:val="lowerLetter"/>
      <w:lvlText w:val="%5."/>
      <w:lvlJc w:val="left"/>
      <w:pPr>
        <w:ind w:left="3600" w:hanging="360"/>
      </w:pPr>
    </w:lvl>
    <w:lvl w:ilvl="5" w:tplc="D62A9132" w:tentative="1">
      <w:start w:val="1"/>
      <w:numFmt w:val="lowerRoman"/>
      <w:lvlText w:val="%6."/>
      <w:lvlJc w:val="right"/>
      <w:pPr>
        <w:ind w:left="4320" w:hanging="180"/>
      </w:pPr>
    </w:lvl>
    <w:lvl w:ilvl="6" w:tplc="CFA8E8E4" w:tentative="1">
      <w:start w:val="1"/>
      <w:numFmt w:val="decimal"/>
      <w:lvlText w:val="%7."/>
      <w:lvlJc w:val="left"/>
      <w:pPr>
        <w:ind w:left="5040" w:hanging="360"/>
      </w:pPr>
    </w:lvl>
    <w:lvl w:ilvl="7" w:tplc="2A5EE338" w:tentative="1">
      <w:start w:val="1"/>
      <w:numFmt w:val="lowerLetter"/>
      <w:lvlText w:val="%8."/>
      <w:lvlJc w:val="left"/>
      <w:pPr>
        <w:ind w:left="5760" w:hanging="360"/>
      </w:pPr>
    </w:lvl>
    <w:lvl w:ilvl="8" w:tplc="7DB61E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890643"/>
    <w:multiLevelType w:val="hybridMultilevel"/>
    <w:tmpl w:val="8AE4DAFC"/>
    <w:lvl w:ilvl="0" w:tplc="426471E2">
      <w:start w:val="2"/>
      <w:numFmt w:val="decimal"/>
      <w:lvlText w:val="%1."/>
      <w:lvlJc w:val="left"/>
      <w:pPr>
        <w:ind w:left="1571" w:hanging="360"/>
      </w:pPr>
      <w:rPr>
        <w:rFonts w:hint="default"/>
        <w:b/>
      </w:rPr>
    </w:lvl>
    <w:lvl w:ilvl="1" w:tplc="8C8E9144" w:tentative="1">
      <w:start w:val="1"/>
      <w:numFmt w:val="lowerLetter"/>
      <w:lvlText w:val="%2."/>
      <w:lvlJc w:val="left"/>
      <w:pPr>
        <w:ind w:left="2291" w:hanging="360"/>
      </w:pPr>
    </w:lvl>
    <w:lvl w:ilvl="2" w:tplc="70B2EC54" w:tentative="1">
      <w:start w:val="1"/>
      <w:numFmt w:val="lowerRoman"/>
      <w:lvlText w:val="%3."/>
      <w:lvlJc w:val="right"/>
      <w:pPr>
        <w:ind w:left="3011" w:hanging="180"/>
      </w:pPr>
    </w:lvl>
    <w:lvl w:ilvl="3" w:tplc="D662FE14" w:tentative="1">
      <w:start w:val="1"/>
      <w:numFmt w:val="decimal"/>
      <w:lvlText w:val="%4."/>
      <w:lvlJc w:val="left"/>
      <w:pPr>
        <w:ind w:left="3731" w:hanging="360"/>
      </w:pPr>
    </w:lvl>
    <w:lvl w:ilvl="4" w:tplc="DCFEC088" w:tentative="1">
      <w:start w:val="1"/>
      <w:numFmt w:val="lowerLetter"/>
      <w:lvlText w:val="%5."/>
      <w:lvlJc w:val="left"/>
      <w:pPr>
        <w:ind w:left="4451" w:hanging="360"/>
      </w:pPr>
    </w:lvl>
    <w:lvl w:ilvl="5" w:tplc="D4600408" w:tentative="1">
      <w:start w:val="1"/>
      <w:numFmt w:val="lowerRoman"/>
      <w:lvlText w:val="%6."/>
      <w:lvlJc w:val="right"/>
      <w:pPr>
        <w:ind w:left="5171" w:hanging="180"/>
      </w:pPr>
    </w:lvl>
    <w:lvl w:ilvl="6" w:tplc="26C47484" w:tentative="1">
      <w:start w:val="1"/>
      <w:numFmt w:val="decimal"/>
      <w:lvlText w:val="%7."/>
      <w:lvlJc w:val="left"/>
      <w:pPr>
        <w:ind w:left="5891" w:hanging="360"/>
      </w:pPr>
    </w:lvl>
    <w:lvl w:ilvl="7" w:tplc="76BC9156" w:tentative="1">
      <w:start w:val="1"/>
      <w:numFmt w:val="lowerLetter"/>
      <w:lvlText w:val="%8."/>
      <w:lvlJc w:val="left"/>
      <w:pPr>
        <w:ind w:left="6611" w:hanging="360"/>
      </w:pPr>
    </w:lvl>
    <w:lvl w:ilvl="8" w:tplc="1B06300C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A1127BD"/>
    <w:multiLevelType w:val="hybridMultilevel"/>
    <w:tmpl w:val="76D09608"/>
    <w:lvl w:ilvl="0" w:tplc="84202B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AB015FE"/>
    <w:multiLevelType w:val="hybridMultilevel"/>
    <w:tmpl w:val="0FC8AEBC"/>
    <w:lvl w:ilvl="0" w:tplc="942E3A58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8"/>
  </w:num>
  <w:num w:numId="5">
    <w:abstractNumId w:val="5"/>
  </w:num>
  <w:num w:numId="6">
    <w:abstractNumId w:val="12"/>
  </w:num>
  <w:num w:numId="7">
    <w:abstractNumId w:val="9"/>
  </w:num>
  <w:num w:numId="8">
    <w:abstractNumId w:val="11"/>
  </w:num>
  <w:num w:numId="9">
    <w:abstractNumId w:val="17"/>
  </w:num>
  <w:num w:numId="10">
    <w:abstractNumId w:val="10"/>
  </w:num>
  <w:num w:numId="11">
    <w:abstractNumId w:val="14"/>
  </w:num>
  <w:num w:numId="12">
    <w:abstractNumId w:val="21"/>
  </w:num>
  <w:num w:numId="13">
    <w:abstractNumId w:val="19"/>
  </w:num>
  <w:num w:numId="14">
    <w:abstractNumId w:val="6"/>
  </w:num>
  <w:num w:numId="15">
    <w:abstractNumId w:val="0"/>
  </w:num>
  <w:num w:numId="16">
    <w:abstractNumId w:val="22"/>
  </w:num>
  <w:num w:numId="17">
    <w:abstractNumId w:val="1"/>
  </w:num>
  <w:num w:numId="18">
    <w:abstractNumId w:val="3"/>
  </w:num>
  <w:num w:numId="19">
    <w:abstractNumId w:val="16"/>
  </w:num>
  <w:num w:numId="20">
    <w:abstractNumId w:val="7"/>
  </w:num>
  <w:num w:numId="21">
    <w:abstractNumId w:val="8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6D78"/>
    <w:rsid w:val="00013F8C"/>
    <w:rsid w:val="0003554D"/>
    <w:rsid w:val="0005796B"/>
    <w:rsid w:val="00057DB2"/>
    <w:rsid w:val="00066B4F"/>
    <w:rsid w:val="00076C08"/>
    <w:rsid w:val="00076F24"/>
    <w:rsid w:val="00081D6F"/>
    <w:rsid w:val="00095E9B"/>
    <w:rsid w:val="000961A6"/>
    <w:rsid w:val="000A19F4"/>
    <w:rsid w:val="000A2ABA"/>
    <w:rsid w:val="000A3F9E"/>
    <w:rsid w:val="000A5090"/>
    <w:rsid w:val="000A56C2"/>
    <w:rsid w:val="000B603D"/>
    <w:rsid w:val="000C117B"/>
    <w:rsid w:val="000C7AC6"/>
    <w:rsid w:val="000D2208"/>
    <w:rsid w:val="000D4B13"/>
    <w:rsid w:val="000E5C7C"/>
    <w:rsid w:val="000F6B09"/>
    <w:rsid w:val="00111E38"/>
    <w:rsid w:val="001122B4"/>
    <w:rsid w:val="00115509"/>
    <w:rsid w:val="00121B01"/>
    <w:rsid w:val="001236CB"/>
    <w:rsid w:val="00127F66"/>
    <w:rsid w:val="0016327A"/>
    <w:rsid w:val="001753EA"/>
    <w:rsid w:val="001835C5"/>
    <w:rsid w:val="00192BF2"/>
    <w:rsid w:val="00193ECE"/>
    <w:rsid w:val="001A175B"/>
    <w:rsid w:val="001B0074"/>
    <w:rsid w:val="001B074B"/>
    <w:rsid w:val="001B6AB6"/>
    <w:rsid w:val="001C6B97"/>
    <w:rsid w:val="001D436E"/>
    <w:rsid w:val="001E1510"/>
    <w:rsid w:val="001E2B05"/>
    <w:rsid w:val="001E3449"/>
    <w:rsid w:val="001F5DCB"/>
    <w:rsid w:val="00205867"/>
    <w:rsid w:val="002223E1"/>
    <w:rsid w:val="00225BEA"/>
    <w:rsid w:val="002407A8"/>
    <w:rsid w:val="00240EDB"/>
    <w:rsid w:val="00242157"/>
    <w:rsid w:val="00252D66"/>
    <w:rsid w:val="00254584"/>
    <w:rsid w:val="002548CF"/>
    <w:rsid w:val="00260D6E"/>
    <w:rsid w:val="00272119"/>
    <w:rsid w:val="002726BF"/>
    <w:rsid w:val="00275D93"/>
    <w:rsid w:val="00277F61"/>
    <w:rsid w:val="002B21F5"/>
    <w:rsid w:val="002B4683"/>
    <w:rsid w:val="002B7D71"/>
    <w:rsid w:val="002D445E"/>
    <w:rsid w:val="002E543A"/>
    <w:rsid w:val="002E61AA"/>
    <w:rsid w:val="002F265B"/>
    <w:rsid w:val="002F3414"/>
    <w:rsid w:val="0030387B"/>
    <w:rsid w:val="00305607"/>
    <w:rsid w:val="00313E1E"/>
    <w:rsid w:val="003162DD"/>
    <w:rsid w:val="00321A38"/>
    <w:rsid w:val="0032597F"/>
    <w:rsid w:val="00332FA5"/>
    <w:rsid w:val="0033451A"/>
    <w:rsid w:val="00344979"/>
    <w:rsid w:val="00344C06"/>
    <w:rsid w:val="0035238E"/>
    <w:rsid w:val="003533FB"/>
    <w:rsid w:val="003563FF"/>
    <w:rsid w:val="003604F6"/>
    <w:rsid w:val="00377520"/>
    <w:rsid w:val="003913A6"/>
    <w:rsid w:val="00391FBD"/>
    <w:rsid w:val="003A2CD4"/>
    <w:rsid w:val="003D6433"/>
    <w:rsid w:val="003D6749"/>
    <w:rsid w:val="003F05EB"/>
    <w:rsid w:val="004064F7"/>
    <w:rsid w:val="004208F4"/>
    <w:rsid w:val="00431520"/>
    <w:rsid w:val="00435472"/>
    <w:rsid w:val="004436AD"/>
    <w:rsid w:val="00447AB3"/>
    <w:rsid w:val="00466343"/>
    <w:rsid w:val="00467DC7"/>
    <w:rsid w:val="00470F01"/>
    <w:rsid w:val="00492D75"/>
    <w:rsid w:val="004A56F1"/>
    <w:rsid w:val="004A633B"/>
    <w:rsid w:val="004C5991"/>
    <w:rsid w:val="004E4980"/>
    <w:rsid w:val="004F0B03"/>
    <w:rsid w:val="004F4585"/>
    <w:rsid w:val="004F46EB"/>
    <w:rsid w:val="004F4B35"/>
    <w:rsid w:val="00515949"/>
    <w:rsid w:val="0053390A"/>
    <w:rsid w:val="005440D0"/>
    <w:rsid w:val="00567ABC"/>
    <w:rsid w:val="00584EFB"/>
    <w:rsid w:val="00591081"/>
    <w:rsid w:val="0059430B"/>
    <w:rsid w:val="005A5183"/>
    <w:rsid w:val="005B114E"/>
    <w:rsid w:val="005B3CDD"/>
    <w:rsid w:val="005B3F92"/>
    <w:rsid w:val="005B4826"/>
    <w:rsid w:val="005D3ECF"/>
    <w:rsid w:val="005D50EF"/>
    <w:rsid w:val="005D5CBA"/>
    <w:rsid w:val="005E24D2"/>
    <w:rsid w:val="00600FE3"/>
    <w:rsid w:val="00602566"/>
    <w:rsid w:val="00602E1C"/>
    <w:rsid w:val="00611C28"/>
    <w:rsid w:val="00625DAD"/>
    <w:rsid w:val="006318A8"/>
    <w:rsid w:val="00635036"/>
    <w:rsid w:val="00636BE4"/>
    <w:rsid w:val="006406EC"/>
    <w:rsid w:val="006533E1"/>
    <w:rsid w:val="00661113"/>
    <w:rsid w:val="00662451"/>
    <w:rsid w:val="00662A2E"/>
    <w:rsid w:val="00675AD3"/>
    <w:rsid w:val="006778B4"/>
    <w:rsid w:val="00677D8E"/>
    <w:rsid w:val="006856BF"/>
    <w:rsid w:val="00695D7C"/>
    <w:rsid w:val="006A4C50"/>
    <w:rsid w:val="006D157E"/>
    <w:rsid w:val="006E7E9F"/>
    <w:rsid w:val="006F62D1"/>
    <w:rsid w:val="00704EA6"/>
    <w:rsid w:val="00731B6C"/>
    <w:rsid w:val="00734199"/>
    <w:rsid w:val="00737AD4"/>
    <w:rsid w:val="0076493E"/>
    <w:rsid w:val="00766386"/>
    <w:rsid w:val="00767CF5"/>
    <w:rsid w:val="00771142"/>
    <w:rsid w:val="00773345"/>
    <w:rsid w:val="00773BFB"/>
    <w:rsid w:val="00782BFD"/>
    <w:rsid w:val="007850E0"/>
    <w:rsid w:val="00785E71"/>
    <w:rsid w:val="007A082A"/>
    <w:rsid w:val="007A2F47"/>
    <w:rsid w:val="007B343C"/>
    <w:rsid w:val="007C53DC"/>
    <w:rsid w:val="007D4186"/>
    <w:rsid w:val="007D7671"/>
    <w:rsid w:val="007E50D9"/>
    <w:rsid w:val="007F2FC3"/>
    <w:rsid w:val="007F6B14"/>
    <w:rsid w:val="00810F87"/>
    <w:rsid w:val="008234F5"/>
    <w:rsid w:val="008416AB"/>
    <w:rsid w:val="00843953"/>
    <w:rsid w:val="00853E38"/>
    <w:rsid w:val="008608FC"/>
    <w:rsid w:val="00884E67"/>
    <w:rsid w:val="00890FF6"/>
    <w:rsid w:val="0089661E"/>
    <w:rsid w:val="00896D4D"/>
    <w:rsid w:val="008B04D5"/>
    <w:rsid w:val="008B7502"/>
    <w:rsid w:val="008C1CCA"/>
    <w:rsid w:val="008C49DC"/>
    <w:rsid w:val="008C7784"/>
    <w:rsid w:val="008D773A"/>
    <w:rsid w:val="00910CF6"/>
    <w:rsid w:val="00920B97"/>
    <w:rsid w:val="00935604"/>
    <w:rsid w:val="00955C27"/>
    <w:rsid w:val="0095743D"/>
    <w:rsid w:val="00966F43"/>
    <w:rsid w:val="00967CA3"/>
    <w:rsid w:val="00970B90"/>
    <w:rsid w:val="009742CB"/>
    <w:rsid w:val="009928E5"/>
    <w:rsid w:val="0099722E"/>
    <w:rsid w:val="009A1124"/>
    <w:rsid w:val="009A2665"/>
    <w:rsid w:val="009B00B4"/>
    <w:rsid w:val="009B0B84"/>
    <w:rsid w:val="009B1183"/>
    <w:rsid w:val="009C3CC1"/>
    <w:rsid w:val="009D5296"/>
    <w:rsid w:val="009E19C2"/>
    <w:rsid w:val="009E242E"/>
    <w:rsid w:val="009F05AB"/>
    <w:rsid w:val="009F7867"/>
    <w:rsid w:val="009F7EE4"/>
    <w:rsid w:val="00A04EB0"/>
    <w:rsid w:val="00A17A81"/>
    <w:rsid w:val="00A21D61"/>
    <w:rsid w:val="00A30295"/>
    <w:rsid w:val="00A35F55"/>
    <w:rsid w:val="00A3666A"/>
    <w:rsid w:val="00A4314E"/>
    <w:rsid w:val="00A477F4"/>
    <w:rsid w:val="00A53DFB"/>
    <w:rsid w:val="00A54AB8"/>
    <w:rsid w:val="00A54ADC"/>
    <w:rsid w:val="00A64E80"/>
    <w:rsid w:val="00A652DC"/>
    <w:rsid w:val="00A66993"/>
    <w:rsid w:val="00A707D2"/>
    <w:rsid w:val="00A72E3F"/>
    <w:rsid w:val="00A82EBE"/>
    <w:rsid w:val="00AB361A"/>
    <w:rsid w:val="00AD41C8"/>
    <w:rsid w:val="00AD45AA"/>
    <w:rsid w:val="00AE583F"/>
    <w:rsid w:val="00AE782F"/>
    <w:rsid w:val="00B02E2B"/>
    <w:rsid w:val="00B03ADF"/>
    <w:rsid w:val="00B05695"/>
    <w:rsid w:val="00B105F5"/>
    <w:rsid w:val="00B15AAB"/>
    <w:rsid w:val="00B17F19"/>
    <w:rsid w:val="00B20445"/>
    <w:rsid w:val="00B34901"/>
    <w:rsid w:val="00B51C20"/>
    <w:rsid w:val="00B613D1"/>
    <w:rsid w:val="00B83288"/>
    <w:rsid w:val="00BC47F2"/>
    <w:rsid w:val="00BC5048"/>
    <w:rsid w:val="00BD3FC2"/>
    <w:rsid w:val="00BD5C5C"/>
    <w:rsid w:val="00BF09B3"/>
    <w:rsid w:val="00BF6842"/>
    <w:rsid w:val="00C247F6"/>
    <w:rsid w:val="00C549C4"/>
    <w:rsid w:val="00C57554"/>
    <w:rsid w:val="00C64A03"/>
    <w:rsid w:val="00C64B8F"/>
    <w:rsid w:val="00C86AD9"/>
    <w:rsid w:val="00C87853"/>
    <w:rsid w:val="00C90A72"/>
    <w:rsid w:val="00C93133"/>
    <w:rsid w:val="00C9781B"/>
    <w:rsid w:val="00CA7690"/>
    <w:rsid w:val="00CB746B"/>
    <w:rsid w:val="00CC3296"/>
    <w:rsid w:val="00CD29AE"/>
    <w:rsid w:val="00CE2E28"/>
    <w:rsid w:val="00CE3798"/>
    <w:rsid w:val="00CE4FCF"/>
    <w:rsid w:val="00CF0017"/>
    <w:rsid w:val="00CF2972"/>
    <w:rsid w:val="00CF30C6"/>
    <w:rsid w:val="00D029CF"/>
    <w:rsid w:val="00D11A66"/>
    <w:rsid w:val="00D37A1F"/>
    <w:rsid w:val="00D41073"/>
    <w:rsid w:val="00D47BDE"/>
    <w:rsid w:val="00D52E01"/>
    <w:rsid w:val="00D56261"/>
    <w:rsid w:val="00D56D60"/>
    <w:rsid w:val="00D5797D"/>
    <w:rsid w:val="00D57F79"/>
    <w:rsid w:val="00D627DE"/>
    <w:rsid w:val="00D9697F"/>
    <w:rsid w:val="00D97DB1"/>
    <w:rsid w:val="00DA1AAC"/>
    <w:rsid w:val="00DC48E2"/>
    <w:rsid w:val="00DD72CF"/>
    <w:rsid w:val="00E04882"/>
    <w:rsid w:val="00E069BF"/>
    <w:rsid w:val="00E12776"/>
    <w:rsid w:val="00E12C53"/>
    <w:rsid w:val="00E201AA"/>
    <w:rsid w:val="00E20E7C"/>
    <w:rsid w:val="00E235EA"/>
    <w:rsid w:val="00E24156"/>
    <w:rsid w:val="00E2602D"/>
    <w:rsid w:val="00E26636"/>
    <w:rsid w:val="00E319F2"/>
    <w:rsid w:val="00E342D5"/>
    <w:rsid w:val="00E40C5F"/>
    <w:rsid w:val="00E50B87"/>
    <w:rsid w:val="00E662D9"/>
    <w:rsid w:val="00E71AF6"/>
    <w:rsid w:val="00E7205A"/>
    <w:rsid w:val="00E7377C"/>
    <w:rsid w:val="00E7487D"/>
    <w:rsid w:val="00E90A2B"/>
    <w:rsid w:val="00EA6463"/>
    <w:rsid w:val="00EA745A"/>
    <w:rsid w:val="00EB3525"/>
    <w:rsid w:val="00EC4D48"/>
    <w:rsid w:val="00EC6048"/>
    <w:rsid w:val="00ED2ED3"/>
    <w:rsid w:val="00ED5AA1"/>
    <w:rsid w:val="00EE09F0"/>
    <w:rsid w:val="00EE0A7E"/>
    <w:rsid w:val="00EE2AFE"/>
    <w:rsid w:val="00EF6EBC"/>
    <w:rsid w:val="00F066D8"/>
    <w:rsid w:val="00F112AF"/>
    <w:rsid w:val="00F27ED4"/>
    <w:rsid w:val="00F40A0D"/>
    <w:rsid w:val="00F4643D"/>
    <w:rsid w:val="00F46E9E"/>
    <w:rsid w:val="00F53657"/>
    <w:rsid w:val="00F541A6"/>
    <w:rsid w:val="00F63864"/>
    <w:rsid w:val="00F67983"/>
    <w:rsid w:val="00F67E25"/>
    <w:rsid w:val="00F8525D"/>
    <w:rsid w:val="00F931FD"/>
    <w:rsid w:val="00F96D04"/>
    <w:rsid w:val="00FA10DF"/>
    <w:rsid w:val="00FA300F"/>
    <w:rsid w:val="00FA72ED"/>
    <w:rsid w:val="00FB0E8D"/>
    <w:rsid w:val="00FB1F79"/>
    <w:rsid w:val="00FB6365"/>
    <w:rsid w:val="00FC7D7F"/>
    <w:rsid w:val="00FD1D3F"/>
    <w:rsid w:val="00FD66BC"/>
    <w:rsid w:val="00FD7101"/>
    <w:rsid w:val="00FE189C"/>
    <w:rsid w:val="00FE521C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qFormat/>
    <w:rsid w:val="00C64A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0"/>
    <w:link w:val="a6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0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1"/>
    <w:rsid w:val="00A54AB8"/>
  </w:style>
  <w:style w:type="character" w:customStyle="1" w:styleId="20">
    <w:name w:val="Заголовок 2 Знак"/>
    <w:basedOn w:val="a1"/>
    <w:link w:val="2"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1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1"/>
    <w:rsid w:val="002F265B"/>
  </w:style>
  <w:style w:type="paragraph" w:styleId="aa">
    <w:name w:val="Plain Text"/>
    <w:basedOn w:val="a0"/>
    <w:link w:val="ab"/>
    <w:rsid w:val="00470F01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1"/>
    <w:link w:val="aa"/>
    <w:rsid w:val="00470F01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2"/>
    <w:uiPriority w:val="59"/>
    <w:rsid w:val="00470F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аблица шапка"/>
    <w:basedOn w:val="a0"/>
    <w:rsid w:val="00470F0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e">
    <w:name w:val="Таблица текст"/>
    <w:basedOn w:val="a0"/>
    <w:rsid w:val="00470F01"/>
    <w:pPr>
      <w:spacing w:before="40" w:after="40"/>
      <w:ind w:left="57" w:right="57"/>
    </w:pPr>
    <w:rPr>
      <w:snapToGrid w:val="0"/>
      <w:szCs w:val="20"/>
    </w:rPr>
  </w:style>
  <w:style w:type="paragraph" w:styleId="a">
    <w:name w:val="List Number"/>
    <w:basedOn w:val="a0"/>
    <w:rsid w:val="00470F01"/>
    <w:pPr>
      <w:numPr>
        <w:numId w:val="7"/>
      </w:numPr>
      <w:tabs>
        <w:tab w:val="num" w:pos="1134"/>
      </w:tabs>
      <w:spacing w:before="60" w:line="360" w:lineRule="auto"/>
      <w:ind w:firstLine="567"/>
      <w:jc w:val="both"/>
    </w:pPr>
    <w:rPr>
      <w:sz w:val="28"/>
      <w:szCs w:val="20"/>
    </w:rPr>
  </w:style>
  <w:style w:type="paragraph" w:styleId="af">
    <w:name w:val="Body Text"/>
    <w:basedOn w:val="a0"/>
    <w:link w:val="af0"/>
    <w:uiPriority w:val="99"/>
    <w:unhideWhenUsed/>
    <w:rsid w:val="00470F01"/>
    <w:pPr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0">
    <w:name w:val="Основной текст Знак"/>
    <w:basedOn w:val="a1"/>
    <w:link w:val="af"/>
    <w:uiPriority w:val="99"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21">
    <w:name w:val="Body Text 21"/>
    <w:basedOn w:val="a0"/>
    <w:rsid w:val="00470F01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0"/>
    <w:link w:val="af4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Абзац списка1"/>
    <w:basedOn w:val="a0"/>
    <w:rsid w:val="008416AB"/>
    <w:pPr>
      <w:ind w:left="720"/>
    </w:pPr>
    <w:rPr>
      <w:rFonts w:eastAsia="Calibri"/>
      <w:sz w:val="20"/>
      <w:szCs w:val="20"/>
    </w:rPr>
  </w:style>
  <w:style w:type="character" w:styleId="af5">
    <w:name w:val="Hyperlink"/>
    <w:basedOn w:val="a1"/>
    <w:uiPriority w:val="99"/>
    <w:unhideWhenUsed/>
    <w:rsid w:val="00D11A66"/>
    <w:rPr>
      <w:color w:val="0000FF"/>
      <w:u w:val="single"/>
    </w:rPr>
  </w:style>
  <w:style w:type="character" w:styleId="af6">
    <w:name w:val="FollowedHyperlink"/>
    <w:basedOn w:val="a1"/>
    <w:uiPriority w:val="99"/>
    <w:semiHidden/>
    <w:unhideWhenUsed/>
    <w:rsid w:val="00D11A66"/>
    <w:rPr>
      <w:color w:val="800080"/>
      <w:u w:val="single"/>
    </w:rPr>
  </w:style>
  <w:style w:type="paragraph" w:customStyle="1" w:styleId="xl63">
    <w:name w:val="xl63"/>
    <w:basedOn w:val="a0"/>
    <w:rsid w:val="00D11A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4">
    <w:name w:val="xl64"/>
    <w:basedOn w:val="a0"/>
    <w:rsid w:val="00D11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5">
    <w:name w:val="xl65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6">
    <w:name w:val="xl66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7">
    <w:name w:val="xl67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0"/>
    <w:rsid w:val="00D11A6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rsid w:val="00D11A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character" w:customStyle="1" w:styleId="rredzag1">
    <w:name w:val="r_red_zag1"/>
    <w:rsid w:val="004E4980"/>
    <w:rPr>
      <w:rFonts w:ascii="Tahoma" w:hAnsi="Tahoma" w:cs="Tahoma" w:hint="default"/>
      <w:b/>
      <w:bCs/>
      <w:i w:val="0"/>
      <w:iCs w:val="0"/>
      <w:sz w:val="15"/>
      <w:szCs w:val="15"/>
    </w:rPr>
  </w:style>
  <w:style w:type="character" w:customStyle="1" w:styleId="30">
    <w:name w:val="Заголовок 3 Знак"/>
    <w:basedOn w:val="a1"/>
    <w:link w:val="3"/>
    <w:rsid w:val="00C64A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f7">
    <w:name w:val="комментарий"/>
    <w:rsid w:val="00C64A03"/>
    <w:rPr>
      <w:b/>
      <w:i/>
      <w:sz w:val="28"/>
    </w:rPr>
  </w:style>
  <w:style w:type="paragraph" w:styleId="31">
    <w:name w:val="Body Text Indent 3"/>
    <w:basedOn w:val="a0"/>
    <w:link w:val="32"/>
    <w:rsid w:val="00C64A03"/>
    <w:pPr>
      <w:autoSpaceDE w:val="0"/>
      <w:autoSpaceDN w:val="0"/>
      <w:ind w:firstLine="709"/>
      <w:jc w:val="both"/>
    </w:pPr>
  </w:style>
  <w:style w:type="character" w:customStyle="1" w:styleId="32">
    <w:name w:val="Основной текст с отступом 3 Знак"/>
    <w:basedOn w:val="a1"/>
    <w:link w:val="31"/>
    <w:rsid w:val="00C64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C64A03"/>
    <w:pPr>
      <w:jc w:val="center"/>
    </w:pPr>
    <w:rPr>
      <w:b/>
      <w:bCs/>
      <w:sz w:val="28"/>
    </w:rPr>
  </w:style>
  <w:style w:type="character" w:customStyle="1" w:styleId="af9">
    <w:name w:val="Название Знак"/>
    <w:basedOn w:val="a1"/>
    <w:link w:val="af8"/>
    <w:rsid w:val="00C64A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xbig1">
    <w:name w:val="xbig1"/>
    <w:rsid w:val="00C64A03"/>
    <w:rPr>
      <w:rFonts w:ascii="Verdana" w:hAnsi="Verdana" w:hint="default"/>
      <w:b w:val="0"/>
      <w:bCs w:val="0"/>
      <w:color w:val="005BA6"/>
      <w:sz w:val="23"/>
      <w:szCs w:val="23"/>
    </w:rPr>
  </w:style>
  <w:style w:type="character" w:customStyle="1" w:styleId="xbig21">
    <w:name w:val="xbig21"/>
    <w:rsid w:val="00C64A03"/>
    <w:rPr>
      <w:rFonts w:ascii="Verdana" w:hAnsi="Verdana" w:hint="default"/>
      <w:b w:val="0"/>
      <w:bCs w:val="0"/>
      <w:color w:val="000000"/>
      <w:sz w:val="23"/>
      <w:szCs w:val="23"/>
    </w:rPr>
  </w:style>
  <w:style w:type="paragraph" w:customStyle="1" w:styleId="rred">
    <w:name w:val="r_red"/>
    <w:basedOn w:val="a0"/>
    <w:rsid w:val="00C64A03"/>
    <w:pPr>
      <w:spacing w:before="100" w:beforeAutospacing="1" w:after="100" w:afterAutospacing="1"/>
    </w:pPr>
    <w:rPr>
      <w:rFonts w:ascii="Tahoma" w:hAnsi="Tahoma" w:cs="Tahoma"/>
      <w:b/>
      <w:bCs/>
      <w:sz w:val="14"/>
      <w:szCs w:val="14"/>
    </w:rPr>
  </w:style>
  <w:style w:type="paragraph" w:customStyle="1" w:styleId="style1style1">
    <w:name w:val="style1 style1"/>
    <w:basedOn w:val="a0"/>
    <w:rsid w:val="00C64A03"/>
    <w:pPr>
      <w:spacing w:before="100" w:beforeAutospacing="1" w:after="100" w:afterAutospacing="1"/>
    </w:pPr>
  </w:style>
  <w:style w:type="character" w:customStyle="1" w:styleId="rredzag31">
    <w:name w:val="r_red_zag31"/>
    <w:rsid w:val="00C64A03"/>
    <w:rPr>
      <w:rFonts w:ascii="Tahoma" w:hAnsi="Tahoma" w:cs="Tahoma" w:hint="default"/>
      <w:b w:val="0"/>
      <w:bCs w:val="0"/>
      <w:i w:val="0"/>
      <w:iCs w:val="0"/>
      <w:sz w:val="24"/>
      <w:szCs w:val="24"/>
    </w:rPr>
  </w:style>
  <w:style w:type="character" w:customStyle="1" w:styleId="style11">
    <w:name w:val="style11"/>
    <w:rsid w:val="00C64A03"/>
    <w:rPr>
      <w:color w:val="666666"/>
    </w:rPr>
  </w:style>
  <w:style w:type="character" w:customStyle="1" w:styleId="biblio1">
    <w:name w:val="biblio1"/>
    <w:rsid w:val="00C64A03"/>
    <w:rPr>
      <w:rFonts w:ascii="Tahoma" w:hAnsi="Tahoma" w:cs="Tahoma" w:hint="default"/>
      <w:b/>
      <w:bCs/>
      <w:i w:val="0"/>
      <w:iCs w:val="0"/>
      <w:color w:val="B94A00"/>
      <w:sz w:val="14"/>
      <w:szCs w:val="14"/>
    </w:rPr>
  </w:style>
  <w:style w:type="character" w:customStyle="1" w:styleId="normal1">
    <w:name w:val="normal1"/>
    <w:rsid w:val="00C64A03"/>
    <w:rPr>
      <w:rFonts w:ascii="Verdana" w:hAnsi="Verdana" w:hint="default"/>
      <w:b w:val="0"/>
      <w:bCs w:val="0"/>
      <w:color w:val="000000"/>
      <w:sz w:val="14"/>
      <w:szCs w:val="14"/>
    </w:rPr>
  </w:style>
  <w:style w:type="paragraph" w:styleId="23">
    <w:name w:val="Body Text 2"/>
    <w:basedOn w:val="a0"/>
    <w:link w:val="24"/>
    <w:rsid w:val="00C64A03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C64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C64A0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70">
    <w:name w:val="xl70"/>
    <w:basedOn w:val="a0"/>
    <w:rsid w:val="00C64A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</w:style>
  <w:style w:type="paragraph" w:customStyle="1" w:styleId="xl71">
    <w:name w:val="xl71"/>
    <w:basedOn w:val="a0"/>
    <w:rsid w:val="00C64A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0"/>
    <w:rsid w:val="00C64A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0"/>
    <w:rsid w:val="00C64A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C64A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5">
    <w:name w:val="xl75"/>
    <w:basedOn w:val="a0"/>
    <w:rsid w:val="00C64A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0"/>
    <w:rsid w:val="00C64A03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7">
    <w:name w:val="xl77"/>
    <w:basedOn w:val="a0"/>
    <w:rsid w:val="00C64A03"/>
    <w:pP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78">
    <w:name w:val="xl78"/>
    <w:basedOn w:val="a0"/>
    <w:rsid w:val="00C64A03"/>
    <w:pPr>
      <w:spacing w:before="100" w:beforeAutospacing="1" w:after="100" w:afterAutospacing="1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5">
    <w:name w:val="Balloon Text"/>
    <w:basedOn w:val="a0"/>
    <w:link w:val="a6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0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1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1"/>
    <w:rsid w:val="00A54AB8"/>
  </w:style>
  <w:style w:type="character" w:customStyle="1" w:styleId="20">
    <w:name w:val="Заголовок 2 Знак"/>
    <w:basedOn w:val="a1"/>
    <w:link w:val="2"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1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1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1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1"/>
    <w:rsid w:val="002F265B"/>
  </w:style>
  <w:style w:type="paragraph" w:styleId="aa">
    <w:name w:val="Plain Text"/>
    <w:basedOn w:val="a0"/>
    <w:link w:val="ab"/>
    <w:rsid w:val="00470F01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1"/>
    <w:link w:val="aa"/>
    <w:rsid w:val="00470F01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2"/>
    <w:uiPriority w:val="59"/>
    <w:rsid w:val="00470F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Таблица шапка"/>
    <w:basedOn w:val="a0"/>
    <w:rsid w:val="00470F01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e">
    <w:name w:val="Таблица текст"/>
    <w:basedOn w:val="a0"/>
    <w:rsid w:val="00470F01"/>
    <w:pPr>
      <w:spacing w:before="40" w:after="40"/>
      <w:ind w:left="57" w:right="57"/>
    </w:pPr>
    <w:rPr>
      <w:snapToGrid w:val="0"/>
      <w:szCs w:val="20"/>
    </w:rPr>
  </w:style>
  <w:style w:type="paragraph" w:styleId="a">
    <w:name w:val="List Number"/>
    <w:basedOn w:val="a0"/>
    <w:semiHidden/>
    <w:rsid w:val="00470F01"/>
    <w:pPr>
      <w:numPr>
        <w:numId w:val="7"/>
      </w:numPr>
      <w:tabs>
        <w:tab w:val="num" w:pos="1134"/>
      </w:tabs>
      <w:spacing w:before="60" w:line="360" w:lineRule="auto"/>
      <w:ind w:firstLine="567"/>
      <w:jc w:val="both"/>
    </w:pPr>
    <w:rPr>
      <w:sz w:val="28"/>
      <w:szCs w:val="20"/>
    </w:rPr>
  </w:style>
  <w:style w:type="paragraph" w:styleId="af">
    <w:name w:val="Body Text"/>
    <w:basedOn w:val="a0"/>
    <w:link w:val="af0"/>
    <w:uiPriority w:val="99"/>
    <w:unhideWhenUsed/>
    <w:rsid w:val="00470F01"/>
    <w:pPr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0">
    <w:name w:val="Основной текст Знак"/>
    <w:basedOn w:val="a1"/>
    <w:link w:val="af"/>
    <w:uiPriority w:val="99"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21">
    <w:name w:val="Body Text 21"/>
    <w:basedOn w:val="a0"/>
    <w:rsid w:val="00470F01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2">
    <w:name w:val="Верхний колонтитул Знак"/>
    <w:basedOn w:val="a1"/>
    <w:link w:val="af1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3">
    <w:name w:val="footer"/>
    <w:basedOn w:val="a0"/>
    <w:link w:val="af4"/>
    <w:uiPriority w:val="99"/>
    <w:semiHidden/>
    <w:unhideWhenUsed/>
    <w:rsid w:val="00470F01"/>
    <w:pPr>
      <w:tabs>
        <w:tab w:val="center" w:pos="4677"/>
        <w:tab w:val="right" w:pos="9355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4">
    <w:name w:val="Нижний колонтитул Знак"/>
    <w:basedOn w:val="a1"/>
    <w:link w:val="af3"/>
    <w:uiPriority w:val="99"/>
    <w:semiHidden/>
    <w:rsid w:val="00470F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Абзац списка1"/>
    <w:basedOn w:val="a0"/>
    <w:rsid w:val="008416AB"/>
    <w:pPr>
      <w:ind w:left="720"/>
    </w:pPr>
    <w:rPr>
      <w:rFonts w:eastAsia="Calibri"/>
      <w:sz w:val="20"/>
      <w:szCs w:val="20"/>
    </w:rPr>
  </w:style>
  <w:style w:type="character" w:styleId="af5">
    <w:name w:val="Hyperlink"/>
    <w:basedOn w:val="a1"/>
    <w:uiPriority w:val="99"/>
    <w:semiHidden/>
    <w:unhideWhenUsed/>
    <w:rsid w:val="00D11A66"/>
    <w:rPr>
      <w:color w:val="0000FF"/>
      <w:u w:val="single"/>
    </w:rPr>
  </w:style>
  <w:style w:type="character" w:styleId="af6">
    <w:name w:val="FollowedHyperlink"/>
    <w:basedOn w:val="a1"/>
    <w:uiPriority w:val="99"/>
    <w:semiHidden/>
    <w:unhideWhenUsed/>
    <w:rsid w:val="00D11A66"/>
    <w:rPr>
      <w:color w:val="800080"/>
      <w:u w:val="single"/>
    </w:rPr>
  </w:style>
  <w:style w:type="paragraph" w:customStyle="1" w:styleId="xl63">
    <w:name w:val="xl63"/>
    <w:basedOn w:val="a0"/>
    <w:rsid w:val="00D11A6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4">
    <w:name w:val="xl64"/>
    <w:basedOn w:val="a0"/>
    <w:rsid w:val="00D11A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5">
    <w:name w:val="xl65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6">
    <w:name w:val="xl66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67">
    <w:name w:val="xl67"/>
    <w:basedOn w:val="a0"/>
    <w:rsid w:val="00D11A6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68">
    <w:name w:val="xl68"/>
    <w:basedOn w:val="a0"/>
    <w:rsid w:val="00D11A6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rsid w:val="00D11A6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B980B-36C9-4953-AFEB-B6476A9AD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151</Pages>
  <Words>47255</Words>
  <Characters>269356</Characters>
  <Application>Microsoft Office Word</Application>
  <DocSecurity>0</DocSecurity>
  <Lines>2244</Lines>
  <Paragraphs>631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315980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Назимов Дмитрий Александрович</cp:lastModifiedBy>
  <cp:revision>5</cp:revision>
  <cp:lastPrinted>2012-12-05T09:47:00Z</cp:lastPrinted>
  <dcterms:created xsi:type="dcterms:W3CDTF">2012-11-27T05:12:00Z</dcterms:created>
  <dcterms:modified xsi:type="dcterms:W3CDTF">2012-12-05T09:47:00Z</dcterms:modified>
</cp:coreProperties>
</file>