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459" w:type="dxa"/>
        <w:tblLook w:val="04A0"/>
      </w:tblPr>
      <w:tblGrid>
        <w:gridCol w:w="9571"/>
      </w:tblGrid>
      <w:tr w:rsidR="00393A8D" w:rsidRPr="00E25FCD" w:rsidTr="00393A8D">
        <w:trPr>
          <w:trHeight w:val="2880"/>
          <w:jc w:val="center"/>
        </w:trPr>
        <w:tc>
          <w:tcPr>
            <w:tcW w:w="5000" w:type="pct"/>
          </w:tcPr>
          <w:tbl>
            <w:tblPr>
              <w:tblW w:w="0" w:type="auto"/>
              <w:tblLook w:val="04A0"/>
            </w:tblPr>
            <w:tblGrid>
              <w:gridCol w:w="3787"/>
              <w:gridCol w:w="710"/>
              <w:gridCol w:w="4858"/>
            </w:tblGrid>
            <w:tr w:rsidR="00E25FCD" w:rsidRPr="00E25FCD" w:rsidTr="00327A5A">
              <w:tc>
                <w:tcPr>
                  <w:tcW w:w="3916" w:type="dxa"/>
                  <w:hideMark/>
                </w:tcPr>
                <w:p w:rsidR="00E25FCD" w:rsidRPr="00E25FCD" w:rsidRDefault="00E25FCD" w:rsidP="00327A5A">
                  <w:bookmarkStart w:id="0" w:name="_Toc247513921"/>
                </w:p>
              </w:tc>
              <w:tc>
                <w:tcPr>
                  <w:tcW w:w="728" w:type="dxa"/>
                </w:tcPr>
                <w:p w:rsidR="00E25FCD" w:rsidRPr="00E25FCD" w:rsidRDefault="00E25FCD" w:rsidP="00327A5A"/>
              </w:tc>
              <w:tc>
                <w:tcPr>
                  <w:tcW w:w="4927" w:type="dxa"/>
                </w:tcPr>
                <w:p w:rsidR="00E25FCD" w:rsidRPr="00E25FCD" w:rsidRDefault="00E25FCD" w:rsidP="00327A5A">
                  <w:pPr>
                    <w:rPr>
                      <w:b/>
                    </w:rPr>
                  </w:pPr>
                  <w:r w:rsidRPr="00E25FCD">
                    <w:rPr>
                      <w:b/>
                    </w:rPr>
                    <w:t>Утверждаю</w:t>
                  </w:r>
                </w:p>
                <w:p w:rsidR="00E25FCD" w:rsidRPr="00E25FCD" w:rsidRDefault="00E25FCD" w:rsidP="00327A5A">
                  <w:pPr>
                    <w:rPr>
                      <w:b/>
                    </w:rPr>
                  </w:pPr>
                  <w:r w:rsidRPr="00E25FCD">
                    <w:rPr>
                      <w:b/>
                    </w:rPr>
                    <w:t xml:space="preserve">Руководитель аппарата филиала </w:t>
                  </w:r>
                </w:p>
                <w:p w:rsidR="00E25FCD" w:rsidRPr="00E25FCD" w:rsidRDefault="00E25FCD" w:rsidP="00327A5A">
                  <w:pPr>
                    <w:rPr>
                      <w:b/>
                    </w:rPr>
                  </w:pPr>
                  <w:r w:rsidRPr="00E25FCD">
                    <w:rPr>
                      <w:b/>
                    </w:rPr>
                    <w:t>ОАО «МРСК Центра» - «Липецкэнерго»</w:t>
                  </w:r>
                </w:p>
                <w:p w:rsidR="00E25FCD" w:rsidRPr="00E25FCD" w:rsidRDefault="00E25FCD" w:rsidP="00327A5A">
                  <w:r w:rsidRPr="00E25FCD">
                    <w:t xml:space="preserve">_______________ </w:t>
                  </w:r>
                  <w:r w:rsidRPr="00E25FCD">
                    <w:rPr>
                      <w:b/>
                    </w:rPr>
                    <w:t>Е.Б. Коломиец</w:t>
                  </w:r>
                </w:p>
                <w:p w:rsidR="00E25FCD" w:rsidRPr="00E25FCD" w:rsidRDefault="00E25FCD" w:rsidP="00327A5A">
                  <w:r w:rsidRPr="00E25FCD">
                    <w:t>«____»_____________2013 г.</w:t>
                  </w:r>
                </w:p>
              </w:tc>
            </w:tr>
          </w:tbl>
          <w:p w:rsidR="00393A8D" w:rsidRPr="00E25FCD" w:rsidRDefault="00393A8D" w:rsidP="00393A8D">
            <w:pPr>
              <w:pStyle w:val="a8"/>
              <w:jc w:val="center"/>
              <w:rPr>
                <w:rFonts w:asciiTheme="majorHAnsi" w:eastAsiaTheme="majorEastAsia" w:hAnsiTheme="majorHAnsi" w:cstheme="majorBidi"/>
                <w:caps/>
                <w:sz w:val="24"/>
                <w:szCs w:val="24"/>
              </w:rPr>
            </w:pPr>
          </w:p>
        </w:tc>
      </w:tr>
    </w:tbl>
    <w:p w:rsidR="00E25FCD" w:rsidRPr="00E25FCD" w:rsidRDefault="00E25FCD" w:rsidP="00E25FCD">
      <w:pPr>
        <w:pStyle w:val="ac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FCD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25FCD" w:rsidRPr="00E25FCD" w:rsidRDefault="00E25FCD" w:rsidP="00E25FCD">
      <w:pPr>
        <w:pStyle w:val="ac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FCD">
        <w:rPr>
          <w:rFonts w:ascii="Times New Roman" w:hAnsi="Times New Roman"/>
          <w:b/>
          <w:sz w:val="24"/>
          <w:szCs w:val="24"/>
        </w:rPr>
        <w:t>на подписку и доставку  в 201</w:t>
      </w:r>
      <w:r w:rsidR="00504628">
        <w:rPr>
          <w:rFonts w:ascii="Times New Roman" w:hAnsi="Times New Roman"/>
          <w:b/>
          <w:sz w:val="24"/>
          <w:szCs w:val="24"/>
        </w:rPr>
        <w:t>4</w:t>
      </w:r>
      <w:r w:rsidRPr="00E25FCD">
        <w:rPr>
          <w:rFonts w:ascii="Times New Roman" w:hAnsi="Times New Roman"/>
          <w:b/>
          <w:sz w:val="24"/>
          <w:szCs w:val="24"/>
        </w:rPr>
        <w:t xml:space="preserve"> году периодических печатных изданий для нужд филиала ОАО «МРСК Центра» - «Липецкэнерго»</w:t>
      </w:r>
    </w:p>
    <w:p w:rsidR="00393A8D" w:rsidRPr="00E25FCD" w:rsidRDefault="00393A8D" w:rsidP="00E25FCD">
      <w:pPr>
        <w:spacing w:before="100" w:beforeAutospacing="1" w:after="100" w:afterAutospacing="1" w:line="360" w:lineRule="auto"/>
        <w:ind w:firstLine="709"/>
        <w:jc w:val="center"/>
        <w:rPr>
          <w:b/>
        </w:rPr>
      </w:pPr>
    </w:p>
    <w:p w:rsidR="00393A8D" w:rsidRPr="00E25FCD" w:rsidRDefault="00393A8D" w:rsidP="00393A8D">
      <w:pPr>
        <w:spacing w:line="360" w:lineRule="auto"/>
        <w:ind w:firstLine="709"/>
        <w:jc w:val="both"/>
        <w:rPr>
          <w:b/>
        </w:rPr>
      </w:pPr>
    </w:p>
    <w:p w:rsidR="00393A8D" w:rsidRPr="00E25FCD" w:rsidRDefault="00393A8D" w:rsidP="00393A8D">
      <w:pPr>
        <w:spacing w:line="360" w:lineRule="auto"/>
      </w:pPr>
    </w:p>
    <w:tbl>
      <w:tblPr>
        <w:tblpPr w:leftFromText="187" w:rightFromText="187" w:horzAnchor="margin" w:tblpXSpec="center" w:tblpYSpec="bottom"/>
        <w:tblW w:w="5000" w:type="pct"/>
        <w:tblLook w:val="04A0"/>
      </w:tblPr>
      <w:tblGrid>
        <w:gridCol w:w="9571"/>
      </w:tblGrid>
      <w:tr w:rsidR="00393A8D" w:rsidRPr="00E25FCD">
        <w:tc>
          <w:tcPr>
            <w:tcW w:w="5000" w:type="pct"/>
          </w:tcPr>
          <w:p w:rsidR="00393A8D" w:rsidRPr="00E25FCD" w:rsidRDefault="00393A8D" w:rsidP="00393A8D">
            <w:pPr>
              <w:pStyle w:val="a8"/>
              <w:rPr>
                <w:sz w:val="24"/>
                <w:szCs w:val="24"/>
              </w:rPr>
            </w:pPr>
          </w:p>
        </w:tc>
      </w:tr>
    </w:tbl>
    <w:p w:rsidR="00393A8D" w:rsidRPr="00E25FCD" w:rsidRDefault="00393A8D"/>
    <w:p w:rsidR="00393A8D" w:rsidRPr="00E25FCD" w:rsidRDefault="00393A8D">
      <w:pPr>
        <w:spacing w:after="200" w:line="276" w:lineRule="auto"/>
        <w:rPr>
          <w:b/>
          <w:snapToGrid w:val="0"/>
        </w:rPr>
      </w:pPr>
      <w:r w:rsidRPr="00E25FCD">
        <w:rPr>
          <w:bCs/>
          <w:snapToGrid w:val="0"/>
        </w:rPr>
        <w:br w:type="page"/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0"/>
      <w:r w:rsidRPr="00E25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0BC" w:rsidRPr="00E25FCD" w:rsidRDefault="002D10BC" w:rsidP="002D10BC">
      <w:pPr>
        <w:ind w:firstLine="709"/>
        <w:jc w:val="both"/>
      </w:pPr>
      <w:r w:rsidRPr="00E25FCD">
        <w:t xml:space="preserve">Данный документ определяет основные требования к </w:t>
      </w:r>
      <w:r w:rsidR="000B61D7" w:rsidRPr="00E25FCD">
        <w:t>условиям поставки периодических изданий</w:t>
      </w:r>
      <w:r w:rsidR="008F2688">
        <w:t>.</w:t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47513922"/>
      <w:r w:rsidRPr="00E25FCD">
        <w:rPr>
          <w:rFonts w:ascii="Times New Roman" w:hAnsi="Times New Roman" w:cs="Times New Roman"/>
          <w:sz w:val="24"/>
          <w:szCs w:val="24"/>
        </w:rPr>
        <w:t>Заказчик</w:t>
      </w:r>
      <w:bookmarkEnd w:id="1"/>
    </w:p>
    <w:p w:rsidR="002D10BC" w:rsidRPr="00E25FCD" w:rsidRDefault="002D10BC" w:rsidP="002D10BC">
      <w:pPr>
        <w:tabs>
          <w:tab w:val="left" w:pos="709"/>
          <w:tab w:val="left" w:pos="1134"/>
          <w:tab w:val="left" w:pos="1418"/>
        </w:tabs>
        <w:spacing w:line="276" w:lineRule="auto"/>
        <w:ind w:left="426" w:firstLine="709"/>
        <w:jc w:val="both"/>
      </w:pPr>
      <w:r w:rsidRPr="00E25FCD">
        <w:tab/>
      </w:r>
      <w:r w:rsidR="008634E7">
        <w:t xml:space="preserve">Филиал </w:t>
      </w:r>
      <w:r w:rsidRPr="00E25FCD">
        <w:t>ОАО «МРСК Центра»</w:t>
      </w:r>
      <w:r w:rsidR="00E17E2D" w:rsidRPr="00E25FCD">
        <w:t xml:space="preserve"> - «Липецкэнерго»</w:t>
      </w:r>
      <w:r w:rsidRPr="00E25FCD">
        <w:t xml:space="preserve"> (юридический адрес: 129090, </w:t>
      </w:r>
      <w:r w:rsidR="00E17E2D" w:rsidRPr="00E25FCD">
        <w:t>г. Москва, ул. 2-я Ямская, д. 4</w:t>
      </w:r>
      <w:r w:rsidRPr="00E25FCD">
        <w:t xml:space="preserve">; </w:t>
      </w:r>
      <w:r w:rsidR="006D53CB" w:rsidRPr="00E25FCD">
        <w:t xml:space="preserve">местонахождение и </w:t>
      </w:r>
      <w:r w:rsidRPr="00E25FCD">
        <w:t xml:space="preserve">почтовый адрес: </w:t>
      </w:r>
      <w:r w:rsidR="00E17E2D" w:rsidRPr="00E25FCD">
        <w:t>398001</w:t>
      </w:r>
      <w:r w:rsidRPr="00E25FCD">
        <w:t xml:space="preserve">, </w:t>
      </w:r>
      <w:r w:rsidR="00E17E2D" w:rsidRPr="00E25FCD">
        <w:t>г.Липецк, ул.50 лет НЛМК, д. 33</w:t>
      </w:r>
      <w:r w:rsidR="00432B49" w:rsidRPr="00E25FCD">
        <w:t xml:space="preserve"> </w:t>
      </w:r>
      <w:r w:rsidRPr="00E25FCD">
        <w:t>).</w:t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47513923"/>
      <w:r w:rsidRPr="00E25FCD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bookmarkEnd w:id="2"/>
    </w:p>
    <w:p w:rsidR="002D10BC" w:rsidRPr="00E25FCD" w:rsidRDefault="002D10BC" w:rsidP="002D10BC">
      <w:pPr>
        <w:pStyle w:val="2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178736729"/>
      <w:bookmarkStart w:id="4" w:name="_Toc231376739"/>
      <w:r w:rsidRPr="00E25FCD">
        <w:rPr>
          <w:rFonts w:ascii="Times New Roman" w:hAnsi="Times New Roman" w:cs="Times New Roman"/>
          <w:sz w:val="24"/>
          <w:szCs w:val="24"/>
        </w:rPr>
        <w:t>3.1. Цель</w:t>
      </w:r>
      <w:bookmarkEnd w:id="3"/>
      <w:bookmarkEnd w:id="4"/>
    </w:p>
    <w:p w:rsidR="002D10BC" w:rsidRPr="00E25FCD" w:rsidRDefault="004C30E8" w:rsidP="002D10BC">
      <w:pPr>
        <w:ind w:firstLine="709"/>
        <w:jc w:val="both"/>
      </w:pPr>
      <w:r w:rsidRPr="00E25FCD">
        <w:t xml:space="preserve">Обеспечение сотрудников </w:t>
      </w:r>
      <w:r w:rsidR="008634E7">
        <w:t xml:space="preserve">филиала </w:t>
      </w:r>
      <w:r w:rsidR="00E17E2D" w:rsidRPr="00E25FCD">
        <w:t>ОАО «МРСК Центра»-«Липецкэнерго»</w:t>
      </w:r>
      <w:r w:rsidRPr="00E25FCD">
        <w:t xml:space="preserve"> периодическими изданиями</w:t>
      </w:r>
      <w:r w:rsidR="002D10BC" w:rsidRPr="00E25FCD">
        <w:t>.</w:t>
      </w:r>
    </w:p>
    <w:p w:rsidR="002D10BC" w:rsidRPr="00E25FCD" w:rsidRDefault="002D10BC" w:rsidP="002D10BC">
      <w:pPr>
        <w:pStyle w:val="2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>3.2. Задач</w:t>
      </w:r>
      <w:r w:rsidR="00E377B2" w:rsidRPr="00E25FCD">
        <w:rPr>
          <w:rFonts w:ascii="Times New Roman" w:hAnsi="Times New Roman" w:cs="Times New Roman"/>
          <w:sz w:val="24"/>
          <w:szCs w:val="24"/>
        </w:rPr>
        <w:t>а</w:t>
      </w:r>
    </w:p>
    <w:p w:rsidR="00AE589F" w:rsidRPr="00E25FCD" w:rsidRDefault="00E377B2" w:rsidP="00AE589F">
      <w:pPr>
        <w:ind w:firstLine="709"/>
        <w:jc w:val="both"/>
      </w:pPr>
      <w:r w:rsidRPr="00E25FCD">
        <w:t xml:space="preserve">Приобрести </w:t>
      </w:r>
      <w:r w:rsidR="000B61D7" w:rsidRPr="00E25FCD">
        <w:t>периодические издания</w:t>
      </w:r>
      <w:r w:rsidRPr="00E25FCD">
        <w:t xml:space="preserve"> для </w:t>
      </w:r>
      <w:r w:rsidR="004C30E8" w:rsidRPr="00E25FCD">
        <w:t xml:space="preserve">обеспечения сотрудников </w:t>
      </w:r>
      <w:r w:rsidR="008634E7">
        <w:t xml:space="preserve">филиала </w:t>
      </w:r>
      <w:r w:rsidR="004C30E8" w:rsidRPr="00E25FCD">
        <w:t>ОАО «МРСК Центра»</w:t>
      </w:r>
      <w:r w:rsidR="00E17E2D" w:rsidRPr="00E25FCD">
        <w:t xml:space="preserve"> -</w:t>
      </w:r>
      <w:r w:rsidR="00504628">
        <w:t xml:space="preserve"> </w:t>
      </w:r>
      <w:r w:rsidR="00E17E2D" w:rsidRPr="00E25FCD">
        <w:t xml:space="preserve">«Липецкэнерго» </w:t>
      </w:r>
      <w:r w:rsidR="004C30E8" w:rsidRPr="00E25FCD">
        <w:t xml:space="preserve"> </w:t>
      </w:r>
      <w:r w:rsidR="006D53CB" w:rsidRPr="00E25FCD">
        <w:t>в количестве, указанном в таблице:</w:t>
      </w:r>
    </w:p>
    <w:p w:rsidR="006D53CB" w:rsidRPr="00E25FCD" w:rsidRDefault="006D53CB" w:rsidP="00AE589F">
      <w:pPr>
        <w:ind w:firstLine="709"/>
        <w:jc w:val="both"/>
      </w:pPr>
    </w:p>
    <w:tbl>
      <w:tblPr>
        <w:tblW w:w="10065" w:type="dxa"/>
        <w:tblInd w:w="-34" w:type="dxa"/>
        <w:tblLayout w:type="fixed"/>
        <w:tblLook w:val="04A0"/>
      </w:tblPr>
      <w:tblGrid>
        <w:gridCol w:w="236"/>
        <w:gridCol w:w="837"/>
        <w:gridCol w:w="193"/>
        <w:gridCol w:w="2987"/>
        <w:gridCol w:w="992"/>
        <w:gridCol w:w="4820"/>
      </w:tblGrid>
      <w:tr w:rsidR="008634E7" w:rsidTr="009C271B">
        <w:trPr>
          <w:trHeight w:val="225"/>
        </w:trPr>
        <w:tc>
          <w:tcPr>
            <w:tcW w:w="126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34E7" w:rsidRPr="008634E7" w:rsidRDefault="008634E7">
            <w:pPr>
              <w:jc w:val="center"/>
              <w:rPr>
                <w:b/>
                <w:bCs/>
                <w:sz w:val="16"/>
                <w:szCs w:val="16"/>
              </w:rPr>
            </w:pPr>
            <w:r w:rsidRPr="00FA0863">
              <w:rPr>
                <w:b/>
                <w:bCs/>
                <w:sz w:val="22"/>
                <w:szCs w:val="22"/>
              </w:rPr>
              <w:t>Индекс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34E7" w:rsidRPr="008634E7" w:rsidRDefault="008634E7">
            <w:pPr>
              <w:jc w:val="center"/>
              <w:rPr>
                <w:b/>
                <w:bCs/>
              </w:rPr>
            </w:pPr>
            <w:r w:rsidRPr="008634E7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4E7" w:rsidRPr="008634E7" w:rsidRDefault="008634E7" w:rsidP="008F2688">
            <w:pPr>
              <w:jc w:val="center"/>
              <w:rPr>
                <w:b/>
                <w:bCs/>
              </w:rPr>
            </w:pPr>
            <w:r w:rsidRPr="008634E7">
              <w:rPr>
                <w:b/>
                <w:bCs/>
                <w:sz w:val="22"/>
                <w:szCs w:val="22"/>
              </w:rPr>
              <w:t>Компл.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8634E7" w:rsidRDefault="00FA086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Адрес доставки</w:t>
            </w:r>
          </w:p>
        </w:tc>
      </w:tr>
      <w:tr w:rsidR="008634E7" w:rsidTr="009C271B">
        <w:trPr>
          <w:gridAfter w:val="4"/>
          <w:wAfter w:w="8992" w:type="dxa"/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4E7" w:rsidRDefault="008634E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8634E7" w:rsidRDefault="008634E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11725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Аргументы и Факты.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52622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В краю родном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Default="00FA0863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  <w:p w:rsidR="00FA0863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399580</w:t>
            </w:r>
            <w:r>
              <w:rPr>
                <w:sz w:val="20"/>
                <w:szCs w:val="20"/>
              </w:rPr>
              <w:t>, с. Волово, ул. Советская, д.113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52637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Грязинские известия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Default="00FA0863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  <w:p w:rsidR="00FA0863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398300, г. Грязи, ул. </w:t>
            </w:r>
            <w:proofErr w:type="spellStart"/>
            <w:r w:rsidRPr="0031511F">
              <w:rPr>
                <w:sz w:val="20"/>
                <w:szCs w:val="20"/>
              </w:rPr>
              <w:t>Песковатская</w:t>
            </w:r>
            <w:proofErr w:type="gramStart"/>
            <w:r w:rsidRPr="0031511F">
              <w:rPr>
                <w:sz w:val="20"/>
                <w:szCs w:val="20"/>
              </w:rPr>
              <w:t>,д</w:t>
            </w:r>
            <w:proofErr w:type="spellEnd"/>
            <w:proofErr w:type="gramEnd"/>
            <w:r w:rsidRPr="0031511F">
              <w:rPr>
                <w:sz w:val="20"/>
                <w:szCs w:val="20"/>
              </w:rPr>
              <w:t>. 7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Добринские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</w:t>
            </w:r>
            <w:r w:rsidRPr="0031511F">
              <w:rPr>
                <w:sz w:val="20"/>
                <w:szCs w:val="20"/>
              </w:rPr>
              <w:br/>
              <w:t>399430, пгт. Добринка, ул. Профсоюзная, д.8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Донские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399260, с. Хлевное, ул. Энергетиков, д. 1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52614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Елецкий вестник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FA0863" w:rsidRDefault="00FA0863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399772, г. Елец,ул. Новолипецкая, д. 1б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Заветы Ильича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399851, г. Данков, ул. Коммунальная, д. 23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52623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Задонская правда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399200, с. Малое Панарино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Заря Красного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399670, с. Красное, ул. Победы, д. 51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Звезда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63" w:rsidRDefault="00FA0863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398001, г. Липецк, 50 лет НЛМК, д. 33,</w:t>
            </w:r>
          </w:p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399710, с. Становое, ул. Советская, д. 2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Знамя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 399014, с. Доброе, ул. Советская, д. 58а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10060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Коммерсантъ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41958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Комплект ЭЖ №7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FA0863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52610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Красное знамя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 399772, г. Елец,</w:t>
            </w:r>
            <w:r>
              <w:rPr>
                <w:sz w:val="20"/>
                <w:szCs w:val="20"/>
              </w:rPr>
              <w:t xml:space="preserve"> </w:t>
            </w:r>
            <w:r w:rsidRPr="0031511F">
              <w:rPr>
                <w:sz w:val="20"/>
                <w:szCs w:val="20"/>
              </w:rPr>
              <w:t>ул. Новолипецкая, д. 1б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Лебедянские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399610, г. Лебедянь, ул. Мира, д. 45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52601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Липецкая газета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41" w:rsidRDefault="009C271B" w:rsidP="009C2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398001, г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452D41" w:rsidRPr="0031511F">
              <w:rPr>
                <w:sz w:val="20"/>
                <w:szCs w:val="20"/>
              </w:rPr>
              <w:t>Л</w:t>
            </w:r>
            <w:proofErr w:type="gramEnd"/>
            <w:r w:rsidR="00452D41" w:rsidRPr="0031511F">
              <w:rPr>
                <w:sz w:val="20"/>
                <w:szCs w:val="20"/>
              </w:rPr>
              <w:t>ипецк, 50 лет НЛМК, д. 33</w:t>
            </w:r>
            <w:r w:rsidR="00452D41" w:rsidRPr="0031511F">
              <w:rPr>
                <w:b/>
                <w:bCs/>
                <w:sz w:val="20"/>
                <w:szCs w:val="20"/>
              </w:rPr>
              <w:t xml:space="preserve">- </w:t>
            </w:r>
            <w:r w:rsidR="00452D41" w:rsidRPr="009C271B">
              <w:rPr>
                <w:bCs/>
                <w:sz w:val="20"/>
                <w:szCs w:val="20"/>
              </w:rPr>
              <w:t>6 компл</w:t>
            </w:r>
            <w:r>
              <w:rPr>
                <w:bCs/>
                <w:sz w:val="20"/>
                <w:szCs w:val="20"/>
              </w:rPr>
              <w:t>ектов</w:t>
            </w:r>
            <w:r w:rsidR="00452D41" w:rsidRPr="0031511F">
              <w:rPr>
                <w:b/>
                <w:bCs/>
                <w:sz w:val="20"/>
                <w:szCs w:val="20"/>
              </w:rPr>
              <w:t xml:space="preserve"> </w:t>
            </w:r>
            <w:r w:rsidR="00452D41" w:rsidRPr="0031511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399140, с. Доброе, ул. Советская, д. 58а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399370, г. Усмань, ул. Солнечная, Левый берег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399260, с. Хлевное, ул. Энергетиков, д. 1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399772, г. Елец</w:t>
            </w:r>
            <w:proofErr w:type="gramStart"/>
            <w:r w:rsidRPr="0031511F">
              <w:rPr>
                <w:sz w:val="20"/>
                <w:szCs w:val="20"/>
              </w:rPr>
              <w:t>,у</w:t>
            </w:r>
            <w:proofErr w:type="gramEnd"/>
            <w:r w:rsidRPr="0031511F">
              <w:rPr>
                <w:sz w:val="20"/>
                <w:szCs w:val="20"/>
              </w:rPr>
              <w:t>л. Новолипецкая, д. 1б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lastRenderedPageBreak/>
              <w:t>399200, с. Малое Панарино                                                        399540, с. Тербуны, ул. Энергетиков, д. 4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399710, </w:t>
            </w:r>
            <w:proofErr w:type="gramStart"/>
            <w:r w:rsidRPr="0031511F">
              <w:rPr>
                <w:sz w:val="20"/>
                <w:szCs w:val="20"/>
              </w:rPr>
              <w:t>с</w:t>
            </w:r>
            <w:proofErr w:type="gramEnd"/>
            <w:r w:rsidRPr="0031511F">
              <w:rPr>
                <w:sz w:val="20"/>
                <w:szCs w:val="20"/>
              </w:rPr>
              <w:t>. Становое, ул. Советская, д. 2</w:t>
            </w:r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proofErr w:type="gramStart"/>
            <w:r w:rsidRPr="0031511F">
              <w:rPr>
                <w:sz w:val="20"/>
                <w:szCs w:val="20"/>
              </w:rPr>
              <w:t>399000, с. Измалково, пер. Транспортный, д. 23                          399510, Долгоруковский р-н, д. Ивановка                                            399580, с. Волово, ул. Советская, д. 113</w:t>
            </w:r>
            <w:proofErr w:type="gramEnd"/>
          </w:p>
          <w:p w:rsidR="00452D41" w:rsidRDefault="00452D41" w:rsidP="008F2688">
            <w:pPr>
              <w:jc w:val="center"/>
              <w:rPr>
                <w:sz w:val="20"/>
                <w:szCs w:val="20"/>
              </w:rPr>
            </w:pPr>
            <w:proofErr w:type="gramStart"/>
            <w:r w:rsidRPr="0031511F">
              <w:rPr>
                <w:sz w:val="20"/>
                <w:szCs w:val="20"/>
              </w:rPr>
              <w:t>399610, г. Лебедянь, ул. Мира, д. 45                                        399851, г. Данков, ул. Коммунальная, д. 23</w:t>
            </w:r>
            <w:proofErr w:type="gramEnd"/>
          </w:p>
          <w:p w:rsidR="008634E7" w:rsidRPr="00452D41" w:rsidRDefault="00452D41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399670, с. Красное, ул. Победы, д. 51                                                                    399870, п. Лев-Толстой, ул. Левашовка, д. 116                          399430, пгт. Добринка, ул. Профсоюзная, д.8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52627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Маяк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proofErr w:type="gramStart"/>
            <w:r w:rsidRPr="0031511F">
              <w:rPr>
                <w:sz w:val="20"/>
                <w:szCs w:val="20"/>
              </w:rPr>
              <w:t>398001, г. Липецк, 50 лет НЛМК, д. 33                                     399540, с. Тербуны, ул. Энергетиков, д. 4</w:t>
            </w:r>
            <w:proofErr w:type="gramEnd"/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52306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Народное слово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399870, п. Лев-Толстой, ул. Левашовка, д. 116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52628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Новая Жизнь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proofErr w:type="gramStart"/>
            <w:r w:rsidRPr="0031511F">
              <w:rPr>
                <w:sz w:val="20"/>
                <w:szCs w:val="20"/>
              </w:rPr>
              <w:t>398001, г. Липецк, 50 лет НЛМК, д. 33                                      399370, г. Усмань, ул. Солнечная, Левый берег</w:t>
            </w:r>
            <w:proofErr w:type="gramEnd"/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52629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Раненбургский вестник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399940, с. Кривополянье, ул. Черешнева, д.5</w:t>
            </w:r>
          </w:p>
        </w:tc>
      </w:tr>
      <w:tr w:rsidR="008634E7" w:rsidTr="009C271B">
        <w:trPr>
          <w:trHeight w:val="311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52625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Сельская Нива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52632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Сельские зори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399510, Долгоруковский р-н, д. Ивановка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52633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Сельский восход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399000, с. Измалково, пер. Транспортный, д. 23</w:t>
            </w:r>
          </w:p>
        </w:tc>
      </w:tr>
      <w:tr w:rsidR="008634E7" w:rsidRPr="008634E7" w:rsidTr="009C271B">
        <w:trPr>
          <w:gridAfter w:val="4"/>
          <w:wAfter w:w="8992" w:type="dxa"/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4E7" w:rsidRPr="008634E7" w:rsidRDefault="008634E7" w:rsidP="008634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8634E7" w:rsidRPr="008634E7" w:rsidRDefault="008634E7" w:rsidP="008634E7">
            <w:pPr>
              <w:jc w:val="center"/>
              <w:rPr>
                <w:sz w:val="16"/>
                <w:szCs w:val="16"/>
              </w:rPr>
            </w:pP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36215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BUSINESS EXCELLENCE/ДЕЛОВОЕ СОВЕРШЕНСТВО.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18164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Chip с DVD/Чип с DVD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81636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АВТОТРАНСПОРТНОЕ ПРЕДПРИЯТИЕ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47870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АРБИТРАЖНАЯ ПРАКТИКА + ВЕБИНАРЫ С ВЕДУЩИМИ ЮРИСТАМИ.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88983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Библиотечка электротехника - приложение к журналу Энергетик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70440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ВЕСТНИК МЧС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59975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ВОЗДУШНЫЕ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72223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ГРАЖДАНСКАЯ ЗАЩИТА.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15595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Делопроизводство и документооборот на предприятии.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72390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ЗА РУЛЕМ.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452D41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79673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 xml:space="preserve">ИНФОРМАЦИОННЫЙ БЮЛЛЕТЕНЬ </w:t>
            </w:r>
            <w:r w:rsidRPr="00324E37">
              <w:lastRenderedPageBreak/>
              <w:t>ФЕДЕРАЛЬНОЙ СЛУЖБЫ ПО ТАРИФАМ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5B64DB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32670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КАБЕЛЬ-news.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5B64DB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15592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Кадровая служба и управление персоналом предприятия.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5B64DB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45952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МЕТОДЫ МЕНЕДЖМЕНТА КАЧЕСТВА.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5B64DB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14546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НОВОСТИ ЭЛЕКТРОТЕХНИКИ.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DB" w:rsidRDefault="005B64DB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33 - </w:t>
            </w:r>
            <w:r w:rsidRPr="0031511F">
              <w:rPr>
                <w:b/>
                <w:bCs/>
                <w:sz w:val="20"/>
                <w:szCs w:val="20"/>
              </w:rPr>
              <w:t xml:space="preserve">3 </w:t>
            </w:r>
            <w:proofErr w:type="spellStart"/>
            <w:r w:rsidRPr="0031511F">
              <w:rPr>
                <w:b/>
                <w:bCs/>
                <w:sz w:val="20"/>
                <w:szCs w:val="20"/>
              </w:rPr>
              <w:t>компл</w:t>
            </w:r>
            <w:proofErr w:type="spellEnd"/>
            <w:r w:rsidRPr="0031511F">
              <w:rPr>
                <w:b/>
                <w:bCs/>
                <w:sz w:val="20"/>
                <w:szCs w:val="20"/>
              </w:rPr>
              <w:t>.</w:t>
            </w:r>
          </w:p>
          <w:p w:rsidR="005B64DB" w:rsidRDefault="005B64DB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398024, г. Липецк, ул. Механизаторов д. 16</w:t>
            </w:r>
          </w:p>
          <w:p w:rsidR="005B64DB" w:rsidRDefault="005B64DB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399370, г. Усмань, ул. Солнечная, Левый берег</w:t>
            </w:r>
          </w:p>
          <w:p w:rsidR="005B64DB" w:rsidRDefault="005B64DB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399260, с. Хлевное, ул. Энергетиков, д. 1</w:t>
            </w:r>
          </w:p>
          <w:p w:rsidR="005B64DB" w:rsidRDefault="005B64DB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398300, г. Грязи, ул. Песковатская, д. 7</w:t>
            </w:r>
          </w:p>
          <w:p w:rsidR="008634E7" w:rsidRPr="00324E37" w:rsidRDefault="005B64DB" w:rsidP="008F2688">
            <w:pPr>
              <w:jc w:val="center"/>
            </w:pPr>
            <w:r w:rsidRPr="0031511F">
              <w:rPr>
                <w:sz w:val="20"/>
                <w:szCs w:val="20"/>
              </w:rPr>
              <w:t>399940, с. Кривополянье, ул. Черешнева, д. 5</w:t>
            </w:r>
          </w:p>
        </w:tc>
      </w:tr>
      <w:tr w:rsidR="008634E7" w:rsidTr="009C271B">
        <w:trPr>
          <w:trHeight w:val="89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18256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ОПЕРАТИВНОЕ УПРАВЛЕНИЕ В ЭЛЕКТРОЭНЕРГЕТИКЕ: ПОДГОТОВКА ПЕРСОНАЛА И ПОДДЕРЖАНИЕ ЕГО КВАЛИФИКАЦИИ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79502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70734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Промышленная энергетика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ВН035789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РЕЛЕЙЩИК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60185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Рынок электротехники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89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83670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СЕКРЕТАРЬ-РЕФЕРЕНТ + в подарок CD ПОЖАРНАЯ БЕЗОПАСНОСТЬ + БЕСПЛАТНЫЕ КОНСУЛЬТАЦИИ.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71194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СИСТЕМЫ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82542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СЛУЖБА КАДРОВ И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118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81986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СПРАВОЧНИК КАДРОВИКА + ДЛЯ КАДРОВИКА: НОРМАТИВНЫЕ АКТЫ + СПРАВОЧНИК ПО УПРАВЛЕНИЮ ПЕРСОНАЛОМ. Комплект.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57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83642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СПРАВОЧНИК СПЕЦИАЛИСТА ПО ОХРАНЕ ТРУДА + НОРМАТИВНЫЕ АКТЫ ПО ОХРАНЕ ТРУДА. Комплект.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89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83358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СПРАВОЧНИК ЭКОНОМИСТА + в подарок CD СПРАВОЧНИК ЭКОНОМИСТА ПО КРЕДИТОВАНИЮ + БЕСПЛАТНЫЕ КОНСУЛЬТАЦИИ.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10603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Техническая диагностика и неразрушающий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44338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ФИНАНСОВЫЙ ДИРЕКТОР.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48872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ЭКОЛОГИЯ ПРОИЗВОДСТВА.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48574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ЭКОНОМИКА И ФИНАНСЫ ЭЛЕКТРОЭНЕРГЕТИКИ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73292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Экономико-правовой бюллетень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83280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ЭКОНОМИЧЕСКАЯ БЕЗОПАСНОСТЬ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48332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ЭКСПЕРТ.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71104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71106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Электричество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99864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ЭЛЕКТРООБОРУДОВАНИЕ: ЭКСПЛУАТАЦИЯ И РЕМОНТ.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46684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ЭЛЕКТРОЭНЕРГЕТИКА: СЕГОДНЯ И ЗАВТРА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36861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ЭЛЕКТРОЭНЕРГИЯ. ПЕРЕДАЧА И РАСПРЕДЕЛЕНИЕ. Годовая 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71108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Энергетик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3EA" w:rsidRDefault="00E863EA" w:rsidP="008F2688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398001, г.Липецк, 50 лет НЛМК, д. 33 -</w:t>
            </w:r>
            <w:r w:rsidRPr="0031511F">
              <w:rPr>
                <w:b/>
                <w:bCs/>
                <w:sz w:val="20"/>
                <w:szCs w:val="20"/>
              </w:rPr>
              <w:t xml:space="preserve"> </w:t>
            </w:r>
            <w:r w:rsidRPr="009C271B">
              <w:rPr>
                <w:bCs/>
                <w:sz w:val="20"/>
                <w:szCs w:val="20"/>
              </w:rPr>
              <w:t>5 компл</w:t>
            </w:r>
            <w:r w:rsidR="009C271B">
              <w:rPr>
                <w:bCs/>
                <w:sz w:val="20"/>
                <w:szCs w:val="20"/>
              </w:rPr>
              <w:t>ектов</w:t>
            </w:r>
            <w:r w:rsidRPr="0031511F">
              <w:rPr>
                <w:b/>
                <w:bCs/>
                <w:sz w:val="20"/>
                <w:szCs w:val="20"/>
              </w:rPr>
              <w:t xml:space="preserve"> </w:t>
            </w:r>
            <w:r w:rsidRPr="0031511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399140, с. Доброе, ул. Советская, д. 58а                                                                                                         399772, г. Елец</w:t>
            </w:r>
            <w:proofErr w:type="gramStart"/>
            <w:r w:rsidRPr="0031511F">
              <w:rPr>
                <w:sz w:val="20"/>
                <w:szCs w:val="20"/>
              </w:rPr>
              <w:t>,у</w:t>
            </w:r>
            <w:proofErr w:type="gramEnd"/>
            <w:r w:rsidRPr="0031511F">
              <w:rPr>
                <w:sz w:val="20"/>
                <w:szCs w:val="20"/>
              </w:rPr>
              <w:t>л. Новолипецкая, д. 1б</w:t>
            </w:r>
          </w:p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 xml:space="preserve">399710, </w:t>
            </w:r>
            <w:proofErr w:type="gramStart"/>
            <w:r w:rsidRPr="0031511F">
              <w:rPr>
                <w:sz w:val="20"/>
                <w:szCs w:val="20"/>
              </w:rPr>
              <w:t>с</w:t>
            </w:r>
            <w:proofErr w:type="gramEnd"/>
            <w:r w:rsidRPr="0031511F">
              <w:rPr>
                <w:sz w:val="20"/>
                <w:szCs w:val="20"/>
              </w:rPr>
              <w:t>. Становое, ул. Советская, д. 2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t>83334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 xml:space="preserve">ЭНЕРГОРЫНОК. Годовая </w:t>
            </w:r>
            <w:r w:rsidRPr="00324E37">
              <w:lastRenderedPageBreak/>
              <w:t>подписка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lastRenderedPageBreak/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8634E7" w:rsidTr="009C271B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634E7" w:rsidRPr="008634E7" w:rsidRDefault="008634E7" w:rsidP="008634E7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11447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34E7" w:rsidRPr="00324E37" w:rsidRDefault="008634E7">
            <w:r w:rsidRPr="00324E37">
              <w:t>Энергоэксперт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34E7" w:rsidRPr="00324E37" w:rsidRDefault="008634E7" w:rsidP="008F2688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E7" w:rsidRPr="00324E37" w:rsidRDefault="00E863EA" w:rsidP="008F2688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</w:tbl>
    <w:p w:rsidR="00B11853" w:rsidRPr="00E25FCD" w:rsidRDefault="00B11853" w:rsidP="00AE589F">
      <w:pPr>
        <w:ind w:firstLine="709"/>
        <w:jc w:val="both"/>
      </w:pPr>
    </w:p>
    <w:p w:rsidR="00FD389D" w:rsidRPr="00E25FCD" w:rsidRDefault="00FD389D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 xml:space="preserve">Наименование услуги: </w:t>
      </w:r>
      <w:r w:rsidRPr="00E25FCD">
        <w:rPr>
          <w:rFonts w:ascii="Times New Roman" w:hAnsi="Times New Roman" w:cs="Times New Roman"/>
          <w:b w:val="0"/>
          <w:sz w:val="24"/>
          <w:szCs w:val="24"/>
        </w:rPr>
        <w:t xml:space="preserve">поставка </w:t>
      </w:r>
      <w:r w:rsidR="00BC68BE" w:rsidRPr="00E25FCD">
        <w:rPr>
          <w:rFonts w:ascii="Times New Roman" w:hAnsi="Times New Roman" w:cs="Times New Roman"/>
          <w:b w:val="0"/>
          <w:sz w:val="24"/>
          <w:szCs w:val="24"/>
        </w:rPr>
        <w:t>периодических изданий для</w:t>
      </w:r>
      <w:r w:rsidR="008634E7">
        <w:rPr>
          <w:rFonts w:ascii="Times New Roman" w:hAnsi="Times New Roman" w:cs="Times New Roman"/>
          <w:b w:val="0"/>
          <w:sz w:val="24"/>
          <w:szCs w:val="24"/>
        </w:rPr>
        <w:t xml:space="preserve"> филиала</w:t>
      </w:r>
      <w:r w:rsidR="00BC68BE" w:rsidRPr="00E25F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5FCD">
        <w:rPr>
          <w:rFonts w:ascii="Times New Roman" w:hAnsi="Times New Roman" w:cs="Times New Roman"/>
          <w:b w:val="0"/>
          <w:sz w:val="24"/>
          <w:szCs w:val="24"/>
        </w:rPr>
        <w:t>ОАО «МРСК Центра</w:t>
      </w:r>
      <w:proofErr w:type="gramStart"/>
      <w:r w:rsidRPr="00E25FCD">
        <w:rPr>
          <w:rFonts w:ascii="Times New Roman" w:hAnsi="Times New Roman" w:cs="Times New Roman"/>
          <w:b w:val="0"/>
          <w:sz w:val="24"/>
          <w:szCs w:val="24"/>
        </w:rPr>
        <w:t>»</w:t>
      </w:r>
      <w:r w:rsidR="00E17E2D" w:rsidRPr="00E25FCD">
        <w:rPr>
          <w:rFonts w:ascii="Times New Roman" w:hAnsi="Times New Roman" w:cs="Times New Roman"/>
          <w:b w:val="0"/>
          <w:sz w:val="24"/>
          <w:szCs w:val="24"/>
        </w:rPr>
        <w:t>-</w:t>
      </w:r>
      <w:proofErr w:type="gramEnd"/>
      <w:r w:rsidR="00E17E2D" w:rsidRPr="00E25FCD">
        <w:rPr>
          <w:rFonts w:ascii="Times New Roman" w:hAnsi="Times New Roman" w:cs="Times New Roman"/>
          <w:b w:val="0"/>
          <w:sz w:val="24"/>
          <w:szCs w:val="24"/>
        </w:rPr>
        <w:t>«Липецэнерго»</w:t>
      </w:r>
      <w:r w:rsidR="008F268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D389D" w:rsidRPr="00E25FCD" w:rsidRDefault="00FD389D" w:rsidP="001C1A2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kern w:val="32"/>
        </w:rPr>
      </w:pPr>
    </w:p>
    <w:p w:rsidR="00FD389D" w:rsidRPr="00E25FCD" w:rsidRDefault="00FD389D" w:rsidP="001C1A2B">
      <w:pPr>
        <w:numPr>
          <w:ilvl w:val="0"/>
          <w:numId w:val="3"/>
        </w:numPr>
        <w:tabs>
          <w:tab w:val="left" w:pos="0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E25FCD">
        <w:rPr>
          <w:b/>
        </w:rPr>
        <w:t>Общие условия по выполнению работ:</w:t>
      </w:r>
    </w:p>
    <w:p w:rsidR="00FD389D" w:rsidRDefault="00F63675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2124FF">
        <w:rPr>
          <w:snapToGrid/>
          <w:sz w:val="24"/>
          <w:szCs w:val="24"/>
        </w:rPr>
        <w:t xml:space="preserve">5.1. </w:t>
      </w:r>
      <w:r w:rsidR="00FD389D" w:rsidRPr="002124FF">
        <w:rPr>
          <w:snapToGrid/>
          <w:sz w:val="24"/>
          <w:szCs w:val="24"/>
        </w:rPr>
        <w:t>Источник финансирования: собственные средства Заказчика</w:t>
      </w:r>
      <w:r w:rsidR="00283F5D" w:rsidRPr="002124FF">
        <w:rPr>
          <w:snapToGrid/>
          <w:sz w:val="24"/>
          <w:szCs w:val="24"/>
        </w:rPr>
        <w:t>.</w:t>
      </w:r>
    </w:p>
    <w:p w:rsidR="00283F5D" w:rsidRPr="00E25FCD" w:rsidRDefault="00283F5D" w:rsidP="00283F5D">
      <w:pPr>
        <w:pStyle w:val="ac"/>
        <w:ind w:firstLine="709"/>
        <w:jc w:val="both"/>
        <w:rPr>
          <w:sz w:val="24"/>
          <w:szCs w:val="24"/>
        </w:rPr>
      </w:pPr>
      <w:r w:rsidRPr="00283F5D">
        <w:rPr>
          <w:rFonts w:ascii="Times New Roman" w:hAnsi="Times New Roman"/>
          <w:sz w:val="24"/>
          <w:szCs w:val="24"/>
        </w:rPr>
        <w:t xml:space="preserve">5.2. Оплата производится ежемесячно </w:t>
      </w:r>
      <w:r w:rsidR="0045686C">
        <w:rPr>
          <w:rFonts w:ascii="Times New Roman" w:hAnsi="Times New Roman"/>
          <w:sz w:val="24"/>
          <w:szCs w:val="24"/>
        </w:rPr>
        <w:t>за фактически поставленные в течение месяца</w:t>
      </w:r>
      <w:r w:rsidRPr="00283F5D">
        <w:rPr>
          <w:rFonts w:ascii="Times New Roman" w:hAnsi="Times New Roman"/>
          <w:sz w:val="24"/>
          <w:szCs w:val="24"/>
        </w:rPr>
        <w:t xml:space="preserve"> периодически</w:t>
      </w:r>
      <w:r w:rsidR="0045686C">
        <w:rPr>
          <w:rFonts w:ascii="Times New Roman" w:hAnsi="Times New Roman"/>
          <w:sz w:val="24"/>
          <w:szCs w:val="24"/>
        </w:rPr>
        <w:t>е</w:t>
      </w:r>
      <w:r w:rsidRPr="00283F5D">
        <w:rPr>
          <w:rFonts w:ascii="Times New Roman" w:hAnsi="Times New Roman"/>
          <w:sz w:val="24"/>
          <w:szCs w:val="24"/>
        </w:rPr>
        <w:t xml:space="preserve"> издани</w:t>
      </w:r>
      <w:r w:rsidR="0045686C">
        <w:rPr>
          <w:rFonts w:ascii="Times New Roman" w:hAnsi="Times New Roman"/>
          <w:sz w:val="24"/>
          <w:szCs w:val="24"/>
        </w:rPr>
        <w:t>я</w:t>
      </w:r>
      <w:r w:rsidRPr="00283F5D">
        <w:rPr>
          <w:rFonts w:ascii="Times New Roman" w:hAnsi="Times New Roman"/>
          <w:sz w:val="24"/>
          <w:szCs w:val="24"/>
        </w:rPr>
        <w:t xml:space="preserve"> и предоставления </w:t>
      </w:r>
      <w:r w:rsidR="0045686C">
        <w:rPr>
          <w:rFonts w:ascii="Times New Roman" w:hAnsi="Times New Roman"/>
          <w:sz w:val="24"/>
          <w:szCs w:val="24"/>
        </w:rPr>
        <w:t xml:space="preserve"> товарных </w:t>
      </w:r>
      <w:r w:rsidRPr="00283F5D">
        <w:rPr>
          <w:rFonts w:ascii="Times New Roman" w:hAnsi="Times New Roman"/>
          <w:sz w:val="24"/>
          <w:szCs w:val="24"/>
        </w:rPr>
        <w:t>накладных</w:t>
      </w:r>
      <w:r w:rsidR="002124FF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283F5D">
        <w:rPr>
          <w:rFonts w:ascii="Times New Roman" w:hAnsi="Times New Roman"/>
          <w:sz w:val="24"/>
          <w:szCs w:val="24"/>
        </w:rPr>
        <w:t>счет-фактур</w:t>
      </w:r>
      <w:proofErr w:type="spellEnd"/>
      <w:proofErr w:type="gramEnd"/>
      <w:r w:rsidRPr="00283F5D">
        <w:rPr>
          <w:rFonts w:ascii="Times New Roman" w:hAnsi="Times New Roman"/>
          <w:sz w:val="24"/>
          <w:szCs w:val="24"/>
        </w:rPr>
        <w:t xml:space="preserve">, в течение 30 (тридцати) </w:t>
      </w:r>
      <w:r w:rsidR="0067292C">
        <w:rPr>
          <w:rFonts w:ascii="Times New Roman" w:hAnsi="Times New Roman"/>
          <w:sz w:val="24"/>
          <w:szCs w:val="24"/>
        </w:rPr>
        <w:t>рабочих</w:t>
      </w:r>
      <w:r w:rsidRPr="00283F5D">
        <w:rPr>
          <w:rFonts w:ascii="Times New Roman" w:hAnsi="Times New Roman"/>
          <w:sz w:val="24"/>
          <w:szCs w:val="24"/>
        </w:rPr>
        <w:t xml:space="preserve"> дней.</w:t>
      </w:r>
    </w:p>
    <w:p w:rsidR="006D53CB" w:rsidRPr="00E25FCD" w:rsidRDefault="00F63675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E25FCD">
        <w:rPr>
          <w:snapToGrid/>
          <w:sz w:val="24"/>
          <w:szCs w:val="24"/>
        </w:rPr>
        <w:t>5.</w:t>
      </w:r>
      <w:r w:rsidR="009C271B">
        <w:rPr>
          <w:snapToGrid/>
          <w:sz w:val="24"/>
          <w:szCs w:val="24"/>
        </w:rPr>
        <w:t>3</w:t>
      </w:r>
      <w:r w:rsidRPr="00E25FCD">
        <w:rPr>
          <w:snapToGrid/>
          <w:sz w:val="24"/>
          <w:szCs w:val="24"/>
        </w:rPr>
        <w:t xml:space="preserve">. </w:t>
      </w:r>
      <w:r w:rsidR="00FD389D" w:rsidRPr="00E25FCD">
        <w:rPr>
          <w:snapToGrid/>
          <w:sz w:val="24"/>
          <w:szCs w:val="24"/>
        </w:rPr>
        <w:t xml:space="preserve">Срок выполнения работ: </w:t>
      </w:r>
      <w:r w:rsidR="004B295D" w:rsidRPr="00E25FCD">
        <w:rPr>
          <w:snapToGrid/>
          <w:sz w:val="24"/>
          <w:szCs w:val="24"/>
        </w:rPr>
        <w:t xml:space="preserve">с  </w:t>
      </w:r>
      <w:r w:rsidR="00504628">
        <w:rPr>
          <w:snapToGrid/>
          <w:sz w:val="24"/>
          <w:szCs w:val="24"/>
        </w:rPr>
        <w:t>января</w:t>
      </w:r>
      <w:r w:rsidR="004B295D" w:rsidRPr="00E25FCD">
        <w:rPr>
          <w:snapToGrid/>
          <w:sz w:val="24"/>
          <w:szCs w:val="24"/>
        </w:rPr>
        <w:t xml:space="preserve"> </w:t>
      </w:r>
      <w:r w:rsidR="00432B49" w:rsidRPr="00E25FCD">
        <w:rPr>
          <w:snapToGrid/>
          <w:sz w:val="24"/>
          <w:szCs w:val="24"/>
        </w:rPr>
        <w:t>201</w:t>
      </w:r>
      <w:r w:rsidR="00504628">
        <w:rPr>
          <w:snapToGrid/>
          <w:sz w:val="24"/>
          <w:szCs w:val="24"/>
        </w:rPr>
        <w:t>4</w:t>
      </w:r>
      <w:r w:rsidR="00432B49" w:rsidRPr="00E25FCD">
        <w:rPr>
          <w:snapToGrid/>
          <w:sz w:val="24"/>
          <w:szCs w:val="24"/>
        </w:rPr>
        <w:t xml:space="preserve"> года</w:t>
      </w:r>
      <w:r w:rsidR="00E84352">
        <w:rPr>
          <w:snapToGrid/>
          <w:sz w:val="24"/>
          <w:szCs w:val="24"/>
        </w:rPr>
        <w:t xml:space="preserve"> по декабрь 201</w:t>
      </w:r>
      <w:r w:rsidR="00504628">
        <w:rPr>
          <w:snapToGrid/>
          <w:sz w:val="24"/>
          <w:szCs w:val="24"/>
        </w:rPr>
        <w:t>4</w:t>
      </w:r>
      <w:r w:rsidR="00E84352">
        <w:rPr>
          <w:snapToGrid/>
          <w:sz w:val="24"/>
          <w:szCs w:val="24"/>
        </w:rPr>
        <w:t xml:space="preserve"> года.</w:t>
      </w:r>
    </w:p>
    <w:p w:rsidR="001C1A2B" w:rsidRPr="00E25FCD" w:rsidRDefault="001C1A2B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</w:p>
    <w:p w:rsidR="00FD389D" w:rsidRPr="00E25FCD" w:rsidRDefault="00FD389D" w:rsidP="001C1A2B">
      <w:pPr>
        <w:numPr>
          <w:ilvl w:val="0"/>
          <w:numId w:val="3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E25FCD">
        <w:rPr>
          <w:b/>
        </w:rPr>
        <w:t>Общие требования к работе:</w:t>
      </w:r>
    </w:p>
    <w:p w:rsidR="00375372" w:rsidRPr="008F2688" w:rsidRDefault="00F63675" w:rsidP="008F2688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E25FCD">
        <w:rPr>
          <w:snapToGrid/>
          <w:sz w:val="24"/>
          <w:szCs w:val="24"/>
        </w:rPr>
        <w:t xml:space="preserve">6.1. </w:t>
      </w:r>
      <w:proofErr w:type="gramStart"/>
      <w:r w:rsidR="00950F2E" w:rsidRPr="00E25FCD">
        <w:rPr>
          <w:snapToGrid/>
          <w:sz w:val="24"/>
          <w:szCs w:val="24"/>
        </w:rPr>
        <w:t>Качество и комплектность поставляемого товара должн</w:t>
      </w:r>
      <w:r w:rsidR="005F6075" w:rsidRPr="00E25FCD">
        <w:rPr>
          <w:snapToGrid/>
          <w:sz w:val="24"/>
          <w:szCs w:val="24"/>
        </w:rPr>
        <w:t>ы</w:t>
      </w:r>
      <w:r w:rsidR="00950F2E" w:rsidRPr="00E25FCD">
        <w:rPr>
          <w:snapToGrid/>
          <w:sz w:val="24"/>
          <w:szCs w:val="24"/>
        </w:rPr>
        <w:t xml:space="preserve"> соответствовать ГОСТ и ТУ, пр</w:t>
      </w:r>
      <w:r w:rsidR="008052E9" w:rsidRPr="00E25FCD">
        <w:rPr>
          <w:snapToGrid/>
          <w:sz w:val="24"/>
          <w:szCs w:val="24"/>
        </w:rPr>
        <w:t>иняты</w:t>
      </w:r>
      <w:r w:rsidR="00BC68BE" w:rsidRPr="00E25FCD">
        <w:rPr>
          <w:snapToGrid/>
          <w:sz w:val="24"/>
          <w:szCs w:val="24"/>
        </w:rPr>
        <w:t>м</w:t>
      </w:r>
      <w:r w:rsidR="008052E9" w:rsidRPr="00E25FCD">
        <w:rPr>
          <w:snapToGrid/>
          <w:sz w:val="24"/>
          <w:szCs w:val="24"/>
        </w:rPr>
        <w:t xml:space="preserve"> для данного вида товаров</w:t>
      </w:r>
      <w:r w:rsidR="005F6075" w:rsidRPr="00E25FCD">
        <w:rPr>
          <w:snapToGrid/>
          <w:sz w:val="24"/>
          <w:szCs w:val="24"/>
        </w:rPr>
        <w:t>.</w:t>
      </w:r>
      <w:proofErr w:type="gramEnd"/>
    </w:p>
    <w:p w:rsidR="00950F2E" w:rsidRPr="00E25FCD" w:rsidRDefault="00DB7B6B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E25FCD">
        <w:rPr>
          <w:sz w:val="24"/>
          <w:szCs w:val="24"/>
        </w:rPr>
        <w:t>6.</w:t>
      </w:r>
      <w:r w:rsidR="008F2688">
        <w:rPr>
          <w:sz w:val="24"/>
          <w:szCs w:val="24"/>
        </w:rPr>
        <w:t>2</w:t>
      </w:r>
      <w:r w:rsidRPr="00E25FCD">
        <w:rPr>
          <w:sz w:val="24"/>
          <w:szCs w:val="24"/>
        </w:rPr>
        <w:t xml:space="preserve">. </w:t>
      </w:r>
      <w:r w:rsidR="00950F2E" w:rsidRPr="00E25FCD">
        <w:rPr>
          <w:sz w:val="24"/>
          <w:szCs w:val="24"/>
        </w:rPr>
        <w:t xml:space="preserve">Количество и сроки поставки продукции могут быть изменены по согласованию сторон, с соразмерным изменением стоимости </w:t>
      </w:r>
      <w:r w:rsidR="006D53CB" w:rsidRPr="00E25FCD">
        <w:rPr>
          <w:sz w:val="24"/>
          <w:szCs w:val="24"/>
        </w:rPr>
        <w:t>у</w:t>
      </w:r>
      <w:r w:rsidR="00950F2E" w:rsidRPr="00E25FCD">
        <w:rPr>
          <w:sz w:val="24"/>
          <w:szCs w:val="24"/>
        </w:rPr>
        <w:t>слуг</w:t>
      </w:r>
      <w:r w:rsidR="005F6075" w:rsidRPr="00E25FCD">
        <w:rPr>
          <w:sz w:val="24"/>
          <w:szCs w:val="24"/>
        </w:rPr>
        <w:t>.</w:t>
      </w:r>
    </w:p>
    <w:p w:rsidR="00950F2E" w:rsidRPr="000F2412" w:rsidRDefault="00DB7B6B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>6.</w:t>
      </w:r>
      <w:r w:rsidR="008F2688">
        <w:rPr>
          <w:sz w:val="24"/>
          <w:szCs w:val="24"/>
        </w:rPr>
        <w:t>3</w:t>
      </w:r>
      <w:r w:rsidRPr="000F2412">
        <w:rPr>
          <w:sz w:val="24"/>
          <w:szCs w:val="24"/>
        </w:rPr>
        <w:t>. С</w:t>
      </w:r>
      <w:r w:rsidR="00950F2E" w:rsidRPr="000F2412">
        <w:rPr>
          <w:sz w:val="24"/>
          <w:szCs w:val="24"/>
        </w:rPr>
        <w:t xml:space="preserve">чет-фактура и </w:t>
      </w:r>
      <w:r w:rsidR="006D53CB" w:rsidRPr="000F2412">
        <w:rPr>
          <w:sz w:val="24"/>
          <w:szCs w:val="24"/>
        </w:rPr>
        <w:t xml:space="preserve">товарная накладная </w:t>
      </w:r>
      <w:r w:rsidR="00950F2E" w:rsidRPr="000F2412">
        <w:rPr>
          <w:sz w:val="24"/>
          <w:szCs w:val="24"/>
        </w:rPr>
        <w:t>оформля</w:t>
      </w:r>
      <w:r w:rsidRPr="000F2412">
        <w:rPr>
          <w:sz w:val="24"/>
          <w:szCs w:val="24"/>
        </w:rPr>
        <w:t>ю</w:t>
      </w:r>
      <w:r w:rsidR="006D53CB" w:rsidRPr="000F2412">
        <w:rPr>
          <w:sz w:val="24"/>
          <w:szCs w:val="24"/>
        </w:rPr>
        <w:t>тся в соответствии</w:t>
      </w:r>
      <w:r w:rsidR="00950F2E" w:rsidRPr="000F2412">
        <w:rPr>
          <w:sz w:val="24"/>
          <w:szCs w:val="24"/>
        </w:rPr>
        <w:t xml:space="preserve"> с действующим законодательством</w:t>
      </w:r>
      <w:r w:rsidR="00C37FDB" w:rsidRPr="000F2412">
        <w:rPr>
          <w:sz w:val="24"/>
          <w:szCs w:val="24"/>
        </w:rPr>
        <w:t>,</w:t>
      </w:r>
      <w:r w:rsidR="00950F2E" w:rsidRPr="000F2412">
        <w:rPr>
          <w:sz w:val="24"/>
          <w:szCs w:val="24"/>
        </w:rPr>
        <w:t xml:space="preserve"> и предоставляется в сроки, указанные в договоре.</w:t>
      </w:r>
    </w:p>
    <w:p w:rsidR="0094569B" w:rsidRPr="000F2412" w:rsidRDefault="00096DB5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>6.</w:t>
      </w:r>
      <w:r w:rsidR="008F2688">
        <w:rPr>
          <w:sz w:val="24"/>
          <w:szCs w:val="24"/>
        </w:rPr>
        <w:t>4</w:t>
      </w:r>
      <w:r w:rsidRPr="000F2412">
        <w:rPr>
          <w:sz w:val="24"/>
          <w:szCs w:val="24"/>
        </w:rPr>
        <w:t xml:space="preserve">. Доставка изданий, </w:t>
      </w:r>
      <w:r w:rsidR="00295B79">
        <w:rPr>
          <w:sz w:val="24"/>
          <w:szCs w:val="24"/>
        </w:rPr>
        <w:t>осуществляется</w:t>
      </w:r>
      <w:r w:rsidRPr="000F2412">
        <w:rPr>
          <w:sz w:val="24"/>
          <w:szCs w:val="24"/>
        </w:rPr>
        <w:t xml:space="preserve"> </w:t>
      </w:r>
      <w:r w:rsidR="00375372">
        <w:rPr>
          <w:sz w:val="24"/>
          <w:szCs w:val="24"/>
        </w:rPr>
        <w:t>Поставщиком по адресам</w:t>
      </w:r>
      <w:r w:rsidR="00295B79">
        <w:rPr>
          <w:sz w:val="24"/>
          <w:szCs w:val="24"/>
        </w:rPr>
        <w:t>,</w:t>
      </w:r>
      <w:r w:rsidR="00375372">
        <w:rPr>
          <w:sz w:val="24"/>
          <w:szCs w:val="24"/>
        </w:rPr>
        <w:t xml:space="preserve"> </w:t>
      </w:r>
      <w:r w:rsidR="00C414A9">
        <w:rPr>
          <w:sz w:val="24"/>
          <w:szCs w:val="24"/>
        </w:rPr>
        <w:t>указанным в приложении</w:t>
      </w:r>
      <w:r w:rsidR="00295B79">
        <w:rPr>
          <w:sz w:val="24"/>
          <w:szCs w:val="24"/>
        </w:rPr>
        <w:t xml:space="preserve"> №1</w:t>
      </w:r>
      <w:r w:rsidR="00C414A9">
        <w:rPr>
          <w:sz w:val="24"/>
          <w:szCs w:val="24"/>
        </w:rPr>
        <w:t xml:space="preserve"> к договору</w:t>
      </w:r>
      <w:r w:rsidRPr="000F2412">
        <w:rPr>
          <w:sz w:val="24"/>
          <w:szCs w:val="24"/>
        </w:rPr>
        <w:t xml:space="preserve">. </w:t>
      </w:r>
    </w:p>
    <w:p w:rsidR="0094569B" w:rsidRDefault="00096DB5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 xml:space="preserve">Время доставки:  </w:t>
      </w:r>
      <w:r w:rsidR="00375372">
        <w:rPr>
          <w:sz w:val="24"/>
          <w:szCs w:val="24"/>
        </w:rPr>
        <w:t xml:space="preserve">ежедневно в рабочие дни </w:t>
      </w:r>
      <w:r w:rsidRPr="000F2412">
        <w:rPr>
          <w:sz w:val="24"/>
          <w:szCs w:val="24"/>
        </w:rPr>
        <w:t xml:space="preserve">до 12-00. </w:t>
      </w:r>
    </w:p>
    <w:p w:rsidR="00C414A9" w:rsidRPr="000F2412" w:rsidRDefault="008F2688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6.5</w:t>
      </w:r>
      <w:r w:rsidR="00C414A9">
        <w:rPr>
          <w:sz w:val="24"/>
          <w:szCs w:val="24"/>
        </w:rPr>
        <w:t xml:space="preserve">. </w:t>
      </w:r>
      <w:r w:rsidR="00C414A9" w:rsidRPr="00C414A9">
        <w:rPr>
          <w:sz w:val="24"/>
          <w:szCs w:val="24"/>
        </w:rPr>
        <w:t xml:space="preserve">Газеты, выпуск которых осуществляется на территории города Липецк, доставляются </w:t>
      </w:r>
      <w:r w:rsidR="00C414A9">
        <w:rPr>
          <w:sz w:val="24"/>
          <w:szCs w:val="24"/>
        </w:rPr>
        <w:t>Поставщиком</w:t>
      </w:r>
      <w:r w:rsidR="00C414A9" w:rsidRPr="00C414A9">
        <w:rPr>
          <w:sz w:val="24"/>
          <w:szCs w:val="24"/>
        </w:rPr>
        <w:t xml:space="preserve"> </w:t>
      </w:r>
      <w:r w:rsidR="007B706F">
        <w:rPr>
          <w:sz w:val="24"/>
          <w:szCs w:val="24"/>
        </w:rPr>
        <w:t>Заказчику</w:t>
      </w:r>
      <w:r w:rsidR="00C414A9" w:rsidRPr="00C414A9">
        <w:rPr>
          <w:sz w:val="24"/>
          <w:szCs w:val="24"/>
        </w:rPr>
        <w:t xml:space="preserve"> в день </w:t>
      </w:r>
      <w:r w:rsidR="00327A5A">
        <w:rPr>
          <w:sz w:val="24"/>
          <w:szCs w:val="24"/>
        </w:rPr>
        <w:t>выхода из печати</w:t>
      </w:r>
      <w:r w:rsidR="00C414A9" w:rsidRPr="00C414A9">
        <w:rPr>
          <w:sz w:val="24"/>
          <w:szCs w:val="24"/>
        </w:rPr>
        <w:t>.</w:t>
      </w:r>
      <w:r w:rsidR="00327A5A">
        <w:rPr>
          <w:sz w:val="24"/>
          <w:szCs w:val="24"/>
        </w:rPr>
        <w:t xml:space="preserve"> В случае если днем выхода из печати ежедневного издания является выходной или праздничный день, доставка осуществляется на следующий после выхода издания рабочий день.</w:t>
      </w:r>
    </w:p>
    <w:p w:rsidR="001C1A2B" w:rsidRDefault="00C414A9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327A5A">
        <w:rPr>
          <w:sz w:val="24"/>
          <w:szCs w:val="24"/>
        </w:rPr>
        <w:t>Еженедельные издания (за исключением региональных) доставляются в течение 2 (двух) дней с момента фактического выхода изданий из печати.</w:t>
      </w:r>
    </w:p>
    <w:p w:rsidR="00327A5A" w:rsidRDefault="00327A5A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7</w:t>
      </w:r>
      <w:r>
        <w:rPr>
          <w:sz w:val="24"/>
          <w:szCs w:val="24"/>
        </w:rPr>
        <w:t>. Ежемесячные издания (за исключением региональных) доставляются  в течение 5 (пяти) рабочих дней с момента фактического выхода изданий из печати.</w:t>
      </w:r>
    </w:p>
    <w:p w:rsidR="00327A5A" w:rsidRDefault="00327A5A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8</w:t>
      </w:r>
      <w:r>
        <w:rPr>
          <w:sz w:val="24"/>
          <w:szCs w:val="24"/>
        </w:rPr>
        <w:t>. Ежеквартальные издания (за исключением региональных) доставляются  в течение 5 (пяти) рабочих дней с момента фактического выхода изданий из печати.</w:t>
      </w:r>
    </w:p>
    <w:p w:rsidR="0045686C" w:rsidRDefault="0045686C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9</w:t>
      </w:r>
      <w:r>
        <w:rPr>
          <w:sz w:val="24"/>
          <w:szCs w:val="24"/>
        </w:rPr>
        <w:t xml:space="preserve">. При обнаружении несоответствия </w:t>
      </w:r>
      <w:r w:rsidR="0067292C">
        <w:rPr>
          <w:sz w:val="24"/>
          <w:szCs w:val="24"/>
        </w:rPr>
        <w:t>качества изданий Заказчик незамедлительно уведомляет Поставщика и вызывает его представителя для составления двухстороннего акта.</w:t>
      </w:r>
    </w:p>
    <w:p w:rsidR="0067292C" w:rsidRDefault="0067292C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</w:p>
    <w:p w:rsidR="00327A5A" w:rsidRPr="00E25FCD" w:rsidRDefault="00327A5A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</w:p>
    <w:p w:rsidR="00DB7B6B" w:rsidRPr="00E25FCD" w:rsidRDefault="00DB7B6B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48835922"/>
      <w:r w:rsidRPr="00E25FCD">
        <w:rPr>
          <w:rFonts w:ascii="Times New Roman" w:hAnsi="Times New Roman" w:cs="Times New Roman"/>
          <w:sz w:val="24"/>
          <w:szCs w:val="24"/>
        </w:rPr>
        <w:t>Организационные границы</w:t>
      </w:r>
      <w:bookmarkEnd w:id="5"/>
    </w:p>
    <w:p w:rsidR="00DB7B6B" w:rsidRPr="00E25FCD" w:rsidRDefault="008634E7" w:rsidP="001C1A2B">
      <w:pPr>
        <w:pStyle w:val="a5"/>
        <w:spacing w:line="240" w:lineRule="auto"/>
        <w:ind w:firstLine="709"/>
        <w:jc w:val="both"/>
        <w:rPr>
          <w:b w:val="0"/>
          <w:bCs w:val="0"/>
        </w:rPr>
      </w:pPr>
      <w:bookmarkStart w:id="6" w:name="_Toc128247556"/>
      <w:bookmarkStart w:id="7" w:name="_Toc128247745"/>
      <w:bookmarkEnd w:id="6"/>
      <w:bookmarkEnd w:id="7"/>
      <w:r>
        <w:rPr>
          <w:b w:val="0"/>
          <w:bCs w:val="0"/>
        </w:rPr>
        <w:t xml:space="preserve">Филиал </w:t>
      </w:r>
      <w:r w:rsidR="00DB7B6B" w:rsidRPr="00E25FCD">
        <w:rPr>
          <w:b w:val="0"/>
          <w:bCs w:val="0"/>
        </w:rPr>
        <w:t>ОАО «МРСК Центра»</w:t>
      </w:r>
      <w:r w:rsidR="00CF6CD5" w:rsidRPr="00E25FCD">
        <w:rPr>
          <w:b w:val="0"/>
          <w:bCs w:val="0"/>
        </w:rPr>
        <w:t>-«Липецкэнерго»</w:t>
      </w:r>
      <w:r>
        <w:rPr>
          <w:b w:val="0"/>
          <w:bCs w:val="0"/>
        </w:rPr>
        <w:t>.</w:t>
      </w:r>
    </w:p>
    <w:p w:rsidR="00DB7B6B" w:rsidRPr="00E25FCD" w:rsidRDefault="00DB7B6B" w:rsidP="001C1A2B">
      <w:pPr>
        <w:tabs>
          <w:tab w:val="num" w:pos="0"/>
        </w:tabs>
        <w:spacing w:line="276" w:lineRule="auto"/>
        <w:ind w:firstLine="709"/>
        <w:jc w:val="both"/>
      </w:pPr>
      <w:r w:rsidRPr="00E25FCD">
        <w:tab/>
      </w:r>
    </w:p>
    <w:p w:rsidR="00DB7B6B" w:rsidRPr="00E25FCD" w:rsidRDefault="00DB7B6B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248835915"/>
      <w:r w:rsidRPr="00E25FCD">
        <w:rPr>
          <w:rFonts w:ascii="Times New Roman" w:hAnsi="Times New Roman" w:cs="Times New Roman"/>
          <w:sz w:val="24"/>
          <w:szCs w:val="24"/>
        </w:rPr>
        <w:t xml:space="preserve">Плановые сроки начала и окончания услуг </w:t>
      </w:r>
      <w:bookmarkEnd w:id="8"/>
    </w:p>
    <w:p w:rsidR="00096DB5" w:rsidRPr="000F2412" w:rsidRDefault="00096DB5" w:rsidP="0045686C">
      <w:pPr>
        <w:pStyle w:val="a5"/>
        <w:spacing w:line="240" w:lineRule="auto"/>
        <w:ind w:firstLine="709"/>
        <w:jc w:val="both"/>
        <w:rPr>
          <w:b w:val="0"/>
        </w:rPr>
      </w:pPr>
      <w:r w:rsidRPr="000F2412">
        <w:rPr>
          <w:b w:val="0"/>
          <w:bCs w:val="0"/>
        </w:rPr>
        <w:t xml:space="preserve">8.1.   </w:t>
      </w:r>
      <w:r w:rsidR="00DB7B6B" w:rsidRPr="000F2412">
        <w:rPr>
          <w:b w:val="0"/>
          <w:bCs w:val="0"/>
        </w:rPr>
        <w:t xml:space="preserve">Плановые сроки продолжительности оказания услуг: </w:t>
      </w:r>
      <w:r w:rsidR="004B295D" w:rsidRPr="000F2412">
        <w:rPr>
          <w:b w:val="0"/>
        </w:rPr>
        <w:t xml:space="preserve">с 1 </w:t>
      </w:r>
      <w:r w:rsidR="00504628">
        <w:rPr>
          <w:b w:val="0"/>
        </w:rPr>
        <w:t>января</w:t>
      </w:r>
      <w:r w:rsidR="004B295D" w:rsidRPr="000F2412">
        <w:rPr>
          <w:b w:val="0"/>
        </w:rPr>
        <w:t xml:space="preserve"> </w:t>
      </w:r>
      <w:r w:rsidR="00CF6CD5" w:rsidRPr="000F2412">
        <w:rPr>
          <w:b w:val="0"/>
        </w:rPr>
        <w:t>201</w:t>
      </w:r>
      <w:r w:rsidR="00504628">
        <w:rPr>
          <w:b w:val="0"/>
        </w:rPr>
        <w:t>4</w:t>
      </w:r>
      <w:r w:rsidR="00CF6CD5" w:rsidRPr="000F2412">
        <w:rPr>
          <w:b w:val="0"/>
        </w:rPr>
        <w:t xml:space="preserve"> года </w:t>
      </w:r>
      <w:r w:rsidR="0094569B" w:rsidRPr="000F2412">
        <w:rPr>
          <w:b w:val="0"/>
        </w:rPr>
        <w:t>п</w:t>
      </w:r>
      <w:r w:rsidR="00234CC1" w:rsidRPr="000F2412">
        <w:rPr>
          <w:b w:val="0"/>
        </w:rPr>
        <w:t xml:space="preserve">о </w:t>
      </w:r>
      <w:r w:rsidRPr="000F2412">
        <w:rPr>
          <w:b w:val="0"/>
        </w:rPr>
        <w:t>31 декабря 201</w:t>
      </w:r>
      <w:r w:rsidR="00504628">
        <w:rPr>
          <w:b w:val="0"/>
        </w:rPr>
        <w:t>4</w:t>
      </w:r>
      <w:r w:rsidRPr="000F2412">
        <w:rPr>
          <w:b w:val="0"/>
        </w:rPr>
        <w:t xml:space="preserve"> года</w:t>
      </w:r>
      <w:r w:rsidR="000F2412" w:rsidRPr="000F2412">
        <w:rPr>
          <w:b w:val="0"/>
        </w:rPr>
        <w:t>,  до</w:t>
      </w:r>
      <w:r w:rsidRPr="000F2412">
        <w:rPr>
          <w:b w:val="0"/>
        </w:rPr>
        <w:t xml:space="preserve"> </w:t>
      </w:r>
      <w:r w:rsidR="00234CC1" w:rsidRPr="000F2412">
        <w:rPr>
          <w:b w:val="0"/>
        </w:rPr>
        <w:t>полного исполнения обязательств по поставке печатных изданий</w:t>
      </w:r>
      <w:r w:rsidR="004B295D" w:rsidRPr="000F2412">
        <w:rPr>
          <w:b w:val="0"/>
        </w:rPr>
        <w:t>.</w:t>
      </w:r>
    </w:p>
    <w:p w:rsidR="00E068C6" w:rsidRDefault="00E068C6" w:rsidP="001C1A2B">
      <w:pPr>
        <w:pStyle w:val="a5"/>
        <w:spacing w:line="240" w:lineRule="auto"/>
        <w:ind w:firstLine="709"/>
        <w:jc w:val="both"/>
        <w:rPr>
          <w:b w:val="0"/>
        </w:rPr>
      </w:pPr>
      <w:r w:rsidRPr="000F2412">
        <w:rPr>
          <w:b w:val="0"/>
        </w:rPr>
        <w:t>8.</w:t>
      </w:r>
      <w:r w:rsidR="0045686C">
        <w:rPr>
          <w:b w:val="0"/>
        </w:rPr>
        <w:t>2</w:t>
      </w:r>
      <w:r w:rsidRPr="000F2412">
        <w:rPr>
          <w:b w:val="0"/>
        </w:rPr>
        <w:t xml:space="preserve">.  </w:t>
      </w:r>
      <w:proofErr w:type="gramStart"/>
      <w:r w:rsidRPr="000F2412">
        <w:rPr>
          <w:b w:val="0"/>
        </w:rPr>
        <w:t xml:space="preserve">В случае существенного нарушения </w:t>
      </w:r>
      <w:r w:rsidR="00BF6BD8">
        <w:rPr>
          <w:b w:val="0"/>
        </w:rPr>
        <w:t>Поставщиком</w:t>
      </w:r>
      <w:r w:rsidRPr="000F2412">
        <w:rPr>
          <w:b w:val="0"/>
        </w:rPr>
        <w:t xml:space="preserve"> сроков доставки изданий, </w:t>
      </w:r>
      <w:r w:rsidR="00387063">
        <w:rPr>
          <w:b w:val="0"/>
        </w:rPr>
        <w:t>Заказч</w:t>
      </w:r>
      <w:r w:rsidRPr="000F2412">
        <w:rPr>
          <w:b w:val="0"/>
        </w:rPr>
        <w:t xml:space="preserve">ик имеет право отказаться от полученных несвоевременно доставленного экземпляра издания и потребовать возврата его стоимости, при условии, что на момент предъявления данного требования соответствующее издание все еще не было получено </w:t>
      </w:r>
      <w:r w:rsidR="00387063">
        <w:rPr>
          <w:b w:val="0"/>
        </w:rPr>
        <w:t>Заказчи</w:t>
      </w:r>
      <w:r w:rsidRPr="000F2412">
        <w:rPr>
          <w:b w:val="0"/>
        </w:rPr>
        <w:t>ком.</w:t>
      </w:r>
      <w:r>
        <w:rPr>
          <w:b w:val="0"/>
        </w:rPr>
        <w:t xml:space="preserve"> </w:t>
      </w:r>
      <w:proofErr w:type="gramEnd"/>
    </w:p>
    <w:p w:rsidR="00096DB5" w:rsidRPr="00E25FCD" w:rsidRDefault="00096DB5" w:rsidP="001C1A2B">
      <w:pPr>
        <w:pStyle w:val="a5"/>
        <w:spacing w:line="240" w:lineRule="auto"/>
        <w:ind w:firstLine="709"/>
        <w:jc w:val="both"/>
        <w:rPr>
          <w:b w:val="0"/>
        </w:rPr>
      </w:pPr>
    </w:p>
    <w:p w:rsidR="001C1A2B" w:rsidRPr="00E25FCD" w:rsidRDefault="001C1A2B" w:rsidP="001C1A2B">
      <w:pPr>
        <w:pStyle w:val="a5"/>
        <w:spacing w:line="240" w:lineRule="auto"/>
        <w:ind w:firstLine="709"/>
        <w:jc w:val="both"/>
        <w:rPr>
          <w:b w:val="0"/>
          <w:bCs w:val="0"/>
        </w:rPr>
      </w:pPr>
    </w:p>
    <w:p w:rsidR="00DB7B6B" w:rsidRPr="00E25FCD" w:rsidRDefault="00DB7B6B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 xml:space="preserve">Критерии выбора </w:t>
      </w:r>
      <w:r w:rsidR="00BF6BD8">
        <w:rPr>
          <w:rFonts w:ascii="Times New Roman" w:hAnsi="Times New Roman" w:cs="Times New Roman"/>
          <w:sz w:val="24"/>
          <w:szCs w:val="24"/>
        </w:rPr>
        <w:t>П</w:t>
      </w:r>
      <w:r w:rsidR="00CD29CA" w:rsidRPr="00E25FCD">
        <w:rPr>
          <w:rFonts w:ascii="Times New Roman" w:hAnsi="Times New Roman" w:cs="Times New Roman"/>
          <w:sz w:val="24"/>
          <w:szCs w:val="24"/>
        </w:rPr>
        <w:t xml:space="preserve">оставщика </w:t>
      </w:r>
      <w:r w:rsidR="003F390F" w:rsidRPr="00E25FCD">
        <w:rPr>
          <w:rFonts w:ascii="Times New Roman" w:hAnsi="Times New Roman" w:cs="Times New Roman"/>
          <w:sz w:val="24"/>
          <w:szCs w:val="24"/>
        </w:rPr>
        <w:t>периодических изданий</w:t>
      </w:r>
    </w:p>
    <w:p w:rsidR="00DB7B6B" w:rsidRPr="00E25FCD" w:rsidRDefault="00FF2517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о</w:t>
      </w:r>
      <w:r w:rsidR="00DB7B6B" w:rsidRPr="00E25FCD">
        <w:t xml:space="preserve">пыт оказания услуг </w:t>
      </w:r>
      <w:r w:rsidR="0071599A" w:rsidRPr="00E25FCD">
        <w:t>по подписке и доставке печатных изданий –</w:t>
      </w:r>
      <w:r w:rsidR="00DB7B6B" w:rsidRPr="00E25FCD">
        <w:t xml:space="preserve"> не менее 3 лет;</w:t>
      </w:r>
    </w:p>
    <w:p w:rsidR="006D53CB" w:rsidRPr="00E25FCD" w:rsidRDefault="003F390F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возможность доставки</w:t>
      </w:r>
      <w:r w:rsidR="0071599A" w:rsidRPr="00E25FCD">
        <w:t xml:space="preserve"> </w:t>
      </w:r>
      <w:r w:rsidR="00E53CD1" w:rsidRPr="00E25FCD">
        <w:t>периодических изданий</w:t>
      </w:r>
      <w:r w:rsidR="0071599A" w:rsidRPr="00E25FCD">
        <w:t xml:space="preserve"> согласно представленно</w:t>
      </w:r>
      <w:r w:rsidR="00E53CD1" w:rsidRPr="00E25FCD">
        <w:t>му</w:t>
      </w:r>
      <w:r w:rsidR="0071599A" w:rsidRPr="00E25FCD">
        <w:t xml:space="preserve"> перечн</w:t>
      </w:r>
      <w:r w:rsidR="00E53CD1" w:rsidRPr="00E25FCD">
        <w:t>ю</w:t>
      </w:r>
      <w:r w:rsidR="0071599A" w:rsidRPr="00E25FCD">
        <w:t xml:space="preserve"> и в количестве, указанном в нем</w:t>
      </w:r>
      <w:r w:rsidR="006D53CB" w:rsidRPr="00E25FCD">
        <w:t>;</w:t>
      </w:r>
    </w:p>
    <w:p w:rsidR="00DB7B6B" w:rsidRPr="00E25FCD" w:rsidRDefault="00FF2517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п</w:t>
      </w:r>
      <w:r w:rsidR="00DB7B6B" w:rsidRPr="00E25FCD">
        <w:t>остоянно действующ</w:t>
      </w:r>
      <w:r w:rsidR="00E53CD1" w:rsidRPr="00E25FCD">
        <w:t>ий</w:t>
      </w:r>
      <w:r w:rsidR="00DB7B6B" w:rsidRPr="00E25FCD">
        <w:t xml:space="preserve"> офис-представительство компании в </w:t>
      </w:r>
      <w:proofErr w:type="gramStart"/>
      <w:r w:rsidR="00DB7B6B" w:rsidRPr="00E25FCD">
        <w:t>г</w:t>
      </w:r>
      <w:proofErr w:type="gramEnd"/>
      <w:r w:rsidR="00DB7B6B" w:rsidRPr="00E25FCD">
        <w:t xml:space="preserve">. </w:t>
      </w:r>
      <w:r w:rsidR="00CF6CD5" w:rsidRPr="00E25FCD">
        <w:t>Липецке</w:t>
      </w:r>
      <w:r w:rsidR="003F390F" w:rsidRPr="00E25FCD">
        <w:t>;</w:t>
      </w:r>
    </w:p>
    <w:p w:rsidR="003F390F" w:rsidRPr="00E25FCD" w:rsidRDefault="000B61D7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rPr>
          <w:color w:val="000000"/>
        </w:rPr>
        <w:t xml:space="preserve">возможность представлять </w:t>
      </w:r>
      <w:r w:rsidR="00424C75">
        <w:rPr>
          <w:color w:val="000000"/>
        </w:rPr>
        <w:t>Заказчик</w:t>
      </w:r>
      <w:r w:rsidRPr="00E25FCD">
        <w:rPr>
          <w:color w:val="000000"/>
        </w:rPr>
        <w:t xml:space="preserve">у товарную </w:t>
      </w:r>
      <w:bookmarkStart w:id="9" w:name="_GoBack"/>
      <w:bookmarkEnd w:id="9"/>
      <w:r w:rsidRPr="00E25FCD">
        <w:rPr>
          <w:color w:val="000000"/>
        </w:rPr>
        <w:t>на</w:t>
      </w:r>
      <w:r w:rsidR="0067292C">
        <w:rPr>
          <w:color w:val="000000"/>
        </w:rPr>
        <w:t xml:space="preserve">кладную (торг-12), счет-фактуру </w:t>
      </w:r>
      <w:r w:rsidRPr="00E25FCD">
        <w:rPr>
          <w:color w:val="000000"/>
        </w:rPr>
        <w:t xml:space="preserve"> в адрес </w:t>
      </w:r>
      <w:r w:rsidR="00424C75">
        <w:rPr>
          <w:color w:val="000000"/>
        </w:rPr>
        <w:t>Заказчик</w:t>
      </w:r>
      <w:r w:rsidRPr="00E25FCD">
        <w:rPr>
          <w:color w:val="000000"/>
        </w:rPr>
        <w:t>а в соответствии с действующим законодательством РФ;</w:t>
      </w:r>
    </w:p>
    <w:p w:rsidR="000B61D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у</w:t>
      </w:r>
      <w:r w:rsidR="0071599A" w:rsidRPr="00E25FCD">
        <w:t xml:space="preserve">частник должен обладать гражданской правоспособностью в полном объеме для заключения и исполнения </w:t>
      </w:r>
      <w:r w:rsidRPr="00E25FCD">
        <w:t>д</w:t>
      </w:r>
      <w:r w:rsidR="0071599A" w:rsidRPr="00E25FCD">
        <w:t>оговора (должен быть зарегистрирован в установленном порядке), опытом и репутацией;</w:t>
      </w:r>
    </w:p>
    <w:p w:rsidR="000B61D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н</w:t>
      </w:r>
      <w:r w:rsidR="0071599A" w:rsidRPr="00E25FCD">
        <w:t>аличие лицензий, сертификатов и других документов, необходимых для выполнения работ;</w:t>
      </w:r>
    </w:p>
    <w:p w:rsidR="00FF251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</w:rPr>
      </w:pPr>
      <w:r w:rsidRPr="00E25FCD">
        <w:t>у</w:t>
      </w:r>
      <w:r w:rsidR="0071599A" w:rsidRPr="00E25FCD">
        <w:t xml:space="preserve">частник не должен являться неплатежеспособным или банкротом, находиться в процессе ликвидации, на имущество </w:t>
      </w:r>
      <w:r w:rsidRPr="00E25FCD">
        <w:t>у</w:t>
      </w:r>
      <w:r w:rsidR="0071599A" w:rsidRPr="00E25FCD">
        <w:t xml:space="preserve">частника в части, существенной для исполнения </w:t>
      </w:r>
      <w:r w:rsidRPr="00E25FCD">
        <w:t>д</w:t>
      </w:r>
      <w:r w:rsidR="0071599A" w:rsidRPr="00E25FCD">
        <w:t xml:space="preserve">оговора, не должен быть наложен арест, экономическая деятельность </w:t>
      </w:r>
      <w:r w:rsidRPr="00E25FCD">
        <w:t>у</w:t>
      </w:r>
      <w:r w:rsidR="0071599A" w:rsidRPr="00E25FCD">
        <w:t>частника не должна быть приостановлена.</w:t>
      </w:r>
    </w:p>
    <w:p w:rsidR="00E25FCD" w:rsidRPr="00E25FCD" w:rsidRDefault="00E25FCD" w:rsidP="00E25FCD"/>
    <w:p w:rsidR="00E25FCD" w:rsidRDefault="00E25FCD" w:rsidP="00E25FCD"/>
    <w:p w:rsidR="00E25FCD" w:rsidRDefault="00E25FCD" w:rsidP="00E25FCD"/>
    <w:p w:rsidR="00E25FCD" w:rsidRPr="00724EC6" w:rsidRDefault="00E25FCD" w:rsidP="00E25FCD">
      <w:r w:rsidRPr="00724EC6">
        <w:t>Начальник отдела упра</w:t>
      </w:r>
      <w:r>
        <w:t>в</w:t>
      </w:r>
      <w:r w:rsidRPr="00724EC6">
        <w:t>ления делам</w:t>
      </w:r>
      <w:r>
        <w:t xml:space="preserve">и                              </w:t>
      </w:r>
      <w:r w:rsidRPr="00724EC6">
        <w:t xml:space="preserve">                                   </w:t>
      </w:r>
      <w:r>
        <w:t>С.В.Боровских</w:t>
      </w:r>
    </w:p>
    <w:p w:rsidR="00E25FCD" w:rsidRPr="00E25FCD" w:rsidRDefault="00E25FCD" w:rsidP="00E25FCD">
      <w:pPr>
        <w:tabs>
          <w:tab w:val="left" w:pos="993"/>
        </w:tabs>
        <w:jc w:val="both"/>
        <w:rPr>
          <w:b/>
        </w:rPr>
      </w:pPr>
    </w:p>
    <w:sectPr w:rsidR="00E25FCD" w:rsidRPr="00E25FCD" w:rsidSect="002124FF">
      <w:headerReference w:type="default" r:id="rId8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756" w:rsidRDefault="001F3756" w:rsidP="000B61D7">
      <w:r>
        <w:separator/>
      </w:r>
    </w:p>
  </w:endnote>
  <w:endnote w:type="continuationSeparator" w:id="0">
    <w:p w:rsidR="001F3756" w:rsidRDefault="001F3756" w:rsidP="000B6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756" w:rsidRDefault="001F3756" w:rsidP="000B61D7">
      <w:r>
        <w:separator/>
      </w:r>
    </w:p>
  </w:footnote>
  <w:footnote w:type="continuationSeparator" w:id="0">
    <w:p w:rsidR="001F3756" w:rsidRDefault="001F3756" w:rsidP="000B6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4528010"/>
      <w:docPartObj>
        <w:docPartGallery w:val="Page Numbers (Top of Page)"/>
        <w:docPartUnique/>
      </w:docPartObj>
    </w:sdtPr>
    <w:sdtContent>
      <w:p w:rsidR="00327A5A" w:rsidRDefault="000E6725">
        <w:pPr>
          <w:pStyle w:val="ae"/>
          <w:jc w:val="center"/>
        </w:pPr>
        <w:fldSimple w:instr="PAGE   \* MERGEFORMAT">
          <w:r w:rsidR="009C271B">
            <w:rPr>
              <w:noProof/>
            </w:rPr>
            <w:t>7</w:t>
          </w:r>
        </w:fldSimple>
      </w:p>
    </w:sdtContent>
  </w:sdt>
  <w:p w:rsidR="00327A5A" w:rsidRDefault="00327A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6A94"/>
    <w:multiLevelType w:val="hybridMultilevel"/>
    <w:tmpl w:val="1E90F25E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872C0"/>
    <w:multiLevelType w:val="hybridMultilevel"/>
    <w:tmpl w:val="F4E6C92E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5538A"/>
    <w:multiLevelType w:val="multilevel"/>
    <w:tmpl w:val="DCBCACD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10" w:hanging="2160"/>
      </w:pPr>
      <w:rPr>
        <w:rFonts w:hint="default"/>
      </w:rPr>
    </w:lvl>
  </w:abstractNum>
  <w:abstractNum w:abstractNumId="3">
    <w:nsid w:val="1C077731"/>
    <w:multiLevelType w:val="multilevel"/>
    <w:tmpl w:val="CCDE0F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">
    <w:nsid w:val="2A23380F"/>
    <w:multiLevelType w:val="hybridMultilevel"/>
    <w:tmpl w:val="D0CA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43CB3"/>
    <w:multiLevelType w:val="hybridMultilevel"/>
    <w:tmpl w:val="AF8C2572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54B16"/>
    <w:multiLevelType w:val="hybridMultilevel"/>
    <w:tmpl w:val="C2FA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138D"/>
    <w:multiLevelType w:val="hybridMultilevel"/>
    <w:tmpl w:val="58BA5568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370F2"/>
    <w:multiLevelType w:val="multilevel"/>
    <w:tmpl w:val="ABE299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759D5EB5"/>
    <w:multiLevelType w:val="hybridMultilevel"/>
    <w:tmpl w:val="A3BA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B3941"/>
    <w:multiLevelType w:val="multilevel"/>
    <w:tmpl w:val="4BDE1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89D"/>
    <w:rsid w:val="0001260E"/>
    <w:rsid w:val="00096DB5"/>
    <w:rsid w:val="000B61D7"/>
    <w:rsid w:val="000D139D"/>
    <w:rsid w:val="000E6725"/>
    <w:rsid w:val="000F2412"/>
    <w:rsid w:val="00197E6A"/>
    <w:rsid w:val="001B501A"/>
    <w:rsid w:val="001C1A2B"/>
    <w:rsid w:val="001F3756"/>
    <w:rsid w:val="001F60EF"/>
    <w:rsid w:val="002124FF"/>
    <w:rsid w:val="00234CC1"/>
    <w:rsid w:val="00281E2C"/>
    <w:rsid w:val="00283F5D"/>
    <w:rsid w:val="00295B79"/>
    <w:rsid w:val="00297083"/>
    <w:rsid w:val="002D10BC"/>
    <w:rsid w:val="002F4840"/>
    <w:rsid w:val="003061BE"/>
    <w:rsid w:val="0031511F"/>
    <w:rsid w:val="00324E37"/>
    <w:rsid w:val="00327A5A"/>
    <w:rsid w:val="003438C2"/>
    <w:rsid w:val="00360A0E"/>
    <w:rsid w:val="0037037E"/>
    <w:rsid w:val="00375372"/>
    <w:rsid w:val="00387063"/>
    <w:rsid w:val="0039169A"/>
    <w:rsid w:val="00393A8D"/>
    <w:rsid w:val="00394008"/>
    <w:rsid w:val="003C35F3"/>
    <w:rsid w:val="003F390F"/>
    <w:rsid w:val="00401A74"/>
    <w:rsid w:val="00413E9E"/>
    <w:rsid w:val="00424C75"/>
    <w:rsid w:val="00432B49"/>
    <w:rsid w:val="004517DC"/>
    <w:rsid w:val="00452D41"/>
    <w:rsid w:val="0045686C"/>
    <w:rsid w:val="004A3DB9"/>
    <w:rsid w:val="004B295D"/>
    <w:rsid w:val="004C30E8"/>
    <w:rsid w:val="004D5865"/>
    <w:rsid w:val="004D797C"/>
    <w:rsid w:val="004F1EF4"/>
    <w:rsid w:val="00504628"/>
    <w:rsid w:val="00512E78"/>
    <w:rsid w:val="005255E6"/>
    <w:rsid w:val="00533BCF"/>
    <w:rsid w:val="005500CB"/>
    <w:rsid w:val="00574F90"/>
    <w:rsid w:val="00576134"/>
    <w:rsid w:val="005B64DB"/>
    <w:rsid w:val="005F6075"/>
    <w:rsid w:val="005F7D0A"/>
    <w:rsid w:val="00617549"/>
    <w:rsid w:val="00637B91"/>
    <w:rsid w:val="00667A03"/>
    <w:rsid w:val="0067292C"/>
    <w:rsid w:val="00681D62"/>
    <w:rsid w:val="00691B2D"/>
    <w:rsid w:val="006D53CB"/>
    <w:rsid w:val="006E3688"/>
    <w:rsid w:val="0071599A"/>
    <w:rsid w:val="007215A6"/>
    <w:rsid w:val="00732086"/>
    <w:rsid w:val="0074413C"/>
    <w:rsid w:val="007970C3"/>
    <w:rsid w:val="007B706F"/>
    <w:rsid w:val="007C46AA"/>
    <w:rsid w:val="007F6F65"/>
    <w:rsid w:val="008006A6"/>
    <w:rsid w:val="008052E9"/>
    <w:rsid w:val="008316B5"/>
    <w:rsid w:val="008634E7"/>
    <w:rsid w:val="008F2688"/>
    <w:rsid w:val="009131E3"/>
    <w:rsid w:val="00926C60"/>
    <w:rsid w:val="0094569B"/>
    <w:rsid w:val="00950B2F"/>
    <w:rsid w:val="00950F2E"/>
    <w:rsid w:val="009758EE"/>
    <w:rsid w:val="009C03AB"/>
    <w:rsid w:val="009C0F15"/>
    <w:rsid w:val="009C271B"/>
    <w:rsid w:val="009F43CE"/>
    <w:rsid w:val="00A26801"/>
    <w:rsid w:val="00A64D0F"/>
    <w:rsid w:val="00AC7021"/>
    <w:rsid w:val="00AE589F"/>
    <w:rsid w:val="00B11853"/>
    <w:rsid w:val="00B25630"/>
    <w:rsid w:val="00B66817"/>
    <w:rsid w:val="00BA7C19"/>
    <w:rsid w:val="00BC68BE"/>
    <w:rsid w:val="00BC6FCC"/>
    <w:rsid w:val="00BE7F11"/>
    <w:rsid w:val="00BF6BD8"/>
    <w:rsid w:val="00C37FDB"/>
    <w:rsid w:val="00C414A9"/>
    <w:rsid w:val="00C46BEF"/>
    <w:rsid w:val="00C522F5"/>
    <w:rsid w:val="00C562F7"/>
    <w:rsid w:val="00CD17A7"/>
    <w:rsid w:val="00CD29CA"/>
    <w:rsid w:val="00CE450F"/>
    <w:rsid w:val="00CF6CD5"/>
    <w:rsid w:val="00D6186C"/>
    <w:rsid w:val="00DB7B6B"/>
    <w:rsid w:val="00DC5943"/>
    <w:rsid w:val="00DD24B4"/>
    <w:rsid w:val="00E068C6"/>
    <w:rsid w:val="00E17E2D"/>
    <w:rsid w:val="00E25FCD"/>
    <w:rsid w:val="00E377B2"/>
    <w:rsid w:val="00E53CD1"/>
    <w:rsid w:val="00E84352"/>
    <w:rsid w:val="00E85881"/>
    <w:rsid w:val="00E863EA"/>
    <w:rsid w:val="00EA2194"/>
    <w:rsid w:val="00EA71FA"/>
    <w:rsid w:val="00F06DD9"/>
    <w:rsid w:val="00F16D4D"/>
    <w:rsid w:val="00F26EBC"/>
    <w:rsid w:val="00F419BA"/>
    <w:rsid w:val="00F63675"/>
    <w:rsid w:val="00F874DF"/>
    <w:rsid w:val="00F96684"/>
    <w:rsid w:val="00FA0863"/>
    <w:rsid w:val="00FD389D"/>
    <w:rsid w:val="00FE57B3"/>
    <w:rsid w:val="00FF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2D10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10BC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rsid w:val="00FD389D"/>
    <w:pPr>
      <w:tabs>
        <w:tab w:val="num" w:pos="1674"/>
      </w:tabs>
      <w:spacing w:line="360" w:lineRule="auto"/>
      <w:ind w:left="167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FD389D"/>
    <w:pPr>
      <w:ind w:left="720"/>
      <w:contextualSpacing/>
    </w:pPr>
  </w:style>
  <w:style w:type="character" w:customStyle="1" w:styleId="10">
    <w:name w:val="Заголовок 1 Знак"/>
    <w:aliases w:val="ASAPHeading 1 Знак"/>
    <w:basedOn w:val="a0"/>
    <w:link w:val="1"/>
    <w:rsid w:val="002D10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10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ainTXT">
    <w:name w:val="MainTXT"/>
    <w:basedOn w:val="a"/>
    <w:uiPriority w:val="99"/>
    <w:rsid w:val="002D10BC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styleId="a5">
    <w:name w:val="Title"/>
    <w:basedOn w:val="a"/>
    <w:link w:val="a6"/>
    <w:uiPriority w:val="99"/>
    <w:qFormat/>
    <w:rsid w:val="00DB7B6B"/>
    <w:pPr>
      <w:spacing w:line="360" w:lineRule="auto"/>
      <w:jc w:val="center"/>
    </w:pPr>
    <w:rPr>
      <w:rFonts w:eastAsia="Calibri"/>
      <w:b/>
      <w:bCs/>
    </w:rPr>
  </w:style>
  <w:style w:type="character" w:customStyle="1" w:styleId="a6">
    <w:name w:val="Название Знак"/>
    <w:basedOn w:val="a0"/>
    <w:link w:val="a5"/>
    <w:uiPriority w:val="99"/>
    <w:rsid w:val="00DB7B6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393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393A8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93A8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A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A8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rsid w:val="0071599A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1599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2D10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10BC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rsid w:val="00FD389D"/>
    <w:pPr>
      <w:tabs>
        <w:tab w:val="num" w:pos="1674"/>
      </w:tabs>
      <w:spacing w:line="360" w:lineRule="auto"/>
      <w:ind w:left="167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FD389D"/>
    <w:pPr>
      <w:ind w:left="720"/>
      <w:contextualSpacing/>
    </w:pPr>
  </w:style>
  <w:style w:type="character" w:customStyle="1" w:styleId="10">
    <w:name w:val="Заголовок 1 Знак"/>
    <w:aliases w:val="ASAPHeading 1 Знак"/>
    <w:basedOn w:val="a0"/>
    <w:link w:val="1"/>
    <w:rsid w:val="002D10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10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ainTXT">
    <w:name w:val="MainTXT"/>
    <w:basedOn w:val="a"/>
    <w:uiPriority w:val="99"/>
    <w:rsid w:val="002D10BC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styleId="a5">
    <w:name w:val="Title"/>
    <w:basedOn w:val="a"/>
    <w:link w:val="a6"/>
    <w:uiPriority w:val="99"/>
    <w:qFormat/>
    <w:rsid w:val="00DB7B6B"/>
    <w:pPr>
      <w:spacing w:line="360" w:lineRule="auto"/>
      <w:jc w:val="center"/>
    </w:pPr>
    <w:rPr>
      <w:rFonts w:eastAsia="Calibri"/>
      <w:b/>
      <w:bCs/>
    </w:rPr>
  </w:style>
  <w:style w:type="character" w:customStyle="1" w:styleId="a6">
    <w:name w:val="Название Знак"/>
    <w:basedOn w:val="a0"/>
    <w:link w:val="a5"/>
    <w:uiPriority w:val="99"/>
    <w:rsid w:val="00DB7B6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393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393A8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93A8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A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A8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rsid w:val="0071599A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1599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079A1-8729-4BA5-BBD6-56B039B7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Trofimova_NI</dc:creator>
  <cp:lastModifiedBy>borovskih.sv</cp:lastModifiedBy>
  <cp:revision>6</cp:revision>
  <cp:lastPrinted>2013-11-28T06:45:00Z</cp:lastPrinted>
  <dcterms:created xsi:type="dcterms:W3CDTF">2013-11-27T11:58:00Z</dcterms:created>
  <dcterms:modified xsi:type="dcterms:W3CDTF">2013-11-28T06:58:00Z</dcterms:modified>
</cp:coreProperties>
</file>