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1134"/>
        <w:gridCol w:w="4394"/>
      </w:tblGrid>
      <w:tr w:rsidR="00294FD9" w:rsidRPr="009D7060" w:rsidTr="000158BB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1394B" w:rsidRDefault="0051394B" w:rsidP="0051394B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326B6F" w:rsidRDefault="00326B6F" w:rsidP="00326B6F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техническим вопросам – главный инженер</w:t>
            </w:r>
          </w:p>
          <w:p w:rsidR="00326B6F" w:rsidRDefault="00326B6F" w:rsidP="00326B6F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 Корнилов А.А.</w:t>
            </w:r>
          </w:p>
          <w:p w:rsidR="00326B6F" w:rsidRDefault="00326B6F" w:rsidP="00326B6F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«___»__________________2013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48701E" w:rsidRDefault="00CC0D00" w:rsidP="001C1CB3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="009B287F"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="009B287F"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326B6F">
        <w:rPr>
          <w:rFonts w:ascii="Times New Roman" w:hAnsi="Times New Roman"/>
          <w:b/>
          <w:sz w:val="24"/>
          <w:szCs w:val="24"/>
        </w:rPr>
        <w:t>9</w:t>
      </w:r>
      <w:r w:rsidR="00631E0F">
        <w:rPr>
          <w:rFonts w:ascii="Times New Roman" w:hAnsi="Times New Roman"/>
          <w:b/>
          <w:sz w:val="24"/>
          <w:szCs w:val="24"/>
        </w:rPr>
        <w:t>4</w:t>
      </w:r>
      <w:bookmarkStart w:id="0" w:name="_GoBack"/>
      <w:bookmarkEnd w:id="0"/>
    </w:p>
    <w:p w:rsidR="00E14956" w:rsidRPr="009F4328" w:rsidRDefault="00CC0D00" w:rsidP="0020476C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9F4328">
        <w:rPr>
          <w:rFonts w:ascii="Times New Roman" w:hAnsi="Times New Roman"/>
          <w:sz w:val="24"/>
          <w:szCs w:val="24"/>
        </w:rPr>
        <w:t xml:space="preserve">на проведение </w:t>
      </w:r>
      <w:r w:rsidR="00E14956" w:rsidRPr="009F4328">
        <w:rPr>
          <w:rFonts w:ascii="Times New Roman" w:hAnsi="Times New Roman"/>
          <w:sz w:val="24"/>
          <w:szCs w:val="24"/>
        </w:rPr>
        <w:t>конкурса</w:t>
      </w:r>
      <w:r w:rsidRPr="009F4328">
        <w:rPr>
          <w:rFonts w:ascii="Times New Roman" w:hAnsi="Times New Roman"/>
          <w:sz w:val="24"/>
          <w:szCs w:val="24"/>
        </w:rPr>
        <w:t xml:space="preserve"> по выбору подрядчика </w:t>
      </w:r>
    </w:p>
    <w:p w:rsidR="009B24BB" w:rsidRDefault="006507ED" w:rsidP="009B24BB">
      <w:pPr>
        <w:pStyle w:val="aff"/>
        <w:spacing w:after="0" w:line="264" w:lineRule="auto"/>
        <w:ind w:left="1134" w:right="1132"/>
        <w:jc w:val="center"/>
        <w:rPr>
          <w:rFonts w:ascii="Times New Roman" w:hAnsi="Times New Roman" w:cs="Times New Roman"/>
          <w:sz w:val="24"/>
          <w:szCs w:val="24"/>
        </w:rPr>
      </w:pPr>
      <w:r w:rsidRPr="000851E8">
        <w:rPr>
          <w:rFonts w:ascii="Times New Roman" w:hAnsi="Times New Roman" w:cs="Times New Roman"/>
          <w:sz w:val="24"/>
          <w:szCs w:val="24"/>
        </w:rPr>
        <w:t xml:space="preserve">на </w:t>
      </w:r>
      <w:r w:rsidR="000851E8" w:rsidRPr="000851E8">
        <w:rPr>
          <w:rFonts w:ascii="Times New Roman" w:hAnsi="Times New Roman" w:cs="Times New Roman"/>
          <w:sz w:val="24"/>
          <w:szCs w:val="24"/>
        </w:rPr>
        <w:t xml:space="preserve">выполнение ПИР, СМР и ПНР  </w:t>
      </w:r>
    </w:p>
    <w:p w:rsidR="00FE7E25" w:rsidRPr="009B24BB" w:rsidRDefault="009B24BB" w:rsidP="009B24BB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ЛЭП-10(6) кВ, ЛЭП-0,4 кВ, ТП 10(6)/0,4 кВ, </w:t>
      </w:r>
      <w:r w:rsidR="00FE7E25">
        <w:rPr>
          <w:rFonts w:ascii="Times New Roman" w:hAnsi="Times New Roman"/>
          <w:sz w:val="24"/>
          <w:szCs w:val="24"/>
        </w:rPr>
        <w:t xml:space="preserve">  </w:t>
      </w:r>
    </w:p>
    <w:p w:rsidR="004847DA" w:rsidRDefault="000158BB" w:rsidP="002E04A9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расположенных</w:t>
      </w:r>
      <w:proofErr w:type="gramEnd"/>
      <w:r w:rsidR="000851E8">
        <w:rPr>
          <w:rFonts w:ascii="Times New Roman" w:hAnsi="Times New Roman"/>
          <w:sz w:val="24"/>
          <w:szCs w:val="24"/>
        </w:rPr>
        <w:t xml:space="preserve"> </w:t>
      </w:r>
      <w:r w:rsidR="00035A03">
        <w:rPr>
          <w:rFonts w:ascii="Times New Roman" w:hAnsi="Times New Roman"/>
          <w:sz w:val="24"/>
          <w:szCs w:val="24"/>
        </w:rPr>
        <w:t>в</w:t>
      </w:r>
      <w:r w:rsidR="000F02E8">
        <w:rPr>
          <w:rFonts w:ascii="Times New Roman" w:hAnsi="Times New Roman"/>
          <w:sz w:val="24"/>
          <w:szCs w:val="24"/>
        </w:rPr>
        <w:t xml:space="preserve"> </w:t>
      </w:r>
      <w:r w:rsidR="004847DA">
        <w:rPr>
          <w:rFonts w:ascii="Times New Roman" w:hAnsi="Times New Roman"/>
          <w:sz w:val="24"/>
          <w:szCs w:val="24"/>
        </w:rPr>
        <w:t>г. Липецке, Липецком, Становлянском,</w:t>
      </w:r>
    </w:p>
    <w:p w:rsidR="00CD2AF6" w:rsidRPr="009F4328" w:rsidRDefault="0046121E" w:rsidP="002E04A9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Елецком</w:t>
      </w:r>
      <w:r w:rsidR="00D905BE">
        <w:rPr>
          <w:rFonts w:ascii="Times New Roman" w:hAnsi="Times New Roman"/>
          <w:sz w:val="24"/>
          <w:szCs w:val="24"/>
        </w:rPr>
        <w:t xml:space="preserve"> </w:t>
      </w:r>
      <w:r w:rsidR="000F02E8">
        <w:rPr>
          <w:rFonts w:ascii="Times New Roman" w:hAnsi="Times New Roman"/>
          <w:sz w:val="24"/>
          <w:szCs w:val="24"/>
        </w:rPr>
        <w:t>р</w:t>
      </w:r>
      <w:r w:rsidR="00723E3A">
        <w:rPr>
          <w:rFonts w:ascii="Times New Roman" w:hAnsi="Times New Roman"/>
          <w:sz w:val="24"/>
          <w:szCs w:val="24"/>
        </w:rPr>
        <w:t>ай</w:t>
      </w:r>
      <w:r w:rsidR="00D905BE">
        <w:rPr>
          <w:rFonts w:ascii="Times New Roman" w:hAnsi="Times New Roman"/>
          <w:sz w:val="24"/>
          <w:szCs w:val="24"/>
        </w:rPr>
        <w:t>он</w:t>
      </w:r>
      <w:r>
        <w:rPr>
          <w:rFonts w:ascii="Times New Roman" w:hAnsi="Times New Roman"/>
          <w:sz w:val="24"/>
          <w:szCs w:val="24"/>
        </w:rPr>
        <w:t>е</w:t>
      </w:r>
      <w:r w:rsidR="00076EC7">
        <w:rPr>
          <w:rFonts w:ascii="Times New Roman" w:hAnsi="Times New Roman"/>
          <w:sz w:val="24"/>
          <w:szCs w:val="24"/>
        </w:rPr>
        <w:t>,</w:t>
      </w:r>
      <w:r w:rsidR="000851E8">
        <w:rPr>
          <w:rFonts w:ascii="Times New Roman" w:hAnsi="Times New Roman"/>
          <w:sz w:val="24"/>
          <w:szCs w:val="24"/>
        </w:rPr>
        <w:t xml:space="preserve"> </w:t>
      </w:r>
    </w:p>
    <w:p w:rsidR="000851E8" w:rsidRDefault="001F4F99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договору</w:t>
      </w:r>
      <w:r w:rsidR="000851E8"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CC0D00" w:rsidRPr="009F4328" w:rsidRDefault="00CC0D00" w:rsidP="0020476C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9F4328" w:rsidRDefault="001665FC" w:rsidP="007479A4">
      <w:pPr>
        <w:pStyle w:val="1"/>
        <w:rPr>
          <w:rFonts w:ascii="Times New Roman" w:hAnsi="Times New Roman"/>
          <w:sz w:val="24"/>
        </w:rPr>
      </w:pPr>
      <w:bookmarkStart w:id="1" w:name="_Toc190511249"/>
      <w:bookmarkStart w:id="2" w:name="_Toc470773743"/>
      <w:r w:rsidRPr="009F4328">
        <w:rPr>
          <w:rFonts w:ascii="Times New Roman" w:hAnsi="Times New Roman"/>
          <w:sz w:val="24"/>
        </w:rPr>
        <w:lastRenderedPageBreak/>
        <w:t>Объект</w:t>
      </w:r>
      <w:r w:rsidR="00745DBA" w:rsidRPr="009F4328">
        <w:rPr>
          <w:rFonts w:ascii="Times New Roman" w:hAnsi="Times New Roman"/>
          <w:sz w:val="24"/>
        </w:rPr>
        <w:t xml:space="preserve"> </w:t>
      </w:r>
      <w:bookmarkEnd w:id="1"/>
      <w:r w:rsidR="003058F8" w:rsidRPr="009F4328">
        <w:rPr>
          <w:rFonts w:ascii="Times New Roman" w:hAnsi="Times New Roman"/>
          <w:sz w:val="24"/>
        </w:rPr>
        <w:t xml:space="preserve">конкурса </w:t>
      </w:r>
      <w:r w:rsidRPr="009F4328">
        <w:rPr>
          <w:rFonts w:ascii="Times New Roman" w:hAnsi="Times New Roman"/>
          <w:sz w:val="24"/>
        </w:rPr>
        <w:t>и общие данные о нём.</w:t>
      </w:r>
    </w:p>
    <w:p w:rsidR="001C7FEF" w:rsidRPr="009F4328" w:rsidRDefault="00745DBA" w:rsidP="007479A4">
      <w:pPr>
        <w:pStyle w:val="11"/>
        <w:rPr>
          <w:sz w:val="24"/>
        </w:rPr>
      </w:pPr>
      <w:r w:rsidRPr="009F4328">
        <w:rPr>
          <w:sz w:val="24"/>
        </w:rPr>
        <w:t xml:space="preserve">Объект </w:t>
      </w:r>
      <w:r w:rsidR="003058F8" w:rsidRPr="009F4328">
        <w:rPr>
          <w:sz w:val="24"/>
        </w:rPr>
        <w:t>конкурса</w:t>
      </w:r>
      <w:r w:rsidR="001665FC" w:rsidRPr="009F4328">
        <w:rPr>
          <w:sz w:val="24"/>
        </w:rPr>
        <w:t>.</w:t>
      </w:r>
    </w:p>
    <w:p w:rsidR="00FE7E25" w:rsidRPr="000B788C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монтажных</w:t>
      </w:r>
      <w:proofErr w:type="gramEnd"/>
      <w:r>
        <w:rPr>
          <w:rFonts w:ascii="Times New Roman" w:hAnsi="Times New Roman"/>
          <w:sz w:val="24"/>
          <w:szCs w:val="24"/>
        </w:rPr>
        <w:t>, пусконаладо</w:t>
      </w:r>
      <w:r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 xml:space="preserve">ных  работ по объектам технологического присоединения  </w:t>
      </w:r>
      <w:r w:rsidR="0050652E">
        <w:rPr>
          <w:rFonts w:ascii="Times New Roman" w:hAnsi="Times New Roman"/>
          <w:sz w:val="24"/>
          <w:szCs w:val="24"/>
        </w:rPr>
        <w:t>по объектам отраженным в табл</w:t>
      </w:r>
      <w:r w:rsidR="0050652E">
        <w:rPr>
          <w:rFonts w:ascii="Times New Roman" w:hAnsi="Times New Roman"/>
          <w:sz w:val="24"/>
          <w:szCs w:val="24"/>
        </w:rPr>
        <w:t>и</w:t>
      </w:r>
      <w:r w:rsidR="0050652E">
        <w:rPr>
          <w:rFonts w:ascii="Times New Roman" w:hAnsi="Times New Roman"/>
          <w:sz w:val="24"/>
          <w:szCs w:val="24"/>
        </w:rPr>
        <w:t xml:space="preserve">це 1.1 </w:t>
      </w:r>
      <w:r w:rsidR="007B40C6">
        <w:rPr>
          <w:rFonts w:ascii="Times New Roman" w:hAnsi="Times New Roman"/>
          <w:sz w:val="24"/>
          <w:szCs w:val="24"/>
        </w:rPr>
        <w:tab/>
      </w: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0C7396" w:rsidRPr="00CE7A86" w:rsidRDefault="00232EE7" w:rsidP="001123B8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Срок выполнения работ: </w:t>
      </w:r>
      <w:r w:rsidR="00D905BE">
        <w:rPr>
          <w:bCs/>
          <w:iCs/>
          <w:sz w:val="24"/>
          <w:szCs w:val="24"/>
        </w:rPr>
        <w:t>в течение 90 календарных дней с момента заключе</w:t>
      </w:r>
      <w:r w:rsidR="000158BB">
        <w:rPr>
          <w:bCs/>
          <w:iCs/>
          <w:sz w:val="24"/>
          <w:szCs w:val="24"/>
        </w:rPr>
        <w:t xml:space="preserve">ния договора, </w:t>
      </w:r>
      <w:r w:rsidR="001123B8">
        <w:rPr>
          <w:bCs/>
          <w:iCs/>
          <w:sz w:val="24"/>
          <w:szCs w:val="24"/>
        </w:rPr>
        <w:t>отражено в Приложении 1.</w:t>
      </w:r>
    </w:p>
    <w:p w:rsidR="00232EE7" w:rsidRDefault="00232EE7" w:rsidP="000C7396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Условия оплаты: в течение 30 рабочих дней с м</w:t>
      </w:r>
      <w:r w:rsidR="00076EC7">
        <w:rPr>
          <w:bCs/>
          <w:iCs/>
          <w:sz w:val="24"/>
          <w:szCs w:val="24"/>
        </w:rPr>
        <w:t>омента подписания сторонами а</w:t>
      </w:r>
      <w:r w:rsidR="00076EC7">
        <w:rPr>
          <w:bCs/>
          <w:iCs/>
          <w:sz w:val="24"/>
          <w:szCs w:val="24"/>
        </w:rPr>
        <w:t>к</w:t>
      </w:r>
      <w:r w:rsidR="00076EC7">
        <w:rPr>
          <w:bCs/>
          <w:iCs/>
          <w:sz w:val="24"/>
          <w:szCs w:val="24"/>
        </w:rPr>
        <w:t>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643177" w:rsidRDefault="0064317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>ных объектов не менее 5 лет. Выбор Субподрядчиков должен быть письменно 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lastRenderedPageBreak/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ОАО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7C3327" w:rsidRPr="00C4621F" w:rsidRDefault="007C3327" w:rsidP="007C332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21F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21F">
        <w:rPr>
          <w:rFonts w:ascii="Times New Roman" w:hAnsi="Times New Roman" w:cs="Times New Roman"/>
          <w:sz w:val="24"/>
          <w:szCs w:val="24"/>
        </w:rPr>
        <w:t>производство строительно</w:t>
      </w:r>
      <w:r w:rsidRPr="00CE7A86">
        <w:rPr>
          <w:rFonts w:ascii="Times New Roman" w:hAnsi="Times New Roman" w:cs="Times New Roman"/>
          <w:sz w:val="24"/>
          <w:szCs w:val="24"/>
        </w:rPr>
        <w:t>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232EE7" w:rsidRDefault="00232EE7" w:rsidP="007E42E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7E42EF" w:rsidRPr="007E42EF" w:rsidRDefault="007E42EF" w:rsidP="00FE7E2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кВ, количества, типа ТП и выбором оптимального варианта, с точки зрения, технического и экономического обоснования. 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Pr="00CE7A86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акта о выборе земельного участка для строительства (реконстру</w:t>
      </w:r>
      <w:r w:rsidRPr="00CE7A86">
        <w:rPr>
          <w:rFonts w:ascii="Times New Roman" w:hAnsi="Times New Roman"/>
          <w:sz w:val="24"/>
          <w:szCs w:val="24"/>
        </w:rPr>
        <w:t>к</w:t>
      </w:r>
      <w:r w:rsidRPr="00CE7A86">
        <w:rPr>
          <w:rFonts w:ascii="Times New Roman" w:hAnsi="Times New Roman"/>
          <w:sz w:val="24"/>
          <w:szCs w:val="24"/>
        </w:rPr>
        <w:t>ции) объекта капитального строительства с приложением к нему утвержде</w:t>
      </w:r>
      <w:r w:rsidRPr="00CE7A86">
        <w:rPr>
          <w:rFonts w:ascii="Times New Roman" w:hAnsi="Times New Roman"/>
          <w:sz w:val="24"/>
          <w:szCs w:val="24"/>
        </w:rPr>
        <w:t>н</w:t>
      </w:r>
      <w:r w:rsidRPr="00CE7A86">
        <w:rPr>
          <w:rFonts w:ascii="Times New Roman" w:hAnsi="Times New Roman"/>
          <w:sz w:val="24"/>
          <w:szCs w:val="24"/>
        </w:rPr>
        <w:t>ных в установленном порядке схем расположения каждого земельного участка в соответствии с возможными вариантами их выбора;</w:t>
      </w:r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При проектировании строительства определить границы охранной зоны объе</w:t>
      </w:r>
      <w:r w:rsidRPr="00CE7A86">
        <w:rPr>
          <w:bCs/>
          <w:iCs/>
          <w:sz w:val="24"/>
          <w:szCs w:val="24"/>
        </w:rPr>
        <w:t>к</w:t>
      </w:r>
      <w:r w:rsidRPr="00CE7A86">
        <w:rPr>
          <w:bCs/>
          <w:iCs/>
          <w:sz w:val="24"/>
          <w:szCs w:val="24"/>
        </w:rPr>
        <w:t>та электросетевого назначения на местности с подготовкой карты (плана) об</w:t>
      </w:r>
      <w:r w:rsidRPr="00CE7A86">
        <w:rPr>
          <w:bCs/>
          <w:iCs/>
          <w:sz w:val="24"/>
          <w:szCs w:val="24"/>
        </w:rPr>
        <w:t>ъ</w:t>
      </w:r>
      <w:r w:rsidRPr="00CE7A86">
        <w:rPr>
          <w:bCs/>
          <w:iCs/>
          <w:sz w:val="24"/>
          <w:szCs w:val="24"/>
        </w:rPr>
        <w:t xml:space="preserve">екта землеустройства и ее согласования в Управлении </w:t>
      </w:r>
      <w:proofErr w:type="spellStart"/>
      <w:r w:rsidRPr="00CE7A86">
        <w:rPr>
          <w:bCs/>
          <w:iCs/>
          <w:sz w:val="24"/>
          <w:szCs w:val="24"/>
        </w:rPr>
        <w:t>Росреестра</w:t>
      </w:r>
      <w:proofErr w:type="spellEnd"/>
      <w:r w:rsidRPr="00CE7A86">
        <w:rPr>
          <w:bCs/>
          <w:iCs/>
          <w:sz w:val="24"/>
          <w:szCs w:val="24"/>
        </w:rPr>
        <w:t xml:space="preserve"> по Липецкой  области.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 xml:space="preserve">Определить размеры земельных участков и их координаты, необходимые для установки опор </w:t>
      </w:r>
      <w:proofErr w:type="gramStart"/>
      <w:r w:rsidRPr="00CE7A86">
        <w:rPr>
          <w:bCs/>
          <w:iCs/>
          <w:sz w:val="24"/>
          <w:szCs w:val="24"/>
        </w:rPr>
        <w:t>ВЛ</w:t>
      </w:r>
      <w:proofErr w:type="gramEnd"/>
      <w:r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Защиту ЛЭП 0,4-10 кВ и оборудования КТП от атмосферных и коммутацио</w:t>
      </w:r>
      <w:r w:rsidRPr="00CE7A86">
        <w:rPr>
          <w:bCs/>
          <w:iCs/>
          <w:sz w:val="24"/>
          <w:szCs w:val="24"/>
        </w:rPr>
        <w:t>н</w:t>
      </w:r>
      <w:r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Проект организации строительства (</w:t>
      </w:r>
      <w:proofErr w:type="gramStart"/>
      <w:r w:rsidRPr="00CE7A86">
        <w:rPr>
          <w:bCs/>
          <w:iCs/>
          <w:sz w:val="24"/>
          <w:szCs w:val="24"/>
        </w:rPr>
        <w:t>ПОС</w:t>
      </w:r>
      <w:proofErr w:type="gramEnd"/>
      <w:r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Pr="00CE7A86">
        <w:rPr>
          <w:bCs/>
          <w:iCs/>
          <w:sz w:val="24"/>
          <w:szCs w:val="24"/>
        </w:rPr>
        <w:t>ь</w:t>
      </w:r>
      <w:r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Предусмотреть (в случае необходимости) разработку и согласование проекта освоения лесов.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Разделы «Охрана окружающей среды» и «Охрана труда».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 w:rsidRPr="00CE7A86">
        <w:rPr>
          <w:bCs/>
          <w:iCs/>
          <w:sz w:val="24"/>
          <w:szCs w:val="24"/>
        </w:rPr>
        <w:t>Сметную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демонтаж  утративших своё назначение, не пригодных к дальнейшему использованию ЛЭП 0,4-10 кВ,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Pr="00CE7A86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 xml:space="preserve">тивным документам, а также «Технической политике ОАО «МРСК Центра» в распределительном электросетевом комплексе», утвержденной приказом ОАО «МРСК Центра» №227-ЦА от 16.08.2010 года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кВ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тия РС 0,4-10 кВ и РС 35-110 кВ ОАО «РОСЭП</w:t>
      </w:r>
      <w:r w:rsidRPr="00E96586">
        <w:rPr>
          <w:sz w:val="24"/>
          <w:szCs w:val="24"/>
        </w:rPr>
        <w:t>», типовым</w:t>
      </w:r>
      <w:proofErr w:type="gramEnd"/>
      <w:r w:rsidRPr="00E96586">
        <w:rPr>
          <w:sz w:val="24"/>
          <w:szCs w:val="24"/>
        </w:rPr>
        <w:t xml:space="preserve"> требованиям к </w:t>
      </w:r>
      <w:r w:rsidRPr="00E96586">
        <w:rPr>
          <w:sz w:val="24"/>
          <w:szCs w:val="24"/>
        </w:rPr>
        <w:lastRenderedPageBreak/>
        <w:t>корпоративному стилю оформления объектов и техники производственного назначения, принадлежащих ОАО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лиала ОАО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0158BB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>РЭС  и подразделениями и службами филиала ОАО «МРСК Центра» - «Липецкэнерго», а также  иными уполномоченными организациями.</w:t>
      </w:r>
    </w:p>
    <w:p w:rsidR="007C3327" w:rsidRPr="00C4621F" w:rsidRDefault="007C3327" w:rsidP="007C332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21F">
        <w:rPr>
          <w:rFonts w:ascii="Times New Roman" w:hAnsi="Times New Roman" w:cs="Times New Roman"/>
          <w:sz w:val="24"/>
          <w:szCs w:val="24"/>
        </w:rPr>
        <w:t>Проект согласовать с Заявителем технологического присоединения, учитывая соответствие проектных решений, принимаемых в рамках данного проекта,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32EE7" w:rsidRPr="00CE7A86" w:rsidRDefault="00232EE7" w:rsidP="00232EE7">
      <w:pPr>
        <w:pStyle w:val="aff0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организации ремонтных,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>чающих требованиям технической политики ОАО МРСК Центра.</w:t>
      </w:r>
      <w:r w:rsidRPr="00CE7A86">
        <w:rPr>
          <w:bCs/>
          <w:iCs/>
          <w:sz w:val="24"/>
          <w:szCs w:val="24"/>
        </w:rPr>
        <w:t>.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232EE7" w:rsidRPr="00CE7A86" w:rsidRDefault="00232EE7" w:rsidP="00232EE7">
      <w:pPr>
        <w:pStyle w:val="afff2"/>
        <w:tabs>
          <w:tab w:val="left" w:pos="426"/>
          <w:tab w:val="left" w:pos="1701"/>
        </w:tabs>
        <w:spacing w:line="240" w:lineRule="auto"/>
        <w:ind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гласованные с ОАО «Холдинг МРСК», или иные документы, подтвержд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ющие соответствие требованиям ОАО «Холдинг МРСК»;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оборудование, впервые поставляемое для нужд ОАО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ОАО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сования филиала ОАО МРСК Центра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232EE7" w:rsidRPr="00CE7A86" w:rsidRDefault="00232EE7" w:rsidP="00232EE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32EE7" w:rsidRPr="00CE7A86" w:rsidRDefault="00232EE7" w:rsidP="00232EE7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232EE7" w:rsidRPr="00CE7A86" w:rsidRDefault="00232EE7" w:rsidP="00232EE7">
      <w:pPr>
        <w:pStyle w:val="afff2"/>
        <w:tabs>
          <w:tab w:val="clear" w:pos="1701"/>
        </w:tabs>
        <w:spacing w:line="240" w:lineRule="auto"/>
        <w:ind w:left="1647" w:firstLine="0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гласованы в письменном виде с филиалом ОАО МРСК Центра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>- Липецкэне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го.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232EE7" w:rsidRPr="00CE7A86" w:rsidRDefault="00232EE7" w:rsidP="00232EE7">
      <w:pPr>
        <w:pStyle w:val="afff2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Руководители работ, участвующие в строительстве, совместно с представителями филиала ОАО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lastRenderedPageBreak/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643177" w:rsidRDefault="0064317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43177" w:rsidRPr="007E42EF" w:rsidRDefault="00232EE7" w:rsidP="007E42EF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656892" w:rsidRDefault="00656892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ОАО МРСК Центра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- Липецкэнерго: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t>- Для составления локальных смет необходимо применять сборники территориальных единичных расценок, действующие на территории Липецкой области (база 2001 г. в редакции 2009 г.).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5156D8" w:rsidRPr="00E96586" w:rsidRDefault="005156D8" w:rsidP="007E42EF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43C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отсутствии расценок применить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пере</w:t>
      </w:r>
      <w:r w:rsidR="00F12F8B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четом цен.</w:t>
      </w:r>
    </w:p>
    <w:p w:rsidR="00762806" w:rsidRPr="007C3327" w:rsidRDefault="00CE7A86" w:rsidP="00CE7A86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35DFA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</w:p>
    <w:p w:rsidR="00656892" w:rsidRDefault="00656892" w:rsidP="007E42EF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bookmarkEnd w:id="2"/>
    <w:p w:rsidR="007E42EF" w:rsidRDefault="008C660D" w:rsidP="007E42EF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УТП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Э.А. Качура</w:t>
      </w:r>
    </w:p>
    <w:p w:rsidR="008C660D" w:rsidRDefault="008C660D" w:rsidP="007E42EF">
      <w:pPr>
        <w:ind w:firstLine="1134"/>
        <w:rPr>
          <w:rFonts w:ascii="Times New Roman" w:hAnsi="Times New Roman"/>
          <w:sz w:val="24"/>
          <w:szCs w:val="24"/>
        </w:rPr>
      </w:pPr>
    </w:p>
    <w:p w:rsidR="002874E0" w:rsidRDefault="00DE5B16" w:rsidP="007E42EF">
      <w:pPr>
        <w:ind w:firstLine="113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И.о</w:t>
      </w:r>
      <w:proofErr w:type="spellEnd"/>
      <w:r>
        <w:rPr>
          <w:rFonts w:ascii="Times New Roman" w:hAnsi="Times New Roman"/>
          <w:sz w:val="24"/>
          <w:szCs w:val="24"/>
        </w:rPr>
        <w:t>. н</w:t>
      </w:r>
      <w:r w:rsidR="001A0833" w:rsidRPr="009F4328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1A0833" w:rsidRPr="009F4328">
        <w:rPr>
          <w:rFonts w:ascii="Times New Roman" w:hAnsi="Times New Roman"/>
          <w:sz w:val="24"/>
          <w:szCs w:val="24"/>
        </w:rPr>
        <w:t xml:space="preserve"> ОПР</w:t>
      </w:r>
      <w:r w:rsidR="008C660D">
        <w:rPr>
          <w:rFonts w:ascii="Times New Roman" w:hAnsi="Times New Roman"/>
          <w:sz w:val="24"/>
          <w:szCs w:val="24"/>
        </w:rPr>
        <w:tab/>
      </w:r>
      <w:r w:rsidR="008C660D">
        <w:rPr>
          <w:rFonts w:ascii="Times New Roman" w:hAnsi="Times New Roman"/>
          <w:sz w:val="24"/>
          <w:szCs w:val="24"/>
        </w:rPr>
        <w:tab/>
      </w:r>
      <w:r w:rsidR="008C660D">
        <w:rPr>
          <w:rFonts w:ascii="Times New Roman" w:hAnsi="Times New Roman"/>
          <w:sz w:val="24"/>
          <w:szCs w:val="24"/>
        </w:rPr>
        <w:tab/>
      </w:r>
      <w:r w:rsidR="008C660D">
        <w:rPr>
          <w:rFonts w:ascii="Times New Roman" w:hAnsi="Times New Roman"/>
          <w:sz w:val="24"/>
          <w:szCs w:val="24"/>
        </w:rPr>
        <w:tab/>
      </w:r>
      <w:r w:rsidR="008C660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Л.Н. Бухалова</w:t>
      </w:r>
    </w:p>
    <w:sectPr w:rsidR="002874E0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6D0" w:rsidRDefault="007446D0">
      <w:r>
        <w:separator/>
      </w:r>
    </w:p>
  </w:endnote>
  <w:endnote w:type="continuationSeparator" w:id="0">
    <w:p w:rsidR="007446D0" w:rsidRDefault="00744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31E0F">
      <w:rPr>
        <w:noProof/>
      </w:rPr>
      <w:t>2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6D0" w:rsidRDefault="007446D0">
      <w:r>
        <w:separator/>
      </w:r>
    </w:p>
  </w:footnote>
  <w:footnote w:type="continuationSeparator" w:id="0">
    <w:p w:rsidR="007446D0" w:rsidRDefault="007446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0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3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19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0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2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4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24"/>
  </w:num>
  <w:num w:numId="6">
    <w:abstractNumId w:val="22"/>
  </w:num>
  <w:num w:numId="7">
    <w:abstractNumId w:val="12"/>
  </w:num>
  <w:num w:numId="8">
    <w:abstractNumId w:val="5"/>
  </w:num>
  <w:num w:numId="9">
    <w:abstractNumId w:val="4"/>
  </w:num>
  <w:num w:numId="10">
    <w:abstractNumId w:val="28"/>
  </w:num>
  <w:num w:numId="11">
    <w:abstractNumId w:val="25"/>
  </w:num>
  <w:num w:numId="12">
    <w:abstractNumId w:val="27"/>
  </w:num>
  <w:num w:numId="13">
    <w:abstractNumId w:val="1"/>
  </w:num>
  <w:num w:numId="14">
    <w:abstractNumId w:val="18"/>
  </w:num>
  <w:num w:numId="15">
    <w:abstractNumId w:val="21"/>
  </w:num>
  <w:num w:numId="16">
    <w:abstractNumId w:val="26"/>
  </w:num>
  <w:num w:numId="17">
    <w:abstractNumId w:val="2"/>
  </w:num>
  <w:num w:numId="18">
    <w:abstractNumId w:val="17"/>
  </w:num>
  <w:num w:numId="19">
    <w:abstractNumId w:val="10"/>
  </w:num>
  <w:num w:numId="20">
    <w:abstractNumId w:val="3"/>
  </w:num>
  <w:num w:numId="21">
    <w:abstractNumId w:val="6"/>
  </w:num>
  <w:num w:numId="22">
    <w:abstractNumId w:val="15"/>
  </w:num>
  <w:num w:numId="23">
    <w:abstractNumId w:val="7"/>
  </w:num>
  <w:num w:numId="24">
    <w:abstractNumId w:val="14"/>
  </w:num>
  <w:num w:numId="25">
    <w:abstractNumId w:val="20"/>
  </w:num>
  <w:num w:numId="26">
    <w:abstractNumId w:val="11"/>
  </w:num>
  <w:num w:numId="27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5D40"/>
    <w:rsid w:val="00000BCC"/>
    <w:rsid w:val="0000352D"/>
    <w:rsid w:val="000103D1"/>
    <w:rsid w:val="00013399"/>
    <w:rsid w:val="000158BB"/>
    <w:rsid w:val="00021702"/>
    <w:rsid w:val="00022FE3"/>
    <w:rsid w:val="00025625"/>
    <w:rsid w:val="0002621F"/>
    <w:rsid w:val="00031646"/>
    <w:rsid w:val="0003189D"/>
    <w:rsid w:val="000319F1"/>
    <w:rsid w:val="00032360"/>
    <w:rsid w:val="00034DF0"/>
    <w:rsid w:val="00035A03"/>
    <w:rsid w:val="00041F68"/>
    <w:rsid w:val="00051E8C"/>
    <w:rsid w:val="00052027"/>
    <w:rsid w:val="0005260F"/>
    <w:rsid w:val="00053561"/>
    <w:rsid w:val="00053C74"/>
    <w:rsid w:val="00055A01"/>
    <w:rsid w:val="00057EA1"/>
    <w:rsid w:val="000633EF"/>
    <w:rsid w:val="0006351C"/>
    <w:rsid w:val="00063A44"/>
    <w:rsid w:val="000649EC"/>
    <w:rsid w:val="00065A77"/>
    <w:rsid w:val="00065AE5"/>
    <w:rsid w:val="00066774"/>
    <w:rsid w:val="00066CDB"/>
    <w:rsid w:val="000704C8"/>
    <w:rsid w:val="00070563"/>
    <w:rsid w:val="00072555"/>
    <w:rsid w:val="000741BD"/>
    <w:rsid w:val="00076EC7"/>
    <w:rsid w:val="000776B9"/>
    <w:rsid w:val="00081075"/>
    <w:rsid w:val="00084415"/>
    <w:rsid w:val="00084A72"/>
    <w:rsid w:val="000851E8"/>
    <w:rsid w:val="00085C65"/>
    <w:rsid w:val="00086E16"/>
    <w:rsid w:val="00091B62"/>
    <w:rsid w:val="00095179"/>
    <w:rsid w:val="00096309"/>
    <w:rsid w:val="000966AE"/>
    <w:rsid w:val="000A0DAB"/>
    <w:rsid w:val="000A1E70"/>
    <w:rsid w:val="000B073D"/>
    <w:rsid w:val="000B2CE8"/>
    <w:rsid w:val="000B4240"/>
    <w:rsid w:val="000B4561"/>
    <w:rsid w:val="000B4EF1"/>
    <w:rsid w:val="000B530F"/>
    <w:rsid w:val="000B788C"/>
    <w:rsid w:val="000B7BD5"/>
    <w:rsid w:val="000B7F44"/>
    <w:rsid w:val="000B7F92"/>
    <w:rsid w:val="000C032D"/>
    <w:rsid w:val="000C2314"/>
    <w:rsid w:val="000C2FF5"/>
    <w:rsid w:val="000C6C7C"/>
    <w:rsid w:val="000C7396"/>
    <w:rsid w:val="000C7602"/>
    <w:rsid w:val="000D0E46"/>
    <w:rsid w:val="000D366C"/>
    <w:rsid w:val="000D3FC4"/>
    <w:rsid w:val="000D779C"/>
    <w:rsid w:val="000F02E8"/>
    <w:rsid w:val="000F3F74"/>
    <w:rsid w:val="000F6E17"/>
    <w:rsid w:val="0010249E"/>
    <w:rsid w:val="00102698"/>
    <w:rsid w:val="001026A1"/>
    <w:rsid w:val="00102FB9"/>
    <w:rsid w:val="00107C46"/>
    <w:rsid w:val="00110EB0"/>
    <w:rsid w:val="001123B8"/>
    <w:rsid w:val="001143F1"/>
    <w:rsid w:val="001144A7"/>
    <w:rsid w:val="00114C9C"/>
    <w:rsid w:val="001178D8"/>
    <w:rsid w:val="00117F76"/>
    <w:rsid w:val="00120CE8"/>
    <w:rsid w:val="00122F15"/>
    <w:rsid w:val="00123590"/>
    <w:rsid w:val="00124821"/>
    <w:rsid w:val="0012572A"/>
    <w:rsid w:val="00125AD6"/>
    <w:rsid w:val="00125AE4"/>
    <w:rsid w:val="001329B3"/>
    <w:rsid w:val="001343BB"/>
    <w:rsid w:val="00137A74"/>
    <w:rsid w:val="00140185"/>
    <w:rsid w:val="00141D24"/>
    <w:rsid w:val="00142D7B"/>
    <w:rsid w:val="0014692D"/>
    <w:rsid w:val="00146955"/>
    <w:rsid w:val="00147BDA"/>
    <w:rsid w:val="00151418"/>
    <w:rsid w:val="0015246B"/>
    <w:rsid w:val="00152B07"/>
    <w:rsid w:val="001543BF"/>
    <w:rsid w:val="00157A9A"/>
    <w:rsid w:val="00160D49"/>
    <w:rsid w:val="00162050"/>
    <w:rsid w:val="001654D0"/>
    <w:rsid w:val="00165B88"/>
    <w:rsid w:val="00165C81"/>
    <w:rsid w:val="001665FC"/>
    <w:rsid w:val="00166F62"/>
    <w:rsid w:val="00170985"/>
    <w:rsid w:val="00175252"/>
    <w:rsid w:val="001779CA"/>
    <w:rsid w:val="00177AA6"/>
    <w:rsid w:val="00180844"/>
    <w:rsid w:val="00182840"/>
    <w:rsid w:val="0018372C"/>
    <w:rsid w:val="00185070"/>
    <w:rsid w:val="00187E70"/>
    <w:rsid w:val="001914C6"/>
    <w:rsid w:val="001950CC"/>
    <w:rsid w:val="001A00D0"/>
    <w:rsid w:val="001A0833"/>
    <w:rsid w:val="001A3290"/>
    <w:rsid w:val="001A3537"/>
    <w:rsid w:val="001A6D03"/>
    <w:rsid w:val="001A745D"/>
    <w:rsid w:val="001B199D"/>
    <w:rsid w:val="001B1BE9"/>
    <w:rsid w:val="001B3899"/>
    <w:rsid w:val="001B4977"/>
    <w:rsid w:val="001C1CB3"/>
    <w:rsid w:val="001C249D"/>
    <w:rsid w:val="001C3138"/>
    <w:rsid w:val="001C484A"/>
    <w:rsid w:val="001C507E"/>
    <w:rsid w:val="001C5758"/>
    <w:rsid w:val="001C687D"/>
    <w:rsid w:val="001C69EC"/>
    <w:rsid w:val="001C7FEF"/>
    <w:rsid w:val="001E3466"/>
    <w:rsid w:val="001E57EB"/>
    <w:rsid w:val="001E6386"/>
    <w:rsid w:val="001E68F1"/>
    <w:rsid w:val="001E7C3F"/>
    <w:rsid w:val="001F1CC0"/>
    <w:rsid w:val="001F28C8"/>
    <w:rsid w:val="001F4F99"/>
    <w:rsid w:val="001F51CD"/>
    <w:rsid w:val="001F57E6"/>
    <w:rsid w:val="001F66C0"/>
    <w:rsid w:val="001F74D5"/>
    <w:rsid w:val="00204217"/>
    <w:rsid w:val="0020476C"/>
    <w:rsid w:val="00204EFC"/>
    <w:rsid w:val="00205FA1"/>
    <w:rsid w:val="0020671E"/>
    <w:rsid w:val="00206F13"/>
    <w:rsid w:val="00207C6D"/>
    <w:rsid w:val="00210353"/>
    <w:rsid w:val="002116FC"/>
    <w:rsid w:val="0021170A"/>
    <w:rsid w:val="002117E8"/>
    <w:rsid w:val="00211CB7"/>
    <w:rsid w:val="00212DE8"/>
    <w:rsid w:val="002200AC"/>
    <w:rsid w:val="00220D91"/>
    <w:rsid w:val="002216FB"/>
    <w:rsid w:val="002220B3"/>
    <w:rsid w:val="002226DD"/>
    <w:rsid w:val="0022519B"/>
    <w:rsid w:val="00232A16"/>
    <w:rsid w:val="00232AD8"/>
    <w:rsid w:val="00232EE7"/>
    <w:rsid w:val="00233D47"/>
    <w:rsid w:val="00233FF4"/>
    <w:rsid w:val="00235069"/>
    <w:rsid w:val="0023508C"/>
    <w:rsid w:val="002403C7"/>
    <w:rsid w:val="002404F6"/>
    <w:rsid w:val="00241BE3"/>
    <w:rsid w:val="00246BC1"/>
    <w:rsid w:val="0025127B"/>
    <w:rsid w:val="002521F6"/>
    <w:rsid w:val="002538FA"/>
    <w:rsid w:val="0025498E"/>
    <w:rsid w:val="0025708B"/>
    <w:rsid w:val="002614F0"/>
    <w:rsid w:val="00264C6B"/>
    <w:rsid w:val="00266CF7"/>
    <w:rsid w:val="00267596"/>
    <w:rsid w:val="00267FF4"/>
    <w:rsid w:val="0027264E"/>
    <w:rsid w:val="00273305"/>
    <w:rsid w:val="00274435"/>
    <w:rsid w:val="00276599"/>
    <w:rsid w:val="00280B03"/>
    <w:rsid w:val="002822D1"/>
    <w:rsid w:val="002842E4"/>
    <w:rsid w:val="00284B52"/>
    <w:rsid w:val="00285989"/>
    <w:rsid w:val="002863FD"/>
    <w:rsid w:val="002874E0"/>
    <w:rsid w:val="0029137D"/>
    <w:rsid w:val="00292D30"/>
    <w:rsid w:val="00294B64"/>
    <w:rsid w:val="00294FD9"/>
    <w:rsid w:val="002A1D94"/>
    <w:rsid w:val="002A2C0E"/>
    <w:rsid w:val="002A2F13"/>
    <w:rsid w:val="002A3575"/>
    <w:rsid w:val="002A4450"/>
    <w:rsid w:val="002A5B9A"/>
    <w:rsid w:val="002B2782"/>
    <w:rsid w:val="002B5BC7"/>
    <w:rsid w:val="002C2927"/>
    <w:rsid w:val="002C377A"/>
    <w:rsid w:val="002C75C5"/>
    <w:rsid w:val="002C75DE"/>
    <w:rsid w:val="002D3C4E"/>
    <w:rsid w:val="002D6F2B"/>
    <w:rsid w:val="002E04A9"/>
    <w:rsid w:val="002E2976"/>
    <w:rsid w:val="002E5558"/>
    <w:rsid w:val="002E67A7"/>
    <w:rsid w:val="002E7A7F"/>
    <w:rsid w:val="002F045A"/>
    <w:rsid w:val="002F199B"/>
    <w:rsid w:val="002F5EF5"/>
    <w:rsid w:val="0030054B"/>
    <w:rsid w:val="00300FA9"/>
    <w:rsid w:val="00301CCA"/>
    <w:rsid w:val="00301D44"/>
    <w:rsid w:val="003058F8"/>
    <w:rsid w:val="00306B44"/>
    <w:rsid w:val="00311318"/>
    <w:rsid w:val="003114A1"/>
    <w:rsid w:val="003115A6"/>
    <w:rsid w:val="00314F63"/>
    <w:rsid w:val="00315127"/>
    <w:rsid w:val="00316977"/>
    <w:rsid w:val="00320255"/>
    <w:rsid w:val="003205BF"/>
    <w:rsid w:val="0032067B"/>
    <w:rsid w:val="00326B6F"/>
    <w:rsid w:val="0033082A"/>
    <w:rsid w:val="003311AC"/>
    <w:rsid w:val="00332159"/>
    <w:rsid w:val="00332347"/>
    <w:rsid w:val="003324BE"/>
    <w:rsid w:val="00332BC7"/>
    <w:rsid w:val="00336BD4"/>
    <w:rsid w:val="003375B0"/>
    <w:rsid w:val="003377F0"/>
    <w:rsid w:val="003402A0"/>
    <w:rsid w:val="003440A4"/>
    <w:rsid w:val="00345EAD"/>
    <w:rsid w:val="00346782"/>
    <w:rsid w:val="00350496"/>
    <w:rsid w:val="003517D1"/>
    <w:rsid w:val="00352398"/>
    <w:rsid w:val="00352EBC"/>
    <w:rsid w:val="00353914"/>
    <w:rsid w:val="003544A4"/>
    <w:rsid w:val="00356286"/>
    <w:rsid w:val="00357443"/>
    <w:rsid w:val="0036070B"/>
    <w:rsid w:val="003657C2"/>
    <w:rsid w:val="00374C9A"/>
    <w:rsid w:val="00383544"/>
    <w:rsid w:val="003840FD"/>
    <w:rsid w:val="0039030A"/>
    <w:rsid w:val="00391704"/>
    <w:rsid w:val="003919A3"/>
    <w:rsid w:val="00394845"/>
    <w:rsid w:val="00395DD5"/>
    <w:rsid w:val="003A0D0E"/>
    <w:rsid w:val="003A0F7E"/>
    <w:rsid w:val="003A3A69"/>
    <w:rsid w:val="003A434E"/>
    <w:rsid w:val="003A452F"/>
    <w:rsid w:val="003A6A6B"/>
    <w:rsid w:val="003A6A78"/>
    <w:rsid w:val="003A7426"/>
    <w:rsid w:val="003B101B"/>
    <w:rsid w:val="003B2B6D"/>
    <w:rsid w:val="003B44F6"/>
    <w:rsid w:val="003B4D4C"/>
    <w:rsid w:val="003B6F09"/>
    <w:rsid w:val="003C2EF8"/>
    <w:rsid w:val="003C329C"/>
    <w:rsid w:val="003C4B84"/>
    <w:rsid w:val="003C5177"/>
    <w:rsid w:val="003D0249"/>
    <w:rsid w:val="003D28D8"/>
    <w:rsid w:val="003D39AB"/>
    <w:rsid w:val="003D49E5"/>
    <w:rsid w:val="003D6408"/>
    <w:rsid w:val="003D6476"/>
    <w:rsid w:val="003D6CDE"/>
    <w:rsid w:val="003D7507"/>
    <w:rsid w:val="003D7F20"/>
    <w:rsid w:val="003E0C5D"/>
    <w:rsid w:val="003E4FC9"/>
    <w:rsid w:val="003F35F4"/>
    <w:rsid w:val="003F5B9C"/>
    <w:rsid w:val="00400D7B"/>
    <w:rsid w:val="00401857"/>
    <w:rsid w:val="00403445"/>
    <w:rsid w:val="004056C0"/>
    <w:rsid w:val="004065BD"/>
    <w:rsid w:val="00413367"/>
    <w:rsid w:val="004144B5"/>
    <w:rsid w:val="00414B44"/>
    <w:rsid w:val="00414BEA"/>
    <w:rsid w:val="00415BC6"/>
    <w:rsid w:val="00417096"/>
    <w:rsid w:val="00420F9D"/>
    <w:rsid w:val="004229B3"/>
    <w:rsid w:val="0042337F"/>
    <w:rsid w:val="00424B63"/>
    <w:rsid w:val="00424C2B"/>
    <w:rsid w:val="0043000C"/>
    <w:rsid w:val="00430D41"/>
    <w:rsid w:val="0043171E"/>
    <w:rsid w:val="0043189D"/>
    <w:rsid w:val="00431EEE"/>
    <w:rsid w:val="00436F12"/>
    <w:rsid w:val="00437236"/>
    <w:rsid w:val="00437BDF"/>
    <w:rsid w:val="00437F3C"/>
    <w:rsid w:val="00440EE6"/>
    <w:rsid w:val="00441300"/>
    <w:rsid w:val="00441E22"/>
    <w:rsid w:val="00443B2E"/>
    <w:rsid w:val="0045000B"/>
    <w:rsid w:val="0045269F"/>
    <w:rsid w:val="004527CB"/>
    <w:rsid w:val="00453E5B"/>
    <w:rsid w:val="00455E8D"/>
    <w:rsid w:val="0046121E"/>
    <w:rsid w:val="0046292D"/>
    <w:rsid w:val="00464994"/>
    <w:rsid w:val="004704C8"/>
    <w:rsid w:val="004717A1"/>
    <w:rsid w:val="00472AE3"/>
    <w:rsid w:val="00476811"/>
    <w:rsid w:val="0047709A"/>
    <w:rsid w:val="00480A15"/>
    <w:rsid w:val="004847DA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74FE"/>
    <w:rsid w:val="004A163D"/>
    <w:rsid w:val="004A627B"/>
    <w:rsid w:val="004A6B2A"/>
    <w:rsid w:val="004A6D65"/>
    <w:rsid w:val="004B7A87"/>
    <w:rsid w:val="004B7CDC"/>
    <w:rsid w:val="004C32EE"/>
    <w:rsid w:val="004C46AA"/>
    <w:rsid w:val="004C669E"/>
    <w:rsid w:val="004C7008"/>
    <w:rsid w:val="004D1CCE"/>
    <w:rsid w:val="004D2DF7"/>
    <w:rsid w:val="004D3121"/>
    <w:rsid w:val="004D37E6"/>
    <w:rsid w:val="004D3A33"/>
    <w:rsid w:val="004D3CDC"/>
    <w:rsid w:val="004D5A15"/>
    <w:rsid w:val="004D6661"/>
    <w:rsid w:val="004E04D4"/>
    <w:rsid w:val="004E305D"/>
    <w:rsid w:val="004E41A4"/>
    <w:rsid w:val="004F27B3"/>
    <w:rsid w:val="004F3709"/>
    <w:rsid w:val="004F3BAC"/>
    <w:rsid w:val="004F768C"/>
    <w:rsid w:val="00501C02"/>
    <w:rsid w:val="00502E9A"/>
    <w:rsid w:val="00504177"/>
    <w:rsid w:val="00504D05"/>
    <w:rsid w:val="00505B67"/>
    <w:rsid w:val="0050652E"/>
    <w:rsid w:val="005066C9"/>
    <w:rsid w:val="005074D7"/>
    <w:rsid w:val="00507568"/>
    <w:rsid w:val="00507B09"/>
    <w:rsid w:val="00511C4F"/>
    <w:rsid w:val="005129E4"/>
    <w:rsid w:val="0051371E"/>
    <w:rsid w:val="0051394B"/>
    <w:rsid w:val="00513AFD"/>
    <w:rsid w:val="005156D8"/>
    <w:rsid w:val="00517508"/>
    <w:rsid w:val="0051764D"/>
    <w:rsid w:val="005210B4"/>
    <w:rsid w:val="005257AC"/>
    <w:rsid w:val="00535177"/>
    <w:rsid w:val="00535716"/>
    <w:rsid w:val="0053635E"/>
    <w:rsid w:val="00540EFF"/>
    <w:rsid w:val="00540FC1"/>
    <w:rsid w:val="00544135"/>
    <w:rsid w:val="00544D29"/>
    <w:rsid w:val="0054508B"/>
    <w:rsid w:val="005473B1"/>
    <w:rsid w:val="00547D87"/>
    <w:rsid w:val="00550F94"/>
    <w:rsid w:val="00551A6A"/>
    <w:rsid w:val="00553D4E"/>
    <w:rsid w:val="00554768"/>
    <w:rsid w:val="00560580"/>
    <w:rsid w:val="0056255E"/>
    <w:rsid w:val="005638CF"/>
    <w:rsid w:val="00563ED1"/>
    <w:rsid w:val="00571D04"/>
    <w:rsid w:val="00572797"/>
    <w:rsid w:val="005738CB"/>
    <w:rsid w:val="00576B35"/>
    <w:rsid w:val="0057768D"/>
    <w:rsid w:val="0058565E"/>
    <w:rsid w:val="00586D15"/>
    <w:rsid w:val="00587CF9"/>
    <w:rsid w:val="00590894"/>
    <w:rsid w:val="005920AE"/>
    <w:rsid w:val="00592850"/>
    <w:rsid w:val="00593528"/>
    <w:rsid w:val="0059446B"/>
    <w:rsid w:val="00594AD5"/>
    <w:rsid w:val="005A0D21"/>
    <w:rsid w:val="005A1A16"/>
    <w:rsid w:val="005A2052"/>
    <w:rsid w:val="005A2207"/>
    <w:rsid w:val="005A2B4D"/>
    <w:rsid w:val="005A648F"/>
    <w:rsid w:val="005A6A2C"/>
    <w:rsid w:val="005B33C1"/>
    <w:rsid w:val="005B3B02"/>
    <w:rsid w:val="005B66D2"/>
    <w:rsid w:val="005B697C"/>
    <w:rsid w:val="005C0FDF"/>
    <w:rsid w:val="005C1A8E"/>
    <w:rsid w:val="005C20DD"/>
    <w:rsid w:val="005C57DE"/>
    <w:rsid w:val="005C78E0"/>
    <w:rsid w:val="005D0DD0"/>
    <w:rsid w:val="005D1D2A"/>
    <w:rsid w:val="005D283A"/>
    <w:rsid w:val="005D4A5C"/>
    <w:rsid w:val="005D6641"/>
    <w:rsid w:val="005D72B2"/>
    <w:rsid w:val="005E231A"/>
    <w:rsid w:val="005E3E2F"/>
    <w:rsid w:val="005E62D7"/>
    <w:rsid w:val="005E6784"/>
    <w:rsid w:val="005E78B4"/>
    <w:rsid w:val="005F03D6"/>
    <w:rsid w:val="005F26FB"/>
    <w:rsid w:val="005F3532"/>
    <w:rsid w:val="005F3683"/>
    <w:rsid w:val="005F411C"/>
    <w:rsid w:val="00601931"/>
    <w:rsid w:val="00601FB9"/>
    <w:rsid w:val="00602535"/>
    <w:rsid w:val="00603C6C"/>
    <w:rsid w:val="00603F46"/>
    <w:rsid w:val="006056DA"/>
    <w:rsid w:val="00606B64"/>
    <w:rsid w:val="00612B0F"/>
    <w:rsid w:val="00616878"/>
    <w:rsid w:val="00617F48"/>
    <w:rsid w:val="00620FBE"/>
    <w:rsid w:val="006228F1"/>
    <w:rsid w:val="00623BA4"/>
    <w:rsid w:val="00625E28"/>
    <w:rsid w:val="00626174"/>
    <w:rsid w:val="00631E0F"/>
    <w:rsid w:val="00636024"/>
    <w:rsid w:val="006378D1"/>
    <w:rsid w:val="00640AE9"/>
    <w:rsid w:val="00640D30"/>
    <w:rsid w:val="00642EC7"/>
    <w:rsid w:val="00643177"/>
    <w:rsid w:val="00643463"/>
    <w:rsid w:val="00646218"/>
    <w:rsid w:val="006507ED"/>
    <w:rsid w:val="00652961"/>
    <w:rsid w:val="00656892"/>
    <w:rsid w:val="0066632B"/>
    <w:rsid w:val="00666E31"/>
    <w:rsid w:val="006673C2"/>
    <w:rsid w:val="006678DF"/>
    <w:rsid w:val="00667E09"/>
    <w:rsid w:val="00670481"/>
    <w:rsid w:val="00670F91"/>
    <w:rsid w:val="00674A0E"/>
    <w:rsid w:val="00674E3A"/>
    <w:rsid w:val="00676619"/>
    <w:rsid w:val="00677910"/>
    <w:rsid w:val="006809EE"/>
    <w:rsid w:val="00683F36"/>
    <w:rsid w:val="006860CE"/>
    <w:rsid w:val="00687143"/>
    <w:rsid w:val="00692CEC"/>
    <w:rsid w:val="006948C4"/>
    <w:rsid w:val="00694CE4"/>
    <w:rsid w:val="00695726"/>
    <w:rsid w:val="00696416"/>
    <w:rsid w:val="0069789E"/>
    <w:rsid w:val="00697FB4"/>
    <w:rsid w:val="006A04F4"/>
    <w:rsid w:val="006A125E"/>
    <w:rsid w:val="006A1EC8"/>
    <w:rsid w:val="006A360F"/>
    <w:rsid w:val="006A5F11"/>
    <w:rsid w:val="006A7D20"/>
    <w:rsid w:val="006B0D1F"/>
    <w:rsid w:val="006B1303"/>
    <w:rsid w:val="006B35EC"/>
    <w:rsid w:val="006B54B7"/>
    <w:rsid w:val="006B569C"/>
    <w:rsid w:val="006B6362"/>
    <w:rsid w:val="006B6750"/>
    <w:rsid w:val="006C4506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F29"/>
    <w:rsid w:val="006E5895"/>
    <w:rsid w:val="006E5A8A"/>
    <w:rsid w:val="006E6CAE"/>
    <w:rsid w:val="006F0184"/>
    <w:rsid w:val="006F35E3"/>
    <w:rsid w:val="006F5EDC"/>
    <w:rsid w:val="006F6179"/>
    <w:rsid w:val="006F6D41"/>
    <w:rsid w:val="00700535"/>
    <w:rsid w:val="00701ADF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2884"/>
    <w:rsid w:val="00723E3A"/>
    <w:rsid w:val="00724029"/>
    <w:rsid w:val="0072431B"/>
    <w:rsid w:val="00734467"/>
    <w:rsid w:val="0073526B"/>
    <w:rsid w:val="007410B1"/>
    <w:rsid w:val="00743AE2"/>
    <w:rsid w:val="00743AE6"/>
    <w:rsid w:val="007446D0"/>
    <w:rsid w:val="00744B5F"/>
    <w:rsid w:val="007453F2"/>
    <w:rsid w:val="00745B33"/>
    <w:rsid w:val="00745DBA"/>
    <w:rsid w:val="007479A4"/>
    <w:rsid w:val="00750B42"/>
    <w:rsid w:val="007524AE"/>
    <w:rsid w:val="00752905"/>
    <w:rsid w:val="007533C8"/>
    <w:rsid w:val="0075441C"/>
    <w:rsid w:val="00762391"/>
    <w:rsid w:val="00762806"/>
    <w:rsid w:val="00762BE6"/>
    <w:rsid w:val="00764443"/>
    <w:rsid w:val="007654E7"/>
    <w:rsid w:val="00766A9B"/>
    <w:rsid w:val="00767F23"/>
    <w:rsid w:val="00770353"/>
    <w:rsid w:val="007740A3"/>
    <w:rsid w:val="00775E88"/>
    <w:rsid w:val="007815FF"/>
    <w:rsid w:val="00781BCA"/>
    <w:rsid w:val="007823CB"/>
    <w:rsid w:val="00782915"/>
    <w:rsid w:val="00783CD1"/>
    <w:rsid w:val="007854DE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13C5"/>
    <w:rsid w:val="007A1721"/>
    <w:rsid w:val="007A207D"/>
    <w:rsid w:val="007A3755"/>
    <w:rsid w:val="007A4804"/>
    <w:rsid w:val="007A50CA"/>
    <w:rsid w:val="007A5B08"/>
    <w:rsid w:val="007B0A46"/>
    <w:rsid w:val="007B401C"/>
    <w:rsid w:val="007B40C6"/>
    <w:rsid w:val="007B5B33"/>
    <w:rsid w:val="007B5EE7"/>
    <w:rsid w:val="007B65E3"/>
    <w:rsid w:val="007B74DD"/>
    <w:rsid w:val="007C1BB0"/>
    <w:rsid w:val="007C2674"/>
    <w:rsid w:val="007C29BB"/>
    <w:rsid w:val="007C3098"/>
    <w:rsid w:val="007C3327"/>
    <w:rsid w:val="007C493E"/>
    <w:rsid w:val="007C5938"/>
    <w:rsid w:val="007C67AE"/>
    <w:rsid w:val="007D1689"/>
    <w:rsid w:val="007D3E0D"/>
    <w:rsid w:val="007D45E1"/>
    <w:rsid w:val="007E42EF"/>
    <w:rsid w:val="007E4A00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00D36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30118"/>
    <w:rsid w:val="00830769"/>
    <w:rsid w:val="00831437"/>
    <w:rsid w:val="008333DB"/>
    <w:rsid w:val="00834273"/>
    <w:rsid w:val="00834B1E"/>
    <w:rsid w:val="008350A8"/>
    <w:rsid w:val="0083554C"/>
    <w:rsid w:val="00835A7A"/>
    <w:rsid w:val="00840ECC"/>
    <w:rsid w:val="008432ED"/>
    <w:rsid w:val="00846723"/>
    <w:rsid w:val="00854C0D"/>
    <w:rsid w:val="008557EF"/>
    <w:rsid w:val="0085673D"/>
    <w:rsid w:val="00860962"/>
    <w:rsid w:val="00862E1E"/>
    <w:rsid w:val="0087176B"/>
    <w:rsid w:val="00874021"/>
    <w:rsid w:val="008760C6"/>
    <w:rsid w:val="00876A1A"/>
    <w:rsid w:val="00877298"/>
    <w:rsid w:val="00882C35"/>
    <w:rsid w:val="008838B9"/>
    <w:rsid w:val="00887442"/>
    <w:rsid w:val="00887E3E"/>
    <w:rsid w:val="0089547A"/>
    <w:rsid w:val="00895785"/>
    <w:rsid w:val="0089603B"/>
    <w:rsid w:val="008979B4"/>
    <w:rsid w:val="008A2776"/>
    <w:rsid w:val="008A51FE"/>
    <w:rsid w:val="008A5774"/>
    <w:rsid w:val="008A57FE"/>
    <w:rsid w:val="008A763F"/>
    <w:rsid w:val="008B13FE"/>
    <w:rsid w:val="008B37EA"/>
    <w:rsid w:val="008B396E"/>
    <w:rsid w:val="008B539F"/>
    <w:rsid w:val="008C03DB"/>
    <w:rsid w:val="008C0623"/>
    <w:rsid w:val="008C1038"/>
    <w:rsid w:val="008C104D"/>
    <w:rsid w:val="008C4163"/>
    <w:rsid w:val="008C54EF"/>
    <w:rsid w:val="008C660D"/>
    <w:rsid w:val="008C781B"/>
    <w:rsid w:val="008C7E5D"/>
    <w:rsid w:val="008D100C"/>
    <w:rsid w:val="008D1DE9"/>
    <w:rsid w:val="008D41AF"/>
    <w:rsid w:val="008D60BA"/>
    <w:rsid w:val="008D66BC"/>
    <w:rsid w:val="008D6B44"/>
    <w:rsid w:val="008D7660"/>
    <w:rsid w:val="008E09C5"/>
    <w:rsid w:val="008E1B3E"/>
    <w:rsid w:val="008E1DFA"/>
    <w:rsid w:val="008E33BF"/>
    <w:rsid w:val="008E33DD"/>
    <w:rsid w:val="008F19AF"/>
    <w:rsid w:val="008F3A0E"/>
    <w:rsid w:val="008F467A"/>
    <w:rsid w:val="008F4996"/>
    <w:rsid w:val="008F5B9E"/>
    <w:rsid w:val="008F73C9"/>
    <w:rsid w:val="009059AB"/>
    <w:rsid w:val="00907C64"/>
    <w:rsid w:val="009129E0"/>
    <w:rsid w:val="009130A8"/>
    <w:rsid w:val="00916662"/>
    <w:rsid w:val="00922AF0"/>
    <w:rsid w:val="009239C8"/>
    <w:rsid w:val="00927281"/>
    <w:rsid w:val="009300B4"/>
    <w:rsid w:val="00930B7F"/>
    <w:rsid w:val="0093144D"/>
    <w:rsid w:val="009331C3"/>
    <w:rsid w:val="0093469C"/>
    <w:rsid w:val="0093516C"/>
    <w:rsid w:val="00935DFA"/>
    <w:rsid w:val="00942000"/>
    <w:rsid w:val="00945291"/>
    <w:rsid w:val="0094539D"/>
    <w:rsid w:val="00946D07"/>
    <w:rsid w:val="00947891"/>
    <w:rsid w:val="00950125"/>
    <w:rsid w:val="0095183D"/>
    <w:rsid w:val="009543CC"/>
    <w:rsid w:val="009543FE"/>
    <w:rsid w:val="00962ABF"/>
    <w:rsid w:val="00962F58"/>
    <w:rsid w:val="00963EEC"/>
    <w:rsid w:val="009648D1"/>
    <w:rsid w:val="00966942"/>
    <w:rsid w:val="0097008F"/>
    <w:rsid w:val="009725F5"/>
    <w:rsid w:val="00972E0F"/>
    <w:rsid w:val="0097391F"/>
    <w:rsid w:val="00980CAC"/>
    <w:rsid w:val="00982498"/>
    <w:rsid w:val="00985251"/>
    <w:rsid w:val="00986811"/>
    <w:rsid w:val="00986E2A"/>
    <w:rsid w:val="009872AB"/>
    <w:rsid w:val="0098798C"/>
    <w:rsid w:val="009917C0"/>
    <w:rsid w:val="00992BB3"/>
    <w:rsid w:val="00992E7B"/>
    <w:rsid w:val="00994AD3"/>
    <w:rsid w:val="009977C3"/>
    <w:rsid w:val="009A1C90"/>
    <w:rsid w:val="009A1DD2"/>
    <w:rsid w:val="009A2DFD"/>
    <w:rsid w:val="009A2FBA"/>
    <w:rsid w:val="009A4D19"/>
    <w:rsid w:val="009A7456"/>
    <w:rsid w:val="009A7DB6"/>
    <w:rsid w:val="009A7DD2"/>
    <w:rsid w:val="009B1A70"/>
    <w:rsid w:val="009B24BB"/>
    <w:rsid w:val="009B287F"/>
    <w:rsid w:val="009B763E"/>
    <w:rsid w:val="009C0688"/>
    <w:rsid w:val="009C0E61"/>
    <w:rsid w:val="009C1504"/>
    <w:rsid w:val="009C77AB"/>
    <w:rsid w:val="009C7A91"/>
    <w:rsid w:val="009D0E94"/>
    <w:rsid w:val="009D215D"/>
    <w:rsid w:val="009D300F"/>
    <w:rsid w:val="009D4760"/>
    <w:rsid w:val="009D7060"/>
    <w:rsid w:val="009D7171"/>
    <w:rsid w:val="009E1856"/>
    <w:rsid w:val="009E3920"/>
    <w:rsid w:val="009E403C"/>
    <w:rsid w:val="009E517B"/>
    <w:rsid w:val="009E6046"/>
    <w:rsid w:val="009E799C"/>
    <w:rsid w:val="009F227D"/>
    <w:rsid w:val="009F3A4E"/>
    <w:rsid w:val="009F4328"/>
    <w:rsid w:val="00A005B3"/>
    <w:rsid w:val="00A029EE"/>
    <w:rsid w:val="00A04E56"/>
    <w:rsid w:val="00A103C1"/>
    <w:rsid w:val="00A10CBA"/>
    <w:rsid w:val="00A12648"/>
    <w:rsid w:val="00A134E2"/>
    <w:rsid w:val="00A15E4D"/>
    <w:rsid w:val="00A166FB"/>
    <w:rsid w:val="00A16719"/>
    <w:rsid w:val="00A178CB"/>
    <w:rsid w:val="00A17F1F"/>
    <w:rsid w:val="00A20F12"/>
    <w:rsid w:val="00A20F29"/>
    <w:rsid w:val="00A309FB"/>
    <w:rsid w:val="00A31A76"/>
    <w:rsid w:val="00A36CF5"/>
    <w:rsid w:val="00A36F02"/>
    <w:rsid w:val="00A40218"/>
    <w:rsid w:val="00A41CFC"/>
    <w:rsid w:val="00A42317"/>
    <w:rsid w:val="00A42BF3"/>
    <w:rsid w:val="00A441D0"/>
    <w:rsid w:val="00A45D73"/>
    <w:rsid w:val="00A469AE"/>
    <w:rsid w:val="00A5009D"/>
    <w:rsid w:val="00A5076F"/>
    <w:rsid w:val="00A543C5"/>
    <w:rsid w:val="00A55579"/>
    <w:rsid w:val="00A56FD0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A5E"/>
    <w:rsid w:val="00A77E58"/>
    <w:rsid w:val="00A80C89"/>
    <w:rsid w:val="00A81BFF"/>
    <w:rsid w:val="00A8385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6FE3"/>
    <w:rsid w:val="00AA22C5"/>
    <w:rsid w:val="00AA50BF"/>
    <w:rsid w:val="00AA5849"/>
    <w:rsid w:val="00AA639C"/>
    <w:rsid w:val="00AA7B6F"/>
    <w:rsid w:val="00AB0502"/>
    <w:rsid w:val="00AB112B"/>
    <w:rsid w:val="00AB2027"/>
    <w:rsid w:val="00AB378D"/>
    <w:rsid w:val="00AB3C76"/>
    <w:rsid w:val="00AC00D1"/>
    <w:rsid w:val="00AC35E7"/>
    <w:rsid w:val="00AC3D51"/>
    <w:rsid w:val="00AC532E"/>
    <w:rsid w:val="00AD09C3"/>
    <w:rsid w:val="00AD13C4"/>
    <w:rsid w:val="00AD2F6C"/>
    <w:rsid w:val="00AD5838"/>
    <w:rsid w:val="00AE0ED0"/>
    <w:rsid w:val="00AE12FC"/>
    <w:rsid w:val="00AE584E"/>
    <w:rsid w:val="00AF02C0"/>
    <w:rsid w:val="00AF0498"/>
    <w:rsid w:val="00AF19F8"/>
    <w:rsid w:val="00AF2924"/>
    <w:rsid w:val="00AF3273"/>
    <w:rsid w:val="00AF433E"/>
    <w:rsid w:val="00AF5F82"/>
    <w:rsid w:val="00B006FC"/>
    <w:rsid w:val="00B020EA"/>
    <w:rsid w:val="00B06A5A"/>
    <w:rsid w:val="00B07856"/>
    <w:rsid w:val="00B167D7"/>
    <w:rsid w:val="00B17596"/>
    <w:rsid w:val="00B219FF"/>
    <w:rsid w:val="00B2287C"/>
    <w:rsid w:val="00B2534E"/>
    <w:rsid w:val="00B30333"/>
    <w:rsid w:val="00B30FC1"/>
    <w:rsid w:val="00B3147D"/>
    <w:rsid w:val="00B31D5C"/>
    <w:rsid w:val="00B32F30"/>
    <w:rsid w:val="00B33C4F"/>
    <w:rsid w:val="00B33DEB"/>
    <w:rsid w:val="00B349F9"/>
    <w:rsid w:val="00B34CC1"/>
    <w:rsid w:val="00B3585E"/>
    <w:rsid w:val="00B40F16"/>
    <w:rsid w:val="00B415FB"/>
    <w:rsid w:val="00B42BBB"/>
    <w:rsid w:val="00B43C7D"/>
    <w:rsid w:val="00B44A11"/>
    <w:rsid w:val="00B501A2"/>
    <w:rsid w:val="00B533FB"/>
    <w:rsid w:val="00B551AE"/>
    <w:rsid w:val="00B6250B"/>
    <w:rsid w:val="00B6477A"/>
    <w:rsid w:val="00B65247"/>
    <w:rsid w:val="00B71CAD"/>
    <w:rsid w:val="00B734AD"/>
    <w:rsid w:val="00B74655"/>
    <w:rsid w:val="00B75D8C"/>
    <w:rsid w:val="00B76C08"/>
    <w:rsid w:val="00B772A2"/>
    <w:rsid w:val="00B85144"/>
    <w:rsid w:val="00B9036F"/>
    <w:rsid w:val="00B90B28"/>
    <w:rsid w:val="00B91209"/>
    <w:rsid w:val="00B93681"/>
    <w:rsid w:val="00B936C6"/>
    <w:rsid w:val="00B9617A"/>
    <w:rsid w:val="00B96D28"/>
    <w:rsid w:val="00BA0DA7"/>
    <w:rsid w:val="00BA21D9"/>
    <w:rsid w:val="00BA6BF2"/>
    <w:rsid w:val="00BA76AD"/>
    <w:rsid w:val="00BB3159"/>
    <w:rsid w:val="00BB63C6"/>
    <w:rsid w:val="00BB64FE"/>
    <w:rsid w:val="00BC0945"/>
    <w:rsid w:val="00BC748D"/>
    <w:rsid w:val="00BD232E"/>
    <w:rsid w:val="00BD2B17"/>
    <w:rsid w:val="00BD441A"/>
    <w:rsid w:val="00BD5A6B"/>
    <w:rsid w:val="00BD6E75"/>
    <w:rsid w:val="00BE1861"/>
    <w:rsid w:val="00BE2223"/>
    <w:rsid w:val="00BE23CA"/>
    <w:rsid w:val="00BE2994"/>
    <w:rsid w:val="00BE3B3B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7A82"/>
    <w:rsid w:val="00C20C3F"/>
    <w:rsid w:val="00C211F0"/>
    <w:rsid w:val="00C21546"/>
    <w:rsid w:val="00C22632"/>
    <w:rsid w:val="00C2600C"/>
    <w:rsid w:val="00C276CC"/>
    <w:rsid w:val="00C278F7"/>
    <w:rsid w:val="00C27AD9"/>
    <w:rsid w:val="00C3021F"/>
    <w:rsid w:val="00C31B70"/>
    <w:rsid w:val="00C32BA0"/>
    <w:rsid w:val="00C3661E"/>
    <w:rsid w:val="00C36FC2"/>
    <w:rsid w:val="00C40038"/>
    <w:rsid w:val="00C412D9"/>
    <w:rsid w:val="00C43CAB"/>
    <w:rsid w:val="00C44A60"/>
    <w:rsid w:val="00C4621F"/>
    <w:rsid w:val="00C46FC3"/>
    <w:rsid w:val="00C475DE"/>
    <w:rsid w:val="00C504BB"/>
    <w:rsid w:val="00C51354"/>
    <w:rsid w:val="00C51EA2"/>
    <w:rsid w:val="00C54F6C"/>
    <w:rsid w:val="00C55597"/>
    <w:rsid w:val="00C55733"/>
    <w:rsid w:val="00C629CD"/>
    <w:rsid w:val="00C646C7"/>
    <w:rsid w:val="00C64B87"/>
    <w:rsid w:val="00C64B8F"/>
    <w:rsid w:val="00C663D3"/>
    <w:rsid w:val="00C675FA"/>
    <w:rsid w:val="00C76B3A"/>
    <w:rsid w:val="00C80B90"/>
    <w:rsid w:val="00C80E27"/>
    <w:rsid w:val="00C832A2"/>
    <w:rsid w:val="00C8436F"/>
    <w:rsid w:val="00C86A90"/>
    <w:rsid w:val="00C86BA0"/>
    <w:rsid w:val="00C911CD"/>
    <w:rsid w:val="00C93173"/>
    <w:rsid w:val="00C939B2"/>
    <w:rsid w:val="00C9517D"/>
    <w:rsid w:val="00C95403"/>
    <w:rsid w:val="00CA3254"/>
    <w:rsid w:val="00CA338E"/>
    <w:rsid w:val="00CA46C4"/>
    <w:rsid w:val="00CB28E3"/>
    <w:rsid w:val="00CB3B72"/>
    <w:rsid w:val="00CB4F53"/>
    <w:rsid w:val="00CB52FE"/>
    <w:rsid w:val="00CB68B7"/>
    <w:rsid w:val="00CB6B6B"/>
    <w:rsid w:val="00CC0D00"/>
    <w:rsid w:val="00CC1AEF"/>
    <w:rsid w:val="00CC39E0"/>
    <w:rsid w:val="00CC3DE1"/>
    <w:rsid w:val="00CC4467"/>
    <w:rsid w:val="00CC4DD7"/>
    <w:rsid w:val="00CD0CC7"/>
    <w:rsid w:val="00CD1FBD"/>
    <w:rsid w:val="00CD2AF6"/>
    <w:rsid w:val="00CD2F41"/>
    <w:rsid w:val="00CD47B1"/>
    <w:rsid w:val="00CD569E"/>
    <w:rsid w:val="00CD5E23"/>
    <w:rsid w:val="00CD7669"/>
    <w:rsid w:val="00CD7ABA"/>
    <w:rsid w:val="00CE1204"/>
    <w:rsid w:val="00CE1BD4"/>
    <w:rsid w:val="00CE2917"/>
    <w:rsid w:val="00CE4190"/>
    <w:rsid w:val="00CE726B"/>
    <w:rsid w:val="00CE7A86"/>
    <w:rsid w:val="00CF2630"/>
    <w:rsid w:val="00CF46CA"/>
    <w:rsid w:val="00CF49EB"/>
    <w:rsid w:val="00CF6965"/>
    <w:rsid w:val="00CF6A71"/>
    <w:rsid w:val="00D00196"/>
    <w:rsid w:val="00D013A1"/>
    <w:rsid w:val="00D02F13"/>
    <w:rsid w:val="00D03602"/>
    <w:rsid w:val="00D03CAC"/>
    <w:rsid w:val="00D049C7"/>
    <w:rsid w:val="00D070DE"/>
    <w:rsid w:val="00D07511"/>
    <w:rsid w:val="00D14647"/>
    <w:rsid w:val="00D15B12"/>
    <w:rsid w:val="00D16DD6"/>
    <w:rsid w:val="00D2050B"/>
    <w:rsid w:val="00D209DB"/>
    <w:rsid w:val="00D22323"/>
    <w:rsid w:val="00D2560E"/>
    <w:rsid w:val="00D26591"/>
    <w:rsid w:val="00D265CF"/>
    <w:rsid w:val="00D30442"/>
    <w:rsid w:val="00D3067B"/>
    <w:rsid w:val="00D32611"/>
    <w:rsid w:val="00D356B4"/>
    <w:rsid w:val="00D35F83"/>
    <w:rsid w:val="00D368ED"/>
    <w:rsid w:val="00D36C78"/>
    <w:rsid w:val="00D37773"/>
    <w:rsid w:val="00D41983"/>
    <w:rsid w:val="00D436B1"/>
    <w:rsid w:val="00D47AA3"/>
    <w:rsid w:val="00D50DB7"/>
    <w:rsid w:val="00D510DB"/>
    <w:rsid w:val="00D51175"/>
    <w:rsid w:val="00D570DC"/>
    <w:rsid w:val="00D5729C"/>
    <w:rsid w:val="00D60522"/>
    <w:rsid w:val="00D621A9"/>
    <w:rsid w:val="00D65A7E"/>
    <w:rsid w:val="00D71F0F"/>
    <w:rsid w:val="00D75779"/>
    <w:rsid w:val="00D76613"/>
    <w:rsid w:val="00D80F48"/>
    <w:rsid w:val="00D838DD"/>
    <w:rsid w:val="00D83CC4"/>
    <w:rsid w:val="00D84949"/>
    <w:rsid w:val="00D8527C"/>
    <w:rsid w:val="00D854E3"/>
    <w:rsid w:val="00D8658D"/>
    <w:rsid w:val="00D905BE"/>
    <w:rsid w:val="00D90E94"/>
    <w:rsid w:val="00D94DB1"/>
    <w:rsid w:val="00D953A7"/>
    <w:rsid w:val="00D97B84"/>
    <w:rsid w:val="00DA1DBA"/>
    <w:rsid w:val="00DA4BAD"/>
    <w:rsid w:val="00DA4F72"/>
    <w:rsid w:val="00DA6014"/>
    <w:rsid w:val="00DB14BD"/>
    <w:rsid w:val="00DB2967"/>
    <w:rsid w:val="00DB3DE0"/>
    <w:rsid w:val="00DB4690"/>
    <w:rsid w:val="00DB5E85"/>
    <w:rsid w:val="00DB66B0"/>
    <w:rsid w:val="00DB7418"/>
    <w:rsid w:val="00DB7504"/>
    <w:rsid w:val="00DC16BD"/>
    <w:rsid w:val="00DC3ED7"/>
    <w:rsid w:val="00DC473B"/>
    <w:rsid w:val="00DC54FD"/>
    <w:rsid w:val="00DC59FA"/>
    <w:rsid w:val="00DE03B7"/>
    <w:rsid w:val="00DE076F"/>
    <w:rsid w:val="00DE346A"/>
    <w:rsid w:val="00DE4C7A"/>
    <w:rsid w:val="00DE527C"/>
    <w:rsid w:val="00DE5B16"/>
    <w:rsid w:val="00DE6E37"/>
    <w:rsid w:val="00DF071B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4370"/>
    <w:rsid w:val="00E14956"/>
    <w:rsid w:val="00E1656B"/>
    <w:rsid w:val="00E203A8"/>
    <w:rsid w:val="00E226B3"/>
    <w:rsid w:val="00E24B00"/>
    <w:rsid w:val="00E257FB"/>
    <w:rsid w:val="00E26A87"/>
    <w:rsid w:val="00E27891"/>
    <w:rsid w:val="00E37162"/>
    <w:rsid w:val="00E37F38"/>
    <w:rsid w:val="00E41B68"/>
    <w:rsid w:val="00E4208A"/>
    <w:rsid w:val="00E45E81"/>
    <w:rsid w:val="00E46F67"/>
    <w:rsid w:val="00E47599"/>
    <w:rsid w:val="00E52068"/>
    <w:rsid w:val="00E521E9"/>
    <w:rsid w:val="00E53762"/>
    <w:rsid w:val="00E5609A"/>
    <w:rsid w:val="00E5713F"/>
    <w:rsid w:val="00E57B4F"/>
    <w:rsid w:val="00E60D00"/>
    <w:rsid w:val="00E63A40"/>
    <w:rsid w:val="00E66684"/>
    <w:rsid w:val="00E713C7"/>
    <w:rsid w:val="00E718B4"/>
    <w:rsid w:val="00E72D1A"/>
    <w:rsid w:val="00E73E59"/>
    <w:rsid w:val="00E7573B"/>
    <w:rsid w:val="00E7606C"/>
    <w:rsid w:val="00E76B28"/>
    <w:rsid w:val="00E7746F"/>
    <w:rsid w:val="00E826E8"/>
    <w:rsid w:val="00E833F5"/>
    <w:rsid w:val="00E84243"/>
    <w:rsid w:val="00E86D63"/>
    <w:rsid w:val="00E90FBC"/>
    <w:rsid w:val="00E93091"/>
    <w:rsid w:val="00E95D40"/>
    <w:rsid w:val="00E96AEC"/>
    <w:rsid w:val="00E97E7C"/>
    <w:rsid w:val="00EA1C09"/>
    <w:rsid w:val="00EA2E43"/>
    <w:rsid w:val="00EA34BC"/>
    <w:rsid w:val="00EA3886"/>
    <w:rsid w:val="00EA5DA9"/>
    <w:rsid w:val="00EA6D26"/>
    <w:rsid w:val="00EA6D9A"/>
    <w:rsid w:val="00EA7B23"/>
    <w:rsid w:val="00EB0719"/>
    <w:rsid w:val="00EB191B"/>
    <w:rsid w:val="00EB2091"/>
    <w:rsid w:val="00EB3197"/>
    <w:rsid w:val="00EB6D83"/>
    <w:rsid w:val="00EB76E5"/>
    <w:rsid w:val="00EC4B52"/>
    <w:rsid w:val="00EC6008"/>
    <w:rsid w:val="00EC729E"/>
    <w:rsid w:val="00EC7EDD"/>
    <w:rsid w:val="00ED4EEB"/>
    <w:rsid w:val="00ED5008"/>
    <w:rsid w:val="00ED5F0F"/>
    <w:rsid w:val="00ED6C5A"/>
    <w:rsid w:val="00EE02D4"/>
    <w:rsid w:val="00EE32F2"/>
    <w:rsid w:val="00EE5E98"/>
    <w:rsid w:val="00EE7B14"/>
    <w:rsid w:val="00EE7B3C"/>
    <w:rsid w:val="00EF117B"/>
    <w:rsid w:val="00EF1F94"/>
    <w:rsid w:val="00EF2035"/>
    <w:rsid w:val="00EF30CE"/>
    <w:rsid w:val="00EF3881"/>
    <w:rsid w:val="00EF5185"/>
    <w:rsid w:val="00EF66DB"/>
    <w:rsid w:val="00EF6933"/>
    <w:rsid w:val="00EF7A85"/>
    <w:rsid w:val="00EF7AD3"/>
    <w:rsid w:val="00EF7BBA"/>
    <w:rsid w:val="00F01255"/>
    <w:rsid w:val="00F05651"/>
    <w:rsid w:val="00F06AB0"/>
    <w:rsid w:val="00F06F97"/>
    <w:rsid w:val="00F12F8B"/>
    <w:rsid w:val="00F14A66"/>
    <w:rsid w:val="00F15234"/>
    <w:rsid w:val="00F20041"/>
    <w:rsid w:val="00F211AF"/>
    <w:rsid w:val="00F225AB"/>
    <w:rsid w:val="00F23AA7"/>
    <w:rsid w:val="00F26298"/>
    <w:rsid w:val="00F30DDE"/>
    <w:rsid w:val="00F313DB"/>
    <w:rsid w:val="00F3225A"/>
    <w:rsid w:val="00F334BD"/>
    <w:rsid w:val="00F350EA"/>
    <w:rsid w:val="00F374D6"/>
    <w:rsid w:val="00F40D0F"/>
    <w:rsid w:val="00F4269D"/>
    <w:rsid w:val="00F4321E"/>
    <w:rsid w:val="00F45B28"/>
    <w:rsid w:val="00F51CE5"/>
    <w:rsid w:val="00F57E26"/>
    <w:rsid w:val="00F61FEC"/>
    <w:rsid w:val="00F62562"/>
    <w:rsid w:val="00F63DB1"/>
    <w:rsid w:val="00F64A2E"/>
    <w:rsid w:val="00F65A58"/>
    <w:rsid w:val="00F66983"/>
    <w:rsid w:val="00F7103B"/>
    <w:rsid w:val="00F73DCB"/>
    <w:rsid w:val="00F74337"/>
    <w:rsid w:val="00F75502"/>
    <w:rsid w:val="00F76319"/>
    <w:rsid w:val="00F765CA"/>
    <w:rsid w:val="00F7780F"/>
    <w:rsid w:val="00F81B72"/>
    <w:rsid w:val="00F81DE8"/>
    <w:rsid w:val="00F820C0"/>
    <w:rsid w:val="00F82537"/>
    <w:rsid w:val="00F82BF4"/>
    <w:rsid w:val="00F8441D"/>
    <w:rsid w:val="00F84BCC"/>
    <w:rsid w:val="00F852C5"/>
    <w:rsid w:val="00F87EC5"/>
    <w:rsid w:val="00F90123"/>
    <w:rsid w:val="00F90353"/>
    <w:rsid w:val="00F93939"/>
    <w:rsid w:val="00F93A0A"/>
    <w:rsid w:val="00F94B4F"/>
    <w:rsid w:val="00F972C1"/>
    <w:rsid w:val="00FA2A42"/>
    <w:rsid w:val="00FA31F1"/>
    <w:rsid w:val="00FA3363"/>
    <w:rsid w:val="00FA3F13"/>
    <w:rsid w:val="00FA5405"/>
    <w:rsid w:val="00FA6CD5"/>
    <w:rsid w:val="00FB0E05"/>
    <w:rsid w:val="00FB10F5"/>
    <w:rsid w:val="00FB1459"/>
    <w:rsid w:val="00FB63D0"/>
    <w:rsid w:val="00FC0B3C"/>
    <w:rsid w:val="00FC0D61"/>
    <w:rsid w:val="00FC11D0"/>
    <w:rsid w:val="00FC1CFF"/>
    <w:rsid w:val="00FC48C6"/>
    <w:rsid w:val="00FC5F36"/>
    <w:rsid w:val="00FC719B"/>
    <w:rsid w:val="00FD44C6"/>
    <w:rsid w:val="00FD465B"/>
    <w:rsid w:val="00FD5BCB"/>
    <w:rsid w:val="00FD7515"/>
    <w:rsid w:val="00FE36B3"/>
    <w:rsid w:val="00FE398F"/>
    <w:rsid w:val="00FE4B5B"/>
    <w:rsid w:val="00FE5B0A"/>
    <w:rsid w:val="00FE77E4"/>
    <w:rsid w:val="00FE7E2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631E0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631E0F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631E0F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19B07-5B13-4FB6-9BD1-A313940C4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3777</Words>
  <Characters>21534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25261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Бронников Никита Юрьевич</cp:lastModifiedBy>
  <cp:revision>15</cp:revision>
  <cp:lastPrinted>2013-07-01T09:40:00Z</cp:lastPrinted>
  <dcterms:created xsi:type="dcterms:W3CDTF">2013-05-16T10:29:00Z</dcterms:created>
  <dcterms:modified xsi:type="dcterms:W3CDTF">2013-07-22T10:57:00Z</dcterms:modified>
</cp:coreProperties>
</file>