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394"/>
      </w:tblGrid>
      <w:tr w:rsidR="00294FD9" w:rsidRPr="009D7060" w:rsidTr="000158BB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1394B" w:rsidRDefault="0051394B" w:rsidP="0051394B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8C660D" w:rsidRDefault="008C660D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158BB">
              <w:rPr>
                <w:rFonts w:ascii="Times New Roman" w:hAnsi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51394B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="00627500">
              <w:rPr>
                <w:rFonts w:ascii="Times New Roman" w:hAnsi="Times New Roman"/>
                <w:sz w:val="24"/>
                <w:szCs w:val="24"/>
              </w:rPr>
              <w:t xml:space="preserve"> по техническим вопросам – главный инженер</w:t>
            </w:r>
          </w:p>
          <w:p w:rsidR="0051394B" w:rsidRDefault="0051394B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627500">
              <w:rPr>
                <w:rFonts w:ascii="Times New Roman" w:hAnsi="Times New Roman"/>
                <w:sz w:val="24"/>
                <w:szCs w:val="24"/>
              </w:rPr>
              <w:t>Корнилов А.А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94B" w:rsidRDefault="0051394B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</w:t>
            </w:r>
            <w:r w:rsidR="008C660D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__2013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48701E" w:rsidRDefault="00CC0D00" w:rsidP="001C1CB3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="009B287F"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="009B287F"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EF4256">
        <w:rPr>
          <w:rFonts w:ascii="Times New Roman" w:hAnsi="Times New Roman"/>
          <w:b/>
          <w:sz w:val="24"/>
          <w:szCs w:val="24"/>
        </w:rPr>
        <w:t>90</w:t>
      </w:r>
    </w:p>
    <w:p w:rsidR="00E14956" w:rsidRPr="009F4328" w:rsidRDefault="00CC0D00" w:rsidP="0020476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9F4328">
        <w:rPr>
          <w:rFonts w:ascii="Times New Roman" w:hAnsi="Times New Roman"/>
          <w:sz w:val="24"/>
          <w:szCs w:val="24"/>
        </w:rPr>
        <w:t xml:space="preserve">на проведение </w:t>
      </w:r>
      <w:r w:rsidR="00E14956" w:rsidRPr="009F4328">
        <w:rPr>
          <w:rFonts w:ascii="Times New Roman" w:hAnsi="Times New Roman"/>
          <w:sz w:val="24"/>
          <w:szCs w:val="24"/>
        </w:rPr>
        <w:t>конкурса</w:t>
      </w:r>
      <w:r w:rsidRPr="009F4328">
        <w:rPr>
          <w:rFonts w:ascii="Times New Roman" w:hAnsi="Times New Roman"/>
          <w:sz w:val="24"/>
          <w:szCs w:val="24"/>
        </w:rPr>
        <w:t xml:space="preserve"> по выбору подрядчика </w:t>
      </w:r>
    </w:p>
    <w:p w:rsidR="009B24BB" w:rsidRDefault="006507ED" w:rsidP="009B24BB">
      <w:pPr>
        <w:pStyle w:val="aff"/>
        <w:spacing w:after="0" w:line="264" w:lineRule="auto"/>
        <w:ind w:left="1134" w:right="1132"/>
        <w:jc w:val="center"/>
        <w:rPr>
          <w:rFonts w:ascii="Times New Roman" w:hAnsi="Times New Roman" w:cs="Times New Roman"/>
          <w:sz w:val="24"/>
          <w:szCs w:val="24"/>
        </w:rPr>
      </w:pPr>
      <w:r w:rsidRPr="000851E8">
        <w:rPr>
          <w:rFonts w:ascii="Times New Roman" w:hAnsi="Times New Roman" w:cs="Times New Roman"/>
          <w:sz w:val="24"/>
          <w:szCs w:val="24"/>
        </w:rPr>
        <w:t xml:space="preserve">на </w:t>
      </w:r>
      <w:r w:rsidR="000851E8" w:rsidRPr="000851E8">
        <w:rPr>
          <w:rFonts w:ascii="Times New Roman" w:hAnsi="Times New Roman" w:cs="Times New Roman"/>
          <w:sz w:val="24"/>
          <w:szCs w:val="24"/>
        </w:rPr>
        <w:t xml:space="preserve">выполнение ПИР, СМР и ПНР  </w:t>
      </w:r>
    </w:p>
    <w:p w:rsidR="00FE7E25" w:rsidRPr="009B24BB" w:rsidRDefault="009B24BB" w:rsidP="009B24B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ЛЭП-10(6)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ЛЭП-0,4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10(6)/0,4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E7E25">
        <w:rPr>
          <w:rFonts w:ascii="Times New Roman" w:hAnsi="Times New Roman"/>
          <w:sz w:val="24"/>
          <w:szCs w:val="24"/>
        </w:rPr>
        <w:t xml:space="preserve">  </w:t>
      </w:r>
    </w:p>
    <w:p w:rsidR="00627500" w:rsidRDefault="000158BB" w:rsidP="00C45804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расположенных</w:t>
      </w:r>
      <w:proofErr w:type="gramEnd"/>
      <w:r w:rsidR="000851E8">
        <w:rPr>
          <w:rFonts w:ascii="Times New Roman" w:hAnsi="Times New Roman"/>
          <w:sz w:val="24"/>
          <w:szCs w:val="24"/>
        </w:rPr>
        <w:t xml:space="preserve"> </w:t>
      </w:r>
      <w:r w:rsidR="00035A03">
        <w:rPr>
          <w:rFonts w:ascii="Times New Roman" w:hAnsi="Times New Roman"/>
          <w:sz w:val="24"/>
          <w:szCs w:val="24"/>
        </w:rPr>
        <w:t>в</w:t>
      </w:r>
      <w:r w:rsidR="000F0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5804">
        <w:rPr>
          <w:rFonts w:ascii="Times New Roman" w:hAnsi="Times New Roman"/>
          <w:sz w:val="24"/>
          <w:szCs w:val="24"/>
        </w:rPr>
        <w:t>Данковском</w:t>
      </w:r>
      <w:proofErr w:type="spellEnd"/>
      <w:r w:rsidR="00C45804">
        <w:rPr>
          <w:rFonts w:ascii="Times New Roman" w:hAnsi="Times New Roman"/>
          <w:sz w:val="24"/>
          <w:szCs w:val="24"/>
        </w:rPr>
        <w:t xml:space="preserve">, Елецком, Задонском, </w:t>
      </w:r>
      <w:r w:rsidR="00EF4256">
        <w:rPr>
          <w:rFonts w:ascii="Times New Roman" w:hAnsi="Times New Roman"/>
          <w:sz w:val="24"/>
          <w:szCs w:val="24"/>
        </w:rPr>
        <w:t xml:space="preserve">г. Липецк, </w:t>
      </w:r>
    </w:p>
    <w:p w:rsidR="00CD2AF6" w:rsidRPr="009F4328" w:rsidRDefault="00EF4256" w:rsidP="00C45804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новлянском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5804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C458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5804">
        <w:rPr>
          <w:rFonts w:ascii="Times New Roman" w:hAnsi="Times New Roman"/>
          <w:sz w:val="24"/>
          <w:szCs w:val="24"/>
        </w:rPr>
        <w:t>Чаплыгинском</w:t>
      </w:r>
      <w:proofErr w:type="spellEnd"/>
      <w:r w:rsidR="00D905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F02E8">
        <w:rPr>
          <w:rFonts w:ascii="Times New Roman" w:hAnsi="Times New Roman"/>
          <w:sz w:val="24"/>
          <w:szCs w:val="24"/>
        </w:rPr>
        <w:t>р</w:t>
      </w:r>
      <w:r w:rsidR="00723E3A">
        <w:rPr>
          <w:rFonts w:ascii="Times New Roman" w:hAnsi="Times New Roman"/>
          <w:sz w:val="24"/>
          <w:szCs w:val="24"/>
        </w:rPr>
        <w:t>ай</w:t>
      </w:r>
      <w:r w:rsidR="00D905BE">
        <w:rPr>
          <w:rFonts w:ascii="Times New Roman" w:hAnsi="Times New Roman"/>
          <w:sz w:val="24"/>
          <w:szCs w:val="24"/>
        </w:rPr>
        <w:t>онах</w:t>
      </w:r>
      <w:proofErr w:type="gramEnd"/>
      <w:r w:rsidR="000851E8">
        <w:rPr>
          <w:rFonts w:ascii="Times New Roman" w:hAnsi="Times New Roman"/>
          <w:sz w:val="24"/>
          <w:szCs w:val="24"/>
        </w:rPr>
        <w:t xml:space="preserve"> </w:t>
      </w:r>
    </w:p>
    <w:p w:rsidR="000851E8" w:rsidRDefault="001F4F99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договору</w:t>
      </w:r>
      <w:r w:rsidR="000851E8"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CC0D00" w:rsidRPr="009F4328" w:rsidRDefault="00CC0D00" w:rsidP="0020476C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9F4328" w:rsidRDefault="001665FC" w:rsidP="007479A4">
      <w:pPr>
        <w:pStyle w:val="1"/>
        <w:rPr>
          <w:rFonts w:ascii="Times New Roman" w:hAnsi="Times New Roman"/>
          <w:sz w:val="24"/>
        </w:rPr>
      </w:pPr>
      <w:bookmarkStart w:id="1" w:name="_Toc190511249"/>
      <w:bookmarkStart w:id="2" w:name="_Toc470773743"/>
      <w:r w:rsidRPr="009F4328">
        <w:rPr>
          <w:rFonts w:ascii="Times New Roman" w:hAnsi="Times New Roman"/>
          <w:sz w:val="24"/>
        </w:rPr>
        <w:lastRenderedPageBreak/>
        <w:t>Объект</w:t>
      </w:r>
      <w:r w:rsidR="00745DBA" w:rsidRPr="009F4328">
        <w:rPr>
          <w:rFonts w:ascii="Times New Roman" w:hAnsi="Times New Roman"/>
          <w:sz w:val="24"/>
        </w:rPr>
        <w:t xml:space="preserve"> </w:t>
      </w:r>
      <w:bookmarkEnd w:id="1"/>
      <w:r w:rsidR="003058F8" w:rsidRPr="009F4328">
        <w:rPr>
          <w:rFonts w:ascii="Times New Roman" w:hAnsi="Times New Roman"/>
          <w:sz w:val="24"/>
        </w:rPr>
        <w:t xml:space="preserve">конкурса </w:t>
      </w:r>
      <w:r w:rsidRPr="009F4328">
        <w:rPr>
          <w:rFonts w:ascii="Times New Roman" w:hAnsi="Times New Roman"/>
          <w:sz w:val="24"/>
        </w:rPr>
        <w:t>и общие данные о нём.</w:t>
      </w:r>
    </w:p>
    <w:p w:rsidR="001C7FEF" w:rsidRPr="009F4328" w:rsidRDefault="00745DBA" w:rsidP="007479A4">
      <w:pPr>
        <w:pStyle w:val="11"/>
        <w:rPr>
          <w:sz w:val="24"/>
        </w:rPr>
      </w:pPr>
      <w:r w:rsidRPr="009F4328">
        <w:rPr>
          <w:sz w:val="24"/>
        </w:rPr>
        <w:t xml:space="preserve">Объект </w:t>
      </w:r>
      <w:r w:rsidR="003058F8" w:rsidRPr="009F4328">
        <w:rPr>
          <w:sz w:val="24"/>
        </w:rPr>
        <w:t>конкурса</w:t>
      </w:r>
      <w:r w:rsidR="001665FC" w:rsidRPr="009F4328">
        <w:rPr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0C7396" w:rsidRPr="00CE7A86" w:rsidRDefault="00232EE7" w:rsidP="001123B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Срок выполнения работ: </w:t>
      </w:r>
      <w:r w:rsidR="00D905BE">
        <w:rPr>
          <w:bCs/>
          <w:iCs/>
          <w:sz w:val="24"/>
          <w:szCs w:val="24"/>
        </w:rPr>
        <w:t>в течение 90 календарных дней с момента заключе</w:t>
      </w:r>
      <w:r w:rsidR="000158BB">
        <w:rPr>
          <w:bCs/>
          <w:iCs/>
          <w:sz w:val="24"/>
          <w:szCs w:val="24"/>
        </w:rPr>
        <w:t xml:space="preserve">ния договора, </w:t>
      </w:r>
      <w:r w:rsidR="001123B8">
        <w:rPr>
          <w:bCs/>
          <w:iCs/>
          <w:sz w:val="24"/>
          <w:szCs w:val="24"/>
        </w:rPr>
        <w:t>отражено в Приложении 1.</w:t>
      </w:r>
    </w:p>
    <w:p w:rsidR="00232EE7" w:rsidRDefault="00232EE7" w:rsidP="000C7396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643177" w:rsidRDefault="0064317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ОАО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7C3327" w:rsidRPr="00C4621F" w:rsidRDefault="007C3327" w:rsidP="007C332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производство строительно</w:t>
      </w:r>
      <w:r w:rsidRPr="00CE7A86">
        <w:rPr>
          <w:rFonts w:ascii="Times New Roman" w:hAnsi="Times New Roman" w:cs="Times New Roman"/>
          <w:sz w:val="24"/>
          <w:szCs w:val="24"/>
        </w:rPr>
        <w:t>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232EE7" w:rsidRDefault="00232EE7" w:rsidP="007E42E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7E42EF" w:rsidRPr="007E42EF" w:rsidRDefault="007E42EF" w:rsidP="00FE7E2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Pr="00CE7A86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акта о выборе земельного участка для строительства (реконстру</w:t>
      </w:r>
      <w:r w:rsidRPr="00CE7A86">
        <w:rPr>
          <w:rFonts w:ascii="Times New Roman" w:hAnsi="Times New Roman"/>
          <w:sz w:val="24"/>
          <w:szCs w:val="24"/>
        </w:rPr>
        <w:t>к</w:t>
      </w:r>
      <w:r w:rsidRPr="00CE7A86">
        <w:rPr>
          <w:rFonts w:ascii="Times New Roman" w:hAnsi="Times New Roman"/>
          <w:sz w:val="24"/>
          <w:szCs w:val="24"/>
        </w:rPr>
        <w:t>ции) объекта капитального строительства с приложением к нему утвержде</w:t>
      </w:r>
      <w:r w:rsidRPr="00CE7A86">
        <w:rPr>
          <w:rFonts w:ascii="Times New Roman" w:hAnsi="Times New Roman"/>
          <w:sz w:val="24"/>
          <w:szCs w:val="24"/>
        </w:rPr>
        <w:t>н</w:t>
      </w:r>
      <w:r w:rsidRPr="00CE7A86">
        <w:rPr>
          <w:rFonts w:ascii="Times New Roman" w:hAnsi="Times New Roman"/>
          <w:sz w:val="24"/>
          <w:szCs w:val="24"/>
        </w:rPr>
        <w:t>ных в установленном порядке схем расположения каждого земельного участка в соответствии с возможными вариантами их выбора;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При проектировании строительства определить границы охранной зоны объе</w:t>
      </w:r>
      <w:r w:rsidRPr="00CE7A86">
        <w:rPr>
          <w:bCs/>
          <w:iCs/>
          <w:sz w:val="24"/>
          <w:szCs w:val="24"/>
        </w:rPr>
        <w:t>к</w:t>
      </w:r>
      <w:r w:rsidRPr="00CE7A86">
        <w:rPr>
          <w:bCs/>
          <w:iCs/>
          <w:sz w:val="24"/>
          <w:szCs w:val="24"/>
        </w:rPr>
        <w:t>та электросетевого назначения на местности с подготовкой карты (плана) об</w:t>
      </w:r>
      <w:r w:rsidRPr="00CE7A86">
        <w:rPr>
          <w:bCs/>
          <w:iCs/>
          <w:sz w:val="24"/>
          <w:szCs w:val="24"/>
        </w:rPr>
        <w:t>ъ</w:t>
      </w:r>
      <w:r w:rsidRPr="00CE7A86">
        <w:rPr>
          <w:bCs/>
          <w:iCs/>
          <w:sz w:val="24"/>
          <w:szCs w:val="24"/>
        </w:rPr>
        <w:t xml:space="preserve">екта землеустройства и ее согласования в Управлении </w:t>
      </w:r>
      <w:proofErr w:type="spellStart"/>
      <w:r w:rsidRPr="00CE7A86">
        <w:rPr>
          <w:bCs/>
          <w:iCs/>
          <w:sz w:val="24"/>
          <w:szCs w:val="24"/>
        </w:rPr>
        <w:t>Росреестра</w:t>
      </w:r>
      <w:proofErr w:type="spellEnd"/>
      <w:r w:rsidRPr="00CE7A86">
        <w:rPr>
          <w:bCs/>
          <w:iCs/>
          <w:sz w:val="24"/>
          <w:szCs w:val="24"/>
        </w:rPr>
        <w:t xml:space="preserve"> по Липецкой  области.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 xml:space="preserve">Определить размеры земельных участков и их координаты, необходимые для установки опор </w:t>
      </w:r>
      <w:proofErr w:type="gramStart"/>
      <w:r w:rsidRPr="00CE7A86">
        <w:rPr>
          <w:bCs/>
          <w:iCs/>
          <w:sz w:val="24"/>
          <w:szCs w:val="24"/>
        </w:rPr>
        <w:t>ВЛ</w:t>
      </w:r>
      <w:proofErr w:type="gramEnd"/>
      <w:r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Защиту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Pr="00CE7A86">
        <w:rPr>
          <w:bCs/>
          <w:iCs/>
          <w:sz w:val="24"/>
          <w:szCs w:val="24"/>
        </w:rPr>
        <w:t>н</w:t>
      </w:r>
      <w:r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Проект организации строительства (</w:t>
      </w:r>
      <w:proofErr w:type="gramStart"/>
      <w:r w:rsidRPr="00CE7A86">
        <w:rPr>
          <w:bCs/>
          <w:iCs/>
          <w:sz w:val="24"/>
          <w:szCs w:val="24"/>
        </w:rPr>
        <w:t>ПОС</w:t>
      </w:r>
      <w:proofErr w:type="gramEnd"/>
      <w:r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Pr="00CE7A86">
        <w:rPr>
          <w:bCs/>
          <w:iCs/>
          <w:sz w:val="24"/>
          <w:szCs w:val="24"/>
        </w:rPr>
        <w:t>ь</w:t>
      </w:r>
      <w:r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Предусмотреть (в случае необходимости) разработку и согласование проекта освоения лесов.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Разделы «Охрана окружающей среды» и «Охрана труда».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>Сметную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Pr="00CE7A86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 xml:space="preserve">тивным документам, а также «Технической политике ОАО «МРСК Центра» в распределительном электросетевом комплексе», утвержденной приказом ОАО «МРСК Центра» №227-ЦА от 16.08.2010 года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>», типовым</w:t>
      </w:r>
      <w:proofErr w:type="gramEnd"/>
      <w:r w:rsidRPr="00E96586">
        <w:rPr>
          <w:sz w:val="24"/>
          <w:szCs w:val="24"/>
        </w:rPr>
        <w:t xml:space="preserve"> требованиям к </w:t>
      </w:r>
      <w:r w:rsidRPr="00E96586">
        <w:rPr>
          <w:sz w:val="24"/>
          <w:szCs w:val="24"/>
        </w:rPr>
        <w:lastRenderedPageBreak/>
        <w:t>корпоративному стилю оформления объектов и техники производственного назначения, принадлежащих ОАО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лиала ОАО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0158BB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>РЭС  и подразделениями и службами филиала ОАО «МРСК Центра» - «Липецкэнерго», а также  иными уполномоченными организациями.</w:t>
      </w:r>
    </w:p>
    <w:p w:rsidR="007C3327" w:rsidRPr="00C4621F" w:rsidRDefault="007C3327" w:rsidP="007C332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21F">
        <w:rPr>
          <w:rFonts w:ascii="Times New Roman" w:hAnsi="Times New Roman" w:cs="Times New Roman"/>
          <w:sz w:val="24"/>
          <w:szCs w:val="24"/>
        </w:rPr>
        <w:t>Проект согласовать с Заявителем технологического присоединения, учитывая соответствие проектных решений, принимаемых в рамках данного проекта,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32EE7" w:rsidRPr="00CE7A86" w:rsidRDefault="00232EE7" w:rsidP="00232EE7">
      <w:pPr>
        <w:pStyle w:val="aff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>чающих требованиям технической политики ОАО МРСК Центра.</w:t>
      </w:r>
      <w:r w:rsidRPr="00CE7A86">
        <w:rPr>
          <w:bCs/>
          <w:iCs/>
          <w:sz w:val="24"/>
          <w:szCs w:val="24"/>
        </w:rPr>
        <w:t>.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232EE7" w:rsidRPr="00CE7A86" w:rsidRDefault="00232EE7" w:rsidP="00232EE7">
      <w:pPr>
        <w:pStyle w:val="afff2"/>
        <w:tabs>
          <w:tab w:val="left" w:pos="426"/>
          <w:tab w:val="left" w:pos="1701"/>
        </w:tabs>
        <w:spacing w:line="240" w:lineRule="auto"/>
        <w:ind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гласованные с ОАО «Холдинг МРСК», или иные документы, подтвержд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ющие соответствие требованиям ОАО «Холдинг МРСК»;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оборудование, впервые поставляемое для нужд ОАО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сования филиала ОАО МРСК Центра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232EE7" w:rsidRPr="00CE7A86" w:rsidRDefault="00232EE7" w:rsidP="00232EE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32EE7" w:rsidRPr="00CE7A86" w:rsidRDefault="00232EE7" w:rsidP="00232EE7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232EE7" w:rsidRPr="00CE7A86" w:rsidRDefault="00232EE7" w:rsidP="00232EE7">
      <w:pPr>
        <w:pStyle w:val="afff2"/>
        <w:tabs>
          <w:tab w:val="clear" w:pos="1701"/>
        </w:tabs>
        <w:spacing w:line="240" w:lineRule="auto"/>
        <w:ind w:left="1647" w:firstLine="0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гласованы в письменном виде с филиалом ОАО МРСК Центра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>- Липецкэне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го.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232EE7" w:rsidRPr="00CE7A86" w:rsidRDefault="00232EE7" w:rsidP="00232EE7">
      <w:pPr>
        <w:pStyle w:val="afff2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Руководители работ, участвующие в строительстве, совместно с представителями филиала ОАО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lastRenderedPageBreak/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643177" w:rsidRDefault="0064317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43177" w:rsidRPr="007E42EF" w:rsidRDefault="00232EE7" w:rsidP="007E42EF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656892" w:rsidRDefault="00656892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ОАО МРСК Центра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- Липецкэнерго: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>- Для составления локальных смет необходимо применять сборники территориальных единичных расценок, действующие на территории Липецкой области (база 2001 г. в редакции 2009 г.).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5156D8" w:rsidRPr="00E96586" w:rsidRDefault="005156D8" w:rsidP="007E42EF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C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отсутствии расценок применить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пере</w:t>
      </w:r>
      <w:r w:rsidR="00F12F8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четом цен.</w:t>
      </w:r>
    </w:p>
    <w:p w:rsidR="00762806" w:rsidRPr="007C3327" w:rsidRDefault="00CE7A86" w:rsidP="00CE7A86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5DF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</w:p>
    <w:p w:rsidR="00656892" w:rsidRDefault="00656892" w:rsidP="007E42EF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6641" w:rsidRDefault="00285989" w:rsidP="007E42EF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Н</w:t>
      </w:r>
      <w:r w:rsidR="00762806">
        <w:rPr>
          <w:rFonts w:ascii="Times New Roman" w:hAnsi="Times New Roman"/>
          <w:sz w:val="24"/>
          <w:szCs w:val="24"/>
        </w:rPr>
        <w:t>ачальник УИ</w:t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232A16">
        <w:rPr>
          <w:rFonts w:ascii="Times New Roman" w:hAnsi="Times New Roman"/>
          <w:sz w:val="24"/>
          <w:szCs w:val="24"/>
        </w:rPr>
        <w:t>А.В. Свинарев</w:t>
      </w:r>
    </w:p>
    <w:bookmarkEnd w:id="2"/>
    <w:p w:rsidR="008C660D" w:rsidRDefault="008C660D" w:rsidP="007E42EF">
      <w:pPr>
        <w:ind w:firstLine="1134"/>
        <w:rPr>
          <w:rFonts w:ascii="Times New Roman" w:hAnsi="Times New Roman"/>
          <w:sz w:val="24"/>
          <w:szCs w:val="24"/>
        </w:rPr>
      </w:pPr>
    </w:p>
    <w:p w:rsidR="007E42EF" w:rsidRDefault="008C660D" w:rsidP="007E42EF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Э.А. Качура</w:t>
      </w:r>
    </w:p>
    <w:p w:rsidR="008C660D" w:rsidRDefault="008C660D" w:rsidP="007E42EF">
      <w:pPr>
        <w:ind w:firstLine="1134"/>
        <w:rPr>
          <w:rFonts w:ascii="Times New Roman" w:hAnsi="Times New Roman"/>
          <w:sz w:val="24"/>
          <w:szCs w:val="24"/>
        </w:rPr>
      </w:pPr>
    </w:p>
    <w:p w:rsidR="002874E0" w:rsidRDefault="00FE7E25" w:rsidP="007E42EF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1A0833" w:rsidRPr="009F4328">
        <w:rPr>
          <w:rFonts w:ascii="Times New Roman" w:hAnsi="Times New Roman"/>
          <w:sz w:val="24"/>
          <w:szCs w:val="24"/>
        </w:rPr>
        <w:t xml:space="preserve">ачальник </w:t>
      </w:r>
      <w:proofErr w:type="gramStart"/>
      <w:r w:rsidR="001A0833" w:rsidRPr="009F4328">
        <w:rPr>
          <w:rFonts w:ascii="Times New Roman" w:hAnsi="Times New Roman"/>
          <w:sz w:val="24"/>
          <w:szCs w:val="24"/>
        </w:rPr>
        <w:t>ОПР</w:t>
      </w:r>
      <w:proofErr w:type="gramEnd"/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8C660D">
        <w:rPr>
          <w:rFonts w:ascii="Times New Roman" w:hAnsi="Times New Roman"/>
          <w:sz w:val="24"/>
          <w:szCs w:val="24"/>
        </w:rPr>
        <w:tab/>
      </w:r>
      <w:r w:rsidR="001A0833">
        <w:rPr>
          <w:rFonts w:ascii="Times New Roman" w:hAnsi="Times New Roman"/>
          <w:sz w:val="24"/>
          <w:szCs w:val="24"/>
        </w:rPr>
        <w:t>О.</w:t>
      </w:r>
      <w:r w:rsidR="001A0833" w:rsidRPr="009F4328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="001A0833">
        <w:rPr>
          <w:rFonts w:ascii="Times New Roman" w:hAnsi="Times New Roman"/>
          <w:sz w:val="24"/>
          <w:szCs w:val="24"/>
        </w:rPr>
        <w:t>Серёдкин</w:t>
      </w:r>
      <w:proofErr w:type="spellEnd"/>
    </w:p>
    <w:sectPr w:rsidR="002874E0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36" w:rsidRDefault="005D5436">
      <w:r>
        <w:separator/>
      </w:r>
    </w:p>
  </w:endnote>
  <w:endnote w:type="continuationSeparator" w:id="0">
    <w:p w:rsidR="005D5436" w:rsidRDefault="005D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7500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36" w:rsidRDefault="005D5436">
      <w:r>
        <w:separator/>
      </w:r>
    </w:p>
  </w:footnote>
  <w:footnote w:type="continuationSeparator" w:id="0">
    <w:p w:rsidR="005D5436" w:rsidRDefault="005D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3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19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2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4"/>
  </w:num>
  <w:num w:numId="6">
    <w:abstractNumId w:val="22"/>
  </w:num>
  <w:num w:numId="7">
    <w:abstractNumId w:val="12"/>
  </w:num>
  <w:num w:numId="8">
    <w:abstractNumId w:val="5"/>
  </w:num>
  <w:num w:numId="9">
    <w:abstractNumId w:val="4"/>
  </w:num>
  <w:num w:numId="10">
    <w:abstractNumId w:val="28"/>
  </w:num>
  <w:num w:numId="11">
    <w:abstractNumId w:val="25"/>
  </w:num>
  <w:num w:numId="12">
    <w:abstractNumId w:val="27"/>
  </w:num>
  <w:num w:numId="13">
    <w:abstractNumId w:val="1"/>
  </w:num>
  <w:num w:numId="14">
    <w:abstractNumId w:val="18"/>
  </w:num>
  <w:num w:numId="15">
    <w:abstractNumId w:val="21"/>
  </w:num>
  <w:num w:numId="16">
    <w:abstractNumId w:val="26"/>
  </w:num>
  <w:num w:numId="17">
    <w:abstractNumId w:val="2"/>
  </w:num>
  <w:num w:numId="18">
    <w:abstractNumId w:val="17"/>
  </w:num>
  <w:num w:numId="19">
    <w:abstractNumId w:val="10"/>
  </w:num>
  <w:num w:numId="20">
    <w:abstractNumId w:val="3"/>
  </w:num>
  <w:num w:numId="21">
    <w:abstractNumId w:val="6"/>
  </w:num>
  <w:num w:numId="22">
    <w:abstractNumId w:val="15"/>
  </w:num>
  <w:num w:numId="23">
    <w:abstractNumId w:val="7"/>
  </w:num>
  <w:num w:numId="24">
    <w:abstractNumId w:val="14"/>
  </w:num>
  <w:num w:numId="25">
    <w:abstractNumId w:val="20"/>
  </w:num>
  <w:num w:numId="26">
    <w:abstractNumId w:val="11"/>
  </w:num>
  <w:num w:numId="2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D40"/>
    <w:rsid w:val="00000BCC"/>
    <w:rsid w:val="0000352D"/>
    <w:rsid w:val="000103D1"/>
    <w:rsid w:val="00013399"/>
    <w:rsid w:val="000158BB"/>
    <w:rsid w:val="00021702"/>
    <w:rsid w:val="00022FE3"/>
    <w:rsid w:val="00025625"/>
    <w:rsid w:val="0002621F"/>
    <w:rsid w:val="00031646"/>
    <w:rsid w:val="0003189D"/>
    <w:rsid w:val="000319F1"/>
    <w:rsid w:val="00032360"/>
    <w:rsid w:val="00034DF0"/>
    <w:rsid w:val="00035A03"/>
    <w:rsid w:val="00041F68"/>
    <w:rsid w:val="00051E8C"/>
    <w:rsid w:val="00052027"/>
    <w:rsid w:val="0005260F"/>
    <w:rsid w:val="00053561"/>
    <w:rsid w:val="00053C74"/>
    <w:rsid w:val="00055A01"/>
    <w:rsid w:val="00057EA1"/>
    <w:rsid w:val="000633EF"/>
    <w:rsid w:val="0006351C"/>
    <w:rsid w:val="00063A44"/>
    <w:rsid w:val="000649EC"/>
    <w:rsid w:val="00065A77"/>
    <w:rsid w:val="00065AE5"/>
    <w:rsid w:val="00066774"/>
    <w:rsid w:val="00066CDB"/>
    <w:rsid w:val="000704C8"/>
    <w:rsid w:val="00070563"/>
    <w:rsid w:val="00072555"/>
    <w:rsid w:val="000741BD"/>
    <w:rsid w:val="00076EC7"/>
    <w:rsid w:val="000776B9"/>
    <w:rsid w:val="00081075"/>
    <w:rsid w:val="00084415"/>
    <w:rsid w:val="00084A72"/>
    <w:rsid w:val="000851E8"/>
    <w:rsid w:val="00085C65"/>
    <w:rsid w:val="00086E16"/>
    <w:rsid w:val="00091B62"/>
    <w:rsid w:val="00095179"/>
    <w:rsid w:val="000966AE"/>
    <w:rsid w:val="000A0DAB"/>
    <w:rsid w:val="000A1E70"/>
    <w:rsid w:val="000B073D"/>
    <w:rsid w:val="000B2CE8"/>
    <w:rsid w:val="000B4240"/>
    <w:rsid w:val="000B4EF1"/>
    <w:rsid w:val="000B530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366C"/>
    <w:rsid w:val="000D3FC4"/>
    <w:rsid w:val="000D779C"/>
    <w:rsid w:val="000F02E8"/>
    <w:rsid w:val="000F3F74"/>
    <w:rsid w:val="000F6E17"/>
    <w:rsid w:val="0010249E"/>
    <w:rsid w:val="00102698"/>
    <w:rsid w:val="001026A1"/>
    <w:rsid w:val="00102FB9"/>
    <w:rsid w:val="00107C46"/>
    <w:rsid w:val="00110EB0"/>
    <w:rsid w:val="001123B8"/>
    <w:rsid w:val="001143F1"/>
    <w:rsid w:val="001144A7"/>
    <w:rsid w:val="00114C9C"/>
    <w:rsid w:val="001178D8"/>
    <w:rsid w:val="00117F76"/>
    <w:rsid w:val="00120CE8"/>
    <w:rsid w:val="00122F15"/>
    <w:rsid w:val="00123590"/>
    <w:rsid w:val="00124821"/>
    <w:rsid w:val="0012572A"/>
    <w:rsid w:val="00125AD6"/>
    <w:rsid w:val="00125AE4"/>
    <w:rsid w:val="001329B3"/>
    <w:rsid w:val="001343BB"/>
    <w:rsid w:val="00137A74"/>
    <w:rsid w:val="00140185"/>
    <w:rsid w:val="00141D24"/>
    <w:rsid w:val="00142D7B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2050"/>
    <w:rsid w:val="001654D0"/>
    <w:rsid w:val="00165B88"/>
    <w:rsid w:val="00165C81"/>
    <w:rsid w:val="001665FC"/>
    <w:rsid w:val="00166F62"/>
    <w:rsid w:val="00170985"/>
    <w:rsid w:val="00175252"/>
    <w:rsid w:val="001779CA"/>
    <w:rsid w:val="00177AA6"/>
    <w:rsid w:val="00180844"/>
    <w:rsid w:val="00182840"/>
    <w:rsid w:val="0018372C"/>
    <w:rsid w:val="00185070"/>
    <w:rsid w:val="00187E70"/>
    <w:rsid w:val="001914C6"/>
    <w:rsid w:val="001950CC"/>
    <w:rsid w:val="001A00D0"/>
    <w:rsid w:val="001A0833"/>
    <w:rsid w:val="001A3290"/>
    <w:rsid w:val="001A3537"/>
    <w:rsid w:val="001A6D03"/>
    <w:rsid w:val="001A745D"/>
    <w:rsid w:val="001B199D"/>
    <w:rsid w:val="001B1BE9"/>
    <w:rsid w:val="001B3899"/>
    <w:rsid w:val="001B4977"/>
    <w:rsid w:val="001C1CB3"/>
    <w:rsid w:val="001C249D"/>
    <w:rsid w:val="001C3138"/>
    <w:rsid w:val="001C484A"/>
    <w:rsid w:val="001C507E"/>
    <w:rsid w:val="001C5758"/>
    <w:rsid w:val="001C687D"/>
    <w:rsid w:val="001C69EC"/>
    <w:rsid w:val="001C7FEF"/>
    <w:rsid w:val="001E3466"/>
    <w:rsid w:val="001E57EB"/>
    <w:rsid w:val="001E6386"/>
    <w:rsid w:val="001E68F1"/>
    <w:rsid w:val="001E7C3F"/>
    <w:rsid w:val="001F1CC0"/>
    <w:rsid w:val="001F28C8"/>
    <w:rsid w:val="001F4F99"/>
    <w:rsid w:val="001F51CD"/>
    <w:rsid w:val="001F57E6"/>
    <w:rsid w:val="001F66C0"/>
    <w:rsid w:val="001F74D5"/>
    <w:rsid w:val="00204217"/>
    <w:rsid w:val="0020476C"/>
    <w:rsid w:val="00204EFC"/>
    <w:rsid w:val="00205FA1"/>
    <w:rsid w:val="0020671E"/>
    <w:rsid w:val="00206F13"/>
    <w:rsid w:val="00207C6D"/>
    <w:rsid w:val="00210353"/>
    <w:rsid w:val="002116FC"/>
    <w:rsid w:val="0021170A"/>
    <w:rsid w:val="002117E8"/>
    <w:rsid w:val="00211CB7"/>
    <w:rsid w:val="00212DE8"/>
    <w:rsid w:val="002200AC"/>
    <w:rsid w:val="00220D91"/>
    <w:rsid w:val="002216FB"/>
    <w:rsid w:val="002220B3"/>
    <w:rsid w:val="002226DD"/>
    <w:rsid w:val="0022519B"/>
    <w:rsid w:val="00232A16"/>
    <w:rsid w:val="00232AD8"/>
    <w:rsid w:val="00232EE7"/>
    <w:rsid w:val="00233D47"/>
    <w:rsid w:val="00233FF4"/>
    <w:rsid w:val="00235069"/>
    <w:rsid w:val="0023508C"/>
    <w:rsid w:val="002403C7"/>
    <w:rsid w:val="002404F6"/>
    <w:rsid w:val="00241BE3"/>
    <w:rsid w:val="00246BC1"/>
    <w:rsid w:val="0025127B"/>
    <w:rsid w:val="002521F6"/>
    <w:rsid w:val="002538FA"/>
    <w:rsid w:val="0025498E"/>
    <w:rsid w:val="0025708B"/>
    <w:rsid w:val="002614F0"/>
    <w:rsid w:val="00264C6B"/>
    <w:rsid w:val="00266CF7"/>
    <w:rsid w:val="00267596"/>
    <w:rsid w:val="00267FF4"/>
    <w:rsid w:val="0027264E"/>
    <w:rsid w:val="00274435"/>
    <w:rsid w:val="00276599"/>
    <w:rsid w:val="00280B03"/>
    <w:rsid w:val="002822D1"/>
    <w:rsid w:val="002842E4"/>
    <w:rsid w:val="00284B52"/>
    <w:rsid w:val="00285989"/>
    <w:rsid w:val="002863FD"/>
    <w:rsid w:val="002874E0"/>
    <w:rsid w:val="0029137D"/>
    <w:rsid w:val="00292D30"/>
    <w:rsid w:val="00294B64"/>
    <w:rsid w:val="00294FD9"/>
    <w:rsid w:val="002A1D94"/>
    <w:rsid w:val="002A2C0E"/>
    <w:rsid w:val="002A2F13"/>
    <w:rsid w:val="002A3575"/>
    <w:rsid w:val="002A4450"/>
    <w:rsid w:val="002A5B9A"/>
    <w:rsid w:val="002B2782"/>
    <w:rsid w:val="002B5BC7"/>
    <w:rsid w:val="002C2927"/>
    <w:rsid w:val="002C377A"/>
    <w:rsid w:val="002C75C5"/>
    <w:rsid w:val="002C75DE"/>
    <w:rsid w:val="002D3C4E"/>
    <w:rsid w:val="002D6F2B"/>
    <w:rsid w:val="002E2976"/>
    <w:rsid w:val="002E5558"/>
    <w:rsid w:val="002E67A7"/>
    <w:rsid w:val="002E7A7F"/>
    <w:rsid w:val="002F045A"/>
    <w:rsid w:val="002F199B"/>
    <w:rsid w:val="002F5EF5"/>
    <w:rsid w:val="0030054B"/>
    <w:rsid w:val="00300FA9"/>
    <w:rsid w:val="00301CCA"/>
    <w:rsid w:val="00301D44"/>
    <w:rsid w:val="003058F8"/>
    <w:rsid w:val="00306B44"/>
    <w:rsid w:val="00311318"/>
    <w:rsid w:val="003114A1"/>
    <w:rsid w:val="003115A6"/>
    <w:rsid w:val="00314F63"/>
    <w:rsid w:val="00315127"/>
    <w:rsid w:val="00316977"/>
    <w:rsid w:val="00320255"/>
    <w:rsid w:val="003205BF"/>
    <w:rsid w:val="0032067B"/>
    <w:rsid w:val="00323047"/>
    <w:rsid w:val="0033082A"/>
    <w:rsid w:val="003311AC"/>
    <w:rsid w:val="00332159"/>
    <w:rsid w:val="00332347"/>
    <w:rsid w:val="003324BE"/>
    <w:rsid w:val="00332BC7"/>
    <w:rsid w:val="00336BD4"/>
    <w:rsid w:val="003375B0"/>
    <w:rsid w:val="003377F0"/>
    <w:rsid w:val="003402A0"/>
    <w:rsid w:val="003440A4"/>
    <w:rsid w:val="00345EAD"/>
    <w:rsid w:val="00346782"/>
    <w:rsid w:val="00350496"/>
    <w:rsid w:val="003517D1"/>
    <w:rsid w:val="00352398"/>
    <w:rsid w:val="00352EBC"/>
    <w:rsid w:val="00353914"/>
    <w:rsid w:val="003544A4"/>
    <w:rsid w:val="00356286"/>
    <w:rsid w:val="00357443"/>
    <w:rsid w:val="0036070B"/>
    <w:rsid w:val="003657C2"/>
    <w:rsid w:val="00374C9A"/>
    <w:rsid w:val="00383544"/>
    <w:rsid w:val="003840FD"/>
    <w:rsid w:val="0039030A"/>
    <w:rsid w:val="00391704"/>
    <w:rsid w:val="003919A3"/>
    <w:rsid w:val="00395DD5"/>
    <w:rsid w:val="003A0D0E"/>
    <w:rsid w:val="003A0F7E"/>
    <w:rsid w:val="003A3A69"/>
    <w:rsid w:val="003A434E"/>
    <w:rsid w:val="003A452F"/>
    <w:rsid w:val="003A6A6B"/>
    <w:rsid w:val="003A6A78"/>
    <w:rsid w:val="003A7426"/>
    <w:rsid w:val="003B101B"/>
    <w:rsid w:val="003B2B6D"/>
    <w:rsid w:val="003B44F6"/>
    <w:rsid w:val="003B4D4C"/>
    <w:rsid w:val="003B6F09"/>
    <w:rsid w:val="003C2EF8"/>
    <w:rsid w:val="003C329C"/>
    <w:rsid w:val="003C4B84"/>
    <w:rsid w:val="003C5177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4FC9"/>
    <w:rsid w:val="003F35F4"/>
    <w:rsid w:val="003F5B9C"/>
    <w:rsid w:val="00400D7B"/>
    <w:rsid w:val="00401857"/>
    <w:rsid w:val="00403445"/>
    <w:rsid w:val="004056C0"/>
    <w:rsid w:val="004065BD"/>
    <w:rsid w:val="00413367"/>
    <w:rsid w:val="004144B5"/>
    <w:rsid w:val="00414B44"/>
    <w:rsid w:val="00414BEA"/>
    <w:rsid w:val="00415BC6"/>
    <w:rsid w:val="00417096"/>
    <w:rsid w:val="00420F9D"/>
    <w:rsid w:val="004229B3"/>
    <w:rsid w:val="0042337F"/>
    <w:rsid w:val="00424B63"/>
    <w:rsid w:val="00424C2B"/>
    <w:rsid w:val="0043000C"/>
    <w:rsid w:val="00430D41"/>
    <w:rsid w:val="0043171E"/>
    <w:rsid w:val="0043189D"/>
    <w:rsid w:val="00431EEE"/>
    <w:rsid w:val="00436F12"/>
    <w:rsid w:val="00437236"/>
    <w:rsid w:val="00437BDF"/>
    <w:rsid w:val="00437F3C"/>
    <w:rsid w:val="00440EE6"/>
    <w:rsid w:val="00441300"/>
    <w:rsid w:val="00441E22"/>
    <w:rsid w:val="00443B2E"/>
    <w:rsid w:val="0045000B"/>
    <w:rsid w:val="0045269F"/>
    <w:rsid w:val="004527CB"/>
    <w:rsid w:val="00453E5B"/>
    <w:rsid w:val="00455E8D"/>
    <w:rsid w:val="0046292D"/>
    <w:rsid w:val="004704C8"/>
    <w:rsid w:val="004717A1"/>
    <w:rsid w:val="00472AE3"/>
    <w:rsid w:val="00476811"/>
    <w:rsid w:val="0047709A"/>
    <w:rsid w:val="00480A15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74FE"/>
    <w:rsid w:val="004A163D"/>
    <w:rsid w:val="004A627B"/>
    <w:rsid w:val="004A6B2A"/>
    <w:rsid w:val="004A6D65"/>
    <w:rsid w:val="004B7A87"/>
    <w:rsid w:val="004B7CDC"/>
    <w:rsid w:val="004C32EE"/>
    <w:rsid w:val="004C46AA"/>
    <w:rsid w:val="004C669E"/>
    <w:rsid w:val="004C7008"/>
    <w:rsid w:val="004D1CCE"/>
    <w:rsid w:val="004D2DF7"/>
    <w:rsid w:val="004D3121"/>
    <w:rsid w:val="004D37E6"/>
    <w:rsid w:val="004D3A33"/>
    <w:rsid w:val="004D3CDC"/>
    <w:rsid w:val="004D5A15"/>
    <w:rsid w:val="004D6661"/>
    <w:rsid w:val="004E04D4"/>
    <w:rsid w:val="004E305D"/>
    <w:rsid w:val="004E41A4"/>
    <w:rsid w:val="004F27B3"/>
    <w:rsid w:val="004F3709"/>
    <w:rsid w:val="004F3BAC"/>
    <w:rsid w:val="004F768C"/>
    <w:rsid w:val="00501C02"/>
    <w:rsid w:val="00502E9A"/>
    <w:rsid w:val="00504177"/>
    <w:rsid w:val="00504D05"/>
    <w:rsid w:val="00505B67"/>
    <w:rsid w:val="0050652E"/>
    <w:rsid w:val="005066C9"/>
    <w:rsid w:val="005074D7"/>
    <w:rsid w:val="00507568"/>
    <w:rsid w:val="00507B09"/>
    <w:rsid w:val="00511C4F"/>
    <w:rsid w:val="005129E4"/>
    <w:rsid w:val="0051371E"/>
    <w:rsid w:val="0051394B"/>
    <w:rsid w:val="00513AFD"/>
    <w:rsid w:val="005156D8"/>
    <w:rsid w:val="00517508"/>
    <w:rsid w:val="0051764D"/>
    <w:rsid w:val="005210B4"/>
    <w:rsid w:val="005257AC"/>
    <w:rsid w:val="00535177"/>
    <w:rsid w:val="00535716"/>
    <w:rsid w:val="0053635E"/>
    <w:rsid w:val="00540EFF"/>
    <w:rsid w:val="00540FC1"/>
    <w:rsid w:val="00544135"/>
    <w:rsid w:val="00544D29"/>
    <w:rsid w:val="0054508B"/>
    <w:rsid w:val="005473B1"/>
    <w:rsid w:val="00547D87"/>
    <w:rsid w:val="00550F94"/>
    <w:rsid w:val="00551A6A"/>
    <w:rsid w:val="00553D4E"/>
    <w:rsid w:val="00554768"/>
    <w:rsid w:val="00560580"/>
    <w:rsid w:val="0056255E"/>
    <w:rsid w:val="005638CF"/>
    <w:rsid w:val="00563ED1"/>
    <w:rsid w:val="00571D04"/>
    <w:rsid w:val="00572797"/>
    <w:rsid w:val="005738CB"/>
    <w:rsid w:val="00576B35"/>
    <w:rsid w:val="0057768D"/>
    <w:rsid w:val="0058565E"/>
    <w:rsid w:val="00586D15"/>
    <w:rsid w:val="00587CF9"/>
    <w:rsid w:val="00590894"/>
    <w:rsid w:val="005920AE"/>
    <w:rsid w:val="00592850"/>
    <w:rsid w:val="00593528"/>
    <w:rsid w:val="0059446B"/>
    <w:rsid w:val="00594AD5"/>
    <w:rsid w:val="005A0D21"/>
    <w:rsid w:val="005A1A16"/>
    <w:rsid w:val="005A2052"/>
    <w:rsid w:val="005A2207"/>
    <w:rsid w:val="005A2B4D"/>
    <w:rsid w:val="005A648F"/>
    <w:rsid w:val="005A6A2C"/>
    <w:rsid w:val="005B33C1"/>
    <w:rsid w:val="005B3B02"/>
    <w:rsid w:val="005B66D2"/>
    <w:rsid w:val="005B697C"/>
    <w:rsid w:val="005C0FDF"/>
    <w:rsid w:val="005C1A8E"/>
    <w:rsid w:val="005C20DD"/>
    <w:rsid w:val="005C57DE"/>
    <w:rsid w:val="005C78E0"/>
    <w:rsid w:val="005D0DD0"/>
    <w:rsid w:val="005D1D2A"/>
    <w:rsid w:val="005D283A"/>
    <w:rsid w:val="005D4A5C"/>
    <w:rsid w:val="005D5436"/>
    <w:rsid w:val="005D6641"/>
    <w:rsid w:val="005D72B2"/>
    <w:rsid w:val="005E231A"/>
    <w:rsid w:val="005E3E2F"/>
    <w:rsid w:val="005E62D7"/>
    <w:rsid w:val="005E6784"/>
    <w:rsid w:val="005E78B4"/>
    <w:rsid w:val="005F03D6"/>
    <w:rsid w:val="005F26FB"/>
    <w:rsid w:val="005F3532"/>
    <w:rsid w:val="005F3683"/>
    <w:rsid w:val="005F411C"/>
    <w:rsid w:val="00601931"/>
    <w:rsid w:val="00601FB9"/>
    <w:rsid w:val="00602535"/>
    <w:rsid w:val="00603C6C"/>
    <w:rsid w:val="00603F46"/>
    <w:rsid w:val="006056DA"/>
    <w:rsid w:val="00606B64"/>
    <w:rsid w:val="00612B0F"/>
    <w:rsid w:val="00616878"/>
    <w:rsid w:val="00617F48"/>
    <w:rsid w:val="00620FBE"/>
    <w:rsid w:val="006228F1"/>
    <w:rsid w:val="00623BA4"/>
    <w:rsid w:val="00625E28"/>
    <w:rsid w:val="00626174"/>
    <w:rsid w:val="00627500"/>
    <w:rsid w:val="00636024"/>
    <w:rsid w:val="006378D1"/>
    <w:rsid w:val="00640AE9"/>
    <w:rsid w:val="00640D30"/>
    <w:rsid w:val="00642EC7"/>
    <w:rsid w:val="00643177"/>
    <w:rsid w:val="00643463"/>
    <w:rsid w:val="00646218"/>
    <w:rsid w:val="006507ED"/>
    <w:rsid w:val="00652961"/>
    <w:rsid w:val="00656892"/>
    <w:rsid w:val="0066632B"/>
    <w:rsid w:val="00666E31"/>
    <w:rsid w:val="006673C2"/>
    <w:rsid w:val="006678DF"/>
    <w:rsid w:val="00667E09"/>
    <w:rsid w:val="00670481"/>
    <w:rsid w:val="00670F91"/>
    <w:rsid w:val="00674A0E"/>
    <w:rsid w:val="00674E3A"/>
    <w:rsid w:val="00676619"/>
    <w:rsid w:val="00677910"/>
    <w:rsid w:val="006809EE"/>
    <w:rsid w:val="00683F36"/>
    <w:rsid w:val="006860CE"/>
    <w:rsid w:val="00687143"/>
    <w:rsid w:val="00692CEC"/>
    <w:rsid w:val="006948C4"/>
    <w:rsid w:val="00694CE4"/>
    <w:rsid w:val="00695726"/>
    <w:rsid w:val="00696416"/>
    <w:rsid w:val="0069789E"/>
    <w:rsid w:val="00697FB4"/>
    <w:rsid w:val="006A04F4"/>
    <w:rsid w:val="006A125E"/>
    <w:rsid w:val="006A1EC8"/>
    <w:rsid w:val="006A360F"/>
    <w:rsid w:val="006A5F11"/>
    <w:rsid w:val="006A7D20"/>
    <w:rsid w:val="006B0D1F"/>
    <w:rsid w:val="006B1303"/>
    <w:rsid w:val="006B35EC"/>
    <w:rsid w:val="006B54B7"/>
    <w:rsid w:val="006B569C"/>
    <w:rsid w:val="006B6362"/>
    <w:rsid w:val="006B6750"/>
    <w:rsid w:val="006C4506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F29"/>
    <w:rsid w:val="006E5895"/>
    <w:rsid w:val="006E5A8A"/>
    <w:rsid w:val="006E6CAE"/>
    <w:rsid w:val="006F0184"/>
    <w:rsid w:val="006F35E3"/>
    <w:rsid w:val="006F5EDC"/>
    <w:rsid w:val="006F6179"/>
    <w:rsid w:val="006F6D41"/>
    <w:rsid w:val="00700535"/>
    <w:rsid w:val="00701ADF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2884"/>
    <w:rsid w:val="00723E3A"/>
    <w:rsid w:val="00724029"/>
    <w:rsid w:val="0072431B"/>
    <w:rsid w:val="00734467"/>
    <w:rsid w:val="0073526B"/>
    <w:rsid w:val="007410B1"/>
    <w:rsid w:val="00743AE2"/>
    <w:rsid w:val="00743AE6"/>
    <w:rsid w:val="00744B5F"/>
    <w:rsid w:val="007453F2"/>
    <w:rsid w:val="00745B33"/>
    <w:rsid w:val="00745DBA"/>
    <w:rsid w:val="007479A4"/>
    <w:rsid w:val="00750B42"/>
    <w:rsid w:val="007524AE"/>
    <w:rsid w:val="00752905"/>
    <w:rsid w:val="007533C8"/>
    <w:rsid w:val="0075441C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13C5"/>
    <w:rsid w:val="007A1721"/>
    <w:rsid w:val="007A207D"/>
    <w:rsid w:val="007A3755"/>
    <w:rsid w:val="007A4804"/>
    <w:rsid w:val="007A50CA"/>
    <w:rsid w:val="007A5B08"/>
    <w:rsid w:val="007B0A46"/>
    <w:rsid w:val="007B401C"/>
    <w:rsid w:val="007B40C6"/>
    <w:rsid w:val="007B5B33"/>
    <w:rsid w:val="007B5EE7"/>
    <w:rsid w:val="007B65E3"/>
    <w:rsid w:val="007B74DD"/>
    <w:rsid w:val="007C1BB0"/>
    <w:rsid w:val="007C2674"/>
    <w:rsid w:val="007C29BB"/>
    <w:rsid w:val="007C3098"/>
    <w:rsid w:val="007C3327"/>
    <w:rsid w:val="007C493E"/>
    <w:rsid w:val="007C5938"/>
    <w:rsid w:val="007C67AE"/>
    <w:rsid w:val="007D1689"/>
    <w:rsid w:val="007D3E0D"/>
    <w:rsid w:val="007D45E1"/>
    <w:rsid w:val="007E42EF"/>
    <w:rsid w:val="007E4A00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30118"/>
    <w:rsid w:val="00830769"/>
    <w:rsid w:val="00831437"/>
    <w:rsid w:val="008333DB"/>
    <w:rsid w:val="00834273"/>
    <w:rsid w:val="00834B1E"/>
    <w:rsid w:val="008350A8"/>
    <w:rsid w:val="0083554C"/>
    <w:rsid w:val="00835A7A"/>
    <w:rsid w:val="00840ECC"/>
    <w:rsid w:val="008432ED"/>
    <w:rsid w:val="00846723"/>
    <w:rsid w:val="00854C0D"/>
    <w:rsid w:val="008557EF"/>
    <w:rsid w:val="0085673D"/>
    <w:rsid w:val="00860962"/>
    <w:rsid w:val="00862E1E"/>
    <w:rsid w:val="0087176B"/>
    <w:rsid w:val="00874021"/>
    <w:rsid w:val="008760C6"/>
    <w:rsid w:val="00876A1A"/>
    <w:rsid w:val="00877298"/>
    <w:rsid w:val="00882C35"/>
    <w:rsid w:val="008838B9"/>
    <w:rsid w:val="00887442"/>
    <w:rsid w:val="00887E3E"/>
    <w:rsid w:val="0089547A"/>
    <w:rsid w:val="00895785"/>
    <w:rsid w:val="0089603B"/>
    <w:rsid w:val="008979B4"/>
    <w:rsid w:val="008A2776"/>
    <w:rsid w:val="008A51FE"/>
    <w:rsid w:val="008A5774"/>
    <w:rsid w:val="008A57FE"/>
    <w:rsid w:val="008A763F"/>
    <w:rsid w:val="008B13FE"/>
    <w:rsid w:val="008B37EA"/>
    <w:rsid w:val="008B396E"/>
    <w:rsid w:val="008B539F"/>
    <w:rsid w:val="008C03DB"/>
    <w:rsid w:val="008C0623"/>
    <w:rsid w:val="008C1038"/>
    <w:rsid w:val="008C104D"/>
    <w:rsid w:val="008C4163"/>
    <w:rsid w:val="008C54EF"/>
    <w:rsid w:val="008C660D"/>
    <w:rsid w:val="008C781B"/>
    <w:rsid w:val="008C7E5D"/>
    <w:rsid w:val="008D100C"/>
    <w:rsid w:val="008D1DE9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9AF"/>
    <w:rsid w:val="008F3A0E"/>
    <w:rsid w:val="008F467A"/>
    <w:rsid w:val="008F4996"/>
    <w:rsid w:val="008F5B9E"/>
    <w:rsid w:val="008F73C9"/>
    <w:rsid w:val="009059AB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31C3"/>
    <w:rsid w:val="0093469C"/>
    <w:rsid w:val="0093516C"/>
    <w:rsid w:val="00935DFA"/>
    <w:rsid w:val="00942000"/>
    <w:rsid w:val="00945291"/>
    <w:rsid w:val="0094539D"/>
    <w:rsid w:val="00946D07"/>
    <w:rsid w:val="00947891"/>
    <w:rsid w:val="00950125"/>
    <w:rsid w:val="0095183D"/>
    <w:rsid w:val="009543CC"/>
    <w:rsid w:val="009543FE"/>
    <w:rsid w:val="00962ABF"/>
    <w:rsid w:val="00962F58"/>
    <w:rsid w:val="00963EEC"/>
    <w:rsid w:val="009648D1"/>
    <w:rsid w:val="00966942"/>
    <w:rsid w:val="0097008F"/>
    <w:rsid w:val="009725F5"/>
    <w:rsid w:val="00972E0F"/>
    <w:rsid w:val="0097391F"/>
    <w:rsid w:val="00980CAC"/>
    <w:rsid w:val="00982498"/>
    <w:rsid w:val="00985251"/>
    <w:rsid w:val="00986811"/>
    <w:rsid w:val="00986E2A"/>
    <w:rsid w:val="009872AB"/>
    <w:rsid w:val="0098798C"/>
    <w:rsid w:val="009917C0"/>
    <w:rsid w:val="00992BB3"/>
    <w:rsid w:val="00992E7B"/>
    <w:rsid w:val="00994AD3"/>
    <w:rsid w:val="009977C3"/>
    <w:rsid w:val="009A1C90"/>
    <w:rsid w:val="009A1DD2"/>
    <w:rsid w:val="009A2DFD"/>
    <w:rsid w:val="009A2FBA"/>
    <w:rsid w:val="009A4D19"/>
    <w:rsid w:val="009A7456"/>
    <w:rsid w:val="009A7DB6"/>
    <w:rsid w:val="009A7DD2"/>
    <w:rsid w:val="009B1A70"/>
    <w:rsid w:val="009B24BB"/>
    <w:rsid w:val="009B287F"/>
    <w:rsid w:val="009B763E"/>
    <w:rsid w:val="009C0688"/>
    <w:rsid w:val="009C0E61"/>
    <w:rsid w:val="009C1504"/>
    <w:rsid w:val="009C77AB"/>
    <w:rsid w:val="009C7A91"/>
    <w:rsid w:val="009D0E94"/>
    <w:rsid w:val="009D215D"/>
    <w:rsid w:val="009D300F"/>
    <w:rsid w:val="009D4760"/>
    <w:rsid w:val="009D7060"/>
    <w:rsid w:val="009D7171"/>
    <w:rsid w:val="009E1856"/>
    <w:rsid w:val="009E3920"/>
    <w:rsid w:val="009E403C"/>
    <w:rsid w:val="009E517B"/>
    <w:rsid w:val="009E6046"/>
    <w:rsid w:val="009E799C"/>
    <w:rsid w:val="009F227D"/>
    <w:rsid w:val="009F3A4E"/>
    <w:rsid w:val="009F4328"/>
    <w:rsid w:val="00A005B3"/>
    <w:rsid w:val="00A029EE"/>
    <w:rsid w:val="00A04E56"/>
    <w:rsid w:val="00A103C1"/>
    <w:rsid w:val="00A10CBA"/>
    <w:rsid w:val="00A12648"/>
    <w:rsid w:val="00A134E2"/>
    <w:rsid w:val="00A15E4D"/>
    <w:rsid w:val="00A166FB"/>
    <w:rsid w:val="00A16719"/>
    <w:rsid w:val="00A178CB"/>
    <w:rsid w:val="00A17F1F"/>
    <w:rsid w:val="00A20F12"/>
    <w:rsid w:val="00A20F29"/>
    <w:rsid w:val="00A309FB"/>
    <w:rsid w:val="00A31A76"/>
    <w:rsid w:val="00A36CF5"/>
    <w:rsid w:val="00A36F02"/>
    <w:rsid w:val="00A40218"/>
    <w:rsid w:val="00A41CFC"/>
    <w:rsid w:val="00A42317"/>
    <w:rsid w:val="00A42BF3"/>
    <w:rsid w:val="00A441D0"/>
    <w:rsid w:val="00A4422F"/>
    <w:rsid w:val="00A45D73"/>
    <w:rsid w:val="00A469AE"/>
    <w:rsid w:val="00A5009D"/>
    <w:rsid w:val="00A5076F"/>
    <w:rsid w:val="00A543C5"/>
    <w:rsid w:val="00A55579"/>
    <w:rsid w:val="00A56FD0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A5E"/>
    <w:rsid w:val="00A77E58"/>
    <w:rsid w:val="00A80C89"/>
    <w:rsid w:val="00A81BFF"/>
    <w:rsid w:val="00A8385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6FE3"/>
    <w:rsid w:val="00AA22C5"/>
    <w:rsid w:val="00AA50BF"/>
    <w:rsid w:val="00AA5849"/>
    <w:rsid w:val="00AA639C"/>
    <w:rsid w:val="00AA7B6F"/>
    <w:rsid w:val="00AB0502"/>
    <w:rsid w:val="00AB112B"/>
    <w:rsid w:val="00AB2027"/>
    <w:rsid w:val="00AB378D"/>
    <w:rsid w:val="00AB3C76"/>
    <w:rsid w:val="00AC00D1"/>
    <w:rsid w:val="00AC35E7"/>
    <w:rsid w:val="00AC3D51"/>
    <w:rsid w:val="00AC532E"/>
    <w:rsid w:val="00AD09C3"/>
    <w:rsid w:val="00AD13C4"/>
    <w:rsid w:val="00AD2F6C"/>
    <w:rsid w:val="00AD5838"/>
    <w:rsid w:val="00AE0ED0"/>
    <w:rsid w:val="00AE12FC"/>
    <w:rsid w:val="00AE584E"/>
    <w:rsid w:val="00AF02C0"/>
    <w:rsid w:val="00AF0498"/>
    <w:rsid w:val="00AF19F8"/>
    <w:rsid w:val="00AF3273"/>
    <w:rsid w:val="00AF433E"/>
    <w:rsid w:val="00AF5F82"/>
    <w:rsid w:val="00B006FC"/>
    <w:rsid w:val="00B020EA"/>
    <w:rsid w:val="00B06A5A"/>
    <w:rsid w:val="00B07856"/>
    <w:rsid w:val="00B167D7"/>
    <w:rsid w:val="00B17596"/>
    <w:rsid w:val="00B219FF"/>
    <w:rsid w:val="00B2287C"/>
    <w:rsid w:val="00B2534E"/>
    <w:rsid w:val="00B30333"/>
    <w:rsid w:val="00B30FC1"/>
    <w:rsid w:val="00B3147D"/>
    <w:rsid w:val="00B31D5C"/>
    <w:rsid w:val="00B32F30"/>
    <w:rsid w:val="00B33C4F"/>
    <w:rsid w:val="00B33DEB"/>
    <w:rsid w:val="00B349F9"/>
    <w:rsid w:val="00B34CC1"/>
    <w:rsid w:val="00B3585E"/>
    <w:rsid w:val="00B40F16"/>
    <w:rsid w:val="00B415FB"/>
    <w:rsid w:val="00B42BBB"/>
    <w:rsid w:val="00B43C7D"/>
    <w:rsid w:val="00B44A11"/>
    <w:rsid w:val="00B501A2"/>
    <w:rsid w:val="00B533FB"/>
    <w:rsid w:val="00B551AE"/>
    <w:rsid w:val="00B6250B"/>
    <w:rsid w:val="00B6477A"/>
    <w:rsid w:val="00B65247"/>
    <w:rsid w:val="00B71CAD"/>
    <w:rsid w:val="00B734AD"/>
    <w:rsid w:val="00B74655"/>
    <w:rsid w:val="00B75D8C"/>
    <w:rsid w:val="00B76C08"/>
    <w:rsid w:val="00B772A2"/>
    <w:rsid w:val="00B85144"/>
    <w:rsid w:val="00B9036F"/>
    <w:rsid w:val="00B90B28"/>
    <w:rsid w:val="00B91209"/>
    <w:rsid w:val="00B93681"/>
    <w:rsid w:val="00B936C6"/>
    <w:rsid w:val="00B9617A"/>
    <w:rsid w:val="00B96D28"/>
    <w:rsid w:val="00BA0DA7"/>
    <w:rsid w:val="00BA21D9"/>
    <w:rsid w:val="00BA6BF2"/>
    <w:rsid w:val="00BB3159"/>
    <w:rsid w:val="00BB63C6"/>
    <w:rsid w:val="00BB64FE"/>
    <w:rsid w:val="00BC0945"/>
    <w:rsid w:val="00BC748D"/>
    <w:rsid w:val="00BD232E"/>
    <w:rsid w:val="00BD2B17"/>
    <w:rsid w:val="00BD441A"/>
    <w:rsid w:val="00BD4A17"/>
    <w:rsid w:val="00BD5A6B"/>
    <w:rsid w:val="00BD6E75"/>
    <w:rsid w:val="00BE1861"/>
    <w:rsid w:val="00BE2223"/>
    <w:rsid w:val="00BE23CA"/>
    <w:rsid w:val="00BE2994"/>
    <w:rsid w:val="00BE3B3B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7A82"/>
    <w:rsid w:val="00C20C3F"/>
    <w:rsid w:val="00C211F0"/>
    <w:rsid w:val="00C21546"/>
    <w:rsid w:val="00C22632"/>
    <w:rsid w:val="00C2600C"/>
    <w:rsid w:val="00C276CC"/>
    <w:rsid w:val="00C278F7"/>
    <w:rsid w:val="00C27AD9"/>
    <w:rsid w:val="00C3021F"/>
    <w:rsid w:val="00C31B70"/>
    <w:rsid w:val="00C32BA0"/>
    <w:rsid w:val="00C3661E"/>
    <w:rsid w:val="00C36FC2"/>
    <w:rsid w:val="00C40038"/>
    <w:rsid w:val="00C412D9"/>
    <w:rsid w:val="00C43CAB"/>
    <w:rsid w:val="00C44A60"/>
    <w:rsid w:val="00C45804"/>
    <w:rsid w:val="00C4621F"/>
    <w:rsid w:val="00C46FC3"/>
    <w:rsid w:val="00C475DE"/>
    <w:rsid w:val="00C504BB"/>
    <w:rsid w:val="00C51EA2"/>
    <w:rsid w:val="00C54F6C"/>
    <w:rsid w:val="00C55597"/>
    <w:rsid w:val="00C55733"/>
    <w:rsid w:val="00C629CD"/>
    <w:rsid w:val="00C646C7"/>
    <w:rsid w:val="00C64B87"/>
    <w:rsid w:val="00C64B8F"/>
    <w:rsid w:val="00C663D3"/>
    <w:rsid w:val="00C675FA"/>
    <w:rsid w:val="00C76B3A"/>
    <w:rsid w:val="00C80B90"/>
    <w:rsid w:val="00C80E27"/>
    <w:rsid w:val="00C832A2"/>
    <w:rsid w:val="00C8436F"/>
    <w:rsid w:val="00C86A90"/>
    <w:rsid w:val="00C86BA0"/>
    <w:rsid w:val="00C911CD"/>
    <w:rsid w:val="00C93173"/>
    <w:rsid w:val="00C939B2"/>
    <w:rsid w:val="00C9517D"/>
    <w:rsid w:val="00C95403"/>
    <w:rsid w:val="00CA3254"/>
    <w:rsid w:val="00CA338E"/>
    <w:rsid w:val="00CA46C4"/>
    <w:rsid w:val="00CB28E3"/>
    <w:rsid w:val="00CB3B72"/>
    <w:rsid w:val="00CB4F53"/>
    <w:rsid w:val="00CB52FE"/>
    <w:rsid w:val="00CB68B7"/>
    <w:rsid w:val="00CB6B6B"/>
    <w:rsid w:val="00CC0D00"/>
    <w:rsid w:val="00CC1AEF"/>
    <w:rsid w:val="00CC39E0"/>
    <w:rsid w:val="00CC3DE1"/>
    <w:rsid w:val="00CC4467"/>
    <w:rsid w:val="00CC4DD7"/>
    <w:rsid w:val="00CD0CC7"/>
    <w:rsid w:val="00CD1FBD"/>
    <w:rsid w:val="00CD2AF6"/>
    <w:rsid w:val="00CD2F41"/>
    <w:rsid w:val="00CD47B1"/>
    <w:rsid w:val="00CD569E"/>
    <w:rsid w:val="00CD5E23"/>
    <w:rsid w:val="00CD7669"/>
    <w:rsid w:val="00CD7ABA"/>
    <w:rsid w:val="00CE1204"/>
    <w:rsid w:val="00CE1BD4"/>
    <w:rsid w:val="00CE2917"/>
    <w:rsid w:val="00CE4190"/>
    <w:rsid w:val="00CE726B"/>
    <w:rsid w:val="00CE7A86"/>
    <w:rsid w:val="00CF2630"/>
    <w:rsid w:val="00CF46CA"/>
    <w:rsid w:val="00CF49EB"/>
    <w:rsid w:val="00CF6965"/>
    <w:rsid w:val="00CF6A71"/>
    <w:rsid w:val="00D00196"/>
    <w:rsid w:val="00D013A1"/>
    <w:rsid w:val="00D02F13"/>
    <w:rsid w:val="00D03602"/>
    <w:rsid w:val="00D03CAC"/>
    <w:rsid w:val="00D049C7"/>
    <w:rsid w:val="00D070DE"/>
    <w:rsid w:val="00D07511"/>
    <w:rsid w:val="00D14647"/>
    <w:rsid w:val="00D15B12"/>
    <w:rsid w:val="00D16DD6"/>
    <w:rsid w:val="00D2050B"/>
    <w:rsid w:val="00D209DB"/>
    <w:rsid w:val="00D22323"/>
    <w:rsid w:val="00D2560E"/>
    <w:rsid w:val="00D26591"/>
    <w:rsid w:val="00D265CF"/>
    <w:rsid w:val="00D30442"/>
    <w:rsid w:val="00D3067B"/>
    <w:rsid w:val="00D32611"/>
    <w:rsid w:val="00D356B4"/>
    <w:rsid w:val="00D35F83"/>
    <w:rsid w:val="00D368ED"/>
    <w:rsid w:val="00D36C78"/>
    <w:rsid w:val="00D37773"/>
    <w:rsid w:val="00D41983"/>
    <w:rsid w:val="00D436B1"/>
    <w:rsid w:val="00D47AA3"/>
    <w:rsid w:val="00D50DB7"/>
    <w:rsid w:val="00D510DB"/>
    <w:rsid w:val="00D51175"/>
    <w:rsid w:val="00D5514A"/>
    <w:rsid w:val="00D570DC"/>
    <w:rsid w:val="00D5729C"/>
    <w:rsid w:val="00D60522"/>
    <w:rsid w:val="00D621A9"/>
    <w:rsid w:val="00D65A7E"/>
    <w:rsid w:val="00D70C09"/>
    <w:rsid w:val="00D71F0F"/>
    <w:rsid w:val="00D75779"/>
    <w:rsid w:val="00D76613"/>
    <w:rsid w:val="00D80F48"/>
    <w:rsid w:val="00D838DD"/>
    <w:rsid w:val="00D83CC4"/>
    <w:rsid w:val="00D84949"/>
    <w:rsid w:val="00D8527C"/>
    <w:rsid w:val="00D854E3"/>
    <w:rsid w:val="00D8658D"/>
    <w:rsid w:val="00D905BE"/>
    <w:rsid w:val="00D90E94"/>
    <w:rsid w:val="00D94DB1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5E85"/>
    <w:rsid w:val="00DB66B0"/>
    <w:rsid w:val="00DB7418"/>
    <w:rsid w:val="00DB7504"/>
    <w:rsid w:val="00DC16BD"/>
    <w:rsid w:val="00DC3ED7"/>
    <w:rsid w:val="00DC473B"/>
    <w:rsid w:val="00DC54FD"/>
    <w:rsid w:val="00DC59FA"/>
    <w:rsid w:val="00DE03B7"/>
    <w:rsid w:val="00DE076F"/>
    <w:rsid w:val="00DE346A"/>
    <w:rsid w:val="00DE4C7A"/>
    <w:rsid w:val="00DE527C"/>
    <w:rsid w:val="00DE6E37"/>
    <w:rsid w:val="00DF071B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4370"/>
    <w:rsid w:val="00E14956"/>
    <w:rsid w:val="00E1656B"/>
    <w:rsid w:val="00E203A8"/>
    <w:rsid w:val="00E226B3"/>
    <w:rsid w:val="00E24B00"/>
    <w:rsid w:val="00E257FB"/>
    <w:rsid w:val="00E26A87"/>
    <w:rsid w:val="00E27891"/>
    <w:rsid w:val="00E37162"/>
    <w:rsid w:val="00E37F38"/>
    <w:rsid w:val="00E41B68"/>
    <w:rsid w:val="00E4208A"/>
    <w:rsid w:val="00E45E81"/>
    <w:rsid w:val="00E46F67"/>
    <w:rsid w:val="00E47599"/>
    <w:rsid w:val="00E52068"/>
    <w:rsid w:val="00E521E9"/>
    <w:rsid w:val="00E53762"/>
    <w:rsid w:val="00E5609A"/>
    <w:rsid w:val="00E5713F"/>
    <w:rsid w:val="00E57B4F"/>
    <w:rsid w:val="00E60D00"/>
    <w:rsid w:val="00E63A40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5D40"/>
    <w:rsid w:val="00E96AEC"/>
    <w:rsid w:val="00E97E7C"/>
    <w:rsid w:val="00EA1C09"/>
    <w:rsid w:val="00EA2E43"/>
    <w:rsid w:val="00EA34BC"/>
    <w:rsid w:val="00EA3886"/>
    <w:rsid w:val="00EA5DA9"/>
    <w:rsid w:val="00EA6D26"/>
    <w:rsid w:val="00EA6D9A"/>
    <w:rsid w:val="00EA7B23"/>
    <w:rsid w:val="00EB0719"/>
    <w:rsid w:val="00EB191B"/>
    <w:rsid w:val="00EB2091"/>
    <w:rsid w:val="00EB3197"/>
    <w:rsid w:val="00EB6D83"/>
    <w:rsid w:val="00EB76E5"/>
    <w:rsid w:val="00EC4B52"/>
    <w:rsid w:val="00EC6008"/>
    <w:rsid w:val="00EC729E"/>
    <w:rsid w:val="00EC7EDD"/>
    <w:rsid w:val="00ED4EEB"/>
    <w:rsid w:val="00ED5008"/>
    <w:rsid w:val="00ED5F0F"/>
    <w:rsid w:val="00ED6C5A"/>
    <w:rsid w:val="00EE02D4"/>
    <w:rsid w:val="00EE32F2"/>
    <w:rsid w:val="00EE5E98"/>
    <w:rsid w:val="00EE7B14"/>
    <w:rsid w:val="00EE7B3C"/>
    <w:rsid w:val="00EF117B"/>
    <w:rsid w:val="00EF1F94"/>
    <w:rsid w:val="00EF2035"/>
    <w:rsid w:val="00EF30CE"/>
    <w:rsid w:val="00EF3881"/>
    <w:rsid w:val="00EF4256"/>
    <w:rsid w:val="00EF5185"/>
    <w:rsid w:val="00EF66DB"/>
    <w:rsid w:val="00EF6933"/>
    <w:rsid w:val="00EF7A85"/>
    <w:rsid w:val="00EF7AD3"/>
    <w:rsid w:val="00EF7BBA"/>
    <w:rsid w:val="00F01255"/>
    <w:rsid w:val="00F05651"/>
    <w:rsid w:val="00F06AB0"/>
    <w:rsid w:val="00F06F97"/>
    <w:rsid w:val="00F12F8B"/>
    <w:rsid w:val="00F14A66"/>
    <w:rsid w:val="00F15234"/>
    <w:rsid w:val="00F1639D"/>
    <w:rsid w:val="00F20041"/>
    <w:rsid w:val="00F211AF"/>
    <w:rsid w:val="00F225AB"/>
    <w:rsid w:val="00F23AA7"/>
    <w:rsid w:val="00F26298"/>
    <w:rsid w:val="00F30DDE"/>
    <w:rsid w:val="00F313DB"/>
    <w:rsid w:val="00F3225A"/>
    <w:rsid w:val="00F334BD"/>
    <w:rsid w:val="00F350EA"/>
    <w:rsid w:val="00F374D6"/>
    <w:rsid w:val="00F40D0F"/>
    <w:rsid w:val="00F4269D"/>
    <w:rsid w:val="00F4321E"/>
    <w:rsid w:val="00F45B28"/>
    <w:rsid w:val="00F51CE5"/>
    <w:rsid w:val="00F57E26"/>
    <w:rsid w:val="00F61FEC"/>
    <w:rsid w:val="00F62562"/>
    <w:rsid w:val="00F63DB1"/>
    <w:rsid w:val="00F64A2E"/>
    <w:rsid w:val="00F65A58"/>
    <w:rsid w:val="00F66983"/>
    <w:rsid w:val="00F7103B"/>
    <w:rsid w:val="00F73DCB"/>
    <w:rsid w:val="00F74337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7EC5"/>
    <w:rsid w:val="00F90123"/>
    <w:rsid w:val="00F90353"/>
    <w:rsid w:val="00F93939"/>
    <w:rsid w:val="00F93A0A"/>
    <w:rsid w:val="00F94B4F"/>
    <w:rsid w:val="00F972C1"/>
    <w:rsid w:val="00FA2A42"/>
    <w:rsid w:val="00FA31F1"/>
    <w:rsid w:val="00FA3363"/>
    <w:rsid w:val="00FA3F13"/>
    <w:rsid w:val="00FA5405"/>
    <w:rsid w:val="00FA6CD5"/>
    <w:rsid w:val="00FB0E05"/>
    <w:rsid w:val="00FB10F5"/>
    <w:rsid w:val="00FB1459"/>
    <w:rsid w:val="00FB63D0"/>
    <w:rsid w:val="00FC0B3C"/>
    <w:rsid w:val="00FC0D61"/>
    <w:rsid w:val="00FC11D0"/>
    <w:rsid w:val="00FC1CFF"/>
    <w:rsid w:val="00FC48C6"/>
    <w:rsid w:val="00FC5F36"/>
    <w:rsid w:val="00FD44C6"/>
    <w:rsid w:val="00FD465B"/>
    <w:rsid w:val="00FD5BCB"/>
    <w:rsid w:val="00FD7515"/>
    <w:rsid w:val="00FE36B3"/>
    <w:rsid w:val="00FE398F"/>
    <w:rsid w:val="00FE4B5B"/>
    <w:rsid w:val="00FE5B0A"/>
    <w:rsid w:val="00FE77E4"/>
    <w:rsid w:val="00FE7E2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2750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2750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2750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A99E-AC75-45C4-AB74-DB633E0F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3790</Words>
  <Characters>21607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Черкасова Валерия Сергеевна</cp:lastModifiedBy>
  <cp:revision>11</cp:revision>
  <cp:lastPrinted>2013-06-14T10:56:00Z</cp:lastPrinted>
  <dcterms:created xsi:type="dcterms:W3CDTF">2013-05-16T10:29:00Z</dcterms:created>
  <dcterms:modified xsi:type="dcterms:W3CDTF">2013-06-14T10:59:00Z</dcterms:modified>
</cp:coreProperties>
</file>