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8D" w:rsidRPr="00564B76" w:rsidRDefault="00DD7F8D" w:rsidP="00E1352B">
      <w:pPr>
        <w:tabs>
          <w:tab w:val="left" w:pos="2443"/>
        </w:tabs>
      </w:pPr>
    </w:p>
    <w:p w:rsidR="00C77FB2" w:rsidRPr="00564B76" w:rsidRDefault="00C77FB2" w:rsidP="000C6B69">
      <w:pPr>
        <w:rPr>
          <w:bCs/>
        </w:rPr>
      </w:pPr>
    </w:p>
    <w:p w:rsidR="00F11AA5" w:rsidRPr="00564B76" w:rsidRDefault="008F72BB">
      <w:pPr>
        <w:pStyle w:val="1"/>
        <w:rPr>
          <w:bCs/>
          <w:sz w:val="24"/>
        </w:rPr>
      </w:pPr>
      <w:r w:rsidRPr="00564B76">
        <w:rPr>
          <w:sz w:val="24"/>
        </w:rPr>
        <w:t xml:space="preserve">ТЕХНИЧЕСКОЕ ЗАДАНИЕ </w:t>
      </w:r>
    </w:p>
    <w:p w:rsidR="001A4E25" w:rsidRPr="00564B76" w:rsidRDefault="00F11AA5">
      <w:pPr>
        <w:jc w:val="center"/>
        <w:rPr>
          <w:bCs/>
        </w:rPr>
      </w:pPr>
      <w:r w:rsidRPr="00564B76">
        <w:rPr>
          <w:bCs/>
        </w:rPr>
        <w:t xml:space="preserve"> на проведение регламентированных процедур</w:t>
      </w:r>
      <w:r w:rsidR="00913736" w:rsidRPr="00564B76">
        <w:rPr>
          <w:bCs/>
        </w:rPr>
        <w:t xml:space="preserve"> по</w:t>
      </w:r>
      <w:r w:rsidRPr="00564B76">
        <w:rPr>
          <w:bCs/>
        </w:rPr>
        <w:t xml:space="preserve"> </w:t>
      </w:r>
      <w:r w:rsidR="00913736" w:rsidRPr="00564B76">
        <w:rPr>
          <w:bCs/>
        </w:rPr>
        <w:t xml:space="preserve">выбору </w:t>
      </w:r>
      <w:proofErr w:type="gramStart"/>
      <w:r w:rsidR="00913736" w:rsidRPr="00564B76">
        <w:rPr>
          <w:bCs/>
        </w:rPr>
        <w:t>подрядной</w:t>
      </w:r>
      <w:proofErr w:type="gramEnd"/>
      <w:r w:rsidR="00913736" w:rsidRPr="00564B76">
        <w:rPr>
          <w:bCs/>
        </w:rPr>
        <w:t xml:space="preserve"> </w:t>
      </w:r>
    </w:p>
    <w:p w:rsidR="009D1DE0" w:rsidRPr="00564B76" w:rsidRDefault="00913736" w:rsidP="007B6002">
      <w:pPr>
        <w:jc w:val="center"/>
        <w:rPr>
          <w:bCs/>
        </w:rPr>
      </w:pPr>
      <w:r w:rsidRPr="00564B76">
        <w:rPr>
          <w:bCs/>
        </w:rPr>
        <w:t>организации для выполнения</w:t>
      </w:r>
      <w:r w:rsidR="00C26E15" w:rsidRPr="00564B76">
        <w:rPr>
          <w:bCs/>
        </w:rPr>
        <w:t xml:space="preserve"> </w:t>
      </w:r>
      <w:r w:rsidR="00412B88" w:rsidRPr="00564B76">
        <w:rPr>
          <w:bCs/>
        </w:rPr>
        <w:t>строительно-</w:t>
      </w:r>
      <w:r w:rsidR="008F72BB" w:rsidRPr="00564B76">
        <w:rPr>
          <w:bCs/>
        </w:rPr>
        <w:t>монтажных работ</w:t>
      </w:r>
      <w:r w:rsidR="007B6002" w:rsidRPr="00564B76">
        <w:rPr>
          <w:bCs/>
        </w:rPr>
        <w:t xml:space="preserve"> по</w:t>
      </w:r>
      <w:r w:rsidR="00E224CB" w:rsidRPr="00564B76">
        <w:rPr>
          <w:bCs/>
        </w:rPr>
        <w:t xml:space="preserve"> объекту </w:t>
      </w:r>
    </w:p>
    <w:p w:rsidR="00F11AA5" w:rsidRPr="00564B76" w:rsidRDefault="00373C47" w:rsidP="00373C47">
      <w:pPr>
        <w:jc w:val="center"/>
        <w:rPr>
          <w:bCs/>
        </w:rPr>
      </w:pPr>
      <w:r w:rsidRPr="00564B76">
        <w:rPr>
          <w:bCs/>
        </w:rPr>
        <w:t>«</w:t>
      </w:r>
      <w:r w:rsidR="00461792">
        <w:rPr>
          <w:bCs/>
        </w:rPr>
        <w:t xml:space="preserve">Система АСКУЭ цеха по производству лаков ЗАО «Гарант Холдинг» г. Смоленск, ул. </w:t>
      </w:r>
      <w:proofErr w:type="spellStart"/>
      <w:r w:rsidR="00461792">
        <w:rPr>
          <w:bCs/>
        </w:rPr>
        <w:t>Смольянинова</w:t>
      </w:r>
      <w:proofErr w:type="spellEnd"/>
      <w:r w:rsidR="00A07C5E">
        <w:rPr>
          <w:bCs/>
        </w:rPr>
        <w:t>»</w:t>
      </w:r>
    </w:p>
    <w:p w:rsidR="00C77FB2" w:rsidRPr="00564B76" w:rsidRDefault="00461792" w:rsidP="00461792">
      <w:pPr>
        <w:tabs>
          <w:tab w:val="left" w:pos="1440"/>
        </w:tabs>
        <w:rPr>
          <w:bCs/>
        </w:rPr>
      </w:pPr>
      <w:r>
        <w:rPr>
          <w:bCs/>
        </w:rPr>
        <w:tab/>
      </w:r>
    </w:p>
    <w:p w:rsidR="00367A88" w:rsidRPr="00564B76" w:rsidRDefault="00367A88" w:rsidP="004B3E60">
      <w:pPr>
        <w:pStyle w:val="a3"/>
        <w:numPr>
          <w:ilvl w:val="0"/>
          <w:numId w:val="1"/>
        </w:numPr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Общие положения.</w:t>
      </w:r>
    </w:p>
    <w:p w:rsidR="00C66FDA" w:rsidRDefault="00204530" w:rsidP="004B3E60">
      <w:pPr>
        <w:numPr>
          <w:ilvl w:val="1"/>
          <w:numId w:val="3"/>
        </w:numPr>
        <w:tabs>
          <w:tab w:val="clear" w:pos="791"/>
          <w:tab w:val="num" w:pos="1276"/>
        </w:tabs>
        <w:ind w:left="1276" w:hanging="567"/>
        <w:jc w:val="both"/>
      </w:pPr>
      <w:r w:rsidRPr="00564B76">
        <w:t>Строительно-м</w:t>
      </w:r>
      <w:r w:rsidR="001A4E25" w:rsidRPr="00564B76">
        <w:t xml:space="preserve">онтажные работы </w:t>
      </w:r>
      <w:r w:rsidR="00367A88" w:rsidRPr="00564B76">
        <w:t>должн</w:t>
      </w:r>
      <w:r w:rsidR="001A4E25" w:rsidRPr="00564B76">
        <w:t>ы</w:t>
      </w:r>
      <w:r w:rsidR="00367A88" w:rsidRPr="00564B76">
        <w:t xml:space="preserve"> производиться </w:t>
      </w:r>
      <w:r w:rsidR="001A4E25" w:rsidRPr="00564B76">
        <w:t xml:space="preserve">в полном соответствии с </w:t>
      </w:r>
      <w:r w:rsidR="00B56B3D" w:rsidRPr="00564B76">
        <w:t xml:space="preserve">рабочим </w:t>
      </w:r>
      <w:r w:rsidR="001A4E25" w:rsidRPr="00564B76">
        <w:t>проект</w:t>
      </w:r>
      <w:r w:rsidR="0002489B" w:rsidRPr="00564B76">
        <w:t xml:space="preserve">ом </w:t>
      </w:r>
      <w:r w:rsidR="0033654B" w:rsidRPr="00C66FDA">
        <w:rPr>
          <w:bCs/>
        </w:rPr>
        <w:t>«</w:t>
      </w:r>
      <w:r w:rsidR="00A64C0A">
        <w:rPr>
          <w:bCs/>
        </w:rPr>
        <w:t xml:space="preserve">Система АСКУЭ цеха по производству лаков ЗАО «Гарант Холдинг» г. Смоленск, ул. </w:t>
      </w:r>
      <w:proofErr w:type="spellStart"/>
      <w:r w:rsidR="00A64C0A">
        <w:rPr>
          <w:bCs/>
        </w:rPr>
        <w:t>Смольянинова</w:t>
      </w:r>
      <w:proofErr w:type="spellEnd"/>
      <w:r w:rsidR="0033654B" w:rsidRPr="00C66FDA">
        <w:rPr>
          <w:bCs/>
        </w:rPr>
        <w:t>»</w:t>
      </w:r>
      <w:r w:rsidR="001B1DC4" w:rsidRPr="00564B76">
        <w:t xml:space="preserve">, </w:t>
      </w:r>
      <w:r w:rsidR="00C66FDA" w:rsidRPr="00564B76">
        <w:t>выпо</w:t>
      </w:r>
      <w:r w:rsidR="00A64C0A">
        <w:t>лненным ОО</w:t>
      </w:r>
      <w:r w:rsidR="00C66FDA">
        <w:t>О «</w:t>
      </w:r>
      <w:proofErr w:type="spellStart"/>
      <w:r w:rsidR="00A64C0A">
        <w:t>Налачик</w:t>
      </w:r>
      <w:proofErr w:type="spellEnd"/>
      <w:r w:rsidR="006F53B3">
        <w:t>»</w:t>
      </w:r>
      <w:r w:rsidR="00C66FDA" w:rsidRPr="00564B76">
        <w:t>.</w:t>
      </w:r>
    </w:p>
    <w:p w:rsidR="00367A88" w:rsidRPr="00564B76" w:rsidRDefault="00367A88" w:rsidP="004B3E60">
      <w:pPr>
        <w:numPr>
          <w:ilvl w:val="1"/>
          <w:numId w:val="3"/>
        </w:numPr>
        <w:tabs>
          <w:tab w:val="clear" w:pos="791"/>
          <w:tab w:val="num" w:pos="1276"/>
        </w:tabs>
        <w:ind w:left="1276" w:hanging="567"/>
        <w:jc w:val="both"/>
      </w:pPr>
      <w:r w:rsidRPr="00564B76">
        <w:t>Подрядчик определяется на основании пр</w:t>
      </w:r>
      <w:r w:rsidRPr="00A64C0A">
        <w:rPr>
          <w:color w:val="FF0000"/>
        </w:rPr>
        <w:t>о</w:t>
      </w:r>
      <w:r w:rsidRPr="00564B76">
        <w:t>ведения конкурса на выполнение данного вида работ.</w:t>
      </w:r>
    </w:p>
    <w:p w:rsidR="004C6694" w:rsidRPr="00564B76" w:rsidRDefault="004C6694" w:rsidP="004B3E60">
      <w:pPr>
        <w:numPr>
          <w:ilvl w:val="1"/>
          <w:numId w:val="3"/>
        </w:numPr>
        <w:tabs>
          <w:tab w:val="clear" w:pos="791"/>
          <w:tab w:val="num" w:pos="1276"/>
        </w:tabs>
        <w:ind w:left="1276" w:hanging="567"/>
        <w:jc w:val="both"/>
      </w:pPr>
      <w:r w:rsidRPr="00564B76">
        <w:t>Все материалы, оборудование</w:t>
      </w:r>
      <w:r w:rsidR="00207AAB" w:rsidRPr="00564B76">
        <w:t xml:space="preserve"> </w:t>
      </w:r>
      <w:r w:rsidR="00C26E15" w:rsidRPr="00564B76">
        <w:t xml:space="preserve">для </w:t>
      </w:r>
      <w:r w:rsidR="00B915F7" w:rsidRPr="00564B76">
        <w:t>строительно-</w:t>
      </w:r>
      <w:r w:rsidRPr="00564B76">
        <w:t xml:space="preserve">монтажных работ поставляются Подрядчиком.  </w:t>
      </w:r>
    </w:p>
    <w:p w:rsidR="00367A88" w:rsidRPr="00564B76" w:rsidRDefault="00367A88" w:rsidP="004B3E60">
      <w:pPr>
        <w:numPr>
          <w:ilvl w:val="1"/>
          <w:numId w:val="3"/>
        </w:numPr>
        <w:tabs>
          <w:tab w:val="clear" w:pos="791"/>
          <w:tab w:val="num" w:pos="1276"/>
        </w:tabs>
        <w:ind w:left="1276" w:hanging="567"/>
        <w:jc w:val="both"/>
      </w:pPr>
      <w:r w:rsidRPr="00564B76">
        <w:t>Все условия работ определяются и регулируются на основе договора</w:t>
      </w:r>
      <w:r w:rsidR="000D742A" w:rsidRPr="00564B76">
        <w:t>,</w:t>
      </w:r>
      <w:r w:rsidRPr="00564B76">
        <w:t xml:space="preserve"> заключенного Заказчиком с победителем конкурса.</w:t>
      </w:r>
    </w:p>
    <w:p w:rsidR="00367A88" w:rsidRPr="00564B76" w:rsidRDefault="00367A88" w:rsidP="004B3E60">
      <w:pPr>
        <w:pStyle w:val="a3"/>
        <w:numPr>
          <w:ilvl w:val="1"/>
          <w:numId w:val="3"/>
        </w:numPr>
        <w:tabs>
          <w:tab w:val="clear" w:pos="791"/>
          <w:tab w:val="num" w:pos="1276"/>
        </w:tabs>
        <w:ind w:left="1276" w:hanging="567"/>
        <w:jc w:val="both"/>
        <w:rPr>
          <w:sz w:val="24"/>
          <w:szCs w:val="24"/>
        </w:rPr>
      </w:pPr>
      <w:r w:rsidRPr="00564B76">
        <w:rPr>
          <w:sz w:val="24"/>
          <w:szCs w:val="24"/>
        </w:rPr>
        <w:t xml:space="preserve">Участвующие в конкурсе должны иметь </w:t>
      </w:r>
      <w:r w:rsidR="00CC7D08" w:rsidRPr="00564B76">
        <w:rPr>
          <w:sz w:val="24"/>
          <w:szCs w:val="24"/>
        </w:rPr>
        <w:t>свидетельство о вступлении в СРО</w:t>
      </w:r>
      <w:r w:rsidR="00C26E15" w:rsidRPr="00564B76">
        <w:rPr>
          <w:sz w:val="24"/>
          <w:szCs w:val="24"/>
        </w:rPr>
        <w:t xml:space="preserve"> и опыт </w:t>
      </w:r>
      <w:r w:rsidRPr="00564B76">
        <w:rPr>
          <w:sz w:val="24"/>
          <w:szCs w:val="24"/>
        </w:rPr>
        <w:t>монтажных работ</w:t>
      </w:r>
      <w:r w:rsidR="006C4C7A">
        <w:rPr>
          <w:sz w:val="24"/>
          <w:szCs w:val="24"/>
        </w:rPr>
        <w:t xml:space="preserve"> аналогичных объектов не менее 5</w:t>
      </w:r>
      <w:r w:rsidRPr="00564B76">
        <w:rPr>
          <w:sz w:val="24"/>
          <w:szCs w:val="24"/>
        </w:rPr>
        <w:t xml:space="preserve"> лет.</w:t>
      </w:r>
    </w:p>
    <w:p w:rsidR="00367A88" w:rsidRPr="00564B76" w:rsidRDefault="00B915F7" w:rsidP="004B3E60">
      <w:pPr>
        <w:pStyle w:val="a3"/>
        <w:numPr>
          <w:ilvl w:val="1"/>
          <w:numId w:val="3"/>
        </w:numPr>
        <w:tabs>
          <w:tab w:val="clear" w:pos="791"/>
          <w:tab w:val="num" w:pos="1276"/>
        </w:tabs>
        <w:ind w:left="1276" w:hanging="567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Строительн</w:t>
      </w:r>
      <w:r w:rsidR="00367A88" w:rsidRPr="00564B76">
        <w:rPr>
          <w:sz w:val="24"/>
          <w:szCs w:val="24"/>
        </w:rPr>
        <w:t>о</w:t>
      </w:r>
      <w:r w:rsidRPr="00564B76">
        <w:rPr>
          <w:sz w:val="24"/>
          <w:szCs w:val="24"/>
        </w:rPr>
        <w:t>-мо</w:t>
      </w:r>
      <w:r w:rsidR="00367A88" w:rsidRPr="00564B76">
        <w:rPr>
          <w:sz w:val="24"/>
          <w:szCs w:val="24"/>
        </w:rPr>
        <w:t>нтажные работы</w:t>
      </w:r>
      <w:r w:rsidR="000D742A" w:rsidRPr="00564B76">
        <w:rPr>
          <w:sz w:val="24"/>
          <w:szCs w:val="24"/>
        </w:rPr>
        <w:t>,</w:t>
      </w:r>
      <w:r w:rsidR="00367A88" w:rsidRPr="00564B76">
        <w:rPr>
          <w:sz w:val="24"/>
          <w:szCs w:val="24"/>
        </w:rPr>
        <w:t xml:space="preserve"> производимые организацией</w:t>
      </w:r>
      <w:r w:rsidR="000D742A" w:rsidRPr="00564B76">
        <w:rPr>
          <w:sz w:val="24"/>
          <w:szCs w:val="24"/>
        </w:rPr>
        <w:t>,</w:t>
      </w:r>
      <w:r w:rsidR="00367A88" w:rsidRPr="00564B76">
        <w:rPr>
          <w:sz w:val="24"/>
          <w:szCs w:val="24"/>
        </w:rPr>
        <w:t xml:space="preserve"> должны быть застрахованы.</w:t>
      </w:r>
    </w:p>
    <w:p w:rsidR="005878AB" w:rsidRPr="00564B76" w:rsidRDefault="005878AB" w:rsidP="005878AB">
      <w:pPr>
        <w:pStyle w:val="a3"/>
        <w:ind w:left="1276" w:firstLine="0"/>
        <w:jc w:val="both"/>
        <w:rPr>
          <w:sz w:val="24"/>
          <w:szCs w:val="24"/>
        </w:rPr>
      </w:pPr>
    </w:p>
    <w:p w:rsidR="0056288F" w:rsidRPr="00984BD0" w:rsidRDefault="00F93D56" w:rsidP="004B3E60">
      <w:pPr>
        <w:pStyle w:val="a3"/>
        <w:numPr>
          <w:ilvl w:val="0"/>
          <w:numId w:val="1"/>
        </w:numPr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Строительно-м</w:t>
      </w:r>
      <w:r w:rsidR="00ED16CA" w:rsidRPr="00564B76">
        <w:rPr>
          <w:sz w:val="24"/>
          <w:szCs w:val="24"/>
        </w:rPr>
        <w:t xml:space="preserve">онтажные работы </w:t>
      </w:r>
      <w:r w:rsidR="00501E72" w:rsidRPr="00564B76">
        <w:rPr>
          <w:sz w:val="24"/>
          <w:szCs w:val="24"/>
        </w:rPr>
        <w:t>проводятся:</w:t>
      </w:r>
    </w:p>
    <w:tbl>
      <w:tblPr>
        <w:tblW w:w="9275" w:type="dxa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1642"/>
        <w:gridCol w:w="1483"/>
        <w:gridCol w:w="1315"/>
        <w:gridCol w:w="1616"/>
        <w:gridCol w:w="1776"/>
      </w:tblGrid>
      <w:tr w:rsidR="008A2C2F" w:rsidRPr="00564B76" w:rsidTr="00E4368E">
        <w:trPr>
          <w:jc w:val="center"/>
        </w:trPr>
        <w:tc>
          <w:tcPr>
            <w:tcW w:w="1443" w:type="dxa"/>
            <w:vAlign w:val="center"/>
          </w:tcPr>
          <w:p w:rsidR="00DE1F58" w:rsidRPr="00564B76" w:rsidRDefault="00DE1F58" w:rsidP="00BD2810">
            <w:pPr>
              <w:pStyle w:val="a3"/>
              <w:ind w:left="0" w:firstLine="0"/>
              <w:rPr>
                <w:sz w:val="24"/>
                <w:szCs w:val="24"/>
              </w:rPr>
            </w:pPr>
            <w:r w:rsidRPr="00564B76">
              <w:rPr>
                <w:sz w:val="24"/>
                <w:szCs w:val="24"/>
              </w:rPr>
              <w:t>Область</w:t>
            </w:r>
          </w:p>
        </w:tc>
        <w:tc>
          <w:tcPr>
            <w:tcW w:w="1642" w:type="dxa"/>
            <w:vAlign w:val="center"/>
          </w:tcPr>
          <w:p w:rsidR="00DE1F58" w:rsidRPr="00564B76" w:rsidRDefault="00DE1F58" w:rsidP="00BD2810">
            <w:pPr>
              <w:pStyle w:val="a3"/>
              <w:ind w:left="0" w:firstLine="0"/>
              <w:rPr>
                <w:sz w:val="24"/>
                <w:szCs w:val="24"/>
              </w:rPr>
            </w:pPr>
            <w:r w:rsidRPr="00564B76">
              <w:rPr>
                <w:sz w:val="24"/>
                <w:szCs w:val="24"/>
              </w:rPr>
              <w:t>Район</w:t>
            </w:r>
          </w:p>
        </w:tc>
        <w:tc>
          <w:tcPr>
            <w:tcW w:w="1483" w:type="dxa"/>
            <w:vAlign w:val="center"/>
          </w:tcPr>
          <w:p w:rsidR="00DE1F58" w:rsidRPr="00564B76" w:rsidRDefault="00DE1F58" w:rsidP="001B39EA">
            <w:pPr>
              <w:pStyle w:val="a3"/>
              <w:ind w:left="0" w:firstLine="0"/>
              <w:rPr>
                <w:sz w:val="24"/>
                <w:szCs w:val="24"/>
              </w:rPr>
            </w:pPr>
            <w:r w:rsidRPr="00564B76">
              <w:rPr>
                <w:sz w:val="24"/>
                <w:szCs w:val="24"/>
              </w:rPr>
              <w:t>Город (село, деревня)</w:t>
            </w:r>
          </w:p>
        </w:tc>
        <w:tc>
          <w:tcPr>
            <w:tcW w:w="1315" w:type="dxa"/>
            <w:vAlign w:val="center"/>
          </w:tcPr>
          <w:p w:rsidR="00DE1F58" w:rsidRPr="00564B76" w:rsidRDefault="0037403E" w:rsidP="001B39EA">
            <w:pPr>
              <w:pStyle w:val="a3"/>
              <w:ind w:left="0" w:firstLine="0"/>
              <w:rPr>
                <w:sz w:val="24"/>
                <w:szCs w:val="24"/>
              </w:rPr>
            </w:pPr>
            <w:r w:rsidRPr="00564B76">
              <w:rPr>
                <w:sz w:val="24"/>
                <w:szCs w:val="24"/>
              </w:rPr>
              <w:t>№ основного средства</w:t>
            </w:r>
          </w:p>
        </w:tc>
        <w:tc>
          <w:tcPr>
            <w:tcW w:w="1616" w:type="dxa"/>
            <w:vAlign w:val="center"/>
          </w:tcPr>
          <w:p w:rsidR="00DE1F58" w:rsidRPr="00564B76" w:rsidRDefault="0037403E" w:rsidP="001B39EA">
            <w:pPr>
              <w:pStyle w:val="a3"/>
              <w:ind w:left="0" w:firstLine="0"/>
              <w:rPr>
                <w:sz w:val="24"/>
                <w:szCs w:val="24"/>
              </w:rPr>
            </w:pPr>
            <w:r w:rsidRPr="00564B76">
              <w:rPr>
                <w:sz w:val="24"/>
                <w:szCs w:val="24"/>
              </w:rPr>
              <w:t>Инвентарный №</w:t>
            </w:r>
          </w:p>
        </w:tc>
        <w:tc>
          <w:tcPr>
            <w:tcW w:w="1776" w:type="dxa"/>
            <w:vAlign w:val="center"/>
          </w:tcPr>
          <w:p w:rsidR="00DE1F58" w:rsidRPr="00564B76" w:rsidRDefault="00DE1F58" w:rsidP="001B39EA">
            <w:pPr>
              <w:pStyle w:val="a3"/>
              <w:ind w:left="0" w:firstLine="0"/>
              <w:rPr>
                <w:sz w:val="24"/>
                <w:szCs w:val="24"/>
              </w:rPr>
            </w:pPr>
            <w:r w:rsidRPr="00564B76">
              <w:rPr>
                <w:sz w:val="24"/>
                <w:szCs w:val="24"/>
              </w:rPr>
              <w:t>Наименование основного средства</w:t>
            </w:r>
          </w:p>
        </w:tc>
      </w:tr>
      <w:tr w:rsidR="001B39EA" w:rsidRPr="00564B76" w:rsidTr="00E4368E">
        <w:trPr>
          <w:jc w:val="center"/>
        </w:trPr>
        <w:tc>
          <w:tcPr>
            <w:tcW w:w="1443" w:type="dxa"/>
            <w:vAlign w:val="center"/>
          </w:tcPr>
          <w:p w:rsidR="001B39EA" w:rsidRPr="00564B76" w:rsidRDefault="001B39EA" w:rsidP="00BD2810">
            <w:pPr>
              <w:pStyle w:val="a3"/>
              <w:ind w:left="0" w:firstLine="0"/>
              <w:rPr>
                <w:sz w:val="24"/>
                <w:szCs w:val="24"/>
              </w:rPr>
            </w:pPr>
            <w:r w:rsidRPr="00564B76">
              <w:rPr>
                <w:sz w:val="24"/>
                <w:szCs w:val="24"/>
              </w:rPr>
              <w:t>Смоленская</w:t>
            </w:r>
          </w:p>
        </w:tc>
        <w:tc>
          <w:tcPr>
            <w:tcW w:w="1642" w:type="dxa"/>
            <w:vAlign w:val="center"/>
          </w:tcPr>
          <w:p w:rsidR="001B39EA" w:rsidRPr="00564B76" w:rsidRDefault="0075555D" w:rsidP="00BD2810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Смоленский</w:t>
            </w:r>
          </w:p>
        </w:tc>
        <w:tc>
          <w:tcPr>
            <w:tcW w:w="1483" w:type="dxa"/>
            <w:vAlign w:val="center"/>
          </w:tcPr>
          <w:p w:rsidR="001B39EA" w:rsidRPr="00564B76" w:rsidRDefault="0075555D" w:rsidP="00E4368E">
            <w:pPr>
              <w:pStyle w:val="a3"/>
              <w:ind w:left="0" w:firstLine="0"/>
              <w:rPr>
                <w:sz w:val="24"/>
                <w:szCs w:val="24"/>
              </w:rPr>
            </w:pPr>
            <w:r w:rsidRPr="0075555D">
              <w:rPr>
                <w:sz w:val="24"/>
                <w:szCs w:val="24"/>
              </w:rPr>
              <w:t>г. Смоленск</w:t>
            </w:r>
          </w:p>
        </w:tc>
        <w:tc>
          <w:tcPr>
            <w:tcW w:w="1315" w:type="dxa"/>
            <w:vAlign w:val="center"/>
          </w:tcPr>
          <w:p w:rsidR="001B39EA" w:rsidRPr="001B39EA" w:rsidRDefault="001B39EA" w:rsidP="001B39EA">
            <w:pPr>
              <w:jc w:val="center"/>
            </w:pPr>
          </w:p>
        </w:tc>
        <w:tc>
          <w:tcPr>
            <w:tcW w:w="1616" w:type="dxa"/>
            <w:vAlign w:val="center"/>
          </w:tcPr>
          <w:p w:rsidR="001B39EA" w:rsidRPr="001B39EA" w:rsidRDefault="001B39EA" w:rsidP="001B39EA">
            <w:pPr>
              <w:jc w:val="center"/>
            </w:pPr>
          </w:p>
        </w:tc>
        <w:tc>
          <w:tcPr>
            <w:tcW w:w="1776" w:type="dxa"/>
            <w:vAlign w:val="center"/>
          </w:tcPr>
          <w:p w:rsidR="001B39EA" w:rsidRPr="001B39EA" w:rsidRDefault="001B39EA" w:rsidP="001B39EA">
            <w:pPr>
              <w:jc w:val="center"/>
            </w:pPr>
          </w:p>
        </w:tc>
      </w:tr>
    </w:tbl>
    <w:p w:rsidR="00F76118" w:rsidRPr="00564B76" w:rsidRDefault="00F76118" w:rsidP="0025001A">
      <w:pPr>
        <w:pStyle w:val="a3"/>
        <w:ind w:left="0" w:firstLine="0"/>
        <w:jc w:val="both"/>
        <w:rPr>
          <w:sz w:val="24"/>
          <w:szCs w:val="24"/>
        </w:rPr>
      </w:pPr>
    </w:p>
    <w:p w:rsidR="00367A88" w:rsidRPr="00564B76" w:rsidRDefault="00D53468" w:rsidP="004B3E60">
      <w:pPr>
        <w:pStyle w:val="a3"/>
        <w:numPr>
          <w:ilvl w:val="0"/>
          <w:numId w:val="1"/>
        </w:numPr>
        <w:tabs>
          <w:tab w:val="num" w:pos="1276"/>
        </w:tabs>
        <w:ind w:left="0" w:firstLine="284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Основание для строительно-монтажных работ</w:t>
      </w:r>
      <w:r w:rsidR="00367A88" w:rsidRPr="00564B76">
        <w:rPr>
          <w:sz w:val="24"/>
          <w:szCs w:val="24"/>
        </w:rPr>
        <w:t>:</w:t>
      </w:r>
    </w:p>
    <w:p w:rsidR="00BB5316" w:rsidRPr="00564B76" w:rsidRDefault="00BB5316" w:rsidP="004B3E60">
      <w:pPr>
        <w:numPr>
          <w:ilvl w:val="0"/>
          <w:numId w:val="2"/>
        </w:numPr>
        <w:suppressAutoHyphens/>
        <w:ind w:left="1276" w:hanging="709"/>
        <w:jc w:val="both"/>
        <w:rPr>
          <w:iCs/>
        </w:rPr>
      </w:pPr>
      <w:r w:rsidRPr="00564B76">
        <w:rPr>
          <w:iCs/>
        </w:rPr>
        <w:t>Инвестиционная программа филиала ОАО «МРСК Центра» – «Смоленскэнерго» на 2</w:t>
      </w:r>
      <w:r w:rsidR="0075555D">
        <w:rPr>
          <w:iCs/>
        </w:rPr>
        <w:t>013</w:t>
      </w:r>
      <w:r w:rsidRPr="00564B76">
        <w:rPr>
          <w:iCs/>
        </w:rPr>
        <w:t>год.</w:t>
      </w:r>
    </w:p>
    <w:p w:rsidR="00E80F6A" w:rsidRPr="00564B76" w:rsidRDefault="00E80F6A" w:rsidP="003E6D3D">
      <w:pPr>
        <w:pStyle w:val="a3"/>
        <w:ind w:left="0" w:firstLine="0"/>
        <w:jc w:val="both"/>
        <w:rPr>
          <w:sz w:val="24"/>
          <w:szCs w:val="24"/>
        </w:rPr>
      </w:pPr>
    </w:p>
    <w:p w:rsidR="002A5942" w:rsidRPr="00564B76" w:rsidRDefault="002A5942" w:rsidP="004B3E60">
      <w:pPr>
        <w:pStyle w:val="a3"/>
        <w:numPr>
          <w:ilvl w:val="0"/>
          <w:numId w:val="1"/>
        </w:numPr>
        <w:tabs>
          <w:tab w:val="num" w:pos="1276"/>
        </w:tabs>
        <w:ind w:left="0" w:firstLine="284"/>
        <w:jc w:val="both"/>
        <w:rPr>
          <w:sz w:val="24"/>
          <w:szCs w:val="24"/>
        </w:rPr>
      </w:pPr>
      <w:r w:rsidRPr="00564B76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2A5942" w:rsidRPr="00564B76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  <w:r w:rsidRPr="00564B76">
        <w:rPr>
          <w:sz w:val="24"/>
          <w:szCs w:val="24"/>
        </w:rPr>
        <w:t xml:space="preserve">  - «Техническая политика ОАО «МРСК-Центра» в распределительном электросетевом комплексе», введенная Приказом Генерального директора «МРСК-Центра» №227-ЦА от 16.08.2010г.;</w:t>
      </w:r>
    </w:p>
    <w:p w:rsidR="002A5942" w:rsidRPr="00564B76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- 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A5942" w:rsidRPr="00564B76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- ПУЭ (действующее издание);</w:t>
      </w:r>
    </w:p>
    <w:p w:rsidR="002A5942" w:rsidRPr="00564B76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- ПТЭ (действующее издание);</w:t>
      </w:r>
    </w:p>
    <w:p w:rsidR="002A5942" w:rsidRPr="00564B76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- действующая нормативно-техническая документация.</w:t>
      </w:r>
    </w:p>
    <w:p w:rsidR="002A5942" w:rsidRPr="00564B76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</w:p>
    <w:p w:rsidR="002A5942" w:rsidRPr="00564B76" w:rsidRDefault="002A5942" w:rsidP="004B3E60">
      <w:pPr>
        <w:pStyle w:val="a3"/>
        <w:numPr>
          <w:ilvl w:val="0"/>
          <w:numId w:val="1"/>
        </w:numPr>
        <w:tabs>
          <w:tab w:val="num" w:pos="1276"/>
        </w:tabs>
        <w:ind w:left="0" w:firstLine="284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Стадийность строительства.</w:t>
      </w:r>
    </w:p>
    <w:p w:rsidR="002A5942" w:rsidRPr="00564B76" w:rsidRDefault="002A5942" w:rsidP="002A5942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2A5942" w:rsidRPr="00564B76" w:rsidRDefault="002A5942" w:rsidP="002A5942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- строительно-монтажные работы и приемосдаточные испытания в соответствии с проектом.</w:t>
      </w:r>
    </w:p>
    <w:p w:rsidR="002F7001" w:rsidRPr="00564B76" w:rsidRDefault="002F7001" w:rsidP="00F60DA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367A88" w:rsidRPr="00564B76" w:rsidRDefault="00367A88" w:rsidP="004B3E60">
      <w:pPr>
        <w:pStyle w:val="a3"/>
        <w:numPr>
          <w:ilvl w:val="0"/>
          <w:numId w:val="1"/>
        </w:numPr>
        <w:tabs>
          <w:tab w:val="num" w:pos="1276"/>
        </w:tabs>
        <w:ind w:left="0" w:firstLine="284"/>
        <w:jc w:val="both"/>
        <w:rPr>
          <w:sz w:val="24"/>
          <w:szCs w:val="24"/>
        </w:rPr>
      </w:pPr>
      <w:r w:rsidRPr="00564B76">
        <w:rPr>
          <w:sz w:val="24"/>
          <w:szCs w:val="24"/>
        </w:rPr>
        <w:t xml:space="preserve">Основные характеристики </w:t>
      </w:r>
      <w:r w:rsidR="00B20C9C" w:rsidRPr="00564B76">
        <w:rPr>
          <w:sz w:val="24"/>
          <w:szCs w:val="24"/>
        </w:rPr>
        <w:t>объ</w:t>
      </w:r>
      <w:r w:rsidR="00B56B3D" w:rsidRPr="00564B76">
        <w:rPr>
          <w:sz w:val="24"/>
          <w:szCs w:val="24"/>
        </w:rPr>
        <w:t>е</w:t>
      </w:r>
      <w:r w:rsidR="00B20C9C" w:rsidRPr="00564B76">
        <w:rPr>
          <w:sz w:val="24"/>
          <w:szCs w:val="24"/>
        </w:rPr>
        <w:t>ктов</w:t>
      </w:r>
      <w:r w:rsidRPr="00564B76">
        <w:rPr>
          <w:sz w:val="24"/>
          <w:szCs w:val="24"/>
        </w:rPr>
        <w:t>.</w:t>
      </w:r>
    </w:p>
    <w:p w:rsidR="00120195" w:rsidRPr="00564B76" w:rsidRDefault="00F11AA5" w:rsidP="00913736">
      <w:pPr>
        <w:jc w:val="right"/>
        <w:rPr>
          <w:bCs/>
        </w:rPr>
      </w:pPr>
      <w:r w:rsidRPr="00564B76">
        <w:rPr>
          <w:bCs/>
        </w:rPr>
        <w:t xml:space="preserve">                                                                                                                                                            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548"/>
        <w:gridCol w:w="1984"/>
      </w:tblGrid>
      <w:tr w:rsidR="00C353DA" w:rsidRPr="00926F40" w:rsidTr="00B41F91">
        <w:trPr>
          <w:trHeight w:val="699"/>
        </w:trPr>
        <w:tc>
          <w:tcPr>
            <w:tcW w:w="675" w:type="dxa"/>
            <w:vAlign w:val="center"/>
          </w:tcPr>
          <w:p w:rsidR="00C353DA" w:rsidRPr="00926F40" w:rsidRDefault="00C353DA" w:rsidP="000C41F7">
            <w:pPr>
              <w:jc w:val="center"/>
              <w:rPr>
                <w:bCs/>
              </w:rPr>
            </w:pPr>
            <w:r w:rsidRPr="00926F40">
              <w:rPr>
                <w:bCs/>
              </w:rPr>
              <w:t>№</w:t>
            </w:r>
          </w:p>
          <w:p w:rsidR="00C353DA" w:rsidRPr="00926F40" w:rsidRDefault="00C353DA" w:rsidP="000C41F7">
            <w:pPr>
              <w:jc w:val="center"/>
              <w:rPr>
                <w:bCs/>
              </w:rPr>
            </w:pPr>
            <w:proofErr w:type="gramStart"/>
            <w:r w:rsidRPr="00926F40">
              <w:rPr>
                <w:bCs/>
              </w:rPr>
              <w:t>п</w:t>
            </w:r>
            <w:proofErr w:type="gramEnd"/>
            <w:r w:rsidRPr="00926F40">
              <w:rPr>
                <w:bCs/>
              </w:rPr>
              <w:t>/п</w:t>
            </w:r>
          </w:p>
        </w:tc>
        <w:tc>
          <w:tcPr>
            <w:tcW w:w="7548" w:type="dxa"/>
            <w:vAlign w:val="center"/>
          </w:tcPr>
          <w:p w:rsidR="00C353DA" w:rsidRPr="00926F40" w:rsidRDefault="00C353DA" w:rsidP="000C41F7">
            <w:pPr>
              <w:jc w:val="center"/>
              <w:rPr>
                <w:bCs/>
              </w:rPr>
            </w:pPr>
            <w:r w:rsidRPr="00926F40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984" w:type="dxa"/>
            <w:vAlign w:val="center"/>
          </w:tcPr>
          <w:p w:rsidR="00C353DA" w:rsidRPr="00926F40" w:rsidRDefault="00C353DA" w:rsidP="000C41F7">
            <w:pPr>
              <w:jc w:val="center"/>
              <w:rPr>
                <w:bCs/>
              </w:rPr>
            </w:pPr>
            <w:r w:rsidRPr="00926F40">
              <w:rPr>
                <w:bCs/>
              </w:rPr>
              <w:t>Кол-во</w:t>
            </w:r>
          </w:p>
          <w:p w:rsidR="00C353DA" w:rsidRPr="00926F40" w:rsidRDefault="00C353DA" w:rsidP="000C41F7">
            <w:pPr>
              <w:jc w:val="center"/>
              <w:rPr>
                <w:bCs/>
              </w:rPr>
            </w:pPr>
            <w:r w:rsidRPr="00926F40">
              <w:rPr>
                <w:bCs/>
              </w:rPr>
              <w:t>оборудования</w:t>
            </w:r>
          </w:p>
        </w:tc>
      </w:tr>
      <w:tr w:rsidR="00C353DA" w:rsidRPr="00926F40" w:rsidTr="00C353DA">
        <w:trPr>
          <w:trHeight w:val="200"/>
        </w:trPr>
        <w:tc>
          <w:tcPr>
            <w:tcW w:w="10207" w:type="dxa"/>
            <w:gridSpan w:val="3"/>
            <w:vAlign w:val="center"/>
          </w:tcPr>
          <w:p w:rsidR="00C353DA" w:rsidRPr="005B0E7A" w:rsidRDefault="000D01CD" w:rsidP="00E67639">
            <w:pPr>
              <w:jc w:val="center"/>
              <w:rPr>
                <w:bCs/>
              </w:rPr>
            </w:pPr>
            <w:r>
              <w:rPr>
                <w:bCs/>
                <w:i/>
              </w:rPr>
              <w:lastRenderedPageBreak/>
              <w:t>Объем работ</w:t>
            </w:r>
          </w:p>
        </w:tc>
      </w:tr>
      <w:tr w:rsidR="00C353DA" w:rsidRPr="00926F40" w:rsidTr="00B41F91">
        <w:trPr>
          <w:trHeight w:val="200"/>
        </w:trPr>
        <w:tc>
          <w:tcPr>
            <w:tcW w:w="675" w:type="dxa"/>
            <w:vAlign w:val="center"/>
          </w:tcPr>
          <w:p w:rsidR="00C353DA" w:rsidRPr="00926F40" w:rsidRDefault="00C353DA" w:rsidP="004B3E60">
            <w:pPr>
              <w:pStyle w:val="aa"/>
              <w:numPr>
                <w:ilvl w:val="0"/>
                <w:numId w:val="9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C353DA" w:rsidRPr="00F94152" w:rsidRDefault="000D01CD" w:rsidP="00E67639">
            <w:pPr>
              <w:jc w:val="both"/>
              <w:rPr>
                <w:bCs/>
              </w:rPr>
            </w:pPr>
            <w:r>
              <w:rPr>
                <w:bCs/>
              </w:rPr>
              <w:t>Установка автомата на конструкции (ток до 250А)</w:t>
            </w:r>
          </w:p>
        </w:tc>
        <w:tc>
          <w:tcPr>
            <w:tcW w:w="1984" w:type="dxa"/>
            <w:vAlign w:val="center"/>
          </w:tcPr>
          <w:p w:rsidR="00C353DA" w:rsidRPr="00564B76" w:rsidRDefault="000D01CD" w:rsidP="0004318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0D01CD" w:rsidRPr="00926F40" w:rsidTr="00B41F91">
        <w:trPr>
          <w:trHeight w:val="200"/>
        </w:trPr>
        <w:tc>
          <w:tcPr>
            <w:tcW w:w="675" w:type="dxa"/>
            <w:vAlign w:val="center"/>
          </w:tcPr>
          <w:p w:rsidR="000D01CD" w:rsidRPr="00926F40" w:rsidRDefault="000D01CD" w:rsidP="004B3E60">
            <w:pPr>
              <w:pStyle w:val="aa"/>
              <w:numPr>
                <w:ilvl w:val="0"/>
                <w:numId w:val="9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0D01CD" w:rsidRDefault="000D01CD" w:rsidP="00E67639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Установка трехфазного счетчика на готовом основании </w:t>
            </w:r>
          </w:p>
        </w:tc>
        <w:tc>
          <w:tcPr>
            <w:tcW w:w="1984" w:type="dxa"/>
            <w:vAlign w:val="center"/>
          </w:tcPr>
          <w:p w:rsidR="000D01CD" w:rsidRDefault="000D01CD" w:rsidP="0004318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0D01CD" w:rsidRPr="00926F40" w:rsidTr="00B41F91">
        <w:trPr>
          <w:trHeight w:val="200"/>
        </w:trPr>
        <w:tc>
          <w:tcPr>
            <w:tcW w:w="675" w:type="dxa"/>
            <w:vAlign w:val="center"/>
          </w:tcPr>
          <w:p w:rsidR="000D01CD" w:rsidRPr="00926F40" w:rsidRDefault="000D01CD" w:rsidP="004B3E60">
            <w:pPr>
              <w:pStyle w:val="aa"/>
              <w:numPr>
                <w:ilvl w:val="0"/>
                <w:numId w:val="9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0D01CD" w:rsidRDefault="000D01CD" w:rsidP="00E67639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Установка розетки штепсельной при открытой проводке </w:t>
            </w:r>
          </w:p>
        </w:tc>
        <w:tc>
          <w:tcPr>
            <w:tcW w:w="1984" w:type="dxa"/>
            <w:vAlign w:val="center"/>
          </w:tcPr>
          <w:p w:rsidR="000D01CD" w:rsidRDefault="000D01CD" w:rsidP="0004318A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0D01CD" w:rsidRPr="00926F40" w:rsidTr="00B41F91">
        <w:trPr>
          <w:trHeight w:val="200"/>
        </w:trPr>
        <w:tc>
          <w:tcPr>
            <w:tcW w:w="675" w:type="dxa"/>
            <w:vAlign w:val="center"/>
          </w:tcPr>
          <w:p w:rsidR="000D01CD" w:rsidRPr="00926F40" w:rsidRDefault="000D01CD" w:rsidP="004B3E60">
            <w:pPr>
              <w:pStyle w:val="aa"/>
              <w:numPr>
                <w:ilvl w:val="0"/>
                <w:numId w:val="9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0D01CD" w:rsidRPr="000D01CD" w:rsidRDefault="000D01CD" w:rsidP="00E67639">
            <w:pPr>
              <w:jc w:val="both"/>
              <w:rPr>
                <w:bCs/>
              </w:rPr>
            </w:pPr>
            <w:r>
              <w:rPr>
                <w:bCs/>
              </w:rPr>
              <w:t>Прокладка кабеля двух-четырех жильного сеч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д</w:t>
            </w:r>
            <w:proofErr w:type="gramEnd"/>
            <w:r>
              <w:rPr>
                <w:bCs/>
              </w:rPr>
              <w:t>о  16мм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 xml:space="preserve"> с креплением накладными скобами с установкой </w:t>
            </w:r>
            <w:proofErr w:type="spellStart"/>
            <w:r>
              <w:rPr>
                <w:bCs/>
              </w:rPr>
              <w:t>ответвительных</w:t>
            </w:r>
            <w:proofErr w:type="spellEnd"/>
            <w:r>
              <w:rPr>
                <w:bCs/>
              </w:rPr>
              <w:t xml:space="preserve"> коробок </w:t>
            </w:r>
          </w:p>
        </w:tc>
        <w:tc>
          <w:tcPr>
            <w:tcW w:w="1984" w:type="dxa"/>
            <w:vAlign w:val="center"/>
          </w:tcPr>
          <w:p w:rsidR="000D01CD" w:rsidRDefault="000D01CD" w:rsidP="0004318A">
            <w:pPr>
              <w:jc w:val="center"/>
              <w:rPr>
                <w:bCs/>
              </w:rPr>
            </w:pPr>
            <w:r>
              <w:rPr>
                <w:bCs/>
              </w:rPr>
              <w:t>10м</w:t>
            </w:r>
          </w:p>
        </w:tc>
      </w:tr>
      <w:tr w:rsidR="000D01CD" w:rsidRPr="00926F40" w:rsidTr="00B41F91">
        <w:trPr>
          <w:trHeight w:val="200"/>
        </w:trPr>
        <w:tc>
          <w:tcPr>
            <w:tcW w:w="675" w:type="dxa"/>
            <w:vAlign w:val="center"/>
          </w:tcPr>
          <w:p w:rsidR="000D01CD" w:rsidRPr="00926F40" w:rsidRDefault="000D01CD" w:rsidP="004B3E60">
            <w:pPr>
              <w:pStyle w:val="aa"/>
              <w:numPr>
                <w:ilvl w:val="0"/>
                <w:numId w:val="9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0D01CD" w:rsidRDefault="00FE17A1" w:rsidP="00E67639">
            <w:pPr>
              <w:jc w:val="both"/>
              <w:rPr>
                <w:bCs/>
              </w:rPr>
            </w:pPr>
            <w:r>
              <w:rPr>
                <w:bCs/>
              </w:rPr>
              <w:t>Монтаж трансформатора тока напряжением до 10кВ</w:t>
            </w:r>
          </w:p>
        </w:tc>
        <w:tc>
          <w:tcPr>
            <w:tcW w:w="1984" w:type="dxa"/>
            <w:vAlign w:val="center"/>
          </w:tcPr>
          <w:p w:rsidR="000D01CD" w:rsidRDefault="00FE17A1" w:rsidP="0004318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FE17A1" w:rsidRPr="00926F40" w:rsidTr="00607498">
        <w:trPr>
          <w:trHeight w:val="200"/>
        </w:trPr>
        <w:tc>
          <w:tcPr>
            <w:tcW w:w="10207" w:type="dxa"/>
            <w:gridSpan w:val="3"/>
            <w:vAlign w:val="center"/>
          </w:tcPr>
          <w:p w:rsidR="00FE17A1" w:rsidRDefault="00FE17A1" w:rsidP="0004318A">
            <w:pPr>
              <w:jc w:val="center"/>
              <w:rPr>
                <w:bCs/>
              </w:rPr>
            </w:pPr>
            <w:r w:rsidRPr="00FE17A1">
              <w:rPr>
                <w:bCs/>
                <w:i/>
              </w:rPr>
              <w:t>Оборудование и материалы</w:t>
            </w:r>
          </w:p>
        </w:tc>
      </w:tr>
      <w:tr w:rsidR="00FE17A1" w:rsidRPr="00926F40" w:rsidTr="00B41F91">
        <w:trPr>
          <w:trHeight w:val="200"/>
        </w:trPr>
        <w:tc>
          <w:tcPr>
            <w:tcW w:w="675" w:type="dxa"/>
            <w:vAlign w:val="center"/>
          </w:tcPr>
          <w:p w:rsidR="00FE17A1" w:rsidRPr="00926F40" w:rsidRDefault="00FE17A1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FE17A1" w:rsidRDefault="00607498" w:rsidP="00E67639">
            <w:pPr>
              <w:jc w:val="both"/>
              <w:rPr>
                <w:bCs/>
              </w:rPr>
            </w:pPr>
            <w:r>
              <w:rPr>
                <w:bCs/>
              </w:rPr>
              <w:t>Сумматор СЭМ 2,01</w:t>
            </w:r>
          </w:p>
        </w:tc>
        <w:tc>
          <w:tcPr>
            <w:tcW w:w="1984" w:type="dxa"/>
            <w:vAlign w:val="center"/>
          </w:tcPr>
          <w:p w:rsidR="00FE17A1" w:rsidRDefault="00607498" w:rsidP="0004318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607498" w:rsidRPr="00926F40" w:rsidTr="00B41F91">
        <w:trPr>
          <w:trHeight w:val="200"/>
        </w:trPr>
        <w:tc>
          <w:tcPr>
            <w:tcW w:w="675" w:type="dxa"/>
            <w:vAlign w:val="center"/>
          </w:tcPr>
          <w:p w:rsidR="00607498" w:rsidRPr="00926F40" w:rsidRDefault="00607498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607498" w:rsidRDefault="00607498" w:rsidP="00233604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Сотовый модем </w:t>
            </w:r>
          </w:p>
          <w:p w:rsidR="0075555D" w:rsidRPr="0075555D" w:rsidRDefault="0075555D" w:rsidP="00233604">
            <w:pPr>
              <w:jc w:val="both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:rsidR="00607498" w:rsidRDefault="00607498" w:rsidP="0004318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 шт. </w:t>
            </w:r>
          </w:p>
        </w:tc>
      </w:tr>
      <w:tr w:rsidR="00607498" w:rsidRPr="00926F40" w:rsidTr="00B41F91">
        <w:trPr>
          <w:trHeight w:val="200"/>
        </w:trPr>
        <w:tc>
          <w:tcPr>
            <w:tcW w:w="675" w:type="dxa"/>
            <w:vAlign w:val="center"/>
          </w:tcPr>
          <w:p w:rsidR="00607498" w:rsidRPr="00926F40" w:rsidRDefault="00607498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607498" w:rsidRPr="00607498" w:rsidRDefault="00607498" w:rsidP="00E67639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Счетчик </w:t>
            </w:r>
            <w:r w:rsidR="005C55E1">
              <w:rPr>
                <w:bCs/>
              </w:rPr>
              <w:t xml:space="preserve">трехфазный напряжение 3х230/400В, ток 10 (100А),  </w:t>
            </w:r>
            <w:proofErr w:type="spellStart"/>
            <w:r w:rsidR="005C55E1">
              <w:rPr>
                <w:bCs/>
              </w:rPr>
              <w:t>кл</w:t>
            </w:r>
            <w:proofErr w:type="spellEnd"/>
            <w:r w:rsidR="005C55E1">
              <w:rPr>
                <w:bCs/>
              </w:rPr>
              <w:t>. точности 1,0/2,0</w:t>
            </w:r>
            <w:r w:rsidR="001864C3">
              <w:rPr>
                <w:bCs/>
              </w:rPr>
              <w:t xml:space="preserve"> с профилем журнала событий, с внешним питанием и электронной пломбой</w:t>
            </w:r>
          </w:p>
        </w:tc>
        <w:tc>
          <w:tcPr>
            <w:tcW w:w="1984" w:type="dxa"/>
            <w:vAlign w:val="center"/>
          </w:tcPr>
          <w:p w:rsidR="00607498" w:rsidRDefault="001864C3" w:rsidP="0004318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2D22AD" w:rsidRPr="00926F40" w:rsidTr="00B41F91">
        <w:trPr>
          <w:trHeight w:val="200"/>
        </w:trPr>
        <w:tc>
          <w:tcPr>
            <w:tcW w:w="675" w:type="dxa"/>
            <w:vAlign w:val="center"/>
          </w:tcPr>
          <w:p w:rsidR="002D22AD" w:rsidRPr="00926F40" w:rsidRDefault="002D22AD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2D22AD" w:rsidRDefault="002D22AD" w:rsidP="00E67639">
            <w:pPr>
              <w:jc w:val="both"/>
              <w:rPr>
                <w:bCs/>
              </w:rPr>
            </w:pPr>
            <w:r>
              <w:rPr>
                <w:bCs/>
              </w:rPr>
              <w:t>Коробка испытательная КИУ3</w:t>
            </w:r>
          </w:p>
        </w:tc>
        <w:tc>
          <w:tcPr>
            <w:tcW w:w="1984" w:type="dxa"/>
            <w:vAlign w:val="center"/>
          </w:tcPr>
          <w:p w:rsidR="002D22AD" w:rsidRDefault="002D22AD" w:rsidP="0004318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607498" w:rsidRPr="00926F40" w:rsidTr="00B41F91">
        <w:trPr>
          <w:trHeight w:val="200"/>
        </w:trPr>
        <w:tc>
          <w:tcPr>
            <w:tcW w:w="675" w:type="dxa"/>
            <w:vAlign w:val="center"/>
          </w:tcPr>
          <w:p w:rsidR="00607498" w:rsidRPr="00926F40" w:rsidRDefault="00607498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607498" w:rsidRDefault="00607498" w:rsidP="00E67639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Розетка </w:t>
            </w:r>
            <w:r w:rsidR="002D22AD">
              <w:rPr>
                <w:bCs/>
              </w:rPr>
              <w:t>открытой установки с заземляющим контактом 250В, 10А, одноместная</w:t>
            </w:r>
          </w:p>
        </w:tc>
        <w:tc>
          <w:tcPr>
            <w:tcW w:w="1984" w:type="dxa"/>
            <w:vAlign w:val="center"/>
          </w:tcPr>
          <w:p w:rsidR="00607498" w:rsidRDefault="002D22AD" w:rsidP="0004318A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607498" w:rsidRPr="00926F40" w:rsidTr="00B41F91">
        <w:trPr>
          <w:trHeight w:val="200"/>
        </w:trPr>
        <w:tc>
          <w:tcPr>
            <w:tcW w:w="675" w:type="dxa"/>
            <w:vAlign w:val="center"/>
          </w:tcPr>
          <w:p w:rsidR="00607498" w:rsidRPr="00926F40" w:rsidRDefault="00607498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607498" w:rsidRDefault="002D22AD" w:rsidP="001864C3">
            <w:pPr>
              <w:jc w:val="both"/>
              <w:rPr>
                <w:bCs/>
              </w:rPr>
            </w:pPr>
            <w:r>
              <w:rPr>
                <w:bCs/>
              </w:rPr>
              <w:t xml:space="preserve">Трансформатор тока </w:t>
            </w:r>
            <w:r w:rsidR="001864C3">
              <w:rPr>
                <w:bCs/>
              </w:rPr>
              <w:t>проходной измерительный 150/5  ,</w:t>
            </w:r>
            <w:proofErr w:type="spellStart"/>
            <w:r w:rsidR="001864C3">
              <w:rPr>
                <w:bCs/>
              </w:rPr>
              <w:t>кл</w:t>
            </w:r>
            <w:proofErr w:type="spellEnd"/>
            <w:r w:rsidR="001864C3">
              <w:rPr>
                <w:bCs/>
              </w:rPr>
              <w:t>. т. 0,5</w:t>
            </w:r>
          </w:p>
        </w:tc>
        <w:tc>
          <w:tcPr>
            <w:tcW w:w="1984" w:type="dxa"/>
            <w:vAlign w:val="center"/>
          </w:tcPr>
          <w:p w:rsidR="00607498" w:rsidRDefault="002D22AD" w:rsidP="0004318A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FE17A1" w:rsidRPr="00926F40" w:rsidTr="00B41F91">
        <w:trPr>
          <w:trHeight w:val="200"/>
        </w:trPr>
        <w:tc>
          <w:tcPr>
            <w:tcW w:w="675" w:type="dxa"/>
            <w:vAlign w:val="center"/>
          </w:tcPr>
          <w:p w:rsidR="00FE17A1" w:rsidRPr="00926F40" w:rsidRDefault="00FE17A1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FE17A1" w:rsidRDefault="002D22AD" w:rsidP="00E67639">
            <w:pPr>
              <w:jc w:val="both"/>
              <w:rPr>
                <w:bCs/>
              </w:rPr>
            </w:pPr>
            <w:r>
              <w:rPr>
                <w:bCs/>
              </w:rPr>
              <w:t>Кабель КИП ЭВ П2х2х0,6</w:t>
            </w:r>
          </w:p>
        </w:tc>
        <w:tc>
          <w:tcPr>
            <w:tcW w:w="1984" w:type="dxa"/>
            <w:vAlign w:val="center"/>
          </w:tcPr>
          <w:p w:rsidR="00FE17A1" w:rsidRDefault="002D22AD" w:rsidP="0004318A">
            <w:pPr>
              <w:jc w:val="center"/>
              <w:rPr>
                <w:bCs/>
              </w:rPr>
            </w:pPr>
            <w:r>
              <w:rPr>
                <w:bCs/>
              </w:rPr>
              <w:t>2м</w:t>
            </w:r>
          </w:p>
        </w:tc>
      </w:tr>
      <w:tr w:rsidR="000D01CD" w:rsidRPr="00926F40" w:rsidTr="00B41F91">
        <w:trPr>
          <w:trHeight w:val="200"/>
        </w:trPr>
        <w:tc>
          <w:tcPr>
            <w:tcW w:w="675" w:type="dxa"/>
            <w:vAlign w:val="center"/>
          </w:tcPr>
          <w:p w:rsidR="000D01CD" w:rsidRPr="00926F40" w:rsidRDefault="000D01CD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0D01CD" w:rsidRPr="002D22AD" w:rsidRDefault="002D22AD" w:rsidP="002D22AD">
            <w:pPr>
              <w:jc w:val="both"/>
              <w:rPr>
                <w:bCs/>
              </w:rPr>
            </w:pPr>
            <w:r>
              <w:rPr>
                <w:bCs/>
              </w:rPr>
              <w:t xml:space="preserve">Кабель </w:t>
            </w:r>
            <w:proofErr w:type="spellStart"/>
            <w:r>
              <w:rPr>
                <w:bCs/>
              </w:rPr>
              <w:t>КВВГнг</w:t>
            </w:r>
            <w:proofErr w:type="spellEnd"/>
            <w:r w:rsidRPr="001864C3">
              <w:rPr>
                <w:bCs/>
              </w:rPr>
              <w:t xml:space="preserve"> </w:t>
            </w:r>
            <w:r>
              <w:rPr>
                <w:bCs/>
              </w:rPr>
              <w:t>7х2,5</w:t>
            </w:r>
          </w:p>
        </w:tc>
        <w:tc>
          <w:tcPr>
            <w:tcW w:w="1984" w:type="dxa"/>
            <w:vAlign w:val="center"/>
          </w:tcPr>
          <w:p w:rsidR="000D01CD" w:rsidRDefault="002D22AD" w:rsidP="0004318A">
            <w:pPr>
              <w:jc w:val="center"/>
              <w:rPr>
                <w:bCs/>
              </w:rPr>
            </w:pPr>
            <w:r>
              <w:rPr>
                <w:bCs/>
              </w:rPr>
              <w:t>2м</w:t>
            </w:r>
          </w:p>
        </w:tc>
      </w:tr>
      <w:tr w:rsidR="002D22AD" w:rsidRPr="00926F40" w:rsidTr="00B41F91">
        <w:trPr>
          <w:trHeight w:val="200"/>
        </w:trPr>
        <w:tc>
          <w:tcPr>
            <w:tcW w:w="675" w:type="dxa"/>
            <w:vAlign w:val="center"/>
          </w:tcPr>
          <w:p w:rsidR="002D22AD" w:rsidRPr="00926F40" w:rsidRDefault="002D22AD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2D22AD" w:rsidRPr="002D22AD" w:rsidRDefault="002D22AD" w:rsidP="002D22AD">
            <w:pPr>
              <w:jc w:val="both"/>
              <w:rPr>
                <w:bCs/>
              </w:rPr>
            </w:pPr>
            <w:r>
              <w:rPr>
                <w:bCs/>
              </w:rPr>
              <w:t>Кабель ВВГнг</w:t>
            </w:r>
            <w:r w:rsidRPr="001864C3">
              <w:rPr>
                <w:bCs/>
              </w:rPr>
              <w:t xml:space="preserve"> </w:t>
            </w:r>
            <w:r>
              <w:rPr>
                <w:bCs/>
              </w:rPr>
              <w:t>4х1,5</w:t>
            </w:r>
          </w:p>
        </w:tc>
        <w:tc>
          <w:tcPr>
            <w:tcW w:w="1984" w:type="dxa"/>
            <w:vAlign w:val="center"/>
          </w:tcPr>
          <w:p w:rsidR="002D22AD" w:rsidRDefault="002D22AD" w:rsidP="00D05872">
            <w:pPr>
              <w:jc w:val="center"/>
              <w:rPr>
                <w:bCs/>
              </w:rPr>
            </w:pPr>
            <w:r>
              <w:rPr>
                <w:bCs/>
              </w:rPr>
              <w:t>3м</w:t>
            </w:r>
          </w:p>
        </w:tc>
      </w:tr>
      <w:tr w:rsidR="002D22AD" w:rsidRPr="00926F40" w:rsidTr="00B41F91">
        <w:trPr>
          <w:trHeight w:val="200"/>
        </w:trPr>
        <w:tc>
          <w:tcPr>
            <w:tcW w:w="675" w:type="dxa"/>
            <w:vAlign w:val="center"/>
          </w:tcPr>
          <w:p w:rsidR="002D22AD" w:rsidRPr="00926F40" w:rsidRDefault="002D22AD" w:rsidP="00FE17A1">
            <w:pPr>
              <w:pStyle w:val="aa"/>
              <w:numPr>
                <w:ilvl w:val="0"/>
                <w:numId w:val="17"/>
              </w:numPr>
              <w:jc w:val="center"/>
              <w:rPr>
                <w:bCs/>
              </w:rPr>
            </w:pPr>
          </w:p>
        </w:tc>
        <w:tc>
          <w:tcPr>
            <w:tcW w:w="7548" w:type="dxa"/>
          </w:tcPr>
          <w:p w:rsidR="002D22AD" w:rsidRPr="002D22AD" w:rsidRDefault="002D22AD" w:rsidP="00D05872">
            <w:pPr>
              <w:jc w:val="both"/>
              <w:rPr>
                <w:bCs/>
              </w:rPr>
            </w:pPr>
            <w:r>
              <w:rPr>
                <w:bCs/>
              </w:rPr>
              <w:t>Кабель ВВГнг</w:t>
            </w:r>
            <w:r w:rsidRPr="001864C3">
              <w:rPr>
                <w:bCs/>
              </w:rPr>
              <w:t xml:space="preserve"> </w:t>
            </w:r>
            <w:r>
              <w:rPr>
                <w:bCs/>
              </w:rPr>
              <w:t>2х1,5</w:t>
            </w:r>
          </w:p>
        </w:tc>
        <w:tc>
          <w:tcPr>
            <w:tcW w:w="1984" w:type="dxa"/>
            <w:vAlign w:val="center"/>
          </w:tcPr>
          <w:p w:rsidR="002D22AD" w:rsidRDefault="002D22AD" w:rsidP="00D05872">
            <w:pPr>
              <w:jc w:val="center"/>
              <w:rPr>
                <w:bCs/>
              </w:rPr>
            </w:pPr>
            <w:r>
              <w:rPr>
                <w:bCs/>
              </w:rPr>
              <w:t>3м</w:t>
            </w:r>
          </w:p>
        </w:tc>
      </w:tr>
    </w:tbl>
    <w:p w:rsidR="001339C5" w:rsidRDefault="001339C5" w:rsidP="001339C5">
      <w:pPr>
        <w:pStyle w:val="a3"/>
        <w:ind w:left="0" w:firstLine="0"/>
        <w:jc w:val="both"/>
        <w:rPr>
          <w:sz w:val="24"/>
          <w:szCs w:val="24"/>
        </w:rPr>
      </w:pPr>
    </w:p>
    <w:p w:rsidR="001339C5" w:rsidRDefault="001339C5" w:rsidP="001339C5">
      <w:pPr>
        <w:pStyle w:val="a3"/>
        <w:ind w:left="0" w:firstLine="0"/>
        <w:jc w:val="both"/>
        <w:rPr>
          <w:sz w:val="24"/>
          <w:szCs w:val="24"/>
        </w:rPr>
      </w:pPr>
    </w:p>
    <w:p w:rsidR="002A5942" w:rsidRPr="00564B76" w:rsidRDefault="002A5942" w:rsidP="004B3E60">
      <w:pPr>
        <w:pStyle w:val="a3"/>
        <w:numPr>
          <w:ilvl w:val="0"/>
          <w:numId w:val="1"/>
        </w:numPr>
        <w:tabs>
          <w:tab w:val="num" w:pos="1276"/>
        </w:tabs>
        <w:ind w:left="0" w:firstLine="0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Описание основных объемов строительно-монтажных работ.</w:t>
      </w:r>
    </w:p>
    <w:p w:rsidR="002A5942" w:rsidRPr="00564B76" w:rsidRDefault="002A5942" w:rsidP="004B3E60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Выполнить подготовительные работы в соответствии  с проектом.</w:t>
      </w:r>
    </w:p>
    <w:p w:rsidR="002A5942" w:rsidRPr="00564B76" w:rsidRDefault="002A5942" w:rsidP="004B3E60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Работы по выносу в натуру  и геодезическая разбивка зданий и сооружений. Данные работы выполнить с привлечением  организации, имеющей свидетельство о вступлении в СРО и допуск на  данный вид работ.</w:t>
      </w:r>
    </w:p>
    <w:p w:rsidR="002A5942" w:rsidRPr="00564B76" w:rsidRDefault="002A5942" w:rsidP="004B3E60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Выполнить строительно-монтажные работы в полном проектном объеме.</w:t>
      </w:r>
    </w:p>
    <w:p w:rsidR="002A5942" w:rsidRPr="00564B76" w:rsidRDefault="002A5942" w:rsidP="004B3E60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Выполнить заземляющие устройства в соответствии с требованиями ПУЭ и условиями протекания длительного наибольшего тока несимметричного режима, мероприятия по предотвращению импульсных помех и обеспечению электромагнитной совместимости.</w:t>
      </w:r>
    </w:p>
    <w:p w:rsidR="002A5942" w:rsidRPr="00564B76" w:rsidRDefault="002A5942" w:rsidP="002A5942">
      <w:pPr>
        <w:pStyle w:val="a3"/>
        <w:ind w:left="1276" w:firstLine="0"/>
        <w:jc w:val="both"/>
        <w:rPr>
          <w:sz w:val="24"/>
          <w:szCs w:val="24"/>
        </w:rPr>
      </w:pPr>
    </w:p>
    <w:p w:rsidR="002A5942" w:rsidRPr="00564B76" w:rsidRDefault="002A5942" w:rsidP="004B3E60">
      <w:pPr>
        <w:pStyle w:val="a3"/>
        <w:numPr>
          <w:ilvl w:val="0"/>
          <w:numId w:val="1"/>
        </w:numPr>
        <w:tabs>
          <w:tab w:val="num" w:pos="1276"/>
        </w:tabs>
        <w:ind w:left="0" w:firstLine="0"/>
        <w:jc w:val="both"/>
        <w:rPr>
          <w:sz w:val="24"/>
          <w:szCs w:val="24"/>
        </w:rPr>
      </w:pPr>
      <w:r w:rsidRPr="00564B76">
        <w:rPr>
          <w:sz w:val="24"/>
          <w:szCs w:val="24"/>
        </w:rPr>
        <w:t>Основные требования к выполнению работ:</w:t>
      </w:r>
    </w:p>
    <w:p w:rsidR="006A5468" w:rsidRDefault="006A5468" w:rsidP="006A5468">
      <w:pPr>
        <w:pStyle w:val="aa"/>
        <w:numPr>
          <w:ilvl w:val="0"/>
          <w:numId w:val="7"/>
        </w:numPr>
        <w:ind w:left="1276" w:hanging="850"/>
        <w:jc w:val="both"/>
      </w:pPr>
      <w:r w:rsidRPr="00564B76">
        <w:t xml:space="preserve">Строительно-монтажные работы должны производиться в полном соответствии с рабочим проектом </w:t>
      </w:r>
      <w:r w:rsidRPr="006A5468">
        <w:t xml:space="preserve">«Система АСКУЭ цеха по производству лаков ЗАО «Гарант Холдинг» г. Смоленск, ул. </w:t>
      </w:r>
      <w:proofErr w:type="spellStart"/>
      <w:r w:rsidRPr="006A5468">
        <w:t>Смольянинова</w:t>
      </w:r>
      <w:proofErr w:type="spellEnd"/>
      <w:r w:rsidRPr="006A5468">
        <w:t>»</w:t>
      </w:r>
      <w:r w:rsidRPr="00564B76">
        <w:t>, выпо</w:t>
      </w:r>
      <w:r>
        <w:t>лненным ООО «</w:t>
      </w:r>
      <w:proofErr w:type="spellStart"/>
      <w:r>
        <w:t>Налачик</w:t>
      </w:r>
      <w:proofErr w:type="spellEnd"/>
      <w:r>
        <w:t>»</w:t>
      </w:r>
      <w:r w:rsidRPr="00564B76">
        <w:t>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>Подрядчик осуществляет комплектацию работ материалами и оборудованием.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>Номенклатура закупаемого оборудования должна соответствовать спецификациям, прилагаемым к проекту.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>Изменение номенклатуры поставляемого оборудования и материалов должно быть согласовано с Заказчиком.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>Все применяемые материалы и оборудование должны иметь паспорта и сертификаты. Производители оборудования и материалов должны быть согласованы с Заказчиком.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 xml:space="preserve">Проект производства работ (ППР) разрабатывается Подрядчиком. ППР согласовывается с Заказчиком. Строительно-монтажные работы должны быть организованы и проведены в соответствии с разработанным Подрядчиком ППР. 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lastRenderedPageBreak/>
        <w:t>Подрядчик (и привлекаемые им Субподрядчики) должны иметь свидетельства о вступлении в СРО и допуск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30%(тридцати процентов) от общей стоимости работ.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>Все необходимые согласования с шефмонтажными и со сторонними организациями, возникающие в процессе строительно-монтажных работ Подрядчик выполняет самостоятельно.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>Все изменения проектных решений должны быть согласованы с филиалом ОАО «МРСК Центра» «Смоленскэнерго» и проектной организацией (в рамках авторского надзора за реализацией проекта).</w:t>
      </w:r>
    </w:p>
    <w:p w:rsidR="007A0B0A" w:rsidRPr="00F906FB" w:rsidRDefault="007A0B0A" w:rsidP="004B3E60">
      <w:pPr>
        <w:pStyle w:val="aa"/>
        <w:numPr>
          <w:ilvl w:val="0"/>
          <w:numId w:val="7"/>
        </w:numPr>
        <w:ind w:left="1276" w:hanging="850"/>
        <w:jc w:val="both"/>
      </w:pPr>
      <w:r w:rsidRPr="00F906FB">
        <w:t>Выполнение технических условий, выданных всеми заинтересованными предприятиями и организациями, в соответствии с проектными решениями.</w:t>
      </w:r>
    </w:p>
    <w:p w:rsidR="007A0B0A" w:rsidRPr="00F906FB" w:rsidRDefault="007A0B0A" w:rsidP="007A0B0A">
      <w:pPr>
        <w:pStyle w:val="aa"/>
        <w:ind w:left="1276"/>
        <w:jc w:val="both"/>
      </w:pPr>
    </w:p>
    <w:p w:rsidR="007A0B0A" w:rsidRPr="00F906FB" w:rsidRDefault="007A0B0A" w:rsidP="007A0B0A">
      <w:pPr>
        <w:pStyle w:val="a3"/>
        <w:ind w:left="0" w:firstLine="0"/>
        <w:jc w:val="both"/>
        <w:rPr>
          <w:sz w:val="24"/>
          <w:szCs w:val="24"/>
        </w:rPr>
      </w:pPr>
      <w:r w:rsidRPr="00F906FB">
        <w:rPr>
          <w:sz w:val="24"/>
          <w:szCs w:val="24"/>
        </w:rPr>
        <w:t xml:space="preserve">      9.        Правила контроля и приемки работ.</w:t>
      </w:r>
    </w:p>
    <w:p w:rsidR="007A0B0A" w:rsidRPr="00F906FB" w:rsidRDefault="007A0B0A" w:rsidP="004B3E60">
      <w:pPr>
        <w:pStyle w:val="a3"/>
        <w:numPr>
          <w:ilvl w:val="1"/>
          <w:numId w:val="6"/>
        </w:numPr>
        <w:ind w:left="1276" w:hanging="851"/>
        <w:jc w:val="left"/>
        <w:rPr>
          <w:sz w:val="24"/>
          <w:szCs w:val="24"/>
        </w:rPr>
      </w:pPr>
      <w:r w:rsidRPr="00F906FB">
        <w:rPr>
          <w:sz w:val="24"/>
          <w:szCs w:val="24"/>
        </w:rPr>
        <w:t>Руководители работ, участвующие в строительстве,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реконструкции.</w:t>
      </w:r>
    </w:p>
    <w:p w:rsidR="007A0B0A" w:rsidRPr="00F906FB" w:rsidRDefault="007A0B0A" w:rsidP="004B3E60">
      <w:pPr>
        <w:pStyle w:val="a3"/>
        <w:numPr>
          <w:ilvl w:val="1"/>
          <w:numId w:val="6"/>
        </w:numPr>
        <w:ind w:left="1276" w:hanging="851"/>
        <w:jc w:val="left"/>
        <w:rPr>
          <w:sz w:val="24"/>
          <w:szCs w:val="24"/>
        </w:rPr>
      </w:pPr>
      <w:r w:rsidRPr="00F906FB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</w:t>
      </w:r>
      <w:proofErr w:type="gramStart"/>
      <w:r w:rsidRPr="00F906FB">
        <w:rPr>
          <w:sz w:val="24"/>
          <w:szCs w:val="24"/>
        </w:rPr>
        <w:t>сроки</w:t>
      </w:r>
      <w:proofErr w:type="gramEnd"/>
      <w:r w:rsidRPr="00F906FB">
        <w:rPr>
          <w:sz w:val="24"/>
          <w:szCs w:val="24"/>
        </w:rPr>
        <w:t xml:space="preserve"> установленные приемочной комиссией.</w:t>
      </w:r>
    </w:p>
    <w:p w:rsidR="007A0B0A" w:rsidRPr="00F906FB" w:rsidRDefault="007A0B0A" w:rsidP="004B3E60">
      <w:pPr>
        <w:pStyle w:val="a3"/>
        <w:numPr>
          <w:ilvl w:val="1"/>
          <w:numId w:val="6"/>
        </w:numPr>
        <w:ind w:left="1276" w:hanging="851"/>
        <w:jc w:val="left"/>
        <w:rPr>
          <w:sz w:val="24"/>
          <w:szCs w:val="24"/>
        </w:rPr>
      </w:pPr>
      <w:r w:rsidRPr="00F906FB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7A0B0A" w:rsidRPr="00F906FB" w:rsidRDefault="007A0B0A" w:rsidP="007A0B0A">
      <w:pPr>
        <w:pStyle w:val="a3"/>
        <w:ind w:left="1276" w:firstLine="0"/>
        <w:jc w:val="left"/>
        <w:rPr>
          <w:sz w:val="24"/>
          <w:szCs w:val="24"/>
        </w:rPr>
      </w:pPr>
    </w:p>
    <w:p w:rsidR="007A0B0A" w:rsidRPr="00F906FB" w:rsidRDefault="007A0B0A" w:rsidP="007A0B0A">
      <w:pPr>
        <w:pStyle w:val="a3"/>
        <w:ind w:left="360" w:firstLine="0"/>
        <w:jc w:val="left"/>
        <w:rPr>
          <w:sz w:val="24"/>
          <w:szCs w:val="24"/>
        </w:rPr>
      </w:pPr>
      <w:r w:rsidRPr="00F906FB">
        <w:rPr>
          <w:sz w:val="24"/>
          <w:szCs w:val="24"/>
        </w:rPr>
        <w:t>10.          Требуемые сроки выполнения строительно-монтажных работ.</w:t>
      </w:r>
    </w:p>
    <w:p w:rsidR="007A0B0A" w:rsidRPr="00F906FB" w:rsidRDefault="007A0B0A" w:rsidP="007A0B0A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F906FB">
        <w:rPr>
          <w:sz w:val="24"/>
          <w:szCs w:val="24"/>
        </w:rPr>
        <w:t>Работы выполнить в течение 3 месяцев с момента заключения Договора.</w:t>
      </w:r>
    </w:p>
    <w:p w:rsidR="007A0B0A" w:rsidRPr="00F906FB" w:rsidRDefault="007A0B0A" w:rsidP="007A0B0A">
      <w:pPr>
        <w:pStyle w:val="a3"/>
        <w:ind w:left="0" w:firstLine="0"/>
        <w:jc w:val="both"/>
        <w:rPr>
          <w:sz w:val="24"/>
          <w:szCs w:val="24"/>
        </w:rPr>
      </w:pPr>
    </w:p>
    <w:p w:rsidR="007A0B0A" w:rsidRPr="00F906FB" w:rsidRDefault="007A0B0A" w:rsidP="004B3E60">
      <w:pPr>
        <w:pStyle w:val="a3"/>
        <w:numPr>
          <w:ilvl w:val="0"/>
          <w:numId w:val="4"/>
        </w:numPr>
        <w:ind w:hanging="54"/>
        <w:jc w:val="left"/>
        <w:rPr>
          <w:sz w:val="24"/>
          <w:szCs w:val="24"/>
        </w:rPr>
      </w:pPr>
      <w:r w:rsidRPr="00F906FB">
        <w:rPr>
          <w:sz w:val="24"/>
          <w:szCs w:val="24"/>
        </w:rPr>
        <w:t>Оплата и финансирование строительства.</w:t>
      </w:r>
    </w:p>
    <w:p w:rsidR="007A0B0A" w:rsidRPr="00F906FB" w:rsidRDefault="007A0B0A" w:rsidP="004B3E60">
      <w:pPr>
        <w:pStyle w:val="a3"/>
        <w:numPr>
          <w:ilvl w:val="1"/>
          <w:numId w:val="8"/>
        </w:numPr>
        <w:ind w:hanging="1134"/>
        <w:jc w:val="both"/>
        <w:rPr>
          <w:sz w:val="24"/>
          <w:szCs w:val="24"/>
        </w:rPr>
      </w:pPr>
      <w:r w:rsidRPr="00F906F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7A0B0A" w:rsidRPr="00F906FB" w:rsidRDefault="007A0B0A" w:rsidP="007A0B0A">
      <w:pPr>
        <w:pStyle w:val="a3"/>
        <w:ind w:left="1276" w:firstLine="0"/>
        <w:jc w:val="both"/>
        <w:rPr>
          <w:sz w:val="24"/>
          <w:szCs w:val="24"/>
        </w:rPr>
      </w:pPr>
    </w:p>
    <w:p w:rsidR="007A0B0A" w:rsidRPr="00F906FB" w:rsidRDefault="007A0B0A" w:rsidP="004B3E60">
      <w:pPr>
        <w:pStyle w:val="a3"/>
        <w:numPr>
          <w:ilvl w:val="0"/>
          <w:numId w:val="8"/>
        </w:numPr>
        <w:ind w:hanging="54"/>
        <w:jc w:val="both"/>
        <w:rPr>
          <w:sz w:val="24"/>
          <w:szCs w:val="24"/>
        </w:rPr>
      </w:pPr>
      <w:r w:rsidRPr="00F906FB">
        <w:rPr>
          <w:sz w:val="24"/>
          <w:szCs w:val="24"/>
        </w:rPr>
        <w:t xml:space="preserve">Экология и природоохранные мероприятия. Выполнение работ произвести в соответствии с разделом проекта «Охрана окружающей среды». </w:t>
      </w:r>
    </w:p>
    <w:p w:rsidR="007A0B0A" w:rsidRPr="00F906FB" w:rsidRDefault="007A0B0A" w:rsidP="007A0B0A">
      <w:pPr>
        <w:pStyle w:val="a3"/>
        <w:ind w:left="0" w:firstLine="0"/>
        <w:jc w:val="both"/>
        <w:rPr>
          <w:sz w:val="24"/>
          <w:szCs w:val="24"/>
        </w:rPr>
      </w:pPr>
    </w:p>
    <w:p w:rsidR="007A0B0A" w:rsidRPr="00F906FB" w:rsidRDefault="007A0B0A" w:rsidP="004B3E60">
      <w:pPr>
        <w:pStyle w:val="a3"/>
        <w:numPr>
          <w:ilvl w:val="0"/>
          <w:numId w:val="8"/>
        </w:numPr>
        <w:ind w:left="0" w:firstLine="426"/>
        <w:jc w:val="both"/>
        <w:rPr>
          <w:sz w:val="24"/>
          <w:szCs w:val="24"/>
        </w:rPr>
      </w:pPr>
      <w:r w:rsidRPr="00F906FB">
        <w:rPr>
          <w:sz w:val="24"/>
          <w:szCs w:val="24"/>
        </w:rPr>
        <w:t>Гарантии исполнителя строительно-монтажных работ.</w:t>
      </w:r>
    </w:p>
    <w:p w:rsidR="007A0B0A" w:rsidRPr="00F906FB" w:rsidRDefault="007A0B0A" w:rsidP="004B3E60">
      <w:pPr>
        <w:pStyle w:val="a3"/>
        <w:numPr>
          <w:ilvl w:val="1"/>
          <w:numId w:val="5"/>
        </w:numPr>
        <w:ind w:left="1276" w:hanging="851"/>
        <w:jc w:val="both"/>
        <w:rPr>
          <w:sz w:val="24"/>
          <w:szCs w:val="24"/>
        </w:rPr>
      </w:pPr>
      <w:r w:rsidRPr="00F906FB">
        <w:rPr>
          <w:sz w:val="24"/>
          <w:szCs w:val="24"/>
        </w:rPr>
        <w:t>Подрядная строительно-монтажная организация должна гарантировать соответствие реконструируемых объектов требованиям НТД с момента включения объектов под напряжение.</w:t>
      </w:r>
    </w:p>
    <w:p w:rsidR="00C663B1" w:rsidRDefault="007A0B0A" w:rsidP="004B3E60">
      <w:pPr>
        <w:pStyle w:val="a3"/>
        <w:numPr>
          <w:ilvl w:val="1"/>
          <w:numId w:val="5"/>
        </w:numPr>
        <w:ind w:left="1276" w:hanging="851"/>
        <w:jc w:val="both"/>
        <w:rPr>
          <w:sz w:val="24"/>
          <w:szCs w:val="24"/>
        </w:rPr>
      </w:pPr>
      <w:r w:rsidRPr="00F906FB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84BD0" w:rsidRPr="00984BD0" w:rsidRDefault="00984BD0" w:rsidP="00984BD0">
      <w:pPr>
        <w:pStyle w:val="a3"/>
        <w:ind w:left="1276" w:firstLine="0"/>
        <w:jc w:val="both"/>
        <w:rPr>
          <w:sz w:val="24"/>
          <w:szCs w:val="24"/>
        </w:rPr>
      </w:pPr>
      <w:bookmarkStart w:id="0" w:name="_GoBack"/>
      <w:bookmarkEnd w:id="0"/>
    </w:p>
    <w:sectPr w:rsidR="00984BD0" w:rsidRPr="00984BD0" w:rsidSect="00CE7002">
      <w:headerReference w:type="default" r:id="rId9"/>
      <w:pgSz w:w="11906" w:h="16838"/>
      <w:pgMar w:top="709" w:right="567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C0" w:rsidRDefault="006C29C0" w:rsidP="00793AC2">
      <w:r>
        <w:separator/>
      </w:r>
    </w:p>
  </w:endnote>
  <w:endnote w:type="continuationSeparator" w:id="0">
    <w:p w:rsidR="006C29C0" w:rsidRDefault="006C29C0" w:rsidP="0079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C0" w:rsidRDefault="006C29C0" w:rsidP="00793AC2">
      <w:r>
        <w:separator/>
      </w:r>
    </w:p>
  </w:footnote>
  <w:footnote w:type="continuationSeparator" w:id="0">
    <w:p w:rsidR="006C29C0" w:rsidRDefault="006C29C0" w:rsidP="00793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AC2" w:rsidRDefault="00793AC2" w:rsidP="00793AC2">
    <w:pPr>
      <w:pStyle w:val="af0"/>
      <w:jc w:val="right"/>
    </w:pPr>
    <w: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0A04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5965BA4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1BAB3219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2F632562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383B6252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3FB00474"/>
    <w:multiLevelType w:val="multilevel"/>
    <w:tmpl w:val="2F0684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433A46F2"/>
    <w:multiLevelType w:val="multilevel"/>
    <w:tmpl w:val="16C035EA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242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8">
    <w:nsid w:val="4806495F"/>
    <w:multiLevelType w:val="hybridMultilevel"/>
    <w:tmpl w:val="089248E0"/>
    <w:lvl w:ilvl="0" w:tplc="D8BAE6FE">
      <w:start w:val="1"/>
      <w:numFmt w:val="decimal"/>
      <w:lvlText w:val="8.%1."/>
      <w:lvlJc w:val="left"/>
      <w:pPr>
        <w:ind w:left="199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0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1">
    <w:nsid w:val="5DD4666B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>
    <w:nsid w:val="694B384C"/>
    <w:multiLevelType w:val="hybridMultilevel"/>
    <w:tmpl w:val="7DE2D996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F2C8A320">
      <w:start w:val="1"/>
      <w:numFmt w:val="decimal"/>
      <w:lvlText w:val="1.%2."/>
      <w:lvlJc w:val="center"/>
      <w:pPr>
        <w:tabs>
          <w:tab w:val="num" w:pos="791"/>
        </w:tabs>
        <w:ind w:left="791" w:firstLine="28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94CEF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75076324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7BE565ED"/>
    <w:multiLevelType w:val="hybridMultilevel"/>
    <w:tmpl w:val="A066D076"/>
    <w:lvl w:ilvl="0" w:tplc="66F0A0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"/>
  </w:num>
  <w:num w:numId="2">
    <w:abstractNumId w:val="16"/>
  </w:num>
  <w:num w:numId="3">
    <w:abstractNumId w:val="12"/>
  </w:num>
  <w:num w:numId="4">
    <w:abstractNumId w:val="3"/>
  </w:num>
  <w:num w:numId="5">
    <w:abstractNumId w:val="7"/>
  </w:num>
  <w:num w:numId="6">
    <w:abstractNumId w:val="10"/>
  </w:num>
  <w:num w:numId="7">
    <w:abstractNumId w:val="8"/>
  </w:num>
  <w:num w:numId="8">
    <w:abstractNumId w:val="6"/>
  </w:num>
  <w:num w:numId="9">
    <w:abstractNumId w:val="11"/>
  </w:num>
  <w:num w:numId="10">
    <w:abstractNumId w:val="14"/>
  </w:num>
  <w:num w:numId="11">
    <w:abstractNumId w:val="15"/>
  </w:num>
  <w:num w:numId="12">
    <w:abstractNumId w:val="2"/>
  </w:num>
  <w:num w:numId="13">
    <w:abstractNumId w:val="4"/>
  </w:num>
  <w:num w:numId="14">
    <w:abstractNumId w:val="1"/>
  </w:num>
  <w:num w:numId="15">
    <w:abstractNumId w:val="0"/>
  </w:num>
  <w:num w:numId="16">
    <w:abstractNumId w:val="5"/>
  </w:num>
  <w:num w:numId="1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E2"/>
    <w:rsid w:val="000001B8"/>
    <w:rsid w:val="000053CC"/>
    <w:rsid w:val="00011869"/>
    <w:rsid w:val="0001343B"/>
    <w:rsid w:val="00013452"/>
    <w:rsid w:val="000147D3"/>
    <w:rsid w:val="0001712F"/>
    <w:rsid w:val="0001751B"/>
    <w:rsid w:val="00017C6F"/>
    <w:rsid w:val="000214FD"/>
    <w:rsid w:val="0002489B"/>
    <w:rsid w:val="0002556B"/>
    <w:rsid w:val="00026A39"/>
    <w:rsid w:val="00027418"/>
    <w:rsid w:val="000307C7"/>
    <w:rsid w:val="000338AC"/>
    <w:rsid w:val="00035377"/>
    <w:rsid w:val="00035AA0"/>
    <w:rsid w:val="000374E2"/>
    <w:rsid w:val="00041F21"/>
    <w:rsid w:val="000428B0"/>
    <w:rsid w:val="0004318A"/>
    <w:rsid w:val="00044E66"/>
    <w:rsid w:val="000457C7"/>
    <w:rsid w:val="0005241C"/>
    <w:rsid w:val="000559CE"/>
    <w:rsid w:val="000568CB"/>
    <w:rsid w:val="00056C0D"/>
    <w:rsid w:val="00062A3D"/>
    <w:rsid w:val="00062CC1"/>
    <w:rsid w:val="00062E17"/>
    <w:rsid w:val="000638D2"/>
    <w:rsid w:val="00067223"/>
    <w:rsid w:val="00070D44"/>
    <w:rsid w:val="000722B7"/>
    <w:rsid w:val="00072736"/>
    <w:rsid w:val="00074628"/>
    <w:rsid w:val="00074634"/>
    <w:rsid w:val="0007632A"/>
    <w:rsid w:val="000764D2"/>
    <w:rsid w:val="000834B4"/>
    <w:rsid w:val="00083B1A"/>
    <w:rsid w:val="00087A46"/>
    <w:rsid w:val="000902FB"/>
    <w:rsid w:val="0009125E"/>
    <w:rsid w:val="00091EB2"/>
    <w:rsid w:val="0009255C"/>
    <w:rsid w:val="000926D7"/>
    <w:rsid w:val="00092B5B"/>
    <w:rsid w:val="0009302E"/>
    <w:rsid w:val="00095A37"/>
    <w:rsid w:val="000968BB"/>
    <w:rsid w:val="000968F8"/>
    <w:rsid w:val="00097BE6"/>
    <w:rsid w:val="000A036D"/>
    <w:rsid w:val="000A2C57"/>
    <w:rsid w:val="000A3B09"/>
    <w:rsid w:val="000A5C66"/>
    <w:rsid w:val="000A639E"/>
    <w:rsid w:val="000A6927"/>
    <w:rsid w:val="000A6A3C"/>
    <w:rsid w:val="000A75FA"/>
    <w:rsid w:val="000A7E3F"/>
    <w:rsid w:val="000B1F6B"/>
    <w:rsid w:val="000B368B"/>
    <w:rsid w:val="000B3B5C"/>
    <w:rsid w:val="000B4B75"/>
    <w:rsid w:val="000B6FAA"/>
    <w:rsid w:val="000C377B"/>
    <w:rsid w:val="000C41F7"/>
    <w:rsid w:val="000C5D03"/>
    <w:rsid w:val="000C6B69"/>
    <w:rsid w:val="000C7108"/>
    <w:rsid w:val="000D01CD"/>
    <w:rsid w:val="000D54B3"/>
    <w:rsid w:val="000D742A"/>
    <w:rsid w:val="000E2B32"/>
    <w:rsid w:val="000E40D4"/>
    <w:rsid w:val="000E6902"/>
    <w:rsid w:val="000E7275"/>
    <w:rsid w:val="000F05AB"/>
    <w:rsid w:val="000F09B3"/>
    <w:rsid w:val="000F09E0"/>
    <w:rsid w:val="000F0F0B"/>
    <w:rsid w:val="000F13FC"/>
    <w:rsid w:val="000F2E42"/>
    <w:rsid w:val="000F4BDF"/>
    <w:rsid w:val="000F561C"/>
    <w:rsid w:val="000F7F9B"/>
    <w:rsid w:val="00104CAA"/>
    <w:rsid w:val="00104D1B"/>
    <w:rsid w:val="00105086"/>
    <w:rsid w:val="00106FB7"/>
    <w:rsid w:val="00107305"/>
    <w:rsid w:val="001077B5"/>
    <w:rsid w:val="0011708F"/>
    <w:rsid w:val="00117770"/>
    <w:rsid w:val="00120195"/>
    <w:rsid w:val="0012299E"/>
    <w:rsid w:val="00123F56"/>
    <w:rsid w:val="001243B2"/>
    <w:rsid w:val="0012676D"/>
    <w:rsid w:val="001271B6"/>
    <w:rsid w:val="0013088C"/>
    <w:rsid w:val="001319D7"/>
    <w:rsid w:val="00133873"/>
    <w:rsid w:val="001339C5"/>
    <w:rsid w:val="001362AC"/>
    <w:rsid w:val="001369F1"/>
    <w:rsid w:val="001369F9"/>
    <w:rsid w:val="00143A19"/>
    <w:rsid w:val="00143A38"/>
    <w:rsid w:val="00143BC7"/>
    <w:rsid w:val="00143E31"/>
    <w:rsid w:val="0014673F"/>
    <w:rsid w:val="001472FE"/>
    <w:rsid w:val="001500FF"/>
    <w:rsid w:val="00151194"/>
    <w:rsid w:val="001520CC"/>
    <w:rsid w:val="001526CD"/>
    <w:rsid w:val="00152B79"/>
    <w:rsid w:val="00153589"/>
    <w:rsid w:val="00154CBE"/>
    <w:rsid w:val="00155F93"/>
    <w:rsid w:val="001611C6"/>
    <w:rsid w:val="00163018"/>
    <w:rsid w:val="00164713"/>
    <w:rsid w:val="00170142"/>
    <w:rsid w:val="00170AD6"/>
    <w:rsid w:val="00170F2F"/>
    <w:rsid w:val="00173D37"/>
    <w:rsid w:val="001753DB"/>
    <w:rsid w:val="00181C7E"/>
    <w:rsid w:val="0018432C"/>
    <w:rsid w:val="00185B4D"/>
    <w:rsid w:val="001864C3"/>
    <w:rsid w:val="001867FF"/>
    <w:rsid w:val="0018793A"/>
    <w:rsid w:val="00187E96"/>
    <w:rsid w:val="00192552"/>
    <w:rsid w:val="0019460F"/>
    <w:rsid w:val="00194BE0"/>
    <w:rsid w:val="0019583A"/>
    <w:rsid w:val="00196F00"/>
    <w:rsid w:val="001A0583"/>
    <w:rsid w:val="001A1EBB"/>
    <w:rsid w:val="001A244D"/>
    <w:rsid w:val="001A3BD5"/>
    <w:rsid w:val="001A4E25"/>
    <w:rsid w:val="001A53A4"/>
    <w:rsid w:val="001A5588"/>
    <w:rsid w:val="001A646B"/>
    <w:rsid w:val="001A6BF5"/>
    <w:rsid w:val="001A753A"/>
    <w:rsid w:val="001B07B1"/>
    <w:rsid w:val="001B0C99"/>
    <w:rsid w:val="001B1DC4"/>
    <w:rsid w:val="001B39EA"/>
    <w:rsid w:val="001C5611"/>
    <w:rsid w:val="001E1469"/>
    <w:rsid w:val="001E2D05"/>
    <w:rsid w:val="001E49A6"/>
    <w:rsid w:val="001E5630"/>
    <w:rsid w:val="001E5697"/>
    <w:rsid w:val="001E5AA3"/>
    <w:rsid w:val="001E7F14"/>
    <w:rsid w:val="001F1FE2"/>
    <w:rsid w:val="00200355"/>
    <w:rsid w:val="002013E6"/>
    <w:rsid w:val="002023B7"/>
    <w:rsid w:val="00203103"/>
    <w:rsid w:val="00204530"/>
    <w:rsid w:val="00206240"/>
    <w:rsid w:val="00207AAB"/>
    <w:rsid w:val="00207D98"/>
    <w:rsid w:val="00213151"/>
    <w:rsid w:val="002172DE"/>
    <w:rsid w:val="00217EDC"/>
    <w:rsid w:val="00220112"/>
    <w:rsid w:val="00223256"/>
    <w:rsid w:val="0022523E"/>
    <w:rsid w:val="00225C12"/>
    <w:rsid w:val="00226E1E"/>
    <w:rsid w:val="00226FC1"/>
    <w:rsid w:val="00230748"/>
    <w:rsid w:val="002318E0"/>
    <w:rsid w:val="00233604"/>
    <w:rsid w:val="00233AA2"/>
    <w:rsid w:val="0023523E"/>
    <w:rsid w:val="002375A1"/>
    <w:rsid w:val="002439EA"/>
    <w:rsid w:val="00244987"/>
    <w:rsid w:val="0024670B"/>
    <w:rsid w:val="0025001A"/>
    <w:rsid w:val="00252062"/>
    <w:rsid w:val="00252338"/>
    <w:rsid w:val="00252905"/>
    <w:rsid w:val="002533A6"/>
    <w:rsid w:val="00254115"/>
    <w:rsid w:val="00254A73"/>
    <w:rsid w:val="002572EC"/>
    <w:rsid w:val="002621E0"/>
    <w:rsid w:val="00263603"/>
    <w:rsid w:val="00266107"/>
    <w:rsid w:val="00267257"/>
    <w:rsid w:val="00270E4C"/>
    <w:rsid w:val="002757DF"/>
    <w:rsid w:val="002769FB"/>
    <w:rsid w:val="0027791C"/>
    <w:rsid w:val="00282887"/>
    <w:rsid w:val="00284017"/>
    <w:rsid w:val="002855C6"/>
    <w:rsid w:val="002855D6"/>
    <w:rsid w:val="0028685B"/>
    <w:rsid w:val="00290182"/>
    <w:rsid w:val="00290E72"/>
    <w:rsid w:val="00293D98"/>
    <w:rsid w:val="002944A3"/>
    <w:rsid w:val="002969E5"/>
    <w:rsid w:val="002A07CC"/>
    <w:rsid w:val="002A4C05"/>
    <w:rsid w:val="002A57D8"/>
    <w:rsid w:val="002A5942"/>
    <w:rsid w:val="002B23A0"/>
    <w:rsid w:val="002B49C3"/>
    <w:rsid w:val="002B4F89"/>
    <w:rsid w:val="002B5DFF"/>
    <w:rsid w:val="002C06A3"/>
    <w:rsid w:val="002C0BFA"/>
    <w:rsid w:val="002C2BF3"/>
    <w:rsid w:val="002C49A7"/>
    <w:rsid w:val="002C6A14"/>
    <w:rsid w:val="002C7D91"/>
    <w:rsid w:val="002D148A"/>
    <w:rsid w:val="002D1657"/>
    <w:rsid w:val="002D22AD"/>
    <w:rsid w:val="002D3EB1"/>
    <w:rsid w:val="002E1513"/>
    <w:rsid w:val="002E1770"/>
    <w:rsid w:val="002E1D71"/>
    <w:rsid w:val="002E3D23"/>
    <w:rsid w:val="002E4247"/>
    <w:rsid w:val="002E6456"/>
    <w:rsid w:val="002F1334"/>
    <w:rsid w:val="002F2A6E"/>
    <w:rsid w:val="002F364B"/>
    <w:rsid w:val="002F47F9"/>
    <w:rsid w:val="002F51D4"/>
    <w:rsid w:val="002F7001"/>
    <w:rsid w:val="002F7986"/>
    <w:rsid w:val="00301163"/>
    <w:rsid w:val="00301C0C"/>
    <w:rsid w:val="00303797"/>
    <w:rsid w:val="00303AD6"/>
    <w:rsid w:val="003065FF"/>
    <w:rsid w:val="0031044A"/>
    <w:rsid w:val="003137A8"/>
    <w:rsid w:val="0031577B"/>
    <w:rsid w:val="003159F4"/>
    <w:rsid w:val="0031752E"/>
    <w:rsid w:val="00317D59"/>
    <w:rsid w:val="003302C5"/>
    <w:rsid w:val="00333442"/>
    <w:rsid w:val="0033391E"/>
    <w:rsid w:val="0033654B"/>
    <w:rsid w:val="00337354"/>
    <w:rsid w:val="00340BC2"/>
    <w:rsid w:val="00342456"/>
    <w:rsid w:val="00342BD9"/>
    <w:rsid w:val="00347C1C"/>
    <w:rsid w:val="00352FA6"/>
    <w:rsid w:val="00353BD4"/>
    <w:rsid w:val="003554FA"/>
    <w:rsid w:val="00356A90"/>
    <w:rsid w:val="00361E0F"/>
    <w:rsid w:val="003634AB"/>
    <w:rsid w:val="003670F1"/>
    <w:rsid w:val="00367A88"/>
    <w:rsid w:val="00372836"/>
    <w:rsid w:val="00373C47"/>
    <w:rsid w:val="0037403E"/>
    <w:rsid w:val="00374B9A"/>
    <w:rsid w:val="00376CF7"/>
    <w:rsid w:val="00376E0E"/>
    <w:rsid w:val="0038348E"/>
    <w:rsid w:val="00383A2F"/>
    <w:rsid w:val="003908E4"/>
    <w:rsid w:val="003961B0"/>
    <w:rsid w:val="00396D19"/>
    <w:rsid w:val="003973C9"/>
    <w:rsid w:val="003A02A0"/>
    <w:rsid w:val="003A0C44"/>
    <w:rsid w:val="003A1EA6"/>
    <w:rsid w:val="003A2D80"/>
    <w:rsid w:val="003A73C6"/>
    <w:rsid w:val="003A7F14"/>
    <w:rsid w:val="003B4F5E"/>
    <w:rsid w:val="003B64CC"/>
    <w:rsid w:val="003B67FD"/>
    <w:rsid w:val="003C1D40"/>
    <w:rsid w:val="003C3967"/>
    <w:rsid w:val="003C3B30"/>
    <w:rsid w:val="003D1473"/>
    <w:rsid w:val="003D1D75"/>
    <w:rsid w:val="003D3A21"/>
    <w:rsid w:val="003D6866"/>
    <w:rsid w:val="003D6D1F"/>
    <w:rsid w:val="003D6FD4"/>
    <w:rsid w:val="003D7CAE"/>
    <w:rsid w:val="003E3FE9"/>
    <w:rsid w:val="003E4671"/>
    <w:rsid w:val="003E5105"/>
    <w:rsid w:val="003E531E"/>
    <w:rsid w:val="003E5A49"/>
    <w:rsid w:val="003E6D3D"/>
    <w:rsid w:val="003E7830"/>
    <w:rsid w:val="003E7F4F"/>
    <w:rsid w:val="003F0C77"/>
    <w:rsid w:val="003F1EE0"/>
    <w:rsid w:val="003F423E"/>
    <w:rsid w:val="003F5F16"/>
    <w:rsid w:val="0040225F"/>
    <w:rsid w:val="004044F3"/>
    <w:rsid w:val="00404C31"/>
    <w:rsid w:val="00405D3D"/>
    <w:rsid w:val="00411751"/>
    <w:rsid w:val="00411A0F"/>
    <w:rsid w:val="00411FF2"/>
    <w:rsid w:val="00412B88"/>
    <w:rsid w:val="00413181"/>
    <w:rsid w:val="00413D8E"/>
    <w:rsid w:val="00415D9B"/>
    <w:rsid w:val="004233C9"/>
    <w:rsid w:val="004241AC"/>
    <w:rsid w:val="00430785"/>
    <w:rsid w:val="004349F4"/>
    <w:rsid w:val="00435B7F"/>
    <w:rsid w:val="004363A7"/>
    <w:rsid w:val="00440C6C"/>
    <w:rsid w:val="00441127"/>
    <w:rsid w:val="004443B4"/>
    <w:rsid w:val="00444EA2"/>
    <w:rsid w:val="0044618B"/>
    <w:rsid w:val="00450B0E"/>
    <w:rsid w:val="00454333"/>
    <w:rsid w:val="0046083E"/>
    <w:rsid w:val="00461792"/>
    <w:rsid w:val="0046220F"/>
    <w:rsid w:val="00463882"/>
    <w:rsid w:val="00470BC7"/>
    <w:rsid w:val="00470BF9"/>
    <w:rsid w:val="00471F4B"/>
    <w:rsid w:val="004722EE"/>
    <w:rsid w:val="00473D19"/>
    <w:rsid w:val="004744D5"/>
    <w:rsid w:val="00477445"/>
    <w:rsid w:val="004776E0"/>
    <w:rsid w:val="00480EB2"/>
    <w:rsid w:val="00484419"/>
    <w:rsid w:val="004847C1"/>
    <w:rsid w:val="0048522E"/>
    <w:rsid w:val="00485E3B"/>
    <w:rsid w:val="00487DAC"/>
    <w:rsid w:val="00490965"/>
    <w:rsid w:val="00491360"/>
    <w:rsid w:val="00492125"/>
    <w:rsid w:val="004A1676"/>
    <w:rsid w:val="004A71AD"/>
    <w:rsid w:val="004A72D2"/>
    <w:rsid w:val="004B0400"/>
    <w:rsid w:val="004B3E60"/>
    <w:rsid w:val="004B513A"/>
    <w:rsid w:val="004B667C"/>
    <w:rsid w:val="004C30D9"/>
    <w:rsid w:val="004C4D73"/>
    <w:rsid w:val="004C552F"/>
    <w:rsid w:val="004C6694"/>
    <w:rsid w:val="004D0F09"/>
    <w:rsid w:val="004D1E4B"/>
    <w:rsid w:val="004D3262"/>
    <w:rsid w:val="004D552A"/>
    <w:rsid w:val="004E1E9E"/>
    <w:rsid w:val="004E6C2C"/>
    <w:rsid w:val="004F00AE"/>
    <w:rsid w:val="004F118B"/>
    <w:rsid w:val="004F27E3"/>
    <w:rsid w:val="004F2DF3"/>
    <w:rsid w:val="004F3B1F"/>
    <w:rsid w:val="004F53C5"/>
    <w:rsid w:val="004F5707"/>
    <w:rsid w:val="00501E72"/>
    <w:rsid w:val="00502436"/>
    <w:rsid w:val="0050282D"/>
    <w:rsid w:val="0050616C"/>
    <w:rsid w:val="005066BC"/>
    <w:rsid w:val="00507B52"/>
    <w:rsid w:val="00510AB5"/>
    <w:rsid w:val="00510B17"/>
    <w:rsid w:val="00512C81"/>
    <w:rsid w:val="0051321B"/>
    <w:rsid w:val="00513F85"/>
    <w:rsid w:val="005179C4"/>
    <w:rsid w:val="0052315F"/>
    <w:rsid w:val="0052324B"/>
    <w:rsid w:val="0052378B"/>
    <w:rsid w:val="00523A43"/>
    <w:rsid w:val="00525413"/>
    <w:rsid w:val="00525ABF"/>
    <w:rsid w:val="005300AE"/>
    <w:rsid w:val="005302C1"/>
    <w:rsid w:val="005302D5"/>
    <w:rsid w:val="005330C9"/>
    <w:rsid w:val="005345BC"/>
    <w:rsid w:val="0053542F"/>
    <w:rsid w:val="005358A4"/>
    <w:rsid w:val="00535C9A"/>
    <w:rsid w:val="00543870"/>
    <w:rsid w:val="00545B81"/>
    <w:rsid w:val="00547039"/>
    <w:rsid w:val="00547D7B"/>
    <w:rsid w:val="00550082"/>
    <w:rsid w:val="00552153"/>
    <w:rsid w:val="00557592"/>
    <w:rsid w:val="00557844"/>
    <w:rsid w:val="005617CA"/>
    <w:rsid w:val="0056288F"/>
    <w:rsid w:val="0056378F"/>
    <w:rsid w:val="00564B76"/>
    <w:rsid w:val="0056579C"/>
    <w:rsid w:val="00566ED9"/>
    <w:rsid w:val="00572122"/>
    <w:rsid w:val="00573B71"/>
    <w:rsid w:val="00574418"/>
    <w:rsid w:val="00582367"/>
    <w:rsid w:val="005878AB"/>
    <w:rsid w:val="00590E7E"/>
    <w:rsid w:val="005960D1"/>
    <w:rsid w:val="005977FD"/>
    <w:rsid w:val="005A067B"/>
    <w:rsid w:val="005A39CF"/>
    <w:rsid w:val="005A4B28"/>
    <w:rsid w:val="005A50CD"/>
    <w:rsid w:val="005A5E40"/>
    <w:rsid w:val="005A5F71"/>
    <w:rsid w:val="005B0CE1"/>
    <w:rsid w:val="005B0E7A"/>
    <w:rsid w:val="005B43FE"/>
    <w:rsid w:val="005B5AE0"/>
    <w:rsid w:val="005B66D7"/>
    <w:rsid w:val="005B79E7"/>
    <w:rsid w:val="005C1A12"/>
    <w:rsid w:val="005C2D17"/>
    <w:rsid w:val="005C55E1"/>
    <w:rsid w:val="005C5920"/>
    <w:rsid w:val="005C60E5"/>
    <w:rsid w:val="005D015B"/>
    <w:rsid w:val="005D28A0"/>
    <w:rsid w:val="005D4796"/>
    <w:rsid w:val="005D5E58"/>
    <w:rsid w:val="005D7164"/>
    <w:rsid w:val="005D756A"/>
    <w:rsid w:val="005E1783"/>
    <w:rsid w:val="005E1E7E"/>
    <w:rsid w:val="005E3F80"/>
    <w:rsid w:val="005E6C6B"/>
    <w:rsid w:val="005F0025"/>
    <w:rsid w:val="005F03E0"/>
    <w:rsid w:val="005F0AE4"/>
    <w:rsid w:val="005F5FC9"/>
    <w:rsid w:val="00600DB7"/>
    <w:rsid w:val="00604BC8"/>
    <w:rsid w:val="00607498"/>
    <w:rsid w:val="00611A77"/>
    <w:rsid w:val="006130E5"/>
    <w:rsid w:val="00613C0D"/>
    <w:rsid w:val="006140A3"/>
    <w:rsid w:val="00617768"/>
    <w:rsid w:val="00621E40"/>
    <w:rsid w:val="0062210C"/>
    <w:rsid w:val="00625F6D"/>
    <w:rsid w:val="00626053"/>
    <w:rsid w:val="00626240"/>
    <w:rsid w:val="00630F09"/>
    <w:rsid w:val="00630F3E"/>
    <w:rsid w:val="006335E6"/>
    <w:rsid w:val="00633D35"/>
    <w:rsid w:val="006356C4"/>
    <w:rsid w:val="00635B3B"/>
    <w:rsid w:val="00641080"/>
    <w:rsid w:val="00641879"/>
    <w:rsid w:val="006432A2"/>
    <w:rsid w:val="00645A97"/>
    <w:rsid w:val="00646570"/>
    <w:rsid w:val="006473BE"/>
    <w:rsid w:val="00650EBC"/>
    <w:rsid w:val="00652495"/>
    <w:rsid w:val="00653BB1"/>
    <w:rsid w:val="00655AAB"/>
    <w:rsid w:val="00657298"/>
    <w:rsid w:val="006628D7"/>
    <w:rsid w:val="00662D9F"/>
    <w:rsid w:val="0066367E"/>
    <w:rsid w:val="00663D09"/>
    <w:rsid w:val="006730A8"/>
    <w:rsid w:val="00676D20"/>
    <w:rsid w:val="00682745"/>
    <w:rsid w:val="00682F26"/>
    <w:rsid w:val="00684B08"/>
    <w:rsid w:val="00690D8B"/>
    <w:rsid w:val="00690DED"/>
    <w:rsid w:val="006912DA"/>
    <w:rsid w:val="00692F76"/>
    <w:rsid w:val="00693A99"/>
    <w:rsid w:val="00694ADF"/>
    <w:rsid w:val="006962BA"/>
    <w:rsid w:val="006A1529"/>
    <w:rsid w:val="006A1907"/>
    <w:rsid w:val="006A2156"/>
    <w:rsid w:val="006A3E69"/>
    <w:rsid w:val="006A4917"/>
    <w:rsid w:val="006A4925"/>
    <w:rsid w:val="006A5468"/>
    <w:rsid w:val="006A6D99"/>
    <w:rsid w:val="006B05DC"/>
    <w:rsid w:val="006B1F32"/>
    <w:rsid w:val="006B27A6"/>
    <w:rsid w:val="006B7666"/>
    <w:rsid w:val="006C29C0"/>
    <w:rsid w:val="006C4C7A"/>
    <w:rsid w:val="006C5CF6"/>
    <w:rsid w:val="006C63A6"/>
    <w:rsid w:val="006C76EA"/>
    <w:rsid w:val="006D084E"/>
    <w:rsid w:val="006D35C3"/>
    <w:rsid w:val="006D38B6"/>
    <w:rsid w:val="006D3B0F"/>
    <w:rsid w:val="006D4A7D"/>
    <w:rsid w:val="006E063A"/>
    <w:rsid w:val="006E2CF9"/>
    <w:rsid w:val="006E2FB3"/>
    <w:rsid w:val="006F06CD"/>
    <w:rsid w:val="006F0E94"/>
    <w:rsid w:val="006F19A1"/>
    <w:rsid w:val="006F4749"/>
    <w:rsid w:val="006F53B3"/>
    <w:rsid w:val="006F5880"/>
    <w:rsid w:val="006F5EC9"/>
    <w:rsid w:val="006F71B8"/>
    <w:rsid w:val="006F75AD"/>
    <w:rsid w:val="00702152"/>
    <w:rsid w:val="00703999"/>
    <w:rsid w:val="00705DDE"/>
    <w:rsid w:val="0070700A"/>
    <w:rsid w:val="0071137A"/>
    <w:rsid w:val="007128F0"/>
    <w:rsid w:val="00712AE6"/>
    <w:rsid w:val="00712F54"/>
    <w:rsid w:val="007134EB"/>
    <w:rsid w:val="007206A7"/>
    <w:rsid w:val="00722A47"/>
    <w:rsid w:val="0072594E"/>
    <w:rsid w:val="0072738B"/>
    <w:rsid w:val="007325A3"/>
    <w:rsid w:val="007340E3"/>
    <w:rsid w:val="00734451"/>
    <w:rsid w:val="00735F53"/>
    <w:rsid w:val="007401AF"/>
    <w:rsid w:val="007409E0"/>
    <w:rsid w:val="00751503"/>
    <w:rsid w:val="00753063"/>
    <w:rsid w:val="007547AD"/>
    <w:rsid w:val="0075482F"/>
    <w:rsid w:val="00754F12"/>
    <w:rsid w:val="0075555D"/>
    <w:rsid w:val="00760D4A"/>
    <w:rsid w:val="0076119A"/>
    <w:rsid w:val="00763103"/>
    <w:rsid w:val="00763E79"/>
    <w:rsid w:val="00764709"/>
    <w:rsid w:val="00764FD7"/>
    <w:rsid w:val="0076547E"/>
    <w:rsid w:val="00766175"/>
    <w:rsid w:val="00771F4B"/>
    <w:rsid w:val="00772014"/>
    <w:rsid w:val="00774F5D"/>
    <w:rsid w:val="007801A2"/>
    <w:rsid w:val="00781128"/>
    <w:rsid w:val="007838A2"/>
    <w:rsid w:val="00783AFD"/>
    <w:rsid w:val="007852DA"/>
    <w:rsid w:val="007870DD"/>
    <w:rsid w:val="00791058"/>
    <w:rsid w:val="00793AC2"/>
    <w:rsid w:val="007956BA"/>
    <w:rsid w:val="007A0735"/>
    <w:rsid w:val="007A0A22"/>
    <w:rsid w:val="007A0B0A"/>
    <w:rsid w:val="007A2BEE"/>
    <w:rsid w:val="007A3BAC"/>
    <w:rsid w:val="007A5AD1"/>
    <w:rsid w:val="007B0560"/>
    <w:rsid w:val="007B0F97"/>
    <w:rsid w:val="007B142F"/>
    <w:rsid w:val="007B1A2B"/>
    <w:rsid w:val="007B2555"/>
    <w:rsid w:val="007B28E0"/>
    <w:rsid w:val="007B59B9"/>
    <w:rsid w:val="007B6002"/>
    <w:rsid w:val="007C0AC0"/>
    <w:rsid w:val="007C23F8"/>
    <w:rsid w:val="007C5E3C"/>
    <w:rsid w:val="007C5E8B"/>
    <w:rsid w:val="007C60FF"/>
    <w:rsid w:val="007D44F1"/>
    <w:rsid w:val="007D7597"/>
    <w:rsid w:val="007E0C81"/>
    <w:rsid w:val="007E126A"/>
    <w:rsid w:val="007E49F9"/>
    <w:rsid w:val="007F0C62"/>
    <w:rsid w:val="007F0F56"/>
    <w:rsid w:val="007F32B6"/>
    <w:rsid w:val="007F72E4"/>
    <w:rsid w:val="0080182D"/>
    <w:rsid w:val="008020A8"/>
    <w:rsid w:val="0080372E"/>
    <w:rsid w:val="00804791"/>
    <w:rsid w:val="00811C66"/>
    <w:rsid w:val="008200C8"/>
    <w:rsid w:val="00820465"/>
    <w:rsid w:val="00822165"/>
    <w:rsid w:val="0083209A"/>
    <w:rsid w:val="00835CB6"/>
    <w:rsid w:val="00836040"/>
    <w:rsid w:val="008370E3"/>
    <w:rsid w:val="00837591"/>
    <w:rsid w:val="008427C2"/>
    <w:rsid w:val="00843458"/>
    <w:rsid w:val="008445EB"/>
    <w:rsid w:val="00846BF5"/>
    <w:rsid w:val="0085280F"/>
    <w:rsid w:val="00853C90"/>
    <w:rsid w:val="00855EE3"/>
    <w:rsid w:val="00860795"/>
    <w:rsid w:val="008621EB"/>
    <w:rsid w:val="00863484"/>
    <w:rsid w:val="008638A3"/>
    <w:rsid w:val="00867C8F"/>
    <w:rsid w:val="0087213D"/>
    <w:rsid w:val="0087571A"/>
    <w:rsid w:val="00875B02"/>
    <w:rsid w:val="008770B2"/>
    <w:rsid w:val="00877EBA"/>
    <w:rsid w:val="008802B0"/>
    <w:rsid w:val="00880E28"/>
    <w:rsid w:val="00880EA9"/>
    <w:rsid w:val="00885EBA"/>
    <w:rsid w:val="00891754"/>
    <w:rsid w:val="008918EB"/>
    <w:rsid w:val="00891D70"/>
    <w:rsid w:val="00897222"/>
    <w:rsid w:val="00897873"/>
    <w:rsid w:val="008A0761"/>
    <w:rsid w:val="008A2C2F"/>
    <w:rsid w:val="008A3B7E"/>
    <w:rsid w:val="008A4347"/>
    <w:rsid w:val="008A4BAD"/>
    <w:rsid w:val="008A6619"/>
    <w:rsid w:val="008A747A"/>
    <w:rsid w:val="008A7E75"/>
    <w:rsid w:val="008B1865"/>
    <w:rsid w:val="008B23ED"/>
    <w:rsid w:val="008B7FAE"/>
    <w:rsid w:val="008C1BAB"/>
    <w:rsid w:val="008C2058"/>
    <w:rsid w:val="008C22F1"/>
    <w:rsid w:val="008C286D"/>
    <w:rsid w:val="008C70F2"/>
    <w:rsid w:val="008D2168"/>
    <w:rsid w:val="008D40B7"/>
    <w:rsid w:val="008E1CCC"/>
    <w:rsid w:val="008E2FDD"/>
    <w:rsid w:val="008E42EC"/>
    <w:rsid w:val="008E4B44"/>
    <w:rsid w:val="008E7182"/>
    <w:rsid w:val="008E73F5"/>
    <w:rsid w:val="008F2604"/>
    <w:rsid w:val="008F2F41"/>
    <w:rsid w:val="008F3CE1"/>
    <w:rsid w:val="008F55AB"/>
    <w:rsid w:val="008F72BB"/>
    <w:rsid w:val="008F76D2"/>
    <w:rsid w:val="0090420D"/>
    <w:rsid w:val="00905031"/>
    <w:rsid w:val="0091005F"/>
    <w:rsid w:val="00911116"/>
    <w:rsid w:val="00912495"/>
    <w:rsid w:val="00913736"/>
    <w:rsid w:val="009138FC"/>
    <w:rsid w:val="0092485B"/>
    <w:rsid w:val="00925548"/>
    <w:rsid w:val="00926792"/>
    <w:rsid w:val="00926F40"/>
    <w:rsid w:val="009302E7"/>
    <w:rsid w:val="009307B5"/>
    <w:rsid w:val="009342F8"/>
    <w:rsid w:val="00940200"/>
    <w:rsid w:val="00940658"/>
    <w:rsid w:val="009412FB"/>
    <w:rsid w:val="00943C66"/>
    <w:rsid w:val="00947D89"/>
    <w:rsid w:val="009510B8"/>
    <w:rsid w:val="00952D26"/>
    <w:rsid w:val="00952F88"/>
    <w:rsid w:val="00960FE4"/>
    <w:rsid w:val="0096124F"/>
    <w:rsid w:val="009636C6"/>
    <w:rsid w:val="009678D7"/>
    <w:rsid w:val="00967E46"/>
    <w:rsid w:val="0097041B"/>
    <w:rsid w:val="00971086"/>
    <w:rsid w:val="00971DEA"/>
    <w:rsid w:val="009723C1"/>
    <w:rsid w:val="00974EF7"/>
    <w:rsid w:val="009757FD"/>
    <w:rsid w:val="00977251"/>
    <w:rsid w:val="00977AE2"/>
    <w:rsid w:val="00980183"/>
    <w:rsid w:val="0098095D"/>
    <w:rsid w:val="00980C3B"/>
    <w:rsid w:val="009815E9"/>
    <w:rsid w:val="009825CF"/>
    <w:rsid w:val="009829AD"/>
    <w:rsid w:val="009838FD"/>
    <w:rsid w:val="00983A64"/>
    <w:rsid w:val="00984BD0"/>
    <w:rsid w:val="0098540B"/>
    <w:rsid w:val="00986074"/>
    <w:rsid w:val="00987345"/>
    <w:rsid w:val="00991FC2"/>
    <w:rsid w:val="00992666"/>
    <w:rsid w:val="009927FF"/>
    <w:rsid w:val="00993648"/>
    <w:rsid w:val="009963A5"/>
    <w:rsid w:val="00997761"/>
    <w:rsid w:val="009A0FD8"/>
    <w:rsid w:val="009A10B2"/>
    <w:rsid w:val="009A1474"/>
    <w:rsid w:val="009A2779"/>
    <w:rsid w:val="009A306B"/>
    <w:rsid w:val="009A5677"/>
    <w:rsid w:val="009B0C07"/>
    <w:rsid w:val="009B393E"/>
    <w:rsid w:val="009B527E"/>
    <w:rsid w:val="009B5782"/>
    <w:rsid w:val="009B7279"/>
    <w:rsid w:val="009C1AE9"/>
    <w:rsid w:val="009D1B00"/>
    <w:rsid w:val="009D1DE0"/>
    <w:rsid w:val="009D4578"/>
    <w:rsid w:val="009D733C"/>
    <w:rsid w:val="009E0514"/>
    <w:rsid w:val="009E0F01"/>
    <w:rsid w:val="009E1360"/>
    <w:rsid w:val="009E2295"/>
    <w:rsid w:val="009E2CBF"/>
    <w:rsid w:val="009E3AAE"/>
    <w:rsid w:val="009F2E6C"/>
    <w:rsid w:val="009F552C"/>
    <w:rsid w:val="00A018AC"/>
    <w:rsid w:val="00A01D28"/>
    <w:rsid w:val="00A06786"/>
    <w:rsid w:val="00A06CFC"/>
    <w:rsid w:val="00A07C5E"/>
    <w:rsid w:val="00A109A4"/>
    <w:rsid w:val="00A1195A"/>
    <w:rsid w:val="00A13145"/>
    <w:rsid w:val="00A17260"/>
    <w:rsid w:val="00A25ABF"/>
    <w:rsid w:val="00A25BC6"/>
    <w:rsid w:val="00A272CB"/>
    <w:rsid w:val="00A279C5"/>
    <w:rsid w:val="00A3064D"/>
    <w:rsid w:val="00A3226D"/>
    <w:rsid w:val="00A32748"/>
    <w:rsid w:val="00A35498"/>
    <w:rsid w:val="00A36ECA"/>
    <w:rsid w:val="00A42B03"/>
    <w:rsid w:val="00A438A8"/>
    <w:rsid w:val="00A442F7"/>
    <w:rsid w:val="00A45B48"/>
    <w:rsid w:val="00A4622F"/>
    <w:rsid w:val="00A46C8B"/>
    <w:rsid w:val="00A50F65"/>
    <w:rsid w:val="00A53AB2"/>
    <w:rsid w:val="00A53EAF"/>
    <w:rsid w:val="00A55287"/>
    <w:rsid w:val="00A6205A"/>
    <w:rsid w:val="00A632C7"/>
    <w:rsid w:val="00A64C0A"/>
    <w:rsid w:val="00A65505"/>
    <w:rsid w:val="00A658F8"/>
    <w:rsid w:val="00A715FB"/>
    <w:rsid w:val="00A72533"/>
    <w:rsid w:val="00A72E48"/>
    <w:rsid w:val="00A82448"/>
    <w:rsid w:val="00A82763"/>
    <w:rsid w:val="00A83E3A"/>
    <w:rsid w:val="00A8426B"/>
    <w:rsid w:val="00A85917"/>
    <w:rsid w:val="00A85929"/>
    <w:rsid w:val="00A91CD6"/>
    <w:rsid w:val="00AA2F7A"/>
    <w:rsid w:val="00AA3D08"/>
    <w:rsid w:val="00AB125F"/>
    <w:rsid w:val="00AB24A1"/>
    <w:rsid w:val="00AB3EE7"/>
    <w:rsid w:val="00AB4DA1"/>
    <w:rsid w:val="00AB50C0"/>
    <w:rsid w:val="00AB5DD5"/>
    <w:rsid w:val="00AC368F"/>
    <w:rsid w:val="00AC552D"/>
    <w:rsid w:val="00AC5E4B"/>
    <w:rsid w:val="00AC6551"/>
    <w:rsid w:val="00AC7594"/>
    <w:rsid w:val="00AD00C2"/>
    <w:rsid w:val="00AD0B75"/>
    <w:rsid w:val="00AD13A4"/>
    <w:rsid w:val="00AD399B"/>
    <w:rsid w:val="00AD4310"/>
    <w:rsid w:val="00AD5EEE"/>
    <w:rsid w:val="00AD64C2"/>
    <w:rsid w:val="00AD6F2E"/>
    <w:rsid w:val="00AD714D"/>
    <w:rsid w:val="00AD7486"/>
    <w:rsid w:val="00AE0E97"/>
    <w:rsid w:val="00AE1796"/>
    <w:rsid w:val="00AE26F0"/>
    <w:rsid w:val="00AE40AC"/>
    <w:rsid w:val="00AE5033"/>
    <w:rsid w:val="00AE5DF7"/>
    <w:rsid w:val="00AE61CE"/>
    <w:rsid w:val="00AF0FDE"/>
    <w:rsid w:val="00AF2DB3"/>
    <w:rsid w:val="00AF539F"/>
    <w:rsid w:val="00AF540A"/>
    <w:rsid w:val="00AF6E13"/>
    <w:rsid w:val="00B0164F"/>
    <w:rsid w:val="00B06737"/>
    <w:rsid w:val="00B07337"/>
    <w:rsid w:val="00B07A41"/>
    <w:rsid w:val="00B13C86"/>
    <w:rsid w:val="00B142C6"/>
    <w:rsid w:val="00B17F19"/>
    <w:rsid w:val="00B20583"/>
    <w:rsid w:val="00B20ACD"/>
    <w:rsid w:val="00B20C9C"/>
    <w:rsid w:val="00B23622"/>
    <w:rsid w:val="00B27600"/>
    <w:rsid w:val="00B3170A"/>
    <w:rsid w:val="00B3188F"/>
    <w:rsid w:val="00B31D28"/>
    <w:rsid w:val="00B345C4"/>
    <w:rsid w:val="00B34889"/>
    <w:rsid w:val="00B36D2F"/>
    <w:rsid w:val="00B36FBA"/>
    <w:rsid w:val="00B3778F"/>
    <w:rsid w:val="00B40E59"/>
    <w:rsid w:val="00B411A7"/>
    <w:rsid w:val="00B418FF"/>
    <w:rsid w:val="00B41F91"/>
    <w:rsid w:val="00B42CEB"/>
    <w:rsid w:val="00B436C3"/>
    <w:rsid w:val="00B457A5"/>
    <w:rsid w:val="00B464B8"/>
    <w:rsid w:val="00B47392"/>
    <w:rsid w:val="00B51195"/>
    <w:rsid w:val="00B5149F"/>
    <w:rsid w:val="00B51B35"/>
    <w:rsid w:val="00B529F6"/>
    <w:rsid w:val="00B54A37"/>
    <w:rsid w:val="00B56B3D"/>
    <w:rsid w:val="00B60056"/>
    <w:rsid w:val="00B6439D"/>
    <w:rsid w:val="00B66514"/>
    <w:rsid w:val="00B700CE"/>
    <w:rsid w:val="00B703F3"/>
    <w:rsid w:val="00B726F4"/>
    <w:rsid w:val="00B74494"/>
    <w:rsid w:val="00B75531"/>
    <w:rsid w:val="00B77569"/>
    <w:rsid w:val="00B84885"/>
    <w:rsid w:val="00B84E63"/>
    <w:rsid w:val="00B85B5A"/>
    <w:rsid w:val="00B86D50"/>
    <w:rsid w:val="00B87049"/>
    <w:rsid w:val="00B915F7"/>
    <w:rsid w:val="00B91E56"/>
    <w:rsid w:val="00B94981"/>
    <w:rsid w:val="00B95A55"/>
    <w:rsid w:val="00B9605E"/>
    <w:rsid w:val="00BA4335"/>
    <w:rsid w:val="00BA6502"/>
    <w:rsid w:val="00BA6583"/>
    <w:rsid w:val="00BA7A7F"/>
    <w:rsid w:val="00BB0508"/>
    <w:rsid w:val="00BB1661"/>
    <w:rsid w:val="00BB28F4"/>
    <w:rsid w:val="00BB2F7E"/>
    <w:rsid w:val="00BB5316"/>
    <w:rsid w:val="00BB6898"/>
    <w:rsid w:val="00BC070D"/>
    <w:rsid w:val="00BC085E"/>
    <w:rsid w:val="00BC22FF"/>
    <w:rsid w:val="00BC5681"/>
    <w:rsid w:val="00BC73CA"/>
    <w:rsid w:val="00BD2810"/>
    <w:rsid w:val="00BE162E"/>
    <w:rsid w:val="00BE44F5"/>
    <w:rsid w:val="00BE5F53"/>
    <w:rsid w:val="00BE746D"/>
    <w:rsid w:val="00BF0BAE"/>
    <w:rsid w:val="00BF21F0"/>
    <w:rsid w:val="00BF4427"/>
    <w:rsid w:val="00C05C04"/>
    <w:rsid w:val="00C06210"/>
    <w:rsid w:val="00C11EBE"/>
    <w:rsid w:val="00C13C00"/>
    <w:rsid w:val="00C14458"/>
    <w:rsid w:val="00C14E27"/>
    <w:rsid w:val="00C16179"/>
    <w:rsid w:val="00C2143A"/>
    <w:rsid w:val="00C22FDB"/>
    <w:rsid w:val="00C244A6"/>
    <w:rsid w:val="00C26E15"/>
    <w:rsid w:val="00C32603"/>
    <w:rsid w:val="00C353DA"/>
    <w:rsid w:val="00C372E2"/>
    <w:rsid w:val="00C405F7"/>
    <w:rsid w:val="00C425B1"/>
    <w:rsid w:val="00C4714C"/>
    <w:rsid w:val="00C4754B"/>
    <w:rsid w:val="00C51F0D"/>
    <w:rsid w:val="00C539EE"/>
    <w:rsid w:val="00C542D1"/>
    <w:rsid w:val="00C545F3"/>
    <w:rsid w:val="00C547C1"/>
    <w:rsid w:val="00C56D7B"/>
    <w:rsid w:val="00C5713E"/>
    <w:rsid w:val="00C57259"/>
    <w:rsid w:val="00C60932"/>
    <w:rsid w:val="00C61587"/>
    <w:rsid w:val="00C62781"/>
    <w:rsid w:val="00C64418"/>
    <w:rsid w:val="00C64B75"/>
    <w:rsid w:val="00C663B1"/>
    <w:rsid w:val="00C66FDA"/>
    <w:rsid w:val="00C718F4"/>
    <w:rsid w:val="00C7366E"/>
    <w:rsid w:val="00C75DF2"/>
    <w:rsid w:val="00C76650"/>
    <w:rsid w:val="00C7768B"/>
    <w:rsid w:val="00C77728"/>
    <w:rsid w:val="00C77FB2"/>
    <w:rsid w:val="00C82F2F"/>
    <w:rsid w:val="00C85AA3"/>
    <w:rsid w:val="00C87937"/>
    <w:rsid w:val="00C911A1"/>
    <w:rsid w:val="00C9634D"/>
    <w:rsid w:val="00C96DFF"/>
    <w:rsid w:val="00CA02B9"/>
    <w:rsid w:val="00CA0B58"/>
    <w:rsid w:val="00CA1128"/>
    <w:rsid w:val="00CA14CC"/>
    <w:rsid w:val="00CA183B"/>
    <w:rsid w:val="00CA3C2B"/>
    <w:rsid w:val="00CB522D"/>
    <w:rsid w:val="00CB6977"/>
    <w:rsid w:val="00CB7784"/>
    <w:rsid w:val="00CC086E"/>
    <w:rsid w:val="00CC4A00"/>
    <w:rsid w:val="00CC593F"/>
    <w:rsid w:val="00CC65AC"/>
    <w:rsid w:val="00CC7D08"/>
    <w:rsid w:val="00CD039E"/>
    <w:rsid w:val="00CD59A2"/>
    <w:rsid w:val="00CE0296"/>
    <w:rsid w:val="00CE0451"/>
    <w:rsid w:val="00CE209F"/>
    <w:rsid w:val="00CE3392"/>
    <w:rsid w:val="00CE3FF8"/>
    <w:rsid w:val="00CE4506"/>
    <w:rsid w:val="00CE7002"/>
    <w:rsid w:val="00CF0A98"/>
    <w:rsid w:val="00CF118E"/>
    <w:rsid w:val="00CF136C"/>
    <w:rsid w:val="00CF2547"/>
    <w:rsid w:val="00CF4058"/>
    <w:rsid w:val="00D00584"/>
    <w:rsid w:val="00D0102A"/>
    <w:rsid w:val="00D013FF"/>
    <w:rsid w:val="00D03B14"/>
    <w:rsid w:val="00D0553E"/>
    <w:rsid w:val="00D05942"/>
    <w:rsid w:val="00D112A9"/>
    <w:rsid w:val="00D114EC"/>
    <w:rsid w:val="00D129D5"/>
    <w:rsid w:val="00D131D1"/>
    <w:rsid w:val="00D15C44"/>
    <w:rsid w:val="00D1642B"/>
    <w:rsid w:val="00D16AFB"/>
    <w:rsid w:val="00D17285"/>
    <w:rsid w:val="00D17F63"/>
    <w:rsid w:val="00D205B8"/>
    <w:rsid w:val="00D222B8"/>
    <w:rsid w:val="00D23B86"/>
    <w:rsid w:val="00D245F9"/>
    <w:rsid w:val="00D2462B"/>
    <w:rsid w:val="00D24F5D"/>
    <w:rsid w:val="00D25305"/>
    <w:rsid w:val="00D2587F"/>
    <w:rsid w:val="00D259E9"/>
    <w:rsid w:val="00D26280"/>
    <w:rsid w:val="00D263E0"/>
    <w:rsid w:val="00D303BE"/>
    <w:rsid w:val="00D30E01"/>
    <w:rsid w:val="00D30F78"/>
    <w:rsid w:val="00D31427"/>
    <w:rsid w:val="00D31FA4"/>
    <w:rsid w:val="00D401FE"/>
    <w:rsid w:val="00D4471E"/>
    <w:rsid w:val="00D4552A"/>
    <w:rsid w:val="00D45FD7"/>
    <w:rsid w:val="00D46335"/>
    <w:rsid w:val="00D46EA6"/>
    <w:rsid w:val="00D50E38"/>
    <w:rsid w:val="00D51624"/>
    <w:rsid w:val="00D5190B"/>
    <w:rsid w:val="00D53468"/>
    <w:rsid w:val="00D5560D"/>
    <w:rsid w:val="00D55FCD"/>
    <w:rsid w:val="00D563B1"/>
    <w:rsid w:val="00D57054"/>
    <w:rsid w:val="00D60A64"/>
    <w:rsid w:val="00D65070"/>
    <w:rsid w:val="00D71395"/>
    <w:rsid w:val="00D72DD9"/>
    <w:rsid w:val="00D7380D"/>
    <w:rsid w:val="00D7529B"/>
    <w:rsid w:val="00D75A13"/>
    <w:rsid w:val="00D812AF"/>
    <w:rsid w:val="00D84A70"/>
    <w:rsid w:val="00D87972"/>
    <w:rsid w:val="00D901D6"/>
    <w:rsid w:val="00D94651"/>
    <w:rsid w:val="00D97043"/>
    <w:rsid w:val="00DA07AD"/>
    <w:rsid w:val="00DA3FA3"/>
    <w:rsid w:val="00DA5479"/>
    <w:rsid w:val="00DA7ECD"/>
    <w:rsid w:val="00DB0CF0"/>
    <w:rsid w:val="00DB204B"/>
    <w:rsid w:val="00DB3468"/>
    <w:rsid w:val="00DB719F"/>
    <w:rsid w:val="00DC0E01"/>
    <w:rsid w:val="00DC2D9A"/>
    <w:rsid w:val="00DD098C"/>
    <w:rsid w:val="00DD30A4"/>
    <w:rsid w:val="00DD7F8D"/>
    <w:rsid w:val="00DE0A47"/>
    <w:rsid w:val="00DE1ECF"/>
    <w:rsid w:val="00DE1F58"/>
    <w:rsid w:val="00DE43A3"/>
    <w:rsid w:val="00DE583F"/>
    <w:rsid w:val="00DE6EB1"/>
    <w:rsid w:val="00DF100C"/>
    <w:rsid w:val="00DF1D09"/>
    <w:rsid w:val="00DF54E4"/>
    <w:rsid w:val="00DF589D"/>
    <w:rsid w:val="00DF716E"/>
    <w:rsid w:val="00E03009"/>
    <w:rsid w:val="00E041B6"/>
    <w:rsid w:val="00E049D4"/>
    <w:rsid w:val="00E062E4"/>
    <w:rsid w:val="00E06EA2"/>
    <w:rsid w:val="00E106A2"/>
    <w:rsid w:val="00E116A5"/>
    <w:rsid w:val="00E12E16"/>
    <w:rsid w:val="00E1352B"/>
    <w:rsid w:val="00E16DF2"/>
    <w:rsid w:val="00E2040E"/>
    <w:rsid w:val="00E22010"/>
    <w:rsid w:val="00E22272"/>
    <w:rsid w:val="00E224CB"/>
    <w:rsid w:val="00E23072"/>
    <w:rsid w:val="00E24B63"/>
    <w:rsid w:val="00E30461"/>
    <w:rsid w:val="00E32A25"/>
    <w:rsid w:val="00E32CD0"/>
    <w:rsid w:val="00E341BC"/>
    <w:rsid w:val="00E35DD7"/>
    <w:rsid w:val="00E3629F"/>
    <w:rsid w:val="00E37A09"/>
    <w:rsid w:val="00E40151"/>
    <w:rsid w:val="00E421D1"/>
    <w:rsid w:val="00E4368E"/>
    <w:rsid w:val="00E46678"/>
    <w:rsid w:val="00E47263"/>
    <w:rsid w:val="00E51864"/>
    <w:rsid w:val="00E5254B"/>
    <w:rsid w:val="00E55163"/>
    <w:rsid w:val="00E55574"/>
    <w:rsid w:val="00E559A5"/>
    <w:rsid w:val="00E5638A"/>
    <w:rsid w:val="00E60019"/>
    <w:rsid w:val="00E60164"/>
    <w:rsid w:val="00E61692"/>
    <w:rsid w:val="00E63304"/>
    <w:rsid w:val="00E666D4"/>
    <w:rsid w:val="00E67532"/>
    <w:rsid w:val="00E67639"/>
    <w:rsid w:val="00E72F14"/>
    <w:rsid w:val="00E74873"/>
    <w:rsid w:val="00E74B02"/>
    <w:rsid w:val="00E768A4"/>
    <w:rsid w:val="00E80F6A"/>
    <w:rsid w:val="00E876AC"/>
    <w:rsid w:val="00E9350E"/>
    <w:rsid w:val="00E93B41"/>
    <w:rsid w:val="00E94475"/>
    <w:rsid w:val="00E959C4"/>
    <w:rsid w:val="00E97CC2"/>
    <w:rsid w:val="00EA12E8"/>
    <w:rsid w:val="00EA1BD0"/>
    <w:rsid w:val="00EA798E"/>
    <w:rsid w:val="00EB006B"/>
    <w:rsid w:val="00EB2C2D"/>
    <w:rsid w:val="00EB6243"/>
    <w:rsid w:val="00EB7091"/>
    <w:rsid w:val="00EC2D1F"/>
    <w:rsid w:val="00EC35BA"/>
    <w:rsid w:val="00EC71A7"/>
    <w:rsid w:val="00EC7B0B"/>
    <w:rsid w:val="00ED015F"/>
    <w:rsid w:val="00ED01D9"/>
    <w:rsid w:val="00ED03B1"/>
    <w:rsid w:val="00ED070F"/>
    <w:rsid w:val="00ED0E6D"/>
    <w:rsid w:val="00ED16CA"/>
    <w:rsid w:val="00ED1E9D"/>
    <w:rsid w:val="00ED38C4"/>
    <w:rsid w:val="00ED62AE"/>
    <w:rsid w:val="00ED630C"/>
    <w:rsid w:val="00ED717C"/>
    <w:rsid w:val="00ED7CB7"/>
    <w:rsid w:val="00EE0776"/>
    <w:rsid w:val="00EE10D4"/>
    <w:rsid w:val="00EE2A60"/>
    <w:rsid w:val="00EE2A71"/>
    <w:rsid w:val="00EE2E53"/>
    <w:rsid w:val="00EE2EB8"/>
    <w:rsid w:val="00EE3861"/>
    <w:rsid w:val="00EE4B1B"/>
    <w:rsid w:val="00EE72E1"/>
    <w:rsid w:val="00EF0C7C"/>
    <w:rsid w:val="00EF2C6F"/>
    <w:rsid w:val="00EF32E1"/>
    <w:rsid w:val="00EF693F"/>
    <w:rsid w:val="00F01BBB"/>
    <w:rsid w:val="00F03C5B"/>
    <w:rsid w:val="00F04A59"/>
    <w:rsid w:val="00F05508"/>
    <w:rsid w:val="00F05B94"/>
    <w:rsid w:val="00F05ED0"/>
    <w:rsid w:val="00F10980"/>
    <w:rsid w:val="00F10A23"/>
    <w:rsid w:val="00F10BD7"/>
    <w:rsid w:val="00F11AA5"/>
    <w:rsid w:val="00F12252"/>
    <w:rsid w:val="00F12B17"/>
    <w:rsid w:val="00F135CC"/>
    <w:rsid w:val="00F143DF"/>
    <w:rsid w:val="00F15504"/>
    <w:rsid w:val="00F1598D"/>
    <w:rsid w:val="00F15F36"/>
    <w:rsid w:val="00F17346"/>
    <w:rsid w:val="00F227D6"/>
    <w:rsid w:val="00F22891"/>
    <w:rsid w:val="00F22E77"/>
    <w:rsid w:val="00F22ED7"/>
    <w:rsid w:val="00F23373"/>
    <w:rsid w:val="00F27462"/>
    <w:rsid w:val="00F302A3"/>
    <w:rsid w:val="00F3073A"/>
    <w:rsid w:val="00F31B73"/>
    <w:rsid w:val="00F32E16"/>
    <w:rsid w:val="00F36083"/>
    <w:rsid w:val="00F40310"/>
    <w:rsid w:val="00F40369"/>
    <w:rsid w:val="00F42B2D"/>
    <w:rsid w:val="00F450C9"/>
    <w:rsid w:val="00F463B2"/>
    <w:rsid w:val="00F463C9"/>
    <w:rsid w:val="00F464F4"/>
    <w:rsid w:val="00F475DC"/>
    <w:rsid w:val="00F5238C"/>
    <w:rsid w:val="00F53D70"/>
    <w:rsid w:val="00F55569"/>
    <w:rsid w:val="00F60DA9"/>
    <w:rsid w:val="00F61102"/>
    <w:rsid w:val="00F617B3"/>
    <w:rsid w:val="00F62152"/>
    <w:rsid w:val="00F64015"/>
    <w:rsid w:val="00F656E9"/>
    <w:rsid w:val="00F665AF"/>
    <w:rsid w:val="00F70987"/>
    <w:rsid w:val="00F71BDB"/>
    <w:rsid w:val="00F7341B"/>
    <w:rsid w:val="00F739C1"/>
    <w:rsid w:val="00F74E23"/>
    <w:rsid w:val="00F76118"/>
    <w:rsid w:val="00F76B65"/>
    <w:rsid w:val="00F77D84"/>
    <w:rsid w:val="00F81D25"/>
    <w:rsid w:val="00F8366B"/>
    <w:rsid w:val="00F85E8F"/>
    <w:rsid w:val="00F90921"/>
    <w:rsid w:val="00F92545"/>
    <w:rsid w:val="00F93D56"/>
    <w:rsid w:val="00F94152"/>
    <w:rsid w:val="00F94E2C"/>
    <w:rsid w:val="00F95254"/>
    <w:rsid w:val="00F974C3"/>
    <w:rsid w:val="00F97645"/>
    <w:rsid w:val="00F97E8F"/>
    <w:rsid w:val="00F97FB7"/>
    <w:rsid w:val="00FA02ED"/>
    <w:rsid w:val="00FA2910"/>
    <w:rsid w:val="00FA3412"/>
    <w:rsid w:val="00FA5DD9"/>
    <w:rsid w:val="00FB5208"/>
    <w:rsid w:val="00FC0436"/>
    <w:rsid w:val="00FC7C81"/>
    <w:rsid w:val="00FD1C55"/>
    <w:rsid w:val="00FD3C73"/>
    <w:rsid w:val="00FD54B5"/>
    <w:rsid w:val="00FD78B1"/>
    <w:rsid w:val="00FE17A1"/>
    <w:rsid w:val="00FE2CFD"/>
    <w:rsid w:val="00FE4A0C"/>
    <w:rsid w:val="00FE4DC3"/>
    <w:rsid w:val="00FE72C8"/>
    <w:rsid w:val="00FF26D2"/>
    <w:rsid w:val="00FF3167"/>
    <w:rsid w:val="00FF3632"/>
    <w:rsid w:val="00FF4ECB"/>
    <w:rsid w:val="00FF4FC4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F9B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paragraph" w:styleId="ab">
    <w:name w:val="footer"/>
    <w:basedOn w:val="a"/>
    <w:link w:val="ac"/>
    <w:rsid w:val="00B20AC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B20ACD"/>
  </w:style>
  <w:style w:type="character" w:styleId="ad">
    <w:name w:val="Strong"/>
    <w:basedOn w:val="a0"/>
    <w:uiPriority w:val="22"/>
    <w:qFormat/>
    <w:rsid w:val="0031044A"/>
    <w:rPr>
      <w:b/>
      <w:bCs/>
    </w:rPr>
  </w:style>
  <w:style w:type="paragraph" w:styleId="ae">
    <w:name w:val="Normal (Web)"/>
    <w:basedOn w:val="a"/>
    <w:uiPriority w:val="99"/>
    <w:unhideWhenUsed/>
    <w:rsid w:val="0031044A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unhideWhenUsed/>
    <w:rsid w:val="006B1F32"/>
    <w:rPr>
      <w:color w:val="0000CC"/>
      <w:u w:val="single"/>
    </w:rPr>
  </w:style>
  <w:style w:type="paragraph" w:styleId="af0">
    <w:name w:val="header"/>
    <w:basedOn w:val="a"/>
    <w:link w:val="af1"/>
    <w:rsid w:val="00793A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793AC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F9B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paragraph" w:styleId="ab">
    <w:name w:val="footer"/>
    <w:basedOn w:val="a"/>
    <w:link w:val="ac"/>
    <w:rsid w:val="00B20AC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B20ACD"/>
  </w:style>
  <w:style w:type="character" w:styleId="ad">
    <w:name w:val="Strong"/>
    <w:basedOn w:val="a0"/>
    <w:uiPriority w:val="22"/>
    <w:qFormat/>
    <w:rsid w:val="0031044A"/>
    <w:rPr>
      <w:b/>
      <w:bCs/>
    </w:rPr>
  </w:style>
  <w:style w:type="paragraph" w:styleId="ae">
    <w:name w:val="Normal (Web)"/>
    <w:basedOn w:val="a"/>
    <w:uiPriority w:val="99"/>
    <w:unhideWhenUsed/>
    <w:rsid w:val="0031044A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unhideWhenUsed/>
    <w:rsid w:val="006B1F32"/>
    <w:rPr>
      <w:color w:val="0000CC"/>
      <w:u w:val="single"/>
    </w:rPr>
  </w:style>
  <w:style w:type="paragraph" w:styleId="af0">
    <w:name w:val="header"/>
    <w:basedOn w:val="a"/>
    <w:link w:val="af1"/>
    <w:rsid w:val="00793A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793A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31960">
          <w:marLeft w:val="0"/>
          <w:marRight w:val="0"/>
          <w:marTop w:val="0"/>
          <w:marBottom w:val="0"/>
          <w:divBdr>
            <w:top w:val="none" w:sz="0" w:space="2" w:color="auto"/>
            <w:left w:val="none" w:sz="0" w:space="2" w:color="auto"/>
            <w:bottom w:val="none" w:sz="0" w:space="2" w:color="auto"/>
            <w:right w:val="none" w:sz="0" w:space="2" w:color="auto"/>
          </w:divBdr>
        </w:div>
      </w:divsChild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8519C-D4E9-4ADE-BE28-0B554E4A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Ермакова Н.Р.</dc:creator>
  <cp:keywords/>
  <dc:description/>
  <cp:lastModifiedBy>10-omts14</cp:lastModifiedBy>
  <cp:revision>3</cp:revision>
  <cp:lastPrinted>2012-11-19T10:05:00Z</cp:lastPrinted>
  <dcterms:created xsi:type="dcterms:W3CDTF">2012-12-18T07:56:00Z</dcterms:created>
  <dcterms:modified xsi:type="dcterms:W3CDTF">2012-12-26T14:08:00Z</dcterms:modified>
</cp:coreProperties>
</file>