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E03" w:rsidRPr="007762E6" w:rsidRDefault="00DA7E03" w:rsidP="00B76E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  <w:r w:rsidRPr="007762E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526AA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D30"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</w:t>
      </w:r>
      <w:r w:rsidR="00CA112E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</w:p>
    <w:p w:rsidR="00FD2DF9" w:rsidRDefault="00DA7E03" w:rsidP="006C2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</w:t>
      </w:r>
      <w:r w:rsidR="00CB4F8C">
        <w:rPr>
          <w:rFonts w:ascii="Times New Roman" w:hAnsi="Times New Roman" w:cs="Times New Roman"/>
          <w:sz w:val="24"/>
          <w:szCs w:val="24"/>
        </w:rPr>
        <w:t xml:space="preserve">конкурса по выбору подрядчика </w:t>
      </w:r>
      <w:r w:rsidR="006C2279" w:rsidRPr="006C2279">
        <w:rPr>
          <w:rFonts w:ascii="Times New Roman" w:hAnsi="Times New Roman" w:cs="Times New Roman"/>
          <w:bCs/>
          <w:sz w:val="24"/>
          <w:szCs w:val="24"/>
        </w:rPr>
        <w:t xml:space="preserve">для выполнения строительно-монтажных работ по объекту </w:t>
      </w:r>
      <w:r w:rsidR="006C2279" w:rsidRPr="006C2279">
        <w:rPr>
          <w:rFonts w:ascii="Times New Roman" w:hAnsi="Times New Roman" w:cs="Times New Roman"/>
          <w:sz w:val="24"/>
          <w:szCs w:val="24"/>
        </w:rPr>
        <w:t>“</w:t>
      </w:r>
      <w:r w:rsidR="000B0E2B">
        <w:rPr>
          <w:rFonts w:ascii="Times New Roman" w:hAnsi="Times New Roman" w:cs="Times New Roman"/>
          <w:sz w:val="24"/>
          <w:szCs w:val="24"/>
        </w:rPr>
        <w:t>Внешнее электроснабжение расширенного производства полимерной пленк</w:t>
      </w:r>
      <w:proofErr w:type="gramStart"/>
      <w:r w:rsidR="000B0E2B">
        <w:rPr>
          <w:rFonts w:ascii="Times New Roman" w:hAnsi="Times New Roman" w:cs="Times New Roman"/>
          <w:sz w:val="24"/>
          <w:szCs w:val="24"/>
        </w:rPr>
        <w:t xml:space="preserve">и </w:t>
      </w:r>
      <w:r w:rsidR="008E01FA">
        <w:rPr>
          <w:rFonts w:ascii="Times New Roman" w:hAnsi="Times New Roman" w:cs="Times New Roman"/>
          <w:sz w:val="24"/>
          <w:szCs w:val="24"/>
        </w:rPr>
        <w:t xml:space="preserve">        </w:t>
      </w:r>
      <w:r w:rsidR="000B0E2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0B0E2B">
        <w:rPr>
          <w:rFonts w:ascii="Times New Roman" w:hAnsi="Times New Roman" w:cs="Times New Roman"/>
          <w:sz w:val="24"/>
          <w:szCs w:val="24"/>
        </w:rPr>
        <w:t xml:space="preserve"> «Лава» по</w:t>
      </w:r>
      <w:r w:rsidR="003706A4">
        <w:rPr>
          <w:rFonts w:ascii="Times New Roman" w:hAnsi="Times New Roman" w:cs="Times New Roman"/>
          <w:sz w:val="24"/>
          <w:szCs w:val="24"/>
        </w:rPr>
        <w:t xml:space="preserve"> адресу: Смоленск</w:t>
      </w:r>
      <w:r w:rsidR="000B0E2B">
        <w:rPr>
          <w:rFonts w:ascii="Times New Roman" w:hAnsi="Times New Roman" w:cs="Times New Roman"/>
          <w:sz w:val="24"/>
          <w:szCs w:val="24"/>
        </w:rPr>
        <w:t>ая область</w:t>
      </w:r>
      <w:r w:rsidR="003706A4">
        <w:rPr>
          <w:rFonts w:ascii="Times New Roman" w:hAnsi="Times New Roman" w:cs="Times New Roman"/>
          <w:sz w:val="24"/>
          <w:szCs w:val="24"/>
        </w:rPr>
        <w:t xml:space="preserve">, </w:t>
      </w:r>
      <w:r w:rsidR="000B0E2B">
        <w:rPr>
          <w:rFonts w:ascii="Times New Roman" w:hAnsi="Times New Roman" w:cs="Times New Roman"/>
          <w:sz w:val="24"/>
          <w:szCs w:val="24"/>
        </w:rPr>
        <w:t>г. Вязьма, ул. 25 Октября, д.53</w:t>
      </w:r>
      <w:r w:rsidR="006C2279" w:rsidRPr="006C2279">
        <w:rPr>
          <w:rFonts w:ascii="Times New Roman" w:hAnsi="Times New Roman" w:cs="Times New Roman"/>
          <w:sz w:val="24"/>
          <w:szCs w:val="24"/>
        </w:rPr>
        <w:t>”</w:t>
      </w:r>
      <w:r w:rsidR="00C724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41D50" w:rsidRPr="00086704" w:rsidRDefault="00941D50" w:rsidP="00FD2DF9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A7E03" w:rsidRPr="00FD2DF9" w:rsidRDefault="006C2279" w:rsidP="00CF6A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r w:rsidR="00CF6A62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Строительно-монтажные работы должны производиться в полном соответствии с рабочим проектом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“</w:t>
      </w:r>
      <w:r w:rsidR="000B0E2B">
        <w:rPr>
          <w:rFonts w:ascii="Times New Roman" w:hAnsi="Times New Roman" w:cs="Times New Roman"/>
          <w:sz w:val="24"/>
          <w:szCs w:val="24"/>
        </w:rPr>
        <w:t>Внешнее электроснабжение расширенного производства полимерной пленк</w:t>
      </w:r>
      <w:proofErr w:type="gramStart"/>
      <w:r w:rsidR="000B0E2B">
        <w:rPr>
          <w:rFonts w:ascii="Times New Roman" w:hAnsi="Times New Roman" w:cs="Times New Roman"/>
          <w:sz w:val="24"/>
          <w:szCs w:val="24"/>
        </w:rPr>
        <w:t xml:space="preserve">и </w:t>
      </w:r>
      <w:r w:rsidR="009F0BE1">
        <w:rPr>
          <w:rFonts w:ascii="Times New Roman" w:hAnsi="Times New Roman" w:cs="Times New Roman"/>
          <w:sz w:val="24"/>
          <w:szCs w:val="24"/>
        </w:rPr>
        <w:t xml:space="preserve">       </w:t>
      </w:r>
      <w:r w:rsidR="000B0E2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0B0E2B">
        <w:rPr>
          <w:rFonts w:ascii="Times New Roman" w:hAnsi="Times New Roman" w:cs="Times New Roman"/>
          <w:sz w:val="24"/>
          <w:szCs w:val="24"/>
        </w:rPr>
        <w:t xml:space="preserve"> «Лава» по адресу: </w:t>
      </w:r>
      <w:proofErr w:type="gramStart"/>
      <w:r w:rsidR="000B0E2B">
        <w:rPr>
          <w:rFonts w:ascii="Times New Roman" w:hAnsi="Times New Roman" w:cs="Times New Roman"/>
          <w:sz w:val="24"/>
          <w:szCs w:val="24"/>
        </w:rPr>
        <w:t>Смоленская область, г. Вязьма, ул. 25 Октября, д.53</w:t>
      </w:r>
      <w:r w:rsidRPr="006C2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2279">
        <w:rPr>
          <w:sz w:val="26"/>
          <w:szCs w:val="26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выполненным</w:t>
      </w:r>
      <w:r w:rsidR="00CA112E">
        <w:rPr>
          <w:rFonts w:ascii="Times New Roman" w:hAnsi="Times New Roman" w:cs="Times New Roman"/>
          <w:sz w:val="24"/>
          <w:szCs w:val="24"/>
        </w:rPr>
        <w:t xml:space="preserve"> </w:t>
      </w:r>
      <w:r w:rsidR="009F0BE1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="009F0BE1">
        <w:rPr>
          <w:rFonts w:ascii="Times New Roman" w:hAnsi="Times New Roman" w:cs="Times New Roman"/>
          <w:sz w:val="24"/>
          <w:szCs w:val="24"/>
        </w:rPr>
        <w:t>СевЗап</w:t>
      </w:r>
      <w:proofErr w:type="spellEnd"/>
      <w:r w:rsidR="009F0BE1">
        <w:rPr>
          <w:rFonts w:ascii="Times New Roman" w:hAnsi="Times New Roman" w:cs="Times New Roman"/>
          <w:sz w:val="24"/>
          <w:szCs w:val="24"/>
        </w:rPr>
        <w:t xml:space="preserve"> НТЦ» Смоленский ОКП»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C2279" w:rsidRPr="006C2279" w:rsidRDefault="006C2279" w:rsidP="006C2279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Подрядчик определяется на основании проведения конкурса на выполнение данного вида работ.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 xml:space="preserve">Все материалы, оборудование для строительно-монтажных работ поставляются Подрядчиком в соответствии с </w:t>
      </w:r>
      <w:proofErr w:type="gramStart"/>
      <w:r w:rsidRPr="006C2279">
        <w:rPr>
          <w:rFonts w:ascii="Times New Roman" w:hAnsi="Times New Roman" w:cs="Times New Roman"/>
          <w:sz w:val="24"/>
          <w:szCs w:val="24"/>
        </w:rPr>
        <w:t>согласованной</w:t>
      </w:r>
      <w:proofErr w:type="gramEnd"/>
      <w:r w:rsidRPr="006C2279">
        <w:rPr>
          <w:rFonts w:ascii="Times New Roman" w:hAnsi="Times New Roman" w:cs="Times New Roman"/>
          <w:sz w:val="24"/>
          <w:szCs w:val="24"/>
        </w:rPr>
        <w:t xml:space="preserve"> ПСД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Все условия работ определяются и регулируются на основе договора, заключенного Заказчиком с победителем конкурса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 w:rsidR="008E49E4">
        <w:rPr>
          <w:rFonts w:ascii="Times New Roman" w:hAnsi="Times New Roman" w:cs="Times New Roman"/>
          <w:sz w:val="24"/>
          <w:szCs w:val="24"/>
        </w:rPr>
        <w:t>5</w:t>
      </w:r>
      <w:r w:rsidRPr="006C2279">
        <w:rPr>
          <w:rFonts w:ascii="Times New Roman" w:hAnsi="Times New Roman" w:cs="Times New Roman"/>
          <w:sz w:val="24"/>
          <w:szCs w:val="24"/>
        </w:rPr>
        <w:t xml:space="preserve">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Строительно-монтажные работы, производимые организацией, должны быть застрахованы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E03" w:rsidRPr="006C2279" w:rsidRDefault="006C2279" w:rsidP="006C22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279">
        <w:rPr>
          <w:rFonts w:ascii="Times New Roman" w:hAnsi="Times New Roman" w:cs="Times New Roman"/>
          <w:b/>
          <w:sz w:val="24"/>
          <w:szCs w:val="24"/>
        </w:rPr>
        <w:t>Строительно-монтажные работы проводятся</w:t>
      </w:r>
      <w:r w:rsidR="00DA7E03" w:rsidRPr="006C2279">
        <w:rPr>
          <w:rFonts w:ascii="Times New Roman" w:hAnsi="Times New Roman" w:cs="Times New Roman"/>
          <w:sz w:val="24"/>
          <w:szCs w:val="24"/>
        </w:rPr>
        <w:t>:</w:t>
      </w:r>
    </w:p>
    <w:p w:rsidR="00DA7E03" w:rsidRPr="007762E6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 w:firstRow="1" w:lastRow="0" w:firstColumn="1" w:lastColumn="0" w:noHBand="0" w:noVBand="1"/>
      </w:tblPr>
      <w:tblGrid>
        <w:gridCol w:w="1444"/>
        <w:gridCol w:w="1501"/>
        <w:gridCol w:w="1982"/>
        <w:gridCol w:w="1509"/>
        <w:gridCol w:w="1535"/>
        <w:gridCol w:w="2061"/>
      </w:tblGrid>
      <w:tr w:rsidR="00CA112E" w:rsidRPr="007762E6" w:rsidTr="00742D88">
        <w:tc>
          <w:tcPr>
            <w:tcW w:w="720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88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752" w:type="pct"/>
            <w:vAlign w:val="center"/>
          </w:tcPr>
          <w:p w:rsidR="001817E1" w:rsidRPr="00742D88" w:rsidRDefault="00156D5F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1817E1" w:rsidRPr="00742D88" w:rsidRDefault="00156D5F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CA112E" w:rsidRPr="007762E6" w:rsidTr="00742D88">
        <w:trPr>
          <w:trHeight w:val="1114"/>
        </w:trPr>
        <w:tc>
          <w:tcPr>
            <w:tcW w:w="720" w:type="pct"/>
            <w:vAlign w:val="center"/>
          </w:tcPr>
          <w:p w:rsidR="00742D88" w:rsidRPr="00742D88" w:rsidRDefault="00742D88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742D88" w:rsidRPr="00742D88" w:rsidRDefault="003706A4" w:rsidP="003706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8" w:type="pct"/>
            <w:vAlign w:val="center"/>
          </w:tcPr>
          <w:p w:rsidR="00742D88" w:rsidRPr="002C7954" w:rsidRDefault="003706A4" w:rsidP="009F0BE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9F0BE1">
              <w:rPr>
                <w:rFonts w:ascii="Times New Roman" w:eastAsia="Times New Roman" w:hAnsi="Times New Roman" w:cs="Times New Roman"/>
                <w:lang w:eastAsia="ru-RU"/>
              </w:rPr>
              <w:t>Вязьма, ул. 25 Октября, д.53</w:t>
            </w:r>
          </w:p>
        </w:tc>
        <w:tc>
          <w:tcPr>
            <w:tcW w:w="752" w:type="pct"/>
            <w:vAlign w:val="center"/>
          </w:tcPr>
          <w:p w:rsidR="00742D88" w:rsidRPr="00742D88" w:rsidRDefault="00197351" w:rsidP="001973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65" w:type="pct"/>
            <w:vAlign w:val="center"/>
          </w:tcPr>
          <w:p w:rsidR="00742D88" w:rsidRPr="00742D88" w:rsidRDefault="00197351" w:rsidP="001973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7" w:type="pct"/>
            <w:vAlign w:val="center"/>
          </w:tcPr>
          <w:p w:rsidR="00742D88" w:rsidRPr="00197351" w:rsidRDefault="00197351" w:rsidP="001973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35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DA7E03" w:rsidRPr="007762E6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709" w:rsidRPr="007762E6" w:rsidRDefault="00301A3E" w:rsidP="00B9070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90709" w:rsidRPr="007762E6">
        <w:rPr>
          <w:rFonts w:ascii="Times New Roman" w:hAnsi="Times New Roman" w:cs="Times New Roman"/>
          <w:sz w:val="24"/>
          <w:szCs w:val="24"/>
        </w:rPr>
        <w:t>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27DC6" w:rsidRPr="007762E6" w:rsidRDefault="00DA7E03" w:rsidP="00AF56F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</w:t>
      </w:r>
      <w:r w:rsidR="000A41C4" w:rsidRPr="007762E6">
        <w:rPr>
          <w:rFonts w:ascii="Times New Roman" w:hAnsi="Times New Roman" w:cs="Times New Roman"/>
          <w:sz w:val="24"/>
          <w:szCs w:val="24"/>
        </w:rPr>
        <w:t xml:space="preserve"> оборудования и</w:t>
      </w:r>
      <w:r w:rsidRPr="007762E6">
        <w:rPr>
          <w:rFonts w:ascii="Times New Roman" w:hAnsi="Times New Roman" w:cs="Times New Roman"/>
          <w:sz w:val="24"/>
          <w:szCs w:val="24"/>
        </w:rPr>
        <w:t xml:space="preserve"> материалов осуществляет Подрядчик</w:t>
      </w:r>
      <w:r w:rsidR="00927DC6" w:rsidRPr="007762E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7762E6" w:rsidRDefault="002B1B78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</w:t>
      </w:r>
      <w:r w:rsidR="00171FE4">
        <w:rPr>
          <w:rFonts w:ascii="Times New Roman" w:hAnsi="Times New Roman" w:cs="Times New Roman"/>
          <w:b/>
          <w:sz w:val="24"/>
          <w:szCs w:val="24"/>
        </w:rPr>
        <w:t>снование для</w:t>
      </w:r>
      <w:r w:rsidR="00A575F8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DC4" w:rsidRPr="007762E6">
        <w:rPr>
          <w:rFonts w:ascii="Times New Roman" w:hAnsi="Times New Roman" w:cs="Times New Roman"/>
          <w:b/>
          <w:sz w:val="24"/>
          <w:szCs w:val="24"/>
        </w:rPr>
        <w:t>реконструкции</w:t>
      </w:r>
      <w:r w:rsidR="00DC447B" w:rsidRPr="007762E6">
        <w:rPr>
          <w:rFonts w:ascii="Times New Roman" w:hAnsi="Times New Roman" w:cs="Times New Roman"/>
          <w:b/>
          <w:sz w:val="24"/>
          <w:szCs w:val="24"/>
        </w:rPr>
        <w:t>/строительства</w:t>
      </w:r>
      <w:r w:rsidR="00DA7E03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4B5E2A" w:rsidRDefault="009F0BE1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Технические условия №1787 от 31 октября 2007г.</w:t>
      </w:r>
    </w:p>
    <w:p w:rsidR="00012B82" w:rsidRPr="00FE4FE1" w:rsidRDefault="00643CE3" w:rsidP="00012B8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CE3">
        <w:rPr>
          <w:rFonts w:ascii="Times New Roman" w:hAnsi="Times New Roman" w:cs="Times New Roman"/>
          <w:iCs/>
          <w:color w:val="000000"/>
          <w:sz w:val="24"/>
          <w:szCs w:val="24"/>
        </w:rPr>
        <w:t>Рабочий проект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“</w:t>
      </w:r>
      <w:r w:rsidR="009F0BE1">
        <w:rPr>
          <w:rFonts w:ascii="Times New Roman" w:hAnsi="Times New Roman" w:cs="Times New Roman"/>
          <w:sz w:val="24"/>
          <w:szCs w:val="24"/>
        </w:rPr>
        <w:t>Внешнее электроснабжение расширенного производства полимерной пленк</w:t>
      </w:r>
      <w:proofErr w:type="gramStart"/>
      <w:r w:rsidR="009F0BE1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9F0BE1">
        <w:rPr>
          <w:rFonts w:ascii="Times New Roman" w:hAnsi="Times New Roman" w:cs="Times New Roman"/>
          <w:sz w:val="24"/>
          <w:szCs w:val="24"/>
        </w:rPr>
        <w:t xml:space="preserve"> «Лава» по адресу: Смоленская область, г. Вязьма, ул. 25 Октября, д.53</w:t>
      </w:r>
      <w:r w:rsidRPr="006C2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E03" w:rsidRPr="007762E6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</w:t>
      </w:r>
      <w:r w:rsidR="003E6BC6" w:rsidRPr="007762E6">
        <w:rPr>
          <w:rFonts w:ascii="Times New Roman" w:hAnsi="Times New Roman" w:cs="Times New Roman"/>
          <w:b/>
          <w:sz w:val="24"/>
          <w:szCs w:val="24"/>
        </w:rPr>
        <w:t>ые нормативно-</w:t>
      </w: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технические документы (НТД), определяющие требования к </w:t>
      </w:r>
      <w:r w:rsidR="00EF4B80" w:rsidRPr="007762E6">
        <w:rPr>
          <w:rFonts w:ascii="Times New Roman" w:hAnsi="Times New Roman" w:cs="Times New Roman"/>
          <w:b/>
          <w:sz w:val="24"/>
          <w:szCs w:val="24"/>
        </w:rPr>
        <w:t>работам</w:t>
      </w:r>
      <w:r w:rsidRPr="007762E6">
        <w:rPr>
          <w:rFonts w:ascii="Times New Roman" w:hAnsi="Times New Roman" w:cs="Times New Roman"/>
          <w:b/>
          <w:sz w:val="24"/>
          <w:szCs w:val="24"/>
        </w:rPr>
        <w:t>: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F7330" w:rsidRPr="007762E6" w:rsidRDefault="009F7330" w:rsidP="009F7330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A7E03" w:rsidRPr="007762E6" w:rsidRDefault="00DA7E03" w:rsidP="002A33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 xml:space="preserve">СНиП </w:t>
      </w:r>
      <w:r w:rsidR="00A1377A" w:rsidRPr="007762E6">
        <w:rPr>
          <w:sz w:val="24"/>
          <w:szCs w:val="24"/>
        </w:rPr>
        <w:t>12-01-2004</w:t>
      </w:r>
      <w:r w:rsidRPr="007762E6">
        <w:rPr>
          <w:sz w:val="24"/>
          <w:szCs w:val="24"/>
        </w:rPr>
        <w:t xml:space="preserve"> «Организация строительного производства»;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12-03-2001 «Безопасность труда в строительстве», часть 1 «Общие требования»;</w:t>
      </w:r>
      <w:r w:rsidR="00EF4B80" w:rsidRPr="007762E6">
        <w:rPr>
          <w:color w:val="000000"/>
          <w:sz w:val="24"/>
          <w:szCs w:val="24"/>
        </w:rPr>
        <w:t xml:space="preserve"> 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СН</w:t>
      </w:r>
      <w:r w:rsidR="00EF4B80" w:rsidRPr="007762E6">
        <w:rPr>
          <w:sz w:val="24"/>
          <w:szCs w:val="24"/>
        </w:rPr>
        <w:t>иП 12-04-2002 «Безопасность труда в строительстве», часть 2 «Строительное производство»</w:t>
      </w:r>
      <w:r w:rsidR="00EF4B80" w:rsidRPr="007762E6">
        <w:rPr>
          <w:color w:val="000000"/>
          <w:sz w:val="24"/>
          <w:szCs w:val="24"/>
        </w:rPr>
        <w:t>;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</w:t>
      </w:r>
      <w:r w:rsidR="00A16F0A" w:rsidRPr="007762E6">
        <w:rPr>
          <w:sz w:val="24"/>
          <w:szCs w:val="24"/>
        </w:rPr>
        <w:t>.</w:t>
      </w:r>
    </w:p>
    <w:p w:rsidR="00EF4B80" w:rsidRPr="007762E6" w:rsidRDefault="00EF4B80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EF4B80" w:rsidRPr="007762E6" w:rsidRDefault="00EF4B80" w:rsidP="002A335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Строительные работы выполняются в соответствии с настоящим техническим заданием </w:t>
      </w:r>
      <w:r w:rsidR="001B5EF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762E6">
        <w:rPr>
          <w:rFonts w:ascii="Times New Roman" w:hAnsi="Times New Roman" w:cs="Times New Roman"/>
          <w:sz w:val="24"/>
          <w:szCs w:val="24"/>
        </w:rPr>
        <w:t>в 2 этапа:</w:t>
      </w:r>
    </w:p>
    <w:p w:rsidR="00EF4B80" w:rsidRPr="007762E6" w:rsidRDefault="00EF4B80" w:rsidP="002A335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работы;</w:t>
      </w:r>
    </w:p>
    <w:p w:rsidR="003D3C7D" w:rsidRPr="002B6183" w:rsidRDefault="00EF4B80" w:rsidP="002B618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</w:t>
      </w:r>
      <w:r w:rsidR="00643CE3" w:rsidRPr="00643CE3">
        <w:rPr>
          <w:sz w:val="26"/>
          <w:szCs w:val="26"/>
        </w:rPr>
        <w:t xml:space="preserve"> </w:t>
      </w:r>
      <w:r w:rsidR="00643CE3" w:rsidRPr="00643CE3">
        <w:rPr>
          <w:sz w:val="24"/>
          <w:szCs w:val="24"/>
        </w:rPr>
        <w:t>и приемосдаточные испытания в соответствии с проектом</w:t>
      </w:r>
      <w:r w:rsidRPr="007762E6">
        <w:rPr>
          <w:sz w:val="24"/>
          <w:szCs w:val="24"/>
        </w:rPr>
        <w:t>.</w:t>
      </w:r>
    </w:p>
    <w:p w:rsidR="00DA7E03" w:rsidRPr="00C57656" w:rsidRDefault="00DA7E03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 w:rsidR="00193870" w:rsidRPr="007762E6">
        <w:rPr>
          <w:b/>
          <w:sz w:val="24"/>
          <w:szCs w:val="24"/>
        </w:rPr>
        <w:t xml:space="preserve"> </w:t>
      </w:r>
      <w:r w:rsidR="004A609C">
        <w:rPr>
          <w:b/>
          <w:sz w:val="24"/>
          <w:szCs w:val="24"/>
        </w:rPr>
        <w:t>объектов</w:t>
      </w:r>
      <w:r w:rsidRPr="007762E6">
        <w:rPr>
          <w:b/>
          <w:sz w:val="24"/>
          <w:szCs w:val="24"/>
        </w:rPr>
        <w:t>:</w:t>
      </w:r>
    </w:p>
    <w:p w:rsidR="00E32279" w:rsidRPr="002B6183" w:rsidRDefault="00E32279" w:rsidP="002B618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49"/>
        <w:gridCol w:w="1406"/>
      </w:tblGrid>
      <w:tr w:rsidR="000F7144" w:rsidRPr="003304AE" w:rsidTr="00525CA2">
        <w:trPr>
          <w:trHeight w:val="699"/>
        </w:trPr>
        <w:tc>
          <w:tcPr>
            <w:tcW w:w="959" w:type="dxa"/>
            <w:vAlign w:val="center"/>
          </w:tcPr>
          <w:p w:rsidR="000F7144" w:rsidRPr="003304AE" w:rsidRDefault="000F7144" w:rsidP="00FD29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7144" w:rsidRPr="003304AE" w:rsidRDefault="000F7144" w:rsidP="00FD29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49" w:type="dxa"/>
            <w:vAlign w:val="center"/>
          </w:tcPr>
          <w:p w:rsidR="000F7144" w:rsidRPr="003304AE" w:rsidRDefault="000F7144" w:rsidP="00FD29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406" w:type="dxa"/>
            <w:vAlign w:val="center"/>
          </w:tcPr>
          <w:p w:rsidR="000F7144" w:rsidRPr="003304AE" w:rsidRDefault="000F7144" w:rsidP="00FD29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F7144" w:rsidRPr="003304AE" w:rsidRDefault="000F7144" w:rsidP="00FD29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0F7144" w:rsidRPr="003304AE" w:rsidTr="00525CA2">
        <w:trPr>
          <w:trHeight w:val="340"/>
        </w:trPr>
        <w:tc>
          <w:tcPr>
            <w:tcW w:w="10314" w:type="dxa"/>
            <w:gridSpan w:val="3"/>
            <w:vAlign w:val="center"/>
          </w:tcPr>
          <w:p w:rsidR="000F7144" w:rsidRPr="003304AE" w:rsidRDefault="000F7144" w:rsidP="00E82DF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работ</w:t>
            </w:r>
            <w:r w:rsidR="00FE4F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8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proofErr w:type="gramStart"/>
            <w:r w:rsidR="00E82DFB">
              <w:rPr>
                <w:rFonts w:ascii="Times New Roman" w:hAnsi="Times New Roman" w:cs="Times New Roman"/>
                <w:i/>
                <w:sz w:val="24"/>
                <w:szCs w:val="24"/>
              </w:rPr>
              <w:t>ВЛ</w:t>
            </w:r>
            <w:proofErr w:type="gramEnd"/>
            <w:r w:rsidR="00E82D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35-110кВ</w:t>
            </w:r>
            <w:r w:rsidR="003706A4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0F71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0F7144" w:rsidRPr="003304AE" w:rsidRDefault="000F71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F7144" w:rsidRPr="003304AE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металлических конструкций</w:t>
            </w:r>
          </w:p>
        </w:tc>
        <w:tc>
          <w:tcPr>
            <w:tcW w:w="1406" w:type="dxa"/>
            <w:vAlign w:val="center"/>
          </w:tcPr>
          <w:p w:rsidR="000F7144" w:rsidRPr="003304AE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2,286 т</w:t>
            </w:r>
          </w:p>
        </w:tc>
      </w:tr>
      <w:tr w:rsidR="00E82DFB" w:rsidRPr="003304AE" w:rsidTr="00525CA2">
        <w:trPr>
          <w:trHeight w:val="200"/>
        </w:trPr>
        <w:tc>
          <w:tcPr>
            <w:tcW w:w="959" w:type="dxa"/>
            <w:vAlign w:val="center"/>
          </w:tcPr>
          <w:p w:rsidR="00E82DFB" w:rsidRPr="003304AE" w:rsidRDefault="00E82DF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и выгрузка вручную изоляторов стеклянных тарельчатых подвесных</w:t>
            </w:r>
          </w:p>
        </w:tc>
        <w:tc>
          <w:tcPr>
            <w:tcW w:w="1406" w:type="dxa"/>
            <w:vAlign w:val="center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293,3 кг</w:t>
            </w:r>
          </w:p>
        </w:tc>
      </w:tr>
      <w:tr w:rsidR="00E82DFB" w:rsidRPr="003304AE" w:rsidTr="00525CA2">
        <w:trPr>
          <w:trHeight w:val="200"/>
        </w:trPr>
        <w:tc>
          <w:tcPr>
            <w:tcW w:w="959" w:type="dxa"/>
            <w:vAlign w:val="center"/>
          </w:tcPr>
          <w:p w:rsidR="00E82DFB" w:rsidRPr="003304AE" w:rsidRDefault="00E82DF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и выгрузка вручную линейной арматуры</w:t>
            </w:r>
          </w:p>
        </w:tc>
        <w:tc>
          <w:tcPr>
            <w:tcW w:w="1406" w:type="dxa"/>
            <w:vAlign w:val="center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168,79 кг</w:t>
            </w:r>
          </w:p>
        </w:tc>
      </w:tr>
      <w:tr w:rsidR="00E82DFB" w:rsidRPr="003304AE" w:rsidTr="00525CA2">
        <w:trPr>
          <w:trHeight w:val="200"/>
        </w:trPr>
        <w:tc>
          <w:tcPr>
            <w:tcW w:w="959" w:type="dxa"/>
            <w:vAlign w:val="center"/>
          </w:tcPr>
          <w:p w:rsidR="00E82DFB" w:rsidRPr="003304AE" w:rsidRDefault="00E82DF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гирлянды из подвесных изоляторов одиночной напряжением 35кВ</w:t>
            </w:r>
          </w:p>
        </w:tc>
        <w:tc>
          <w:tcPr>
            <w:tcW w:w="1406" w:type="dxa"/>
            <w:vAlign w:val="center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шт.</w:t>
            </w:r>
          </w:p>
        </w:tc>
      </w:tr>
      <w:tr w:rsidR="00E82DFB" w:rsidRPr="003304AE" w:rsidTr="00525CA2">
        <w:trPr>
          <w:trHeight w:val="200"/>
        </w:trPr>
        <w:tc>
          <w:tcPr>
            <w:tcW w:w="959" w:type="dxa"/>
            <w:vAlign w:val="center"/>
          </w:tcPr>
          <w:p w:rsidR="00E82DFB" w:rsidRPr="003304AE" w:rsidRDefault="00E82DF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гирлянды из подвесных изоляторов одиночной напряжением 110кВ</w:t>
            </w:r>
          </w:p>
        </w:tc>
        <w:tc>
          <w:tcPr>
            <w:tcW w:w="1406" w:type="dxa"/>
            <w:vAlign w:val="center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шт.</w:t>
            </w:r>
          </w:p>
        </w:tc>
      </w:tr>
      <w:tr w:rsidR="00E82DFB" w:rsidRPr="003304AE" w:rsidTr="00E82DFB">
        <w:trPr>
          <w:trHeight w:val="200"/>
        </w:trPr>
        <w:tc>
          <w:tcPr>
            <w:tcW w:w="10314" w:type="dxa"/>
            <w:gridSpan w:val="3"/>
            <w:vAlign w:val="center"/>
          </w:tcPr>
          <w:p w:rsidR="00E82DFB" w:rsidRDefault="00E82DFB" w:rsidP="00E82DF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Объем работ по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перезаводу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35-110кВ:</w:t>
            </w:r>
          </w:p>
        </w:tc>
      </w:tr>
      <w:tr w:rsidR="00E82DFB" w:rsidRPr="003304AE" w:rsidTr="00525CA2">
        <w:trPr>
          <w:trHeight w:val="200"/>
        </w:trPr>
        <w:tc>
          <w:tcPr>
            <w:tcW w:w="959" w:type="dxa"/>
            <w:vAlign w:val="center"/>
          </w:tcPr>
          <w:p w:rsidR="00E82DFB" w:rsidRPr="003304AE" w:rsidRDefault="00E82DF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82DFB" w:rsidRDefault="00E82DFB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Подвеска проводов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110кВ сечением до 120 мм² </w:t>
            </w:r>
            <w:r w:rsidR="00075298">
              <w:rPr>
                <w:rFonts w:ascii="Times New Roman" w:hAnsi="Times New Roman" w:cs="Times New Roman"/>
                <w:sz w:val="24"/>
                <w:szCs w:val="24"/>
              </w:rPr>
              <w:t>без пересечений с препятствиями при длине анкерного пролета до 1км</w:t>
            </w:r>
          </w:p>
        </w:tc>
        <w:tc>
          <w:tcPr>
            <w:tcW w:w="1406" w:type="dxa"/>
            <w:vAlign w:val="center"/>
          </w:tcPr>
          <w:p w:rsidR="00E82DFB" w:rsidRDefault="00075298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Подвеска проводов между анкерными опорами с пересечением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35-220кВ, напряжение пересекающей ВЛ 110кВ (3 провода)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пролет</w:t>
            </w:r>
          </w:p>
        </w:tc>
      </w:tr>
      <w:tr w:rsidR="00075298" w:rsidRPr="003304AE" w:rsidTr="00BA18BB">
        <w:trPr>
          <w:trHeight w:val="200"/>
        </w:trPr>
        <w:tc>
          <w:tcPr>
            <w:tcW w:w="10314" w:type="dxa"/>
            <w:gridSpan w:val="3"/>
            <w:vAlign w:val="center"/>
          </w:tcPr>
          <w:p w:rsidR="00075298" w:rsidRDefault="00075298" w:rsidP="0007529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  для ВЛ35-110кВ: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АС 120/19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 т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Изолятор ПС 70Е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шт.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P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Изолятор ЛК 70/110-А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шт.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Звено промежуточное ПРТ-17/7-2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шт.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Звено промежуточное ПР-7-6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Зажим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поддерживающий глухой ПГН2-6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Зажим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поддерживающий глухой ПГ-3-12</w:t>
            </w:r>
          </w:p>
        </w:tc>
        <w:tc>
          <w:tcPr>
            <w:tcW w:w="1406" w:type="dxa"/>
            <w:vAlign w:val="center"/>
          </w:tcPr>
          <w:p w:rsidR="00075298" w:rsidRDefault="00075298" w:rsidP="000752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0752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5298" w:rsidRPr="003304AE" w:rsidRDefault="000752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5298" w:rsidRDefault="00682B44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натяжной болтовой НЗ-2-7</w:t>
            </w:r>
          </w:p>
        </w:tc>
        <w:tc>
          <w:tcPr>
            <w:tcW w:w="1406" w:type="dxa"/>
            <w:vAlign w:val="center"/>
          </w:tcPr>
          <w:p w:rsidR="00075298" w:rsidRDefault="00682B44" w:rsidP="00E82DF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заземляющий ПС-3-1</w:t>
            </w:r>
          </w:p>
        </w:tc>
        <w:tc>
          <w:tcPr>
            <w:tcW w:w="1406" w:type="dxa"/>
            <w:vAlign w:val="center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Серьга СР-12-16</w:t>
            </w:r>
          </w:p>
        </w:tc>
        <w:tc>
          <w:tcPr>
            <w:tcW w:w="1406" w:type="dxa"/>
            <w:vAlign w:val="center"/>
          </w:tcPr>
          <w:p w:rsidR="00682B44" w:rsidRDefault="00682B44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Серьга СРС-7-16</w:t>
            </w:r>
          </w:p>
        </w:tc>
        <w:tc>
          <w:tcPr>
            <w:tcW w:w="1406" w:type="dxa"/>
            <w:vAlign w:val="center"/>
          </w:tcPr>
          <w:p w:rsidR="00682B44" w:rsidRDefault="00682B44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Скоба СК-12-1А</w:t>
            </w:r>
          </w:p>
        </w:tc>
        <w:tc>
          <w:tcPr>
            <w:tcW w:w="1406" w:type="dxa"/>
            <w:vAlign w:val="center"/>
          </w:tcPr>
          <w:p w:rsidR="00682B44" w:rsidRDefault="00682B44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Ушко У1-7-16</w:t>
            </w:r>
          </w:p>
        </w:tc>
        <w:tc>
          <w:tcPr>
            <w:tcW w:w="1406" w:type="dxa"/>
            <w:vAlign w:val="center"/>
          </w:tcPr>
          <w:p w:rsidR="00682B44" w:rsidRDefault="00682B44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Ушко укороченное У2К-7-16</w:t>
            </w:r>
          </w:p>
        </w:tc>
        <w:tc>
          <w:tcPr>
            <w:tcW w:w="1406" w:type="dxa"/>
            <w:vAlign w:val="center"/>
          </w:tcPr>
          <w:p w:rsidR="00682B44" w:rsidRDefault="00682B44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Ушко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однолапчатое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У1К-7-16</w:t>
            </w:r>
          </w:p>
        </w:tc>
        <w:tc>
          <w:tcPr>
            <w:tcW w:w="1406" w:type="dxa"/>
            <w:vAlign w:val="center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Узел крепления КГП-7-3</w:t>
            </w:r>
          </w:p>
        </w:tc>
        <w:tc>
          <w:tcPr>
            <w:tcW w:w="1406" w:type="dxa"/>
            <w:vAlign w:val="center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682B44" w:rsidRPr="003304AE" w:rsidTr="00525CA2">
        <w:trPr>
          <w:trHeight w:val="200"/>
        </w:trPr>
        <w:tc>
          <w:tcPr>
            <w:tcW w:w="959" w:type="dxa"/>
            <w:vAlign w:val="center"/>
          </w:tcPr>
          <w:p w:rsidR="00682B44" w:rsidRPr="003304AE" w:rsidRDefault="00682B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682B44" w:rsidRDefault="00682B44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Узел крепления КГП-7-2В3</w:t>
            </w:r>
          </w:p>
        </w:tc>
        <w:tc>
          <w:tcPr>
            <w:tcW w:w="1406" w:type="dxa"/>
            <w:vAlign w:val="center"/>
          </w:tcPr>
          <w:p w:rsidR="00682B44" w:rsidRDefault="00682B44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F13C84" w:rsidRPr="003304AE" w:rsidTr="00BA18BB">
        <w:trPr>
          <w:trHeight w:val="200"/>
        </w:trPr>
        <w:tc>
          <w:tcPr>
            <w:tcW w:w="959" w:type="dxa"/>
            <w:vAlign w:val="center"/>
          </w:tcPr>
          <w:p w:rsidR="00F13C84" w:rsidRPr="003304AE" w:rsidRDefault="00F13C84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C84" w:rsidRPr="003304AE" w:rsidRDefault="00F13C84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49" w:type="dxa"/>
            <w:vAlign w:val="center"/>
          </w:tcPr>
          <w:p w:rsidR="00F13C84" w:rsidRPr="003304AE" w:rsidRDefault="00F13C84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406" w:type="dxa"/>
            <w:vAlign w:val="center"/>
          </w:tcPr>
          <w:p w:rsidR="00F13C84" w:rsidRPr="003304AE" w:rsidRDefault="00F13C84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13C84" w:rsidRPr="003304AE" w:rsidRDefault="00F13C84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DA2ED9" w:rsidRPr="003304AE" w:rsidTr="00BA18BB">
        <w:trPr>
          <w:trHeight w:val="200"/>
        </w:trPr>
        <w:tc>
          <w:tcPr>
            <w:tcW w:w="10314" w:type="dxa"/>
            <w:gridSpan w:val="3"/>
            <w:vAlign w:val="center"/>
          </w:tcPr>
          <w:p w:rsidR="00DA2ED9" w:rsidRDefault="00DA2ED9" w:rsidP="000774B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Строительные работы</w:t>
            </w:r>
            <w:r w:rsidR="000774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0774B3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="000774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ОРУ 110кВ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F13C84" w:rsidRPr="003304AE" w:rsidTr="00525CA2">
        <w:trPr>
          <w:trHeight w:val="200"/>
        </w:trPr>
        <w:tc>
          <w:tcPr>
            <w:tcW w:w="959" w:type="dxa"/>
            <w:vAlign w:val="center"/>
          </w:tcPr>
          <w:p w:rsidR="00F13C84" w:rsidRPr="003304AE" w:rsidRDefault="00F13C8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13C84" w:rsidRDefault="000774B3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Бурение котлованов на глубину бурения до 4м, 2 группа грунтов</w:t>
            </w:r>
          </w:p>
        </w:tc>
        <w:tc>
          <w:tcPr>
            <w:tcW w:w="1406" w:type="dxa"/>
            <w:vAlign w:val="center"/>
          </w:tcPr>
          <w:p w:rsidR="00F13C84" w:rsidRDefault="000774B3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котлован</w:t>
            </w:r>
          </w:p>
        </w:tc>
      </w:tr>
      <w:tr w:rsidR="000774B3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74B3" w:rsidRPr="003304AE" w:rsidRDefault="000774B3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74B3" w:rsidRDefault="000774B3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 пробуренные котлованы сборных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вибрированных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стоек порталов массой до 5,0 т</w:t>
            </w:r>
          </w:p>
        </w:tc>
        <w:tc>
          <w:tcPr>
            <w:tcW w:w="1406" w:type="dxa"/>
            <w:vAlign w:val="center"/>
          </w:tcPr>
          <w:p w:rsidR="000774B3" w:rsidRDefault="000774B3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2,06 м³</w:t>
            </w:r>
          </w:p>
        </w:tc>
      </w:tr>
      <w:tr w:rsidR="000774B3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74B3" w:rsidRPr="003304AE" w:rsidRDefault="000774B3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74B3" w:rsidRDefault="000774B3" w:rsidP="00682B4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сборных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ригелей массой до 0,5 т</w:t>
            </w:r>
          </w:p>
        </w:tc>
        <w:tc>
          <w:tcPr>
            <w:tcW w:w="1406" w:type="dxa"/>
            <w:vAlign w:val="center"/>
          </w:tcPr>
          <w:p w:rsidR="000774B3" w:rsidRDefault="000774B3" w:rsidP="000774B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м³</w:t>
            </w:r>
          </w:p>
        </w:tc>
      </w:tr>
      <w:tr w:rsidR="000774B3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74B3" w:rsidRPr="003304AE" w:rsidRDefault="000774B3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74B3" w:rsidRDefault="000774B3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сборных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7CCF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фундаментных плит массой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 т</w:t>
            </w:r>
          </w:p>
        </w:tc>
        <w:tc>
          <w:tcPr>
            <w:tcW w:w="1406" w:type="dxa"/>
            <w:vAlign w:val="center"/>
          </w:tcPr>
          <w:p w:rsidR="000774B3" w:rsidRDefault="00177CCF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0774B3">
              <w:rPr>
                <w:rFonts w:ascii="Times New Roman" w:hAnsi="Times New Roman" w:cs="Times New Roman"/>
                <w:sz w:val="24"/>
                <w:szCs w:val="24"/>
              </w:rPr>
              <w:t xml:space="preserve"> м³</w:t>
            </w:r>
          </w:p>
        </w:tc>
      </w:tr>
      <w:tr w:rsidR="00177CCF" w:rsidRPr="003304AE" w:rsidTr="00525CA2">
        <w:trPr>
          <w:trHeight w:val="200"/>
        </w:trPr>
        <w:tc>
          <w:tcPr>
            <w:tcW w:w="959" w:type="dxa"/>
            <w:vAlign w:val="center"/>
          </w:tcPr>
          <w:p w:rsidR="00177CCF" w:rsidRPr="003304AE" w:rsidRDefault="00177CCF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177CCF" w:rsidRDefault="00177CCF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стальных конструкций под оборудование массой до 1 т</w:t>
            </w:r>
          </w:p>
        </w:tc>
        <w:tc>
          <w:tcPr>
            <w:tcW w:w="1406" w:type="dxa"/>
            <w:vAlign w:val="center"/>
          </w:tcPr>
          <w:p w:rsidR="00177CCF" w:rsidRDefault="00177CCF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</w:t>
            </w:r>
          </w:p>
        </w:tc>
      </w:tr>
      <w:tr w:rsidR="00177CCF" w:rsidRPr="003304AE" w:rsidTr="00525CA2">
        <w:trPr>
          <w:trHeight w:val="200"/>
        </w:trPr>
        <w:tc>
          <w:tcPr>
            <w:tcW w:w="959" w:type="dxa"/>
            <w:vAlign w:val="center"/>
          </w:tcPr>
          <w:p w:rsidR="00177CCF" w:rsidRPr="003304AE" w:rsidRDefault="00177CCF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177CCF" w:rsidRDefault="00177CCF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стальных конструкций под оборудование массой до 0,01 т</w:t>
            </w:r>
          </w:p>
        </w:tc>
        <w:tc>
          <w:tcPr>
            <w:tcW w:w="1406" w:type="dxa"/>
            <w:vAlign w:val="center"/>
          </w:tcPr>
          <w:p w:rsidR="00177CCF" w:rsidRDefault="00177CCF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0,2073 т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3F5A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стальных конструкций под оборудование массой до 0,2 т</w:t>
            </w:r>
          </w:p>
        </w:tc>
        <w:tc>
          <w:tcPr>
            <w:tcW w:w="1406" w:type="dxa"/>
            <w:vAlign w:val="center"/>
          </w:tcPr>
          <w:p w:rsidR="003F5A87" w:rsidRDefault="003F5A87" w:rsidP="003F5A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0,7221 т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Окраска за один раз установленных стальных конструкций ОРУ 330-</w:t>
            </w:r>
          </w:p>
          <w:p w:rsidR="003F5A87" w:rsidRDefault="003F5A87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 кВ массой до 0,2 т краской</w:t>
            </w:r>
          </w:p>
        </w:tc>
        <w:tc>
          <w:tcPr>
            <w:tcW w:w="1406" w:type="dxa"/>
            <w:vAlign w:val="center"/>
          </w:tcPr>
          <w:p w:rsidR="003F5A87" w:rsidRDefault="003F5A87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 т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Окраска за один раз установленных стальных конструкций ОРУ 330-</w:t>
            </w:r>
          </w:p>
          <w:p w:rsidR="003F5A87" w:rsidRDefault="003F5A87" w:rsidP="003F5A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 кВ массой до 0,4 т краской</w:t>
            </w:r>
          </w:p>
        </w:tc>
        <w:tc>
          <w:tcPr>
            <w:tcW w:w="1406" w:type="dxa"/>
            <w:vAlign w:val="center"/>
          </w:tcPr>
          <w:p w:rsidR="003F5A87" w:rsidRDefault="003F5A87" w:rsidP="003F5A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стойку портала щебеночного</w:t>
            </w:r>
          </w:p>
        </w:tc>
        <w:tc>
          <w:tcPr>
            <w:tcW w:w="1406" w:type="dxa"/>
            <w:vAlign w:val="center"/>
          </w:tcPr>
          <w:p w:rsidR="003F5A87" w:rsidRDefault="003F5A87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м³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3F5A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бруски кабельных каналов щебеночного</w:t>
            </w:r>
          </w:p>
        </w:tc>
        <w:tc>
          <w:tcPr>
            <w:tcW w:w="1406" w:type="dxa"/>
            <w:vAlign w:val="center"/>
          </w:tcPr>
          <w:p w:rsidR="003F5A87" w:rsidRDefault="003F5A87" w:rsidP="003F5A8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м³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406" w:type="dxa"/>
            <w:vAlign w:val="center"/>
          </w:tcPr>
          <w:p w:rsidR="003F5A87" w:rsidRDefault="003F5A87" w:rsidP="00177CC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 м²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Кладка стен приямков и каналов</w:t>
            </w:r>
          </w:p>
        </w:tc>
        <w:tc>
          <w:tcPr>
            <w:tcW w:w="1406" w:type="dxa"/>
            <w:vAlign w:val="center"/>
          </w:tcPr>
          <w:p w:rsidR="003F5A87" w:rsidRDefault="003F5A87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 м³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3F5A87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406" w:type="dxa"/>
            <w:vAlign w:val="center"/>
          </w:tcPr>
          <w:p w:rsidR="003F5A87" w:rsidRDefault="005D0D98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16,83 м³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B0107A" w:rsidP="00DE6B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площадей ручным способом, группа грунтов 2</w:t>
            </w:r>
          </w:p>
        </w:tc>
        <w:tc>
          <w:tcPr>
            <w:tcW w:w="1406" w:type="dxa"/>
            <w:vAlign w:val="center"/>
          </w:tcPr>
          <w:p w:rsidR="003F5A87" w:rsidRDefault="00B0107A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м²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E35400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пазух бетоном</w:t>
            </w:r>
          </w:p>
        </w:tc>
        <w:tc>
          <w:tcPr>
            <w:tcW w:w="1406" w:type="dxa"/>
            <w:vAlign w:val="center"/>
          </w:tcPr>
          <w:p w:rsidR="003F5A87" w:rsidRDefault="00E35400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м³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E35400" w:rsidP="00E5447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Известковая окраска водными составами внутри помещений по кирпичу и бетону</w:t>
            </w:r>
          </w:p>
        </w:tc>
        <w:tc>
          <w:tcPr>
            <w:tcW w:w="1406" w:type="dxa"/>
            <w:vAlign w:val="center"/>
          </w:tcPr>
          <w:p w:rsidR="003F5A87" w:rsidRDefault="00E35400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45,05 м²</w:t>
            </w:r>
          </w:p>
        </w:tc>
      </w:tr>
      <w:tr w:rsidR="003F5A87" w:rsidRPr="003304AE" w:rsidTr="002258A9">
        <w:trPr>
          <w:trHeight w:val="200"/>
        </w:trPr>
        <w:tc>
          <w:tcPr>
            <w:tcW w:w="10314" w:type="dxa"/>
            <w:gridSpan w:val="3"/>
            <w:vAlign w:val="center"/>
          </w:tcPr>
          <w:p w:rsidR="003F5A87" w:rsidRDefault="00E35400" w:rsidP="00E35400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</w:t>
            </w:r>
            <w:r w:rsidR="003F5A8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3F5A87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5A87" w:rsidRPr="003304AE" w:rsidRDefault="003F5A8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5A87" w:rsidRDefault="00E35400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Стойка железобетонная центрифугированная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ОРУ</w:t>
            </w:r>
          </w:p>
        </w:tc>
        <w:tc>
          <w:tcPr>
            <w:tcW w:w="1406" w:type="dxa"/>
            <w:vAlign w:val="center"/>
          </w:tcPr>
          <w:p w:rsidR="003F5A87" w:rsidRDefault="00E35400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2,0806</w:t>
            </w:r>
            <w:r w:rsidR="003F5A87">
              <w:rPr>
                <w:rFonts w:ascii="Times New Roman" w:hAnsi="Times New Roman" w:cs="Times New Roman"/>
                <w:sz w:val="24"/>
                <w:szCs w:val="24"/>
              </w:rPr>
              <w:t xml:space="preserve"> м³</w:t>
            </w:r>
          </w:p>
        </w:tc>
      </w:tr>
      <w:tr w:rsidR="000B1B62" w:rsidRPr="003304AE" w:rsidTr="00525CA2">
        <w:trPr>
          <w:trHeight w:val="200"/>
        </w:trPr>
        <w:tc>
          <w:tcPr>
            <w:tcW w:w="959" w:type="dxa"/>
            <w:vAlign w:val="center"/>
          </w:tcPr>
          <w:p w:rsidR="000B1B62" w:rsidRPr="003304AE" w:rsidRDefault="000B1B6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B1B62" w:rsidRDefault="000B1B62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Болты с гайками и шайбами строительные</w:t>
            </w:r>
          </w:p>
        </w:tc>
        <w:tc>
          <w:tcPr>
            <w:tcW w:w="1406" w:type="dxa"/>
            <w:vAlign w:val="center"/>
          </w:tcPr>
          <w:p w:rsidR="000B1B62" w:rsidRDefault="000B1B62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0,052 т</w:t>
            </w:r>
          </w:p>
        </w:tc>
      </w:tr>
      <w:tr w:rsidR="000B1B62" w:rsidRPr="003304AE" w:rsidTr="00525CA2">
        <w:trPr>
          <w:trHeight w:val="200"/>
        </w:trPr>
        <w:tc>
          <w:tcPr>
            <w:tcW w:w="959" w:type="dxa"/>
            <w:vAlign w:val="center"/>
          </w:tcPr>
          <w:p w:rsidR="000B1B62" w:rsidRPr="003304AE" w:rsidRDefault="000B1B6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B1B62" w:rsidRDefault="000B1B62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стальные порталов ОРУ</w:t>
            </w:r>
          </w:p>
        </w:tc>
        <w:tc>
          <w:tcPr>
            <w:tcW w:w="1406" w:type="dxa"/>
            <w:vAlign w:val="center"/>
          </w:tcPr>
          <w:p w:rsidR="000B1B62" w:rsidRDefault="000B1B62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1,3079 т</w:t>
            </w:r>
          </w:p>
        </w:tc>
      </w:tr>
      <w:tr w:rsidR="002F3040" w:rsidRPr="003304AE" w:rsidTr="00BA18BB">
        <w:trPr>
          <w:trHeight w:val="200"/>
        </w:trPr>
        <w:tc>
          <w:tcPr>
            <w:tcW w:w="10314" w:type="dxa"/>
            <w:gridSpan w:val="3"/>
            <w:vAlign w:val="center"/>
          </w:tcPr>
          <w:p w:rsidR="002F3040" w:rsidRDefault="002F3040" w:rsidP="00FE4837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Монтажные работы в О</w:t>
            </w:r>
            <w:r w:rsidR="00FE4837">
              <w:rPr>
                <w:rFonts w:ascii="Times New Roman" w:hAnsi="Times New Roman" w:cs="Times New Roman"/>
                <w:i/>
                <w:sz w:val="24"/>
                <w:szCs w:val="24"/>
              </w:rPr>
              <w:t>ПУ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2F3040" w:rsidRPr="003304AE" w:rsidTr="00525CA2">
        <w:trPr>
          <w:trHeight w:val="200"/>
        </w:trPr>
        <w:tc>
          <w:tcPr>
            <w:tcW w:w="959" w:type="dxa"/>
            <w:vAlign w:val="center"/>
          </w:tcPr>
          <w:p w:rsidR="002F3040" w:rsidRPr="003304AE" w:rsidRDefault="002F3040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F3040" w:rsidRDefault="002F3040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автомата одно-, дву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трехполюсного на конструкции, на стене или колонне, на ток до 25А</w:t>
            </w:r>
          </w:p>
        </w:tc>
        <w:tc>
          <w:tcPr>
            <w:tcW w:w="1406" w:type="dxa"/>
            <w:vAlign w:val="center"/>
          </w:tcPr>
          <w:p w:rsidR="002F3040" w:rsidRDefault="00E351DD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2F3040" w:rsidRPr="003304AE" w:rsidTr="00525CA2">
        <w:trPr>
          <w:trHeight w:val="200"/>
        </w:trPr>
        <w:tc>
          <w:tcPr>
            <w:tcW w:w="959" w:type="dxa"/>
            <w:vAlign w:val="center"/>
          </w:tcPr>
          <w:p w:rsidR="002F3040" w:rsidRPr="003304AE" w:rsidRDefault="002F3040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F3040" w:rsidRDefault="00E351DD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прибора измерения и защиты, количество подключаемых концов до 2</w:t>
            </w:r>
          </w:p>
        </w:tc>
        <w:tc>
          <w:tcPr>
            <w:tcW w:w="1406" w:type="dxa"/>
            <w:vAlign w:val="center"/>
          </w:tcPr>
          <w:p w:rsidR="002F3040" w:rsidRDefault="00E351DD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2F3040" w:rsidRPr="003304AE" w:rsidTr="00525CA2">
        <w:trPr>
          <w:trHeight w:val="200"/>
        </w:trPr>
        <w:tc>
          <w:tcPr>
            <w:tcW w:w="959" w:type="dxa"/>
            <w:vAlign w:val="center"/>
          </w:tcPr>
          <w:p w:rsidR="002F3040" w:rsidRPr="003304AE" w:rsidRDefault="002F3040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F3040" w:rsidRDefault="00E351DD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провода по установленным стальным конструкциям и панелям, сечением до 16 мм²</w:t>
            </w:r>
          </w:p>
        </w:tc>
        <w:tc>
          <w:tcPr>
            <w:tcW w:w="1406" w:type="dxa"/>
            <w:vAlign w:val="center"/>
          </w:tcPr>
          <w:p w:rsidR="002F3040" w:rsidRDefault="00E351DD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м</w:t>
            </w:r>
          </w:p>
        </w:tc>
      </w:tr>
      <w:tr w:rsidR="002F3040" w:rsidRPr="003304AE" w:rsidTr="00525CA2">
        <w:trPr>
          <w:trHeight w:val="200"/>
        </w:trPr>
        <w:tc>
          <w:tcPr>
            <w:tcW w:w="959" w:type="dxa"/>
            <w:vAlign w:val="center"/>
          </w:tcPr>
          <w:p w:rsidR="002F3040" w:rsidRPr="003304AE" w:rsidRDefault="002F3040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2F3040" w:rsidRDefault="00E351DD" w:rsidP="00E351D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зажима наборного без кожуха</w:t>
            </w:r>
          </w:p>
        </w:tc>
        <w:tc>
          <w:tcPr>
            <w:tcW w:w="1406" w:type="dxa"/>
            <w:vAlign w:val="center"/>
          </w:tcPr>
          <w:p w:rsidR="002F3040" w:rsidRDefault="00E351DD" w:rsidP="00E3540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шт.</w:t>
            </w:r>
          </w:p>
        </w:tc>
      </w:tr>
      <w:tr w:rsidR="00E351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51DD" w:rsidRPr="003304AE" w:rsidRDefault="00E351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51DD" w:rsidRDefault="00E351DD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автомата одно-, дву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трехполюсного на конструкции, на стене или колонне, на ток до 25А</w:t>
            </w:r>
          </w:p>
        </w:tc>
        <w:tc>
          <w:tcPr>
            <w:tcW w:w="1406" w:type="dxa"/>
            <w:vAlign w:val="center"/>
          </w:tcPr>
          <w:p w:rsidR="00E351DD" w:rsidRDefault="00E351DD" w:rsidP="00E351D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E351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51DD" w:rsidRPr="003304AE" w:rsidRDefault="00E351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51DD" w:rsidRDefault="00E351DD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прибора измерения и защиты, количество подключаемых концов до 12</w:t>
            </w:r>
          </w:p>
        </w:tc>
        <w:tc>
          <w:tcPr>
            <w:tcW w:w="1406" w:type="dxa"/>
            <w:vAlign w:val="center"/>
          </w:tcPr>
          <w:p w:rsidR="00E351DD" w:rsidRDefault="00E351DD" w:rsidP="00E351D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E351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51DD" w:rsidRPr="003304AE" w:rsidRDefault="00E351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51DD" w:rsidRDefault="005A42D7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диода</w:t>
            </w:r>
          </w:p>
        </w:tc>
        <w:tc>
          <w:tcPr>
            <w:tcW w:w="1406" w:type="dxa"/>
            <w:vAlign w:val="center"/>
          </w:tcPr>
          <w:p w:rsidR="00E351DD" w:rsidRDefault="005A42D7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351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51DD" w:rsidRPr="003304AE" w:rsidRDefault="00E351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51DD" w:rsidRPr="008309CA" w:rsidRDefault="005A42D7" w:rsidP="005A42D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переключателя универсального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пылеводозащищенного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конструкции, на стене или колонне, количество секций до 16</w:t>
            </w:r>
          </w:p>
        </w:tc>
        <w:tc>
          <w:tcPr>
            <w:tcW w:w="1406" w:type="dxa"/>
            <w:vAlign w:val="center"/>
          </w:tcPr>
          <w:p w:rsidR="00E351DD" w:rsidRDefault="005A42D7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5A42D7" w:rsidRPr="003304AE" w:rsidTr="00525CA2">
        <w:trPr>
          <w:trHeight w:val="200"/>
        </w:trPr>
        <w:tc>
          <w:tcPr>
            <w:tcW w:w="959" w:type="dxa"/>
            <w:vAlign w:val="center"/>
          </w:tcPr>
          <w:p w:rsidR="005A42D7" w:rsidRPr="003304AE" w:rsidRDefault="005A42D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A42D7" w:rsidRDefault="005A42D7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прибора измерения и защиты, количество подключаемых концов до 2</w:t>
            </w:r>
          </w:p>
        </w:tc>
        <w:tc>
          <w:tcPr>
            <w:tcW w:w="1406" w:type="dxa"/>
            <w:vAlign w:val="center"/>
          </w:tcPr>
          <w:p w:rsidR="005A42D7" w:rsidRDefault="005A42D7" w:rsidP="005A42D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5A42D7" w:rsidRPr="003304AE" w:rsidTr="00525CA2">
        <w:trPr>
          <w:trHeight w:val="200"/>
        </w:trPr>
        <w:tc>
          <w:tcPr>
            <w:tcW w:w="959" w:type="dxa"/>
            <w:vAlign w:val="center"/>
          </w:tcPr>
          <w:p w:rsidR="005A42D7" w:rsidRPr="003304AE" w:rsidRDefault="005A42D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A42D7" w:rsidRDefault="00EF7FD6" w:rsidP="008309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аппарата управления и сигнализации, количество подключаемых концов до 12</w:t>
            </w:r>
          </w:p>
        </w:tc>
        <w:tc>
          <w:tcPr>
            <w:tcW w:w="1406" w:type="dxa"/>
            <w:vAlign w:val="center"/>
          </w:tcPr>
          <w:p w:rsidR="005A42D7" w:rsidRDefault="00EF7FD6" w:rsidP="008309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провода по установленным стальным конструкциям и панелям, сечением до 16 мм²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м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до 35кВ по дну канала без креплений, масса 1м кабеля до 1 кг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м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до 35 кВ по установленным конструкциям и лоткам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креплением по всей длине, масса 1 м кабеля до 1кг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1070 м</w:t>
            </w:r>
          </w:p>
        </w:tc>
      </w:tr>
      <w:tr w:rsidR="000760E5" w:rsidRPr="003304AE" w:rsidTr="00BA18BB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0760E5" w:rsidRPr="003304AE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49" w:type="dxa"/>
            <w:vAlign w:val="center"/>
          </w:tcPr>
          <w:p w:rsidR="000760E5" w:rsidRPr="003304AE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406" w:type="dxa"/>
            <w:vAlign w:val="center"/>
          </w:tcPr>
          <w:p w:rsidR="000760E5" w:rsidRPr="003304AE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760E5" w:rsidRPr="003304AE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до 35 кВ в траншеях без покрытий, масса 1 м кабеля до 1кг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 м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постели при одном кабеле в траншее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 м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концевая сухая для контрольного кабеля сечением одной жилы до 2,5 мм², количество жил до 4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шт.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концевая сухая для контрольного кабеля сечением одной жилы до 2,5 мм², количество жил до 7</w:t>
            </w:r>
          </w:p>
        </w:tc>
        <w:tc>
          <w:tcPr>
            <w:tcW w:w="1406" w:type="dxa"/>
            <w:vAlign w:val="center"/>
          </w:tcPr>
          <w:p w:rsidR="000760E5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шт.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концевая сухая для контрольного кабеля сечением одной жилы до 2,5 мм², количество жил до 10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концевая сухая для контрольного кабеля сечением одной жилы до 2,5 мм², количество жил до 14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концевая сухая для контрольного кабеля сечением одной жилы до 2,5 мм², количество жил до 19</w:t>
            </w:r>
          </w:p>
        </w:tc>
        <w:tc>
          <w:tcPr>
            <w:tcW w:w="1406" w:type="dxa"/>
            <w:vAlign w:val="center"/>
          </w:tcPr>
          <w:p w:rsidR="000760E5" w:rsidRDefault="000760E5" w:rsidP="000760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0760E5" w:rsidRPr="003304AE" w:rsidTr="00525CA2">
        <w:trPr>
          <w:trHeight w:val="200"/>
        </w:trPr>
        <w:tc>
          <w:tcPr>
            <w:tcW w:w="959" w:type="dxa"/>
            <w:vAlign w:val="center"/>
          </w:tcPr>
          <w:p w:rsidR="000760E5" w:rsidRPr="003304AE" w:rsidRDefault="000760E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0760E5" w:rsidRDefault="000760E5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Заделка концевая сухая для 3-4-жильного кабеля с пластмассовой и резиново</w:t>
            </w:r>
            <w:r w:rsidR="000A5A83">
              <w:rPr>
                <w:rFonts w:ascii="Times New Roman" w:hAnsi="Times New Roman" w:cs="Times New Roman"/>
                <w:sz w:val="24"/>
                <w:szCs w:val="24"/>
              </w:rPr>
              <w:t xml:space="preserve">й изоляцией напряжением до 1 кВ,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сечением одной жилы </w:t>
            </w:r>
            <w:r w:rsidR="000A5A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A5A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мм²</w:t>
            </w:r>
          </w:p>
        </w:tc>
        <w:tc>
          <w:tcPr>
            <w:tcW w:w="1406" w:type="dxa"/>
            <w:vAlign w:val="center"/>
          </w:tcPr>
          <w:p w:rsidR="000760E5" w:rsidRDefault="000A5A83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760E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655AB" w:rsidRPr="003304AE" w:rsidTr="00525CA2">
        <w:trPr>
          <w:trHeight w:val="200"/>
        </w:trPr>
        <w:tc>
          <w:tcPr>
            <w:tcW w:w="959" w:type="dxa"/>
            <w:vAlign w:val="center"/>
          </w:tcPr>
          <w:p w:rsidR="008655AB" w:rsidRPr="003304AE" w:rsidRDefault="008655A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655AB" w:rsidRDefault="008655AB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Присоединение к зажимам жил проводов или кабелей сечением до 2,5 мм²</w:t>
            </w:r>
          </w:p>
        </w:tc>
        <w:tc>
          <w:tcPr>
            <w:tcW w:w="1406" w:type="dxa"/>
            <w:vAlign w:val="center"/>
          </w:tcPr>
          <w:p w:rsidR="008655AB" w:rsidRDefault="008655AB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 шт.</w:t>
            </w:r>
          </w:p>
        </w:tc>
      </w:tr>
      <w:tr w:rsidR="008655AB" w:rsidRPr="003304AE" w:rsidTr="00525CA2">
        <w:trPr>
          <w:trHeight w:val="200"/>
        </w:trPr>
        <w:tc>
          <w:tcPr>
            <w:tcW w:w="959" w:type="dxa"/>
            <w:vAlign w:val="center"/>
          </w:tcPr>
          <w:p w:rsidR="008655AB" w:rsidRPr="003304AE" w:rsidRDefault="008655A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655AB" w:rsidRDefault="008655AB" w:rsidP="008655A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Присоединение к зажимам жил проводов или кабелей сечением до 6 мм²</w:t>
            </w:r>
          </w:p>
        </w:tc>
        <w:tc>
          <w:tcPr>
            <w:tcW w:w="1406" w:type="dxa"/>
            <w:vAlign w:val="center"/>
          </w:tcPr>
          <w:p w:rsidR="008655AB" w:rsidRDefault="008655AB" w:rsidP="008655A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шт.</w:t>
            </w:r>
          </w:p>
        </w:tc>
      </w:tr>
      <w:tr w:rsidR="008655AB" w:rsidRPr="003304AE" w:rsidTr="00525CA2">
        <w:trPr>
          <w:trHeight w:val="200"/>
        </w:trPr>
        <w:tc>
          <w:tcPr>
            <w:tcW w:w="959" w:type="dxa"/>
            <w:vAlign w:val="center"/>
          </w:tcPr>
          <w:p w:rsidR="008655AB" w:rsidRPr="003304AE" w:rsidRDefault="008655AB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655AB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Съемные и выдвижные блоки (модули, ячейки, ТЭЗ), масса до 10кг (монтаж микропроцессорной защиты)</w:t>
            </w:r>
          </w:p>
        </w:tc>
        <w:tc>
          <w:tcPr>
            <w:tcW w:w="1406" w:type="dxa"/>
            <w:vAlign w:val="center"/>
          </w:tcPr>
          <w:p w:rsidR="008655AB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C65D9" w:rsidRPr="003304AE" w:rsidTr="00525CA2">
        <w:trPr>
          <w:trHeight w:val="200"/>
        </w:trPr>
        <w:tc>
          <w:tcPr>
            <w:tcW w:w="959" w:type="dxa"/>
            <w:vAlign w:val="center"/>
          </w:tcPr>
          <w:p w:rsidR="008C65D9" w:rsidRPr="003304AE" w:rsidRDefault="008C65D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C65D9" w:rsidRDefault="008C65D9" w:rsidP="008C65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Съемные и выдвижные блоки (модули, ячейки, ТЭЗ), масса до 5кг (установка блока испытательного)</w:t>
            </w:r>
          </w:p>
        </w:tc>
        <w:tc>
          <w:tcPr>
            <w:tcW w:w="1406" w:type="dxa"/>
            <w:vAlign w:val="center"/>
          </w:tcPr>
          <w:p w:rsidR="008C65D9" w:rsidRDefault="008C65D9" w:rsidP="008C65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8C65D9" w:rsidRPr="003304AE" w:rsidTr="00525CA2">
        <w:trPr>
          <w:trHeight w:val="200"/>
        </w:trPr>
        <w:tc>
          <w:tcPr>
            <w:tcW w:w="959" w:type="dxa"/>
            <w:vAlign w:val="center"/>
          </w:tcPr>
          <w:p w:rsidR="008C65D9" w:rsidRPr="003304AE" w:rsidRDefault="008C65D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C65D9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с креплением в траншеях шириной до 2 м, глубиной до 2 м, группа грунтов 2</w:t>
            </w:r>
          </w:p>
        </w:tc>
        <w:tc>
          <w:tcPr>
            <w:tcW w:w="1406" w:type="dxa"/>
            <w:vAlign w:val="center"/>
          </w:tcPr>
          <w:p w:rsidR="008C65D9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5,22 м³</w:t>
            </w:r>
          </w:p>
        </w:tc>
      </w:tr>
      <w:tr w:rsidR="008C65D9" w:rsidRPr="003304AE" w:rsidTr="00525CA2">
        <w:trPr>
          <w:trHeight w:val="200"/>
        </w:trPr>
        <w:tc>
          <w:tcPr>
            <w:tcW w:w="959" w:type="dxa"/>
            <w:vAlign w:val="center"/>
          </w:tcPr>
          <w:p w:rsidR="008C65D9" w:rsidRPr="003304AE" w:rsidRDefault="008C65D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C65D9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406" w:type="dxa"/>
            <w:vAlign w:val="center"/>
          </w:tcPr>
          <w:p w:rsidR="008C65D9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3,48 м³</w:t>
            </w:r>
          </w:p>
        </w:tc>
      </w:tr>
      <w:tr w:rsidR="008C65D9" w:rsidRPr="003304AE" w:rsidTr="00525CA2">
        <w:trPr>
          <w:trHeight w:val="200"/>
        </w:trPr>
        <w:tc>
          <w:tcPr>
            <w:tcW w:w="959" w:type="dxa"/>
            <w:vAlign w:val="center"/>
          </w:tcPr>
          <w:p w:rsidR="008C65D9" w:rsidRPr="003304AE" w:rsidRDefault="008C65D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C65D9" w:rsidRDefault="008C65D9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с креплением в траншеях шириной до 2 м, глубиной до 2 м, группа грунтов 2</w:t>
            </w:r>
          </w:p>
        </w:tc>
        <w:tc>
          <w:tcPr>
            <w:tcW w:w="1406" w:type="dxa"/>
            <w:vAlign w:val="center"/>
          </w:tcPr>
          <w:p w:rsidR="008C65D9" w:rsidRDefault="008C65D9" w:rsidP="008C65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35,35 м³</w:t>
            </w:r>
          </w:p>
        </w:tc>
      </w:tr>
      <w:tr w:rsidR="008C65D9" w:rsidRPr="003304AE" w:rsidTr="00525CA2">
        <w:trPr>
          <w:trHeight w:val="200"/>
        </w:trPr>
        <w:tc>
          <w:tcPr>
            <w:tcW w:w="959" w:type="dxa"/>
            <w:vAlign w:val="center"/>
          </w:tcPr>
          <w:p w:rsidR="008C65D9" w:rsidRPr="003304AE" w:rsidRDefault="008C65D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C65D9" w:rsidRDefault="008C65D9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406" w:type="dxa"/>
            <w:vAlign w:val="center"/>
          </w:tcPr>
          <w:p w:rsidR="008C65D9" w:rsidRDefault="008C65D9" w:rsidP="008C65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 м³</w:t>
            </w:r>
          </w:p>
        </w:tc>
      </w:tr>
      <w:tr w:rsidR="008C65D9" w:rsidRPr="003304AE" w:rsidTr="00525CA2">
        <w:trPr>
          <w:trHeight w:val="200"/>
        </w:trPr>
        <w:tc>
          <w:tcPr>
            <w:tcW w:w="959" w:type="dxa"/>
            <w:vAlign w:val="center"/>
          </w:tcPr>
          <w:p w:rsidR="008C65D9" w:rsidRPr="003304AE" w:rsidRDefault="008C65D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8C65D9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счетчика трехфазного на готовом основании</w:t>
            </w:r>
          </w:p>
        </w:tc>
        <w:tc>
          <w:tcPr>
            <w:tcW w:w="1406" w:type="dxa"/>
            <w:vAlign w:val="center"/>
          </w:tcPr>
          <w:p w:rsidR="008C65D9" w:rsidRDefault="008C65D9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до 35кВ по дну канала без креплений, масса 1м кабеля до 1 кг</w:t>
            </w:r>
          </w:p>
        </w:tc>
        <w:tc>
          <w:tcPr>
            <w:tcW w:w="1406" w:type="dxa"/>
            <w:vAlign w:val="center"/>
          </w:tcPr>
          <w:p w:rsidR="003F6965" w:rsidRDefault="003F696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м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щита глубиной до 800 мм шкафного исполнения</w:t>
            </w:r>
          </w:p>
        </w:tc>
        <w:tc>
          <w:tcPr>
            <w:tcW w:w="1406" w:type="dxa"/>
            <w:vAlign w:val="center"/>
          </w:tcPr>
          <w:p w:rsidR="003F6965" w:rsidRDefault="003F6965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3F69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коробки (ящика) с зажимами для кабелей и проводов сечением до 6 мм² на конструкции, на стене или колонне, количество зажимов до 32</w:t>
            </w:r>
          </w:p>
        </w:tc>
        <w:tc>
          <w:tcPr>
            <w:tcW w:w="1406" w:type="dxa"/>
            <w:vAlign w:val="center"/>
          </w:tcPr>
          <w:p w:rsidR="003F6965" w:rsidRDefault="003F6965" w:rsidP="000A5A8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F6965" w:rsidRPr="003304AE" w:rsidTr="002258A9">
        <w:trPr>
          <w:trHeight w:val="200"/>
        </w:trPr>
        <w:tc>
          <w:tcPr>
            <w:tcW w:w="10314" w:type="dxa"/>
            <w:gridSpan w:val="3"/>
            <w:vAlign w:val="center"/>
          </w:tcPr>
          <w:p w:rsidR="003F6965" w:rsidRDefault="003F6965" w:rsidP="003F696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</w:t>
            </w:r>
            <w:r w:rsidR="00FE48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ОПУ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Амперметр ЦП 8501/14</w:t>
            </w:r>
          </w:p>
        </w:tc>
        <w:tc>
          <w:tcPr>
            <w:tcW w:w="1406" w:type="dxa"/>
            <w:vAlign w:val="center"/>
          </w:tcPr>
          <w:p w:rsidR="003F6965" w:rsidRDefault="003F696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Ваттметр ЦП 8506/4</w:t>
            </w:r>
          </w:p>
        </w:tc>
        <w:tc>
          <w:tcPr>
            <w:tcW w:w="1406" w:type="dxa"/>
            <w:vAlign w:val="center"/>
          </w:tcPr>
          <w:p w:rsidR="003F6965" w:rsidRDefault="003F696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3F69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Варметр ЦП 8506/12</w:t>
            </w:r>
          </w:p>
        </w:tc>
        <w:tc>
          <w:tcPr>
            <w:tcW w:w="1406" w:type="dxa"/>
            <w:vAlign w:val="center"/>
          </w:tcPr>
          <w:p w:rsidR="003F6965" w:rsidRDefault="003F6965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F6965" w:rsidRPr="003304AE" w:rsidTr="00525CA2">
        <w:trPr>
          <w:trHeight w:val="200"/>
        </w:trPr>
        <w:tc>
          <w:tcPr>
            <w:tcW w:w="959" w:type="dxa"/>
            <w:vAlign w:val="center"/>
          </w:tcPr>
          <w:p w:rsidR="003F6965" w:rsidRPr="003304AE" w:rsidRDefault="003F696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3F6965" w:rsidRDefault="003F696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сечением 16 мм²</w:t>
            </w:r>
          </w:p>
        </w:tc>
        <w:tc>
          <w:tcPr>
            <w:tcW w:w="1406" w:type="dxa"/>
            <w:vAlign w:val="center"/>
          </w:tcPr>
          <w:p w:rsidR="003F6965" w:rsidRDefault="003F696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м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A610D5" w:rsidP="00A610D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сечением 1,5 мм²</w:t>
            </w:r>
          </w:p>
        </w:tc>
        <w:tc>
          <w:tcPr>
            <w:tcW w:w="1406" w:type="dxa"/>
            <w:vAlign w:val="center"/>
          </w:tcPr>
          <w:p w:rsidR="00A610D5" w:rsidRDefault="00A610D5" w:rsidP="00A610D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A610D5" w:rsidP="00A610D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сечением 6 мм²</w:t>
            </w:r>
          </w:p>
        </w:tc>
        <w:tc>
          <w:tcPr>
            <w:tcW w:w="1406" w:type="dxa"/>
            <w:vAlign w:val="center"/>
          </w:tcPr>
          <w:p w:rsidR="00A610D5" w:rsidRDefault="00A610D5" w:rsidP="00A610D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A610D5" w:rsidP="00C6306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ЗН 24-4П-25В/В У3</w:t>
            </w:r>
          </w:p>
        </w:tc>
        <w:tc>
          <w:tcPr>
            <w:tcW w:w="1406" w:type="dxa"/>
            <w:vAlign w:val="center"/>
          </w:tcPr>
          <w:p w:rsidR="00A610D5" w:rsidRDefault="00A610D5" w:rsidP="000D1F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A610D5" w:rsidP="00A610D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испытательный ЗН 24-4И-25В/В У3</w:t>
            </w:r>
          </w:p>
        </w:tc>
        <w:tc>
          <w:tcPr>
            <w:tcW w:w="1406" w:type="dxa"/>
            <w:vAlign w:val="center"/>
          </w:tcPr>
          <w:p w:rsidR="00A610D5" w:rsidRDefault="00A610D5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A610D5" w:rsidP="00EE30D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ЗН 24-4</w:t>
            </w:r>
            <w:r w:rsidR="00EE30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-25В/В У3</w:t>
            </w:r>
          </w:p>
        </w:tc>
        <w:tc>
          <w:tcPr>
            <w:tcW w:w="1406" w:type="dxa"/>
            <w:vAlign w:val="center"/>
          </w:tcPr>
          <w:p w:rsidR="00A610D5" w:rsidRDefault="00EE30D2" w:rsidP="00EE30D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10D5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EE30D2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Автоматический выключатель АП50Б-3Мт</w:t>
            </w:r>
          </w:p>
        </w:tc>
        <w:tc>
          <w:tcPr>
            <w:tcW w:w="1406" w:type="dxa"/>
            <w:vAlign w:val="center"/>
          </w:tcPr>
          <w:p w:rsidR="00A610D5" w:rsidRDefault="00EE30D2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A610D5" w:rsidRPr="003304AE" w:rsidTr="00525CA2">
        <w:trPr>
          <w:trHeight w:val="200"/>
        </w:trPr>
        <w:tc>
          <w:tcPr>
            <w:tcW w:w="959" w:type="dxa"/>
            <w:vAlign w:val="center"/>
          </w:tcPr>
          <w:p w:rsidR="00A610D5" w:rsidRPr="003304AE" w:rsidRDefault="00A610D5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A610D5" w:rsidRDefault="00E33FFD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Реле промежуточное РП 23, 220В</w:t>
            </w:r>
          </w:p>
        </w:tc>
        <w:tc>
          <w:tcPr>
            <w:tcW w:w="1406" w:type="dxa"/>
            <w:vAlign w:val="center"/>
          </w:tcPr>
          <w:p w:rsidR="00A610D5" w:rsidRDefault="00E33FFD" w:rsidP="0064369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</w:tr>
      <w:tr w:rsidR="00E33FF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3FFD" w:rsidRPr="003304AE" w:rsidRDefault="00E33FF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3FFD" w:rsidRDefault="00E33FFD" w:rsidP="00E33FF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Реле промежуточное РП 252, 220В</w:t>
            </w:r>
          </w:p>
        </w:tc>
        <w:tc>
          <w:tcPr>
            <w:tcW w:w="1406" w:type="dxa"/>
            <w:vAlign w:val="center"/>
          </w:tcPr>
          <w:p w:rsidR="00E33FFD" w:rsidRDefault="00E33FFD" w:rsidP="00E33FF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33FF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3FFD" w:rsidRPr="003304AE" w:rsidRDefault="00E33FF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3FFD" w:rsidRDefault="00E33FFD" w:rsidP="00E33FF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Реле указательное РУ 21/0,1</w:t>
            </w:r>
          </w:p>
        </w:tc>
        <w:tc>
          <w:tcPr>
            <w:tcW w:w="1406" w:type="dxa"/>
            <w:vAlign w:val="center"/>
          </w:tcPr>
          <w:p w:rsidR="00E33FFD" w:rsidRDefault="00E33FFD" w:rsidP="00E33FF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33FF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3FFD" w:rsidRPr="003304AE" w:rsidRDefault="00E33FF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3FFD" w:rsidRDefault="00E33FFD" w:rsidP="000D1F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Резистор С5-35В-50 3,9 ком</w:t>
            </w:r>
          </w:p>
        </w:tc>
        <w:tc>
          <w:tcPr>
            <w:tcW w:w="1406" w:type="dxa"/>
            <w:vAlign w:val="center"/>
          </w:tcPr>
          <w:p w:rsidR="00E33FFD" w:rsidRDefault="00E33FFD" w:rsidP="0077414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33FF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3FFD" w:rsidRPr="003304AE" w:rsidRDefault="00E33FF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3FFD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Диод КД-209Б 600В, 0,5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406" w:type="dxa"/>
            <w:vAlign w:val="center"/>
          </w:tcPr>
          <w:p w:rsidR="00E33FFD" w:rsidRDefault="005649A2" w:rsidP="009C5D2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33FF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3FFD" w:rsidRPr="003304AE" w:rsidRDefault="00E33FF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3FFD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Переключатель ПМОВ 112222/11-Д55</w:t>
            </w:r>
          </w:p>
        </w:tc>
        <w:tc>
          <w:tcPr>
            <w:tcW w:w="1406" w:type="dxa"/>
            <w:vAlign w:val="center"/>
          </w:tcPr>
          <w:p w:rsidR="00E33FFD" w:rsidRDefault="005649A2" w:rsidP="0077414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33FFD" w:rsidRPr="003304AE" w:rsidTr="00525CA2">
        <w:trPr>
          <w:trHeight w:val="200"/>
        </w:trPr>
        <w:tc>
          <w:tcPr>
            <w:tcW w:w="959" w:type="dxa"/>
            <w:vAlign w:val="center"/>
          </w:tcPr>
          <w:p w:rsidR="00E33FFD" w:rsidRPr="003304AE" w:rsidRDefault="00E33FF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E33FFD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Переключатель ККО-20</w:t>
            </w:r>
          </w:p>
        </w:tc>
        <w:tc>
          <w:tcPr>
            <w:tcW w:w="1406" w:type="dxa"/>
            <w:vAlign w:val="center"/>
          </w:tcPr>
          <w:p w:rsidR="00E33FFD" w:rsidRDefault="005649A2" w:rsidP="0077414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5649A2" w:rsidRPr="003304AE" w:rsidTr="00BA18BB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49A2" w:rsidRPr="003304AE" w:rsidRDefault="005649A2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49" w:type="dxa"/>
            <w:vAlign w:val="center"/>
          </w:tcPr>
          <w:p w:rsidR="005649A2" w:rsidRPr="003304AE" w:rsidRDefault="005649A2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406" w:type="dxa"/>
            <w:vAlign w:val="center"/>
          </w:tcPr>
          <w:p w:rsidR="005649A2" w:rsidRPr="003304AE" w:rsidRDefault="005649A2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649A2" w:rsidRPr="003304AE" w:rsidRDefault="005649A2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5649A2" w:rsidRPr="003304AE" w:rsidTr="00525CA2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649A2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Песок природный для строительных работ средний</w:t>
            </w:r>
          </w:p>
        </w:tc>
        <w:tc>
          <w:tcPr>
            <w:tcW w:w="1406" w:type="dxa"/>
            <w:vAlign w:val="center"/>
          </w:tcPr>
          <w:p w:rsidR="005649A2" w:rsidRDefault="005649A2" w:rsidP="0064369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5,05 м³</w:t>
            </w:r>
          </w:p>
        </w:tc>
      </w:tr>
      <w:tr w:rsidR="005649A2" w:rsidRPr="003304AE" w:rsidTr="00525CA2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649A2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=25 мм, толщина стенки </w:t>
            </w:r>
          </w:p>
          <w:p w:rsidR="005649A2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 мм</w:t>
            </w:r>
          </w:p>
        </w:tc>
        <w:tc>
          <w:tcPr>
            <w:tcW w:w="1406" w:type="dxa"/>
            <w:vAlign w:val="center"/>
          </w:tcPr>
          <w:p w:rsidR="005649A2" w:rsidRDefault="005649A2" w:rsidP="0064369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м</w:t>
            </w:r>
          </w:p>
        </w:tc>
      </w:tr>
      <w:tr w:rsidR="005649A2" w:rsidRPr="003304AE" w:rsidTr="00525CA2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649A2" w:rsidRDefault="005649A2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=65 мм, толщина стенки </w:t>
            </w:r>
          </w:p>
          <w:p w:rsidR="005649A2" w:rsidRDefault="005649A2" w:rsidP="005649A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мм</w:t>
            </w:r>
          </w:p>
        </w:tc>
        <w:tc>
          <w:tcPr>
            <w:tcW w:w="1406" w:type="dxa"/>
            <w:vAlign w:val="center"/>
          </w:tcPr>
          <w:p w:rsidR="005649A2" w:rsidRDefault="005649A2" w:rsidP="005649A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 м</w:t>
            </w:r>
          </w:p>
        </w:tc>
      </w:tr>
      <w:tr w:rsidR="005649A2" w:rsidRPr="003304AE" w:rsidTr="00525CA2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649A2" w:rsidRDefault="005649A2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 угловая </w:t>
            </w:r>
          </w:p>
        </w:tc>
        <w:tc>
          <w:tcPr>
            <w:tcW w:w="1406" w:type="dxa"/>
            <w:vAlign w:val="center"/>
          </w:tcPr>
          <w:p w:rsidR="005649A2" w:rsidRDefault="005649A2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кг</w:t>
            </w:r>
          </w:p>
        </w:tc>
      </w:tr>
      <w:tr w:rsidR="005649A2" w:rsidRPr="003304AE" w:rsidTr="00525CA2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649A2" w:rsidRDefault="005649A2" w:rsidP="005649A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ПВ3, сечением 50 мм²</w:t>
            </w:r>
          </w:p>
        </w:tc>
        <w:tc>
          <w:tcPr>
            <w:tcW w:w="1406" w:type="dxa"/>
            <w:vAlign w:val="center"/>
          </w:tcPr>
          <w:p w:rsidR="005649A2" w:rsidRDefault="005649A2" w:rsidP="005649A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м</w:t>
            </w:r>
          </w:p>
        </w:tc>
      </w:tr>
      <w:tr w:rsidR="005649A2" w:rsidRPr="003304AE" w:rsidTr="00525CA2">
        <w:trPr>
          <w:trHeight w:val="200"/>
        </w:trPr>
        <w:tc>
          <w:tcPr>
            <w:tcW w:w="959" w:type="dxa"/>
            <w:vAlign w:val="center"/>
          </w:tcPr>
          <w:p w:rsidR="005649A2" w:rsidRPr="003304AE" w:rsidRDefault="005649A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5649A2" w:rsidRPr="00B76B86" w:rsidRDefault="00B76B86" w:rsidP="00B10F0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Короб электротехнический стальной КП-0,1/0,2-2У1,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76B86">
              <w:rPr>
                <w:rFonts w:ascii="Times New Roman" w:hAnsi="Times New Roman" w:cs="Times New Roman"/>
                <w:sz w:val="24"/>
                <w:szCs w:val="24"/>
              </w:rPr>
              <w:t>=1200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406" w:type="dxa"/>
            <w:vAlign w:val="center"/>
          </w:tcPr>
          <w:p w:rsidR="005649A2" w:rsidRDefault="00B76B86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76B86" w:rsidRPr="003304AE" w:rsidTr="00525CA2">
        <w:trPr>
          <w:trHeight w:val="200"/>
        </w:trPr>
        <w:tc>
          <w:tcPr>
            <w:tcW w:w="959" w:type="dxa"/>
            <w:vAlign w:val="center"/>
          </w:tcPr>
          <w:p w:rsidR="00B76B86" w:rsidRPr="003304AE" w:rsidRDefault="00B76B86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76B86" w:rsidRPr="00B76B86" w:rsidRDefault="00B76B86" w:rsidP="00B76B8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Короб электротехнический стальной КП-0,1/0,2-2У1,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76B86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6B8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406" w:type="dxa"/>
            <w:vAlign w:val="center"/>
          </w:tcPr>
          <w:p w:rsidR="00B76B86" w:rsidRDefault="00B76B86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B06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BB0698" w:rsidRPr="003304AE" w:rsidRDefault="00BB06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B0698" w:rsidRPr="00B76B86" w:rsidRDefault="00BB0698" w:rsidP="00BB069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Короб электротехнический стальной КП-0,1/0,2-2У1,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76B8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6B8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406" w:type="dxa"/>
            <w:vAlign w:val="center"/>
          </w:tcPr>
          <w:p w:rsidR="00BB0698" w:rsidRDefault="00BB0698" w:rsidP="00BA18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B06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BB0698" w:rsidRPr="003304AE" w:rsidRDefault="00BB06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B0698" w:rsidRDefault="00BB0698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присоединения СПр-0,1/0,2-2У1</w:t>
            </w:r>
          </w:p>
        </w:tc>
        <w:tc>
          <w:tcPr>
            <w:tcW w:w="1406" w:type="dxa"/>
            <w:vAlign w:val="center"/>
          </w:tcPr>
          <w:p w:rsidR="00BB0698" w:rsidRDefault="00BB0698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B06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BB0698" w:rsidRPr="003304AE" w:rsidRDefault="00BB06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B0698" w:rsidRDefault="00CC7BDD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испытательный БИ-6</w:t>
            </w:r>
          </w:p>
        </w:tc>
        <w:tc>
          <w:tcPr>
            <w:tcW w:w="1406" w:type="dxa"/>
            <w:vAlign w:val="center"/>
          </w:tcPr>
          <w:p w:rsidR="00BB0698" w:rsidRDefault="00CC7BDD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BB0698" w:rsidRPr="003304AE" w:rsidTr="00525CA2">
        <w:trPr>
          <w:trHeight w:val="200"/>
        </w:trPr>
        <w:tc>
          <w:tcPr>
            <w:tcW w:w="959" w:type="dxa"/>
            <w:vAlign w:val="center"/>
          </w:tcPr>
          <w:p w:rsidR="00BB0698" w:rsidRPr="003304AE" w:rsidRDefault="00BB069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BB0698" w:rsidRDefault="00CC7BDD" w:rsidP="00A77FE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микропроцессорной защиты СИРИУС-УВ</w:t>
            </w:r>
          </w:p>
        </w:tc>
        <w:tc>
          <w:tcPr>
            <w:tcW w:w="1406" w:type="dxa"/>
            <w:vAlign w:val="center"/>
          </w:tcPr>
          <w:p w:rsidR="00BB0698" w:rsidRDefault="00CC7BDD" w:rsidP="000D1F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F422DD" w:rsidRPr="003304AE" w:rsidTr="00982A30">
        <w:trPr>
          <w:trHeight w:val="200"/>
        </w:trPr>
        <w:tc>
          <w:tcPr>
            <w:tcW w:w="10314" w:type="dxa"/>
            <w:gridSpan w:val="3"/>
            <w:vAlign w:val="center"/>
          </w:tcPr>
          <w:p w:rsidR="00F422DD" w:rsidRDefault="00F422DD" w:rsidP="00F422D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 в существующих панелях на ПС Вязьма-2: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Амперметр ЦП 8501/14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Ваттметр ЦП 8506/4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Вольтметр ЦП 8501/16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Варметр ЦП 8506/12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светосигнальная СКЛ-11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сечением 2,5 мм²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сечением 1,5 мм²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 Протон-К ЦМ-05-А-234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КВВГнг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4х1,5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КВВГнг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7х1,5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МТК-30.ТСУ.81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 испытательная переходная КИ-10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F422DD" w:rsidRPr="003304AE" w:rsidTr="00525CA2">
        <w:trPr>
          <w:trHeight w:val="200"/>
        </w:trPr>
        <w:tc>
          <w:tcPr>
            <w:tcW w:w="959" w:type="dxa"/>
            <w:vAlign w:val="center"/>
          </w:tcPr>
          <w:p w:rsidR="00F422DD" w:rsidRPr="003304AE" w:rsidRDefault="00F422DD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9" w:type="dxa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Разветвитель интерфейса ПР-3</w:t>
            </w:r>
          </w:p>
        </w:tc>
        <w:tc>
          <w:tcPr>
            <w:tcW w:w="1406" w:type="dxa"/>
            <w:vAlign w:val="center"/>
          </w:tcPr>
          <w:p w:rsidR="00F422DD" w:rsidRDefault="00F422DD" w:rsidP="000D4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</w:tbl>
    <w:p w:rsidR="003D3C7D" w:rsidRPr="00982F5F" w:rsidRDefault="003D3C7D" w:rsidP="003D3C7D">
      <w:pPr>
        <w:pStyle w:val="a5"/>
        <w:tabs>
          <w:tab w:val="left" w:pos="993"/>
        </w:tabs>
        <w:ind w:left="0" w:firstLine="0"/>
        <w:jc w:val="both"/>
        <w:rPr>
          <w:color w:val="FF0000"/>
          <w:sz w:val="24"/>
          <w:szCs w:val="24"/>
        </w:rPr>
      </w:pPr>
    </w:p>
    <w:p w:rsidR="00DA7E03" w:rsidRPr="007762E6" w:rsidRDefault="002606D4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606D4">
        <w:rPr>
          <w:b/>
          <w:sz w:val="24"/>
          <w:szCs w:val="24"/>
        </w:rPr>
        <w:t>Описание основных объемов строительно-монтажных работ</w:t>
      </w:r>
      <w:r w:rsidR="00DA7E03" w:rsidRPr="007762E6">
        <w:rPr>
          <w:b/>
          <w:sz w:val="24"/>
          <w:szCs w:val="24"/>
        </w:rPr>
        <w:t>.</w:t>
      </w:r>
    </w:p>
    <w:p w:rsidR="002606D4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Выполнить п</w:t>
      </w:r>
      <w:r w:rsidRPr="00E421D1">
        <w:rPr>
          <w:sz w:val="26"/>
          <w:szCs w:val="26"/>
        </w:rPr>
        <w:t>одготовительные работы в соответствии  с проектом.</w:t>
      </w:r>
    </w:p>
    <w:p w:rsidR="002606D4" w:rsidRPr="003B67FD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 w:rsidRPr="003B67FD">
        <w:rPr>
          <w:sz w:val="26"/>
          <w:szCs w:val="26"/>
        </w:rPr>
        <w:t>Работы по выносу в натуру  и геодезическа</w:t>
      </w:r>
      <w:r>
        <w:rPr>
          <w:sz w:val="26"/>
          <w:szCs w:val="26"/>
        </w:rPr>
        <w:t>я разбивка зданий и сооружений</w:t>
      </w:r>
      <w:r w:rsidRPr="003B67FD">
        <w:rPr>
          <w:sz w:val="26"/>
          <w:szCs w:val="26"/>
        </w:rPr>
        <w:t>. Данные работы выполнить с привлечением организации</w:t>
      </w:r>
      <w:r>
        <w:rPr>
          <w:sz w:val="26"/>
          <w:szCs w:val="26"/>
        </w:rPr>
        <w:t>, имеющей свидетельство о вступлении в СРО и допуск на  данный вид работ</w:t>
      </w:r>
      <w:r w:rsidRPr="003B67FD">
        <w:rPr>
          <w:sz w:val="26"/>
          <w:szCs w:val="26"/>
        </w:rPr>
        <w:t>.</w:t>
      </w:r>
    </w:p>
    <w:p w:rsidR="002606D4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Выполнить строительно-монтажные</w:t>
      </w:r>
      <w:r w:rsidRPr="00E9350E">
        <w:rPr>
          <w:sz w:val="26"/>
          <w:szCs w:val="26"/>
        </w:rPr>
        <w:t xml:space="preserve"> работы в полном проектном объеме.</w:t>
      </w:r>
    </w:p>
    <w:p w:rsidR="002606D4" w:rsidRPr="001F1D9E" w:rsidRDefault="002606D4" w:rsidP="001F1D9E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ind w:left="426" w:hanging="426"/>
        <w:jc w:val="both"/>
        <w:rPr>
          <w:sz w:val="24"/>
          <w:szCs w:val="24"/>
        </w:rPr>
      </w:pPr>
      <w:r w:rsidRPr="005E0B40">
        <w:rPr>
          <w:sz w:val="26"/>
          <w:szCs w:val="26"/>
        </w:rPr>
        <w:t>Выполнить заземляющие устройства в соответствии с требованиями ПУЭ и проектной документации</w:t>
      </w:r>
      <w:r>
        <w:rPr>
          <w:sz w:val="26"/>
          <w:szCs w:val="26"/>
        </w:rPr>
        <w:t>.</w:t>
      </w:r>
    </w:p>
    <w:p w:rsidR="00E434F8" w:rsidRPr="007762E6" w:rsidRDefault="00E434F8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82E47" w:rsidRPr="00582E47" w:rsidRDefault="002606D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2606D4">
        <w:rPr>
          <w:sz w:val="24"/>
          <w:szCs w:val="24"/>
        </w:rPr>
        <w:t>Строительно-монтажные работы должны производиться в полном соответствии с рабочим проектом</w:t>
      </w:r>
      <w:r>
        <w:rPr>
          <w:sz w:val="24"/>
          <w:szCs w:val="24"/>
        </w:rPr>
        <w:t xml:space="preserve"> </w:t>
      </w:r>
      <w:r w:rsidRPr="006C2279">
        <w:rPr>
          <w:sz w:val="24"/>
          <w:szCs w:val="24"/>
        </w:rPr>
        <w:t>“</w:t>
      </w:r>
      <w:r w:rsidR="00AD385E">
        <w:rPr>
          <w:sz w:val="24"/>
          <w:szCs w:val="24"/>
        </w:rPr>
        <w:t>Внешнее электроснабжение расширенного производства полимерной пленк</w:t>
      </w:r>
      <w:proofErr w:type="gramStart"/>
      <w:r w:rsidR="00AD385E">
        <w:rPr>
          <w:sz w:val="24"/>
          <w:szCs w:val="24"/>
        </w:rPr>
        <w:t>и             ООО</w:t>
      </w:r>
      <w:proofErr w:type="gramEnd"/>
      <w:r w:rsidR="00AD385E">
        <w:rPr>
          <w:sz w:val="24"/>
          <w:szCs w:val="24"/>
        </w:rPr>
        <w:t xml:space="preserve"> «Лава» по адресу: Смоленская область, г. Вязьма, ул. 25 Октября, д.53</w:t>
      </w:r>
      <w:r w:rsidRPr="006C2279">
        <w:rPr>
          <w:sz w:val="24"/>
          <w:szCs w:val="24"/>
        </w:rPr>
        <w:t>”</w:t>
      </w:r>
      <w:r>
        <w:rPr>
          <w:sz w:val="24"/>
          <w:szCs w:val="24"/>
        </w:rPr>
        <w:t>.</w:t>
      </w:r>
      <w:r w:rsidRPr="002606D4">
        <w:rPr>
          <w:sz w:val="24"/>
          <w:szCs w:val="24"/>
        </w:rPr>
        <w:t xml:space="preserve"> </w:t>
      </w:r>
      <w:r w:rsidR="00582E47" w:rsidRPr="00582E47">
        <w:rPr>
          <w:sz w:val="24"/>
          <w:szCs w:val="24"/>
        </w:rPr>
        <w:t xml:space="preserve">До начала </w:t>
      </w:r>
      <w:r w:rsidR="00582E47" w:rsidRPr="00582E47">
        <w:rPr>
          <w:sz w:val="24"/>
          <w:szCs w:val="24"/>
        </w:rPr>
        <w:lastRenderedPageBreak/>
        <w:t>строительно-монтажных работ проект до</w:t>
      </w:r>
      <w:r w:rsidR="0045353E">
        <w:rPr>
          <w:sz w:val="24"/>
          <w:szCs w:val="24"/>
        </w:rPr>
        <w:t xml:space="preserve">лжен быть согласован с филиалом </w:t>
      </w:r>
      <w:r w:rsidR="00582E47" w:rsidRPr="00582E47">
        <w:rPr>
          <w:sz w:val="24"/>
          <w:szCs w:val="24"/>
        </w:rPr>
        <w:t>ОАО «МРСК Центра» - «Смоленскэнерго»</w:t>
      </w:r>
      <w:r w:rsidR="00582E47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Поставку </w:t>
      </w:r>
      <w:r w:rsidR="00365129" w:rsidRPr="007762E6">
        <w:rPr>
          <w:sz w:val="24"/>
          <w:szCs w:val="24"/>
        </w:rPr>
        <w:t xml:space="preserve">оборудования и </w:t>
      </w:r>
      <w:r w:rsidRPr="007762E6">
        <w:rPr>
          <w:sz w:val="24"/>
          <w:szCs w:val="24"/>
        </w:rPr>
        <w:t>материалов осуществляет Подрядчик.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</w:t>
      </w:r>
      <w:r w:rsidR="00365129" w:rsidRPr="007762E6">
        <w:rPr>
          <w:sz w:val="24"/>
          <w:szCs w:val="24"/>
        </w:rPr>
        <w:t>/реконструкция</w:t>
      </w:r>
      <w:r w:rsidR="008520C4" w:rsidRPr="007762E6">
        <w:rPr>
          <w:sz w:val="24"/>
          <w:szCs w:val="24"/>
        </w:rPr>
        <w:t xml:space="preserve"> объектов</w:t>
      </w:r>
      <w:r w:rsidRPr="007762E6">
        <w:rPr>
          <w:sz w:val="24"/>
          <w:szCs w:val="24"/>
        </w:rPr>
        <w:t xml:space="preserve"> выполняется без выделения пусковых комплексов в полном соответствии с проектом согласованным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</w:t>
      </w:r>
      <w:r w:rsidR="00365129" w:rsidRPr="007762E6">
        <w:rPr>
          <w:sz w:val="24"/>
          <w:szCs w:val="24"/>
        </w:rPr>
        <w:t xml:space="preserve"> и оборудованием</w:t>
      </w:r>
      <w:r w:rsidRPr="007762E6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</w:t>
      </w:r>
      <w:r w:rsidR="00365129" w:rsidRPr="007762E6">
        <w:rPr>
          <w:sz w:val="24"/>
          <w:szCs w:val="24"/>
        </w:rPr>
        <w:t xml:space="preserve"> и оборудования</w:t>
      </w:r>
      <w:r w:rsidRPr="007762E6">
        <w:rPr>
          <w:sz w:val="24"/>
          <w:szCs w:val="24"/>
        </w:rPr>
        <w:t xml:space="preserve"> должно быть согласовано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Все применяемые материалы </w:t>
      </w:r>
      <w:r w:rsidR="00365129" w:rsidRPr="007762E6">
        <w:rPr>
          <w:sz w:val="24"/>
          <w:szCs w:val="24"/>
        </w:rPr>
        <w:t xml:space="preserve">и оборудование </w:t>
      </w:r>
      <w:r w:rsidRPr="007762E6">
        <w:rPr>
          <w:sz w:val="24"/>
          <w:szCs w:val="24"/>
        </w:rPr>
        <w:t>должны иметь паспорта и сертификаты.</w:t>
      </w:r>
      <w:r w:rsidR="002606D4" w:rsidRPr="002606D4">
        <w:rPr>
          <w:sz w:val="26"/>
          <w:szCs w:val="26"/>
        </w:rPr>
        <w:t xml:space="preserve"> </w:t>
      </w:r>
      <w:r w:rsidR="002606D4" w:rsidRPr="002606D4">
        <w:rPr>
          <w:sz w:val="24"/>
          <w:szCs w:val="24"/>
        </w:rPr>
        <w:t>Производители оборудования и материалов должны быть согласованы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</w:t>
      </w:r>
      <w:r w:rsidR="008520C4" w:rsidRPr="007762E6">
        <w:rPr>
          <w:sz w:val="24"/>
          <w:szCs w:val="24"/>
        </w:rPr>
        <w:t>/реконструкци</w:t>
      </w:r>
      <w:r w:rsidR="00CE2078" w:rsidRPr="007762E6"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в соответствии с н</w:t>
      </w:r>
      <w:r w:rsidR="00954883" w:rsidRPr="007762E6">
        <w:rPr>
          <w:sz w:val="24"/>
          <w:szCs w:val="24"/>
        </w:rPr>
        <w:t>ормами и передает ее Заказчику.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C79B3" w:rsidRPr="00FC79B3" w:rsidRDefault="00FC79B3" w:rsidP="00FC79B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606F63" w:rsidRPr="00606F63" w:rsidRDefault="00606F63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6F63">
        <w:rPr>
          <w:sz w:val="24"/>
          <w:szCs w:val="24"/>
        </w:rPr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</w:t>
      </w:r>
      <w:r w:rsidR="00FD2DEF">
        <w:rPr>
          <w:sz w:val="24"/>
          <w:szCs w:val="24"/>
        </w:rPr>
        <w:t xml:space="preserve"> </w:t>
      </w:r>
      <w:r w:rsidRPr="00606F63">
        <w:rPr>
          <w:sz w:val="24"/>
          <w:szCs w:val="24"/>
        </w:rPr>
        <w:t>(тридцати процентов) от общей стоимости работ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</w:t>
      </w:r>
      <w:r w:rsidR="00821D6F" w:rsidRPr="007762E6">
        <w:rPr>
          <w:sz w:val="24"/>
          <w:szCs w:val="24"/>
        </w:rPr>
        <w:t>ьству/</w:t>
      </w:r>
      <w:r w:rsidRPr="007762E6">
        <w:rPr>
          <w:sz w:val="24"/>
          <w:szCs w:val="24"/>
        </w:rPr>
        <w:t>реконструкции объектов и несет полную ответственность при нарушении производства работ.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Все необходимые согласования со сторонними организациями, возникающие в процессе </w:t>
      </w:r>
      <w:r w:rsidR="00606F63" w:rsidRPr="00606F63">
        <w:rPr>
          <w:sz w:val="24"/>
          <w:szCs w:val="24"/>
        </w:rPr>
        <w:t xml:space="preserve">строительно-монтажных работ </w:t>
      </w:r>
      <w:r w:rsidRPr="007762E6">
        <w:rPr>
          <w:sz w:val="24"/>
          <w:szCs w:val="24"/>
        </w:rPr>
        <w:t>Подрядчик выполняет самостоятельно.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</w:t>
      </w:r>
      <w:r w:rsidR="003E6BC6" w:rsidRPr="007762E6">
        <w:rPr>
          <w:sz w:val="24"/>
          <w:szCs w:val="24"/>
        </w:rPr>
        <w:t xml:space="preserve"> </w:t>
      </w:r>
      <w:r w:rsidR="00800911" w:rsidRPr="007762E6">
        <w:rPr>
          <w:sz w:val="24"/>
          <w:szCs w:val="24"/>
        </w:rPr>
        <w:t>- «Смоленскэнерго</w:t>
      </w:r>
      <w:r w:rsidRPr="007762E6">
        <w:rPr>
          <w:sz w:val="24"/>
          <w:szCs w:val="24"/>
        </w:rPr>
        <w:t>»</w:t>
      </w:r>
      <w:r w:rsidR="00606F63">
        <w:rPr>
          <w:sz w:val="24"/>
          <w:szCs w:val="24"/>
        </w:rPr>
        <w:t xml:space="preserve"> </w:t>
      </w:r>
      <w:r w:rsidR="00606F63" w:rsidRPr="00606F63">
        <w:rPr>
          <w:sz w:val="24"/>
          <w:szCs w:val="24"/>
        </w:rPr>
        <w:t>и проектной организацией и выполняется за счет победителя конкурса</w:t>
      </w:r>
      <w:r w:rsidRPr="007762E6">
        <w:rPr>
          <w:sz w:val="24"/>
          <w:szCs w:val="24"/>
        </w:rPr>
        <w:t>.</w:t>
      </w:r>
      <w:r w:rsidR="00606F63" w:rsidRPr="00606F63">
        <w:rPr>
          <w:sz w:val="26"/>
          <w:szCs w:val="26"/>
        </w:rPr>
        <w:t xml:space="preserve"> </w:t>
      </w:r>
    </w:p>
    <w:p w:rsidR="00DB182C" w:rsidRPr="001321AD" w:rsidRDefault="00BD19B2" w:rsidP="00DB182C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D19B2" w:rsidRPr="007762E6" w:rsidRDefault="00BD19B2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</w:t>
      </w:r>
      <w:r w:rsidR="008520C4" w:rsidRPr="007762E6">
        <w:rPr>
          <w:sz w:val="24"/>
          <w:szCs w:val="24"/>
        </w:rPr>
        <w:t>/реконструкции</w:t>
      </w:r>
      <w:r w:rsidRPr="007762E6">
        <w:rPr>
          <w:sz w:val="24"/>
          <w:szCs w:val="24"/>
        </w:rPr>
        <w:t>, совместно с представителями филиала ОАО «МРСК Центра» - «</w:t>
      </w:r>
      <w:r w:rsidR="00800911" w:rsidRPr="007762E6">
        <w:rPr>
          <w:sz w:val="24"/>
          <w:szCs w:val="24"/>
        </w:rPr>
        <w:t>Смоленскэнерго</w:t>
      </w:r>
      <w:r w:rsidRPr="007762E6">
        <w:rPr>
          <w:sz w:val="24"/>
          <w:szCs w:val="24"/>
        </w:rPr>
        <w:t>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</w:t>
      </w:r>
      <w:r w:rsidR="00A16F0A" w:rsidRPr="007762E6">
        <w:rPr>
          <w:sz w:val="24"/>
          <w:szCs w:val="24"/>
        </w:rPr>
        <w:t>,</w:t>
      </w:r>
      <w:r w:rsidRPr="007762E6">
        <w:rPr>
          <w:sz w:val="24"/>
          <w:szCs w:val="24"/>
        </w:rPr>
        <w:t xml:space="preserve"> установленные приемочной комиссией.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273E3" w:rsidRPr="00C903BE" w:rsidRDefault="009273E3" w:rsidP="009273E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273E3" w:rsidRPr="007762E6" w:rsidRDefault="009273E3" w:rsidP="009273E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2540" w:rsidRPr="007762E6" w:rsidRDefault="009273E3" w:rsidP="009813E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 w:rsidR="00270132">
        <w:rPr>
          <w:sz w:val="24"/>
          <w:szCs w:val="24"/>
        </w:rPr>
        <w:t xml:space="preserve"> 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AD385E" w:rsidRPr="00AD385E" w:rsidRDefault="002A3D4F" w:rsidP="00AD385E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Сроки выполнения </w:t>
      </w:r>
      <w:r w:rsidR="009273E3" w:rsidRPr="007762E6">
        <w:rPr>
          <w:b/>
          <w:sz w:val="24"/>
          <w:szCs w:val="24"/>
        </w:rPr>
        <w:t xml:space="preserve">строительных работ: </w:t>
      </w:r>
      <w:r w:rsidR="009273E3" w:rsidRPr="00510A35">
        <w:rPr>
          <w:b/>
          <w:sz w:val="24"/>
          <w:szCs w:val="24"/>
        </w:rPr>
        <w:t xml:space="preserve">работы выполнить в </w:t>
      </w:r>
      <w:r w:rsidR="00B94608">
        <w:rPr>
          <w:b/>
          <w:sz w:val="24"/>
          <w:szCs w:val="24"/>
        </w:rPr>
        <w:t xml:space="preserve">течение </w:t>
      </w:r>
      <w:r w:rsidR="00016596">
        <w:rPr>
          <w:b/>
          <w:sz w:val="24"/>
          <w:szCs w:val="24"/>
        </w:rPr>
        <w:t>3</w:t>
      </w:r>
      <w:r w:rsidR="009273E3">
        <w:rPr>
          <w:b/>
          <w:sz w:val="24"/>
          <w:szCs w:val="24"/>
        </w:rPr>
        <w:t xml:space="preserve"> </w:t>
      </w:r>
      <w:r w:rsidR="009273E3" w:rsidRPr="00510A35">
        <w:rPr>
          <w:b/>
          <w:sz w:val="24"/>
          <w:szCs w:val="24"/>
        </w:rPr>
        <w:t>месяцев с момента заключения Договора</w:t>
      </w:r>
      <w:r w:rsidR="00357861">
        <w:rPr>
          <w:b/>
          <w:sz w:val="24"/>
          <w:szCs w:val="24"/>
        </w:rPr>
        <w:t xml:space="preserve"> на</w:t>
      </w:r>
      <w:r w:rsidR="00914B62">
        <w:rPr>
          <w:b/>
          <w:sz w:val="24"/>
          <w:szCs w:val="24"/>
        </w:rPr>
        <w:t xml:space="preserve"> </w:t>
      </w:r>
      <w:r w:rsidR="006856DB">
        <w:rPr>
          <w:b/>
          <w:sz w:val="24"/>
          <w:szCs w:val="24"/>
        </w:rPr>
        <w:t>строительно-монтажные работы.</w:t>
      </w:r>
    </w:p>
    <w:sectPr w:rsidR="00AD385E" w:rsidRPr="00AD385E" w:rsidSect="00936DC4">
      <w:headerReference w:type="default" r:id="rId9"/>
      <w:footerReference w:type="default" r:id="rId10"/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21D" w:rsidRDefault="0066621D" w:rsidP="00027ED6">
      <w:pPr>
        <w:spacing w:after="0" w:line="240" w:lineRule="auto"/>
      </w:pPr>
      <w:r>
        <w:separator/>
      </w:r>
    </w:p>
  </w:endnote>
  <w:endnote w:type="continuationSeparator" w:id="0">
    <w:p w:rsidR="0066621D" w:rsidRDefault="0066621D" w:rsidP="0002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D6" w:rsidRDefault="00027ED6" w:rsidP="00027ED6">
    <w:pPr>
      <w:pStyle w:val="a9"/>
      <w:pBdr>
        <w:bottom w:val="single" w:sz="12" w:space="1" w:color="auto"/>
      </w:pBdr>
      <w:tabs>
        <w:tab w:val="clear" w:pos="4677"/>
        <w:tab w:val="clear" w:pos="9355"/>
        <w:tab w:val="right" w:pos="9923"/>
      </w:tabs>
      <w:ind w:left="360" w:right="-28" w:hanging="360"/>
      <w:jc w:val="both"/>
    </w:pPr>
  </w:p>
  <w:p w:rsidR="00027ED6" w:rsidRPr="00027ED6" w:rsidRDefault="00027ED6" w:rsidP="00027ED6">
    <w:pPr>
      <w:pStyle w:val="a9"/>
      <w:tabs>
        <w:tab w:val="clear" w:pos="4677"/>
        <w:tab w:val="clear" w:pos="9355"/>
        <w:tab w:val="right" w:pos="9923"/>
        <w:tab w:val="right" w:pos="10206"/>
        <w:tab w:val="left" w:pos="10980"/>
      </w:tabs>
      <w:ind w:right="-28"/>
      <w:jc w:val="both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</w:t>
    </w:r>
    <w:r>
      <w:rPr>
        <w:sz w:val="18"/>
        <w:szCs w:val="18"/>
      </w:rPr>
      <w:t xml:space="preserve">на право </w:t>
    </w:r>
    <w:r w:rsidRPr="007D0E5B">
      <w:rPr>
        <w:sz w:val="18"/>
        <w:szCs w:val="18"/>
      </w:rPr>
      <w:t xml:space="preserve">заключения Договоров </w:t>
    </w:r>
    <w:r w:rsidRPr="00E90AC4">
      <w:rPr>
        <w:sz w:val="18"/>
        <w:szCs w:val="18"/>
      </w:rPr>
      <w:t>на выполнение строительно-монтажных работ для технологического присоединения объектов г. Смоленска и Смоленской области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 w:rsidR="001F2626">
      <w:rPr>
        <w:noProof/>
        <w:sz w:val="18"/>
        <w:szCs w:val="18"/>
      </w:rPr>
      <w:t>1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 w:rsidR="001F2626">
      <w:rPr>
        <w:noProof/>
        <w:sz w:val="18"/>
        <w:szCs w:val="18"/>
      </w:rPr>
      <w:t>7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21D" w:rsidRDefault="0066621D" w:rsidP="00027ED6">
      <w:pPr>
        <w:spacing w:after="0" w:line="240" w:lineRule="auto"/>
      </w:pPr>
      <w:r>
        <w:separator/>
      </w:r>
    </w:p>
  </w:footnote>
  <w:footnote w:type="continuationSeparator" w:id="0">
    <w:p w:rsidR="0066621D" w:rsidRDefault="0066621D" w:rsidP="00027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D6" w:rsidRPr="00027ED6" w:rsidRDefault="00027ED6" w:rsidP="00027ED6">
    <w:pPr>
      <w:pStyle w:val="ad"/>
      <w:jc w:val="right"/>
      <w:rPr>
        <w:rFonts w:ascii="Times New Roman" w:hAnsi="Times New Roman" w:cs="Times New Roman"/>
        <w:b/>
        <w:sz w:val="24"/>
        <w:szCs w:val="24"/>
      </w:rPr>
    </w:pPr>
    <w:r w:rsidRPr="00027ED6">
      <w:rPr>
        <w:rFonts w:ascii="Times New Roman" w:hAnsi="Times New Roman" w:cs="Times New Roman"/>
        <w:b/>
        <w:sz w:val="24"/>
        <w:szCs w:val="24"/>
      </w:rPr>
      <w:t>Приложение №2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80790"/>
    <w:multiLevelType w:val="hybridMultilevel"/>
    <w:tmpl w:val="7F80B74A"/>
    <w:lvl w:ilvl="0" w:tplc="66F0A0BC">
      <w:start w:val="1"/>
      <w:numFmt w:val="decimal"/>
      <w:lvlText w:val="%1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BC872A9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C22E7"/>
    <w:multiLevelType w:val="hybridMultilevel"/>
    <w:tmpl w:val="5A1C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16D75"/>
    <w:multiLevelType w:val="hybridMultilevel"/>
    <w:tmpl w:val="D270D2C8"/>
    <w:lvl w:ilvl="0" w:tplc="7130A0AC">
      <w:start w:val="1"/>
      <w:numFmt w:val="decimal"/>
      <w:lvlText w:val="%1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964C8"/>
    <w:multiLevelType w:val="multilevel"/>
    <w:tmpl w:val="4C34DE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3">
    <w:nsid w:val="391B7488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A77FA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3D1D47CA"/>
    <w:multiLevelType w:val="hybridMultilevel"/>
    <w:tmpl w:val="BAD611E8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80F86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>
    <w:nsid w:val="48D3003D"/>
    <w:multiLevelType w:val="multilevel"/>
    <w:tmpl w:val="A73655E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20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674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>
    <w:nsid w:val="5AD1455E"/>
    <w:multiLevelType w:val="hybridMultilevel"/>
    <w:tmpl w:val="1584E6AA"/>
    <w:lvl w:ilvl="0" w:tplc="B3A8C9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  <w:szCs w:val="24"/>
        <w:vertAlign w:val="baseline"/>
      </w:r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8C595E"/>
    <w:multiLevelType w:val="hybridMultilevel"/>
    <w:tmpl w:val="E536E602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5F3B1C15"/>
    <w:multiLevelType w:val="multilevel"/>
    <w:tmpl w:val="25F22A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64C46CF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247E4C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6F1C42E6"/>
    <w:multiLevelType w:val="hybridMultilevel"/>
    <w:tmpl w:val="D44A9920"/>
    <w:lvl w:ilvl="0" w:tplc="66F0A0BC">
      <w:start w:val="1"/>
      <w:numFmt w:val="decimal"/>
      <w:lvlText w:val="%1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29">
    <w:nsid w:val="72295B22"/>
    <w:multiLevelType w:val="hybridMultilevel"/>
    <w:tmpl w:val="E536E602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A4930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24"/>
  </w:num>
  <w:num w:numId="5">
    <w:abstractNumId w:val="0"/>
  </w:num>
  <w:num w:numId="6">
    <w:abstractNumId w:val="8"/>
  </w:num>
  <w:num w:numId="7">
    <w:abstractNumId w:val="26"/>
  </w:num>
  <w:num w:numId="8">
    <w:abstractNumId w:val="30"/>
  </w:num>
  <w:num w:numId="9">
    <w:abstractNumId w:val="14"/>
  </w:num>
  <w:num w:numId="10">
    <w:abstractNumId w:val="6"/>
  </w:num>
  <w:num w:numId="11">
    <w:abstractNumId w:val="3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23"/>
  </w:num>
  <w:num w:numId="19">
    <w:abstractNumId w:val="27"/>
  </w:num>
  <w:num w:numId="20">
    <w:abstractNumId w:val="22"/>
  </w:num>
  <w:num w:numId="21">
    <w:abstractNumId w:val="29"/>
  </w:num>
  <w:num w:numId="22">
    <w:abstractNumId w:val="18"/>
  </w:num>
  <w:num w:numId="23">
    <w:abstractNumId w:val="13"/>
  </w:num>
  <w:num w:numId="24">
    <w:abstractNumId w:val="25"/>
  </w:num>
  <w:num w:numId="25">
    <w:abstractNumId w:val="15"/>
  </w:num>
  <w:num w:numId="26">
    <w:abstractNumId w:val="5"/>
  </w:num>
  <w:num w:numId="27">
    <w:abstractNumId w:val="31"/>
  </w:num>
  <w:num w:numId="28">
    <w:abstractNumId w:val="1"/>
  </w:num>
  <w:num w:numId="29">
    <w:abstractNumId w:val="16"/>
  </w:num>
  <w:num w:numId="30">
    <w:abstractNumId w:val="28"/>
  </w:num>
  <w:num w:numId="31">
    <w:abstractNumId w:val="11"/>
  </w:num>
  <w:num w:numId="32">
    <w:abstractNumId w:val="12"/>
  </w:num>
  <w:num w:numId="33">
    <w:abstractNumId w:val="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E03"/>
    <w:rsid w:val="00000C7A"/>
    <w:rsid w:val="00001B0B"/>
    <w:rsid w:val="000021BF"/>
    <w:rsid w:val="00003353"/>
    <w:rsid w:val="0000385F"/>
    <w:rsid w:val="0000788A"/>
    <w:rsid w:val="00007FA3"/>
    <w:rsid w:val="0001032B"/>
    <w:rsid w:val="00010A8B"/>
    <w:rsid w:val="00012B82"/>
    <w:rsid w:val="0001347D"/>
    <w:rsid w:val="00014CD4"/>
    <w:rsid w:val="00015A0C"/>
    <w:rsid w:val="00016596"/>
    <w:rsid w:val="0001773F"/>
    <w:rsid w:val="0001782C"/>
    <w:rsid w:val="00020D92"/>
    <w:rsid w:val="00021312"/>
    <w:rsid w:val="00023FF4"/>
    <w:rsid w:val="00024606"/>
    <w:rsid w:val="00026354"/>
    <w:rsid w:val="00027ED6"/>
    <w:rsid w:val="00030B2B"/>
    <w:rsid w:val="00033A8B"/>
    <w:rsid w:val="00037FB4"/>
    <w:rsid w:val="000407FA"/>
    <w:rsid w:val="000434EE"/>
    <w:rsid w:val="0004440C"/>
    <w:rsid w:val="000477DC"/>
    <w:rsid w:val="00047937"/>
    <w:rsid w:val="000506BC"/>
    <w:rsid w:val="00050FDF"/>
    <w:rsid w:val="0005223C"/>
    <w:rsid w:val="000526AA"/>
    <w:rsid w:val="000529DB"/>
    <w:rsid w:val="00053138"/>
    <w:rsid w:val="00053B13"/>
    <w:rsid w:val="00054477"/>
    <w:rsid w:val="00056467"/>
    <w:rsid w:val="00057C99"/>
    <w:rsid w:val="000605C3"/>
    <w:rsid w:val="000631D7"/>
    <w:rsid w:val="000663CA"/>
    <w:rsid w:val="0007010D"/>
    <w:rsid w:val="00070976"/>
    <w:rsid w:val="000725C7"/>
    <w:rsid w:val="0007298D"/>
    <w:rsid w:val="00073406"/>
    <w:rsid w:val="00073437"/>
    <w:rsid w:val="00075298"/>
    <w:rsid w:val="00075809"/>
    <w:rsid w:val="00075F84"/>
    <w:rsid w:val="00075FAC"/>
    <w:rsid w:val="000760E5"/>
    <w:rsid w:val="000774B3"/>
    <w:rsid w:val="00080C78"/>
    <w:rsid w:val="0008227A"/>
    <w:rsid w:val="000839A1"/>
    <w:rsid w:val="00083D9B"/>
    <w:rsid w:val="00085A04"/>
    <w:rsid w:val="00086704"/>
    <w:rsid w:val="00086E9C"/>
    <w:rsid w:val="000900A7"/>
    <w:rsid w:val="000906EA"/>
    <w:rsid w:val="000907C5"/>
    <w:rsid w:val="00091CBA"/>
    <w:rsid w:val="00093435"/>
    <w:rsid w:val="000937B2"/>
    <w:rsid w:val="00093C74"/>
    <w:rsid w:val="0009532B"/>
    <w:rsid w:val="000A00D5"/>
    <w:rsid w:val="000A1001"/>
    <w:rsid w:val="000A1FD4"/>
    <w:rsid w:val="000A2ECD"/>
    <w:rsid w:val="000A3059"/>
    <w:rsid w:val="000A41C4"/>
    <w:rsid w:val="000A5A83"/>
    <w:rsid w:val="000A6891"/>
    <w:rsid w:val="000A7A83"/>
    <w:rsid w:val="000B0E2B"/>
    <w:rsid w:val="000B17AF"/>
    <w:rsid w:val="000B1B62"/>
    <w:rsid w:val="000B5AD4"/>
    <w:rsid w:val="000B62EE"/>
    <w:rsid w:val="000B71D4"/>
    <w:rsid w:val="000C00F0"/>
    <w:rsid w:val="000C031E"/>
    <w:rsid w:val="000C0733"/>
    <w:rsid w:val="000C0942"/>
    <w:rsid w:val="000D1FB1"/>
    <w:rsid w:val="000D2CFD"/>
    <w:rsid w:val="000D638F"/>
    <w:rsid w:val="000D7CDE"/>
    <w:rsid w:val="000E0D30"/>
    <w:rsid w:val="000E0FC0"/>
    <w:rsid w:val="000E2C4D"/>
    <w:rsid w:val="000E354B"/>
    <w:rsid w:val="000E537C"/>
    <w:rsid w:val="000E6141"/>
    <w:rsid w:val="000E6ED9"/>
    <w:rsid w:val="000F228C"/>
    <w:rsid w:val="000F2C2D"/>
    <w:rsid w:val="000F2FDD"/>
    <w:rsid w:val="000F66D6"/>
    <w:rsid w:val="000F6993"/>
    <w:rsid w:val="000F7144"/>
    <w:rsid w:val="000F797E"/>
    <w:rsid w:val="00101136"/>
    <w:rsid w:val="00106468"/>
    <w:rsid w:val="001073D1"/>
    <w:rsid w:val="00113977"/>
    <w:rsid w:val="00116FC2"/>
    <w:rsid w:val="001221D4"/>
    <w:rsid w:val="00124756"/>
    <w:rsid w:val="00126882"/>
    <w:rsid w:val="001321AD"/>
    <w:rsid w:val="001333CE"/>
    <w:rsid w:val="00135196"/>
    <w:rsid w:val="001353F7"/>
    <w:rsid w:val="001377BC"/>
    <w:rsid w:val="00141A52"/>
    <w:rsid w:val="001423D3"/>
    <w:rsid w:val="00144C31"/>
    <w:rsid w:val="00145783"/>
    <w:rsid w:val="00147793"/>
    <w:rsid w:val="00150F4E"/>
    <w:rsid w:val="00152ECC"/>
    <w:rsid w:val="001536AB"/>
    <w:rsid w:val="00155399"/>
    <w:rsid w:val="0015550D"/>
    <w:rsid w:val="00155A58"/>
    <w:rsid w:val="00156463"/>
    <w:rsid w:val="00156D5F"/>
    <w:rsid w:val="00157017"/>
    <w:rsid w:val="0016037D"/>
    <w:rsid w:val="0016122F"/>
    <w:rsid w:val="00165129"/>
    <w:rsid w:val="0016707C"/>
    <w:rsid w:val="00167FAC"/>
    <w:rsid w:val="0017029E"/>
    <w:rsid w:val="00171FE4"/>
    <w:rsid w:val="0017325E"/>
    <w:rsid w:val="001750B7"/>
    <w:rsid w:val="00177CCF"/>
    <w:rsid w:val="001802B3"/>
    <w:rsid w:val="001802CC"/>
    <w:rsid w:val="001817E1"/>
    <w:rsid w:val="00181CCA"/>
    <w:rsid w:val="00182EC7"/>
    <w:rsid w:val="00183DCF"/>
    <w:rsid w:val="00183FD1"/>
    <w:rsid w:val="00185758"/>
    <w:rsid w:val="00185F40"/>
    <w:rsid w:val="00186399"/>
    <w:rsid w:val="0019383D"/>
    <w:rsid w:val="00193870"/>
    <w:rsid w:val="00193925"/>
    <w:rsid w:val="00196FA9"/>
    <w:rsid w:val="00197351"/>
    <w:rsid w:val="001A1FE2"/>
    <w:rsid w:val="001A2A7B"/>
    <w:rsid w:val="001A6D08"/>
    <w:rsid w:val="001B3EE8"/>
    <w:rsid w:val="001B4000"/>
    <w:rsid w:val="001B483B"/>
    <w:rsid w:val="001B5EF5"/>
    <w:rsid w:val="001C392A"/>
    <w:rsid w:val="001C5C0E"/>
    <w:rsid w:val="001C6BD1"/>
    <w:rsid w:val="001D0874"/>
    <w:rsid w:val="001D31F4"/>
    <w:rsid w:val="001D661F"/>
    <w:rsid w:val="001D6BB0"/>
    <w:rsid w:val="001D6DEE"/>
    <w:rsid w:val="001E0540"/>
    <w:rsid w:val="001E2533"/>
    <w:rsid w:val="001F1B23"/>
    <w:rsid w:val="001F1D9E"/>
    <w:rsid w:val="001F2626"/>
    <w:rsid w:val="001F2787"/>
    <w:rsid w:val="001F2E98"/>
    <w:rsid w:val="001F2F0E"/>
    <w:rsid w:val="001F70B0"/>
    <w:rsid w:val="00200CD4"/>
    <w:rsid w:val="00203B9C"/>
    <w:rsid w:val="002041EF"/>
    <w:rsid w:val="002053B1"/>
    <w:rsid w:val="00207EE2"/>
    <w:rsid w:val="00210E00"/>
    <w:rsid w:val="00211083"/>
    <w:rsid w:val="00212417"/>
    <w:rsid w:val="002124DB"/>
    <w:rsid w:val="00213626"/>
    <w:rsid w:val="00216A8F"/>
    <w:rsid w:val="00216FED"/>
    <w:rsid w:val="0022034B"/>
    <w:rsid w:val="00222CF2"/>
    <w:rsid w:val="00222F84"/>
    <w:rsid w:val="0022325E"/>
    <w:rsid w:val="002242B1"/>
    <w:rsid w:val="002254B9"/>
    <w:rsid w:val="002258A9"/>
    <w:rsid w:val="00225E48"/>
    <w:rsid w:val="00234427"/>
    <w:rsid w:val="00234616"/>
    <w:rsid w:val="002346E6"/>
    <w:rsid w:val="00240A88"/>
    <w:rsid w:val="00240C7B"/>
    <w:rsid w:val="002433F5"/>
    <w:rsid w:val="002438D1"/>
    <w:rsid w:val="00245FAE"/>
    <w:rsid w:val="00247EC3"/>
    <w:rsid w:val="00253200"/>
    <w:rsid w:val="00256544"/>
    <w:rsid w:val="00260339"/>
    <w:rsid w:val="002606D4"/>
    <w:rsid w:val="00260796"/>
    <w:rsid w:val="00260C0E"/>
    <w:rsid w:val="0026271D"/>
    <w:rsid w:val="002652BD"/>
    <w:rsid w:val="0026571C"/>
    <w:rsid w:val="00270132"/>
    <w:rsid w:val="00270A1D"/>
    <w:rsid w:val="0027535B"/>
    <w:rsid w:val="002779F8"/>
    <w:rsid w:val="0028291B"/>
    <w:rsid w:val="00287F52"/>
    <w:rsid w:val="00292A94"/>
    <w:rsid w:val="002934B9"/>
    <w:rsid w:val="0029516E"/>
    <w:rsid w:val="002954C5"/>
    <w:rsid w:val="00295D61"/>
    <w:rsid w:val="00297CD2"/>
    <w:rsid w:val="002A1706"/>
    <w:rsid w:val="002A31E1"/>
    <w:rsid w:val="002A335A"/>
    <w:rsid w:val="002A3D4F"/>
    <w:rsid w:val="002A7BC5"/>
    <w:rsid w:val="002B1B78"/>
    <w:rsid w:val="002B3604"/>
    <w:rsid w:val="002B3D2E"/>
    <w:rsid w:val="002B43A3"/>
    <w:rsid w:val="002B5BA3"/>
    <w:rsid w:val="002B5EF2"/>
    <w:rsid w:val="002B5FA8"/>
    <w:rsid w:val="002B6183"/>
    <w:rsid w:val="002C0322"/>
    <w:rsid w:val="002C16ED"/>
    <w:rsid w:val="002C3A5F"/>
    <w:rsid w:val="002C3D01"/>
    <w:rsid w:val="002C42CD"/>
    <w:rsid w:val="002C4CD3"/>
    <w:rsid w:val="002C5724"/>
    <w:rsid w:val="002C7954"/>
    <w:rsid w:val="002D056A"/>
    <w:rsid w:val="002D0E25"/>
    <w:rsid w:val="002D35F5"/>
    <w:rsid w:val="002D665D"/>
    <w:rsid w:val="002E1139"/>
    <w:rsid w:val="002E2B2D"/>
    <w:rsid w:val="002E2BD9"/>
    <w:rsid w:val="002E3348"/>
    <w:rsid w:val="002E378D"/>
    <w:rsid w:val="002E4169"/>
    <w:rsid w:val="002E447E"/>
    <w:rsid w:val="002E4B71"/>
    <w:rsid w:val="002E4CBE"/>
    <w:rsid w:val="002E65C6"/>
    <w:rsid w:val="002F1462"/>
    <w:rsid w:val="002F28C2"/>
    <w:rsid w:val="002F3040"/>
    <w:rsid w:val="002F314C"/>
    <w:rsid w:val="002F75C3"/>
    <w:rsid w:val="003002CB"/>
    <w:rsid w:val="0030089A"/>
    <w:rsid w:val="00301A3E"/>
    <w:rsid w:val="00302D58"/>
    <w:rsid w:val="003031ED"/>
    <w:rsid w:val="00304832"/>
    <w:rsid w:val="003131BA"/>
    <w:rsid w:val="0031626C"/>
    <w:rsid w:val="00320B31"/>
    <w:rsid w:val="00322F4E"/>
    <w:rsid w:val="00323647"/>
    <w:rsid w:val="00327022"/>
    <w:rsid w:val="003304AE"/>
    <w:rsid w:val="00332CD8"/>
    <w:rsid w:val="00334423"/>
    <w:rsid w:val="003354D7"/>
    <w:rsid w:val="00336EDD"/>
    <w:rsid w:val="003373AE"/>
    <w:rsid w:val="00341A19"/>
    <w:rsid w:val="00342882"/>
    <w:rsid w:val="0034383C"/>
    <w:rsid w:val="00344462"/>
    <w:rsid w:val="00344AF4"/>
    <w:rsid w:val="0034509E"/>
    <w:rsid w:val="00345B1A"/>
    <w:rsid w:val="00345B87"/>
    <w:rsid w:val="00347EE5"/>
    <w:rsid w:val="00350A50"/>
    <w:rsid w:val="00352033"/>
    <w:rsid w:val="00352095"/>
    <w:rsid w:val="0035420E"/>
    <w:rsid w:val="0035650C"/>
    <w:rsid w:val="00357861"/>
    <w:rsid w:val="00357F23"/>
    <w:rsid w:val="00361D7A"/>
    <w:rsid w:val="00364062"/>
    <w:rsid w:val="003643B7"/>
    <w:rsid w:val="00365129"/>
    <w:rsid w:val="003706A4"/>
    <w:rsid w:val="00371451"/>
    <w:rsid w:val="00373337"/>
    <w:rsid w:val="003755FD"/>
    <w:rsid w:val="00376873"/>
    <w:rsid w:val="0038216D"/>
    <w:rsid w:val="003832A5"/>
    <w:rsid w:val="00384EDD"/>
    <w:rsid w:val="00385D13"/>
    <w:rsid w:val="003903C2"/>
    <w:rsid w:val="00391B9B"/>
    <w:rsid w:val="00393469"/>
    <w:rsid w:val="00396059"/>
    <w:rsid w:val="003A0FF3"/>
    <w:rsid w:val="003A16B1"/>
    <w:rsid w:val="003A2885"/>
    <w:rsid w:val="003A2C29"/>
    <w:rsid w:val="003A5CD8"/>
    <w:rsid w:val="003A68AD"/>
    <w:rsid w:val="003B2178"/>
    <w:rsid w:val="003B71EF"/>
    <w:rsid w:val="003B7CD6"/>
    <w:rsid w:val="003C094D"/>
    <w:rsid w:val="003C13E6"/>
    <w:rsid w:val="003C25F1"/>
    <w:rsid w:val="003C25FF"/>
    <w:rsid w:val="003C3F32"/>
    <w:rsid w:val="003C5929"/>
    <w:rsid w:val="003C6981"/>
    <w:rsid w:val="003C6D7A"/>
    <w:rsid w:val="003D00BF"/>
    <w:rsid w:val="003D0656"/>
    <w:rsid w:val="003D08B2"/>
    <w:rsid w:val="003D10C8"/>
    <w:rsid w:val="003D3C7D"/>
    <w:rsid w:val="003D3F58"/>
    <w:rsid w:val="003D4FBF"/>
    <w:rsid w:val="003D534F"/>
    <w:rsid w:val="003D70AF"/>
    <w:rsid w:val="003E1829"/>
    <w:rsid w:val="003E258A"/>
    <w:rsid w:val="003E37BC"/>
    <w:rsid w:val="003E6BC6"/>
    <w:rsid w:val="003F08BF"/>
    <w:rsid w:val="003F0D66"/>
    <w:rsid w:val="003F14F2"/>
    <w:rsid w:val="003F4E00"/>
    <w:rsid w:val="003F5A87"/>
    <w:rsid w:val="003F6083"/>
    <w:rsid w:val="003F6965"/>
    <w:rsid w:val="00400929"/>
    <w:rsid w:val="00400F95"/>
    <w:rsid w:val="004010C7"/>
    <w:rsid w:val="00403B75"/>
    <w:rsid w:val="004056DC"/>
    <w:rsid w:val="00406EAB"/>
    <w:rsid w:val="0041035E"/>
    <w:rsid w:val="004107DD"/>
    <w:rsid w:val="00411AFE"/>
    <w:rsid w:val="00412712"/>
    <w:rsid w:val="0041280D"/>
    <w:rsid w:val="0041423D"/>
    <w:rsid w:val="00417924"/>
    <w:rsid w:val="00422D5F"/>
    <w:rsid w:val="00424DC4"/>
    <w:rsid w:val="0042699A"/>
    <w:rsid w:val="00426C5A"/>
    <w:rsid w:val="004270E8"/>
    <w:rsid w:val="00427389"/>
    <w:rsid w:val="00427826"/>
    <w:rsid w:val="00427F29"/>
    <w:rsid w:val="00432AD3"/>
    <w:rsid w:val="00434A55"/>
    <w:rsid w:val="004353EE"/>
    <w:rsid w:val="00437C51"/>
    <w:rsid w:val="00440044"/>
    <w:rsid w:val="00440EB8"/>
    <w:rsid w:val="00440F6A"/>
    <w:rsid w:val="00442C6D"/>
    <w:rsid w:val="004442A5"/>
    <w:rsid w:val="00445865"/>
    <w:rsid w:val="004466DF"/>
    <w:rsid w:val="00447C37"/>
    <w:rsid w:val="004517A7"/>
    <w:rsid w:val="0045353E"/>
    <w:rsid w:val="004558F6"/>
    <w:rsid w:val="00455EC8"/>
    <w:rsid w:val="004565A5"/>
    <w:rsid w:val="004613F3"/>
    <w:rsid w:val="004673FC"/>
    <w:rsid w:val="004705B5"/>
    <w:rsid w:val="00471EE5"/>
    <w:rsid w:val="0047246A"/>
    <w:rsid w:val="00473351"/>
    <w:rsid w:val="004736D5"/>
    <w:rsid w:val="00473789"/>
    <w:rsid w:val="00480946"/>
    <w:rsid w:val="00482569"/>
    <w:rsid w:val="00485E12"/>
    <w:rsid w:val="00486A06"/>
    <w:rsid w:val="0049146E"/>
    <w:rsid w:val="00491621"/>
    <w:rsid w:val="004927DD"/>
    <w:rsid w:val="00492C12"/>
    <w:rsid w:val="004932C7"/>
    <w:rsid w:val="00493EEC"/>
    <w:rsid w:val="004A07BA"/>
    <w:rsid w:val="004A19B9"/>
    <w:rsid w:val="004A294F"/>
    <w:rsid w:val="004A609C"/>
    <w:rsid w:val="004A63F8"/>
    <w:rsid w:val="004A6A31"/>
    <w:rsid w:val="004B0C26"/>
    <w:rsid w:val="004B5E2A"/>
    <w:rsid w:val="004C0EEB"/>
    <w:rsid w:val="004C4215"/>
    <w:rsid w:val="004D1D0F"/>
    <w:rsid w:val="004D3314"/>
    <w:rsid w:val="004D3679"/>
    <w:rsid w:val="004D3CF5"/>
    <w:rsid w:val="004D4A7A"/>
    <w:rsid w:val="004D6C84"/>
    <w:rsid w:val="004D7070"/>
    <w:rsid w:val="004D7F0E"/>
    <w:rsid w:val="004E0A5A"/>
    <w:rsid w:val="004E251D"/>
    <w:rsid w:val="004E2BA9"/>
    <w:rsid w:val="004E3066"/>
    <w:rsid w:val="004E3100"/>
    <w:rsid w:val="004E3125"/>
    <w:rsid w:val="004F102F"/>
    <w:rsid w:val="004F14A8"/>
    <w:rsid w:val="004F16B8"/>
    <w:rsid w:val="004F20F5"/>
    <w:rsid w:val="004F329E"/>
    <w:rsid w:val="004F3BE6"/>
    <w:rsid w:val="004F423C"/>
    <w:rsid w:val="004F42FB"/>
    <w:rsid w:val="004F442D"/>
    <w:rsid w:val="004F78B6"/>
    <w:rsid w:val="004F7C3E"/>
    <w:rsid w:val="00501D8F"/>
    <w:rsid w:val="00503C2E"/>
    <w:rsid w:val="005041FA"/>
    <w:rsid w:val="00507A7C"/>
    <w:rsid w:val="00510357"/>
    <w:rsid w:val="00511642"/>
    <w:rsid w:val="00512AB8"/>
    <w:rsid w:val="00514D60"/>
    <w:rsid w:val="005200CE"/>
    <w:rsid w:val="005215C2"/>
    <w:rsid w:val="005224C0"/>
    <w:rsid w:val="00522E2A"/>
    <w:rsid w:val="00525ABB"/>
    <w:rsid w:val="00525CA2"/>
    <w:rsid w:val="0053096D"/>
    <w:rsid w:val="00532740"/>
    <w:rsid w:val="005338E9"/>
    <w:rsid w:val="0053392A"/>
    <w:rsid w:val="00533F66"/>
    <w:rsid w:val="0053688F"/>
    <w:rsid w:val="005410DE"/>
    <w:rsid w:val="00542272"/>
    <w:rsid w:val="00543FA6"/>
    <w:rsid w:val="0054497B"/>
    <w:rsid w:val="005460A9"/>
    <w:rsid w:val="00551F3B"/>
    <w:rsid w:val="00553FC5"/>
    <w:rsid w:val="00554574"/>
    <w:rsid w:val="0055517A"/>
    <w:rsid w:val="005554A6"/>
    <w:rsid w:val="0055612B"/>
    <w:rsid w:val="005568FD"/>
    <w:rsid w:val="00557281"/>
    <w:rsid w:val="00557521"/>
    <w:rsid w:val="00557D34"/>
    <w:rsid w:val="005649A2"/>
    <w:rsid w:val="005654D0"/>
    <w:rsid w:val="00566F2D"/>
    <w:rsid w:val="00570154"/>
    <w:rsid w:val="00571122"/>
    <w:rsid w:val="00572905"/>
    <w:rsid w:val="00572D8F"/>
    <w:rsid w:val="005761D8"/>
    <w:rsid w:val="00582471"/>
    <w:rsid w:val="00582E47"/>
    <w:rsid w:val="005836DD"/>
    <w:rsid w:val="00583B40"/>
    <w:rsid w:val="00584F8F"/>
    <w:rsid w:val="00584FF3"/>
    <w:rsid w:val="005875F4"/>
    <w:rsid w:val="00592B39"/>
    <w:rsid w:val="0059787B"/>
    <w:rsid w:val="00597CEA"/>
    <w:rsid w:val="005A3765"/>
    <w:rsid w:val="005A42D7"/>
    <w:rsid w:val="005A497E"/>
    <w:rsid w:val="005A532F"/>
    <w:rsid w:val="005A6D3E"/>
    <w:rsid w:val="005B11DE"/>
    <w:rsid w:val="005B4C15"/>
    <w:rsid w:val="005B75C2"/>
    <w:rsid w:val="005C1059"/>
    <w:rsid w:val="005C481B"/>
    <w:rsid w:val="005C512C"/>
    <w:rsid w:val="005C7449"/>
    <w:rsid w:val="005D0D98"/>
    <w:rsid w:val="005D20DD"/>
    <w:rsid w:val="005D4A89"/>
    <w:rsid w:val="005D71F0"/>
    <w:rsid w:val="005E01A5"/>
    <w:rsid w:val="005E0420"/>
    <w:rsid w:val="005E0997"/>
    <w:rsid w:val="005E18D9"/>
    <w:rsid w:val="005E348C"/>
    <w:rsid w:val="005E72CC"/>
    <w:rsid w:val="005F1AB5"/>
    <w:rsid w:val="005F52E3"/>
    <w:rsid w:val="00600753"/>
    <w:rsid w:val="00600A10"/>
    <w:rsid w:val="006010F3"/>
    <w:rsid w:val="006014DD"/>
    <w:rsid w:val="006014E3"/>
    <w:rsid w:val="0060243A"/>
    <w:rsid w:val="006044DC"/>
    <w:rsid w:val="00604B53"/>
    <w:rsid w:val="00606F63"/>
    <w:rsid w:val="00611C78"/>
    <w:rsid w:val="00612F94"/>
    <w:rsid w:val="006152B7"/>
    <w:rsid w:val="0061598B"/>
    <w:rsid w:val="00616B93"/>
    <w:rsid w:val="00617C23"/>
    <w:rsid w:val="00627D9C"/>
    <w:rsid w:val="00630E80"/>
    <w:rsid w:val="006311CA"/>
    <w:rsid w:val="00633A02"/>
    <w:rsid w:val="00633E72"/>
    <w:rsid w:val="00636743"/>
    <w:rsid w:val="00642514"/>
    <w:rsid w:val="00642960"/>
    <w:rsid w:val="00643696"/>
    <w:rsid w:val="00643CE3"/>
    <w:rsid w:val="006460DF"/>
    <w:rsid w:val="00646109"/>
    <w:rsid w:val="006468B7"/>
    <w:rsid w:val="00650ABC"/>
    <w:rsid w:val="00650B1B"/>
    <w:rsid w:val="0065254C"/>
    <w:rsid w:val="006540A7"/>
    <w:rsid w:val="00655D42"/>
    <w:rsid w:val="006567EB"/>
    <w:rsid w:val="0065692C"/>
    <w:rsid w:val="00657158"/>
    <w:rsid w:val="0066186F"/>
    <w:rsid w:val="00662399"/>
    <w:rsid w:val="006640AE"/>
    <w:rsid w:val="006640C0"/>
    <w:rsid w:val="00664DC2"/>
    <w:rsid w:val="0066528F"/>
    <w:rsid w:val="0066621D"/>
    <w:rsid w:val="006666CF"/>
    <w:rsid w:val="00667A1B"/>
    <w:rsid w:val="0067120B"/>
    <w:rsid w:val="0067549C"/>
    <w:rsid w:val="006763D7"/>
    <w:rsid w:val="00682B44"/>
    <w:rsid w:val="006844DC"/>
    <w:rsid w:val="006856DB"/>
    <w:rsid w:val="00686330"/>
    <w:rsid w:val="00686FBB"/>
    <w:rsid w:val="00690646"/>
    <w:rsid w:val="00691CB4"/>
    <w:rsid w:val="006938B7"/>
    <w:rsid w:val="00693FC6"/>
    <w:rsid w:val="006B06B2"/>
    <w:rsid w:val="006B37FF"/>
    <w:rsid w:val="006B3A94"/>
    <w:rsid w:val="006B5B38"/>
    <w:rsid w:val="006C2279"/>
    <w:rsid w:val="006C2A57"/>
    <w:rsid w:val="006C3F19"/>
    <w:rsid w:val="006D2B97"/>
    <w:rsid w:val="006D3D3B"/>
    <w:rsid w:val="006D4E9D"/>
    <w:rsid w:val="006D52FB"/>
    <w:rsid w:val="006E379B"/>
    <w:rsid w:val="006E6237"/>
    <w:rsid w:val="006E67FE"/>
    <w:rsid w:val="006F24C0"/>
    <w:rsid w:val="006F2660"/>
    <w:rsid w:val="006F3C31"/>
    <w:rsid w:val="006F54E5"/>
    <w:rsid w:val="006F5FA1"/>
    <w:rsid w:val="006F7402"/>
    <w:rsid w:val="0070065B"/>
    <w:rsid w:val="00700BC1"/>
    <w:rsid w:val="00700F6D"/>
    <w:rsid w:val="00700FBB"/>
    <w:rsid w:val="0070206D"/>
    <w:rsid w:val="007027FD"/>
    <w:rsid w:val="007048B4"/>
    <w:rsid w:val="007059A3"/>
    <w:rsid w:val="00707F3F"/>
    <w:rsid w:val="00714604"/>
    <w:rsid w:val="00716339"/>
    <w:rsid w:val="00716DCD"/>
    <w:rsid w:val="00717A93"/>
    <w:rsid w:val="007214DD"/>
    <w:rsid w:val="00722436"/>
    <w:rsid w:val="00723113"/>
    <w:rsid w:val="0072327F"/>
    <w:rsid w:val="007306E4"/>
    <w:rsid w:val="007341AF"/>
    <w:rsid w:val="00735317"/>
    <w:rsid w:val="00736CF1"/>
    <w:rsid w:val="0074097C"/>
    <w:rsid w:val="00741203"/>
    <w:rsid w:val="00742C5A"/>
    <w:rsid w:val="00742D88"/>
    <w:rsid w:val="007502A2"/>
    <w:rsid w:val="00750BA8"/>
    <w:rsid w:val="00751643"/>
    <w:rsid w:val="00751A0B"/>
    <w:rsid w:val="007529C8"/>
    <w:rsid w:val="00753075"/>
    <w:rsid w:val="00756C02"/>
    <w:rsid w:val="0076089A"/>
    <w:rsid w:val="00762FA3"/>
    <w:rsid w:val="00763D46"/>
    <w:rsid w:val="00764D5C"/>
    <w:rsid w:val="00770ED1"/>
    <w:rsid w:val="00772128"/>
    <w:rsid w:val="00772B46"/>
    <w:rsid w:val="0077414C"/>
    <w:rsid w:val="00774F69"/>
    <w:rsid w:val="007761B4"/>
    <w:rsid w:val="007762BA"/>
    <w:rsid w:val="007762E6"/>
    <w:rsid w:val="00780724"/>
    <w:rsid w:val="00780A59"/>
    <w:rsid w:val="00780B23"/>
    <w:rsid w:val="00782E96"/>
    <w:rsid w:val="0078560C"/>
    <w:rsid w:val="007858DF"/>
    <w:rsid w:val="007936DE"/>
    <w:rsid w:val="007944F4"/>
    <w:rsid w:val="00796664"/>
    <w:rsid w:val="007967C7"/>
    <w:rsid w:val="00797136"/>
    <w:rsid w:val="00797756"/>
    <w:rsid w:val="007A04D3"/>
    <w:rsid w:val="007A49BA"/>
    <w:rsid w:val="007A58CB"/>
    <w:rsid w:val="007A5F81"/>
    <w:rsid w:val="007A6CB5"/>
    <w:rsid w:val="007B018C"/>
    <w:rsid w:val="007B2A42"/>
    <w:rsid w:val="007B4F52"/>
    <w:rsid w:val="007B56B0"/>
    <w:rsid w:val="007C0BCF"/>
    <w:rsid w:val="007C10BA"/>
    <w:rsid w:val="007C26D9"/>
    <w:rsid w:val="007C3794"/>
    <w:rsid w:val="007C3D92"/>
    <w:rsid w:val="007C67EB"/>
    <w:rsid w:val="007C7710"/>
    <w:rsid w:val="007D2A5F"/>
    <w:rsid w:val="007D593A"/>
    <w:rsid w:val="007D7C83"/>
    <w:rsid w:val="007E04FD"/>
    <w:rsid w:val="007E1FDA"/>
    <w:rsid w:val="007E2854"/>
    <w:rsid w:val="007E285A"/>
    <w:rsid w:val="007E36E6"/>
    <w:rsid w:val="007E4201"/>
    <w:rsid w:val="007F0FDB"/>
    <w:rsid w:val="007F10E9"/>
    <w:rsid w:val="007F1DF8"/>
    <w:rsid w:val="007F28C7"/>
    <w:rsid w:val="007F30C9"/>
    <w:rsid w:val="007F3172"/>
    <w:rsid w:val="007F36C5"/>
    <w:rsid w:val="007F4CFA"/>
    <w:rsid w:val="007F50DF"/>
    <w:rsid w:val="007F66BC"/>
    <w:rsid w:val="00800911"/>
    <w:rsid w:val="0080181D"/>
    <w:rsid w:val="008024FF"/>
    <w:rsid w:val="00802E27"/>
    <w:rsid w:val="00803FCB"/>
    <w:rsid w:val="00805615"/>
    <w:rsid w:val="00806D2F"/>
    <w:rsid w:val="00807E9B"/>
    <w:rsid w:val="00815A7D"/>
    <w:rsid w:val="0081610D"/>
    <w:rsid w:val="00816532"/>
    <w:rsid w:val="008207D1"/>
    <w:rsid w:val="00821BED"/>
    <w:rsid w:val="00821D6F"/>
    <w:rsid w:val="00821ECB"/>
    <w:rsid w:val="008226DD"/>
    <w:rsid w:val="00824E75"/>
    <w:rsid w:val="008260B2"/>
    <w:rsid w:val="00826181"/>
    <w:rsid w:val="00827455"/>
    <w:rsid w:val="008309CA"/>
    <w:rsid w:val="00831AA5"/>
    <w:rsid w:val="00831C18"/>
    <w:rsid w:val="00832CCB"/>
    <w:rsid w:val="00834FD4"/>
    <w:rsid w:val="00841256"/>
    <w:rsid w:val="00842736"/>
    <w:rsid w:val="008431D8"/>
    <w:rsid w:val="008520C4"/>
    <w:rsid w:val="00855727"/>
    <w:rsid w:val="008618D6"/>
    <w:rsid w:val="00861C18"/>
    <w:rsid w:val="008655AB"/>
    <w:rsid w:val="008719CE"/>
    <w:rsid w:val="0087338D"/>
    <w:rsid w:val="00877867"/>
    <w:rsid w:val="008779E0"/>
    <w:rsid w:val="00877CD6"/>
    <w:rsid w:val="00880922"/>
    <w:rsid w:val="008834E6"/>
    <w:rsid w:val="008916A2"/>
    <w:rsid w:val="00897840"/>
    <w:rsid w:val="008A3DD8"/>
    <w:rsid w:val="008A5E09"/>
    <w:rsid w:val="008B0A11"/>
    <w:rsid w:val="008B237E"/>
    <w:rsid w:val="008B3A1A"/>
    <w:rsid w:val="008B79D6"/>
    <w:rsid w:val="008C036E"/>
    <w:rsid w:val="008C0541"/>
    <w:rsid w:val="008C1066"/>
    <w:rsid w:val="008C15CB"/>
    <w:rsid w:val="008C1D20"/>
    <w:rsid w:val="008C4645"/>
    <w:rsid w:val="008C65D9"/>
    <w:rsid w:val="008C6F8D"/>
    <w:rsid w:val="008D003C"/>
    <w:rsid w:val="008D0CE1"/>
    <w:rsid w:val="008D3EC7"/>
    <w:rsid w:val="008D7690"/>
    <w:rsid w:val="008E01FA"/>
    <w:rsid w:val="008E03F1"/>
    <w:rsid w:val="008E0C87"/>
    <w:rsid w:val="008E1904"/>
    <w:rsid w:val="008E3997"/>
    <w:rsid w:val="008E3DAB"/>
    <w:rsid w:val="008E436D"/>
    <w:rsid w:val="008E44BF"/>
    <w:rsid w:val="008E49E4"/>
    <w:rsid w:val="008E5733"/>
    <w:rsid w:val="008E741E"/>
    <w:rsid w:val="008F3A69"/>
    <w:rsid w:val="008F447B"/>
    <w:rsid w:val="008F4DB3"/>
    <w:rsid w:val="008F661A"/>
    <w:rsid w:val="008F75B4"/>
    <w:rsid w:val="009036E4"/>
    <w:rsid w:val="00904091"/>
    <w:rsid w:val="00904C7E"/>
    <w:rsid w:val="00905ADF"/>
    <w:rsid w:val="00905BE6"/>
    <w:rsid w:val="00910392"/>
    <w:rsid w:val="00910E3E"/>
    <w:rsid w:val="00913C4E"/>
    <w:rsid w:val="00914A2A"/>
    <w:rsid w:val="00914B62"/>
    <w:rsid w:val="00915850"/>
    <w:rsid w:val="0091636B"/>
    <w:rsid w:val="00917255"/>
    <w:rsid w:val="00917C70"/>
    <w:rsid w:val="0092035E"/>
    <w:rsid w:val="00920AC9"/>
    <w:rsid w:val="00922FE1"/>
    <w:rsid w:val="009233D6"/>
    <w:rsid w:val="00924196"/>
    <w:rsid w:val="00924A5E"/>
    <w:rsid w:val="00924D98"/>
    <w:rsid w:val="009250EC"/>
    <w:rsid w:val="009251B9"/>
    <w:rsid w:val="00926773"/>
    <w:rsid w:val="00926B76"/>
    <w:rsid w:val="00927369"/>
    <w:rsid w:val="009273E3"/>
    <w:rsid w:val="00927D25"/>
    <w:rsid w:val="00927DC6"/>
    <w:rsid w:val="00930382"/>
    <w:rsid w:val="00930D2B"/>
    <w:rsid w:val="00931A10"/>
    <w:rsid w:val="009343A4"/>
    <w:rsid w:val="00935B5C"/>
    <w:rsid w:val="00936B6B"/>
    <w:rsid w:val="00936DC4"/>
    <w:rsid w:val="00936FED"/>
    <w:rsid w:val="009408C9"/>
    <w:rsid w:val="00940EEA"/>
    <w:rsid w:val="00941D50"/>
    <w:rsid w:val="00944763"/>
    <w:rsid w:val="009451E9"/>
    <w:rsid w:val="009463FE"/>
    <w:rsid w:val="00947B9C"/>
    <w:rsid w:val="0095083F"/>
    <w:rsid w:val="00952447"/>
    <w:rsid w:val="00954883"/>
    <w:rsid w:val="00956877"/>
    <w:rsid w:val="0096184E"/>
    <w:rsid w:val="00963CC5"/>
    <w:rsid w:val="00965E44"/>
    <w:rsid w:val="00965E6B"/>
    <w:rsid w:val="00966FA2"/>
    <w:rsid w:val="00967660"/>
    <w:rsid w:val="00967951"/>
    <w:rsid w:val="00971588"/>
    <w:rsid w:val="00971FEE"/>
    <w:rsid w:val="00973DE8"/>
    <w:rsid w:val="00975FAD"/>
    <w:rsid w:val="00976BFC"/>
    <w:rsid w:val="00977B12"/>
    <w:rsid w:val="009813E5"/>
    <w:rsid w:val="009824D8"/>
    <w:rsid w:val="00982F5F"/>
    <w:rsid w:val="009842CD"/>
    <w:rsid w:val="00984BBB"/>
    <w:rsid w:val="0098522C"/>
    <w:rsid w:val="0098735E"/>
    <w:rsid w:val="00991CC3"/>
    <w:rsid w:val="0099209E"/>
    <w:rsid w:val="00992DD5"/>
    <w:rsid w:val="0099640F"/>
    <w:rsid w:val="009A1468"/>
    <w:rsid w:val="009A3CDC"/>
    <w:rsid w:val="009A4CBE"/>
    <w:rsid w:val="009A5015"/>
    <w:rsid w:val="009A5217"/>
    <w:rsid w:val="009B1318"/>
    <w:rsid w:val="009B1C5F"/>
    <w:rsid w:val="009B348A"/>
    <w:rsid w:val="009C029A"/>
    <w:rsid w:val="009C0620"/>
    <w:rsid w:val="009C2BD2"/>
    <w:rsid w:val="009C50F8"/>
    <w:rsid w:val="009C5D2F"/>
    <w:rsid w:val="009D24BB"/>
    <w:rsid w:val="009D4EFD"/>
    <w:rsid w:val="009E2EA3"/>
    <w:rsid w:val="009E49E0"/>
    <w:rsid w:val="009E61B4"/>
    <w:rsid w:val="009E6951"/>
    <w:rsid w:val="009E7472"/>
    <w:rsid w:val="009F03BC"/>
    <w:rsid w:val="009F0BE1"/>
    <w:rsid w:val="009F1173"/>
    <w:rsid w:val="009F37F8"/>
    <w:rsid w:val="009F3AB8"/>
    <w:rsid w:val="009F6F76"/>
    <w:rsid w:val="009F7330"/>
    <w:rsid w:val="009F73E9"/>
    <w:rsid w:val="00A00764"/>
    <w:rsid w:val="00A017F6"/>
    <w:rsid w:val="00A04606"/>
    <w:rsid w:val="00A0526E"/>
    <w:rsid w:val="00A05EA9"/>
    <w:rsid w:val="00A0696F"/>
    <w:rsid w:val="00A12499"/>
    <w:rsid w:val="00A13748"/>
    <w:rsid w:val="00A1377A"/>
    <w:rsid w:val="00A13A70"/>
    <w:rsid w:val="00A14FD8"/>
    <w:rsid w:val="00A16F0A"/>
    <w:rsid w:val="00A173B2"/>
    <w:rsid w:val="00A240EA"/>
    <w:rsid w:val="00A24693"/>
    <w:rsid w:val="00A25593"/>
    <w:rsid w:val="00A26029"/>
    <w:rsid w:val="00A26539"/>
    <w:rsid w:val="00A31F91"/>
    <w:rsid w:val="00A31FEE"/>
    <w:rsid w:val="00A32E57"/>
    <w:rsid w:val="00A36559"/>
    <w:rsid w:val="00A37905"/>
    <w:rsid w:val="00A41276"/>
    <w:rsid w:val="00A423E9"/>
    <w:rsid w:val="00A42E5A"/>
    <w:rsid w:val="00A431E1"/>
    <w:rsid w:val="00A438F1"/>
    <w:rsid w:val="00A44ABA"/>
    <w:rsid w:val="00A45C59"/>
    <w:rsid w:val="00A45DA4"/>
    <w:rsid w:val="00A4674D"/>
    <w:rsid w:val="00A474ED"/>
    <w:rsid w:val="00A515F3"/>
    <w:rsid w:val="00A529C5"/>
    <w:rsid w:val="00A530D2"/>
    <w:rsid w:val="00A53CC3"/>
    <w:rsid w:val="00A575F8"/>
    <w:rsid w:val="00A610D5"/>
    <w:rsid w:val="00A61A47"/>
    <w:rsid w:val="00A61AF2"/>
    <w:rsid w:val="00A6341E"/>
    <w:rsid w:val="00A63931"/>
    <w:rsid w:val="00A649FF"/>
    <w:rsid w:val="00A64F50"/>
    <w:rsid w:val="00A65D04"/>
    <w:rsid w:val="00A676D1"/>
    <w:rsid w:val="00A704C3"/>
    <w:rsid w:val="00A7124D"/>
    <w:rsid w:val="00A7636A"/>
    <w:rsid w:val="00A76C78"/>
    <w:rsid w:val="00A7754D"/>
    <w:rsid w:val="00A77FE5"/>
    <w:rsid w:val="00A80C0E"/>
    <w:rsid w:val="00A82F4A"/>
    <w:rsid w:val="00A8368A"/>
    <w:rsid w:val="00A92D89"/>
    <w:rsid w:val="00A93D14"/>
    <w:rsid w:val="00AA191D"/>
    <w:rsid w:val="00AA33CA"/>
    <w:rsid w:val="00AA69EC"/>
    <w:rsid w:val="00AA7572"/>
    <w:rsid w:val="00AB0098"/>
    <w:rsid w:val="00AB162B"/>
    <w:rsid w:val="00AC0215"/>
    <w:rsid w:val="00AC10F9"/>
    <w:rsid w:val="00AC3428"/>
    <w:rsid w:val="00AC3809"/>
    <w:rsid w:val="00AC4D4C"/>
    <w:rsid w:val="00AC5CF2"/>
    <w:rsid w:val="00AD0B53"/>
    <w:rsid w:val="00AD35D7"/>
    <w:rsid w:val="00AD385E"/>
    <w:rsid w:val="00AD3B63"/>
    <w:rsid w:val="00AD5BB1"/>
    <w:rsid w:val="00AE0184"/>
    <w:rsid w:val="00AE1CCF"/>
    <w:rsid w:val="00AE7866"/>
    <w:rsid w:val="00AF0AD9"/>
    <w:rsid w:val="00AF40E3"/>
    <w:rsid w:val="00AF552E"/>
    <w:rsid w:val="00AF56FA"/>
    <w:rsid w:val="00B0107A"/>
    <w:rsid w:val="00B042F5"/>
    <w:rsid w:val="00B04FAC"/>
    <w:rsid w:val="00B0624E"/>
    <w:rsid w:val="00B10F03"/>
    <w:rsid w:val="00B11468"/>
    <w:rsid w:val="00B11DF3"/>
    <w:rsid w:val="00B1444C"/>
    <w:rsid w:val="00B15940"/>
    <w:rsid w:val="00B16C02"/>
    <w:rsid w:val="00B170BF"/>
    <w:rsid w:val="00B239F3"/>
    <w:rsid w:val="00B249EA"/>
    <w:rsid w:val="00B271E3"/>
    <w:rsid w:val="00B33EC1"/>
    <w:rsid w:val="00B35CA5"/>
    <w:rsid w:val="00B42111"/>
    <w:rsid w:val="00B430D4"/>
    <w:rsid w:val="00B46137"/>
    <w:rsid w:val="00B46A48"/>
    <w:rsid w:val="00B47E2B"/>
    <w:rsid w:val="00B50E11"/>
    <w:rsid w:val="00B53879"/>
    <w:rsid w:val="00B55E01"/>
    <w:rsid w:val="00B60D2A"/>
    <w:rsid w:val="00B61374"/>
    <w:rsid w:val="00B6411B"/>
    <w:rsid w:val="00B649D7"/>
    <w:rsid w:val="00B65F7F"/>
    <w:rsid w:val="00B67878"/>
    <w:rsid w:val="00B706F4"/>
    <w:rsid w:val="00B70B88"/>
    <w:rsid w:val="00B71C95"/>
    <w:rsid w:val="00B73E74"/>
    <w:rsid w:val="00B743A4"/>
    <w:rsid w:val="00B76033"/>
    <w:rsid w:val="00B76B86"/>
    <w:rsid w:val="00B76E76"/>
    <w:rsid w:val="00B80F38"/>
    <w:rsid w:val="00B84022"/>
    <w:rsid w:val="00B90709"/>
    <w:rsid w:val="00B91661"/>
    <w:rsid w:val="00B92539"/>
    <w:rsid w:val="00B926C4"/>
    <w:rsid w:val="00B93E46"/>
    <w:rsid w:val="00B94608"/>
    <w:rsid w:val="00B978D1"/>
    <w:rsid w:val="00B97B9C"/>
    <w:rsid w:val="00BA18BB"/>
    <w:rsid w:val="00BA4691"/>
    <w:rsid w:val="00BA473D"/>
    <w:rsid w:val="00BA5C4A"/>
    <w:rsid w:val="00BB0698"/>
    <w:rsid w:val="00BB4CAC"/>
    <w:rsid w:val="00BB4F89"/>
    <w:rsid w:val="00BB5853"/>
    <w:rsid w:val="00BB6DCC"/>
    <w:rsid w:val="00BB7224"/>
    <w:rsid w:val="00BC075E"/>
    <w:rsid w:val="00BC1E82"/>
    <w:rsid w:val="00BC2467"/>
    <w:rsid w:val="00BC2B6D"/>
    <w:rsid w:val="00BC3F18"/>
    <w:rsid w:val="00BC5BB5"/>
    <w:rsid w:val="00BC5E9D"/>
    <w:rsid w:val="00BC7831"/>
    <w:rsid w:val="00BD19B2"/>
    <w:rsid w:val="00BD3FBC"/>
    <w:rsid w:val="00BE100D"/>
    <w:rsid w:val="00BE3867"/>
    <w:rsid w:val="00BE4EEF"/>
    <w:rsid w:val="00BE5546"/>
    <w:rsid w:val="00BF34F1"/>
    <w:rsid w:val="00BF67EC"/>
    <w:rsid w:val="00BF7617"/>
    <w:rsid w:val="00C01595"/>
    <w:rsid w:val="00C019D2"/>
    <w:rsid w:val="00C01A88"/>
    <w:rsid w:val="00C05D64"/>
    <w:rsid w:val="00C12A8F"/>
    <w:rsid w:val="00C139CA"/>
    <w:rsid w:val="00C15894"/>
    <w:rsid w:val="00C16F14"/>
    <w:rsid w:val="00C17993"/>
    <w:rsid w:val="00C21CB9"/>
    <w:rsid w:val="00C23043"/>
    <w:rsid w:val="00C23A53"/>
    <w:rsid w:val="00C23DC6"/>
    <w:rsid w:val="00C24BB8"/>
    <w:rsid w:val="00C25835"/>
    <w:rsid w:val="00C25E2A"/>
    <w:rsid w:val="00C31167"/>
    <w:rsid w:val="00C31ECE"/>
    <w:rsid w:val="00C3207F"/>
    <w:rsid w:val="00C3433E"/>
    <w:rsid w:val="00C40BC3"/>
    <w:rsid w:val="00C42E36"/>
    <w:rsid w:val="00C42EFA"/>
    <w:rsid w:val="00C43D00"/>
    <w:rsid w:val="00C4519E"/>
    <w:rsid w:val="00C45DCA"/>
    <w:rsid w:val="00C46143"/>
    <w:rsid w:val="00C468DB"/>
    <w:rsid w:val="00C47EDB"/>
    <w:rsid w:val="00C50014"/>
    <w:rsid w:val="00C537F4"/>
    <w:rsid w:val="00C54023"/>
    <w:rsid w:val="00C5505F"/>
    <w:rsid w:val="00C56256"/>
    <w:rsid w:val="00C56E36"/>
    <w:rsid w:val="00C57656"/>
    <w:rsid w:val="00C57C48"/>
    <w:rsid w:val="00C608FE"/>
    <w:rsid w:val="00C60CBF"/>
    <w:rsid w:val="00C62821"/>
    <w:rsid w:val="00C63067"/>
    <w:rsid w:val="00C630A1"/>
    <w:rsid w:val="00C63AB5"/>
    <w:rsid w:val="00C65BA7"/>
    <w:rsid w:val="00C66098"/>
    <w:rsid w:val="00C709A8"/>
    <w:rsid w:val="00C72471"/>
    <w:rsid w:val="00C72564"/>
    <w:rsid w:val="00C74B71"/>
    <w:rsid w:val="00C75239"/>
    <w:rsid w:val="00C75947"/>
    <w:rsid w:val="00C773AE"/>
    <w:rsid w:val="00C83EE2"/>
    <w:rsid w:val="00C840BC"/>
    <w:rsid w:val="00C84D83"/>
    <w:rsid w:val="00C865E1"/>
    <w:rsid w:val="00C869A4"/>
    <w:rsid w:val="00C872A9"/>
    <w:rsid w:val="00C90813"/>
    <w:rsid w:val="00C92DB0"/>
    <w:rsid w:val="00C93442"/>
    <w:rsid w:val="00C93D41"/>
    <w:rsid w:val="00C9414E"/>
    <w:rsid w:val="00C948C7"/>
    <w:rsid w:val="00C94F5B"/>
    <w:rsid w:val="00C95D1E"/>
    <w:rsid w:val="00C96364"/>
    <w:rsid w:val="00C96C80"/>
    <w:rsid w:val="00CA112E"/>
    <w:rsid w:val="00CA20E5"/>
    <w:rsid w:val="00CA2DC2"/>
    <w:rsid w:val="00CA412C"/>
    <w:rsid w:val="00CA4FAC"/>
    <w:rsid w:val="00CA5C15"/>
    <w:rsid w:val="00CB1E39"/>
    <w:rsid w:val="00CB2620"/>
    <w:rsid w:val="00CB3327"/>
    <w:rsid w:val="00CB373B"/>
    <w:rsid w:val="00CB4F8C"/>
    <w:rsid w:val="00CB54B1"/>
    <w:rsid w:val="00CB5A94"/>
    <w:rsid w:val="00CC0448"/>
    <w:rsid w:val="00CC37F7"/>
    <w:rsid w:val="00CC7111"/>
    <w:rsid w:val="00CC7BDD"/>
    <w:rsid w:val="00CD0D2E"/>
    <w:rsid w:val="00CD5FB0"/>
    <w:rsid w:val="00CD62E2"/>
    <w:rsid w:val="00CD7946"/>
    <w:rsid w:val="00CE0425"/>
    <w:rsid w:val="00CE10DC"/>
    <w:rsid w:val="00CE12E2"/>
    <w:rsid w:val="00CE133B"/>
    <w:rsid w:val="00CE157A"/>
    <w:rsid w:val="00CE2078"/>
    <w:rsid w:val="00CE3258"/>
    <w:rsid w:val="00CE53E4"/>
    <w:rsid w:val="00CF07E1"/>
    <w:rsid w:val="00CF1E86"/>
    <w:rsid w:val="00CF2497"/>
    <w:rsid w:val="00CF2DCA"/>
    <w:rsid w:val="00CF3404"/>
    <w:rsid w:val="00CF3B23"/>
    <w:rsid w:val="00CF4B9E"/>
    <w:rsid w:val="00CF4E89"/>
    <w:rsid w:val="00CF587A"/>
    <w:rsid w:val="00CF6A62"/>
    <w:rsid w:val="00CF6DEE"/>
    <w:rsid w:val="00D0075D"/>
    <w:rsid w:val="00D03129"/>
    <w:rsid w:val="00D035D6"/>
    <w:rsid w:val="00D04344"/>
    <w:rsid w:val="00D043FA"/>
    <w:rsid w:val="00D0500E"/>
    <w:rsid w:val="00D05927"/>
    <w:rsid w:val="00D05C0C"/>
    <w:rsid w:val="00D120D7"/>
    <w:rsid w:val="00D12B47"/>
    <w:rsid w:val="00D1401B"/>
    <w:rsid w:val="00D2037B"/>
    <w:rsid w:val="00D215F1"/>
    <w:rsid w:val="00D2490B"/>
    <w:rsid w:val="00D24C25"/>
    <w:rsid w:val="00D26617"/>
    <w:rsid w:val="00D26C73"/>
    <w:rsid w:val="00D27A6C"/>
    <w:rsid w:val="00D30233"/>
    <w:rsid w:val="00D320A0"/>
    <w:rsid w:val="00D36D59"/>
    <w:rsid w:val="00D402BA"/>
    <w:rsid w:val="00D47449"/>
    <w:rsid w:val="00D50355"/>
    <w:rsid w:val="00D509F3"/>
    <w:rsid w:val="00D50BF0"/>
    <w:rsid w:val="00D557BC"/>
    <w:rsid w:val="00D61BF4"/>
    <w:rsid w:val="00D62F28"/>
    <w:rsid w:val="00D634C8"/>
    <w:rsid w:val="00D637D6"/>
    <w:rsid w:val="00D66CB3"/>
    <w:rsid w:val="00D67092"/>
    <w:rsid w:val="00D706A2"/>
    <w:rsid w:val="00D70893"/>
    <w:rsid w:val="00D714D6"/>
    <w:rsid w:val="00D729C1"/>
    <w:rsid w:val="00D73678"/>
    <w:rsid w:val="00D76505"/>
    <w:rsid w:val="00D76649"/>
    <w:rsid w:val="00D826EC"/>
    <w:rsid w:val="00D83F28"/>
    <w:rsid w:val="00D86B44"/>
    <w:rsid w:val="00D9044A"/>
    <w:rsid w:val="00D90CDE"/>
    <w:rsid w:val="00D9205E"/>
    <w:rsid w:val="00D96222"/>
    <w:rsid w:val="00D96CAF"/>
    <w:rsid w:val="00D974DB"/>
    <w:rsid w:val="00DA22A5"/>
    <w:rsid w:val="00DA274F"/>
    <w:rsid w:val="00DA2ED9"/>
    <w:rsid w:val="00DA3584"/>
    <w:rsid w:val="00DA3A76"/>
    <w:rsid w:val="00DA4014"/>
    <w:rsid w:val="00DA7A2B"/>
    <w:rsid w:val="00DA7E03"/>
    <w:rsid w:val="00DB089A"/>
    <w:rsid w:val="00DB182C"/>
    <w:rsid w:val="00DB29E0"/>
    <w:rsid w:val="00DB331C"/>
    <w:rsid w:val="00DB3690"/>
    <w:rsid w:val="00DB5399"/>
    <w:rsid w:val="00DB5CB2"/>
    <w:rsid w:val="00DB61C5"/>
    <w:rsid w:val="00DB63F6"/>
    <w:rsid w:val="00DB66E2"/>
    <w:rsid w:val="00DB7F10"/>
    <w:rsid w:val="00DC09F6"/>
    <w:rsid w:val="00DC3364"/>
    <w:rsid w:val="00DC447B"/>
    <w:rsid w:val="00DC5936"/>
    <w:rsid w:val="00DD05AE"/>
    <w:rsid w:val="00DD2540"/>
    <w:rsid w:val="00DD2F01"/>
    <w:rsid w:val="00DD3DB9"/>
    <w:rsid w:val="00DD4C57"/>
    <w:rsid w:val="00DD5826"/>
    <w:rsid w:val="00DE234C"/>
    <w:rsid w:val="00DE35D8"/>
    <w:rsid w:val="00DE3C1C"/>
    <w:rsid w:val="00DE6B04"/>
    <w:rsid w:val="00DF260F"/>
    <w:rsid w:val="00DF263D"/>
    <w:rsid w:val="00DF2927"/>
    <w:rsid w:val="00DF2D3E"/>
    <w:rsid w:val="00DF40E1"/>
    <w:rsid w:val="00DF4B4C"/>
    <w:rsid w:val="00DF56D9"/>
    <w:rsid w:val="00DF6FFE"/>
    <w:rsid w:val="00DF759A"/>
    <w:rsid w:val="00DF76A1"/>
    <w:rsid w:val="00E00EB9"/>
    <w:rsid w:val="00E02B14"/>
    <w:rsid w:val="00E05B0E"/>
    <w:rsid w:val="00E0647E"/>
    <w:rsid w:val="00E101D8"/>
    <w:rsid w:val="00E102BC"/>
    <w:rsid w:val="00E13744"/>
    <w:rsid w:val="00E1789E"/>
    <w:rsid w:val="00E20FF0"/>
    <w:rsid w:val="00E2206A"/>
    <w:rsid w:val="00E22D83"/>
    <w:rsid w:val="00E23E25"/>
    <w:rsid w:val="00E32279"/>
    <w:rsid w:val="00E339D2"/>
    <w:rsid w:val="00E33AA8"/>
    <w:rsid w:val="00E33FFD"/>
    <w:rsid w:val="00E3519D"/>
    <w:rsid w:val="00E351DD"/>
    <w:rsid w:val="00E35400"/>
    <w:rsid w:val="00E35FC3"/>
    <w:rsid w:val="00E364A6"/>
    <w:rsid w:val="00E37D6B"/>
    <w:rsid w:val="00E404AA"/>
    <w:rsid w:val="00E40CA5"/>
    <w:rsid w:val="00E43497"/>
    <w:rsid w:val="00E434F8"/>
    <w:rsid w:val="00E43AEE"/>
    <w:rsid w:val="00E445C8"/>
    <w:rsid w:val="00E44623"/>
    <w:rsid w:val="00E451AB"/>
    <w:rsid w:val="00E470E5"/>
    <w:rsid w:val="00E471FC"/>
    <w:rsid w:val="00E5035C"/>
    <w:rsid w:val="00E50B61"/>
    <w:rsid w:val="00E51193"/>
    <w:rsid w:val="00E51351"/>
    <w:rsid w:val="00E51771"/>
    <w:rsid w:val="00E51BD5"/>
    <w:rsid w:val="00E52FF5"/>
    <w:rsid w:val="00E54413"/>
    <w:rsid w:val="00E54477"/>
    <w:rsid w:val="00E553C3"/>
    <w:rsid w:val="00E55C04"/>
    <w:rsid w:val="00E566AC"/>
    <w:rsid w:val="00E614F4"/>
    <w:rsid w:val="00E61525"/>
    <w:rsid w:val="00E6301E"/>
    <w:rsid w:val="00E717A9"/>
    <w:rsid w:val="00E71CF0"/>
    <w:rsid w:val="00E747BD"/>
    <w:rsid w:val="00E7762F"/>
    <w:rsid w:val="00E806DB"/>
    <w:rsid w:val="00E82DFB"/>
    <w:rsid w:val="00E833D1"/>
    <w:rsid w:val="00E86AB8"/>
    <w:rsid w:val="00E922F2"/>
    <w:rsid w:val="00E927FA"/>
    <w:rsid w:val="00E92DF4"/>
    <w:rsid w:val="00E95DDE"/>
    <w:rsid w:val="00E96628"/>
    <w:rsid w:val="00E9751B"/>
    <w:rsid w:val="00EA67A2"/>
    <w:rsid w:val="00EA6B3E"/>
    <w:rsid w:val="00EA747D"/>
    <w:rsid w:val="00EB0ACC"/>
    <w:rsid w:val="00EB18FE"/>
    <w:rsid w:val="00EB274A"/>
    <w:rsid w:val="00EB3664"/>
    <w:rsid w:val="00EB396D"/>
    <w:rsid w:val="00EB5B74"/>
    <w:rsid w:val="00EB5C2F"/>
    <w:rsid w:val="00EB77F6"/>
    <w:rsid w:val="00EC0D12"/>
    <w:rsid w:val="00EC3055"/>
    <w:rsid w:val="00EC39C8"/>
    <w:rsid w:val="00EC448C"/>
    <w:rsid w:val="00EC5166"/>
    <w:rsid w:val="00EC6646"/>
    <w:rsid w:val="00ED0A6B"/>
    <w:rsid w:val="00ED1814"/>
    <w:rsid w:val="00ED20DC"/>
    <w:rsid w:val="00ED3600"/>
    <w:rsid w:val="00ED6925"/>
    <w:rsid w:val="00ED729E"/>
    <w:rsid w:val="00ED75E9"/>
    <w:rsid w:val="00EE0407"/>
    <w:rsid w:val="00EE1152"/>
    <w:rsid w:val="00EE30D2"/>
    <w:rsid w:val="00EE491E"/>
    <w:rsid w:val="00EE519C"/>
    <w:rsid w:val="00EE707B"/>
    <w:rsid w:val="00EE72C1"/>
    <w:rsid w:val="00EE7EA2"/>
    <w:rsid w:val="00EF0AA2"/>
    <w:rsid w:val="00EF1DDE"/>
    <w:rsid w:val="00EF4B80"/>
    <w:rsid w:val="00EF4C7B"/>
    <w:rsid w:val="00EF527F"/>
    <w:rsid w:val="00EF77E0"/>
    <w:rsid w:val="00EF7FD6"/>
    <w:rsid w:val="00F01087"/>
    <w:rsid w:val="00F02030"/>
    <w:rsid w:val="00F02ABB"/>
    <w:rsid w:val="00F02E63"/>
    <w:rsid w:val="00F031FC"/>
    <w:rsid w:val="00F062C8"/>
    <w:rsid w:val="00F06EA8"/>
    <w:rsid w:val="00F12705"/>
    <w:rsid w:val="00F13C84"/>
    <w:rsid w:val="00F154AB"/>
    <w:rsid w:val="00F22804"/>
    <w:rsid w:val="00F33B07"/>
    <w:rsid w:val="00F3582F"/>
    <w:rsid w:val="00F36AE8"/>
    <w:rsid w:val="00F422DD"/>
    <w:rsid w:val="00F43E72"/>
    <w:rsid w:val="00F44B2F"/>
    <w:rsid w:val="00F44CE0"/>
    <w:rsid w:val="00F45AB9"/>
    <w:rsid w:val="00F4681D"/>
    <w:rsid w:val="00F47093"/>
    <w:rsid w:val="00F501B5"/>
    <w:rsid w:val="00F52B8C"/>
    <w:rsid w:val="00F55DBE"/>
    <w:rsid w:val="00F5620C"/>
    <w:rsid w:val="00F56661"/>
    <w:rsid w:val="00F72FE6"/>
    <w:rsid w:val="00F74E3F"/>
    <w:rsid w:val="00F75036"/>
    <w:rsid w:val="00F75340"/>
    <w:rsid w:val="00F8236A"/>
    <w:rsid w:val="00F823E4"/>
    <w:rsid w:val="00F8448E"/>
    <w:rsid w:val="00F86355"/>
    <w:rsid w:val="00F90E45"/>
    <w:rsid w:val="00F92446"/>
    <w:rsid w:val="00F92C48"/>
    <w:rsid w:val="00F95421"/>
    <w:rsid w:val="00F96A52"/>
    <w:rsid w:val="00F96C7C"/>
    <w:rsid w:val="00FA1D17"/>
    <w:rsid w:val="00FA2D36"/>
    <w:rsid w:val="00FA3C9B"/>
    <w:rsid w:val="00FA3E97"/>
    <w:rsid w:val="00FA3EEC"/>
    <w:rsid w:val="00FA4734"/>
    <w:rsid w:val="00FA4DAE"/>
    <w:rsid w:val="00FB0A90"/>
    <w:rsid w:val="00FB0E90"/>
    <w:rsid w:val="00FB1746"/>
    <w:rsid w:val="00FB1881"/>
    <w:rsid w:val="00FB54E9"/>
    <w:rsid w:val="00FC09B0"/>
    <w:rsid w:val="00FC5F03"/>
    <w:rsid w:val="00FC71B2"/>
    <w:rsid w:val="00FC77CC"/>
    <w:rsid w:val="00FC79B3"/>
    <w:rsid w:val="00FD194B"/>
    <w:rsid w:val="00FD29A5"/>
    <w:rsid w:val="00FD2DEF"/>
    <w:rsid w:val="00FD2DF9"/>
    <w:rsid w:val="00FD6B44"/>
    <w:rsid w:val="00FE2D32"/>
    <w:rsid w:val="00FE4837"/>
    <w:rsid w:val="00FE4FE1"/>
    <w:rsid w:val="00FE71B1"/>
    <w:rsid w:val="00FF15FD"/>
    <w:rsid w:val="00FF5C0D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181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CF3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CF3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3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basedOn w:val="a0"/>
    <w:rsid w:val="00BC1E82"/>
  </w:style>
  <w:style w:type="character" w:customStyle="1" w:styleId="apple-style-span">
    <w:name w:val="apple-style-span"/>
    <w:basedOn w:val="a0"/>
    <w:rsid w:val="008C0541"/>
  </w:style>
  <w:style w:type="character" w:customStyle="1" w:styleId="apple-converted-space">
    <w:name w:val="apple-converted-space"/>
    <w:basedOn w:val="a0"/>
    <w:rsid w:val="008C0541"/>
  </w:style>
  <w:style w:type="paragraph" w:styleId="ac">
    <w:name w:val="No Spacing"/>
    <w:uiPriority w:val="1"/>
    <w:qFormat/>
    <w:rsid w:val="00C57656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27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27ED6"/>
  </w:style>
  <w:style w:type="paragraph" w:styleId="4">
    <w:name w:val="toc 4"/>
    <w:basedOn w:val="a"/>
    <w:next w:val="a"/>
    <w:autoRedefine/>
    <w:semiHidden/>
    <w:rsid w:val="00027ED6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50F6-7D44-4C67-A42F-E778819C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Kiselev</cp:lastModifiedBy>
  <cp:revision>39</cp:revision>
  <cp:lastPrinted>2012-07-31T07:01:00Z</cp:lastPrinted>
  <dcterms:created xsi:type="dcterms:W3CDTF">2012-07-30T10:37:00Z</dcterms:created>
  <dcterms:modified xsi:type="dcterms:W3CDTF">2012-11-13T05:00:00Z</dcterms:modified>
</cp:coreProperties>
</file>