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/>
          <w:b/>
          <w:i/>
          <w:sz w:val="24"/>
          <w:szCs w:val="24"/>
          <w:u w:val="single"/>
        </w:rPr>
        <w:t>7-</w:t>
      </w:r>
      <w:r w:rsidRPr="006F0FBC">
        <w:rPr>
          <w:rFonts w:ascii="Times New Roman" w:hAnsi="Times New Roman"/>
          <w:b/>
          <w:i/>
          <w:sz w:val="24"/>
          <w:szCs w:val="24"/>
          <w:u w:val="single"/>
        </w:rPr>
        <w:t>00</w:t>
      </w:r>
      <w:r>
        <w:rPr>
          <w:rFonts w:ascii="Times New Roman" w:hAnsi="Times New Roman"/>
          <w:b/>
          <w:i/>
          <w:sz w:val="24"/>
          <w:szCs w:val="24"/>
          <w:u w:val="single"/>
        </w:rPr>
        <w:t>54</w:t>
      </w:r>
      <w:r w:rsidRPr="006F0FB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gramStart"/>
      <w:r w:rsidRPr="006F0FBC">
        <w:rPr>
          <w:rFonts w:ascii="Times New Roman" w:hAnsi="Times New Roman"/>
          <w:b/>
          <w:i/>
          <w:sz w:val="24"/>
          <w:szCs w:val="24"/>
          <w:u w:val="single"/>
        </w:rPr>
        <w:t>к</w:t>
      </w:r>
      <w:proofErr w:type="gramEnd"/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/>
          <w:sz w:val="24"/>
          <w:szCs w:val="24"/>
        </w:rPr>
        <w:t>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2A233B" w:rsidRPr="005D694D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5D694D">
        <w:rPr>
          <w:rFonts w:ascii="Times New Roman" w:hAnsi="Times New Roman"/>
          <w:sz w:val="24"/>
          <w:szCs w:val="24"/>
          <w:u w:val="single"/>
        </w:rPr>
        <w:t xml:space="preserve">участков </w:t>
      </w:r>
      <w:proofErr w:type="gramStart"/>
      <w:r w:rsidRPr="005D694D">
        <w:rPr>
          <w:rFonts w:ascii="Times New Roman" w:hAnsi="Times New Roman"/>
          <w:sz w:val="24"/>
          <w:szCs w:val="24"/>
          <w:u w:val="single"/>
        </w:rPr>
        <w:t>ВЛ</w:t>
      </w:r>
      <w:proofErr w:type="gramEnd"/>
      <w:r w:rsidRPr="005D694D">
        <w:rPr>
          <w:rFonts w:ascii="Times New Roman" w:hAnsi="Times New Roman"/>
          <w:sz w:val="24"/>
          <w:szCs w:val="24"/>
          <w:u w:val="single"/>
        </w:rPr>
        <w:t xml:space="preserve"> 10кВ, ВЛ 0,4кВ и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D694D">
        <w:rPr>
          <w:rFonts w:ascii="Times New Roman" w:hAnsi="Times New Roman"/>
          <w:sz w:val="24"/>
          <w:szCs w:val="24"/>
          <w:u w:val="single"/>
        </w:rPr>
        <w:t xml:space="preserve">КТП-10/0,4кВ </w:t>
      </w:r>
      <w:r>
        <w:rPr>
          <w:rFonts w:ascii="Times New Roman" w:hAnsi="Times New Roman"/>
          <w:sz w:val="24"/>
          <w:szCs w:val="24"/>
          <w:u w:val="single"/>
        </w:rPr>
        <w:t>от</w:t>
      </w:r>
      <w:r w:rsidRPr="005D694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51558">
        <w:rPr>
          <w:rFonts w:ascii="Times New Roman" w:hAnsi="Times New Roman"/>
          <w:sz w:val="24"/>
          <w:szCs w:val="24"/>
          <w:u w:val="single"/>
        </w:rPr>
        <w:t>ВЛ-1023 ПС «Гагарин»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2A233B" w:rsidRPr="000652B9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2B9">
        <w:rPr>
          <w:rFonts w:ascii="Times New Roman" w:hAnsi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/>
          <w:sz w:val="24"/>
          <w:szCs w:val="24"/>
        </w:rPr>
        <w:t>строительство</w:t>
      </w:r>
      <w:r w:rsidRPr="000652B9">
        <w:rPr>
          <w:rFonts w:ascii="Times New Roman" w:hAnsi="Times New Roman"/>
          <w:sz w:val="24"/>
          <w:szCs w:val="24"/>
        </w:rPr>
        <w:t xml:space="preserve"> </w:t>
      </w:r>
      <w:r w:rsidRPr="005D694D">
        <w:rPr>
          <w:rFonts w:ascii="Times New Roman" w:hAnsi="Times New Roman"/>
          <w:sz w:val="24"/>
          <w:szCs w:val="24"/>
        </w:rPr>
        <w:t xml:space="preserve">участков </w:t>
      </w:r>
      <w:proofErr w:type="gramStart"/>
      <w:r w:rsidRPr="005D694D">
        <w:rPr>
          <w:rFonts w:ascii="Times New Roman" w:hAnsi="Times New Roman"/>
          <w:sz w:val="24"/>
          <w:szCs w:val="24"/>
        </w:rPr>
        <w:t>ВЛ</w:t>
      </w:r>
      <w:proofErr w:type="gramEnd"/>
      <w:r w:rsidRPr="005D694D">
        <w:rPr>
          <w:rFonts w:ascii="Times New Roman" w:hAnsi="Times New Roman"/>
          <w:sz w:val="24"/>
          <w:szCs w:val="24"/>
        </w:rPr>
        <w:t xml:space="preserve"> 10кВ, ВЛ 0,4кВ и строительство КТП-10/0,4кВ №1 и КТП-10/0,4кВ №2 от ВЛ-1001 ПС «Аврора»</w:t>
      </w:r>
      <w:r w:rsidRPr="000652B9">
        <w:rPr>
          <w:rFonts w:ascii="Times New Roman" w:hAnsi="Times New Roman"/>
          <w:sz w:val="24"/>
          <w:szCs w:val="24"/>
        </w:rPr>
        <w:t>, расположенн</w:t>
      </w:r>
      <w:r>
        <w:rPr>
          <w:rFonts w:ascii="Times New Roman" w:hAnsi="Times New Roman"/>
          <w:sz w:val="24"/>
          <w:szCs w:val="24"/>
        </w:rPr>
        <w:t>ых</w:t>
      </w:r>
      <w:r w:rsidRPr="000652B9">
        <w:rPr>
          <w:rFonts w:ascii="Times New Roman" w:hAnsi="Times New Roman"/>
          <w:sz w:val="24"/>
          <w:szCs w:val="24"/>
        </w:rPr>
        <w:t xml:space="preserve"> в:</w:t>
      </w:r>
    </w:p>
    <w:p w:rsidR="002A233B" w:rsidRPr="007762E6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49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5"/>
        <w:gridCol w:w="1045"/>
        <w:gridCol w:w="1994"/>
        <w:gridCol w:w="1296"/>
        <w:gridCol w:w="1176"/>
        <w:gridCol w:w="2265"/>
      </w:tblGrid>
      <w:tr w:rsidR="002A233B" w:rsidRPr="00474CB3" w:rsidTr="00AE79B0">
        <w:tc>
          <w:tcPr>
            <w:tcW w:w="907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559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1059" w:type="pct"/>
            <w:vAlign w:val="center"/>
          </w:tcPr>
          <w:p w:rsidR="002A233B" w:rsidRPr="00E71DBE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F0FBC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53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620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74CB3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474CB3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203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A233B" w:rsidRPr="00AD0AF0" w:rsidTr="00AE79B0">
        <w:tc>
          <w:tcPr>
            <w:tcW w:w="907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Гагаринский</w:t>
            </w:r>
            <w:proofErr w:type="spellEnd"/>
          </w:p>
        </w:tc>
        <w:tc>
          <w:tcPr>
            <w:tcW w:w="559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2FF8">
              <w:rPr>
                <w:rFonts w:ascii="Times New Roman" w:hAnsi="Times New Roman"/>
                <w:sz w:val="24"/>
                <w:szCs w:val="24"/>
              </w:rPr>
              <w:t>Потаповское</w:t>
            </w:r>
            <w:proofErr w:type="spellEnd"/>
            <w:r w:rsidRPr="00CE2FF8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CE2FF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E2FF8">
              <w:rPr>
                <w:rFonts w:ascii="Times New Roman" w:hAnsi="Times New Roman"/>
                <w:sz w:val="24"/>
                <w:szCs w:val="24"/>
              </w:rPr>
              <w:t>, СТ «</w:t>
            </w:r>
            <w:proofErr w:type="spellStart"/>
            <w:r w:rsidRPr="00CE2FF8">
              <w:rPr>
                <w:rFonts w:ascii="Times New Roman" w:hAnsi="Times New Roman"/>
                <w:sz w:val="24"/>
                <w:szCs w:val="24"/>
              </w:rPr>
              <w:t>Автомобист</w:t>
            </w:r>
            <w:proofErr w:type="spellEnd"/>
            <w:r w:rsidRPr="00CE2FF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53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FF8">
              <w:rPr>
                <w:rFonts w:ascii="Times New Roman" w:hAnsi="Times New Roman"/>
                <w:sz w:val="24"/>
                <w:szCs w:val="24"/>
              </w:rPr>
              <w:t>366033419</w:t>
            </w:r>
          </w:p>
        </w:tc>
        <w:tc>
          <w:tcPr>
            <w:tcW w:w="620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FF8">
              <w:rPr>
                <w:rFonts w:ascii="Times New Roman" w:hAnsi="Times New Roman"/>
                <w:sz w:val="24"/>
                <w:szCs w:val="24"/>
              </w:rPr>
              <w:t>12004730</w:t>
            </w:r>
          </w:p>
        </w:tc>
        <w:tc>
          <w:tcPr>
            <w:tcW w:w="1203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2FF8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CE2FF8">
              <w:rPr>
                <w:rFonts w:ascii="Times New Roman" w:hAnsi="Times New Roman"/>
                <w:sz w:val="24"/>
                <w:szCs w:val="24"/>
              </w:rPr>
              <w:t xml:space="preserve"> - 10 кВ №1023 ПС Гагарин</w:t>
            </w:r>
          </w:p>
        </w:tc>
      </w:tr>
    </w:tbl>
    <w:p w:rsidR="002A233B" w:rsidRPr="007762E6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A233B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2A233B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2A233B" w:rsidRPr="00474CB3" w:rsidTr="00AE79B0">
        <w:tc>
          <w:tcPr>
            <w:tcW w:w="255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A233B" w:rsidRPr="00AD0AF0" w:rsidTr="00AE79B0">
        <w:trPr>
          <w:trHeight w:val="925"/>
        </w:trPr>
        <w:tc>
          <w:tcPr>
            <w:tcW w:w="255" w:type="pct"/>
            <w:vAlign w:val="center"/>
          </w:tcPr>
          <w:p w:rsidR="002A233B" w:rsidRPr="00AD0AF0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AD0AF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40477610</w:t>
            </w:r>
          </w:p>
        </w:tc>
        <w:tc>
          <w:tcPr>
            <w:tcW w:w="731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16.12.2011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Простосердова Т.А.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AD0AF0" w:rsidTr="00AE79B0">
        <w:trPr>
          <w:trHeight w:val="925"/>
        </w:trPr>
        <w:tc>
          <w:tcPr>
            <w:tcW w:w="255" w:type="pct"/>
            <w:vAlign w:val="center"/>
          </w:tcPr>
          <w:p w:rsidR="002A233B" w:rsidRPr="00AD0AF0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40478555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15.12.2011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widowControl w:val="0"/>
              <w:autoSpaceDE w:val="0"/>
              <w:autoSpaceDN w:val="0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F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Корнеева Н.В.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AD0AF0" w:rsidTr="00AE79B0">
        <w:trPr>
          <w:trHeight w:val="925"/>
        </w:trPr>
        <w:tc>
          <w:tcPr>
            <w:tcW w:w="255" w:type="pct"/>
            <w:vAlign w:val="center"/>
          </w:tcPr>
          <w:p w:rsidR="002A233B" w:rsidRPr="00AD0AF0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40477414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14.12.2011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widowControl w:val="0"/>
              <w:autoSpaceDE w:val="0"/>
              <w:autoSpaceDN w:val="0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06F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Мирончук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Г.В.</w:t>
            </w:r>
            <w:r w:rsidRPr="00906F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AD0AF0" w:rsidTr="00AE79B0">
        <w:trPr>
          <w:trHeight w:val="925"/>
        </w:trPr>
        <w:tc>
          <w:tcPr>
            <w:tcW w:w="255" w:type="pct"/>
            <w:vAlign w:val="center"/>
          </w:tcPr>
          <w:p w:rsidR="002A233B" w:rsidRPr="00AD0AF0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40477650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14.12.2011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widowControl w:val="0"/>
              <w:autoSpaceDE w:val="0"/>
              <w:autoSpaceDN w:val="0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F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Выговская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06F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.В.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AD0AF0" w:rsidTr="00AE79B0">
        <w:trPr>
          <w:trHeight w:val="925"/>
        </w:trPr>
        <w:tc>
          <w:tcPr>
            <w:tcW w:w="255" w:type="pct"/>
            <w:vAlign w:val="center"/>
          </w:tcPr>
          <w:p w:rsidR="002A233B" w:rsidRPr="00AD0AF0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40477701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14.12.2011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widowControl w:val="0"/>
              <w:autoSpaceDE w:val="0"/>
              <w:autoSpaceDN w:val="0"/>
              <w:spacing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F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Попов В.В.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06FA8" w:rsidTr="00AE79B0">
        <w:trPr>
          <w:trHeight w:val="925"/>
        </w:trPr>
        <w:tc>
          <w:tcPr>
            <w:tcW w:w="25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6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40479382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14.12.2011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906FA8">
              <w:rPr>
                <w:sz w:val="24"/>
                <w:szCs w:val="24"/>
              </w:rPr>
              <w:t>Кондратенкова</w:t>
            </w:r>
            <w:proofErr w:type="spellEnd"/>
            <w:r w:rsidRPr="00906FA8">
              <w:rPr>
                <w:sz w:val="24"/>
                <w:szCs w:val="24"/>
              </w:rPr>
              <w:t xml:space="preserve"> С.В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06FA8" w:rsidTr="00AE79B0">
        <w:trPr>
          <w:trHeight w:val="925"/>
        </w:trPr>
        <w:tc>
          <w:tcPr>
            <w:tcW w:w="25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7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40478521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16.12.2011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906FA8">
              <w:rPr>
                <w:sz w:val="24"/>
                <w:szCs w:val="24"/>
              </w:rPr>
              <w:t>Буфатин</w:t>
            </w:r>
            <w:proofErr w:type="spellEnd"/>
            <w:r w:rsidRPr="00906FA8">
              <w:rPr>
                <w:sz w:val="24"/>
                <w:szCs w:val="24"/>
              </w:rPr>
              <w:t xml:space="preserve"> Е.И.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06FA8" w:rsidTr="00AE79B0">
        <w:trPr>
          <w:trHeight w:val="925"/>
        </w:trPr>
        <w:tc>
          <w:tcPr>
            <w:tcW w:w="25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40479869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16.12.2011, 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906FA8">
              <w:rPr>
                <w:sz w:val="24"/>
                <w:szCs w:val="24"/>
              </w:rPr>
              <w:t>Зозуленко</w:t>
            </w:r>
            <w:proofErr w:type="spellEnd"/>
            <w:r w:rsidRPr="00906FA8">
              <w:rPr>
                <w:sz w:val="24"/>
                <w:szCs w:val="24"/>
              </w:rPr>
              <w:t xml:space="preserve"> Г.М.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06FA8" w:rsidTr="00AE79B0">
        <w:trPr>
          <w:trHeight w:val="925"/>
        </w:trPr>
        <w:tc>
          <w:tcPr>
            <w:tcW w:w="25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9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40479996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16.12.2011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Басова Т.Д.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06FA8" w:rsidTr="00AE79B0">
        <w:trPr>
          <w:trHeight w:val="925"/>
        </w:trPr>
        <w:tc>
          <w:tcPr>
            <w:tcW w:w="25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10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40479411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16.12.2011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906FA8">
              <w:rPr>
                <w:sz w:val="24"/>
                <w:szCs w:val="24"/>
              </w:rPr>
              <w:t>Лапунина</w:t>
            </w:r>
            <w:proofErr w:type="spellEnd"/>
            <w:r w:rsidRPr="00906FA8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06FA8" w:rsidTr="00AE79B0">
        <w:trPr>
          <w:trHeight w:val="925"/>
        </w:trPr>
        <w:tc>
          <w:tcPr>
            <w:tcW w:w="25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11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40481240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21.12.2011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Дроздова</w:t>
            </w:r>
            <w:r>
              <w:rPr>
                <w:sz w:val="24"/>
                <w:szCs w:val="24"/>
              </w:rPr>
              <w:t xml:space="preserve"> </w:t>
            </w:r>
            <w:r w:rsidRPr="00906FA8">
              <w:rPr>
                <w:sz w:val="24"/>
                <w:szCs w:val="24"/>
              </w:rPr>
              <w:t>О.А.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06FA8" w:rsidTr="00AE79B0">
        <w:trPr>
          <w:trHeight w:val="925"/>
        </w:trPr>
        <w:tc>
          <w:tcPr>
            <w:tcW w:w="25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12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40485026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22.12.2011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906FA8">
              <w:rPr>
                <w:sz w:val="24"/>
                <w:szCs w:val="24"/>
              </w:rPr>
              <w:t>Пимков</w:t>
            </w:r>
            <w:proofErr w:type="spellEnd"/>
            <w:r w:rsidRPr="00906FA8"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06FA8" w:rsidTr="00AE79B0">
        <w:trPr>
          <w:trHeight w:val="925"/>
        </w:trPr>
        <w:tc>
          <w:tcPr>
            <w:tcW w:w="25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13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40486059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27.12.2011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Невоструев В.В.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06FA8" w:rsidTr="00AE79B0">
        <w:trPr>
          <w:trHeight w:val="925"/>
        </w:trPr>
        <w:tc>
          <w:tcPr>
            <w:tcW w:w="25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14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40486383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29.12,2011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Солдатов А.А.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06FA8" w:rsidTr="00AE79B0">
        <w:trPr>
          <w:trHeight w:val="925"/>
        </w:trPr>
        <w:tc>
          <w:tcPr>
            <w:tcW w:w="25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15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40486723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29.12.2011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Бронникова Г.В.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06FA8" w:rsidTr="00AE79B0">
        <w:trPr>
          <w:trHeight w:val="925"/>
        </w:trPr>
        <w:tc>
          <w:tcPr>
            <w:tcW w:w="25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16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40486726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29.12.2011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906FA8">
              <w:rPr>
                <w:sz w:val="24"/>
                <w:szCs w:val="24"/>
              </w:rPr>
              <w:t>Владыко</w:t>
            </w:r>
            <w:proofErr w:type="spellEnd"/>
            <w:r w:rsidRPr="00906FA8">
              <w:rPr>
                <w:sz w:val="24"/>
                <w:szCs w:val="24"/>
              </w:rPr>
              <w:t xml:space="preserve"> А.И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06FA8" w:rsidTr="00AE79B0">
        <w:trPr>
          <w:trHeight w:val="925"/>
        </w:trPr>
        <w:tc>
          <w:tcPr>
            <w:tcW w:w="25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17</w:t>
            </w:r>
          </w:p>
        </w:tc>
        <w:tc>
          <w:tcPr>
            <w:tcW w:w="745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40489274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11.01.2012</w:t>
            </w:r>
          </w:p>
        </w:tc>
        <w:tc>
          <w:tcPr>
            <w:tcW w:w="909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Сергеева Л.Н.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AD0AF0" w:rsidTr="00AE79B0">
        <w:trPr>
          <w:trHeight w:val="925"/>
        </w:trPr>
        <w:tc>
          <w:tcPr>
            <w:tcW w:w="255" w:type="pct"/>
            <w:vAlign w:val="center"/>
          </w:tcPr>
          <w:p w:rsidR="002A233B" w:rsidRPr="00EC6F4C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4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40492440</w:t>
            </w:r>
          </w:p>
        </w:tc>
        <w:tc>
          <w:tcPr>
            <w:tcW w:w="731" w:type="pct"/>
            <w:vAlign w:val="center"/>
          </w:tcPr>
          <w:p w:rsidR="002A233B" w:rsidRPr="00EC6F4C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18.01.2012</w:t>
            </w:r>
          </w:p>
        </w:tc>
        <w:tc>
          <w:tcPr>
            <w:tcW w:w="909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06FA8">
              <w:rPr>
                <w:sz w:val="24"/>
                <w:szCs w:val="24"/>
              </w:rPr>
              <w:t>Федоров Н.Н.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EC6F4C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EC6F4C">
              <w:rPr>
                <w:sz w:val="24"/>
                <w:szCs w:val="24"/>
              </w:rPr>
              <w:t>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AD0AF0" w:rsidTr="00AE79B0">
        <w:trPr>
          <w:trHeight w:val="925"/>
        </w:trPr>
        <w:tc>
          <w:tcPr>
            <w:tcW w:w="255" w:type="pct"/>
            <w:vAlign w:val="center"/>
          </w:tcPr>
          <w:p w:rsidR="002A233B" w:rsidRPr="00EC6F4C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45" w:type="pct"/>
            <w:vAlign w:val="center"/>
          </w:tcPr>
          <w:p w:rsidR="002A233B" w:rsidRPr="00CE3DB1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40496014</w:t>
            </w:r>
          </w:p>
        </w:tc>
        <w:tc>
          <w:tcPr>
            <w:tcW w:w="731" w:type="pct"/>
            <w:vAlign w:val="center"/>
          </w:tcPr>
          <w:p w:rsidR="002A233B" w:rsidRPr="00CE3DB1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01.02.2012</w:t>
            </w:r>
          </w:p>
        </w:tc>
        <w:tc>
          <w:tcPr>
            <w:tcW w:w="909" w:type="pct"/>
            <w:vAlign w:val="center"/>
          </w:tcPr>
          <w:p w:rsidR="002A233B" w:rsidRPr="00CE3DB1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Зимин Г.М.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EC6F4C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C6F4C">
              <w:rPr>
                <w:sz w:val="24"/>
                <w:szCs w:val="24"/>
              </w:rPr>
              <w:t>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06FA8" w:rsidTr="00AE79B0">
        <w:trPr>
          <w:trHeight w:val="925"/>
        </w:trPr>
        <w:tc>
          <w:tcPr>
            <w:tcW w:w="25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4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40505310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10.02.2012</w:t>
            </w:r>
          </w:p>
        </w:tc>
        <w:tc>
          <w:tcPr>
            <w:tcW w:w="909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Михеенков</w:t>
            </w:r>
            <w:proofErr w:type="spellEnd"/>
            <w:r>
              <w:rPr>
                <w:sz w:val="24"/>
                <w:szCs w:val="24"/>
              </w:rPr>
              <w:t xml:space="preserve"> В.П.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EC6F4C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</w:tbl>
    <w:p w:rsidR="002A233B" w:rsidRPr="0013128E" w:rsidRDefault="002A233B" w:rsidP="002A23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>Основные нормативно-технические документы (НТД), определяющие требования к проекту и работам: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A233B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A233B" w:rsidRPr="007762E6" w:rsidRDefault="002A233B" w:rsidP="002A233B">
      <w:pPr>
        <w:pStyle w:val="3"/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A233B" w:rsidRPr="007762E6" w:rsidRDefault="002A233B" w:rsidP="002A23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2A233B" w:rsidRPr="007762E6" w:rsidRDefault="002A233B" w:rsidP="002A23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A233B" w:rsidRPr="007762E6" w:rsidRDefault="002A233B" w:rsidP="002A233B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A233B" w:rsidRPr="0077394D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10-</w:t>
      </w:r>
      <w:r w:rsidRPr="007762E6">
        <w:rPr>
          <w:b/>
          <w:sz w:val="24"/>
          <w:szCs w:val="24"/>
        </w:rPr>
        <w:t>0,4кВ: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Проектируемая ВЛЗ 10кВ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4"/>
        <w:gridCol w:w="4737"/>
      </w:tblGrid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74CB3">
              <w:rPr>
                <w:sz w:val="24"/>
                <w:szCs w:val="24"/>
              </w:rPr>
              <w:t>км</w:t>
            </w:r>
            <w:proofErr w:type="gramEnd"/>
            <w:r w:rsidRPr="00474CB3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СИП-3</w:t>
            </w:r>
          </w:p>
        </w:tc>
      </w:tr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74CB3">
              <w:rPr>
                <w:sz w:val="24"/>
                <w:szCs w:val="24"/>
              </w:rPr>
              <w:t>0</w:t>
            </w:r>
          </w:p>
        </w:tc>
      </w:tr>
    </w:tbl>
    <w:p w:rsidR="002A233B" w:rsidRDefault="002A233B" w:rsidP="002A233B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Проектируемая ВЛИ 0,4кВ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4"/>
        <w:gridCol w:w="4737"/>
      </w:tblGrid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2A233B" w:rsidRPr="00474CB3" w:rsidTr="00AE79B0">
        <w:tc>
          <w:tcPr>
            <w:tcW w:w="5068" w:type="dxa"/>
          </w:tcPr>
          <w:p w:rsidR="002A233B" w:rsidRPr="00F81990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81990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F81990">
              <w:rPr>
                <w:sz w:val="24"/>
                <w:szCs w:val="24"/>
              </w:rPr>
              <w:t>км</w:t>
            </w:r>
            <w:proofErr w:type="gramEnd"/>
            <w:r w:rsidRPr="00F81990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A233B" w:rsidRPr="00F81990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81990">
              <w:rPr>
                <w:sz w:val="24"/>
                <w:szCs w:val="24"/>
              </w:rPr>
              <w:t>2,5</w:t>
            </w:r>
          </w:p>
        </w:tc>
      </w:tr>
      <w:tr w:rsidR="002A233B" w:rsidRPr="00474CB3" w:rsidTr="00AE79B0">
        <w:tc>
          <w:tcPr>
            <w:tcW w:w="5068" w:type="dxa"/>
          </w:tcPr>
          <w:p w:rsidR="002A233B" w:rsidRPr="00F81990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81990">
              <w:rPr>
                <w:sz w:val="24"/>
                <w:szCs w:val="24"/>
              </w:rPr>
              <w:lastRenderedPageBreak/>
              <w:t>Тип проект</w:t>
            </w:r>
            <w:proofErr w:type="gramStart"/>
            <w:r w:rsidRPr="00F81990">
              <w:rPr>
                <w:sz w:val="24"/>
                <w:szCs w:val="24"/>
              </w:rPr>
              <w:t>.</w:t>
            </w:r>
            <w:proofErr w:type="gramEnd"/>
            <w:r w:rsidRPr="00F81990">
              <w:rPr>
                <w:sz w:val="24"/>
                <w:szCs w:val="24"/>
              </w:rPr>
              <w:t xml:space="preserve"> </w:t>
            </w:r>
            <w:proofErr w:type="gramStart"/>
            <w:r w:rsidRPr="00F81990">
              <w:rPr>
                <w:sz w:val="24"/>
                <w:szCs w:val="24"/>
              </w:rPr>
              <w:t>п</w:t>
            </w:r>
            <w:proofErr w:type="gramEnd"/>
            <w:r w:rsidRPr="00F81990">
              <w:rPr>
                <w:sz w:val="24"/>
                <w:szCs w:val="24"/>
              </w:rPr>
              <w:t>ровода (кабеля)</w:t>
            </w:r>
          </w:p>
        </w:tc>
        <w:tc>
          <w:tcPr>
            <w:tcW w:w="5069" w:type="dxa"/>
          </w:tcPr>
          <w:p w:rsidR="002A233B" w:rsidRPr="00F81990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81990">
              <w:rPr>
                <w:sz w:val="24"/>
                <w:szCs w:val="24"/>
              </w:rPr>
              <w:t>СИП-2</w:t>
            </w:r>
          </w:p>
        </w:tc>
      </w:tr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2A233B" w:rsidRPr="00077289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077289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</w:t>
      </w:r>
      <w:r w:rsidRPr="00077289">
        <w:rPr>
          <w:sz w:val="24"/>
          <w:szCs w:val="24"/>
        </w:rPr>
        <w:t>апроектировать и построить ВЛ</w:t>
      </w:r>
      <w:r>
        <w:rPr>
          <w:sz w:val="24"/>
          <w:szCs w:val="24"/>
        </w:rPr>
        <w:t>З</w:t>
      </w:r>
      <w:r w:rsidRPr="00077289">
        <w:rPr>
          <w:sz w:val="24"/>
          <w:szCs w:val="24"/>
        </w:rPr>
        <w:t xml:space="preserve">-10кВ с применением самонесущего изолированного провода СИП-3 от опоры </w:t>
      </w:r>
      <w:r w:rsidRPr="00B30069">
        <w:rPr>
          <w:sz w:val="24"/>
          <w:szCs w:val="24"/>
        </w:rPr>
        <w:t xml:space="preserve">№С91 ВЛ-1023 ПС «Гагарин» </w:t>
      </w:r>
      <w:r w:rsidRPr="00077289">
        <w:rPr>
          <w:sz w:val="24"/>
          <w:szCs w:val="24"/>
        </w:rPr>
        <w:t>до проектируемой КТП-10/0,4кВ (ориентировочно 0,</w:t>
      </w:r>
      <w:r>
        <w:rPr>
          <w:sz w:val="24"/>
          <w:szCs w:val="24"/>
        </w:rPr>
        <w:t>3</w:t>
      </w:r>
      <w:r w:rsidRPr="00077289">
        <w:rPr>
          <w:sz w:val="24"/>
          <w:szCs w:val="24"/>
        </w:rPr>
        <w:t>км).</w:t>
      </w:r>
      <w:proofErr w:type="gramEnd"/>
      <w:r w:rsidRPr="00077289">
        <w:rPr>
          <w:sz w:val="24"/>
          <w:szCs w:val="24"/>
        </w:rPr>
        <w:t xml:space="preserve"> На первой опоре проектируемой </w:t>
      </w:r>
      <w:proofErr w:type="gramStart"/>
      <w:r w:rsidRPr="00077289">
        <w:rPr>
          <w:sz w:val="24"/>
          <w:szCs w:val="24"/>
        </w:rPr>
        <w:t>ВЛ</w:t>
      </w:r>
      <w:proofErr w:type="gramEnd"/>
      <w:r w:rsidRPr="00077289">
        <w:rPr>
          <w:sz w:val="24"/>
          <w:szCs w:val="24"/>
        </w:rPr>
        <w:t xml:space="preserve"> 10кВ установить разъединител</w:t>
      </w:r>
      <w:r>
        <w:rPr>
          <w:sz w:val="24"/>
          <w:szCs w:val="24"/>
        </w:rPr>
        <w:t>ь</w:t>
      </w:r>
      <w:r w:rsidRPr="00077289">
        <w:rPr>
          <w:sz w:val="24"/>
          <w:szCs w:val="24"/>
        </w:rPr>
        <w:t xml:space="preserve"> РЛК. </w:t>
      </w:r>
    </w:p>
    <w:p w:rsidR="002A233B" w:rsidRPr="00F81990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7289">
        <w:rPr>
          <w:sz w:val="24"/>
          <w:szCs w:val="24"/>
        </w:rPr>
        <w:t xml:space="preserve">редусмотреть установку </w:t>
      </w:r>
      <w:proofErr w:type="spellStart"/>
      <w:r w:rsidRPr="00077289">
        <w:rPr>
          <w:sz w:val="24"/>
          <w:szCs w:val="24"/>
        </w:rPr>
        <w:t>однотрансформаторн</w:t>
      </w:r>
      <w:r>
        <w:rPr>
          <w:sz w:val="24"/>
          <w:szCs w:val="24"/>
        </w:rPr>
        <w:t>ой</w:t>
      </w:r>
      <w:proofErr w:type="spellEnd"/>
      <w:r w:rsidRPr="00077289">
        <w:rPr>
          <w:sz w:val="24"/>
          <w:szCs w:val="24"/>
        </w:rPr>
        <w:t xml:space="preserve"> </w:t>
      </w:r>
      <w:proofErr w:type="spellStart"/>
      <w:r w:rsidRPr="00077289">
        <w:rPr>
          <w:sz w:val="24"/>
          <w:szCs w:val="24"/>
        </w:rPr>
        <w:t>киосков</w:t>
      </w:r>
      <w:r>
        <w:rPr>
          <w:sz w:val="24"/>
          <w:szCs w:val="24"/>
        </w:rPr>
        <w:t>ой</w:t>
      </w:r>
      <w:proofErr w:type="spellEnd"/>
      <w:r w:rsidRPr="00077289">
        <w:rPr>
          <w:sz w:val="24"/>
          <w:szCs w:val="24"/>
        </w:rPr>
        <w:t xml:space="preserve"> КТП-10/0,4кВ с трансформатор</w:t>
      </w:r>
      <w:r>
        <w:rPr>
          <w:sz w:val="24"/>
          <w:szCs w:val="24"/>
        </w:rPr>
        <w:t>ом</w:t>
      </w:r>
      <w:r w:rsidRPr="00077289">
        <w:rPr>
          <w:sz w:val="24"/>
          <w:szCs w:val="24"/>
        </w:rPr>
        <w:t xml:space="preserve"> ТМГ-10/0,4кВ</w:t>
      </w:r>
      <w:r>
        <w:rPr>
          <w:sz w:val="24"/>
          <w:szCs w:val="24"/>
        </w:rPr>
        <w:t xml:space="preserve"> 100кВА</w:t>
      </w:r>
      <w:r w:rsidRPr="00077289">
        <w:rPr>
          <w:sz w:val="24"/>
          <w:szCs w:val="24"/>
        </w:rPr>
        <w:t>. Параметры силов</w:t>
      </w:r>
      <w:r>
        <w:rPr>
          <w:sz w:val="24"/>
          <w:szCs w:val="24"/>
        </w:rPr>
        <w:t>ого</w:t>
      </w:r>
      <w:r w:rsidRPr="00077289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>а</w:t>
      </w:r>
      <w:r w:rsidRPr="00077289">
        <w:rPr>
          <w:sz w:val="24"/>
          <w:szCs w:val="24"/>
        </w:rPr>
        <w:t>, состав устанавливаемого в КТП-10/0,4кВ оборудования определить проектом. Место установки КТП-</w:t>
      </w:r>
      <w:r w:rsidRPr="00F81990">
        <w:rPr>
          <w:sz w:val="24"/>
          <w:szCs w:val="24"/>
        </w:rPr>
        <w:t xml:space="preserve">10/0,4кВ согласовать со всеми заинтересованными организациями.  </w:t>
      </w:r>
    </w:p>
    <w:p w:rsidR="002A233B" w:rsidRPr="00F81990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81990">
        <w:rPr>
          <w:sz w:val="24"/>
          <w:szCs w:val="24"/>
        </w:rPr>
        <w:t>Запроектировать и построить ВЛ-0,4кВ с применением самонесущего изолированного провода СИП-2 от проектируемой КТП-10/0,4кВ до границы участков заявителей (2,5км).</w:t>
      </w:r>
      <w:proofErr w:type="gramEnd"/>
    </w:p>
    <w:p w:rsidR="002A233B" w:rsidRPr="00F81990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81990">
        <w:rPr>
          <w:sz w:val="24"/>
          <w:szCs w:val="24"/>
        </w:rPr>
        <w:t xml:space="preserve">Провод на магистрали или линейном ответвлении </w:t>
      </w:r>
      <w:proofErr w:type="gramStart"/>
      <w:r w:rsidRPr="00F81990">
        <w:rPr>
          <w:sz w:val="24"/>
          <w:szCs w:val="24"/>
        </w:rPr>
        <w:t>ВЛ</w:t>
      </w:r>
      <w:proofErr w:type="gramEnd"/>
      <w:r w:rsidRPr="00F81990">
        <w:rPr>
          <w:sz w:val="24"/>
          <w:szCs w:val="24"/>
        </w:rPr>
        <w:t xml:space="preserve"> - 0,4кВ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2A233B" w:rsidRPr="00811465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проводов на магистралях должно быть не менее 70мм</w:t>
      </w:r>
      <w:r w:rsidRPr="00811465">
        <w:rPr>
          <w:sz w:val="24"/>
          <w:szCs w:val="24"/>
          <w:vertAlign w:val="superscript"/>
        </w:rPr>
        <w:t>2</w:t>
      </w:r>
      <w:r w:rsidRPr="00811465">
        <w:rPr>
          <w:sz w:val="24"/>
          <w:szCs w:val="24"/>
        </w:rPr>
        <w:t>.</w:t>
      </w:r>
    </w:p>
    <w:p w:rsidR="002A233B" w:rsidRPr="00811465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A233B" w:rsidRPr="00EC6F4C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EC6F4C">
        <w:rPr>
          <w:sz w:val="24"/>
          <w:szCs w:val="24"/>
        </w:rPr>
        <w:t xml:space="preserve"> Опоры принять с изгибающим моментом ж/б стойки типа </w:t>
      </w:r>
      <w:proofErr w:type="gramStart"/>
      <w:r w:rsidRPr="00EC6F4C">
        <w:rPr>
          <w:sz w:val="24"/>
          <w:szCs w:val="24"/>
        </w:rPr>
        <w:t>СВ</w:t>
      </w:r>
      <w:proofErr w:type="gramEnd"/>
      <w:r w:rsidRPr="00EC6F4C">
        <w:rPr>
          <w:sz w:val="24"/>
          <w:szCs w:val="24"/>
        </w:rPr>
        <w:t xml:space="preserve"> не менее 30кНм.</w:t>
      </w:r>
    </w:p>
    <w:p w:rsidR="002A233B" w:rsidRPr="0077394D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Заземляющие устройства и </w:t>
      </w:r>
      <w:proofErr w:type="spellStart"/>
      <w:r w:rsidRPr="0077394D">
        <w:rPr>
          <w:sz w:val="24"/>
          <w:szCs w:val="24"/>
        </w:rPr>
        <w:t>молниезащиту</w:t>
      </w:r>
      <w:proofErr w:type="spellEnd"/>
      <w:r w:rsidRPr="0077394D">
        <w:rPr>
          <w:sz w:val="24"/>
          <w:szCs w:val="24"/>
        </w:rPr>
        <w:t xml:space="preserve"> выполнить согласно требованиям ПУЭ:</w:t>
      </w:r>
    </w:p>
    <w:p w:rsidR="002A233B" w:rsidRPr="0077394D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2A233B" w:rsidRPr="0077394D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- в местах переходов </w:t>
      </w:r>
      <w:proofErr w:type="gramStart"/>
      <w:r w:rsidRPr="0077394D">
        <w:rPr>
          <w:sz w:val="24"/>
          <w:szCs w:val="24"/>
        </w:rPr>
        <w:t>ВЛ</w:t>
      </w:r>
      <w:proofErr w:type="gramEnd"/>
      <w:r w:rsidRPr="0077394D">
        <w:rPr>
          <w:sz w:val="24"/>
          <w:szCs w:val="24"/>
        </w:rPr>
        <w:t xml:space="preserve">  в кабельные участки с применением РДИ;</w:t>
      </w:r>
    </w:p>
    <w:p w:rsidR="002A233B" w:rsidRPr="0077394D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A233B" w:rsidRPr="006F0FBC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 xml:space="preserve">Проведение </w:t>
      </w:r>
      <w:proofErr w:type="spellStart"/>
      <w:r w:rsidRPr="006F0FBC">
        <w:rPr>
          <w:sz w:val="24"/>
          <w:szCs w:val="24"/>
        </w:rPr>
        <w:t>предпроектного</w:t>
      </w:r>
      <w:proofErr w:type="spellEnd"/>
      <w:r w:rsidRPr="006F0FBC">
        <w:rPr>
          <w:sz w:val="24"/>
          <w:szCs w:val="24"/>
        </w:rPr>
        <w:t xml:space="preserve"> обследования объекта</w:t>
      </w:r>
    </w:p>
    <w:p w:rsidR="002A233B" w:rsidRPr="006F0FBC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A233B" w:rsidRPr="006F0FBC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A233B" w:rsidRPr="006F0FBC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Выполнить раздел «Конструктивные и технологические решения».</w:t>
      </w:r>
    </w:p>
    <w:p w:rsidR="002A233B" w:rsidRPr="006F0FBC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 xml:space="preserve">Для безопасной эксплуатации </w:t>
      </w:r>
      <w:proofErr w:type="gramStart"/>
      <w:r w:rsidRPr="006F0FBC">
        <w:rPr>
          <w:sz w:val="24"/>
          <w:szCs w:val="24"/>
        </w:rPr>
        <w:t>проектируемых</w:t>
      </w:r>
      <w:proofErr w:type="gramEnd"/>
      <w:r w:rsidRPr="006F0FBC">
        <w:rPr>
          <w:sz w:val="24"/>
          <w:szCs w:val="24"/>
        </w:rPr>
        <w:t xml:space="preserve"> ВЛ-10кВ предусмотреть: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6F0FBC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Зажимы для установки переносного заземления применить совместимые с переносным заземлением “НИЛЕД”.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A233B" w:rsidRPr="0063069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A233B" w:rsidRPr="00345A8B" w:rsidRDefault="002A233B" w:rsidP="002A233B">
      <w:pPr>
        <w:pStyle w:val="a4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45A8B">
        <w:rPr>
          <w:b/>
          <w:sz w:val="24"/>
          <w:szCs w:val="24"/>
        </w:rPr>
        <w:t>Требуемые сроки выполнения работ.</w:t>
      </w:r>
    </w:p>
    <w:p w:rsidR="002A233B" w:rsidRPr="00345A8B" w:rsidRDefault="002A233B" w:rsidP="002A233B">
      <w:pPr>
        <w:pStyle w:val="a4"/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345A8B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5 месяцев</w:t>
      </w:r>
      <w:r w:rsidRPr="00345A8B">
        <w:rPr>
          <w:sz w:val="24"/>
          <w:szCs w:val="24"/>
        </w:rPr>
        <w:t xml:space="preserve"> с момента заключения Договора.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A233B" w:rsidRPr="00345A8B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b/>
          <w:sz w:val="24"/>
          <w:szCs w:val="24"/>
        </w:rPr>
      </w:pPr>
      <w:r w:rsidRPr="00345A8B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</w:t>
      </w:r>
      <w:r>
        <w:rPr>
          <w:b/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A233B" w:rsidRPr="00687E11" w:rsidRDefault="002A233B" w:rsidP="002A233B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687E11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A233B" w:rsidRPr="00687E11" w:rsidRDefault="002A233B" w:rsidP="002A233B">
      <w:pPr>
        <w:pStyle w:val="a4"/>
        <w:tabs>
          <w:tab w:val="left" w:pos="1134"/>
        </w:tabs>
        <w:ind w:left="0" w:firstLine="0"/>
        <w:jc w:val="both"/>
        <w:rPr>
          <w:sz w:val="24"/>
          <w:szCs w:val="24"/>
        </w:rPr>
      </w:pPr>
    </w:p>
    <w:p w:rsidR="002A233B" w:rsidRDefault="002A233B">
      <w:r>
        <w:br w:type="page"/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/>
          <w:b/>
          <w:i/>
          <w:sz w:val="24"/>
          <w:szCs w:val="24"/>
          <w:u w:val="single"/>
        </w:rPr>
        <w:t>187</w:t>
      </w:r>
      <w:r w:rsidRPr="00432AD3">
        <w:rPr>
          <w:rFonts w:ascii="Times New Roman" w:hAnsi="Times New Roman"/>
          <w:b/>
          <w:i/>
          <w:sz w:val="24"/>
          <w:szCs w:val="24"/>
          <w:u w:val="single"/>
        </w:rPr>
        <w:t>к</w:t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2A233B" w:rsidRDefault="002A233B" w:rsidP="002A233B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ВЛ-0,4кВ №12508 </w:t>
      </w:r>
      <w:r w:rsidRPr="00BA473D">
        <w:rPr>
          <w:rFonts w:ascii="Times New Roman" w:hAnsi="Times New Roman"/>
          <w:sz w:val="24"/>
          <w:szCs w:val="24"/>
          <w:u w:val="single"/>
        </w:rPr>
        <w:t>ТП №</w:t>
      </w:r>
      <w:r>
        <w:rPr>
          <w:rFonts w:ascii="Times New Roman" w:hAnsi="Times New Roman"/>
          <w:sz w:val="24"/>
          <w:szCs w:val="24"/>
          <w:u w:val="single"/>
        </w:rPr>
        <w:t>125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ВЛ-10 кВ № 10</w:t>
      </w:r>
      <w:r>
        <w:rPr>
          <w:rFonts w:ascii="Times New Roman" w:hAnsi="Times New Roman"/>
          <w:sz w:val="24"/>
          <w:szCs w:val="24"/>
          <w:u w:val="single"/>
        </w:rPr>
        <w:t>15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/>
          <w:sz w:val="24"/>
          <w:szCs w:val="24"/>
          <w:u w:val="single"/>
        </w:rPr>
        <w:t>110/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35/10 </w:t>
      </w:r>
      <w:r>
        <w:rPr>
          <w:rFonts w:ascii="Times New Roman" w:hAnsi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/>
          <w:sz w:val="24"/>
          <w:szCs w:val="24"/>
          <w:u w:val="single"/>
        </w:rPr>
        <w:t>Вязьма-1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» </w:t>
      </w:r>
    </w:p>
    <w:p w:rsidR="002A233B" w:rsidRPr="00BA473D" w:rsidRDefault="002A233B" w:rsidP="002A233B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/>
          <w:sz w:val="24"/>
          <w:szCs w:val="24"/>
        </w:rPr>
        <w:t>ВЛ-0,4кВ</w:t>
      </w:r>
      <w:r>
        <w:rPr>
          <w:rFonts w:ascii="Times New Roman" w:hAnsi="Times New Roman"/>
          <w:sz w:val="24"/>
          <w:szCs w:val="24"/>
        </w:rPr>
        <w:t xml:space="preserve"> №12508</w:t>
      </w:r>
      <w:r w:rsidRPr="00BA473D">
        <w:rPr>
          <w:rFonts w:ascii="Times New Roman" w:hAnsi="Times New Roman"/>
          <w:sz w:val="24"/>
          <w:szCs w:val="24"/>
        </w:rPr>
        <w:t xml:space="preserve"> ТП №</w:t>
      </w:r>
      <w:r>
        <w:rPr>
          <w:rFonts w:ascii="Times New Roman" w:hAnsi="Times New Roman"/>
          <w:sz w:val="24"/>
          <w:szCs w:val="24"/>
        </w:rPr>
        <w:t xml:space="preserve">125 </w:t>
      </w:r>
      <w:r w:rsidRPr="00BA473D">
        <w:rPr>
          <w:rFonts w:ascii="Times New Roman" w:hAnsi="Times New Roman"/>
          <w:sz w:val="24"/>
          <w:szCs w:val="24"/>
        </w:rPr>
        <w:t xml:space="preserve"> ВЛ-10 кВ № 10</w:t>
      </w:r>
      <w:r>
        <w:rPr>
          <w:rFonts w:ascii="Times New Roman" w:hAnsi="Times New Roman"/>
          <w:sz w:val="24"/>
          <w:szCs w:val="24"/>
        </w:rPr>
        <w:t>15</w:t>
      </w:r>
      <w:r w:rsidRPr="00BA473D">
        <w:rPr>
          <w:rFonts w:ascii="Times New Roman" w:hAnsi="Times New Roman"/>
          <w:sz w:val="24"/>
          <w:szCs w:val="24"/>
        </w:rPr>
        <w:t xml:space="preserve"> ПС </w:t>
      </w:r>
      <w:r>
        <w:rPr>
          <w:rFonts w:ascii="Times New Roman" w:hAnsi="Times New Roman"/>
          <w:sz w:val="24"/>
          <w:szCs w:val="24"/>
        </w:rPr>
        <w:t>110/</w:t>
      </w:r>
      <w:r w:rsidRPr="00BA473D">
        <w:rPr>
          <w:rFonts w:ascii="Times New Roman" w:hAnsi="Times New Roman"/>
          <w:sz w:val="24"/>
          <w:szCs w:val="24"/>
        </w:rPr>
        <w:t>35/10 кВ «</w:t>
      </w:r>
      <w:r>
        <w:rPr>
          <w:rFonts w:ascii="Times New Roman" w:hAnsi="Times New Roman"/>
          <w:sz w:val="24"/>
          <w:szCs w:val="24"/>
        </w:rPr>
        <w:t>Вязьма-1»</w:t>
      </w:r>
      <w:r w:rsidRPr="007762E6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в:</w:t>
      </w:r>
    </w:p>
    <w:p w:rsidR="002A233B" w:rsidRPr="007762E6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Style w:val="a6"/>
        <w:tblW w:w="4948" w:type="pct"/>
        <w:tblLook w:val="04A0"/>
      </w:tblPr>
      <w:tblGrid>
        <w:gridCol w:w="1443"/>
        <w:gridCol w:w="1401"/>
        <w:gridCol w:w="1831"/>
        <w:gridCol w:w="1433"/>
        <w:gridCol w:w="1433"/>
        <w:gridCol w:w="1930"/>
      </w:tblGrid>
      <w:tr w:rsidR="002A233B" w:rsidRPr="007762E6" w:rsidTr="00AE79B0">
        <w:tc>
          <w:tcPr>
            <w:tcW w:w="720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A233B" w:rsidRPr="007762E6" w:rsidTr="00AE79B0">
        <w:trPr>
          <w:trHeight w:val="1114"/>
        </w:trPr>
        <w:tc>
          <w:tcPr>
            <w:tcW w:w="720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Вязем</w:t>
            </w:r>
            <w:r w:rsidRPr="007762E6">
              <w:rPr>
                <w:rFonts w:ascii="Times New Roman" w:hAnsi="Times New Roman"/>
                <w:sz w:val="24"/>
                <w:szCs w:val="24"/>
              </w:rPr>
              <w:t>ский</w:t>
            </w:r>
          </w:p>
        </w:tc>
        <w:tc>
          <w:tcPr>
            <w:tcW w:w="975" w:type="pct"/>
          </w:tcPr>
          <w:p w:rsidR="002A233B" w:rsidRPr="00E364A6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Вязьма ул. Московская </w:t>
            </w:r>
          </w:p>
        </w:tc>
        <w:tc>
          <w:tcPr>
            <w:tcW w:w="765" w:type="pct"/>
          </w:tcPr>
          <w:p w:rsidR="002A233B" w:rsidRPr="00D320A0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F9079C">
              <w:rPr>
                <w:rFonts w:ascii="Times New Roman" w:hAnsi="Times New Roman"/>
                <w:sz w:val="24"/>
                <w:szCs w:val="24"/>
              </w:rPr>
              <w:t>366534919</w:t>
            </w:r>
          </w:p>
        </w:tc>
        <w:tc>
          <w:tcPr>
            <w:tcW w:w="765" w:type="pct"/>
          </w:tcPr>
          <w:p w:rsidR="002A233B" w:rsidRPr="00D320A0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F9079C">
              <w:rPr>
                <w:rFonts w:ascii="Times New Roman" w:hAnsi="Times New Roman"/>
                <w:sz w:val="24"/>
                <w:szCs w:val="24"/>
              </w:rPr>
              <w:t>12005026</w:t>
            </w:r>
          </w:p>
        </w:tc>
        <w:tc>
          <w:tcPr>
            <w:tcW w:w="1027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73D">
              <w:rPr>
                <w:rFonts w:ascii="Times New Roman" w:hAnsi="Times New Roman"/>
                <w:sz w:val="24"/>
                <w:szCs w:val="24"/>
              </w:rPr>
              <w:t>ВЛ-0,4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>В Л-10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A473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/>
                <w:sz w:val="24"/>
                <w:szCs w:val="24"/>
              </w:rPr>
              <w:t xml:space="preserve">/СТ </w:t>
            </w:r>
            <w:r>
              <w:rPr>
                <w:rFonts w:ascii="Times New Roman" w:hAnsi="Times New Roman"/>
                <w:sz w:val="24"/>
                <w:szCs w:val="24"/>
              </w:rPr>
              <w:t>Вязьма-1</w:t>
            </w:r>
          </w:p>
        </w:tc>
      </w:tr>
    </w:tbl>
    <w:p w:rsidR="002A233B" w:rsidRPr="007762E6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A233B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2A233B" w:rsidRDefault="002A233B" w:rsidP="002A233B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472"/>
        <w:gridCol w:w="1204"/>
        <w:gridCol w:w="1338"/>
        <w:gridCol w:w="1173"/>
        <w:gridCol w:w="1336"/>
      </w:tblGrid>
      <w:tr w:rsidR="002A233B" w:rsidRPr="00EF4E1A" w:rsidTr="00AE79B0">
        <w:tc>
          <w:tcPr>
            <w:tcW w:w="220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62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699" w:type="pct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A233B" w:rsidTr="00AE79B0">
        <w:tc>
          <w:tcPr>
            <w:tcW w:w="220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2A233B" w:rsidRPr="002C3D01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427519</w:t>
            </w:r>
          </w:p>
        </w:tc>
        <w:tc>
          <w:tcPr>
            <w:tcW w:w="699" w:type="pct"/>
            <w:vAlign w:val="center"/>
          </w:tcPr>
          <w:p w:rsidR="002A233B" w:rsidRPr="002E4CBE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23.09.2011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2A233B" w:rsidRPr="00F9079C" w:rsidRDefault="002A233B" w:rsidP="00AE79B0">
            <w:pPr>
              <w:widowControl w:val="0"/>
              <w:autoSpaceDE w:val="0"/>
              <w:autoSpaceDN w:val="0"/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79C">
              <w:rPr>
                <w:rFonts w:ascii="Times New Roman" w:hAnsi="Times New Roman"/>
                <w:sz w:val="20"/>
                <w:szCs w:val="20"/>
              </w:rPr>
              <w:t>ООО «Белорусские продукты»</w:t>
            </w:r>
          </w:p>
          <w:p w:rsidR="002A233B" w:rsidRPr="007C67E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2A233B" w:rsidRPr="0070557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Торговый павильон</w:t>
            </w:r>
          </w:p>
        </w:tc>
        <w:tc>
          <w:tcPr>
            <w:tcW w:w="699" w:type="pct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742C5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Вязьма ул. Московская</w:t>
            </w:r>
          </w:p>
        </w:tc>
        <w:tc>
          <w:tcPr>
            <w:tcW w:w="613" w:type="pct"/>
            <w:vAlign w:val="center"/>
          </w:tcPr>
          <w:p w:rsidR="002A233B" w:rsidRPr="0070557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698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</w:tbl>
    <w:p w:rsidR="002A233B" w:rsidRPr="00A13748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A233B" w:rsidRPr="007762E6" w:rsidRDefault="002A233B" w:rsidP="002A23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2A233B" w:rsidRPr="007762E6" w:rsidRDefault="002A233B" w:rsidP="002A23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A233B" w:rsidRPr="007762E6" w:rsidRDefault="002A233B" w:rsidP="002A233B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6"/>
        <w:tblW w:w="0" w:type="auto"/>
        <w:tblLook w:val="04A0"/>
      </w:tblPr>
      <w:tblGrid>
        <w:gridCol w:w="4831"/>
        <w:gridCol w:w="4740"/>
      </w:tblGrid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024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</w:t>
      </w:r>
      <w:r>
        <w:rPr>
          <w:sz w:val="24"/>
          <w:szCs w:val="24"/>
        </w:rPr>
        <w:t xml:space="preserve">опоры №2/1 ВЛ-0,4кВ №12505 </w:t>
      </w:r>
      <w:r w:rsidRPr="004D4A7A">
        <w:rPr>
          <w:sz w:val="24"/>
          <w:szCs w:val="24"/>
        </w:rPr>
        <w:t>ТП №</w:t>
      </w:r>
      <w:r>
        <w:rPr>
          <w:sz w:val="24"/>
          <w:szCs w:val="24"/>
        </w:rPr>
        <w:t>125</w:t>
      </w:r>
      <w:r w:rsidRPr="004D4A7A">
        <w:rPr>
          <w:sz w:val="24"/>
          <w:szCs w:val="24"/>
        </w:rPr>
        <w:t xml:space="preserve"> ВЛ-10 кВ № 10</w:t>
      </w:r>
      <w:r>
        <w:rPr>
          <w:sz w:val="24"/>
          <w:szCs w:val="24"/>
        </w:rPr>
        <w:t>15</w:t>
      </w:r>
      <w:r w:rsidRPr="004D4A7A">
        <w:rPr>
          <w:sz w:val="24"/>
          <w:szCs w:val="24"/>
        </w:rPr>
        <w:t xml:space="preserve"> ПС «</w:t>
      </w:r>
      <w:r>
        <w:rPr>
          <w:sz w:val="24"/>
          <w:szCs w:val="24"/>
        </w:rPr>
        <w:t>Вязьма-1</w:t>
      </w:r>
      <w:r w:rsidRPr="004D4A7A">
        <w:rPr>
          <w:sz w:val="24"/>
          <w:szCs w:val="24"/>
        </w:rPr>
        <w:t xml:space="preserve">» </w:t>
      </w:r>
      <w:r>
        <w:rPr>
          <w:sz w:val="24"/>
          <w:szCs w:val="24"/>
        </w:rPr>
        <w:t>110/</w:t>
      </w:r>
      <w:r w:rsidRPr="004D4A7A">
        <w:rPr>
          <w:sz w:val="24"/>
          <w:szCs w:val="24"/>
        </w:rPr>
        <w:t xml:space="preserve">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0,024к</w:t>
      </w:r>
      <w:r w:rsidRPr="007762E6">
        <w:rPr>
          <w:sz w:val="24"/>
          <w:szCs w:val="24"/>
        </w:rPr>
        <w:t>м).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В </w:t>
      </w:r>
      <w:r>
        <w:rPr>
          <w:sz w:val="24"/>
          <w:szCs w:val="24"/>
        </w:rPr>
        <w:t xml:space="preserve">ТП №125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A233B" w:rsidRPr="008431D8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A233B" w:rsidRPr="00582E47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A233B" w:rsidRPr="00C903BE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A233B" w:rsidRPr="00510A35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2A233B" w:rsidRPr="00C92849" w:rsidRDefault="002A233B" w:rsidP="002A233B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A233B" w:rsidRDefault="002A233B">
      <w:r>
        <w:br w:type="page"/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/>
          <w:b/>
          <w:i/>
          <w:sz w:val="24"/>
          <w:szCs w:val="24"/>
          <w:u w:val="single"/>
        </w:rPr>
        <w:t>188</w:t>
      </w:r>
      <w:r w:rsidRPr="00432AD3">
        <w:rPr>
          <w:rFonts w:ascii="Times New Roman" w:hAnsi="Times New Roman"/>
          <w:b/>
          <w:i/>
          <w:sz w:val="24"/>
          <w:szCs w:val="24"/>
          <w:u w:val="single"/>
        </w:rPr>
        <w:t>к</w:t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2A233B" w:rsidRDefault="002A233B" w:rsidP="002A233B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ВЛ-0,4кВ №2 </w:t>
      </w:r>
      <w:r w:rsidRPr="00BA473D">
        <w:rPr>
          <w:rFonts w:ascii="Times New Roman" w:hAnsi="Times New Roman"/>
          <w:sz w:val="24"/>
          <w:szCs w:val="24"/>
          <w:u w:val="single"/>
        </w:rPr>
        <w:t>ТП №</w:t>
      </w:r>
      <w:r>
        <w:rPr>
          <w:rFonts w:ascii="Times New Roman" w:hAnsi="Times New Roman"/>
          <w:sz w:val="24"/>
          <w:szCs w:val="24"/>
          <w:u w:val="single"/>
        </w:rPr>
        <w:t>1 «Красное»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ВЛ-10 кВ № 10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2 ПС </w:t>
      </w:r>
      <w:r>
        <w:rPr>
          <w:rFonts w:ascii="Times New Roman" w:hAnsi="Times New Roman"/>
          <w:sz w:val="24"/>
          <w:szCs w:val="24"/>
          <w:u w:val="single"/>
        </w:rPr>
        <w:t>110/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35/10 </w:t>
      </w:r>
      <w:r>
        <w:rPr>
          <w:rFonts w:ascii="Times New Roman" w:hAnsi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/>
          <w:sz w:val="24"/>
          <w:szCs w:val="24"/>
          <w:u w:val="single"/>
        </w:rPr>
        <w:t>Знаменка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» </w:t>
      </w:r>
    </w:p>
    <w:p w:rsidR="002A233B" w:rsidRPr="00BA473D" w:rsidRDefault="002A233B" w:rsidP="002A233B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/>
          <w:sz w:val="24"/>
          <w:szCs w:val="24"/>
        </w:rPr>
        <w:t xml:space="preserve">ВЛ-0,4кВ </w:t>
      </w:r>
      <w:r>
        <w:rPr>
          <w:rFonts w:ascii="Times New Roman" w:hAnsi="Times New Roman"/>
          <w:sz w:val="24"/>
          <w:szCs w:val="24"/>
        </w:rPr>
        <w:t xml:space="preserve">№2 </w:t>
      </w:r>
      <w:r w:rsidRPr="00BA473D">
        <w:rPr>
          <w:rFonts w:ascii="Times New Roman" w:hAnsi="Times New Roman"/>
          <w:sz w:val="24"/>
          <w:szCs w:val="24"/>
        </w:rPr>
        <w:t>ТП №</w:t>
      </w:r>
      <w:r>
        <w:rPr>
          <w:rFonts w:ascii="Times New Roman" w:hAnsi="Times New Roman"/>
          <w:sz w:val="24"/>
          <w:szCs w:val="24"/>
        </w:rPr>
        <w:t>1 «Красное» ВЛ-10 кВ № 101</w:t>
      </w:r>
      <w:r w:rsidRPr="00BA473D">
        <w:rPr>
          <w:rFonts w:ascii="Times New Roman" w:hAnsi="Times New Roman"/>
          <w:sz w:val="24"/>
          <w:szCs w:val="24"/>
        </w:rPr>
        <w:t xml:space="preserve">2 ПС </w:t>
      </w:r>
      <w:r>
        <w:rPr>
          <w:rFonts w:ascii="Times New Roman" w:hAnsi="Times New Roman"/>
          <w:sz w:val="24"/>
          <w:szCs w:val="24"/>
        </w:rPr>
        <w:t>110/</w:t>
      </w:r>
      <w:r w:rsidRPr="00BA473D">
        <w:rPr>
          <w:rFonts w:ascii="Times New Roman" w:hAnsi="Times New Roman"/>
          <w:sz w:val="24"/>
          <w:szCs w:val="24"/>
        </w:rPr>
        <w:t>35/10 кВ «</w:t>
      </w:r>
      <w:r>
        <w:rPr>
          <w:rFonts w:ascii="Times New Roman" w:hAnsi="Times New Roman"/>
          <w:sz w:val="24"/>
          <w:szCs w:val="24"/>
        </w:rPr>
        <w:t>Знаменка»</w:t>
      </w:r>
      <w:r w:rsidRPr="007762E6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в:</w:t>
      </w:r>
    </w:p>
    <w:p w:rsidR="002A233B" w:rsidRPr="007762E6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Style w:val="a6"/>
        <w:tblW w:w="4948" w:type="pct"/>
        <w:tblLook w:val="04A0"/>
      </w:tblPr>
      <w:tblGrid>
        <w:gridCol w:w="1443"/>
        <w:gridCol w:w="1401"/>
        <w:gridCol w:w="1831"/>
        <w:gridCol w:w="1433"/>
        <w:gridCol w:w="1433"/>
        <w:gridCol w:w="1930"/>
      </w:tblGrid>
      <w:tr w:rsidR="002A233B" w:rsidRPr="007762E6" w:rsidTr="00AE79B0">
        <w:tc>
          <w:tcPr>
            <w:tcW w:w="720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A233B" w:rsidRPr="007762E6" w:rsidTr="00AE79B0">
        <w:trPr>
          <w:trHeight w:val="1114"/>
        </w:trPr>
        <w:tc>
          <w:tcPr>
            <w:tcW w:w="720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Угранский</w:t>
            </w:r>
            <w:proofErr w:type="spellEnd"/>
          </w:p>
        </w:tc>
        <w:tc>
          <w:tcPr>
            <w:tcW w:w="975" w:type="pct"/>
          </w:tcPr>
          <w:p w:rsidR="002A233B" w:rsidRPr="00E364A6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BA473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/>
                <w:sz w:val="24"/>
                <w:szCs w:val="24"/>
              </w:rPr>
              <w:t>Красное</w:t>
            </w:r>
          </w:p>
        </w:tc>
        <w:tc>
          <w:tcPr>
            <w:tcW w:w="765" w:type="pct"/>
          </w:tcPr>
          <w:p w:rsidR="002A233B" w:rsidRPr="00D320A0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D14BDD">
              <w:rPr>
                <w:rFonts w:ascii="Times New Roman" w:hAnsi="Times New Roman"/>
                <w:sz w:val="24"/>
                <w:szCs w:val="24"/>
              </w:rPr>
              <w:t>372317919</w:t>
            </w:r>
          </w:p>
        </w:tc>
        <w:tc>
          <w:tcPr>
            <w:tcW w:w="765" w:type="pct"/>
          </w:tcPr>
          <w:p w:rsidR="002A233B" w:rsidRPr="00D320A0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D14BDD">
              <w:rPr>
                <w:rFonts w:ascii="Times New Roman" w:hAnsi="Times New Roman"/>
                <w:sz w:val="24"/>
                <w:szCs w:val="24"/>
              </w:rPr>
              <w:t>12007283</w:t>
            </w:r>
          </w:p>
        </w:tc>
        <w:tc>
          <w:tcPr>
            <w:tcW w:w="1027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73D">
              <w:rPr>
                <w:rFonts w:ascii="Times New Roman" w:hAnsi="Times New Roman"/>
                <w:sz w:val="24"/>
                <w:szCs w:val="24"/>
              </w:rPr>
              <w:t>ВЛ-0,4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>В Л-10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gramStart"/>
            <w:r w:rsidRPr="00BA473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/>
                <w:sz w:val="24"/>
                <w:szCs w:val="24"/>
              </w:rPr>
              <w:t xml:space="preserve">/СТ </w:t>
            </w:r>
            <w:r>
              <w:rPr>
                <w:rFonts w:ascii="Times New Roman" w:hAnsi="Times New Roman"/>
                <w:sz w:val="24"/>
                <w:szCs w:val="24"/>
              </w:rPr>
              <w:t>Знаменка</w:t>
            </w:r>
          </w:p>
        </w:tc>
      </w:tr>
    </w:tbl>
    <w:p w:rsidR="002A233B" w:rsidRPr="007762E6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A233B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2A233B" w:rsidRDefault="002A233B" w:rsidP="002A233B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472"/>
        <w:gridCol w:w="1204"/>
        <w:gridCol w:w="1338"/>
        <w:gridCol w:w="1173"/>
        <w:gridCol w:w="1336"/>
      </w:tblGrid>
      <w:tr w:rsidR="002A233B" w:rsidRPr="00EF4E1A" w:rsidTr="00AE79B0">
        <w:tc>
          <w:tcPr>
            <w:tcW w:w="220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62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699" w:type="pct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A233B" w:rsidTr="00AE79B0">
        <w:tc>
          <w:tcPr>
            <w:tcW w:w="220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2A233B" w:rsidRPr="002C3D01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40410081</w:t>
            </w:r>
          </w:p>
        </w:tc>
        <w:tc>
          <w:tcPr>
            <w:tcW w:w="699" w:type="pct"/>
            <w:vAlign w:val="center"/>
          </w:tcPr>
          <w:p w:rsidR="002A233B" w:rsidRPr="002E4CBE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2A233B" w:rsidRPr="00FB008C" w:rsidRDefault="002A233B" w:rsidP="00AE79B0">
            <w:pPr>
              <w:widowControl w:val="0"/>
              <w:autoSpaceDE w:val="0"/>
              <w:autoSpaceDN w:val="0"/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08C">
              <w:rPr>
                <w:rFonts w:ascii="Times New Roman" w:hAnsi="Times New Roman"/>
                <w:sz w:val="20"/>
                <w:szCs w:val="20"/>
              </w:rPr>
              <w:t>ФГУП «Российская телевизионная и радиовещательная сеть» филиал «Смоленский ОРТПУ»</w:t>
            </w:r>
          </w:p>
          <w:p w:rsidR="002A233B" w:rsidRPr="007C67E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2A233B" w:rsidRPr="0070557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цифрового эфирного телерадиовещания</w:t>
            </w:r>
          </w:p>
        </w:tc>
        <w:tc>
          <w:tcPr>
            <w:tcW w:w="699" w:type="pct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 xml:space="preserve">д. </w:t>
            </w:r>
            <w:r>
              <w:rPr>
                <w:sz w:val="22"/>
                <w:szCs w:val="22"/>
              </w:rPr>
              <w:t>Красное</w:t>
            </w:r>
          </w:p>
        </w:tc>
        <w:tc>
          <w:tcPr>
            <w:tcW w:w="613" w:type="pct"/>
            <w:vAlign w:val="center"/>
          </w:tcPr>
          <w:p w:rsidR="002A233B" w:rsidRPr="0070557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2A233B" w:rsidRPr="00A13748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ПУЭ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A233B" w:rsidRPr="007762E6" w:rsidRDefault="002A233B" w:rsidP="002A23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2A233B" w:rsidRPr="007762E6" w:rsidRDefault="002A233B" w:rsidP="002A23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A233B" w:rsidRPr="007762E6" w:rsidRDefault="002A233B" w:rsidP="002A233B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6"/>
        <w:tblW w:w="0" w:type="auto"/>
        <w:tblLook w:val="04A0"/>
      </w:tblPr>
      <w:tblGrid>
        <w:gridCol w:w="4831"/>
        <w:gridCol w:w="4740"/>
      </w:tblGrid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</w:t>
      </w:r>
      <w:r>
        <w:rPr>
          <w:sz w:val="24"/>
          <w:szCs w:val="24"/>
        </w:rPr>
        <w:t xml:space="preserve"> опоры №1/2/9 ВЛ-0,4кВ №2 </w:t>
      </w:r>
      <w:r w:rsidRPr="004D4A7A">
        <w:rPr>
          <w:sz w:val="24"/>
          <w:szCs w:val="24"/>
        </w:rPr>
        <w:t>ТП №</w:t>
      </w:r>
      <w:r>
        <w:rPr>
          <w:sz w:val="24"/>
          <w:szCs w:val="24"/>
        </w:rPr>
        <w:t>1 «Красное»</w:t>
      </w:r>
      <w:r w:rsidRPr="004D4A7A">
        <w:rPr>
          <w:sz w:val="24"/>
          <w:szCs w:val="24"/>
        </w:rPr>
        <w:t xml:space="preserve"> ВЛ-10 кВ № 10</w:t>
      </w:r>
      <w:r>
        <w:rPr>
          <w:sz w:val="24"/>
          <w:szCs w:val="24"/>
        </w:rPr>
        <w:t>1</w:t>
      </w:r>
      <w:r w:rsidRPr="004D4A7A">
        <w:rPr>
          <w:sz w:val="24"/>
          <w:szCs w:val="24"/>
        </w:rPr>
        <w:t>2 ПС «</w:t>
      </w:r>
      <w:r>
        <w:rPr>
          <w:sz w:val="24"/>
          <w:szCs w:val="24"/>
        </w:rPr>
        <w:t>Знаменка</w:t>
      </w:r>
      <w:r w:rsidRPr="004D4A7A">
        <w:rPr>
          <w:sz w:val="24"/>
          <w:szCs w:val="24"/>
        </w:rPr>
        <w:t xml:space="preserve">» </w:t>
      </w:r>
      <w:r>
        <w:rPr>
          <w:sz w:val="24"/>
          <w:szCs w:val="24"/>
        </w:rPr>
        <w:t>110/</w:t>
      </w:r>
      <w:r w:rsidRPr="004D4A7A">
        <w:rPr>
          <w:sz w:val="24"/>
          <w:szCs w:val="24"/>
        </w:rPr>
        <w:t xml:space="preserve">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0,11 к</w:t>
      </w:r>
      <w:r w:rsidRPr="007762E6">
        <w:rPr>
          <w:sz w:val="24"/>
          <w:szCs w:val="24"/>
        </w:rPr>
        <w:t>м).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Предусмотреть замену автоматического выключателя на ВЛ-0,4кВ №2 в РУ-0,4кВ ТП-№1 «Красное».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Предусмотреть замену опор и существующего провода 4А16, 2А16 на неизолированный алюминиевый провод большего сечения в 4-х проводном исполнении в пролетах опор №1/2/5-1/2/9 (ориентировочно 0,16 км).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 «Красное»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</w:t>
      </w:r>
      <w:r w:rsidRPr="007762E6">
        <w:rPr>
          <w:sz w:val="24"/>
          <w:szCs w:val="24"/>
        </w:rPr>
        <w:lastRenderedPageBreak/>
        <w:t>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A233B" w:rsidRPr="008431D8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обладание необходимыми профессиональными знаниями и опытом при выполнении аналогичных проектных работ;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A233B" w:rsidRPr="00582E47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A233B" w:rsidRPr="00C903BE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A233B" w:rsidRPr="00510A35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2A233B" w:rsidRPr="00C92849" w:rsidRDefault="002A233B" w:rsidP="002A233B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A233B" w:rsidRDefault="002A233B">
      <w:r>
        <w:br w:type="page"/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/>
          <w:b/>
          <w:i/>
          <w:sz w:val="24"/>
          <w:szCs w:val="24"/>
          <w:u w:val="single"/>
        </w:rPr>
        <w:t>189</w:t>
      </w:r>
      <w:r w:rsidRPr="00432AD3">
        <w:rPr>
          <w:rFonts w:ascii="Times New Roman" w:hAnsi="Times New Roman"/>
          <w:b/>
          <w:i/>
          <w:sz w:val="24"/>
          <w:szCs w:val="24"/>
          <w:u w:val="single"/>
        </w:rPr>
        <w:t>к</w:t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2A233B" w:rsidRDefault="002A233B" w:rsidP="002A233B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ВЛ-0,4кВ №2 </w:t>
      </w:r>
      <w:r w:rsidRPr="00BA473D">
        <w:rPr>
          <w:rFonts w:ascii="Times New Roman" w:hAnsi="Times New Roman"/>
          <w:sz w:val="24"/>
          <w:szCs w:val="24"/>
          <w:u w:val="single"/>
        </w:rPr>
        <w:t>ТП</w:t>
      </w:r>
      <w:r>
        <w:rPr>
          <w:rFonts w:ascii="Times New Roman" w:hAnsi="Times New Roman"/>
          <w:sz w:val="24"/>
          <w:szCs w:val="24"/>
          <w:u w:val="single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Судаково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»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ВЛ-10 кВ № 10</w:t>
      </w:r>
      <w:r>
        <w:rPr>
          <w:rFonts w:ascii="Times New Roman" w:hAnsi="Times New Roman"/>
          <w:sz w:val="24"/>
          <w:szCs w:val="24"/>
          <w:u w:val="single"/>
        </w:rPr>
        <w:t>17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/>
          <w:sz w:val="24"/>
          <w:szCs w:val="24"/>
          <w:u w:val="single"/>
        </w:rPr>
        <w:t>110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/10 </w:t>
      </w:r>
      <w:r>
        <w:rPr>
          <w:rFonts w:ascii="Times New Roman" w:hAnsi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/>
          <w:sz w:val="24"/>
          <w:szCs w:val="24"/>
          <w:u w:val="single"/>
        </w:rPr>
        <w:t>Угра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» </w:t>
      </w:r>
    </w:p>
    <w:p w:rsidR="002A233B" w:rsidRPr="00BA473D" w:rsidRDefault="002A233B" w:rsidP="002A233B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/>
          <w:sz w:val="24"/>
          <w:szCs w:val="24"/>
        </w:rPr>
        <w:t xml:space="preserve">ВЛ-0,4кВ </w:t>
      </w:r>
      <w:r>
        <w:rPr>
          <w:rFonts w:ascii="Times New Roman" w:hAnsi="Times New Roman"/>
          <w:sz w:val="24"/>
          <w:szCs w:val="24"/>
        </w:rPr>
        <w:t xml:space="preserve">№2 </w:t>
      </w:r>
      <w:r w:rsidRPr="00BA473D">
        <w:rPr>
          <w:rFonts w:ascii="Times New Roman" w:hAnsi="Times New Roman"/>
          <w:sz w:val="24"/>
          <w:szCs w:val="24"/>
        </w:rPr>
        <w:t xml:space="preserve">ТП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Судаково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BA473D">
        <w:rPr>
          <w:rFonts w:ascii="Times New Roman" w:hAnsi="Times New Roman"/>
          <w:sz w:val="24"/>
          <w:szCs w:val="24"/>
        </w:rPr>
        <w:t xml:space="preserve"> ВЛ-10 кВ № 10</w:t>
      </w:r>
      <w:r>
        <w:rPr>
          <w:rFonts w:ascii="Times New Roman" w:hAnsi="Times New Roman"/>
          <w:sz w:val="24"/>
          <w:szCs w:val="24"/>
        </w:rPr>
        <w:t>17 ПС 110</w:t>
      </w:r>
      <w:r w:rsidRPr="00BA473D">
        <w:rPr>
          <w:rFonts w:ascii="Times New Roman" w:hAnsi="Times New Roman"/>
          <w:sz w:val="24"/>
          <w:szCs w:val="24"/>
        </w:rPr>
        <w:t>/10 кВ «</w:t>
      </w:r>
      <w:r>
        <w:rPr>
          <w:rFonts w:ascii="Times New Roman" w:hAnsi="Times New Roman"/>
          <w:sz w:val="24"/>
          <w:szCs w:val="24"/>
        </w:rPr>
        <w:t>Угра»</w:t>
      </w:r>
      <w:r w:rsidRPr="007762E6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в:</w:t>
      </w:r>
    </w:p>
    <w:p w:rsidR="002A233B" w:rsidRPr="007762E6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Style w:val="a6"/>
        <w:tblW w:w="4948" w:type="pct"/>
        <w:tblLook w:val="04A0"/>
      </w:tblPr>
      <w:tblGrid>
        <w:gridCol w:w="1443"/>
        <w:gridCol w:w="1401"/>
        <w:gridCol w:w="1831"/>
        <w:gridCol w:w="1433"/>
        <w:gridCol w:w="1433"/>
        <w:gridCol w:w="1930"/>
      </w:tblGrid>
      <w:tr w:rsidR="002A233B" w:rsidRPr="007762E6" w:rsidTr="00AE79B0">
        <w:tc>
          <w:tcPr>
            <w:tcW w:w="720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A233B" w:rsidRPr="007762E6" w:rsidTr="00AE79B0">
        <w:trPr>
          <w:trHeight w:val="1114"/>
        </w:trPr>
        <w:tc>
          <w:tcPr>
            <w:tcW w:w="720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Угран</w:t>
            </w:r>
            <w:r w:rsidRPr="007762E6"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spellEnd"/>
          </w:p>
        </w:tc>
        <w:tc>
          <w:tcPr>
            <w:tcW w:w="975" w:type="pct"/>
          </w:tcPr>
          <w:p w:rsidR="002A233B" w:rsidRPr="00E364A6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BA473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Судаково</w:t>
            </w:r>
            <w:proofErr w:type="spellEnd"/>
          </w:p>
        </w:tc>
        <w:tc>
          <w:tcPr>
            <w:tcW w:w="765" w:type="pct"/>
          </w:tcPr>
          <w:p w:rsidR="002A233B" w:rsidRPr="00D320A0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697613">
              <w:rPr>
                <w:rFonts w:ascii="Times New Roman" w:hAnsi="Times New Roman"/>
                <w:sz w:val="24"/>
                <w:szCs w:val="24"/>
              </w:rPr>
              <w:t>366373620</w:t>
            </w:r>
          </w:p>
        </w:tc>
        <w:tc>
          <w:tcPr>
            <w:tcW w:w="765" w:type="pct"/>
          </w:tcPr>
          <w:p w:rsidR="002A233B" w:rsidRPr="00D320A0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697613">
              <w:rPr>
                <w:rFonts w:ascii="Times New Roman" w:hAnsi="Times New Roman"/>
                <w:sz w:val="24"/>
                <w:szCs w:val="24"/>
              </w:rPr>
              <w:t>12004776</w:t>
            </w:r>
          </w:p>
        </w:tc>
        <w:tc>
          <w:tcPr>
            <w:tcW w:w="1027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73D">
              <w:rPr>
                <w:rFonts w:ascii="Times New Roman" w:hAnsi="Times New Roman"/>
                <w:sz w:val="24"/>
                <w:szCs w:val="24"/>
              </w:rPr>
              <w:t>ВЛ-0,4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>В Л-10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A473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/>
                <w:sz w:val="24"/>
                <w:szCs w:val="24"/>
              </w:rPr>
              <w:t xml:space="preserve">/СТ </w:t>
            </w:r>
            <w:r>
              <w:rPr>
                <w:rFonts w:ascii="Times New Roman" w:hAnsi="Times New Roman"/>
                <w:sz w:val="24"/>
                <w:szCs w:val="24"/>
              </w:rPr>
              <w:t>Угра</w:t>
            </w:r>
          </w:p>
        </w:tc>
      </w:tr>
    </w:tbl>
    <w:p w:rsidR="002A233B" w:rsidRPr="007762E6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A233B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2A233B" w:rsidRDefault="002A233B" w:rsidP="002A233B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472"/>
        <w:gridCol w:w="1036"/>
        <w:gridCol w:w="1506"/>
        <w:gridCol w:w="1173"/>
        <w:gridCol w:w="1336"/>
      </w:tblGrid>
      <w:tr w:rsidR="002A233B" w:rsidRPr="00EF4E1A" w:rsidTr="00AE79B0">
        <w:tc>
          <w:tcPr>
            <w:tcW w:w="220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A233B" w:rsidTr="00AE79B0">
        <w:tc>
          <w:tcPr>
            <w:tcW w:w="220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2A233B" w:rsidRPr="002C3D01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428504</w:t>
            </w:r>
          </w:p>
        </w:tc>
        <w:tc>
          <w:tcPr>
            <w:tcW w:w="699" w:type="pct"/>
            <w:vAlign w:val="center"/>
          </w:tcPr>
          <w:p w:rsidR="002A233B" w:rsidRPr="002E4CBE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26.09.2011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2A233B" w:rsidRPr="00697613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97613">
              <w:rPr>
                <w:sz w:val="24"/>
                <w:szCs w:val="24"/>
              </w:rPr>
              <w:t xml:space="preserve">Матевосян </w:t>
            </w:r>
            <w:proofErr w:type="spellStart"/>
            <w:r w:rsidRPr="00697613">
              <w:rPr>
                <w:sz w:val="24"/>
                <w:szCs w:val="24"/>
              </w:rPr>
              <w:t>Мнауакан</w:t>
            </w:r>
            <w:proofErr w:type="spellEnd"/>
            <w:r w:rsidRPr="00697613">
              <w:rPr>
                <w:sz w:val="24"/>
                <w:szCs w:val="24"/>
              </w:rPr>
              <w:t xml:space="preserve"> </w:t>
            </w:r>
            <w:proofErr w:type="spellStart"/>
            <w:r w:rsidRPr="00697613">
              <w:rPr>
                <w:sz w:val="24"/>
                <w:szCs w:val="24"/>
              </w:rPr>
              <w:t>Валодович</w:t>
            </w:r>
            <w:proofErr w:type="spellEnd"/>
          </w:p>
        </w:tc>
        <w:tc>
          <w:tcPr>
            <w:tcW w:w="541" w:type="pct"/>
            <w:vAlign w:val="center"/>
          </w:tcPr>
          <w:p w:rsidR="002A233B" w:rsidRPr="0070557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Судаково</w:t>
            </w:r>
            <w:proofErr w:type="spellEnd"/>
          </w:p>
        </w:tc>
        <w:tc>
          <w:tcPr>
            <w:tcW w:w="613" w:type="pct"/>
            <w:vAlign w:val="center"/>
          </w:tcPr>
          <w:p w:rsidR="002A233B" w:rsidRPr="0070557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2A233B" w:rsidRPr="00A13748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A233B" w:rsidRPr="007762E6" w:rsidRDefault="002A233B" w:rsidP="002A23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2A233B" w:rsidRPr="007762E6" w:rsidRDefault="002A233B" w:rsidP="002A23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A233B" w:rsidRPr="007762E6" w:rsidRDefault="002A233B" w:rsidP="002A233B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6"/>
        <w:tblW w:w="0" w:type="auto"/>
        <w:tblLook w:val="04A0"/>
      </w:tblPr>
      <w:tblGrid>
        <w:gridCol w:w="4843"/>
        <w:gridCol w:w="4728"/>
      </w:tblGrid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</w:t>
      </w:r>
      <w:r>
        <w:rPr>
          <w:sz w:val="24"/>
          <w:szCs w:val="24"/>
        </w:rPr>
        <w:t xml:space="preserve">замену провода 2А25 на неизолированный алюминиевый провод большего сечения в 4-х проводном исполнении в пролетах существующих опор №2/2-№2/14 на ВЛ-0,4кВ №2 </w:t>
      </w:r>
      <w:r w:rsidRPr="004D4A7A">
        <w:rPr>
          <w:sz w:val="24"/>
          <w:szCs w:val="24"/>
        </w:rPr>
        <w:t xml:space="preserve"> ТП </w:t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Судаково</w:t>
      </w:r>
      <w:proofErr w:type="spellEnd"/>
      <w:r>
        <w:rPr>
          <w:sz w:val="24"/>
          <w:szCs w:val="24"/>
        </w:rPr>
        <w:t>»</w:t>
      </w:r>
      <w:r w:rsidRPr="004D4A7A">
        <w:rPr>
          <w:sz w:val="24"/>
          <w:szCs w:val="24"/>
        </w:rPr>
        <w:t xml:space="preserve"> ВЛ-10 кВ № 10</w:t>
      </w:r>
      <w:r>
        <w:rPr>
          <w:sz w:val="24"/>
          <w:szCs w:val="24"/>
        </w:rPr>
        <w:t>17</w:t>
      </w:r>
      <w:r w:rsidRPr="004D4A7A">
        <w:rPr>
          <w:sz w:val="24"/>
          <w:szCs w:val="24"/>
        </w:rPr>
        <w:t xml:space="preserve"> ПС «</w:t>
      </w:r>
      <w:r>
        <w:rPr>
          <w:sz w:val="24"/>
          <w:szCs w:val="24"/>
        </w:rPr>
        <w:t>Угра</w:t>
      </w:r>
      <w:r w:rsidRPr="004D4A7A">
        <w:rPr>
          <w:sz w:val="24"/>
          <w:szCs w:val="24"/>
        </w:rPr>
        <w:t xml:space="preserve">» </w:t>
      </w:r>
      <w:r>
        <w:rPr>
          <w:sz w:val="24"/>
          <w:szCs w:val="24"/>
        </w:rPr>
        <w:t>110</w:t>
      </w:r>
      <w:r w:rsidRPr="004D4A7A">
        <w:rPr>
          <w:sz w:val="24"/>
          <w:szCs w:val="24"/>
        </w:rPr>
        <w:t xml:space="preserve">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0,5 к</w:t>
      </w:r>
      <w:r w:rsidRPr="007762E6">
        <w:rPr>
          <w:sz w:val="24"/>
          <w:szCs w:val="24"/>
        </w:rPr>
        <w:t>м).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Предусмотреть замену существующего трансформатора 40кВА в </w:t>
      </w:r>
      <w:proofErr w:type="spellStart"/>
      <w:r>
        <w:rPr>
          <w:sz w:val="24"/>
          <w:szCs w:val="24"/>
        </w:rPr>
        <w:t>ТП-Судаково</w:t>
      </w:r>
      <w:proofErr w:type="spellEnd"/>
      <w:r>
        <w:rPr>
          <w:sz w:val="24"/>
          <w:szCs w:val="24"/>
        </w:rPr>
        <w:t xml:space="preserve">  на ТМГ-10/0,4 мощностью 63 </w:t>
      </w:r>
      <w:proofErr w:type="spellStart"/>
      <w:r>
        <w:rPr>
          <w:sz w:val="24"/>
          <w:szCs w:val="24"/>
        </w:rPr>
        <w:t>кВА</w:t>
      </w:r>
      <w:proofErr w:type="spellEnd"/>
      <w:r>
        <w:rPr>
          <w:sz w:val="24"/>
          <w:szCs w:val="24"/>
        </w:rPr>
        <w:t xml:space="preserve">. Выполнить замену автоматического выключателя в РУ-0,4кВ </w:t>
      </w:r>
      <w:proofErr w:type="spellStart"/>
      <w:r>
        <w:rPr>
          <w:sz w:val="24"/>
          <w:szCs w:val="24"/>
        </w:rPr>
        <w:t>ТП-Судаково</w:t>
      </w:r>
      <w:proofErr w:type="spellEnd"/>
      <w:r>
        <w:rPr>
          <w:sz w:val="24"/>
          <w:szCs w:val="24"/>
        </w:rPr>
        <w:t xml:space="preserve"> на ВЛ-0,4кВ №2.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>ТП «</w:t>
      </w:r>
      <w:proofErr w:type="spellStart"/>
      <w:r>
        <w:rPr>
          <w:sz w:val="24"/>
          <w:szCs w:val="24"/>
        </w:rPr>
        <w:t>Судаково</w:t>
      </w:r>
      <w:proofErr w:type="spellEnd"/>
      <w:r>
        <w:rPr>
          <w:sz w:val="24"/>
          <w:szCs w:val="24"/>
        </w:rPr>
        <w:t xml:space="preserve">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A233B" w:rsidRPr="008431D8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A233B" w:rsidRPr="00582E47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A233B" w:rsidRPr="00C903BE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A233B" w:rsidRPr="00510A35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2A233B" w:rsidRPr="00C92849" w:rsidRDefault="002A233B" w:rsidP="002A233B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A233B" w:rsidRDefault="002A233B">
      <w:r>
        <w:br w:type="page"/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/>
          <w:b/>
          <w:i/>
          <w:sz w:val="24"/>
          <w:szCs w:val="24"/>
          <w:u w:val="single"/>
        </w:rPr>
        <w:t>7-</w:t>
      </w:r>
      <w:r w:rsidRPr="00E21A80">
        <w:rPr>
          <w:rFonts w:ascii="Times New Roman" w:hAnsi="Times New Roman"/>
          <w:b/>
          <w:i/>
          <w:sz w:val="24"/>
          <w:szCs w:val="24"/>
          <w:u w:val="single"/>
        </w:rPr>
        <w:t>00</w:t>
      </w:r>
      <w:r>
        <w:rPr>
          <w:rFonts w:ascii="Times New Roman" w:hAnsi="Times New Roman"/>
          <w:b/>
          <w:i/>
          <w:sz w:val="24"/>
          <w:szCs w:val="24"/>
          <w:u w:val="single"/>
        </w:rPr>
        <w:t>190</w:t>
      </w:r>
      <w:r w:rsidRPr="00E21A80">
        <w:rPr>
          <w:rFonts w:ascii="Times New Roman" w:hAnsi="Times New Roman"/>
          <w:b/>
          <w:i/>
          <w:sz w:val="24"/>
          <w:szCs w:val="24"/>
          <w:u w:val="single"/>
        </w:rPr>
        <w:t>к</w:t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/>
          <w:sz w:val="24"/>
          <w:szCs w:val="24"/>
        </w:rPr>
        <w:t>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2A233B" w:rsidRPr="00712AE8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712AE8">
        <w:rPr>
          <w:rFonts w:ascii="Times New Roman" w:hAnsi="Times New Roman"/>
          <w:sz w:val="24"/>
          <w:szCs w:val="24"/>
          <w:u w:val="single"/>
        </w:rPr>
        <w:t>ВЛ</w:t>
      </w:r>
      <w:proofErr w:type="gramEnd"/>
      <w:r w:rsidRPr="00712AE8">
        <w:rPr>
          <w:rFonts w:ascii="Times New Roman" w:hAnsi="Times New Roman"/>
          <w:sz w:val="24"/>
          <w:szCs w:val="24"/>
          <w:u w:val="single"/>
        </w:rPr>
        <w:t xml:space="preserve"> 0,4кВ от </w:t>
      </w:r>
      <w:r w:rsidRPr="00AC0394">
        <w:rPr>
          <w:rFonts w:ascii="Times New Roman" w:hAnsi="Times New Roman"/>
          <w:sz w:val="24"/>
          <w:szCs w:val="24"/>
          <w:u w:val="single"/>
        </w:rPr>
        <w:t>КТП-10/0,4кВ «</w:t>
      </w:r>
      <w:proofErr w:type="spellStart"/>
      <w:r w:rsidRPr="00AC0394">
        <w:rPr>
          <w:rFonts w:ascii="Times New Roman" w:hAnsi="Times New Roman"/>
          <w:sz w:val="24"/>
          <w:szCs w:val="24"/>
          <w:u w:val="single"/>
        </w:rPr>
        <w:t>Новинское</w:t>
      </w:r>
      <w:proofErr w:type="spellEnd"/>
      <w:r w:rsidRPr="00AC0394">
        <w:rPr>
          <w:rFonts w:ascii="Times New Roman" w:hAnsi="Times New Roman"/>
          <w:sz w:val="24"/>
          <w:szCs w:val="24"/>
          <w:u w:val="single"/>
        </w:rPr>
        <w:t>»</w:t>
      </w:r>
      <w:r w:rsidRPr="00B630C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12AE8">
        <w:rPr>
          <w:rFonts w:ascii="Times New Roman" w:hAnsi="Times New Roman"/>
          <w:sz w:val="24"/>
          <w:szCs w:val="24"/>
          <w:u w:val="single"/>
        </w:rPr>
        <w:t>ВЛ-10кВ №10</w:t>
      </w:r>
      <w:r>
        <w:rPr>
          <w:rFonts w:ascii="Times New Roman" w:hAnsi="Times New Roman"/>
          <w:sz w:val="24"/>
          <w:szCs w:val="24"/>
          <w:u w:val="single"/>
        </w:rPr>
        <w:t>23</w:t>
      </w:r>
      <w:r w:rsidRPr="00712AE8">
        <w:rPr>
          <w:rFonts w:ascii="Times New Roman" w:hAnsi="Times New Roman"/>
          <w:sz w:val="24"/>
          <w:szCs w:val="24"/>
          <w:u w:val="single"/>
        </w:rPr>
        <w:t xml:space="preserve"> ПС «</w:t>
      </w:r>
      <w:r>
        <w:rPr>
          <w:rFonts w:ascii="Times New Roman" w:hAnsi="Times New Roman"/>
          <w:sz w:val="24"/>
          <w:szCs w:val="24"/>
          <w:u w:val="single"/>
        </w:rPr>
        <w:t>Гагарин</w:t>
      </w:r>
      <w:r w:rsidRPr="00712AE8">
        <w:rPr>
          <w:rFonts w:ascii="Times New Roman" w:hAnsi="Times New Roman"/>
          <w:sz w:val="24"/>
          <w:szCs w:val="24"/>
          <w:u w:val="single"/>
        </w:rPr>
        <w:t xml:space="preserve">»   </w:t>
      </w:r>
    </w:p>
    <w:p w:rsidR="002A233B" w:rsidRPr="00E21A80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2A233B" w:rsidRPr="00AC0394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/>
          <w:sz w:val="24"/>
          <w:szCs w:val="24"/>
        </w:rPr>
        <w:t xml:space="preserve">проектирование и </w:t>
      </w:r>
      <w:r w:rsidRPr="00E15AF9">
        <w:rPr>
          <w:rFonts w:ascii="Times New Roman" w:hAnsi="Times New Roman"/>
          <w:sz w:val="24"/>
          <w:szCs w:val="24"/>
        </w:rPr>
        <w:t xml:space="preserve">реконструкцию </w:t>
      </w:r>
      <w:proofErr w:type="gramStart"/>
      <w:r w:rsidRPr="00AC0394">
        <w:rPr>
          <w:rFonts w:ascii="Times New Roman" w:hAnsi="Times New Roman"/>
          <w:sz w:val="24"/>
          <w:szCs w:val="24"/>
        </w:rPr>
        <w:t>ВЛ</w:t>
      </w:r>
      <w:proofErr w:type="gramEnd"/>
      <w:r w:rsidRPr="00AC0394">
        <w:rPr>
          <w:rFonts w:ascii="Times New Roman" w:hAnsi="Times New Roman"/>
          <w:sz w:val="24"/>
          <w:szCs w:val="24"/>
        </w:rPr>
        <w:t xml:space="preserve"> 0,4кВ от КТП-10/0,4кВ «</w:t>
      </w:r>
      <w:proofErr w:type="spellStart"/>
      <w:r w:rsidRPr="00AC0394">
        <w:rPr>
          <w:rFonts w:ascii="Times New Roman" w:hAnsi="Times New Roman"/>
          <w:sz w:val="24"/>
          <w:szCs w:val="24"/>
        </w:rPr>
        <w:t>Новинское</w:t>
      </w:r>
      <w:proofErr w:type="spellEnd"/>
      <w:r w:rsidRPr="00AC0394">
        <w:rPr>
          <w:rFonts w:ascii="Times New Roman" w:hAnsi="Times New Roman"/>
          <w:sz w:val="24"/>
          <w:szCs w:val="24"/>
        </w:rPr>
        <w:t>» ВЛ-10кВ №1023 ПС «Гагарин» расположенной в:</w:t>
      </w:r>
    </w:p>
    <w:p w:rsidR="002A233B" w:rsidRPr="007762E6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49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5"/>
        <w:gridCol w:w="1522"/>
        <w:gridCol w:w="1522"/>
        <w:gridCol w:w="1296"/>
        <w:gridCol w:w="1176"/>
        <w:gridCol w:w="2260"/>
      </w:tblGrid>
      <w:tr w:rsidR="002A233B" w:rsidRPr="00474CB3" w:rsidTr="00AE79B0">
        <w:tc>
          <w:tcPr>
            <w:tcW w:w="907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810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810" w:type="pct"/>
            <w:vAlign w:val="center"/>
          </w:tcPr>
          <w:p w:rsidR="002A233B" w:rsidRPr="00E21A80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A80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45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622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74CB3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474CB3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205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A233B" w:rsidRPr="00474CB3" w:rsidTr="00AE79B0">
        <w:tc>
          <w:tcPr>
            <w:tcW w:w="907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Гагаринский</w:t>
            </w:r>
            <w:proofErr w:type="spellEnd"/>
          </w:p>
        </w:tc>
        <w:tc>
          <w:tcPr>
            <w:tcW w:w="810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755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/>
                <w:sz w:val="24"/>
                <w:szCs w:val="24"/>
              </w:rPr>
              <w:t>Никольское</w:t>
            </w:r>
          </w:p>
        </w:tc>
        <w:tc>
          <w:tcPr>
            <w:tcW w:w="645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360766619</w:t>
            </w:r>
          </w:p>
        </w:tc>
        <w:tc>
          <w:tcPr>
            <w:tcW w:w="622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0C">
              <w:rPr>
                <w:rFonts w:ascii="Times New Roman" w:hAnsi="Times New Roman"/>
                <w:sz w:val="24"/>
                <w:szCs w:val="24"/>
              </w:rPr>
              <w:t>1200</w:t>
            </w:r>
            <w:r>
              <w:rPr>
                <w:rFonts w:ascii="Times New Roman" w:hAnsi="Times New Roman"/>
                <w:sz w:val="24"/>
                <w:szCs w:val="24"/>
              </w:rPr>
              <w:t>5729</w:t>
            </w:r>
          </w:p>
        </w:tc>
        <w:tc>
          <w:tcPr>
            <w:tcW w:w="1205" w:type="pct"/>
            <w:vAlign w:val="center"/>
          </w:tcPr>
          <w:p w:rsidR="002A233B" w:rsidRPr="0077110C" w:rsidRDefault="002A233B" w:rsidP="00AE79B0">
            <w:pPr>
              <w:widowControl w:val="0"/>
              <w:tabs>
                <w:tab w:val="num" w:pos="644"/>
                <w:tab w:val="num" w:pos="14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C0394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AC0394">
              <w:rPr>
                <w:rFonts w:ascii="Times New Roman" w:hAnsi="Times New Roman"/>
                <w:sz w:val="24"/>
                <w:szCs w:val="24"/>
              </w:rPr>
              <w:t xml:space="preserve"> - 0,4 кВ от ВЛ - 10 кВ №1023 ПС Гагарин</w:t>
            </w:r>
          </w:p>
        </w:tc>
      </w:tr>
    </w:tbl>
    <w:p w:rsidR="002A233B" w:rsidRPr="007762E6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A233B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2A233B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2A233B" w:rsidRPr="00474CB3" w:rsidTr="00AE79B0">
        <w:tc>
          <w:tcPr>
            <w:tcW w:w="255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A233B" w:rsidRPr="00474CB3" w:rsidTr="00AE79B0">
        <w:tc>
          <w:tcPr>
            <w:tcW w:w="255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2A233B" w:rsidRPr="00B630C0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40372949</w:t>
            </w:r>
          </w:p>
        </w:tc>
        <w:tc>
          <w:tcPr>
            <w:tcW w:w="731" w:type="pct"/>
            <w:vAlign w:val="center"/>
          </w:tcPr>
          <w:p w:rsidR="002A233B" w:rsidRPr="00B630C0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11.07.2011</w:t>
            </w:r>
          </w:p>
        </w:tc>
        <w:tc>
          <w:tcPr>
            <w:tcW w:w="909" w:type="pct"/>
            <w:vAlign w:val="center"/>
          </w:tcPr>
          <w:p w:rsidR="002A233B" w:rsidRPr="00AC0394" w:rsidRDefault="002A233B" w:rsidP="00AE79B0">
            <w:pPr>
              <w:widowControl w:val="0"/>
              <w:autoSpaceDE w:val="0"/>
              <w:autoSpaceDN w:val="0"/>
              <w:spacing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Ефимова З.Н.</w:t>
            </w:r>
          </w:p>
        </w:tc>
        <w:tc>
          <w:tcPr>
            <w:tcW w:w="733" w:type="pct"/>
            <w:vAlign w:val="center"/>
          </w:tcPr>
          <w:p w:rsidR="002A233B" w:rsidRPr="00AC0394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C0394"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Pr="00AC0394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C0394">
              <w:rPr>
                <w:sz w:val="24"/>
                <w:szCs w:val="24"/>
              </w:rPr>
              <w:t>5,0</w:t>
            </w:r>
          </w:p>
        </w:tc>
        <w:tc>
          <w:tcPr>
            <w:tcW w:w="813" w:type="pct"/>
            <w:vAlign w:val="center"/>
          </w:tcPr>
          <w:p w:rsidR="002A233B" w:rsidRPr="00AC0394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C0394">
              <w:rPr>
                <w:sz w:val="24"/>
                <w:szCs w:val="24"/>
              </w:rPr>
              <w:t>0,23</w:t>
            </w:r>
          </w:p>
        </w:tc>
      </w:tr>
    </w:tbl>
    <w:p w:rsidR="002A233B" w:rsidRPr="007762E6" w:rsidRDefault="002A233B" w:rsidP="002A23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A233B" w:rsidRPr="007762E6" w:rsidRDefault="002A233B" w:rsidP="002A23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2A233B" w:rsidRPr="007762E6" w:rsidRDefault="002A233B" w:rsidP="002A23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A233B" w:rsidRPr="007762E6" w:rsidRDefault="002A233B" w:rsidP="002A233B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4"/>
        <w:gridCol w:w="4737"/>
      </w:tblGrid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74CB3">
              <w:rPr>
                <w:sz w:val="24"/>
                <w:szCs w:val="24"/>
              </w:rPr>
              <w:t>км</w:t>
            </w:r>
            <w:proofErr w:type="gramEnd"/>
            <w:r w:rsidRPr="00474CB3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проект</w:t>
            </w:r>
            <w:proofErr w:type="gramStart"/>
            <w:r w:rsidRPr="00474CB3">
              <w:rPr>
                <w:sz w:val="24"/>
                <w:szCs w:val="24"/>
              </w:rPr>
              <w:t>.</w:t>
            </w:r>
            <w:proofErr w:type="gramEnd"/>
            <w:r w:rsidRPr="00474CB3">
              <w:rPr>
                <w:sz w:val="24"/>
                <w:szCs w:val="24"/>
              </w:rPr>
              <w:t xml:space="preserve"> </w:t>
            </w:r>
            <w:proofErr w:type="gramStart"/>
            <w:r w:rsidRPr="00474CB3">
              <w:rPr>
                <w:sz w:val="24"/>
                <w:szCs w:val="24"/>
              </w:rPr>
              <w:t>п</w:t>
            </w:r>
            <w:proofErr w:type="gramEnd"/>
            <w:r w:rsidRPr="00474CB3">
              <w:rPr>
                <w:sz w:val="24"/>
                <w:szCs w:val="24"/>
              </w:rPr>
              <w:t>ровода (кабеля)</w:t>
            </w:r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997209">
        <w:rPr>
          <w:sz w:val="24"/>
          <w:szCs w:val="24"/>
        </w:rPr>
        <w:t xml:space="preserve">Запроектировать и построить </w:t>
      </w:r>
      <w:proofErr w:type="gramStart"/>
      <w:r w:rsidRPr="00997209">
        <w:rPr>
          <w:sz w:val="24"/>
          <w:szCs w:val="24"/>
        </w:rPr>
        <w:t>ВЛ</w:t>
      </w:r>
      <w:proofErr w:type="gramEnd"/>
      <w:r w:rsidRPr="00997209">
        <w:rPr>
          <w:sz w:val="24"/>
          <w:szCs w:val="24"/>
        </w:rPr>
        <w:t xml:space="preserve"> 0,4 кВ с применением самонесущего изолированного провода </w:t>
      </w:r>
      <w:r>
        <w:rPr>
          <w:sz w:val="24"/>
          <w:szCs w:val="24"/>
        </w:rPr>
        <w:t xml:space="preserve">в двухпроводном исполнении </w:t>
      </w:r>
      <w:r w:rsidRPr="00997209">
        <w:rPr>
          <w:sz w:val="24"/>
          <w:szCs w:val="24"/>
        </w:rPr>
        <w:t>от опоры №</w:t>
      </w:r>
      <w:r>
        <w:rPr>
          <w:sz w:val="24"/>
          <w:szCs w:val="24"/>
        </w:rPr>
        <w:t xml:space="preserve">13 ВЛ 0,4кВ №1 </w:t>
      </w:r>
      <w:r w:rsidRPr="00AC0394">
        <w:rPr>
          <w:sz w:val="24"/>
          <w:szCs w:val="24"/>
        </w:rPr>
        <w:t>КТП-10/0,4кВ «</w:t>
      </w:r>
      <w:proofErr w:type="spellStart"/>
      <w:r w:rsidRPr="00AC0394">
        <w:rPr>
          <w:sz w:val="24"/>
          <w:szCs w:val="24"/>
        </w:rPr>
        <w:t>Новинское</w:t>
      </w:r>
      <w:proofErr w:type="spellEnd"/>
      <w:r w:rsidRPr="00AC0394">
        <w:rPr>
          <w:sz w:val="24"/>
          <w:szCs w:val="24"/>
        </w:rPr>
        <w:t xml:space="preserve">» </w:t>
      </w:r>
      <w:r w:rsidRPr="00997209">
        <w:rPr>
          <w:sz w:val="24"/>
          <w:szCs w:val="24"/>
        </w:rPr>
        <w:t>до границы территории заявителя</w:t>
      </w:r>
      <w:r>
        <w:rPr>
          <w:sz w:val="24"/>
          <w:szCs w:val="24"/>
        </w:rPr>
        <w:t xml:space="preserve"> (0,08км)</w:t>
      </w:r>
      <w:r w:rsidRPr="00997209">
        <w:rPr>
          <w:sz w:val="24"/>
          <w:szCs w:val="24"/>
        </w:rPr>
        <w:t xml:space="preserve">. </w:t>
      </w:r>
    </w:p>
    <w:p w:rsidR="002A233B" w:rsidRPr="00811465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 xml:space="preserve">Проверить марку и сечение провода </w:t>
      </w:r>
      <w:proofErr w:type="gramStart"/>
      <w:r w:rsidRPr="00811465">
        <w:rPr>
          <w:sz w:val="24"/>
          <w:szCs w:val="24"/>
        </w:rPr>
        <w:t>ВЛ</w:t>
      </w:r>
      <w:proofErr w:type="gramEnd"/>
      <w:r w:rsidRPr="00811465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811465">
        <w:rPr>
          <w:sz w:val="24"/>
          <w:szCs w:val="24"/>
        </w:rPr>
        <w:t xml:space="preserve"> </w:t>
      </w:r>
      <w:r w:rsidRPr="00AC0394">
        <w:rPr>
          <w:sz w:val="24"/>
          <w:szCs w:val="24"/>
        </w:rPr>
        <w:t>КТП-10/0,4кВ «</w:t>
      </w:r>
      <w:proofErr w:type="spellStart"/>
      <w:r w:rsidRPr="00AC0394">
        <w:rPr>
          <w:sz w:val="24"/>
          <w:szCs w:val="24"/>
        </w:rPr>
        <w:t>Новинское</w:t>
      </w:r>
      <w:proofErr w:type="spellEnd"/>
      <w:r w:rsidRPr="00AC0394">
        <w:rPr>
          <w:sz w:val="24"/>
          <w:szCs w:val="24"/>
        </w:rPr>
        <w:t xml:space="preserve">» </w:t>
      </w:r>
      <w:r w:rsidRPr="00811465">
        <w:rPr>
          <w:sz w:val="24"/>
          <w:szCs w:val="24"/>
        </w:rPr>
        <w:t>на пропуск нагрузки по ней.</w:t>
      </w:r>
    </w:p>
    <w:p w:rsidR="002A233B" w:rsidRPr="00E21A80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997209">
        <w:rPr>
          <w:sz w:val="24"/>
          <w:szCs w:val="24"/>
        </w:rPr>
        <w:t xml:space="preserve">Провод на магистрали или линейном ответвлении </w:t>
      </w:r>
      <w:proofErr w:type="gramStart"/>
      <w:r w:rsidRPr="00997209">
        <w:rPr>
          <w:sz w:val="24"/>
          <w:szCs w:val="24"/>
        </w:rPr>
        <w:t>ВЛ</w:t>
      </w:r>
      <w:proofErr w:type="gramEnd"/>
      <w:r w:rsidRPr="00997209">
        <w:rPr>
          <w:sz w:val="24"/>
          <w:szCs w:val="24"/>
        </w:rPr>
        <w:t xml:space="preserve"> - 0,4кВ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2A233B" w:rsidRPr="00E21A80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E21A80">
        <w:rPr>
          <w:sz w:val="24"/>
          <w:szCs w:val="24"/>
        </w:rPr>
        <w:t>Сечение проводов на магистралях должно быть не менее 70мм</w:t>
      </w:r>
      <w:r w:rsidRPr="00E21A80">
        <w:rPr>
          <w:sz w:val="24"/>
          <w:szCs w:val="24"/>
          <w:vertAlign w:val="superscript"/>
        </w:rPr>
        <w:t>2</w:t>
      </w:r>
      <w:r w:rsidRPr="00E21A80">
        <w:rPr>
          <w:sz w:val="24"/>
          <w:szCs w:val="24"/>
        </w:rPr>
        <w:t>.</w:t>
      </w:r>
    </w:p>
    <w:p w:rsidR="002A233B" w:rsidRPr="00E21A80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E21A80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2A233B" w:rsidRPr="00E21A80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E21A80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2A233B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A233B" w:rsidRPr="0077110C" w:rsidRDefault="002A233B" w:rsidP="002A233B">
      <w:pPr>
        <w:pStyle w:val="a4"/>
        <w:numPr>
          <w:ilvl w:val="1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C413AF">
        <w:rPr>
          <w:sz w:val="24"/>
          <w:szCs w:val="24"/>
        </w:rPr>
        <w:t xml:space="preserve">В </w:t>
      </w:r>
      <w:r w:rsidRPr="00AC0394">
        <w:rPr>
          <w:sz w:val="24"/>
          <w:szCs w:val="24"/>
        </w:rPr>
        <w:t>КТП-10/0,4кВ «</w:t>
      </w:r>
      <w:proofErr w:type="spellStart"/>
      <w:r w:rsidRPr="00AC0394">
        <w:rPr>
          <w:sz w:val="24"/>
          <w:szCs w:val="24"/>
        </w:rPr>
        <w:t>Новинское</w:t>
      </w:r>
      <w:proofErr w:type="spellEnd"/>
      <w:r w:rsidRPr="00AC0394">
        <w:rPr>
          <w:sz w:val="24"/>
          <w:szCs w:val="24"/>
        </w:rPr>
        <w:t xml:space="preserve">» </w:t>
      </w:r>
      <w:r w:rsidRPr="00C413AF">
        <w:rPr>
          <w:sz w:val="24"/>
          <w:szCs w:val="24"/>
        </w:rPr>
        <w:t>выполнить</w:t>
      </w:r>
      <w:r w:rsidRPr="0077110C">
        <w:rPr>
          <w:bCs/>
          <w:sz w:val="24"/>
          <w:szCs w:val="24"/>
        </w:rPr>
        <w:t xml:space="preserve"> проверку пускозащитной аппаратуры 0,4кВ.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A233B" w:rsidRPr="00E21A80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A233B" w:rsidRPr="00E21A80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A233B" w:rsidRPr="00E21A80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Выполнить раздел «Конструктивные и технологические решения».</w:t>
      </w:r>
    </w:p>
    <w:p w:rsidR="002A233B" w:rsidRPr="00E21A80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 xml:space="preserve">Для безопасной эксплуатации </w:t>
      </w:r>
      <w:proofErr w:type="gramStart"/>
      <w:r w:rsidRPr="00E21A80">
        <w:rPr>
          <w:sz w:val="24"/>
          <w:szCs w:val="24"/>
        </w:rPr>
        <w:t>проектируемых</w:t>
      </w:r>
      <w:proofErr w:type="gramEnd"/>
      <w:r w:rsidRPr="00E21A80">
        <w:rPr>
          <w:sz w:val="24"/>
          <w:szCs w:val="24"/>
        </w:rPr>
        <w:t xml:space="preserve"> ВЛ-</w:t>
      </w:r>
      <w:r>
        <w:rPr>
          <w:sz w:val="24"/>
          <w:szCs w:val="24"/>
        </w:rPr>
        <w:t>0,4</w:t>
      </w:r>
      <w:r w:rsidRPr="00E21A80">
        <w:rPr>
          <w:sz w:val="24"/>
          <w:szCs w:val="24"/>
        </w:rPr>
        <w:t>кВ предусмотреть:</w:t>
      </w:r>
    </w:p>
    <w:p w:rsidR="002A233B" w:rsidRPr="00E21A80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E21A80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2A233B" w:rsidRPr="00E21A80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A233B" w:rsidRPr="0063069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A233B" w:rsidRPr="00E56542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56542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A233B" w:rsidRPr="00E15AF9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15AF9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A233B" w:rsidRPr="00345A8B" w:rsidRDefault="002A233B" w:rsidP="002A233B">
      <w:pPr>
        <w:pStyle w:val="a4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45A8B">
        <w:rPr>
          <w:b/>
          <w:sz w:val="24"/>
          <w:szCs w:val="24"/>
        </w:rPr>
        <w:t>Требуемые сроки выполнения работ.</w:t>
      </w:r>
    </w:p>
    <w:p w:rsidR="002A233B" w:rsidRPr="00345A8B" w:rsidRDefault="002A233B" w:rsidP="002A233B">
      <w:pPr>
        <w:pStyle w:val="a4"/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345A8B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 месяцев</w:t>
      </w:r>
      <w:r w:rsidRPr="00345A8B">
        <w:rPr>
          <w:sz w:val="24"/>
          <w:szCs w:val="24"/>
        </w:rPr>
        <w:t xml:space="preserve"> с момента заключения Договора.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A233B" w:rsidRPr="00345A8B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b/>
          <w:sz w:val="24"/>
          <w:szCs w:val="24"/>
        </w:rPr>
      </w:pPr>
      <w:r w:rsidRPr="00345A8B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</w:t>
      </w:r>
      <w:r>
        <w:rPr>
          <w:b/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A233B" w:rsidRPr="00687E11" w:rsidRDefault="002A233B" w:rsidP="002A233B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687E11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A233B" w:rsidRDefault="002A233B">
      <w:r>
        <w:br w:type="page"/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</w:t>
      </w:r>
      <w:r w:rsidRPr="00874EA5">
        <w:rPr>
          <w:rFonts w:ascii="Times New Roman" w:hAnsi="Times New Roman"/>
          <w:b/>
          <w:i/>
          <w:sz w:val="24"/>
          <w:szCs w:val="24"/>
          <w:u w:val="single"/>
        </w:rPr>
        <w:t xml:space="preserve">81-16-7-00196 </w:t>
      </w:r>
      <w:proofErr w:type="gramStart"/>
      <w:r w:rsidRPr="00874EA5">
        <w:rPr>
          <w:rFonts w:ascii="Times New Roman" w:hAnsi="Times New Roman"/>
          <w:b/>
          <w:i/>
          <w:sz w:val="24"/>
          <w:szCs w:val="24"/>
          <w:u w:val="single"/>
        </w:rPr>
        <w:t>к</w:t>
      </w:r>
      <w:proofErr w:type="gramEnd"/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/>
          <w:sz w:val="24"/>
          <w:szCs w:val="24"/>
        </w:rPr>
        <w:t>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2A233B" w:rsidRPr="00F40872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F40872">
        <w:rPr>
          <w:rFonts w:ascii="Times New Roman" w:hAnsi="Times New Roman"/>
          <w:sz w:val="24"/>
          <w:szCs w:val="24"/>
          <w:u w:val="single"/>
        </w:rPr>
        <w:t>ВЛ</w:t>
      </w:r>
      <w:proofErr w:type="gramEnd"/>
      <w:r w:rsidRPr="00F40872">
        <w:rPr>
          <w:rFonts w:ascii="Times New Roman" w:hAnsi="Times New Roman"/>
          <w:sz w:val="24"/>
          <w:szCs w:val="24"/>
          <w:u w:val="single"/>
        </w:rPr>
        <w:t xml:space="preserve"> 0,4кВ от </w:t>
      </w:r>
      <w:r w:rsidRPr="00874EA5">
        <w:rPr>
          <w:rFonts w:ascii="Times New Roman" w:hAnsi="Times New Roman"/>
          <w:sz w:val="24"/>
          <w:szCs w:val="24"/>
          <w:u w:val="single"/>
        </w:rPr>
        <w:t>ТП-10/0,4 кВ №10 «</w:t>
      </w:r>
      <w:proofErr w:type="spellStart"/>
      <w:r w:rsidRPr="00874EA5">
        <w:rPr>
          <w:rFonts w:ascii="Times New Roman" w:hAnsi="Times New Roman"/>
          <w:sz w:val="24"/>
          <w:szCs w:val="24"/>
          <w:u w:val="single"/>
        </w:rPr>
        <w:t>Баскаково</w:t>
      </w:r>
      <w:proofErr w:type="spellEnd"/>
      <w:r w:rsidRPr="00874EA5">
        <w:rPr>
          <w:rFonts w:ascii="Times New Roman" w:hAnsi="Times New Roman"/>
          <w:sz w:val="24"/>
          <w:szCs w:val="24"/>
          <w:u w:val="single"/>
        </w:rPr>
        <w:t>»</w:t>
      </w:r>
      <w:r w:rsidRPr="009051A4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ВЛ-1002</w:t>
      </w:r>
      <w:r w:rsidRPr="00E703F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74EA5">
        <w:rPr>
          <w:rFonts w:ascii="Times New Roman" w:hAnsi="Times New Roman"/>
          <w:sz w:val="24"/>
          <w:szCs w:val="24"/>
          <w:u w:val="single"/>
        </w:rPr>
        <w:t>РП «</w:t>
      </w:r>
      <w:proofErr w:type="spellStart"/>
      <w:r w:rsidRPr="00874EA5">
        <w:rPr>
          <w:rFonts w:ascii="Times New Roman" w:hAnsi="Times New Roman"/>
          <w:sz w:val="24"/>
          <w:szCs w:val="24"/>
          <w:u w:val="single"/>
        </w:rPr>
        <w:t>Серго-Ивановское</w:t>
      </w:r>
      <w:proofErr w:type="spellEnd"/>
      <w:r w:rsidRPr="00874EA5">
        <w:rPr>
          <w:rFonts w:ascii="Times New Roman" w:hAnsi="Times New Roman"/>
          <w:sz w:val="24"/>
          <w:szCs w:val="24"/>
          <w:u w:val="single"/>
        </w:rPr>
        <w:t>»</w:t>
      </w:r>
    </w:p>
    <w:p w:rsidR="002A233B" w:rsidRPr="00E523BE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2A233B" w:rsidRPr="008C45D4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проектирование и </w:t>
      </w:r>
      <w:r w:rsidRPr="00E523BE">
        <w:rPr>
          <w:rFonts w:ascii="Times New Roman" w:hAnsi="Times New Roman"/>
          <w:sz w:val="24"/>
          <w:szCs w:val="24"/>
        </w:rPr>
        <w:t xml:space="preserve">строительство </w:t>
      </w:r>
      <w:proofErr w:type="gramStart"/>
      <w:r w:rsidRPr="00874EA5">
        <w:rPr>
          <w:rFonts w:ascii="Times New Roman" w:hAnsi="Times New Roman"/>
          <w:sz w:val="24"/>
          <w:szCs w:val="24"/>
        </w:rPr>
        <w:t>ВЛ</w:t>
      </w:r>
      <w:proofErr w:type="gramEnd"/>
      <w:r w:rsidRPr="00874EA5">
        <w:rPr>
          <w:rFonts w:ascii="Times New Roman" w:hAnsi="Times New Roman"/>
          <w:sz w:val="24"/>
          <w:szCs w:val="24"/>
        </w:rPr>
        <w:t xml:space="preserve"> 0,4кВ от ТП-10/0,4 кВ №10 «</w:t>
      </w:r>
      <w:proofErr w:type="spellStart"/>
      <w:r w:rsidRPr="00874EA5">
        <w:rPr>
          <w:rFonts w:ascii="Times New Roman" w:hAnsi="Times New Roman"/>
          <w:sz w:val="24"/>
          <w:szCs w:val="24"/>
        </w:rPr>
        <w:t>Баскаково</w:t>
      </w:r>
      <w:proofErr w:type="spellEnd"/>
      <w:r w:rsidRPr="00874EA5">
        <w:rPr>
          <w:rFonts w:ascii="Times New Roman" w:hAnsi="Times New Roman"/>
          <w:sz w:val="24"/>
          <w:szCs w:val="24"/>
        </w:rPr>
        <w:t>» ВЛ-1002 РП «</w:t>
      </w:r>
      <w:proofErr w:type="spellStart"/>
      <w:r w:rsidRPr="00874EA5">
        <w:rPr>
          <w:rFonts w:ascii="Times New Roman" w:hAnsi="Times New Roman"/>
          <w:sz w:val="24"/>
          <w:szCs w:val="24"/>
        </w:rPr>
        <w:t>Серго-Ивановское</w:t>
      </w:r>
      <w:proofErr w:type="spellEnd"/>
      <w:r w:rsidRPr="00874EA5">
        <w:rPr>
          <w:rFonts w:ascii="Times New Roman" w:hAnsi="Times New Roman"/>
          <w:sz w:val="24"/>
          <w:szCs w:val="24"/>
        </w:rPr>
        <w:t>», расположенной в:</w:t>
      </w:r>
    </w:p>
    <w:p w:rsidR="002A233B" w:rsidRPr="007762E6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67"/>
        <w:gridCol w:w="1524"/>
        <w:gridCol w:w="2179"/>
        <w:gridCol w:w="1308"/>
        <w:gridCol w:w="1378"/>
        <w:gridCol w:w="1715"/>
      </w:tblGrid>
      <w:tr w:rsidR="002A233B" w:rsidRPr="005D1F41" w:rsidTr="00AE79B0">
        <w:tc>
          <w:tcPr>
            <w:tcW w:w="866" w:type="pct"/>
          </w:tcPr>
          <w:p w:rsidR="002A233B" w:rsidRPr="005D1F41" w:rsidRDefault="002A233B" w:rsidP="00AE7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F41">
              <w:rPr>
                <w:rFonts w:ascii="Times New Roman" w:hAnsi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2A233B" w:rsidRPr="005D1F41" w:rsidRDefault="002A233B" w:rsidP="00AE7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F41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2A233B" w:rsidRPr="005D1F41" w:rsidRDefault="002A233B" w:rsidP="00AE7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819" w:type="pct"/>
          </w:tcPr>
          <w:p w:rsidR="002A233B" w:rsidRPr="005D1F41" w:rsidRDefault="002A233B" w:rsidP="00AE7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F41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2A233B" w:rsidRPr="005D1F41" w:rsidRDefault="002A233B" w:rsidP="00AE7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F41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5D1F41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5D1F41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</w:tcPr>
          <w:p w:rsidR="002A233B" w:rsidRPr="005D1F41" w:rsidRDefault="002A233B" w:rsidP="00AE7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F41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A233B" w:rsidRPr="005D1F41" w:rsidTr="00AE79B0">
        <w:trPr>
          <w:trHeight w:val="890"/>
        </w:trPr>
        <w:tc>
          <w:tcPr>
            <w:tcW w:w="866" w:type="pct"/>
            <w:vAlign w:val="center"/>
          </w:tcPr>
          <w:p w:rsidR="002A233B" w:rsidRPr="005D1F41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F41">
              <w:rPr>
                <w:rFonts w:ascii="Times New Roman" w:hAnsi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  <w:vAlign w:val="center"/>
          </w:tcPr>
          <w:p w:rsidR="002A233B" w:rsidRPr="005D1F41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Гагарин</w:t>
            </w:r>
            <w:r w:rsidRPr="005D1F41"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spellEnd"/>
          </w:p>
        </w:tc>
        <w:tc>
          <w:tcPr>
            <w:tcW w:w="820" w:type="pct"/>
            <w:vAlign w:val="center"/>
          </w:tcPr>
          <w:p w:rsidR="002A233B" w:rsidRPr="005D1F41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EA5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874EA5">
              <w:rPr>
                <w:rFonts w:ascii="Times New Roman" w:hAnsi="Times New Roman"/>
                <w:sz w:val="24"/>
                <w:szCs w:val="24"/>
              </w:rPr>
              <w:t>Баскаково</w:t>
            </w:r>
            <w:proofErr w:type="spellEnd"/>
            <w:r w:rsidRPr="00874EA5">
              <w:rPr>
                <w:rFonts w:ascii="Times New Roman" w:hAnsi="Times New Roman"/>
                <w:sz w:val="24"/>
                <w:szCs w:val="24"/>
              </w:rPr>
              <w:t>, ул. Административная</w:t>
            </w:r>
          </w:p>
        </w:tc>
        <w:tc>
          <w:tcPr>
            <w:tcW w:w="819" w:type="pct"/>
            <w:vAlign w:val="center"/>
          </w:tcPr>
          <w:p w:rsidR="002A233B" w:rsidRPr="005D1F41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366357219</w:t>
            </w:r>
          </w:p>
        </w:tc>
        <w:tc>
          <w:tcPr>
            <w:tcW w:w="819" w:type="pct"/>
            <w:vAlign w:val="center"/>
          </w:tcPr>
          <w:p w:rsidR="002A233B" w:rsidRPr="005D1F41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12004525</w:t>
            </w:r>
          </w:p>
        </w:tc>
        <w:tc>
          <w:tcPr>
            <w:tcW w:w="818" w:type="pct"/>
            <w:vAlign w:val="center"/>
          </w:tcPr>
          <w:p w:rsidR="002A233B" w:rsidRPr="005D1F41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C45D4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8C45D4">
              <w:rPr>
                <w:rFonts w:ascii="Times New Roman" w:hAnsi="Times New Roman"/>
                <w:sz w:val="24"/>
                <w:szCs w:val="24"/>
              </w:rPr>
              <w:t xml:space="preserve"> - 0,4 кВ от ВЛ - 10 кВ №1019 ПС Туманово</w:t>
            </w:r>
          </w:p>
        </w:tc>
      </w:tr>
    </w:tbl>
    <w:p w:rsidR="002A233B" w:rsidRPr="007762E6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2A233B" w:rsidRDefault="002A233B" w:rsidP="002A233B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265"/>
        <w:gridCol w:w="1719"/>
        <w:gridCol w:w="1558"/>
        <w:gridCol w:w="1558"/>
        <w:gridCol w:w="1556"/>
      </w:tblGrid>
      <w:tr w:rsidR="002A233B" w:rsidRPr="005D1F41" w:rsidTr="00AE79B0">
        <w:tc>
          <w:tcPr>
            <w:tcW w:w="255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61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98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A233B" w:rsidRPr="005D1F41" w:rsidTr="00AE79B0">
        <w:trPr>
          <w:trHeight w:val="343"/>
        </w:trPr>
        <w:tc>
          <w:tcPr>
            <w:tcW w:w="255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2A233B" w:rsidRPr="005C5237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29.03.2012</w:t>
            </w:r>
          </w:p>
        </w:tc>
        <w:tc>
          <w:tcPr>
            <w:tcW w:w="661" w:type="pct"/>
            <w:vAlign w:val="center"/>
          </w:tcPr>
          <w:p w:rsidR="002A233B" w:rsidRPr="009051A4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EA5">
              <w:rPr>
                <w:rFonts w:ascii="Times New Roman" w:hAnsi="Times New Roman"/>
                <w:sz w:val="24"/>
                <w:szCs w:val="24"/>
              </w:rPr>
              <w:t>40529192</w:t>
            </w:r>
          </w:p>
        </w:tc>
        <w:tc>
          <w:tcPr>
            <w:tcW w:w="898" w:type="pct"/>
            <w:vAlign w:val="center"/>
          </w:tcPr>
          <w:p w:rsidR="002A233B" w:rsidRPr="005C5237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EA5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874EA5">
              <w:rPr>
                <w:rFonts w:ascii="Times New Roman" w:hAnsi="Times New Roman"/>
                <w:sz w:val="24"/>
                <w:szCs w:val="24"/>
              </w:rPr>
              <w:t>Баскаковская</w:t>
            </w:r>
            <w:proofErr w:type="spellEnd"/>
            <w:r w:rsidRPr="00874EA5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814" w:type="pct"/>
            <w:vAlign w:val="center"/>
          </w:tcPr>
          <w:p w:rsidR="002A233B" w:rsidRPr="009051A4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EA5">
              <w:rPr>
                <w:rFonts w:ascii="Times New Roman" w:hAnsi="Times New Roman"/>
                <w:sz w:val="24"/>
                <w:szCs w:val="24"/>
              </w:rPr>
              <w:t>блочная модульная газовая котельная</w:t>
            </w:r>
          </w:p>
        </w:tc>
        <w:tc>
          <w:tcPr>
            <w:tcW w:w="814" w:type="pct"/>
            <w:vAlign w:val="center"/>
          </w:tcPr>
          <w:p w:rsidR="002A233B" w:rsidRPr="009051A4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9051A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13" w:type="pct"/>
            <w:vAlign w:val="center"/>
          </w:tcPr>
          <w:p w:rsidR="002A233B" w:rsidRPr="005C5237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0,4</w:t>
            </w:r>
          </w:p>
        </w:tc>
      </w:tr>
    </w:tbl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A233B" w:rsidRPr="007762E6" w:rsidRDefault="002A233B" w:rsidP="002A23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2A233B" w:rsidRPr="007762E6" w:rsidRDefault="002A233B" w:rsidP="002A23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A233B" w:rsidRPr="007762E6" w:rsidRDefault="002A233B" w:rsidP="002A233B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1"/>
        <w:gridCol w:w="4740"/>
      </w:tblGrid>
      <w:tr w:rsidR="002A233B" w:rsidRPr="005D1F41" w:rsidTr="00AE79B0">
        <w:tc>
          <w:tcPr>
            <w:tcW w:w="5068" w:type="dxa"/>
          </w:tcPr>
          <w:p w:rsidR="002A233B" w:rsidRPr="005D1F41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>Напряжение ВЛИ</w:t>
            </w:r>
            <w:proofErr w:type="gramStart"/>
            <w:r w:rsidRPr="005D1F41">
              <w:rPr>
                <w:sz w:val="24"/>
                <w:szCs w:val="24"/>
              </w:rPr>
              <w:t xml:space="preserve"> ,</w:t>
            </w:r>
            <w:proofErr w:type="gramEnd"/>
            <w:r w:rsidRPr="005D1F41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2A233B" w:rsidRPr="005D1F41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>0,4</w:t>
            </w:r>
          </w:p>
        </w:tc>
      </w:tr>
      <w:tr w:rsidR="002A233B" w:rsidRPr="005D1F41" w:rsidTr="00AE79B0">
        <w:tc>
          <w:tcPr>
            <w:tcW w:w="5068" w:type="dxa"/>
          </w:tcPr>
          <w:p w:rsidR="002A233B" w:rsidRPr="005D1F41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5D1F41">
              <w:rPr>
                <w:sz w:val="24"/>
                <w:szCs w:val="24"/>
              </w:rPr>
              <w:t>км</w:t>
            </w:r>
            <w:proofErr w:type="gramEnd"/>
            <w:r w:rsidRPr="005D1F41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A233B" w:rsidRPr="005D1F41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</w:t>
            </w:r>
          </w:p>
        </w:tc>
      </w:tr>
      <w:tr w:rsidR="002A233B" w:rsidRPr="005D1F41" w:rsidTr="00AE79B0">
        <w:tc>
          <w:tcPr>
            <w:tcW w:w="5068" w:type="dxa"/>
          </w:tcPr>
          <w:p w:rsidR="002A233B" w:rsidRPr="005D1F41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2A233B" w:rsidRPr="005D1F41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 xml:space="preserve">СИП-2 ГОСТ </w:t>
            </w:r>
            <w:proofErr w:type="gramStart"/>
            <w:r w:rsidRPr="005D1F41">
              <w:rPr>
                <w:sz w:val="24"/>
                <w:szCs w:val="24"/>
              </w:rPr>
              <w:t>Р</w:t>
            </w:r>
            <w:proofErr w:type="gramEnd"/>
            <w:r w:rsidRPr="005D1F41">
              <w:rPr>
                <w:sz w:val="24"/>
                <w:szCs w:val="24"/>
              </w:rPr>
              <w:t xml:space="preserve"> 52373-2005</w:t>
            </w:r>
          </w:p>
        </w:tc>
      </w:tr>
      <w:tr w:rsidR="002A233B" w:rsidRPr="005D1F41" w:rsidTr="00AE79B0">
        <w:tc>
          <w:tcPr>
            <w:tcW w:w="5068" w:type="dxa"/>
          </w:tcPr>
          <w:p w:rsidR="002A233B" w:rsidRPr="005D1F41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 xml:space="preserve">Тип новых </w:t>
            </w:r>
            <w:proofErr w:type="gramStart"/>
            <w:r w:rsidRPr="005D1F41">
              <w:rPr>
                <w:sz w:val="24"/>
                <w:szCs w:val="24"/>
              </w:rPr>
              <w:t>ж/б</w:t>
            </w:r>
            <w:proofErr w:type="gramEnd"/>
            <w:r w:rsidRPr="005D1F41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A233B" w:rsidRPr="005D1F41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5D1F41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A233B" w:rsidRPr="005D1F41" w:rsidTr="00AE79B0">
        <w:tc>
          <w:tcPr>
            <w:tcW w:w="5068" w:type="dxa"/>
          </w:tcPr>
          <w:p w:rsidR="002A233B" w:rsidRPr="005D1F41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5D1F41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A233B" w:rsidRPr="005D1F41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D1F41">
              <w:rPr>
                <w:sz w:val="24"/>
                <w:szCs w:val="24"/>
              </w:rPr>
              <w:t>30</w:t>
            </w:r>
          </w:p>
        </w:tc>
      </w:tr>
    </w:tbl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997209">
        <w:rPr>
          <w:sz w:val="24"/>
          <w:szCs w:val="24"/>
        </w:rPr>
        <w:t xml:space="preserve">Запроектировать и построить </w:t>
      </w:r>
      <w:proofErr w:type="gramStart"/>
      <w:r w:rsidRPr="00997209">
        <w:rPr>
          <w:sz w:val="24"/>
          <w:szCs w:val="24"/>
        </w:rPr>
        <w:t>ВЛ</w:t>
      </w:r>
      <w:proofErr w:type="gramEnd"/>
      <w:r w:rsidRPr="00997209">
        <w:rPr>
          <w:sz w:val="24"/>
          <w:szCs w:val="24"/>
        </w:rPr>
        <w:t xml:space="preserve"> 0,4 кВ с применением самонесущего изолированного провода от </w:t>
      </w:r>
      <w:r>
        <w:rPr>
          <w:sz w:val="24"/>
          <w:szCs w:val="24"/>
        </w:rPr>
        <w:t xml:space="preserve">опоры </w:t>
      </w:r>
      <w:r w:rsidRPr="00874EA5">
        <w:rPr>
          <w:sz w:val="24"/>
          <w:szCs w:val="24"/>
        </w:rPr>
        <w:t>№3 ВЛ 0,4кВ №3 ТП-10/0,4 кВ №10 «</w:t>
      </w:r>
      <w:proofErr w:type="spellStart"/>
      <w:r w:rsidRPr="00874EA5">
        <w:rPr>
          <w:sz w:val="24"/>
          <w:szCs w:val="24"/>
        </w:rPr>
        <w:t>Баскаково</w:t>
      </w:r>
      <w:proofErr w:type="spellEnd"/>
      <w:r w:rsidRPr="00874EA5">
        <w:rPr>
          <w:sz w:val="24"/>
          <w:szCs w:val="24"/>
        </w:rPr>
        <w:t xml:space="preserve">» </w:t>
      </w:r>
      <w:r w:rsidRPr="00997209">
        <w:rPr>
          <w:sz w:val="24"/>
          <w:szCs w:val="24"/>
        </w:rPr>
        <w:t>до границы территории заявител</w:t>
      </w:r>
      <w:r>
        <w:rPr>
          <w:sz w:val="24"/>
          <w:szCs w:val="24"/>
        </w:rPr>
        <w:t>ей (0,04км)</w:t>
      </w:r>
      <w:r w:rsidRPr="00997209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BF5A34">
        <w:rPr>
          <w:sz w:val="24"/>
          <w:szCs w:val="24"/>
        </w:rPr>
        <w:t>ВЛ</w:t>
      </w:r>
      <w:proofErr w:type="gramEnd"/>
      <w:r w:rsidRPr="00BF5A34">
        <w:rPr>
          <w:sz w:val="24"/>
          <w:szCs w:val="24"/>
        </w:rPr>
        <w:t xml:space="preserve"> 0,4кВ №</w:t>
      </w:r>
      <w:r>
        <w:rPr>
          <w:sz w:val="24"/>
          <w:szCs w:val="24"/>
        </w:rPr>
        <w:t xml:space="preserve">3 </w:t>
      </w:r>
      <w:r w:rsidRPr="00874EA5">
        <w:rPr>
          <w:sz w:val="24"/>
          <w:szCs w:val="24"/>
        </w:rPr>
        <w:t>ТП-10/0,4 кВ №10 «</w:t>
      </w:r>
      <w:proofErr w:type="spellStart"/>
      <w:r w:rsidRPr="00874EA5">
        <w:rPr>
          <w:sz w:val="24"/>
          <w:szCs w:val="24"/>
        </w:rPr>
        <w:t>Баскаково</w:t>
      </w:r>
      <w:proofErr w:type="spellEnd"/>
      <w:r w:rsidRPr="00874EA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874EA5">
        <w:rPr>
          <w:sz w:val="24"/>
          <w:szCs w:val="24"/>
        </w:rPr>
        <w:t>ТП-10/0,4 кВ №10 «</w:t>
      </w:r>
      <w:proofErr w:type="spellStart"/>
      <w:r w:rsidRPr="00874EA5">
        <w:rPr>
          <w:sz w:val="24"/>
          <w:szCs w:val="24"/>
        </w:rPr>
        <w:t>Баскаково</w:t>
      </w:r>
      <w:proofErr w:type="spellEnd"/>
      <w:r w:rsidRPr="00874EA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A233B" w:rsidRPr="00E56542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56542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</w:t>
      </w:r>
      <w:r w:rsidRPr="007762E6">
        <w:rPr>
          <w:sz w:val="24"/>
          <w:szCs w:val="24"/>
        </w:rPr>
        <w:lastRenderedPageBreak/>
        <w:t xml:space="preserve">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A233B" w:rsidRPr="00345A8B" w:rsidRDefault="002A233B" w:rsidP="002A233B">
      <w:pPr>
        <w:pStyle w:val="a4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45A8B">
        <w:rPr>
          <w:b/>
          <w:sz w:val="24"/>
          <w:szCs w:val="24"/>
        </w:rPr>
        <w:t>Требуемые сроки выполнения работ.</w:t>
      </w:r>
    </w:p>
    <w:p w:rsidR="002A233B" w:rsidRPr="00345A8B" w:rsidRDefault="002A233B" w:rsidP="002A233B">
      <w:pPr>
        <w:pStyle w:val="a4"/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345A8B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 месяцев</w:t>
      </w:r>
      <w:r w:rsidRPr="00345A8B">
        <w:rPr>
          <w:sz w:val="24"/>
          <w:szCs w:val="24"/>
        </w:rPr>
        <w:t xml:space="preserve"> с момента заключения Договора.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A233B" w:rsidRPr="00345A8B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b/>
          <w:sz w:val="24"/>
          <w:szCs w:val="24"/>
        </w:rPr>
      </w:pPr>
      <w:r w:rsidRPr="00345A8B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</w:t>
      </w:r>
      <w:r>
        <w:rPr>
          <w:b/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A233B" w:rsidRPr="00687E11" w:rsidRDefault="002A233B" w:rsidP="002A233B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687E11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A233B" w:rsidRPr="00687E11" w:rsidRDefault="002A233B" w:rsidP="002A233B">
      <w:pPr>
        <w:pStyle w:val="a4"/>
        <w:tabs>
          <w:tab w:val="left" w:pos="1134"/>
        </w:tabs>
        <w:ind w:left="0" w:firstLine="0"/>
        <w:jc w:val="both"/>
        <w:rPr>
          <w:sz w:val="24"/>
          <w:szCs w:val="24"/>
        </w:rPr>
      </w:pPr>
    </w:p>
    <w:p w:rsidR="002A233B" w:rsidRDefault="002A233B">
      <w:r>
        <w:br w:type="page"/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 w:rsidRPr="00D83EB5">
        <w:rPr>
          <w:rFonts w:ascii="Times New Roman" w:hAnsi="Times New Roman"/>
          <w:b/>
          <w:i/>
          <w:sz w:val="24"/>
          <w:szCs w:val="24"/>
          <w:u w:val="single"/>
        </w:rPr>
        <w:t>7-</w:t>
      </w:r>
      <w:r w:rsidRPr="00815F09">
        <w:rPr>
          <w:rFonts w:ascii="Times New Roman" w:hAnsi="Times New Roman"/>
          <w:b/>
          <w:i/>
          <w:sz w:val="24"/>
          <w:szCs w:val="24"/>
          <w:u w:val="single"/>
        </w:rPr>
        <w:t>00197</w:t>
      </w:r>
      <w:r w:rsidRPr="00D83EB5">
        <w:rPr>
          <w:rFonts w:ascii="Times New Roman" w:hAnsi="Times New Roman"/>
          <w:b/>
          <w:i/>
          <w:sz w:val="24"/>
          <w:szCs w:val="24"/>
          <w:u w:val="single"/>
        </w:rPr>
        <w:t xml:space="preserve">  </w:t>
      </w:r>
      <w:proofErr w:type="gramStart"/>
      <w:r w:rsidRPr="00D83EB5">
        <w:rPr>
          <w:rFonts w:ascii="Times New Roman" w:hAnsi="Times New Roman"/>
          <w:b/>
          <w:i/>
          <w:sz w:val="24"/>
          <w:szCs w:val="24"/>
          <w:u w:val="single"/>
        </w:rPr>
        <w:t>к</w:t>
      </w:r>
      <w:proofErr w:type="gramEnd"/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/>
          <w:sz w:val="24"/>
          <w:szCs w:val="24"/>
        </w:rPr>
        <w:t>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2A233B" w:rsidRPr="00200530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200530">
        <w:rPr>
          <w:rFonts w:ascii="Times New Roman" w:hAnsi="Times New Roman"/>
          <w:sz w:val="24"/>
          <w:szCs w:val="24"/>
          <w:u w:val="single"/>
        </w:rPr>
        <w:t>ВЛ</w:t>
      </w:r>
      <w:proofErr w:type="gramEnd"/>
      <w:r w:rsidRPr="00200530">
        <w:rPr>
          <w:rFonts w:ascii="Times New Roman" w:hAnsi="Times New Roman"/>
          <w:sz w:val="24"/>
          <w:szCs w:val="24"/>
          <w:u w:val="single"/>
        </w:rPr>
        <w:t xml:space="preserve"> 0,4кВ от </w:t>
      </w:r>
      <w:r w:rsidRPr="002F259E">
        <w:rPr>
          <w:rFonts w:ascii="Times New Roman" w:hAnsi="Times New Roman"/>
          <w:sz w:val="24"/>
          <w:szCs w:val="24"/>
          <w:u w:val="single"/>
        </w:rPr>
        <w:t xml:space="preserve">ТП-10/0,4 кВ </w:t>
      </w:r>
      <w:r>
        <w:rPr>
          <w:rFonts w:ascii="Times New Roman" w:hAnsi="Times New Roman"/>
          <w:sz w:val="24"/>
          <w:szCs w:val="24"/>
          <w:u w:val="single"/>
        </w:rPr>
        <w:t>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Базулино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»</w:t>
      </w:r>
      <w:r w:rsidRPr="00200530">
        <w:rPr>
          <w:rFonts w:ascii="Times New Roman" w:hAnsi="Times New Roman"/>
          <w:sz w:val="24"/>
          <w:szCs w:val="24"/>
          <w:u w:val="single"/>
        </w:rPr>
        <w:t xml:space="preserve"> ВЛ-10кВ №10</w:t>
      </w:r>
      <w:r>
        <w:rPr>
          <w:rFonts w:ascii="Times New Roman" w:hAnsi="Times New Roman"/>
          <w:sz w:val="24"/>
          <w:szCs w:val="24"/>
          <w:u w:val="single"/>
        </w:rPr>
        <w:t>07</w:t>
      </w:r>
      <w:r w:rsidRPr="00200530">
        <w:rPr>
          <w:rFonts w:ascii="Times New Roman" w:hAnsi="Times New Roman"/>
          <w:sz w:val="24"/>
          <w:szCs w:val="24"/>
          <w:u w:val="single"/>
        </w:rPr>
        <w:t xml:space="preserve"> ПС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Кикино</w:t>
      </w:r>
      <w:proofErr w:type="spellEnd"/>
      <w:r w:rsidRPr="00200530">
        <w:rPr>
          <w:rFonts w:ascii="Times New Roman" w:hAnsi="Times New Roman"/>
          <w:sz w:val="24"/>
          <w:szCs w:val="24"/>
          <w:u w:val="single"/>
        </w:rPr>
        <w:t xml:space="preserve">»   </w:t>
      </w:r>
    </w:p>
    <w:p w:rsidR="002A233B" w:rsidRPr="00E21A80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2A233B" w:rsidRPr="008F4071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/>
          <w:sz w:val="24"/>
          <w:szCs w:val="24"/>
        </w:rPr>
        <w:t xml:space="preserve">проектирование и </w:t>
      </w:r>
      <w:r w:rsidRPr="008F4071">
        <w:rPr>
          <w:rFonts w:ascii="Times New Roman" w:hAnsi="Times New Roman"/>
          <w:sz w:val="24"/>
          <w:szCs w:val="24"/>
        </w:rPr>
        <w:t xml:space="preserve">реконструкцию </w:t>
      </w:r>
      <w:proofErr w:type="gramStart"/>
      <w:r w:rsidRPr="008F4071">
        <w:rPr>
          <w:rFonts w:ascii="Times New Roman" w:hAnsi="Times New Roman"/>
          <w:sz w:val="24"/>
          <w:szCs w:val="24"/>
        </w:rPr>
        <w:t>ВЛ</w:t>
      </w:r>
      <w:proofErr w:type="gramEnd"/>
      <w:r w:rsidRPr="008F4071">
        <w:rPr>
          <w:rFonts w:ascii="Times New Roman" w:hAnsi="Times New Roman"/>
          <w:sz w:val="24"/>
          <w:szCs w:val="24"/>
        </w:rPr>
        <w:t xml:space="preserve"> 0,4кВ от ТП-10/0,4 кВ «</w:t>
      </w:r>
      <w:proofErr w:type="spellStart"/>
      <w:r w:rsidRPr="008F4071">
        <w:rPr>
          <w:rFonts w:ascii="Times New Roman" w:hAnsi="Times New Roman"/>
          <w:sz w:val="24"/>
          <w:szCs w:val="24"/>
        </w:rPr>
        <w:t>Базулино</w:t>
      </w:r>
      <w:proofErr w:type="spellEnd"/>
      <w:r w:rsidRPr="008F4071">
        <w:rPr>
          <w:rFonts w:ascii="Times New Roman" w:hAnsi="Times New Roman"/>
          <w:sz w:val="24"/>
          <w:szCs w:val="24"/>
        </w:rPr>
        <w:t>» ВЛ-10кВ №1007 ПС «</w:t>
      </w:r>
      <w:proofErr w:type="spellStart"/>
      <w:r w:rsidRPr="008F4071">
        <w:rPr>
          <w:rFonts w:ascii="Times New Roman" w:hAnsi="Times New Roman"/>
          <w:sz w:val="24"/>
          <w:szCs w:val="24"/>
        </w:rPr>
        <w:t>Кикино</w:t>
      </w:r>
      <w:proofErr w:type="spellEnd"/>
      <w:r w:rsidRPr="008F4071">
        <w:rPr>
          <w:rFonts w:ascii="Times New Roman" w:hAnsi="Times New Roman"/>
          <w:sz w:val="24"/>
          <w:szCs w:val="24"/>
        </w:rPr>
        <w:t>» расположенной в:</w:t>
      </w:r>
    </w:p>
    <w:p w:rsidR="002A233B" w:rsidRPr="007762E6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49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95"/>
        <w:gridCol w:w="1299"/>
        <w:gridCol w:w="1720"/>
        <w:gridCol w:w="1333"/>
        <w:gridCol w:w="1176"/>
        <w:gridCol w:w="2258"/>
      </w:tblGrid>
      <w:tr w:rsidR="002A233B" w:rsidRPr="00474CB3" w:rsidTr="00AE79B0">
        <w:tc>
          <w:tcPr>
            <w:tcW w:w="896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687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909" w:type="pct"/>
            <w:vAlign w:val="center"/>
          </w:tcPr>
          <w:p w:rsidR="002A233B" w:rsidRPr="00E21A80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A80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705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610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74CB3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474CB3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193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A233B" w:rsidRPr="00474CB3" w:rsidTr="00AE79B0">
        <w:tc>
          <w:tcPr>
            <w:tcW w:w="896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Темкинский</w:t>
            </w:r>
            <w:proofErr w:type="spellEnd"/>
          </w:p>
        </w:tc>
        <w:tc>
          <w:tcPr>
            <w:tcW w:w="687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2A233B" w:rsidRPr="00F65822" w:rsidRDefault="002A233B" w:rsidP="00AE79B0">
            <w:pPr>
              <w:pStyle w:val="ConsPlusNonformat"/>
              <w:widowControl/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Базулино</w:t>
            </w:r>
            <w:proofErr w:type="spellEnd"/>
          </w:p>
        </w:tc>
        <w:tc>
          <w:tcPr>
            <w:tcW w:w="705" w:type="pct"/>
            <w:vAlign w:val="center"/>
          </w:tcPr>
          <w:p w:rsidR="002A233B" w:rsidRPr="008F4071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071">
              <w:rPr>
                <w:rFonts w:ascii="Times New Roman" w:hAnsi="Times New Roman"/>
                <w:sz w:val="24"/>
                <w:szCs w:val="24"/>
              </w:rPr>
              <w:t>366328019</w:t>
            </w:r>
          </w:p>
        </w:tc>
        <w:tc>
          <w:tcPr>
            <w:tcW w:w="610" w:type="pct"/>
            <w:vAlign w:val="center"/>
          </w:tcPr>
          <w:p w:rsidR="002A233B" w:rsidRPr="00345714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12005119</w:t>
            </w:r>
          </w:p>
        </w:tc>
        <w:tc>
          <w:tcPr>
            <w:tcW w:w="1193" w:type="pct"/>
            <w:vAlign w:val="center"/>
          </w:tcPr>
          <w:p w:rsidR="002A233B" w:rsidRPr="002F259E" w:rsidRDefault="002A233B" w:rsidP="00AE79B0">
            <w:pPr>
              <w:widowControl w:val="0"/>
              <w:tabs>
                <w:tab w:val="num" w:pos="644"/>
                <w:tab w:val="num" w:pos="14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8F4071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8F4071">
              <w:rPr>
                <w:rFonts w:ascii="Times New Roman" w:hAnsi="Times New Roman"/>
                <w:sz w:val="24"/>
                <w:szCs w:val="24"/>
              </w:rPr>
              <w:t xml:space="preserve"> - 0,4 кВ от ВЛ - 10 кВ №1007 ПС </w:t>
            </w:r>
            <w:proofErr w:type="spellStart"/>
            <w:r w:rsidRPr="008F4071">
              <w:rPr>
                <w:rFonts w:ascii="Times New Roman" w:hAnsi="Times New Roman"/>
                <w:sz w:val="24"/>
                <w:szCs w:val="24"/>
              </w:rPr>
              <w:t>Кикино</w:t>
            </w:r>
            <w:proofErr w:type="spellEnd"/>
          </w:p>
        </w:tc>
      </w:tr>
    </w:tbl>
    <w:p w:rsidR="002A233B" w:rsidRPr="007762E6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A233B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2A233B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2A233B" w:rsidRPr="00474CB3" w:rsidTr="00AE79B0">
        <w:tc>
          <w:tcPr>
            <w:tcW w:w="255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A233B" w:rsidRPr="00474CB3" w:rsidTr="00AE79B0">
        <w:tc>
          <w:tcPr>
            <w:tcW w:w="255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2A233B" w:rsidRPr="00815F0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815F09">
              <w:rPr>
                <w:rFonts w:eastAsia="Calibri"/>
                <w:sz w:val="24"/>
                <w:szCs w:val="24"/>
                <w:lang w:eastAsia="en-US"/>
              </w:rPr>
              <w:t>40533047</w:t>
            </w:r>
          </w:p>
        </w:tc>
        <w:tc>
          <w:tcPr>
            <w:tcW w:w="731" w:type="pct"/>
            <w:vAlign w:val="center"/>
          </w:tcPr>
          <w:p w:rsidR="002A233B" w:rsidRPr="00815F0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815F09">
              <w:rPr>
                <w:rFonts w:eastAsia="Calibri"/>
                <w:sz w:val="24"/>
                <w:szCs w:val="24"/>
                <w:lang w:eastAsia="en-US"/>
              </w:rPr>
              <w:t>30.03.2012</w:t>
            </w:r>
          </w:p>
        </w:tc>
        <w:tc>
          <w:tcPr>
            <w:tcW w:w="909" w:type="pct"/>
            <w:vAlign w:val="center"/>
          </w:tcPr>
          <w:p w:rsidR="002A233B" w:rsidRPr="00815F09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F09">
              <w:rPr>
                <w:rFonts w:ascii="Times New Roman" w:hAnsi="Times New Roman"/>
                <w:sz w:val="24"/>
                <w:szCs w:val="24"/>
              </w:rPr>
              <w:t>Бочкарев Евгений Евгеньевич</w:t>
            </w:r>
          </w:p>
        </w:tc>
        <w:tc>
          <w:tcPr>
            <w:tcW w:w="733" w:type="pct"/>
            <w:vAlign w:val="center"/>
          </w:tcPr>
          <w:p w:rsidR="002A233B" w:rsidRPr="00815F0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815F09">
              <w:rPr>
                <w:rFonts w:eastAsia="Calibri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2A233B" w:rsidRPr="00815F0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815F09">
              <w:rPr>
                <w:rFonts w:eastAsia="Calibri"/>
                <w:sz w:val="24"/>
                <w:szCs w:val="24"/>
                <w:lang w:eastAsia="en-US"/>
              </w:rPr>
              <w:t>14,0</w:t>
            </w:r>
          </w:p>
        </w:tc>
        <w:tc>
          <w:tcPr>
            <w:tcW w:w="813" w:type="pct"/>
            <w:vAlign w:val="center"/>
          </w:tcPr>
          <w:p w:rsidR="002A233B" w:rsidRPr="00815F0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815F09">
              <w:rPr>
                <w:rFonts w:eastAsia="Calibri"/>
                <w:sz w:val="24"/>
                <w:szCs w:val="24"/>
                <w:lang w:eastAsia="en-US"/>
              </w:rPr>
              <w:t>0,4</w:t>
            </w:r>
          </w:p>
        </w:tc>
      </w:tr>
    </w:tbl>
    <w:p w:rsidR="002A233B" w:rsidRPr="007762E6" w:rsidRDefault="002A233B" w:rsidP="002A23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A233B" w:rsidRPr="007762E6" w:rsidRDefault="002A233B" w:rsidP="002A23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2A233B" w:rsidRPr="007762E6" w:rsidRDefault="002A233B" w:rsidP="002A23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Проект выполняется в соответствии с настоящим техническим заданием </w:t>
      </w:r>
      <w:r w:rsidRPr="00FC6074">
        <w:rPr>
          <w:rFonts w:ascii="Times New Roman" w:hAnsi="Times New Roman"/>
          <w:sz w:val="24"/>
          <w:szCs w:val="24"/>
        </w:rPr>
        <w:t>в 4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A233B" w:rsidRPr="007762E6" w:rsidRDefault="002A233B" w:rsidP="002A233B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A233B" w:rsidRPr="00811465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b/>
          <w:sz w:val="24"/>
          <w:szCs w:val="24"/>
        </w:rPr>
        <w:t xml:space="preserve">Основные характеристики </w:t>
      </w:r>
      <w:proofErr w:type="gramStart"/>
      <w:r w:rsidRPr="00811465">
        <w:rPr>
          <w:b/>
          <w:sz w:val="24"/>
          <w:szCs w:val="24"/>
        </w:rPr>
        <w:t>ВЛ</w:t>
      </w:r>
      <w:proofErr w:type="gramEnd"/>
      <w:r w:rsidRPr="00811465">
        <w:rPr>
          <w:b/>
          <w:sz w:val="24"/>
          <w:szCs w:val="24"/>
        </w:rPr>
        <w:t xml:space="preserve"> 0,4кВ:</w:t>
      </w:r>
    </w:p>
    <w:p w:rsidR="002A233B" w:rsidRDefault="002A233B" w:rsidP="002A233B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Проектируемая ВЛ 0,4кВ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4"/>
        <w:gridCol w:w="4737"/>
      </w:tblGrid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74CB3">
              <w:rPr>
                <w:sz w:val="24"/>
                <w:szCs w:val="24"/>
              </w:rPr>
              <w:t>км</w:t>
            </w:r>
            <w:proofErr w:type="gramEnd"/>
            <w:r w:rsidRPr="00474CB3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054</w:t>
            </w:r>
          </w:p>
        </w:tc>
      </w:tr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проект</w:t>
            </w:r>
            <w:proofErr w:type="gramStart"/>
            <w:r w:rsidRPr="00474CB3">
              <w:rPr>
                <w:sz w:val="24"/>
                <w:szCs w:val="24"/>
              </w:rPr>
              <w:t>.</w:t>
            </w:r>
            <w:proofErr w:type="gramEnd"/>
            <w:r w:rsidRPr="00474CB3">
              <w:rPr>
                <w:sz w:val="24"/>
                <w:szCs w:val="24"/>
              </w:rPr>
              <w:t xml:space="preserve"> </w:t>
            </w:r>
            <w:proofErr w:type="gramStart"/>
            <w:r w:rsidRPr="00474CB3">
              <w:rPr>
                <w:sz w:val="24"/>
                <w:szCs w:val="24"/>
              </w:rPr>
              <w:t>п</w:t>
            </w:r>
            <w:proofErr w:type="gramEnd"/>
            <w:r w:rsidRPr="00474CB3">
              <w:rPr>
                <w:sz w:val="24"/>
                <w:szCs w:val="24"/>
              </w:rPr>
              <w:t>ровода (кабеля)</w:t>
            </w:r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2A233B" w:rsidRPr="008F4071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F4071">
        <w:rPr>
          <w:sz w:val="24"/>
          <w:szCs w:val="24"/>
        </w:rPr>
        <w:t xml:space="preserve">Запроектировать и построить </w:t>
      </w:r>
      <w:proofErr w:type="gramStart"/>
      <w:r w:rsidRPr="008F4071">
        <w:rPr>
          <w:sz w:val="24"/>
          <w:szCs w:val="24"/>
        </w:rPr>
        <w:t>ВЛ</w:t>
      </w:r>
      <w:proofErr w:type="gramEnd"/>
      <w:r w:rsidRPr="008F4071">
        <w:rPr>
          <w:sz w:val="24"/>
          <w:szCs w:val="24"/>
        </w:rPr>
        <w:t xml:space="preserve"> 0,4 кВ с применением самонесущего изолированного провода от опоры №7 ВЛ 0,4кВ №2 ТП-10/0,4 кВ «</w:t>
      </w:r>
      <w:proofErr w:type="spellStart"/>
      <w:r w:rsidRPr="008F4071">
        <w:rPr>
          <w:sz w:val="24"/>
          <w:szCs w:val="24"/>
        </w:rPr>
        <w:t>Базулино</w:t>
      </w:r>
      <w:proofErr w:type="spellEnd"/>
      <w:r w:rsidRPr="008F4071">
        <w:rPr>
          <w:sz w:val="24"/>
          <w:szCs w:val="24"/>
        </w:rPr>
        <w:t>» до границы территории за</w:t>
      </w:r>
      <w:r w:rsidRPr="008F4071">
        <w:rPr>
          <w:sz w:val="24"/>
          <w:szCs w:val="24"/>
        </w:rPr>
        <w:t>я</w:t>
      </w:r>
      <w:r w:rsidRPr="008F4071">
        <w:rPr>
          <w:sz w:val="24"/>
          <w:szCs w:val="24"/>
        </w:rPr>
        <w:t xml:space="preserve">вителя (0,054км).  </w:t>
      </w:r>
    </w:p>
    <w:p w:rsidR="002A233B" w:rsidRPr="00811465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F4071">
        <w:rPr>
          <w:sz w:val="24"/>
          <w:szCs w:val="24"/>
        </w:rPr>
        <w:t xml:space="preserve">Провод на магистрали или линейном ответвлении </w:t>
      </w:r>
      <w:proofErr w:type="gramStart"/>
      <w:r w:rsidRPr="008F4071">
        <w:rPr>
          <w:sz w:val="24"/>
          <w:szCs w:val="24"/>
        </w:rPr>
        <w:t>ВЛ</w:t>
      </w:r>
      <w:proofErr w:type="gramEnd"/>
      <w:r w:rsidRPr="008F4071">
        <w:rPr>
          <w:sz w:val="24"/>
          <w:szCs w:val="24"/>
        </w:rPr>
        <w:t xml:space="preserve"> - 0,4кВ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2A233B" w:rsidRPr="00811465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проводов на магистралях должно быть не менее 70мм</w:t>
      </w:r>
      <w:r w:rsidRPr="00811465">
        <w:rPr>
          <w:sz w:val="24"/>
          <w:szCs w:val="24"/>
          <w:vertAlign w:val="superscript"/>
        </w:rPr>
        <w:t>2</w:t>
      </w:r>
      <w:r w:rsidRPr="00811465">
        <w:rPr>
          <w:sz w:val="24"/>
          <w:szCs w:val="24"/>
        </w:rPr>
        <w:t>.</w:t>
      </w:r>
    </w:p>
    <w:p w:rsidR="002A233B" w:rsidRPr="00811465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A233B" w:rsidRPr="00811465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811465">
        <w:rPr>
          <w:sz w:val="24"/>
          <w:szCs w:val="24"/>
        </w:rPr>
        <w:t>СВ</w:t>
      </w:r>
      <w:proofErr w:type="gramEnd"/>
      <w:r w:rsidRPr="00811465">
        <w:rPr>
          <w:sz w:val="24"/>
          <w:szCs w:val="24"/>
        </w:rPr>
        <w:t xml:space="preserve"> не менее 30кНм.</w:t>
      </w:r>
    </w:p>
    <w:p w:rsidR="002A233B" w:rsidRPr="00E21A80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bCs/>
          <w:sz w:val="24"/>
          <w:szCs w:val="24"/>
        </w:rPr>
        <w:t>В начале и в конце ВЛИ 0,4кВ на всех проводах предусмотреть проектом</w:t>
      </w:r>
      <w:r w:rsidRPr="00E21A80">
        <w:rPr>
          <w:bCs/>
          <w:sz w:val="24"/>
          <w:szCs w:val="24"/>
        </w:rPr>
        <w:t xml:space="preserve"> и установить зажимы для присоединения приборов контроля напряжения и переносных заземлений.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2A233B" w:rsidRDefault="002A233B" w:rsidP="002A233B">
      <w:pPr>
        <w:pStyle w:val="a4"/>
        <w:tabs>
          <w:tab w:val="left" w:pos="1134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8F4071">
        <w:rPr>
          <w:sz w:val="24"/>
          <w:szCs w:val="24"/>
        </w:rPr>
        <w:t>ТП-10/0,4 кВ «</w:t>
      </w:r>
      <w:proofErr w:type="spellStart"/>
      <w:r w:rsidRPr="008F4071">
        <w:rPr>
          <w:sz w:val="24"/>
          <w:szCs w:val="24"/>
        </w:rPr>
        <w:t>Базулино</w:t>
      </w:r>
      <w:proofErr w:type="spellEnd"/>
      <w:r w:rsidRPr="008F4071">
        <w:rPr>
          <w:sz w:val="24"/>
          <w:szCs w:val="24"/>
        </w:rPr>
        <w:t>»</w:t>
      </w:r>
      <w:r w:rsidRPr="00F658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lastRenderedPageBreak/>
        <w:t>Объем работ, включаемых в проект.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A233B" w:rsidRPr="00E21A80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A233B" w:rsidRPr="00E21A80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A233B" w:rsidRPr="00E21A80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Выполнить раздел «Конструктивные и технологические решения».</w:t>
      </w:r>
    </w:p>
    <w:p w:rsidR="002A233B" w:rsidRPr="00E21A80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 xml:space="preserve">Для безопасной эксплуатации </w:t>
      </w:r>
      <w:proofErr w:type="gramStart"/>
      <w:r w:rsidRPr="00E21A80">
        <w:rPr>
          <w:sz w:val="24"/>
          <w:szCs w:val="24"/>
        </w:rPr>
        <w:t>проектируемых</w:t>
      </w:r>
      <w:proofErr w:type="gramEnd"/>
      <w:r w:rsidRPr="00E21A80">
        <w:rPr>
          <w:sz w:val="24"/>
          <w:szCs w:val="24"/>
        </w:rPr>
        <w:t xml:space="preserve"> ВЛ-</w:t>
      </w:r>
      <w:r>
        <w:rPr>
          <w:sz w:val="24"/>
          <w:szCs w:val="24"/>
        </w:rPr>
        <w:t>0,4</w:t>
      </w:r>
      <w:r w:rsidRPr="00E21A80">
        <w:rPr>
          <w:sz w:val="24"/>
          <w:szCs w:val="24"/>
        </w:rPr>
        <w:t>кВ предусмотреть:</w:t>
      </w:r>
    </w:p>
    <w:p w:rsidR="002A233B" w:rsidRPr="00E21A80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E21A80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2A233B" w:rsidRPr="00E21A80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A233B" w:rsidRPr="0063069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A233B" w:rsidRPr="00E56542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56542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A233B" w:rsidRPr="00811465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</w:t>
      </w:r>
      <w:r w:rsidRPr="007762E6">
        <w:rPr>
          <w:sz w:val="24"/>
          <w:szCs w:val="24"/>
        </w:rPr>
        <w:lastRenderedPageBreak/>
        <w:t>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A233B" w:rsidRPr="00345A8B" w:rsidRDefault="002A233B" w:rsidP="002A233B">
      <w:pPr>
        <w:pStyle w:val="a4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45A8B">
        <w:rPr>
          <w:b/>
          <w:sz w:val="24"/>
          <w:szCs w:val="24"/>
        </w:rPr>
        <w:t>Требуемые сроки выполнения работ.</w:t>
      </w:r>
    </w:p>
    <w:p w:rsidR="002A233B" w:rsidRPr="00345A8B" w:rsidRDefault="002A233B" w:rsidP="002A233B">
      <w:pPr>
        <w:pStyle w:val="a4"/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345A8B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 месяцев</w:t>
      </w:r>
      <w:r w:rsidRPr="00345A8B">
        <w:rPr>
          <w:sz w:val="24"/>
          <w:szCs w:val="24"/>
        </w:rPr>
        <w:t xml:space="preserve"> с момента заключения Договора.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A233B" w:rsidRPr="00345A8B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b/>
          <w:sz w:val="24"/>
          <w:szCs w:val="24"/>
        </w:rPr>
      </w:pPr>
      <w:r w:rsidRPr="00345A8B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</w:t>
      </w:r>
      <w:r>
        <w:rPr>
          <w:b/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A233B" w:rsidRPr="00E60BA0" w:rsidRDefault="002A233B" w:rsidP="002A233B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E60BA0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A233B" w:rsidRDefault="002A233B" w:rsidP="002A233B">
      <w:pPr>
        <w:pStyle w:val="a4"/>
        <w:tabs>
          <w:tab w:val="left" w:pos="1134"/>
        </w:tabs>
        <w:ind w:left="0" w:firstLine="0"/>
        <w:jc w:val="both"/>
        <w:rPr>
          <w:sz w:val="24"/>
          <w:szCs w:val="24"/>
        </w:rPr>
      </w:pPr>
    </w:p>
    <w:p w:rsidR="002A233B" w:rsidRPr="00E60BA0" w:rsidRDefault="002A233B" w:rsidP="002A233B">
      <w:pPr>
        <w:pStyle w:val="a4"/>
        <w:tabs>
          <w:tab w:val="left" w:pos="1134"/>
        </w:tabs>
        <w:ind w:left="0" w:firstLine="0"/>
        <w:jc w:val="both"/>
        <w:rPr>
          <w:sz w:val="24"/>
          <w:szCs w:val="24"/>
        </w:rPr>
      </w:pPr>
    </w:p>
    <w:p w:rsidR="002A233B" w:rsidRDefault="002A233B">
      <w:r>
        <w:br w:type="page"/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033824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033824">
        <w:rPr>
          <w:rFonts w:ascii="Times New Roman" w:hAnsi="Times New Roman"/>
          <w:b/>
          <w:i/>
          <w:sz w:val="24"/>
          <w:szCs w:val="24"/>
          <w:u w:val="single"/>
        </w:rPr>
        <w:t xml:space="preserve">№81-16-7-00205 </w:t>
      </w:r>
      <w:proofErr w:type="gramStart"/>
      <w:r w:rsidRPr="00033824">
        <w:rPr>
          <w:rFonts w:ascii="Times New Roman" w:hAnsi="Times New Roman"/>
          <w:b/>
          <w:i/>
          <w:sz w:val="24"/>
          <w:szCs w:val="24"/>
          <w:u w:val="single"/>
        </w:rPr>
        <w:t>к</w:t>
      </w:r>
      <w:proofErr w:type="gramEnd"/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/>
          <w:sz w:val="24"/>
          <w:szCs w:val="24"/>
        </w:rPr>
        <w:t>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2A233B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5D694D">
        <w:rPr>
          <w:rFonts w:ascii="Times New Roman" w:hAnsi="Times New Roman"/>
          <w:sz w:val="24"/>
          <w:szCs w:val="24"/>
          <w:u w:val="single"/>
        </w:rPr>
        <w:t>участк</w:t>
      </w:r>
      <w:r>
        <w:rPr>
          <w:rFonts w:ascii="Times New Roman" w:hAnsi="Times New Roman"/>
          <w:sz w:val="24"/>
          <w:szCs w:val="24"/>
          <w:u w:val="single"/>
        </w:rPr>
        <w:t xml:space="preserve">а </w:t>
      </w:r>
      <w:proofErr w:type="gramStart"/>
      <w:r w:rsidRPr="005D694D">
        <w:rPr>
          <w:rFonts w:ascii="Times New Roman" w:hAnsi="Times New Roman"/>
          <w:sz w:val="24"/>
          <w:szCs w:val="24"/>
          <w:u w:val="single"/>
        </w:rPr>
        <w:t>ВЛ</w:t>
      </w:r>
      <w:proofErr w:type="gramEnd"/>
      <w:r w:rsidRPr="005D694D">
        <w:rPr>
          <w:rFonts w:ascii="Times New Roman" w:hAnsi="Times New Roman"/>
          <w:sz w:val="24"/>
          <w:szCs w:val="24"/>
          <w:u w:val="single"/>
        </w:rPr>
        <w:t xml:space="preserve"> 0,4кВ </w:t>
      </w:r>
      <w:r>
        <w:rPr>
          <w:rFonts w:ascii="Times New Roman" w:hAnsi="Times New Roman"/>
          <w:sz w:val="24"/>
          <w:szCs w:val="24"/>
          <w:u w:val="single"/>
        </w:rPr>
        <w:t>от</w:t>
      </w:r>
      <w:r w:rsidRPr="005D694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D694D">
        <w:rPr>
          <w:rFonts w:ascii="Times New Roman" w:hAnsi="Times New Roman"/>
          <w:sz w:val="24"/>
          <w:szCs w:val="24"/>
          <w:u w:val="single"/>
        </w:rPr>
        <w:t xml:space="preserve">КТП-10/0,4кВ </w:t>
      </w:r>
      <w:r w:rsidRPr="00251558">
        <w:rPr>
          <w:rFonts w:ascii="Times New Roman" w:hAnsi="Times New Roman"/>
          <w:sz w:val="24"/>
          <w:szCs w:val="24"/>
          <w:u w:val="single"/>
        </w:rPr>
        <w:t>ВЛ-1023 ПС «Гагарин»</w:t>
      </w:r>
    </w:p>
    <w:p w:rsidR="002A233B" w:rsidRPr="005D694D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2A233B" w:rsidRPr="0071302F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2B9">
        <w:rPr>
          <w:rFonts w:ascii="Times New Roman" w:hAnsi="Times New Roman"/>
          <w:sz w:val="24"/>
          <w:szCs w:val="24"/>
        </w:rPr>
        <w:t xml:space="preserve">Выполнить проектирование и </w:t>
      </w:r>
      <w:r w:rsidRPr="0071302F">
        <w:rPr>
          <w:rFonts w:ascii="Times New Roman" w:hAnsi="Times New Roman"/>
          <w:sz w:val="24"/>
          <w:szCs w:val="24"/>
        </w:rPr>
        <w:t xml:space="preserve">строительство участка </w:t>
      </w:r>
      <w:proofErr w:type="gramStart"/>
      <w:r w:rsidRPr="0071302F">
        <w:rPr>
          <w:rFonts w:ascii="Times New Roman" w:hAnsi="Times New Roman"/>
          <w:sz w:val="24"/>
          <w:szCs w:val="24"/>
        </w:rPr>
        <w:t>ВЛ</w:t>
      </w:r>
      <w:proofErr w:type="gramEnd"/>
      <w:r w:rsidRPr="0071302F">
        <w:rPr>
          <w:rFonts w:ascii="Times New Roman" w:hAnsi="Times New Roman"/>
          <w:sz w:val="24"/>
          <w:szCs w:val="24"/>
        </w:rPr>
        <w:t xml:space="preserve"> 0,4кВ от  КТП-10/0,4кВ ВЛ-1023 ПС «Гагарин», расположенных в:</w:t>
      </w:r>
    </w:p>
    <w:p w:rsidR="002A233B" w:rsidRPr="007762E6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49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5"/>
        <w:gridCol w:w="1045"/>
        <w:gridCol w:w="1994"/>
        <w:gridCol w:w="1296"/>
        <w:gridCol w:w="1176"/>
        <w:gridCol w:w="2265"/>
      </w:tblGrid>
      <w:tr w:rsidR="002A233B" w:rsidRPr="00474CB3" w:rsidTr="00AE79B0">
        <w:tc>
          <w:tcPr>
            <w:tcW w:w="907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559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1059" w:type="pct"/>
            <w:vAlign w:val="center"/>
          </w:tcPr>
          <w:p w:rsidR="002A233B" w:rsidRPr="00E71DBE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F0FBC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53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620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74CB3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474CB3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203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A233B" w:rsidRPr="00AD0AF0" w:rsidTr="00AE79B0">
        <w:tc>
          <w:tcPr>
            <w:tcW w:w="907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Гагаринский</w:t>
            </w:r>
            <w:proofErr w:type="spellEnd"/>
          </w:p>
        </w:tc>
        <w:tc>
          <w:tcPr>
            <w:tcW w:w="559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2FF8">
              <w:rPr>
                <w:rFonts w:ascii="Times New Roman" w:hAnsi="Times New Roman"/>
                <w:sz w:val="24"/>
                <w:szCs w:val="24"/>
              </w:rPr>
              <w:t>Потаповское</w:t>
            </w:r>
            <w:proofErr w:type="spellEnd"/>
            <w:r w:rsidRPr="00CE2FF8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CE2FF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E2FF8">
              <w:rPr>
                <w:rFonts w:ascii="Times New Roman" w:hAnsi="Times New Roman"/>
                <w:sz w:val="24"/>
                <w:szCs w:val="24"/>
              </w:rPr>
              <w:t>, СТ «</w:t>
            </w:r>
            <w:r>
              <w:rPr>
                <w:rFonts w:ascii="Times New Roman" w:hAnsi="Times New Roman"/>
                <w:sz w:val="24"/>
                <w:szCs w:val="24"/>
              </w:rPr>
              <w:t>Надежда</w:t>
            </w:r>
            <w:r w:rsidRPr="00CE2FF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53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FF8">
              <w:rPr>
                <w:rFonts w:ascii="Times New Roman" w:hAnsi="Times New Roman"/>
                <w:sz w:val="24"/>
                <w:szCs w:val="24"/>
              </w:rPr>
              <w:t>366033419</w:t>
            </w:r>
          </w:p>
        </w:tc>
        <w:tc>
          <w:tcPr>
            <w:tcW w:w="620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FF8">
              <w:rPr>
                <w:rFonts w:ascii="Times New Roman" w:hAnsi="Times New Roman"/>
                <w:sz w:val="24"/>
                <w:szCs w:val="24"/>
              </w:rPr>
              <w:t>12004730</w:t>
            </w:r>
          </w:p>
        </w:tc>
        <w:tc>
          <w:tcPr>
            <w:tcW w:w="1203" w:type="pct"/>
            <w:vAlign w:val="center"/>
          </w:tcPr>
          <w:p w:rsidR="002A233B" w:rsidRPr="00474CB3" w:rsidRDefault="002A233B" w:rsidP="00AE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2FF8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CE2FF8">
              <w:rPr>
                <w:rFonts w:ascii="Times New Roman" w:hAnsi="Times New Roman"/>
                <w:sz w:val="24"/>
                <w:szCs w:val="24"/>
              </w:rPr>
              <w:t xml:space="preserve"> - 10 кВ №1023 ПС Гагарин</w:t>
            </w:r>
          </w:p>
        </w:tc>
      </w:tr>
    </w:tbl>
    <w:p w:rsidR="002A233B" w:rsidRPr="007762E6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A233B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2A233B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2A233B" w:rsidRPr="00474CB3" w:rsidTr="00AE79B0">
        <w:tc>
          <w:tcPr>
            <w:tcW w:w="255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A233B" w:rsidRPr="009742B9" w:rsidTr="00AE79B0">
        <w:trPr>
          <w:trHeight w:val="925"/>
        </w:trPr>
        <w:tc>
          <w:tcPr>
            <w:tcW w:w="255" w:type="pct"/>
            <w:vAlign w:val="center"/>
          </w:tcPr>
          <w:p w:rsidR="002A233B" w:rsidRPr="009742B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742B9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405044630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09.02.2012</w:t>
            </w:r>
          </w:p>
        </w:tc>
        <w:tc>
          <w:tcPr>
            <w:tcW w:w="909" w:type="pct"/>
            <w:vAlign w:val="center"/>
          </w:tcPr>
          <w:p w:rsidR="002A233B" w:rsidRPr="009742B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Курепин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742B9" w:rsidTr="00AE79B0">
        <w:trPr>
          <w:trHeight w:val="925"/>
        </w:trPr>
        <w:tc>
          <w:tcPr>
            <w:tcW w:w="255" w:type="pct"/>
            <w:vAlign w:val="center"/>
          </w:tcPr>
          <w:p w:rsidR="002A233B" w:rsidRPr="009742B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742B9">
              <w:rPr>
                <w:sz w:val="24"/>
                <w:szCs w:val="24"/>
              </w:rPr>
              <w:t>2</w:t>
            </w:r>
          </w:p>
        </w:tc>
        <w:tc>
          <w:tcPr>
            <w:tcW w:w="74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40505277 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08.02.2012</w:t>
            </w:r>
          </w:p>
        </w:tc>
        <w:tc>
          <w:tcPr>
            <w:tcW w:w="909" w:type="pct"/>
            <w:vAlign w:val="center"/>
          </w:tcPr>
          <w:p w:rsidR="002A233B" w:rsidRPr="009742B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 В.П.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742B9" w:rsidTr="00AE79B0">
        <w:trPr>
          <w:trHeight w:val="925"/>
        </w:trPr>
        <w:tc>
          <w:tcPr>
            <w:tcW w:w="255" w:type="pct"/>
            <w:vAlign w:val="center"/>
          </w:tcPr>
          <w:p w:rsidR="002A233B" w:rsidRPr="009742B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742B9">
              <w:rPr>
                <w:sz w:val="24"/>
                <w:szCs w:val="24"/>
              </w:rPr>
              <w:t>3</w:t>
            </w:r>
          </w:p>
        </w:tc>
        <w:tc>
          <w:tcPr>
            <w:tcW w:w="74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40506139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13.02.2012</w:t>
            </w:r>
          </w:p>
        </w:tc>
        <w:tc>
          <w:tcPr>
            <w:tcW w:w="909" w:type="pct"/>
            <w:vAlign w:val="center"/>
          </w:tcPr>
          <w:p w:rsidR="002A233B" w:rsidRPr="009742B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 В.Т.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742B9" w:rsidTr="00AE79B0">
        <w:trPr>
          <w:trHeight w:val="768"/>
        </w:trPr>
        <w:tc>
          <w:tcPr>
            <w:tcW w:w="255" w:type="pct"/>
            <w:vAlign w:val="center"/>
          </w:tcPr>
          <w:p w:rsidR="002A233B" w:rsidRPr="009742B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742B9">
              <w:rPr>
                <w:sz w:val="24"/>
                <w:szCs w:val="24"/>
              </w:rPr>
              <w:t>4</w:t>
            </w:r>
          </w:p>
        </w:tc>
        <w:tc>
          <w:tcPr>
            <w:tcW w:w="74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40506057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20.02.2012</w:t>
            </w:r>
          </w:p>
        </w:tc>
        <w:tc>
          <w:tcPr>
            <w:tcW w:w="909" w:type="pct"/>
            <w:vAlign w:val="center"/>
          </w:tcPr>
          <w:p w:rsidR="002A233B" w:rsidRPr="009742B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Н.И.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742B9" w:rsidTr="00AE79B0">
        <w:trPr>
          <w:trHeight w:val="925"/>
        </w:trPr>
        <w:tc>
          <w:tcPr>
            <w:tcW w:w="255" w:type="pct"/>
            <w:vAlign w:val="center"/>
          </w:tcPr>
          <w:p w:rsidR="002A233B" w:rsidRPr="009742B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742B9">
              <w:rPr>
                <w:sz w:val="24"/>
                <w:szCs w:val="24"/>
              </w:rPr>
              <w:t>5</w:t>
            </w:r>
          </w:p>
        </w:tc>
        <w:tc>
          <w:tcPr>
            <w:tcW w:w="74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40508646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15.02.2012</w:t>
            </w:r>
          </w:p>
        </w:tc>
        <w:tc>
          <w:tcPr>
            <w:tcW w:w="909" w:type="pct"/>
            <w:vAlign w:val="center"/>
          </w:tcPr>
          <w:p w:rsidR="002A233B" w:rsidRPr="009742B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Душанков</w:t>
            </w:r>
            <w:proofErr w:type="spellEnd"/>
            <w:r>
              <w:rPr>
                <w:sz w:val="24"/>
                <w:szCs w:val="24"/>
              </w:rPr>
              <w:t xml:space="preserve"> С.М.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742B9" w:rsidTr="00AE79B0">
        <w:trPr>
          <w:trHeight w:val="925"/>
        </w:trPr>
        <w:tc>
          <w:tcPr>
            <w:tcW w:w="25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4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40509240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27.02.2012</w:t>
            </w:r>
          </w:p>
        </w:tc>
        <w:tc>
          <w:tcPr>
            <w:tcW w:w="909" w:type="pct"/>
            <w:vAlign w:val="center"/>
          </w:tcPr>
          <w:p w:rsidR="002A233B" w:rsidRPr="009742B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 А.А.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13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2A233B" w:rsidRPr="009742B9" w:rsidTr="00AE79B0">
        <w:trPr>
          <w:trHeight w:val="925"/>
        </w:trPr>
        <w:tc>
          <w:tcPr>
            <w:tcW w:w="25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4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40511227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24.02.2012</w:t>
            </w:r>
          </w:p>
        </w:tc>
        <w:tc>
          <w:tcPr>
            <w:tcW w:w="909" w:type="pct"/>
            <w:vAlign w:val="center"/>
          </w:tcPr>
          <w:p w:rsidR="002A233B" w:rsidRPr="009742B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Пушкарев А.А.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813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742B9" w:rsidTr="00AE79B0">
        <w:trPr>
          <w:trHeight w:val="925"/>
        </w:trPr>
        <w:tc>
          <w:tcPr>
            <w:tcW w:w="25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74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40518703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07.03.2012</w:t>
            </w:r>
          </w:p>
        </w:tc>
        <w:tc>
          <w:tcPr>
            <w:tcW w:w="909" w:type="pct"/>
            <w:vAlign w:val="center"/>
          </w:tcPr>
          <w:p w:rsidR="002A233B" w:rsidRPr="009742B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Ангилейкова</w:t>
            </w:r>
            <w:proofErr w:type="spellEnd"/>
            <w:r>
              <w:rPr>
                <w:sz w:val="24"/>
                <w:szCs w:val="24"/>
              </w:rPr>
              <w:t xml:space="preserve"> Л.Е.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742B9" w:rsidTr="00AE79B0">
        <w:trPr>
          <w:trHeight w:val="925"/>
        </w:trPr>
        <w:tc>
          <w:tcPr>
            <w:tcW w:w="25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40523059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19.03.2012</w:t>
            </w:r>
          </w:p>
        </w:tc>
        <w:tc>
          <w:tcPr>
            <w:tcW w:w="909" w:type="pct"/>
            <w:vAlign w:val="center"/>
          </w:tcPr>
          <w:p w:rsidR="002A233B" w:rsidRPr="009742B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И.М.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2A233B" w:rsidRPr="009742B9" w:rsidTr="00AE79B0">
        <w:trPr>
          <w:trHeight w:val="925"/>
        </w:trPr>
        <w:tc>
          <w:tcPr>
            <w:tcW w:w="25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4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40524424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16.03.2012</w:t>
            </w:r>
          </w:p>
        </w:tc>
        <w:tc>
          <w:tcPr>
            <w:tcW w:w="909" w:type="pct"/>
            <w:vAlign w:val="center"/>
          </w:tcPr>
          <w:p w:rsidR="002A233B" w:rsidRPr="009742B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Рыбкин Р.В.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2A233B" w:rsidRPr="009742B9" w:rsidTr="00AE79B0">
        <w:trPr>
          <w:trHeight w:val="925"/>
        </w:trPr>
        <w:tc>
          <w:tcPr>
            <w:tcW w:w="25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45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40532075</w:t>
            </w:r>
          </w:p>
        </w:tc>
        <w:tc>
          <w:tcPr>
            <w:tcW w:w="731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02.04.2012</w:t>
            </w:r>
          </w:p>
        </w:tc>
        <w:tc>
          <w:tcPr>
            <w:tcW w:w="909" w:type="pct"/>
            <w:vAlign w:val="center"/>
          </w:tcPr>
          <w:p w:rsidR="002A233B" w:rsidRPr="009742B9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Ю.Е.</w:t>
            </w:r>
          </w:p>
        </w:tc>
        <w:tc>
          <w:tcPr>
            <w:tcW w:w="733" w:type="pct"/>
            <w:vAlign w:val="center"/>
          </w:tcPr>
          <w:p w:rsidR="002A233B" w:rsidRPr="005D694D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813" w:type="pct"/>
            <w:vAlign w:val="center"/>
          </w:tcPr>
          <w:p w:rsidR="002A233B" w:rsidRPr="00906FA8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</w:tbl>
    <w:p w:rsidR="002A233B" w:rsidRPr="009742B9" w:rsidRDefault="002A233B" w:rsidP="002A233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A233B" w:rsidRPr="00B728A2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728A2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A233B" w:rsidRPr="007762E6" w:rsidRDefault="002A233B" w:rsidP="002A23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2A233B" w:rsidRPr="007762E6" w:rsidRDefault="002A233B" w:rsidP="002A23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A233B" w:rsidRPr="007762E6" w:rsidRDefault="002A233B" w:rsidP="002A233B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lastRenderedPageBreak/>
        <w:t>Строительные работы выполняются в соответствии с настоящим техническим заданием в 2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A233B" w:rsidRPr="0077394D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10-</w:t>
      </w:r>
      <w:r w:rsidRPr="007762E6">
        <w:rPr>
          <w:b/>
          <w:sz w:val="24"/>
          <w:szCs w:val="24"/>
        </w:rPr>
        <w:t>0,4кВ: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Проектируемая ВЛИ 0,4кВ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4"/>
        <w:gridCol w:w="4737"/>
      </w:tblGrid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2A233B" w:rsidRPr="00474CB3" w:rsidTr="00AE79B0">
        <w:tc>
          <w:tcPr>
            <w:tcW w:w="5068" w:type="dxa"/>
          </w:tcPr>
          <w:p w:rsidR="002A233B" w:rsidRPr="00F661CA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66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F661CA">
              <w:rPr>
                <w:sz w:val="24"/>
                <w:szCs w:val="24"/>
              </w:rPr>
              <w:t>км</w:t>
            </w:r>
            <w:proofErr w:type="gramEnd"/>
            <w:r w:rsidRPr="00F66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A233B" w:rsidRPr="00F661CA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661CA">
              <w:rPr>
                <w:sz w:val="24"/>
                <w:szCs w:val="24"/>
              </w:rPr>
              <w:t>1,5</w:t>
            </w:r>
          </w:p>
        </w:tc>
      </w:tr>
      <w:tr w:rsidR="002A233B" w:rsidRPr="00474CB3" w:rsidTr="00AE79B0">
        <w:tc>
          <w:tcPr>
            <w:tcW w:w="5068" w:type="dxa"/>
          </w:tcPr>
          <w:p w:rsidR="002A233B" w:rsidRPr="00F81990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81990">
              <w:rPr>
                <w:sz w:val="24"/>
                <w:szCs w:val="24"/>
              </w:rPr>
              <w:t>Тип проект</w:t>
            </w:r>
            <w:proofErr w:type="gramStart"/>
            <w:r w:rsidRPr="00F81990">
              <w:rPr>
                <w:sz w:val="24"/>
                <w:szCs w:val="24"/>
              </w:rPr>
              <w:t>.</w:t>
            </w:r>
            <w:proofErr w:type="gramEnd"/>
            <w:r w:rsidRPr="00F81990">
              <w:rPr>
                <w:sz w:val="24"/>
                <w:szCs w:val="24"/>
              </w:rPr>
              <w:t xml:space="preserve"> </w:t>
            </w:r>
            <w:proofErr w:type="gramStart"/>
            <w:r w:rsidRPr="00F81990">
              <w:rPr>
                <w:sz w:val="24"/>
                <w:szCs w:val="24"/>
              </w:rPr>
              <w:t>п</w:t>
            </w:r>
            <w:proofErr w:type="gramEnd"/>
            <w:r w:rsidRPr="00F81990">
              <w:rPr>
                <w:sz w:val="24"/>
                <w:szCs w:val="24"/>
              </w:rPr>
              <w:t>ровода (кабеля)</w:t>
            </w:r>
          </w:p>
        </w:tc>
        <w:tc>
          <w:tcPr>
            <w:tcW w:w="5069" w:type="dxa"/>
          </w:tcPr>
          <w:p w:rsidR="002A233B" w:rsidRPr="00F81990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81990">
              <w:rPr>
                <w:sz w:val="24"/>
                <w:szCs w:val="24"/>
              </w:rPr>
              <w:t>СИП-2</w:t>
            </w:r>
          </w:p>
        </w:tc>
      </w:tr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A233B" w:rsidRPr="00474CB3" w:rsidTr="00AE79B0">
        <w:tc>
          <w:tcPr>
            <w:tcW w:w="5068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A233B" w:rsidRPr="00474CB3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2A233B" w:rsidRPr="00F81990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81990">
        <w:rPr>
          <w:sz w:val="24"/>
          <w:szCs w:val="24"/>
        </w:rPr>
        <w:t xml:space="preserve">Запроектировать и построить ВЛ-0,4кВ с применением самонесущего изолированного провода СИП-2 от проектируемой КТП-10/0,4кВ </w:t>
      </w:r>
      <w:r>
        <w:rPr>
          <w:sz w:val="24"/>
          <w:szCs w:val="24"/>
        </w:rPr>
        <w:t xml:space="preserve">для </w:t>
      </w:r>
      <w:proofErr w:type="gramStart"/>
      <w:r>
        <w:rPr>
          <w:sz w:val="24"/>
          <w:szCs w:val="24"/>
        </w:rPr>
        <w:t>СТ</w:t>
      </w:r>
      <w:proofErr w:type="gramEnd"/>
      <w:r>
        <w:rPr>
          <w:sz w:val="24"/>
          <w:szCs w:val="24"/>
        </w:rPr>
        <w:t xml:space="preserve"> «Надежда» </w:t>
      </w:r>
      <w:r w:rsidRPr="00F81990">
        <w:rPr>
          <w:sz w:val="24"/>
          <w:szCs w:val="24"/>
        </w:rPr>
        <w:t xml:space="preserve">до границы участков </w:t>
      </w:r>
      <w:r w:rsidRPr="00F661CA">
        <w:rPr>
          <w:sz w:val="24"/>
          <w:szCs w:val="24"/>
        </w:rPr>
        <w:t>заявителей (1,5км).</w:t>
      </w:r>
    </w:p>
    <w:p w:rsidR="002A233B" w:rsidRPr="00F81990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81990">
        <w:rPr>
          <w:sz w:val="24"/>
          <w:szCs w:val="24"/>
        </w:rPr>
        <w:t xml:space="preserve">Провод на магистрали или линейном ответвлении </w:t>
      </w:r>
      <w:proofErr w:type="gramStart"/>
      <w:r w:rsidRPr="00F81990">
        <w:rPr>
          <w:sz w:val="24"/>
          <w:szCs w:val="24"/>
        </w:rPr>
        <w:t>ВЛ</w:t>
      </w:r>
      <w:proofErr w:type="gramEnd"/>
      <w:r w:rsidRPr="00F81990">
        <w:rPr>
          <w:sz w:val="24"/>
          <w:szCs w:val="24"/>
        </w:rPr>
        <w:t xml:space="preserve"> - 0,4кВ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2A233B" w:rsidRPr="00811465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проводов на магистралях должно быть не менее 70мм</w:t>
      </w:r>
      <w:r w:rsidRPr="00811465">
        <w:rPr>
          <w:sz w:val="24"/>
          <w:szCs w:val="24"/>
          <w:vertAlign w:val="superscript"/>
        </w:rPr>
        <w:t>2</w:t>
      </w:r>
      <w:r w:rsidRPr="00811465">
        <w:rPr>
          <w:sz w:val="24"/>
          <w:szCs w:val="24"/>
        </w:rPr>
        <w:t>.</w:t>
      </w:r>
    </w:p>
    <w:p w:rsidR="002A233B" w:rsidRPr="00811465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A233B" w:rsidRPr="00EC6F4C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EC6F4C">
        <w:rPr>
          <w:sz w:val="24"/>
          <w:szCs w:val="24"/>
        </w:rPr>
        <w:t xml:space="preserve"> Опоры принять с изгибающим моментом ж/б стойки типа </w:t>
      </w:r>
      <w:proofErr w:type="gramStart"/>
      <w:r w:rsidRPr="00EC6F4C">
        <w:rPr>
          <w:sz w:val="24"/>
          <w:szCs w:val="24"/>
        </w:rPr>
        <w:t>СВ</w:t>
      </w:r>
      <w:proofErr w:type="gramEnd"/>
      <w:r w:rsidRPr="00EC6F4C">
        <w:rPr>
          <w:sz w:val="24"/>
          <w:szCs w:val="24"/>
        </w:rPr>
        <w:t xml:space="preserve"> не менее 30кНм.</w:t>
      </w:r>
    </w:p>
    <w:p w:rsidR="002A233B" w:rsidRPr="0077394D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Заземляющие устройства и </w:t>
      </w:r>
      <w:proofErr w:type="spellStart"/>
      <w:r w:rsidRPr="0077394D">
        <w:rPr>
          <w:sz w:val="24"/>
          <w:szCs w:val="24"/>
        </w:rPr>
        <w:t>молниезащиту</w:t>
      </w:r>
      <w:proofErr w:type="spellEnd"/>
      <w:r w:rsidRPr="0077394D">
        <w:rPr>
          <w:sz w:val="24"/>
          <w:szCs w:val="24"/>
        </w:rPr>
        <w:t xml:space="preserve"> выполнить согласно требованиям ПУЭ:</w:t>
      </w:r>
    </w:p>
    <w:p w:rsidR="002A233B" w:rsidRPr="0077394D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2A233B" w:rsidRPr="0077394D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- в местах переходов </w:t>
      </w:r>
      <w:proofErr w:type="gramStart"/>
      <w:r w:rsidRPr="0077394D">
        <w:rPr>
          <w:sz w:val="24"/>
          <w:szCs w:val="24"/>
        </w:rPr>
        <w:t>ВЛ</w:t>
      </w:r>
      <w:proofErr w:type="gramEnd"/>
      <w:r w:rsidRPr="0077394D">
        <w:rPr>
          <w:sz w:val="24"/>
          <w:szCs w:val="24"/>
        </w:rPr>
        <w:t xml:space="preserve">  в кабельные участки с применением РДИ;</w:t>
      </w:r>
    </w:p>
    <w:p w:rsidR="002A233B" w:rsidRPr="0077394D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A233B" w:rsidRPr="006F0FBC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 xml:space="preserve">Проведение </w:t>
      </w:r>
      <w:proofErr w:type="spellStart"/>
      <w:r w:rsidRPr="006F0FBC">
        <w:rPr>
          <w:sz w:val="24"/>
          <w:szCs w:val="24"/>
        </w:rPr>
        <w:t>предпроектного</w:t>
      </w:r>
      <w:proofErr w:type="spellEnd"/>
      <w:r w:rsidRPr="006F0FBC">
        <w:rPr>
          <w:sz w:val="24"/>
          <w:szCs w:val="24"/>
        </w:rPr>
        <w:t xml:space="preserve"> обследования объекта</w:t>
      </w:r>
    </w:p>
    <w:p w:rsidR="002A233B" w:rsidRPr="006F0FBC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A233B" w:rsidRPr="006F0FBC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A233B" w:rsidRPr="006F0FBC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Выполнить раздел «Конструктивные и технологические решения».</w:t>
      </w:r>
    </w:p>
    <w:p w:rsidR="002A233B" w:rsidRPr="006F0FBC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 xml:space="preserve">Для безопасной эксплуатации </w:t>
      </w:r>
      <w:proofErr w:type="gramStart"/>
      <w:r w:rsidRPr="006F0FBC">
        <w:rPr>
          <w:sz w:val="24"/>
          <w:szCs w:val="24"/>
        </w:rPr>
        <w:t>проектируемых</w:t>
      </w:r>
      <w:proofErr w:type="gramEnd"/>
      <w:r w:rsidRPr="006F0FBC">
        <w:rPr>
          <w:sz w:val="24"/>
          <w:szCs w:val="24"/>
        </w:rPr>
        <w:t xml:space="preserve"> ВЛ-10кВ предусмотреть: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6F0FBC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</w:t>
      </w:r>
      <w:r w:rsidRPr="007762E6">
        <w:rPr>
          <w:sz w:val="24"/>
          <w:szCs w:val="24"/>
        </w:rPr>
        <w:lastRenderedPageBreak/>
        <w:t xml:space="preserve">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A233B" w:rsidRPr="0063069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ПУЭ;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A233B" w:rsidRPr="00345A8B" w:rsidRDefault="002A233B" w:rsidP="002A233B">
      <w:pPr>
        <w:pStyle w:val="a4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45A8B">
        <w:rPr>
          <w:b/>
          <w:sz w:val="24"/>
          <w:szCs w:val="24"/>
        </w:rPr>
        <w:t>Требуемые сроки выполнения работ.</w:t>
      </w:r>
    </w:p>
    <w:p w:rsidR="002A233B" w:rsidRPr="00345A8B" w:rsidRDefault="002A233B" w:rsidP="002A233B">
      <w:pPr>
        <w:pStyle w:val="a4"/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345A8B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5 месяцев</w:t>
      </w:r>
      <w:r w:rsidRPr="00345A8B">
        <w:rPr>
          <w:sz w:val="24"/>
          <w:szCs w:val="24"/>
        </w:rPr>
        <w:t xml:space="preserve"> с момента заключения Договора.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A233B" w:rsidRPr="00345A8B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b/>
          <w:sz w:val="24"/>
          <w:szCs w:val="24"/>
        </w:rPr>
      </w:pPr>
      <w:r w:rsidRPr="00345A8B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</w:t>
      </w:r>
      <w:r>
        <w:rPr>
          <w:b/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A233B" w:rsidRPr="00687E11" w:rsidRDefault="002A233B" w:rsidP="002A233B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687E11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A233B" w:rsidRPr="00687E11" w:rsidRDefault="002A233B" w:rsidP="002A233B">
      <w:pPr>
        <w:pStyle w:val="a4"/>
        <w:tabs>
          <w:tab w:val="left" w:pos="1134"/>
        </w:tabs>
        <w:ind w:left="0" w:firstLine="0"/>
        <w:jc w:val="both"/>
        <w:rPr>
          <w:sz w:val="24"/>
          <w:szCs w:val="24"/>
        </w:rPr>
      </w:pPr>
    </w:p>
    <w:p w:rsidR="002A233B" w:rsidRDefault="002A233B">
      <w:r>
        <w:br w:type="page"/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/>
          <w:b/>
          <w:i/>
          <w:sz w:val="24"/>
          <w:szCs w:val="24"/>
          <w:u w:val="single"/>
        </w:rPr>
        <w:t>220</w:t>
      </w:r>
      <w:r w:rsidRPr="00432AD3">
        <w:rPr>
          <w:rFonts w:ascii="Times New Roman" w:hAnsi="Times New Roman"/>
          <w:b/>
          <w:i/>
          <w:sz w:val="24"/>
          <w:szCs w:val="24"/>
          <w:u w:val="single"/>
        </w:rPr>
        <w:t>к</w:t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2A233B" w:rsidRDefault="002A233B" w:rsidP="002A233B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ВЛ-0,4кВ №3 </w:t>
      </w:r>
      <w:r w:rsidRPr="00BA473D">
        <w:rPr>
          <w:rFonts w:ascii="Times New Roman" w:hAnsi="Times New Roman"/>
          <w:sz w:val="24"/>
          <w:szCs w:val="24"/>
          <w:u w:val="single"/>
        </w:rPr>
        <w:t>ТП №</w:t>
      </w:r>
      <w:r>
        <w:rPr>
          <w:rFonts w:ascii="Times New Roman" w:hAnsi="Times New Roman"/>
          <w:sz w:val="24"/>
          <w:szCs w:val="24"/>
          <w:u w:val="single"/>
        </w:rPr>
        <w:t>3 «Карманово»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ВЛ-10 кВ № 10</w:t>
      </w:r>
      <w:r>
        <w:rPr>
          <w:rFonts w:ascii="Times New Roman" w:hAnsi="Times New Roman"/>
          <w:sz w:val="24"/>
          <w:szCs w:val="24"/>
          <w:u w:val="single"/>
        </w:rPr>
        <w:t>18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ПС 35/10 </w:t>
      </w:r>
      <w:r>
        <w:rPr>
          <w:rFonts w:ascii="Times New Roman" w:hAnsi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/>
          <w:sz w:val="24"/>
          <w:szCs w:val="24"/>
          <w:u w:val="single"/>
        </w:rPr>
        <w:t>Кармано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во» </w:t>
      </w:r>
    </w:p>
    <w:p w:rsidR="002A233B" w:rsidRPr="00BA473D" w:rsidRDefault="002A233B" w:rsidP="002A233B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/>
          <w:sz w:val="24"/>
          <w:szCs w:val="24"/>
        </w:rPr>
        <w:t xml:space="preserve">ВЛ-0,4кВ </w:t>
      </w:r>
      <w:r>
        <w:rPr>
          <w:rFonts w:ascii="Times New Roman" w:hAnsi="Times New Roman"/>
          <w:sz w:val="24"/>
          <w:szCs w:val="24"/>
        </w:rPr>
        <w:t xml:space="preserve">№3 </w:t>
      </w:r>
      <w:r w:rsidRPr="00BA473D">
        <w:rPr>
          <w:rFonts w:ascii="Times New Roman" w:hAnsi="Times New Roman"/>
          <w:sz w:val="24"/>
          <w:szCs w:val="24"/>
        </w:rPr>
        <w:t>ТП №</w:t>
      </w:r>
      <w:r>
        <w:rPr>
          <w:rFonts w:ascii="Times New Roman" w:hAnsi="Times New Roman"/>
          <w:sz w:val="24"/>
          <w:szCs w:val="24"/>
        </w:rPr>
        <w:t>3 «Карманово»</w:t>
      </w:r>
      <w:r w:rsidRPr="00BA473D">
        <w:rPr>
          <w:rFonts w:ascii="Times New Roman" w:hAnsi="Times New Roman"/>
          <w:sz w:val="24"/>
          <w:szCs w:val="24"/>
        </w:rPr>
        <w:t xml:space="preserve"> ВЛ-10 кВ № 10</w:t>
      </w:r>
      <w:r>
        <w:rPr>
          <w:rFonts w:ascii="Times New Roman" w:hAnsi="Times New Roman"/>
          <w:sz w:val="24"/>
          <w:szCs w:val="24"/>
        </w:rPr>
        <w:t>18</w:t>
      </w:r>
      <w:r w:rsidRPr="00BA473D">
        <w:rPr>
          <w:rFonts w:ascii="Times New Roman" w:hAnsi="Times New Roman"/>
          <w:sz w:val="24"/>
          <w:szCs w:val="24"/>
        </w:rPr>
        <w:t xml:space="preserve"> ПС 35/10 кВ «</w:t>
      </w:r>
      <w:r>
        <w:rPr>
          <w:rFonts w:ascii="Times New Roman" w:hAnsi="Times New Roman"/>
          <w:sz w:val="24"/>
          <w:szCs w:val="24"/>
        </w:rPr>
        <w:t>Карманово»</w:t>
      </w:r>
      <w:r w:rsidRPr="007762E6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в:</w:t>
      </w:r>
    </w:p>
    <w:p w:rsidR="002A233B" w:rsidRPr="007762E6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Style w:val="a6"/>
        <w:tblW w:w="4948" w:type="pct"/>
        <w:tblLook w:val="04A0"/>
      </w:tblPr>
      <w:tblGrid>
        <w:gridCol w:w="1443"/>
        <w:gridCol w:w="1524"/>
        <w:gridCol w:w="1800"/>
        <w:gridCol w:w="1402"/>
        <w:gridCol w:w="1403"/>
        <w:gridCol w:w="1899"/>
      </w:tblGrid>
      <w:tr w:rsidR="002A233B" w:rsidRPr="007762E6" w:rsidTr="00AE79B0">
        <w:tc>
          <w:tcPr>
            <w:tcW w:w="720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A233B" w:rsidRPr="007762E6" w:rsidTr="00AE79B0">
        <w:trPr>
          <w:trHeight w:val="1114"/>
        </w:trPr>
        <w:tc>
          <w:tcPr>
            <w:tcW w:w="720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Гагаринский</w:t>
            </w:r>
            <w:proofErr w:type="spellEnd"/>
          </w:p>
        </w:tc>
        <w:tc>
          <w:tcPr>
            <w:tcW w:w="975" w:type="pct"/>
          </w:tcPr>
          <w:p w:rsidR="002A233B" w:rsidRPr="00E364A6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BA473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/>
                <w:sz w:val="24"/>
                <w:szCs w:val="24"/>
              </w:rPr>
              <w:t>Карманово</w:t>
            </w:r>
          </w:p>
        </w:tc>
        <w:tc>
          <w:tcPr>
            <w:tcW w:w="765" w:type="pct"/>
          </w:tcPr>
          <w:p w:rsidR="002A233B" w:rsidRPr="00D320A0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CC778C">
              <w:rPr>
                <w:rFonts w:ascii="Times New Roman" w:hAnsi="Times New Roman"/>
                <w:sz w:val="24"/>
                <w:szCs w:val="24"/>
              </w:rPr>
              <w:t>366213219</w:t>
            </w:r>
          </w:p>
        </w:tc>
        <w:tc>
          <w:tcPr>
            <w:tcW w:w="765" w:type="pct"/>
          </w:tcPr>
          <w:p w:rsidR="002A233B" w:rsidRPr="00D320A0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CC778C">
              <w:rPr>
                <w:rFonts w:ascii="Times New Roman" w:hAnsi="Times New Roman"/>
                <w:sz w:val="24"/>
                <w:szCs w:val="24"/>
              </w:rPr>
              <w:t>12004289</w:t>
            </w:r>
          </w:p>
        </w:tc>
        <w:tc>
          <w:tcPr>
            <w:tcW w:w="1027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73D">
              <w:rPr>
                <w:rFonts w:ascii="Times New Roman" w:hAnsi="Times New Roman"/>
                <w:sz w:val="24"/>
                <w:szCs w:val="24"/>
              </w:rPr>
              <w:t>ВЛ-0,4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>В Л-10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A473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/>
                <w:sz w:val="24"/>
                <w:szCs w:val="24"/>
              </w:rPr>
              <w:t xml:space="preserve">/СТ </w:t>
            </w:r>
            <w:r>
              <w:rPr>
                <w:rFonts w:ascii="Times New Roman" w:hAnsi="Times New Roman"/>
                <w:sz w:val="24"/>
                <w:szCs w:val="24"/>
              </w:rPr>
              <w:t>Карманово</w:t>
            </w:r>
          </w:p>
        </w:tc>
      </w:tr>
    </w:tbl>
    <w:p w:rsidR="002A233B" w:rsidRPr="007762E6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A233B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2A233B" w:rsidRDefault="002A233B" w:rsidP="002A233B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472"/>
        <w:gridCol w:w="1204"/>
        <w:gridCol w:w="1338"/>
        <w:gridCol w:w="1173"/>
        <w:gridCol w:w="1336"/>
      </w:tblGrid>
      <w:tr w:rsidR="002A233B" w:rsidRPr="00EF4E1A" w:rsidTr="00AE79B0">
        <w:tc>
          <w:tcPr>
            <w:tcW w:w="220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62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699" w:type="pct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A233B" w:rsidTr="00AE79B0">
        <w:tc>
          <w:tcPr>
            <w:tcW w:w="220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2A233B" w:rsidRPr="002C3D01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437980</w:t>
            </w:r>
          </w:p>
        </w:tc>
        <w:tc>
          <w:tcPr>
            <w:tcW w:w="699" w:type="pct"/>
            <w:vAlign w:val="center"/>
          </w:tcPr>
          <w:p w:rsidR="002A233B" w:rsidRPr="002E4CBE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2A233B" w:rsidRPr="00CC778C" w:rsidRDefault="002A233B" w:rsidP="00AE79B0">
            <w:pPr>
              <w:widowControl w:val="0"/>
              <w:autoSpaceDE w:val="0"/>
              <w:autoSpaceDN w:val="0"/>
              <w:spacing w:line="24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778C">
              <w:rPr>
                <w:rFonts w:ascii="Times New Roman" w:eastAsia="Times New Roman" w:hAnsi="Times New Roman"/>
                <w:lang w:eastAsia="ru-RU"/>
              </w:rPr>
              <w:t>ФГУП «Российская телевизионная и радиовещательная сеть» филиал «Смоленский ОРТПЦ»</w:t>
            </w:r>
          </w:p>
          <w:p w:rsidR="002A233B" w:rsidRPr="007C67E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2A233B" w:rsidRPr="0070557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C778C">
              <w:rPr>
                <w:sz w:val="22"/>
                <w:szCs w:val="22"/>
              </w:rPr>
              <w:t>объект цифрового эфирного телерадиовещания</w:t>
            </w:r>
          </w:p>
        </w:tc>
        <w:tc>
          <w:tcPr>
            <w:tcW w:w="699" w:type="pct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 xml:space="preserve">д. </w:t>
            </w:r>
            <w:r>
              <w:rPr>
                <w:sz w:val="22"/>
                <w:szCs w:val="22"/>
              </w:rPr>
              <w:t>Карманово</w:t>
            </w:r>
          </w:p>
        </w:tc>
        <w:tc>
          <w:tcPr>
            <w:tcW w:w="613" w:type="pct"/>
            <w:vAlign w:val="center"/>
          </w:tcPr>
          <w:p w:rsidR="002A233B" w:rsidRPr="0070557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2A233B" w:rsidRPr="00A13748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A233B" w:rsidRPr="007762E6" w:rsidRDefault="002A233B" w:rsidP="002A23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2A233B" w:rsidRPr="007762E6" w:rsidRDefault="002A233B" w:rsidP="002A23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A233B" w:rsidRPr="007762E6" w:rsidRDefault="002A233B" w:rsidP="002A233B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6"/>
        <w:tblW w:w="0" w:type="auto"/>
        <w:tblLook w:val="04A0"/>
      </w:tblPr>
      <w:tblGrid>
        <w:gridCol w:w="4831"/>
        <w:gridCol w:w="4740"/>
      </w:tblGrid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</w:t>
      </w:r>
      <w:r>
        <w:rPr>
          <w:sz w:val="24"/>
          <w:szCs w:val="24"/>
        </w:rPr>
        <w:t xml:space="preserve">опоры №А11 ВЛ-0,4кВ №3 </w:t>
      </w:r>
      <w:r w:rsidRPr="004D4A7A">
        <w:rPr>
          <w:sz w:val="24"/>
          <w:szCs w:val="24"/>
        </w:rPr>
        <w:t>ТП №</w:t>
      </w:r>
      <w:r>
        <w:rPr>
          <w:sz w:val="24"/>
          <w:szCs w:val="24"/>
        </w:rPr>
        <w:t>3 «Карманово»</w:t>
      </w:r>
      <w:r w:rsidRPr="004D4A7A">
        <w:rPr>
          <w:sz w:val="24"/>
          <w:szCs w:val="24"/>
        </w:rPr>
        <w:t xml:space="preserve"> ВЛ-10 кВ № 10</w:t>
      </w:r>
      <w:r>
        <w:rPr>
          <w:sz w:val="24"/>
          <w:szCs w:val="24"/>
        </w:rPr>
        <w:t>18</w:t>
      </w:r>
      <w:r w:rsidRPr="004D4A7A">
        <w:rPr>
          <w:sz w:val="24"/>
          <w:szCs w:val="24"/>
        </w:rPr>
        <w:t xml:space="preserve"> ПС «</w:t>
      </w:r>
      <w:r>
        <w:rPr>
          <w:sz w:val="24"/>
          <w:szCs w:val="24"/>
        </w:rPr>
        <w:t>Карманово</w:t>
      </w:r>
      <w:r w:rsidRPr="004D4A7A">
        <w:rPr>
          <w:sz w:val="24"/>
          <w:szCs w:val="24"/>
        </w:rPr>
        <w:t xml:space="preserve">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0,15 к</w:t>
      </w:r>
      <w:r w:rsidRPr="007762E6">
        <w:rPr>
          <w:sz w:val="24"/>
          <w:szCs w:val="24"/>
        </w:rPr>
        <w:t>м).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Предусмотреть замену существующих опор и провода 4А25, 4А50 на неизолированный алюминиевый провод большего сечения от РУ-0,4кВ ТП№3 «Карманово» до опоры №1 и в пролетах опор №1-№3, №3-№А11 ВЛ-0,4кВ №3 (ориентировочно 0,55 км).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Сечение провода выбрать из расчета допустимой потери напряжения.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 «Карманово»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lastRenderedPageBreak/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A233B" w:rsidRPr="008431D8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Требования к проектной организации.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A233B" w:rsidRPr="00582E47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Правила контроля и приемки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A233B" w:rsidRPr="00C903BE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A233B" w:rsidRPr="00510A35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2A233B" w:rsidRPr="00C92849" w:rsidRDefault="002A233B" w:rsidP="002A233B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A233B" w:rsidRDefault="002A233B">
      <w:r>
        <w:br w:type="page"/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/>
          <w:b/>
          <w:i/>
          <w:sz w:val="24"/>
          <w:szCs w:val="24"/>
          <w:u w:val="single"/>
        </w:rPr>
        <w:t>222</w:t>
      </w:r>
      <w:r w:rsidRPr="00432AD3">
        <w:rPr>
          <w:rFonts w:ascii="Times New Roman" w:hAnsi="Times New Roman"/>
          <w:b/>
          <w:i/>
          <w:sz w:val="24"/>
          <w:szCs w:val="24"/>
          <w:u w:val="single"/>
        </w:rPr>
        <w:t>к</w:t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2A233B" w:rsidRDefault="002A233B" w:rsidP="002A233B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ВЛ-0,4кВ 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ТП </w:t>
      </w:r>
      <w:r>
        <w:rPr>
          <w:rFonts w:ascii="Times New Roman" w:hAnsi="Times New Roman"/>
          <w:sz w:val="24"/>
          <w:szCs w:val="24"/>
          <w:u w:val="single"/>
        </w:rPr>
        <w:t>«Подолье»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ВЛ-10 кВ № 100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ПС 35/10 </w:t>
      </w:r>
      <w:r>
        <w:rPr>
          <w:rFonts w:ascii="Times New Roman" w:hAnsi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/>
          <w:sz w:val="24"/>
          <w:szCs w:val="24"/>
          <w:u w:val="single"/>
        </w:rPr>
        <w:t>Мелькомбинат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» </w:t>
      </w:r>
    </w:p>
    <w:p w:rsidR="002A233B" w:rsidRPr="00BA473D" w:rsidRDefault="002A233B" w:rsidP="002A233B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/>
          <w:sz w:val="24"/>
          <w:szCs w:val="24"/>
        </w:rPr>
        <w:t>и строительство ВЛ-0,4кВ ТП «Подолье»</w:t>
      </w:r>
      <w:r w:rsidRPr="00BA473D">
        <w:rPr>
          <w:rFonts w:ascii="Times New Roman" w:hAnsi="Times New Roman"/>
          <w:sz w:val="24"/>
          <w:szCs w:val="24"/>
        </w:rPr>
        <w:t xml:space="preserve"> ВЛ-10 кВ № 100</w:t>
      </w:r>
      <w:r>
        <w:rPr>
          <w:rFonts w:ascii="Times New Roman" w:hAnsi="Times New Roman"/>
          <w:sz w:val="24"/>
          <w:szCs w:val="24"/>
        </w:rPr>
        <w:t>4</w:t>
      </w:r>
      <w:r w:rsidRPr="00BA473D">
        <w:rPr>
          <w:rFonts w:ascii="Times New Roman" w:hAnsi="Times New Roman"/>
          <w:sz w:val="24"/>
          <w:szCs w:val="24"/>
        </w:rPr>
        <w:t xml:space="preserve"> ПС 35/10 кВ «</w:t>
      </w:r>
      <w:r>
        <w:rPr>
          <w:rFonts w:ascii="Times New Roman" w:hAnsi="Times New Roman"/>
          <w:sz w:val="24"/>
          <w:szCs w:val="24"/>
        </w:rPr>
        <w:t>Мелькомбинат»</w:t>
      </w:r>
      <w:r w:rsidRPr="007762E6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в:</w:t>
      </w:r>
    </w:p>
    <w:p w:rsidR="002A233B" w:rsidRPr="007762E6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Style w:val="a6"/>
        <w:tblW w:w="4948" w:type="pct"/>
        <w:tblLook w:val="04A0"/>
      </w:tblPr>
      <w:tblGrid>
        <w:gridCol w:w="1443"/>
        <w:gridCol w:w="1401"/>
        <w:gridCol w:w="1831"/>
        <w:gridCol w:w="1433"/>
        <w:gridCol w:w="1433"/>
        <w:gridCol w:w="1930"/>
      </w:tblGrid>
      <w:tr w:rsidR="002A233B" w:rsidRPr="007762E6" w:rsidTr="00AE79B0">
        <w:tc>
          <w:tcPr>
            <w:tcW w:w="720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A233B" w:rsidRPr="007762E6" w:rsidTr="00AE79B0">
        <w:trPr>
          <w:trHeight w:val="1114"/>
        </w:trPr>
        <w:tc>
          <w:tcPr>
            <w:tcW w:w="720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Вязем</w:t>
            </w:r>
            <w:r w:rsidRPr="007762E6">
              <w:rPr>
                <w:rFonts w:ascii="Times New Roman" w:hAnsi="Times New Roman"/>
                <w:sz w:val="24"/>
                <w:szCs w:val="24"/>
              </w:rPr>
              <w:t>ский</w:t>
            </w:r>
          </w:p>
        </w:tc>
        <w:tc>
          <w:tcPr>
            <w:tcW w:w="975" w:type="pct"/>
          </w:tcPr>
          <w:p w:rsidR="002A233B" w:rsidRPr="00E364A6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BA473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/>
                <w:sz w:val="24"/>
                <w:szCs w:val="24"/>
              </w:rPr>
              <w:t>Подолье</w:t>
            </w:r>
          </w:p>
        </w:tc>
        <w:tc>
          <w:tcPr>
            <w:tcW w:w="765" w:type="pct"/>
          </w:tcPr>
          <w:p w:rsidR="002A233B" w:rsidRPr="00D320A0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584B30">
              <w:rPr>
                <w:rFonts w:ascii="Times New Roman" w:hAnsi="Times New Roman"/>
                <w:sz w:val="24"/>
                <w:szCs w:val="24"/>
              </w:rPr>
              <w:t>360490519</w:t>
            </w:r>
          </w:p>
        </w:tc>
        <w:tc>
          <w:tcPr>
            <w:tcW w:w="765" w:type="pct"/>
          </w:tcPr>
          <w:p w:rsidR="002A233B" w:rsidRPr="00D320A0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584B30">
              <w:rPr>
                <w:rFonts w:ascii="Times New Roman" w:hAnsi="Times New Roman"/>
                <w:sz w:val="24"/>
                <w:szCs w:val="24"/>
              </w:rPr>
              <w:t>12004549</w:t>
            </w:r>
          </w:p>
        </w:tc>
        <w:tc>
          <w:tcPr>
            <w:tcW w:w="1027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73D">
              <w:rPr>
                <w:rFonts w:ascii="Times New Roman" w:hAnsi="Times New Roman"/>
                <w:sz w:val="24"/>
                <w:szCs w:val="24"/>
              </w:rPr>
              <w:t>ВЛ-0,4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>В Л-100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ПС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Мелькомбинат</w:t>
            </w:r>
          </w:p>
        </w:tc>
      </w:tr>
    </w:tbl>
    <w:p w:rsidR="002A233B" w:rsidRPr="007762E6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A233B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2A233B" w:rsidRDefault="002A233B" w:rsidP="002A233B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606"/>
        <w:gridCol w:w="902"/>
        <w:gridCol w:w="1506"/>
        <w:gridCol w:w="1173"/>
        <w:gridCol w:w="1336"/>
      </w:tblGrid>
      <w:tr w:rsidR="002A233B" w:rsidRPr="00EF4E1A" w:rsidTr="00AE79B0">
        <w:tc>
          <w:tcPr>
            <w:tcW w:w="220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3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A233B" w:rsidTr="00AE79B0">
        <w:tc>
          <w:tcPr>
            <w:tcW w:w="220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2A233B" w:rsidRPr="002C3D01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416991</w:t>
            </w:r>
          </w:p>
        </w:tc>
        <w:tc>
          <w:tcPr>
            <w:tcW w:w="699" w:type="pct"/>
            <w:vAlign w:val="center"/>
          </w:tcPr>
          <w:p w:rsidR="002A233B" w:rsidRPr="002E4CBE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08.09.2011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839" w:type="pct"/>
            <w:vAlign w:val="center"/>
          </w:tcPr>
          <w:p w:rsidR="002A233B" w:rsidRPr="007C67E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Митченко</w:t>
            </w:r>
            <w:proofErr w:type="spellEnd"/>
            <w:r>
              <w:rPr>
                <w:sz w:val="22"/>
                <w:szCs w:val="22"/>
              </w:rPr>
              <w:t xml:space="preserve"> Петр Александрович</w:t>
            </w:r>
          </w:p>
        </w:tc>
        <w:tc>
          <w:tcPr>
            <w:tcW w:w="471" w:type="pct"/>
            <w:vAlign w:val="center"/>
          </w:tcPr>
          <w:p w:rsidR="002A233B" w:rsidRPr="0070557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 xml:space="preserve">д. </w:t>
            </w:r>
            <w:r>
              <w:rPr>
                <w:sz w:val="22"/>
                <w:szCs w:val="22"/>
              </w:rPr>
              <w:t>Подолье</w:t>
            </w:r>
          </w:p>
        </w:tc>
        <w:tc>
          <w:tcPr>
            <w:tcW w:w="613" w:type="pct"/>
            <w:vAlign w:val="center"/>
          </w:tcPr>
          <w:p w:rsidR="002A233B" w:rsidRPr="0070557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698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2A233B" w:rsidRPr="00A13748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A233B" w:rsidRPr="007762E6" w:rsidRDefault="002A233B" w:rsidP="002A23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2A233B" w:rsidRPr="007762E6" w:rsidRDefault="002A233B" w:rsidP="002A23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A233B" w:rsidRPr="007762E6" w:rsidRDefault="002A233B" w:rsidP="002A233B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6"/>
        <w:tblW w:w="0" w:type="auto"/>
        <w:tblLook w:val="04A0"/>
      </w:tblPr>
      <w:tblGrid>
        <w:gridCol w:w="4831"/>
        <w:gridCol w:w="4740"/>
      </w:tblGrid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07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ТП </w:t>
      </w:r>
      <w:r>
        <w:rPr>
          <w:sz w:val="24"/>
          <w:szCs w:val="24"/>
        </w:rPr>
        <w:t>«Подолье»</w:t>
      </w:r>
      <w:r w:rsidRPr="004D4A7A">
        <w:rPr>
          <w:sz w:val="24"/>
          <w:szCs w:val="24"/>
        </w:rPr>
        <w:t xml:space="preserve"> ВЛ-10 кВ № 100</w:t>
      </w:r>
      <w:r>
        <w:rPr>
          <w:sz w:val="24"/>
          <w:szCs w:val="24"/>
        </w:rPr>
        <w:t>4</w:t>
      </w:r>
      <w:r w:rsidRPr="004D4A7A">
        <w:rPr>
          <w:sz w:val="24"/>
          <w:szCs w:val="24"/>
        </w:rPr>
        <w:t xml:space="preserve"> ПС «</w:t>
      </w:r>
      <w:r>
        <w:rPr>
          <w:sz w:val="24"/>
          <w:szCs w:val="24"/>
        </w:rPr>
        <w:t>Мелькомбинат</w:t>
      </w:r>
      <w:r w:rsidRPr="004D4A7A">
        <w:rPr>
          <w:sz w:val="24"/>
          <w:szCs w:val="24"/>
        </w:rPr>
        <w:t xml:space="preserve">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0,07 к</w:t>
      </w:r>
      <w:r w:rsidRPr="007762E6">
        <w:rPr>
          <w:sz w:val="24"/>
          <w:szCs w:val="24"/>
        </w:rPr>
        <w:t>м).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Предусмотреть подвеску провода 1А35 в пролетах существующих опор №126-№Р8 ВЛ-1004 ПС Мелькомбинат (ориентировочно 0,8 км).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Предусмотреть демонтаж ОТП-10/0,23кВА и монтаж столбовой КТП 10/0,4кВ с ТМГ 10/0,4кВ мощностью 25кВА. </w:t>
      </w:r>
      <w:r w:rsidRPr="00945AA6">
        <w:rPr>
          <w:sz w:val="24"/>
          <w:szCs w:val="24"/>
        </w:rPr>
        <w:t>На концевой опоре у КТП-10/0,4кВ установить разъединители РЛК.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«Подолье»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</w:t>
      </w:r>
      <w:r w:rsidRPr="007762E6">
        <w:rPr>
          <w:sz w:val="24"/>
          <w:szCs w:val="24"/>
        </w:rPr>
        <w:lastRenderedPageBreak/>
        <w:t>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A233B" w:rsidRPr="008431D8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A233B" w:rsidRPr="00582E47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</w:t>
      </w:r>
      <w:r w:rsidRPr="007762E6">
        <w:rPr>
          <w:sz w:val="24"/>
          <w:szCs w:val="24"/>
        </w:rPr>
        <w:lastRenderedPageBreak/>
        <w:t>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A233B" w:rsidRPr="00C903BE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A233B" w:rsidRPr="00510A35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2A233B" w:rsidRPr="00C92849" w:rsidRDefault="002A233B" w:rsidP="002A233B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A233B" w:rsidRDefault="002A233B">
      <w:r>
        <w:br w:type="page"/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/>
          <w:b/>
          <w:i/>
          <w:sz w:val="24"/>
          <w:szCs w:val="24"/>
          <w:u w:val="single"/>
        </w:rPr>
        <w:t>223</w:t>
      </w:r>
      <w:r w:rsidRPr="00432AD3">
        <w:rPr>
          <w:rFonts w:ascii="Times New Roman" w:hAnsi="Times New Roman"/>
          <w:b/>
          <w:i/>
          <w:sz w:val="24"/>
          <w:szCs w:val="24"/>
          <w:u w:val="single"/>
        </w:rPr>
        <w:t>к</w:t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2A233B" w:rsidRDefault="002A233B" w:rsidP="002A233B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ВЛ-0,4кВ 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ТП </w:t>
      </w:r>
      <w:r>
        <w:rPr>
          <w:rFonts w:ascii="Times New Roman" w:hAnsi="Times New Roman"/>
          <w:sz w:val="24"/>
          <w:szCs w:val="24"/>
          <w:u w:val="single"/>
        </w:rPr>
        <w:t>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Фатейково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»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ВЛ-10 кВ № 10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2 ПС 35/10 </w:t>
      </w:r>
      <w:r>
        <w:rPr>
          <w:rFonts w:ascii="Times New Roman" w:hAnsi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Бекрино</w:t>
      </w:r>
      <w:proofErr w:type="spellEnd"/>
      <w:r w:rsidRPr="00BA473D">
        <w:rPr>
          <w:rFonts w:ascii="Times New Roman" w:hAnsi="Times New Roman"/>
          <w:sz w:val="24"/>
          <w:szCs w:val="24"/>
          <w:u w:val="single"/>
        </w:rPr>
        <w:t xml:space="preserve">» </w:t>
      </w:r>
    </w:p>
    <w:p w:rsidR="002A233B" w:rsidRPr="00BA473D" w:rsidRDefault="002A233B" w:rsidP="002A233B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/>
          <w:sz w:val="24"/>
          <w:szCs w:val="24"/>
        </w:rPr>
        <w:t xml:space="preserve">ВЛ-0,4кВ ТП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Фатейково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BA473D">
        <w:rPr>
          <w:rFonts w:ascii="Times New Roman" w:hAnsi="Times New Roman"/>
          <w:sz w:val="24"/>
          <w:szCs w:val="24"/>
        </w:rPr>
        <w:t xml:space="preserve"> ВЛ-10 кВ № 10</w:t>
      </w:r>
      <w:r>
        <w:rPr>
          <w:rFonts w:ascii="Times New Roman" w:hAnsi="Times New Roman"/>
          <w:sz w:val="24"/>
          <w:szCs w:val="24"/>
        </w:rPr>
        <w:t>1</w:t>
      </w:r>
      <w:r w:rsidRPr="00BA473D">
        <w:rPr>
          <w:rFonts w:ascii="Times New Roman" w:hAnsi="Times New Roman"/>
          <w:sz w:val="24"/>
          <w:szCs w:val="24"/>
        </w:rPr>
        <w:t>2 ПС 35/10 кВ «</w:t>
      </w:r>
      <w:proofErr w:type="spellStart"/>
      <w:r>
        <w:rPr>
          <w:rFonts w:ascii="Times New Roman" w:hAnsi="Times New Roman"/>
          <w:sz w:val="24"/>
          <w:szCs w:val="24"/>
        </w:rPr>
        <w:t>Бекрино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7762E6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в:</w:t>
      </w:r>
    </w:p>
    <w:p w:rsidR="002A233B" w:rsidRPr="007762E6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Style w:val="a6"/>
        <w:tblW w:w="4948" w:type="pct"/>
        <w:tblLook w:val="04A0"/>
      </w:tblPr>
      <w:tblGrid>
        <w:gridCol w:w="1443"/>
        <w:gridCol w:w="1475"/>
        <w:gridCol w:w="1812"/>
        <w:gridCol w:w="1415"/>
        <w:gridCol w:w="1415"/>
        <w:gridCol w:w="1911"/>
      </w:tblGrid>
      <w:tr w:rsidR="002A233B" w:rsidRPr="007762E6" w:rsidTr="00AE79B0">
        <w:tc>
          <w:tcPr>
            <w:tcW w:w="720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A233B" w:rsidRPr="007762E6" w:rsidTr="00AE79B0">
        <w:trPr>
          <w:trHeight w:val="1114"/>
        </w:trPr>
        <w:tc>
          <w:tcPr>
            <w:tcW w:w="720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Темкин</w:t>
            </w:r>
            <w:r w:rsidRPr="007762E6"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spellEnd"/>
          </w:p>
        </w:tc>
        <w:tc>
          <w:tcPr>
            <w:tcW w:w="975" w:type="pct"/>
          </w:tcPr>
          <w:p w:rsidR="002A233B" w:rsidRPr="00E364A6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BA473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/>
                <w:sz w:val="24"/>
                <w:szCs w:val="24"/>
              </w:rPr>
              <w:t>Васильевское</w:t>
            </w:r>
          </w:p>
        </w:tc>
        <w:tc>
          <w:tcPr>
            <w:tcW w:w="765" w:type="pct"/>
          </w:tcPr>
          <w:p w:rsidR="002A233B" w:rsidRPr="00D320A0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0627C7">
              <w:rPr>
                <w:rFonts w:ascii="Times New Roman" w:hAnsi="Times New Roman"/>
                <w:sz w:val="24"/>
                <w:szCs w:val="24"/>
              </w:rPr>
              <w:t>366323419</w:t>
            </w:r>
          </w:p>
        </w:tc>
        <w:tc>
          <w:tcPr>
            <w:tcW w:w="765" w:type="pct"/>
          </w:tcPr>
          <w:p w:rsidR="002A233B" w:rsidRPr="00D320A0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0627C7">
              <w:rPr>
                <w:rFonts w:ascii="Times New Roman" w:hAnsi="Times New Roman"/>
                <w:sz w:val="24"/>
                <w:szCs w:val="24"/>
              </w:rPr>
              <w:t>12004293</w:t>
            </w:r>
          </w:p>
        </w:tc>
        <w:tc>
          <w:tcPr>
            <w:tcW w:w="1027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73D">
              <w:rPr>
                <w:rFonts w:ascii="Times New Roman" w:hAnsi="Times New Roman"/>
                <w:sz w:val="24"/>
                <w:szCs w:val="24"/>
              </w:rPr>
              <w:t>ВЛ-0,4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>В Л-10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ПС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Бекрино</w:t>
            </w:r>
            <w:proofErr w:type="spellEnd"/>
          </w:p>
        </w:tc>
      </w:tr>
    </w:tbl>
    <w:p w:rsidR="002A233B" w:rsidRPr="007762E6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A233B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2A233B" w:rsidRDefault="002A233B" w:rsidP="002A233B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472"/>
        <w:gridCol w:w="1204"/>
        <w:gridCol w:w="1472"/>
        <w:gridCol w:w="1039"/>
        <w:gridCol w:w="1336"/>
      </w:tblGrid>
      <w:tr w:rsidR="002A233B" w:rsidRPr="00EF4E1A" w:rsidTr="00AE79B0">
        <w:tc>
          <w:tcPr>
            <w:tcW w:w="220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6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62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69" w:type="pct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54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A233B" w:rsidTr="00AE79B0">
        <w:tc>
          <w:tcPr>
            <w:tcW w:w="220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2A233B" w:rsidRPr="002C3D01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411629</w:t>
            </w:r>
          </w:p>
        </w:tc>
        <w:tc>
          <w:tcPr>
            <w:tcW w:w="699" w:type="pct"/>
            <w:vAlign w:val="center"/>
          </w:tcPr>
          <w:p w:rsidR="002A233B" w:rsidRPr="002E4CBE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01.09.2011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769" w:type="pct"/>
            <w:vAlign w:val="center"/>
          </w:tcPr>
          <w:p w:rsidR="002A233B" w:rsidRPr="000627C7" w:rsidRDefault="002A233B" w:rsidP="00AE79B0">
            <w:pPr>
              <w:widowControl w:val="0"/>
              <w:autoSpaceDE w:val="0"/>
              <w:autoSpaceDN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7C7">
              <w:rPr>
                <w:rFonts w:ascii="Times New Roman" w:hAnsi="Times New Roman"/>
                <w:sz w:val="24"/>
                <w:szCs w:val="24"/>
              </w:rPr>
              <w:t xml:space="preserve">Администрация Васильевского сельского поселения </w:t>
            </w:r>
            <w:proofErr w:type="spellStart"/>
            <w:r w:rsidRPr="000627C7">
              <w:rPr>
                <w:rFonts w:ascii="Times New Roman" w:hAnsi="Times New Roman"/>
                <w:sz w:val="24"/>
                <w:szCs w:val="24"/>
              </w:rPr>
              <w:t>Темкинского</w:t>
            </w:r>
            <w:proofErr w:type="spellEnd"/>
            <w:r w:rsidRPr="000627C7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</w:t>
            </w:r>
          </w:p>
          <w:p w:rsidR="002A233B" w:rsidRPr="000627C7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29" w:type="pct"/>
            <w:vAlign w:val="center"/>
          </w:tcPr>
          <w:p w:rsidR="002A233B" w:rsidRPr="000627C7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0627C7">
              <w:rPr>
                <w:rFonts w:eastAsiaTheme="minorHAnsi"/>
                <w:sz w:val="24"/>
                <w:szCs w:val="24"/>
                <w:lang w:eastAsia="en-US"/>
              </w:rPr>
              <w:t xml:space="preserve">  артезианская скважина</w:t>
            </w:r>
          </w:p>
        </w:tc>
        <w:tc>
          <w:tcPr>
            <w:tcW w:w="769" w:type="pct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 xml:space="preserve">д. </w:t>
            </w:r>
            <w:r>
              <w:rPr>
                <w:sz w:val="22"/>
                <w:szCs w:val="22"/>
              </w:rPr>
              <w:t>Васильевское</w:t>
            </w:r>
          </w:p>
        </w:tc>
        <w:tc>
          <w:tcPr>
            <w:tcW w:w="543" w:type="pct"/>
            <w:vAlign w:val="center"/>
          </w:tcPr>
          <w:p w:rsidR="002A233B" w:rsidRPr="0070557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2A233B" w:rsidRPr="00A13748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A233B" w:rsidRPr="007762E6" w:rsidRDefault="002A233B" w:rsidP="002A23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2A233B" w:rsidRPr="007762E6" w:rsidRDefault="002A233B" w:rsidP="002A23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A233B" w:rsidRPr="007762E6" w:rsidRDefault="002A233B" w:rsidP="002A233B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6"/>
        <w:tblW w:w="0" w:type="auto"/>
        <w:tblLook w:val="04A0"/>
      </w:tblPr>
      <w:tblGrid>
        <w:gridCol w:w="4831"/>
        <w:gridCol w:w="4740"/>
      </w:tblGrid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</w:t>
      </w:r>
      <w:r>
        <w:rPr>
          <w:sz w:val="24"/>
          <w:szCs w:val="24"/>
        </w:rPr>
        <w:t xml:space="preserve">РУ-0,4кВ </w:t>
      </w:r>
      <w:r w:rsidRPr="004D4A7A">
        <w:rPr>
          <w:sz w:val="24"/>
          <w:szCs w:val="24"/>
        </w:rPr>
        <w:t>Т</w:t>
      </w:r>
      <w:proofErr w:type="gramStart"/>
      <w:r w:rsidRPr="004D4A7A">
        <w:rPr>
          <w:sz w:val="24"/>
          <w:szCs w:val="24"/>
        </w:rPr>
        <w:t>П</w:t>
      </w:r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Фатейково</w:t>
      </w:r>
      <w:proofErr w:type="spellEnd"/>
      <w:r>
        <w:rPr>
          <w:sz w:val="24"/>
          <w:szCs w:val="24"/>
        </w:rPr>
        <w:t>»</w:t>
      </w:r>
      <w:r w:rsidRPr="004D4A7A">
        <w:rPr>
          <w:sz w:val="24"/>
          <w:szCs w:val="24"/>
        </w:rPr>
        <w:t xml:space="preserve"> ВЛ-10 кВ № 10</w:t>
      </w:r>
      <w:r>
        <w:rPr>
          <w:sz w:val="24"/>
          <w:szCs w:val="24"/>
        </w:rPr>
        <w:t>1</w:t>
      </w:r>
      <w:r w:rsidRPr="004D4A7A">
        <w:rPr>
          <w:sz w:val="24"/>
          <w:szCs w:val="24"/>
        </w:rPr>
        <w:t>2 ПС «</w:t>
      </w:r>
      <w:proofErr w:type="spellStart"/>
      <w:r>
        <w:rPr>
          <w:sz w:val="24"/>
          <w:szCs w:val="24"/>
        </w:rPr>
        <w:t>Бекрино</w:t>
      </w:r>
      <w:proofErr w:type="spellEnd"/>
      <w:r w:rsidRPr="004D4A7A">
        <w:rPr>
          <w:sz w:val="24"/>
          <w:szCs w:val="24"/>
        </w:rPr>
        <w:t xml:space="preserve">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0,05 к</w:t>
      </w:r>
      <w:r w:rsidRPr="007762E6">
        <w:rPr>
          <w:sz w:val="24"/>
          <w:szCs w:val="24"/>
        </w:rPr>
        <w:t>м).</w:t>
      </w:r>
      <w:r>
        <w:rPr>
          <w:sz w:val="24"/>
          <w:szCs w:val="24"/>
        </w:rPr>
        <w:t xml:space="preserve"> В РУ-0,4кВ Т</w:t>
      </w:r>
      <w:proofErr w:type="gramStart"/>
      <w:r>
        <w:rPr>
          <w:sz w:val="24"/>
          <w:szCs w:val="24"/>
        </w:rPr>
        <w:t>П-</w:t>
      </w:r>
      <w:proofErr w:type="gramEnd"/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Фатейково</w:t>
      </w:r>
      <w:proofErr w:type="spellEnd"/>
      <w:r>
        <w:rPr>
          <w:sz w:val="24"/>
          <w:szCs w:val="24"/>
        </w:rPr>
        <w:t>» установить автоматический выключатель.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>Т</w:t>
      </w:r>
      <w:proofErr w:type="gramStart"/>
      <w:r>
        <w:rPr>
          <w:sz w:val="24"/>
          <w:szCs w:val="24"/>
        </w:rPr>
        <w:t>П-</w:t>
      </w:r>
      <w:proofErr w:type="gram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Фатейково</w:t>
      </w:r>
      <w:proofErr w:type="spellEnd"/>
      <w:r>
        <w:rPr>
          <w:sz w:val="24"/>
          <w:szCs w:val="24"/>
        </w:rPr>
        <w:t xml:space="preserve">»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</w:t>
      </w:r>
      <w:r w:rsidRPr="007762E6">
        <w:rPr>
          <w:sz w:val="24"/>
          <w:szCs w:val="24"/>
        </w:rPr>
        <w:lastRenderedPageBreak/>
        <w:t>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A233B" w:rsidRPr="008431D8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обладание необходимыми профессиональными знаниями и опытом при выполнении аналогичных проектных работ;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A233B" w:rsidRPr="00582E47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A233B" w:rsidRPr="00C903BE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A233B" w:rsidRPr="00510A35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2A233B" w:rsidRPr="00C92849" w:rsidRDefault="002A233B" w:rsidP="002A233B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A233B" w:rsidRDefault="002A233B">
      <w:r>
        <w:br w:type="page"/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/>
          <w:b/>
          <w:i/>
          <w:sz w:val="24"/>
          <w:szCs w:val="24"/>
          <w:u w:val="single"/>
        </w:rPr>
        <w:t>227</w:t>
      </w:r>
      <w:r w:rsidRPr="00432AD3">
        <w:rPr>
          <w:rFonts w:ascii="Times New Roman" w:hAnsi="Times New Roman"/>
          <w:b/>
          <w:i/>
          <w:sz w:val="24"/>
          <w:szCs w:val="24"/>
          <w:u w:val="single"/>
        </w:rPr>
        <w:t>к</w:t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2A233B" w:rsidRDefault="002A233B" w:rsidP="002A233B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ВЛ-0,4кВ №5702 </w:t>
      </w:r>
      <w:r w:rsidRPr="00BA473D">
        <w:rPr>
          <w:rFonts w:ascii="Times New Roman" w:hAnsi="Times New Roman"/>
          <w:sz w:val="24"/>
          <w:szCs w:val="24"/>
          <w:u w:val="single"/>
        </w:rPr>
        <w:t>ТП №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Pr="00BA473D">
        <w:rPr>
          <w:rFonts w:ascii="Times New Roman" w:hAnsi="Times New Roman"/>
          <w:sz w:val="24"/>
          <w:szCs w:val="24"/>
          <w:u w:val="single"/>
        </w:rPr>
        <w:t>7 ВЛ-10 кВ № 100</w:t>
      </w:r>
      <w:r>
        <w:rPr>
          <w:rFonts w:ascii="Times New Roman" w:hAnsi="Times New Roman"/>
          <w:sz w:val="24"/>
          <w:szCs w:val="24"/>
          <w:u w:val="single"/>
        </w:rPr>
        <w:t>7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ПС 35/10 </w:t>
      </w:r>
      <w:r>
        <w:rPr>
          <w:rFonts w:ascii="Times New Roman" w:hAnsi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«</w:t>
      </w:r>
      <w:proofErr w:type="spellStart"/>
      <w:proofErr w:type="gramStart"/>
      <w:r>
        <w:rPr>
          <w:rFonts w:ascii="Times New Roman" w:hAnsi="Times New Roman"/>
          <w:sz w:val="24"/>
          <w:szCs w:val="24"/>
          <w:u w:val="single"/>
        </w:rPr>
        <w:t>Вязьма-Тяговая</w:t>
      </w:r>
      <w:proofErr w:type="spellEnd"/>
      <w:proofErr w:type="gramEnd"/>
      <w:r w:rsidRPr="00BA473D">
        <w:rPr>
          <w:rFonts w:ascii="Times New Roman" w:hAnsi="Times New Roman"/>
          <w:sz w:val="24"/>
          <w:szCs w:val="24"/>
          <w:u w:val="single"/>
        </w:rPr>
        <w:t xml:space="preserve">» </w:t>
      </w:r>
    </w:p>
    <w:p w:rsidR="002A233B" w:rsidRPr="00BA473D" w:rsidRDefault="002A233B" w:rsidP="002A233B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/>
          <w:sz w:val="24"/>
          <w:szCs w:val="24"/>
        </w:rPr>
        <w:t xml:space="preserve">ВЛ-0,4кВ </w:t>
      </w:r>
      <w:r>
        <w:rPr>
          <w:rFonts w:ascii="Times New Roman" w:hAnsi="Times New Roman"/>
          <w:sz w:val="24"/>
          <w:szCs w:val="24"/>
        </w:rPr>
        <w:t xml:space="preserve">№5702 </w:t>
      </w:r>
      <w:r w:rsidRPr="00BA473D">
        <w:rPr>
          <w:rFonts w:ascii="Times New Roman" w:hAnsi="Times New Roman"/>
          <w:sz w:val="24"/>
          <w:szCs w:val="24"/>
        </w:rPr>
        <w:t>ТП №</w:t>
      </w:r>
      <w:r>
        <w:rPr>
          <w:rFonts w:ascii="Times New Roman" w:hAnsi="Times New Roman"/>
          <w:sz w:val="24"/>
          <w:szCs w:val="24"/>
        </w:rPr>
        <w:t>5</w:t>
      </w:r>
      <w:r w:rsidRPr="00BA473D">
        <w:rPr>
          <w:rFonts w:ascii="Times New Roman" w:hAnsi="Times New Roman"/>
          <w:sz w:val="24"/>
          <w:szCs w:val="24"/>
        </w:rPr>
        <w:t>7 ВЛ-10 кВ № 100</w:t>
      </w:r>
      <w:r>
        <w:rPr>
          <w:rFonts w:ascii="Times New Roman" w:hAnsi="Times New Roman"/>
          <w:sz w:val="24"/>
          <w:szCs w:val="24"/>
        </w:rPr>
        <w:t>7</w:t>
      </w:r>
      <w:r w:rsidRPr="00BA473D">
        <w:rPr>
          <w:rFonts w:ascii="Times New Roman" w:hAnsi="Times New Roman"/>
          <w:sz w:val="24"/>
          <w:szCs w:val="24"/>
        </w:rPr>
        <w:t xml:space="preserve"> ПС 35/10 кВ «</w:t>
      </w:r>
      <w:proofErr w:type="spellStart"/>
      <w:r>
        <w:rPr>
          <w:rFonts w:ascii="Times New Roman" w:hAnsi="Times New Roman"/>
          <w:sz w:val="24"/>
          <w:szCs w:val="24"/>
        </w:rPr>
        <w:t>Вязьма-Тяговая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7762E6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в:</w:t>
      </w:r>
    </w:p>
    <w:p w:rsidR="002A233B" w:rsidRPr="007762E6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Style w:val="a6"/>
        <w:tblW w:w="4948" w:type="pct"/>
        <w:tblLook w:val="04A0"/>
      </w:tblPr>
      <w:tblGrid>
        <w:gridCol w:w="1443"/>
        <w:gridCol w:w="1401"/>
        <w:gridCol w:w="1831"/>
        <w:gridCol w:w="1433"/>
        <w:gridCol w:w="1433"/>
        <w:gridCol w:w="1930"/>
      </w:tblGrid>
      <w:tr w:rsidR="002A233B" w:rsidRPr="007762E6" w:rsidTr="00AE79B0">
        <w:tc>
          <w:tcPr>
            <w:tcW w:w="720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A233B" w:rsidRPr="007762E6" w:rsidTr="00AE79B0">
        <w:trPr>
          <w:trHeight w:val="1114"/>
        </w:trPr>
        <w:tc>
          <w:tcPr>
            <w:tcW w:w="720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Вязем</w:t>
            </w:r>
            <w:r w:rsidRPr="007762E6">
              <w:rPr>
                <w:rFonts w:ascii="Times New Roman" w:hAnsi="Times New Roman"/>
                <w:sz w:val="24"/>
                <w:szCs w:val="24"/>
              </w:rPr>
              <w:t>ский</w:t>
            </w:r>
          </w:p>
        </w:tc>
        <w:tc>
          <w:tcPr>
            <w:tcW w:w="975" w:type="pct"/>
          </w:tcPr>
          <w:p w:rsidR="002A233B" w:rsidRPr="00E364A6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Вязьма</w:t>
            </w:r>
          </w:p>
        </w:tc>
        <w:tc>
          <w:tcPr>
            <w:tcW w:w="765" w:type="pct"/>
          </w:tcPr>
          <w:p w:rsidR="002A233B" w:rsidRPr="00D320A0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3619B9">
              <w:rPr>
                <w:rFonts w:ascii="Times New Roman" w:hAnsi="Times New Roman"/>
                <w:sz w:val="24"/>
                <w:szCs w:val="24"/>
              </w:rPr>
              <w:t>366416520</w:t>
            </w:r>
          </w:p>
        </w:tc>
        <w:tc>
          <w:tcPr>
            <w:tcW w:w="765" w:type="pct"/>
          </w:tcPr>
          <w:p w:rsidR="002A233B" w:rsidRPr="00D320A0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3619B9">
              <w:rPr>
                <w:rFonts w:ascii="Times New Roman" w:hAnsi="Times New Roman"/>
                <w:sz w:val="24"/>
                <w:szCs w:val="24"/>
              </w:rPr>
              <w:t>12005008</w:t>
            </w:r>
          </w:p>
        </w:tc>
        <w:tc>
          <w:tcPr>
            <w:tcW w:w="1027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73D">
              <w:rPr>
                <w:rFonts w:ascii="Times New Roman" w:hAnsi="Times New Roman"/>
                <w:sz w:val="24"/>
                <w:szCs w:val="24"/>
              </w:rPr>
              <w:t>ВЛ-0,4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>В Л-100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A473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/>
                <w:sz w:val="24"/>
                <w:szCs w:val="24"/>
              </w:rPr>
              <w:t xml:space="preserve">/СТ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Вязьма-Тяговая</w:t>
            </w:r>
            <w:proofErr w:type="spellEnd"/>
          </w:p>
        </w:tc>
      </w:tr>
    </w:tbl>
    <w:p w:rsidR="002A233B" w:rsidRPr="007762E6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A233B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2A233B" w:rsidRDefault="002A233B" w:rsidP="002A233B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606"/>
        <w:gridCol w:w="902"/>
        <w:gridCol w:w="1506"/>
        <w:gridCol w:w="1173"/>
        <w:gridCol w:w="1336"/>
      </w:tblGrid>
      <w:tr w:rsidR="002A233B" w:rsidRPr="00EF4E1A" w:rsidTr="00AE79B0">
        <w:tc>
          <w:tcPr>
            <w:tcW w:w="220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3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A233B" w:rsidTr="00AE79B0">
        <w:tc>
          <w:tcPr>
            <w:tcW w:w="220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2A233B" w:rsidRPr="002C3D01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488556</w:t>
            </w:r>
          </w:p>
        </w:tc>
        <w:tc>
          <w:tcPr>
            <w:tcW w:w="699" w:type="pct"/>
            <w:vAlign w:val="center"/>
          </w:tcPr>
          <w:p w:rsidR="002A233B" w:rsidRPr="002E4CBE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839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Чуприянова</w:t>
            </w:r>
            <w:proofErr w:type="spellEnd"/>
            <w:r>
              <w:rPr>
                <w:sz w:val="22"/>
                <w:szCs w:val="22"/>
              </w:rPr>
              <w:t xml:space="preserve"> Наталья Александровна</w:t>
            </w:r>
          </w:p>
        </w:tc>
        <w:tc>
          <w:tcPr>
            <w:tcW w:w="471" w:type="pct"/>
            <w:vAlign w:val="center"/>
          </w:tcPr>
          <w:p w:rsidR="002A233B" w:rsidRPr="0070557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742C5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Вязьма ул. Буденного 47</w:t>
            </w:r>
          </w:p>
        </w:tc>
        <w:tc>
          <w:tcPr>
            <w:tcW w:w="613" w:type="pct"/>
            <w:vAlign w:val="center"/>
          </w:tcPr>
          <w:p w:rsidR="002A233B" w:rsidRPr="0070557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2A233B" w:rsidRPr="00A13748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A233B" w:rsidRPr="007762E6" w:rsidRDefault="002A233B" w:rsidP="002A23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2A233B" w:rsidRPr="007762E6" w:rsidRDefault="002A233B" w:rsidP="002A23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A233B" w:rsidRPr="007762E6" w:rsidRDefault="002A233B" w:rsidP="002A233B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6"/>
        <w:tblW w:w="0" w:type="auto"/>
        <w:tblLook w:val="04A0"/>
      </w:tblPr>
      <w:tblGrid>
        <w:gridCol w:w="4839"/>
        <w:gridCol w:w="4732"/>
      </w:tblGrid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25</w:t>
            </w:r>
          </w:p>
        </w:tc>
      </w:tr>
    </w:tbl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</w:t>
      </w:r>
      <w:r>
        <w:rPr>
          <w:sz w:val="24"/>
          <w:szCs w:val="24"/>
        </w:rPr>
        <w:t xml:space="preserve">замену опор и существующего провода 4А35 от РУ-0,4кВ до опоры №1 и в пролетах опор №1-№6/2 </w:t>
      </w:r>
      <w:r w:rsidRPr="004D4A7A">
        <w:rPr>
          <w:sz w:val="24"/>
          <w:szCs w:val="24"/>
        </w:rPr>
        <w:t xml:space="preserve"> ВЛ-0,4 кВ </w:t>
      </w:r>
      <w:r>
        <w:rPr>
          <w:sz w:val="24"/>
          <w:szCs w:val="24"/>
        </w:rPr>
        <w:t xml:space="preserve">№5702 </w:t>
      </w:r>
      <w:r w:rsidRPr="004D4A7A">
        <w:rPr>
          <w:sz w:val="24"/>
          <w:szCs w:val="24"/>
        </w:rPr>
        <w:t xml:space="preserve"> от ТП №</w:t>
      </w:r>
      <w:r>
        <w:rPr>
          <w:sz w:val="24"/>
          <w:szCs w:val="24"/>
        </w:rPr>
        <w:t>5</w:t>
      </w:r>
      <w:r w:rsidRPr="004D4A7A">
        <w:rPr>
          <w:sz w:val="24"/>
          <w:szCs w:val="24"/>
        </w:rPr>
        <w:t>7 ВЛ-10 кВ № 100</w:t>
      </w:r>
      <w:r>
        <w:rPr>
          <w:sz w:val="24"/>
          <w:szCs w:val="24"/>
        </w:rPr>
        <w:t>7</w:t>
      </w:r>
      <w:r w:rsidRPr="004D4A7A">
        <w:rPr>
          <w:sz w:val="24"/>
          <w:szCs w:val="24"/>
        </w:rPr>
        <w:t xml:space="preserve"> ПС «</w:t>
      </w:r>
      <w:proofErr w:type="spellStart"/>
      <w:proofErr w:type="gramStart"/>
      <w:r>
        <w:rPr>
          <w:sz w:val="24"/>
          <w:szCs w:val="24"/>
        </w:rPr>
        <w:t>Вязьма-Тяговая</w:t>
      </w:r>
      <w:proofErr w:type="spellEnd"/>
      <w:proofErr w:type="gramEnd"/>
      <w:r w:rsidRPr="004D4A7A">
        <w:rPr>
          <w:sz w:val="24"/>
          <w:szCs w:val="24"/>
        </w:rPr>
        <w:t xml:space="preserve">» 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0,25 к</w:t>
      </w:r>
      <w:r w:rsidRPr="007762E6">
        <w:rPr>
          <w:sz w:val="24"/>
          <w:szCs w:val="24"/>
        </w:rPr>
        <w:t>м).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№57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A233B" w:rsidRPr="008431D8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A233B" w:rsidRPr="00582E47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A233B" w:rsidRPr="00C903BE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A233B" w:rsidRPr="00510A35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2A233B" w:rsidRPr="00C92849" w:rsidRDefault="002A233B" w:rsidP="002A233B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A233B" w:rsidRDefault="002A233B" w:rsidP="002A233B">
      <w:r>
        <w:rPr>
          <w:sz w:val="24"/>
          <w:szCs w:val="24"/>
        </w:rPr>
        <w:br/>
      </w:r>
    </w:p>
    <w:p w:rsidR="002A233B" w:rsidRDefault="002A233B">
      <w:r>
        <w:br w:type="page"/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/>
          <w:b/>
          <w:i/>
          <w:sz w:val="24"/>
          <w:szCs w:val="24"/>
          <w:u w:val="single"/>
        </w:rPr>
        <w:t>7</w:t>
      </w:r>
      <w:r w:rsidRPr="00432AD3">
        <w:rPr>
          <w:rFonts w:ascii="Times New Roman" w:hAnsi="Times New Roman"/>
          <w:b/>
          <w:i/>
          <w:sz w:val="24"/>
          <w:szCs w:val="24"/>
          <w:u w:val="single"/>
        </w:rPr>
        <w:t>-</w:t>
      </w:r>
      <w:r>
        <w:rPr>
          <w:rFonts w:ascii="Times New Roman" w:hAnsi="Times New Roman"/>
          <w:b/>
          <w:i/>
          <w:sz w:val="24"/>
          <w:szCs w:val="24"/>
          <w:u w:val="single"/>
        </w:rPr>
        <w:t>228</w:t>
      </w:r>
      <w:r w:rsidRPr="00432AD3">
        <w:rPr>
          <w:rFonts w:ascii="Times New Roman" w:hAnsi="Times New Roman"/>
          <w:b/>
          <w:i/>
          <w:sz w:val="24"/>
          <w:szCs w:val="24"/>
          <w:u w:val="single"/>
        </w:rPr>
        <w:t>к</w:t>
      </w:r>
    </w:p>
    <w:p w:rsidR="002A233B" w:rsidRPr="007762E6" w:rsidRDefault="002A233B" w:rsidP="002A23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2A233B" w:rsidRDefault="002A233B" w:rsidP="002A233B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ВЛ-0,4кВ №2 </w:t>
      </w:r>
      <w:r w:rsidRPr="00BA473D">
        <w:rPr>
          <w:rFonts w:ascii="Times New Roman" w:hAnsi="Times New Roman"/>
          <w:sz w:val="24"/>
          <w:szCs w:val="24"/>
          <w:u w:val="single"/>
        </w:rPr>
        <w:t>ТП №</w:t>
      </w:r>
      <w:r>
        <w:rPr>
          <w:rFonts w:ascii="Times New Roman" w:hAnsi="Times New Roman"/>
          <w:sz w:val="24"/>
          <w:szCs w:val="24"/>
          <w:u w:val="single"/>
        </w:rPr>
        <w:t>30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ВЛ-10 кВ № 1002 ПС </w:t>
      </w:r>
      <w:r>
        <w:rPr>
          <w:rFonts w:ascii="Times New Roman" w:hAnsi="Times New Roman"/>
          <w:sz w:val="24"/>
          <w:szCs w:val="24"/>
          <w:u w:val="single"/>
        </w:rPr>
        <w:t>110/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35/10 </w:t>
      </w:r>
      <w:r>
        <w:rPr>
          <w:rFonts w:ascii="Times New Roman" w:hAnsi="Times New Roman"/>
          <w:sz w:val="24"/>
          <w:szCs w:val="24"/>
          <w:u w:val="single"/>
        </w:rPr>
        <w:t>кВ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/>
          <w:sz w:val="24"/>
          <w:szCs w:val="24"/>
          <w:u w:val="single"/>
        </w:rPr>
        <w:t>Темкино</w:t>
      </w:r>
      <w:r w:rsidRPr="00BA473D">
        <w:rPr>
          <w:rFonts w:ascii="Times New Roman" w:hAnsi="Times New Roman"/>
          <w:sz w:val="24"/>
          <w:szCs w:val="24"/>
          <w:u w:val="single"/>
        </w:rPr>
        <w:t xml:space="preserve">» </w:t>
      </w:r>
    </w:p>
    <w:p w:rsidR="002A233B" w:rsidRPr="00BA473D" w:rsidRDefault="002A233B" w:rsidP="002A233B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/>
          <w:sz w:val="24"/>
          <w:szCs w:val="24"/>
        </w:rPr>
        <w:t xml:space="preserve">и строительство </w:t>
      </w:r>
      <w:r w:rsidRPr="00BA473D">
        <w:rPr>
          <w:rFonts w:ascii="Times New Roman" w:hAnsi="Times New Roman"/>
          <w:sz w:val="24"/>
          <w:szCs w:val="24"/>
        </w:rPr>
        <w:t xml:space="preserve">ВЛ-0,4кВ </w:t>
      </w:r>
      <w:r>
        <w:rPr>
          <w:rFonts w:ascii="Times New Roman" w:hAnsi="Times New Roman"/>
          <w:sz w:val="24"/>
          <w:szCs w:val="24"/>
        </w:rPr>
        <w:t xml:space="preserve">№2 </w:t>
      </w:r>
      <w:r w:rsidRPr="00BA473D">
        <w:rPr>
          <w:rFonts w:ascii="Times New Roman" w:hAnsi="Times New Roman"/>
          <w:sz w:val="24"/>
          <w:szCs w:val="24"/>
        </w:rPr>
        <w:t>ТП №</w:t>
      </w:r>
      <w:r>
        <w:rPr>
          <w:rFonts w:ascii="Times New Roman" w:hAnsi="Times New Roman"/>
          <w:sz w:val="24"/>
          <w:szCs w:val="24"/>
        </w:rPr>
        <w:t>30</w:t>
      </w:r>
      <w:r w:rsidRPr="00BA473D">
        <w:rPr>
          <w:rFonts w:ascii="Times New Roman" w:hAnsi="Times New Roman"/>
          <w:sz w:val="24"/>
          <w:szCs w:val="24"/>
        </w:rPr>
        <w:t xml:space="preserve"> ВЛ-10 кВ № 1002 ПС </w:t>
      </w:r>
      <w:r>
        <w:rPr>
          <w:rFonts w:ascii="Times New Roman" w:hAnsi="Times New Roman"/>
          <w:sz w:val="24"/>
          <w:szCs w:val="24"/>
        </w:rPr>
        <w:t>110/</w:t>
      </w:r>
      <w:r w:rsidRPr="00BA473D">
        <w:rPr>
          <w:rFonts w:ascii="Times New Roman" w:hAnsi="Times New Roman"/>
          <w:sz w:val="24"/>
          <w:szCs w:val="24"/>
        </w:rPr>
        <w:t>35/10 кВ «</w:t>
      </w:r>
      <w:r>
        <w:rPr>
          <w:rFonts w:ascii="Times New Roman" w:hAnsi="Times New Roman"/>
          <w:sz w:val="24"/>
          <w:szCs w:val="24"/>
        </w:rPr>
        <w:t>Темкино»</w:t>
      </w:r>
      <w:r w:rsidRPr="007762E6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в:</w:t>
      </w:r>
    </w:p>
    <w:p w:rsidR="002A233B" w:rsidRPr="007762E6" w:rsidRDefault="002A233B" w:rsidP="002A23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Style w:val="a6"/>
        <w:tblW w:w="4948" w:type="pct"/>
        <w:tblLook w:val="04A0"/>
      </w:tblPr>
      <w:tblGrid>
        <w:gridCol w:w="1443"/>
        <w:gridCol w:w="1475"/>
        <w:gridCol w:w="1812"/>
        <w:gridCol w:w="1415"/>
        <w:gridCol w:w="1415"/>
        <w:gridCol w:w="1911"/>
      </w:tblGrid>
      <w:tr w:rsidR="002A233B" w:rsidRPr="007762E6" w:rsidTr="00AE79B0">
        <w:tc>
          <w:tcPr>
            <w:tcW w:w="720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A233B" w:rsidRPr="007762E6" w:rsidTr="00AE79B0">
        <w:trPr>
          <w:trHeight w:val="1114"/>
        </w:trPr>
        <w:tc>
          <w:tcPr>
            <w:tcW w:w="720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2E6">
              <w:rPr>
                <w:rFonts w:ascii="Times New Roman" w:hAnsi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Темкинский</w:t>
            </w:r>
            <w:proofErr w:type="spellEnd"/>
          </w:p>
        </w:tc>
        <w:tc>
          <w:tcPr>
            <w:tcW w:w="975" w:type="pct"/>
          </w:tcPr>
          <w:p w:rsidR="002A233B" w:rsidRPr="00E364A6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Темкино</w:t>
            </w:r>
          </w:p>
        </w:tc>
        <w:tc>
          <w:tcPr>
            <w:tcW w:w="765" w:type="pct"/>
          </w:tcPr>
          <w:p w:rsidR="002A233B" w:rsidRPr="00D320A0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857F6D">
              <w:rPr>
                <w:rFonts w:ascii="Times New Roman" w:hAnsi="Times New Roman"/>
                <w:sz w:val="24"/>
                <w:szCs w:val="24"/>
              </w:rPr>
              <w:t>366651519</w:t>
            </w:r>
          </w:p>
        </w:tc>
        <w:tc>
          <w:tcPr>
            <w:tcW w:w="765" w:type="pct"/>
          </w:tcPr>
          <w:p w:rsidR="002A233B" w:rsidRPr="00D320A0" w:rsidRDefault="002A233B" w:rsidP="00AE79B0">
            <w:pPr>
              <w:rPr>
                <w:rFonts w:ascii="Times New Roman" w:hAnsi="Times New Roman"/>
                <w:sz w:val="24"/>
                <w:szCs w:val="24"/>
              </w:rPr>
            </w:pPr>
            <w:r w:rsidRPr="00857F6D">
              <w:rPr>
                <w:rFonts w:ascii="Times New Roman" w:hAnsi="Times New Roman"/>
                <w:sz w:val="24"/>
                <w:szCs w:val="24"/>
              </w:rPr>
              <w:t>12005151</w:t>
            </w:r>
          </w:p>
        </w:tc>
        <w:tc>
          <w:tcPr>
            <w:tcW w:w="1027" w:type="pct"/>
          </w:tcPr>
          <w:p w:rsidR="002A233B" w:rsidRPr="007762E6" w:rsidRDefault="002A233B" w:rsidP="00AE7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73D">
              <w:rPr>
                <w:rFonts w:ascii="Times New Roman" w:hAnsi="Times New Roman"/>
                <w:sz w:val="24"/>
                <w:szCs w:val="24"/>
              </w:rPr>
              <w:t>ВЛ-0,4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A473D">
              <w:rPr>
                <w:rFonts w:ascii="Times New Roman" w:hAnsi="Times New Roman"/>
                <w:sz w:val="24"/>
                <w:szCs w:val="24"/>
              </w:rPr>
              <w:t xml:space="preserve">В Л-1002 </w:t>
            </w:r>
            <w:proofErr w:type="gramStart"/>
            <w:r w:rsidRPr="00BA473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A473D">
              <w:rPr>
                <w:rFonts w:ascii="Times New Roman" w:hAnsi="Times New Roman"/>
                <w:sz w:val="24"/>
                <w:szCs w:val="24"/>
              </w:rPr>
              <w:t xml:space="preserve">/СТ </w:t>
            </w:r>
            <w:r>
              <w:rPr>
                <w:rFonts w:ascii="Times New Roman" w:hAnsi="Times New Roman"/>
                <w:sz w:val="24"/>
                <w:szCs w:val="24"/>
              </w:rPr>
              <w:t>Темкино</w:t>
            </w:r>
          </w:p>
        </w:tc>
      </w:tr>
    </w:tbl>
    <w:p w:rsidR="002A233B" w:rsidRPr="007762E6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A233B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2A233B" w:rsidRDefault="002A233B" w:rsidP="002A233B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339"/>
        <w:gridCol w:w="1337"/>
        <w:gridCol w:w="1473"/>
        <w:gridCol w:w="1204"/>
        <w:gridCol w:w="1173"/>
        <w:gridCol w:w="1336"/>
      </w:tblGrid>
      <w:tr w:rsidR="002A233B" w:rsidRPr="00EF4E1A" w:rsidTr="00AE79B0">
        <w:tc>
          <w:tcPr>
            <w:tcW w:w="220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698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69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629" w:type="pct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A233B" w:rsidTr="00AE79B0">
        <w:tc>
          <w:tcPr>
            <w:tcW w:w="220" w:type="pct"/>
            <w:vAlign w:val="center"/>
          </w:tcPr>
          <w:p w:rsidR="002A233B" w:rsidRPr="00EF4E1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2A233B" w:rsidRPr="002C3D01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42C5A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463865</w:t>
            </w:r>
          </w:p>
        </w:tc>
        <w:tc>
          <w:tcPr>
            <w:tcW w:w="699" w:type="pct"/>
            <w:vAlign w:val="center"/>
          </w:tcPr>
          <w:p w:rsidR="002A233B" w:rsidRPr="002E4CBE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18.11.2011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698" w:type="pct"/>
            <w:vAlign w:val="center"/>
          </w:tcPr>
          <w:p w:rsidR="002A233B" w:rsidRPr="007C67E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Коваленков Анатолий Егорович</w:t>
            </w:r>
          </w:p>
        </w:tc>
        <w:tc>
          <w:tcPr>
            <w:tcW w:w="769" w:type="pct"/>
            <w:vAlign w:val="center"/>
          </w:tcPr>
          <w:p w:rsidR="002A233B" w:rsidRPr="0070557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хозпостройка</w:t>
            </w:r>
            <w:proofErr w:type="spellEnd"/>
          </w:p>
        </w:tc>
        <w:tc>
          <w:tcPr>
            <w:tcW w:w="629" w:type="pct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742C5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Темкино ул. Ефремова, 16а</w:t>
            </w:r>
          </w:p>
        </w:tc>
        <w:tc>
          <w:tcPr>
            <w:tcW w:w="613" w:type="pct"/>
            <w:vAlign w:val="center"/>
          </w:tcPr>
          <w:p w:rsidR="002A233B" w:rsidRPr="0070557A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698" w:type="pct"/>
            <w:vAlign w:val="center"/>
          </w:tcPr>
          <w:p w:rsidR="002A233B" w:rsidRDefault="002A233B" w:rsidP="00AE79B0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2A233B" w:rsidRPr="00A13748" w:rsidRDefault="002A233B" w:rsidP="002A23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33B" w:rsidRPr="007762E6" w:rsidRDefault="002A233B" w:rsidP="002A23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A233B" w:rsidRPr="007762E6" w:rsidRDefault="002A233B" w:rsidP="002A233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A233B" w:rsidRPr="007762E6" w:rsidRDefault="002A233B" w:rsidP="002A23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A233B" w:rsidRPr="007762E6" w:rsidRDefault="002A233B" w:rsidP="002A23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2A233B" w:rsidRPr="007762E6" w:rsidRDefault="002A233B" w:rsidP="002A23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A233B" w:rsidRPr="007762E6" w:rsidRDefault="002A233B" w:rsidP="002A233B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A233B" w:rsidRPr="007762E6" w:rsidRDefault="002A233B" w:rsidP="002A233B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6"/>
        <w:tblW w:w="0" w:type="auto"/>
        <w:tblLook w:val="04A0"/>
      </w:tblPr>
      <w:tblGrid>
        <w:gridCol w:w="4831"/>
        <w:gridCol w:w="4740"/>
      </w:tblGrid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A233B" w:rsidRPr="007762E6" w:rsidTr="00AE79B0">
        <w:tc>
          <w:tcPr>
            <w:tcW w:w="5068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A233B" w:rsidRPr="007762E6" w:rsidRDefault="002A233B" w:rsidP="00AE79B0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2A233B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D4A7A">
        <w:rPr>
          <w:sz w:val="24"/>
          <w:szCs w:val="24"/>
        </w:rPr>
        <w:t xml:space="preserve">Предусмотреть </w:t>
      </w:r>
      <w:r>
        <w:rPr>
          <w:sz w:val="24"/>
          <w:szCs w:val="24"/>
        </w:rPr>
        <w:t>замену опор и существующего провода 4А25 на неизолированный алюминиевый провод 4А35 в пролетах опор №11-Б1-Б2</w:t>
      </w:r>
      <w:r w:rsidRPr="004D4A7A">
        <w:rPr>
          <w:sz w:val="24"/>
          <w:szCs w:val="24"/>
        </w:rPr>
        <w:t xml:space="preserve"> ВЛ-0,4 кВ </w:t>
      </w:r>
      <w:r>
        <w:rPr>
          <w:sz w:val="24"/>
          <w:szCs w:val="24"/>
        </w:rPr>
        <w:t xml:space="preserve">№2 </w:t>
      </w:r>
      <w:r w:rsidRPr="004D4A7A">
        <w:rPr>
          <w:sz w:val="24"/>
          <w:szCs w:val="24"/>
        </w:rPr>
        <w:t>от ТП №</w:t>
      </w:r>
      <w:r>
        <w:rPr>
          <w:sz w:val="24"/>
          <w:szCs w:val="24"/>
        </w:rPr>
        <w:t>30</w:t>
      </w:r>
      <w:r w:rsidRPr="004D4A7A">
        <w:rPr>
          <w:sz w:val="24"/>
          <w:szCs w:val="24"/>
        </w:rPr>
        <w:t xml:space="preserve"> ВЛ-10 кВ № 1002 ПС «</w:t>
      </w:r>
      <w:r>
        <w:rPr>
          <w:sz w:val="24"/>
          <w:szCs w:val="24"/>
        </w:rPr>
        <w:t>Темкино</w:t>
      </w:r>
      <w:r w:rsidRPr="004D4A7A">
        <w:rPr>
          <w:sz w:val="24"/>
          <w:szCs w:val="24"/>
        </w:rPr>
        <w:t xml:space="preserve">» </w:t>
      </w:r>
      <w:r>
        <w:rPr>
          <w:sz w:val="24"/>
          <w:szCs w:val="24"/>
        </w:rPr>
        <w:t>110/</w:t>
      </w:r>
      <w:r w:rsidRPr="004D4A7A">
        <w:rPr>
          <w:sz w:val="24"/>
          <w:szCs w:val="24"/>
        </w:rPr>
        <w:t xml:space="preserve">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0,08 к</w:t>
      </w:r>
      <w:r w:rsidRPr="007762E6">
        <w:rPr>
          <w:sz w:val="24"/>
          <w:szCs w:val="24"/>
        </w:rPr>
        <w:t>м).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2A233B" w:rsidRPr="007762E6" w:rsidRDefault="002A233B" w:rsidP="002A233B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A233B" w:rsidRPr="007762E6" w:rsidRDefault="002A233B" w:rsidP="002A233B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A233B" w:rsidRPr="007762E6" w:rsidRDefault="002A233B" w:rsidP="002A233B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A233B" w:rsidRPr="007762E6" w:rsidRDefault="002A233B" w:rsidP="002A233B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A233B" w:rsidRPr="008431D8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A233B" w:rsidRPr="007762E6" w:rsidRDefault="002A233B" w:rsidP="002A233B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A233B" w:rsidRPr="007762E6" w:rsidRDefault="002A233B" w:rsidP="002A233B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A233B" w:rsidRPr="00582E47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A233B" w:rsidRPr="007762E6" w:rsidRDefault="002A233B" w:rsidP="002A233B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A233B" w:rsidRPr="007762E6" w:rsidRDefault="002A233B" w:rsidP="002A233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A233B" w:rsidRPr="00C903BE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A233B" w:rsidRPr="007762E6" w:rsidRDefault="002A233B" w:rsidP="002A233B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2A233B" w:rsidRPr="007762E6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A233B" w:rsidRPr="00510A35" w:rsidRDefault="002A233B" w:rsidP="002A233B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2A233B" w:rsidRPr="00C92849" w:rsidRDefault="002A233B" w:rsidP="002A233B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6D52DE" w:rsidRDefault="002A233B" w:rsidP="002A233B">
      <w:r>
        <w:rPr>
          <w:sz w:val="24"/>
          <w:szCs w:val="24"/>
        </w:rPr>
        <w:br/>
      </w:r>
    </w:p>
    <w:sectPr w:rsidR="006D52DE" w:rsidSect="006D52D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24D" w:rsidRDefault="00E5424D" w:rsidP="002A233B">
      <w:pPr>
        <w:spacing w:after="0" w:line="240" w:lineRule="auto"/>
      </w:pPr>
      <w:r>
        <w:separator/>
      </w:r>
    </w:p>
  </w:endnote>
  <w:endnote w:type="continuationSeparator" w:id="0">
    <w:p w:rsidR="00E5424D" w:rsidRDefault="00E5424D" w:rsidP="002A2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33B" w:rsidRPr="002A233B" w:rsidRDefault="002A233B" w:rsidP="002A233B">
    <w:pPr>
      <w:pStyle w:val="a9"/>
      <w:pBdr>
        <w:bottom w:val="single" w:sz="12" w:space="1" w:color="auto"/>
      </w:pBdr>
      <w:ind w:left="360" w:right="-28" w:hanging="360"/>
      <w:jc w:val="right"/>
      <w:rPr>
        <w:rFonts w:ascii="Times New Roman" w:hAnsi="Times New Roman"/>
      </w:rPr>
    </w:pPr>
  </w:p>
  <w:p w:rsidR="002A233B" w:rsidRPr="002A233B" w:rsidRDefault="002A233B" w:rsidP="002A233B">
    <w:pPr>
      <w:pStyle w:val="a9"/>
      <w:tabs>
        <w:tab w:val="clear" w:pos="9355"/>
        <w:tab w:val="right" w:pos="10206"/>
        <w:tab w:val="left" w:pos="10980"/>
      </w:tabs>
      <w:ind w:right="-28"/>
      <w:rPr>
        <w:rFonts w:ascii="Times New Roman" w:hAnsi="Times New Roman"/>
        <w:sz w:val="18"/>
        <w:szCs w:val="18"/>
      </w:rPr>
    </w:pPr>
    <w:r w:rsidRPr="002A233B">
      <w:rPr>
        <w:rFonts w:ascii="Times New Roman" w:hAnsi="Times New Roman"/>
        <w:sz w:val="18"/>
        <w:szCs w:val="18"/>
      </w:rPr>
      <w:t>Закрытый запрос предложений на право заключения Договора на выполнение работ по реконструкции ВЛ-0,4-10кВ для технологического присоединения потребителей Восточной зоны Смоленской области (Вяземский район) для нужд ОАО «МРСК Центра» (филиала «Смоленскэнерго»)</w:t>
    </w:r>
    <w:r w:rsidRPr="002A233B">
      <w:rPr>
        <w:rFonts w:ascii="Times New Roman" w:hAnsi="Times New Roman"/>
        <w:sz w:val="18"/>
        <w:szCs w:val="18"/>
      </w:rPr>
      <w:tab/>
      <w:t>стр.</w:t>
    </w:r>
    <w:r w:rsidRPr="002A233B">
      <w:rPr>
        <w:rFonts w:ascii="Times New Roman" w:hAnsi="Times New Roman"/>
        <w:sz w:val="18"/>
        <w:szCs w:val="18"/>
      </w:rPr>
      <w:fldChar w:fldCharType="begin"/>
    </w:r>
    <w:r w:rsidRPr="002A233B">
      <w:rPr>
        <w:rFonts w:ascii="Times New Roman" w:hAnsi="Times New Roman"/>
        <w:sz w:val="18"/>
        <w:szCs w:val="18"/>
      </w:rPr>
      <w:instrText xml:space="preserve"> PAGE </w:instrText>
    </w:r>
    <w:r w:rsidRPr="002A233B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1</w:t>
    </w:r>
    <w:r w:rsidRPr="002A233B">
      <w:rPr>
        <w:rFonts w:ascii="Times New Roman" w:hAnsi="Times New Roman"/>
        <w:sz w:val="18"/>
        <w:szCs w:val="18"/>
      </w:rPr>
      <w:fldChar w:fldCharType="end"/>
    </w:r>
    <w:r w:rsidRPr="002A233B">
      <w:rPr>
        <w:rFonts w:ascii="Times New Roman" w:hAnsi="Times New Roman"/>
        <w:sz w:val="18"/>
        <w:szCs w:val="18"/>
      </w:rPr>
      <w:t xml:space="preserve"> из </w:t>
    </w:r>
    <w:r w:rsidRPr="002A233B">
      <w:rPr>
        <w:rFonts w:ascii="Times New Roman" w:hAnsi="Times New Roman"/>
        <w:sz w:val="18"/>
        <w:szCs w:val="18"/>
      </w:rPr>
      <w:fldChar w:fldCharType="begin"/>
    </w:r>
    <w:r w:rsidRPr="002A233B">
      <w:rPr>
        <w:rFonts w:ascii="Times New Roman" w:hAnsi="Times New Roman"/>
        <w:sz w:val="18"/>
        <w:szCs w:val="18"/>
      </w:rPr>
      <w:instrText xml:space="preserve"> NUMPAGES </w:instrText>
    </w:r>
    <w:r w:rsidRPr="002A233B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80</w:t>
    </w:r>
    <w:r w:rsidRPr="002A233B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24D" w:rsidRDefault="00E5424D" w:rsidP="002A233B">
      <w:pPr>
        <w:spacing w:after="0" w:line="240" w:lineRule="auto"/>
      </w:pPr>
      <w:r>
        <w:separator/>
      </w:r>
    </w:p>
  </w:footnote>
  <w:footnote w:type="continuationSeparator" w:id="0">
    <w:p w:rsidR="00E5424D" w:rsidRDefault="00E5424D" w:rsidP="002A2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33B" w:rsidRPr="002A233B" w:rsidRDefault="002A233B" w:rsidP="002A233B">
    <w:pPr>
      <w:pStyle w:val="a7"/>
      <w:jc w:val="right"/>
      <w:rPr>
        <w:rFonts w:ascii="Times New Roman" w:hAnsi="Times New Roman"/>
      </w:rPr>
    </w:pPr>
    <w:r w:rsidRPr="002A233B">
      <w:rPr>
        <w:rFonts w:ascii="Times New Roman" w:hAnsi="Times New Roman"/>
      </w:rPr>
      <w:t>Приложение №1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233B"/>
    <w:rsid w:val="00001752"/>
    <w:rsid w:val="00002697"/>
    <w:rsid w:val="0000296F"/>
    <w:rsid w:val="00003671"/>
    <w:rsid w:val="000037B8"/>
    <w:rsid w:val="00003A0E"/>
    <w:rsid w:val="00003F9D"/>
    <w:rsid w:val="00004316"/>
    <w:rsid w:val="00004993"/>
    <w:rsid w:val="00004BC9"/>
    <w:rsid w:val="00005160"/>
    <w:rsid w:val="00005679"/>
    <w:rsid w:val="00005EE3"/>
    <w:rsid w:val="00006785"/>
    <w:rsid w:val="00006B71"/>
    <w:rsid w:val="00006F99"/>
    <w:rsid w:val="000078FA"/>
    <w:rsid w:val="00007B5F"/>
    <w:rsid w:val="00007DA5"/>
    <w:rsid w:val="00010F0B"/>
    <w:rsid w:val="000111D7"/>
    <w:rsid w:val="000112CD"/>
    <w:rsid w:val="00011328"/>
    <w:rsid w:val="000113E9"/>
    <w:rsid w:val="00011B2E"/>
    <w:rsid w:val="00011C7E"/>
    <w:rsid w:val="000123FD"/>
    <w:rsid w:val="0001260B"/>
    <w:rsid w:val="00012CF1"/>
    <w:rsid w:val="00012D49"/>
    <w:rsid w:val="00013964"/>
    <w:rsid w:val="000139C3"/>
    <w:rsid w:val="00015AA5"/>
    <w:rsid w:val="000161A0"/>
    <w:rsid w:val="000163C9"/>
    <w:rsid w:val="00017296"/>
    <w:rsid w:val="00017E68"/>
    <w:rsid w:val="000204CB"/>
    <w:rsid w:val="00020DEB"/>
    <w:rsid w:val="000239BB"/>
    <w:rsid w:val="00023E4B"/>
    <w:rsid w:val="00024859"/>
    <w:rsid w:val="0002578B"/>
    <w:rsid w:val="00026ADD"/>
    <w:rsid w:val="00026DB9"/>
    <w:rsid w:val="00026EEE"/>
    <w:rsid w:val="000272CE"/>
    <w:rsid w:val="00031517"/>
    <w:rsid w:val="000317BA"/>
    <w:rsid w:val="0003224E"/>
    <w:rsid w:val="00032407"/>
    <w:rsid w:val="00032BAD"/>
    <w:rsid w:val="000335B2"/>
    <w:rsid w:val="0003366F"/>
    <w:rsid w:val="00034AAD"/>
    <w:rsid w:val="00034DB6"/>
    <w:rsid w:val="00034E43"/>
    <w:rsid w:val="00035668"/>
    <w:rsid w:val="000363F1"/>
    <w:rsid w:val="000364CE"/>
    <w:rsid w:val="00036FAD"/>
    <w:rsid w:val="00037145"/>
    <w:rsid w:val="00037191"/>
    <w:rsid w:val="00037285"/>
    <w:rsid w:val="000379C9"/>
    <w:rsid w:val="00037A0B"/>
    <w:rsid w:val="00037C81"/>
    <w:rsid w:val="00037E6F"/>
    <w:rsid w:val="000406EA"/>
    <w:rsid w:val="00040761"/>
    <w:rsid w:val="00042E80"/>
    <w:rsid w:val="000435D6"/>
    <w:rsid w:val="00043975"/>
    <w:rsid w:val="00043B48"/>
    <w:rsid w:val="00043F6F"/>
    <w:rsid w:val="0004429F"/>
    <w:rsid w:val="000442AE"/>
    <w:rsid w:val="00044FCB"/>
    <w:rsid w:val="00045003"/>
    <w:rsid w:val="00045FC4"/>
    <w:rsid w:val="00046332"/>
    <w:rsid w:val="0004662F"/>
    <w:rsid w:val="00046795"/>
    <w:rsid w:val="00046A64"/>
    <w:rsid w:val="000500FE"/>
    <w:rsid w:val="00050264"/>
    <w:rsid w:val="00050667"/>
    <w:rsid w:val="00050E4A"/>
    <w:rsid w:val="00050E53"/>
    <w:rsid w:val="0005105B"/>
    <w:rsid w:val="000511E3"/>
    <w:rsid w:val="0005160C"/>
    <w:rsid w:val="000524B7"/>
    <w:rsid w:val="00052627"/>
    <w:rsid w:val="000528BB"/>
    <w:rsid w:val="00052CDF"/>
    <w:rsid w:val="00053CAD"/>
    <w:rsid w:val="0005506B"/>
    <w:rsid w:val="000556E2"/>
    <w:rsid w:val="00055B9C"/>
    <w:rsid w:val="00055E31"/>
    <w:rsid w:val="00056DCD"/>
    <w:rsid w:val="00057AFD"/>
    <w:rsid w:val="00057C48"/>
    <w:rsid w:val="00057CEC"/>
    <w:rsid w:val="00057ED7"/>
    <w:rsid w:val="0006025C"/>
    <w:rsid w:val="00060277"/>
    <w:rsid w:val="000606B4"/>
    <w:rsid w:val="00060DA3"/>
    <w:rsid w:val="00061F65"/>
    <w:rsid w:val="00062562"/>
    <w:rsid w:val="000628FC"/>
    <w:rsid w:val="00062EE1"/>
    <w:rsid w:val="00062F9B"/>
    <w:rsid w:val="0006331F"/>
    <w:rsid w:val="00063633"/>
    <w:rsid w:val="00063DC8"/>
    <w:rsid w:val="00064296"/>
    <w:rsid w:val="00064861"/>
    <w:rsid w:val="00064EC5"/>
    <w:rsid w:val="0006513C"/>
    <w:rsid w:val="0006578F"/>
    <w:rsid w:val="00065957"/>
    <w:rsid w:val="00066702"/>
    <w:rsid w:val="00066BCA"/>
    <w:rsid w:val="000672BF"/>
    <w:rsid w:val="00067508"/>
    <w:rsid w:val="000679B3"/>
    <w:rsid w:val="00070B71"/>
    <w:rsid w:val="00070F4C"/>
    <w:rsid w:val="000710FA"/>
    <w:rsid w:val="00071485"/>
    <w:rsid w:val="0007170F"/>
    <w:rsid w:val="00072319"/>
    <w:rsid w:val="0007263F"/>
    <w:rsid w:val="000736C7"/>
    <w:rsid w:val="00073CE3"/>
    <w:rsid w:val="00074559"/>
    <w:rsid w:val="00075A06"/>
    <w:rsid w:val="00075AFA"/>
    <w:rsid w:val="00075C5A"/>
    <w:rsid w:val="0007617C"/>
    <w:rsid w:val="0007624D"/>
    <w:rsid w:val="000766ED"/>
    <w:rsid w:val="00076DC7"/>
    <w:rsid w:val="000803FB"/>
    <w:rsid w:val="00080CF6"/>
    <w:rsid w:val="0008118B"/>
    <w:rsid w:val="000826AE"/>
    <w:rsid w:val="00082CDF"/>
    <w:rsid w:val="00082F18"/>
    <w:rsid w:val="000831AC"/>
    <w:rsid w:val="000834FD"/>
    <w:rsid w:val="0008379F"/>
    <w:rsid w:val="00083D39"/>
    <w:rsid w:val="00084BAA"/>
    <w:rsid w:val="000869D1"/>
    <w:rsid w:val="00087FEC"/>
    <w:rsid w:val="00090132"/>
    <w:rsid w:val="00090457"/>
    <w:rsid w:val="000904AB"/>
    <w:rsid w:val="0009065F"/>
    <w:rsid w:val="000914EA"/>
    <w:rsid w:val="00091C16"/>
    <w:rsid w:val="00091ED6"/>
    <w:rsid w:val="00092E89"/>
    <w:rsid w:val="00095145"/>
    <w:rsid w:val="000952B7"/>
    <w:rsid w:val="000953C3"/>
    <w:rsid w:val="00095518"/>
    <w:rsid w:val="00095FD9"/>
    <w:rsid w:val="000965DF"/>
    <w:rsid w:val="00097068"/>
    <w:rsid w:val="00097C1E"/>
    <w:rsid w:val="00097E47"/>
    <w:rsid w:val="00097F03"/>
    <w:rsid w:val="000A0136"/>
    <w:rsid w:val="000A13B6"/>
    <w:rsid w:val="000A1594"/>
    <w:rsid w:val="000A1A23"/>
    <w:rsid w:val="000A1AA6"/>
    <w:rsid w:val="000A237A"/>
    <w:rsid w:val="000A3888"/>
    <w:rsid w:val="000A44DD"/>
    <w:rsid w:val="000A47B6"/>
    <w:rsid w:val="000A5781"/>
    <w:rsid w:val="000A65C6"/>
    <w:rsid w:val="000A686E"/>
    <w:rsid w:val="000A6BDD"/>
    <w:rsid w:val="000A702E"/>
    <w:rsid w:val="000A76D0"/>
    <w:rsid w:val="000A78F3"/>
    <w:rsid w:val="000A7BB3"/>
    <w:rsid w:val="000A7C58"/>
    <w:rsid w:val="000B0E66"/>
    <w:rsid w:val="000B2175"/>
    <w:rsid w:val="000B237E"/>
    <w:rsid w:val="000B281E"/>
    <w:rsid w:val="000B30F6"/>
    <w:rsid w:val="000B31A4"/>
    <w:rsid w:val="000B33E7"/>
    <w:rsid w:val="000B3D41"/>
    <w:rsid w:val="000B3EB5"/>
    <w:rsid w:val="000B3FA3"/>
    <w:rsid w:val="000B44B5"/>
    <w:rsid w:val="000B4A5B"/>
    <w:rsid w:val="000B5001"/>
    <w:rsid w:val="000B5034"/>
    <w:rsid w:val="000B5807"/>
    <w:rsid w:val="000B5C06"/>
    <w:rsid w:val="000B6635"/>
    <w:rsid w:val="000B676E"/>
    <w:rsid w:val="000B6C61"/>
    <w:rsid w:val="000B71FC"/>
    <w:rsid w:val="000B7C39"/>
    <w:rsid w:val="000C0807"/>
    <w:rsid w:val="000C0B67"/>
    <w:rsid w:val="000C1043"/>
    <w:rsid w:val="000C1156"/>
    <w:rsid w:val="000C1D4E"/>
    <w:rsid w:val="000C2243"/>
    <w:rsid w:val="000C2C6A"/>
    <w:rsid w:val="000C3333"/>
    <w:rsid w:val="000C3C61"/>
    <w:rsid w:val="000C4BB5"/>
    <w:rsid w:val="000C4E4F"/>
    <w:rsid w:val="000C5B9E"/>
    <w:rsid w:val="000C61BE"/>
    <w:rsid w:val="000C73C9"/>
    <w:rsid w:val="000C7887"/>
    <w:rsid w:val="000C7899"/>
    <w:rsid w:val="000D0377"/>
    <w:rsid w:val="000D06B2"/>
    <w:rsid w:val="000D0803"/>
    <w:rsid w:val="000D1CE9"/>
    <w:rsid w:val="000D207B"/>
    <w:rsid w:val="000D3776"/>
    <w:rsid w:val="000D3A06"/>
    <w:rsid w:val="000D4C47"/>
    <w:rsid w:val="000D51A1"/>
    <w:rsid w:val="000D564C"/>
    <w:rsid w:val="000D5794"/>
    <w:rsid w:val="000D5A7F"/>
    <w:rsid w:val="000D5AAC"/>
    <w:rsid w:val="000D6787"/>
    <w:rsid w:val="000D71D4"/>
    <w:rsid w:val="000D723C"/>
    <w:rsid w:val="000D7A27"/>
    <w:rsid w:val="000D7F64"/>
    <w:rsid w:val="000E0338"/>
    <w:rsid w:val="000E09D9"/>
    <w:rsid w:val="000E0D54"/>
    <w:rsid w:val="000E0F5D"/>
    <w:rsid w:val="000E1558"/>
    <w:rsid w:val="000E19C7"/>
    <w:rsid w:val="000E2370"/>
    <w:rsid w:val="000E2E0A"/>
    <w:rsid w:val="000E3FF2"/>
    <w:rsid w:val="000E406B"/>
    <w:rsid w:val="000E4130"/>
    <w:rsid w:val="000E41B3"/>
    <w:rsid w:val="000E497D"/>
    <w:rsid w:val="000E4D7A"/>
    <w:rsid w:val="000E6E29"/>
    <w:rsid w:val="000E7448"/>
    <w:rsid w:val="000E7DEE"/>
    <w:rsid w:val="000F1925"/>
    <w:rsid w:val="000F19D6"/>
    <w:rsid w:val="000F2CF3"/>
    <w:rsid w:val="000F4028"/>
    <w:rsid w:val="000F4193"/>
    <w:rsid w:val="000F46FC"/>
    <w:rsid w:val="000F4E27"/>
    <w:rsid w:val="000F4F04"/>
    <w:rsid w:val="000F56C9"/>
    <w:rsid w:val="000F56D5"/>
    <w:rsid w:val="000F5A98"/>
    <w:rsid w:val="000F6200"/>
    <w:rsid w:val="000F6BAA"/>
    <w:rsid w:val="000F6D5A"/>
    <w:rsid w:val="000F71A6"/>
    <w:rsid w:val="000F73CF"/>
    <w:rsid w:val="000F73E9"/>
    <w:rsid w:val="000F7B0E"/>
    <w:rsid w:val="000F7C33"/>
    <w:rsid w:val="00100581"/>
    <w:rsid w:val="0010129F"/>
    <w:rsid w:val="0010143D"/>
    <w:rsid w:val="0010160C"/>
    <w:rsid w:val="00101C54"/>
    <w:rsid w:val="00102078"/>
    <w:rsid w:val="0010294E"/>
    <w:rsid w:val="00102C09"/>
    <w:rsid w:val="00102D1D"/>
    <w:rsid w:val="00102F3F"/>
    <w:rsid w:val="001035DE"/>
    <w:rsid w:val="00104004"/>
    <w:rsid w:val="001043D8"/>
    <w:rsid w:val="00104763"/>
    <w:rsid w:val="00105115"/>
    <w:rsid w:val="001053A4"/>
    <w:rsid w:val="00105A1C"/>
    <w:rsid w:val="00106117"/>
    <w:rsid w:val="00106236"/>
    <w:rsid w:val="00111938"/>
    <w:rsid w:val="00111B08"/>
    <w:rsid w:val="00111C5B"/>
    <w:rsid w:val="00111F2A"/>
    <w:rsid w:val="0011206B"/>
    <w:rsid w:val="00112252"/>
    <w:rsid w:val="00112F5E"/>
    <w:rsid w:val="00113249"/>
    <w:rsid w:val="0011342B"/>
    <w:rsid w:val="00113643"/>
    <w:rsid w:val="00113706"/>
    <w:rsid w:val="00113853"/>
    <w:rsid w:val="00113C48"/>
    <w:rsid w:val="00113DF0"/>
    <w:rsid w:val="001140A2"/>
    <w:rsid w:val="00114385"/>
    <w:rsid w:val="001147A3"/>
    <w:rsid w:val="00114869"/>
    <w:rsid w:val="00114D44"/>
    <w:rsid w:val="00114E5B"/>
    <w:rsid w:val="00115A35"/>
    <w:rsid w:val="00116299"/>
    <w:rsid w:val="00117528"/>
    <w:rsid w:val="001179C5"/>
    <w:rsid w:val="00117C90"/>
    <w:rsid w:val="0012064C"/>
    <w:rsid w:val="00120FD0"/>
    <w:rsid w:val="00121413"/>
    <w:rsid w:val="0012268C"/>
    <w:rsid w:val="00122FFF"/>
    <w:rsid w:val="001239D2"/>
    <w:rsid w:val="001245DB"/>
    <w:rsid w:val="00124D55"/>
    <w:rsid w:val="00124F2B"/>
    <w:rsid w:val="00124FDA"/>
    <w:rsid w:val="001251EE"/>
    <w:rsid w:val="001258FE"/>
    <w:rsid w:val="00125E84"/>
    <w:rsid w:val="0012650C"/>
    <w:rsid w:val="0012666C"/>
    <w:rsid w:val="00127087"/>
    <w:rsid w:val="0012774D"/>
    <w:rsid w:val="00130049"/>
    <w:rsid w:val="00131555"/>
    <w:rsid w:val="00131B59"/>
    <w:rsid w:val="001322C4"/>
    <w:rsid w:val="00132676"/>
    <w:rsid w:val="00132FA7"/>
    <w:rsid w:val="00133833"/>
    <w:rsid w:val="001338AA"/>
    <w:rsid w:val="0013540C"/>
    <w:rsid w:val="00135A02"/>
    <w:rsid w:val="00135FEC"/>
    <w:rsid w:val="001363BB"/>
    <w:rsid w:val="001367A6"/>
    <w:rsid w:val="00137FE4"/>
    <w:rsid w:val="0014207F"/>
    <w:rsid w:val="001421C8"/>
    <w:rsid w:val="00142288"/>
    <w:rsid w:val="001422AA"/>
    <w:rsid w:val="00142CAB"/>
    <w:rsid w:val="00142E64"/>
    <w:rsid w:val="00143CBA"/>
    <w:rsid w:val="001449AD"/>
    <w:rsid w:val="00144B25"/>
    <w:rsid w:val="0014515F"/>
    <w:rsid w:val="00145496"/>
    <w:rsid w:val="00145958"/>
    <w:rsid w:val="001459F6"/>
    <w:rsid w:val="00145C62"/>
    <w:rsid w:val="00146399"/>
    <w:rsid w:val="0014691B"/>
    <w:rsid w:val="00146AE5"/>
    <w:rsid w:val="00146C58"/>
    <w:rsid w:val="00147784"/>
    <w:rsid w:val="00147916"/>
    <w:rsid w:val="00147FA4"/>
    <w:rsid w:val="00150FB9"/>
    <w:rsid w:val="001517BD"/>
    <w:rsid w:val="00152577"/>
    <w:rsid w:val="0015277F"/>
    <w:rsid w:val="00152E55"/>
    <w:rsid w:val="0015328D"/>
    <w:rsid w:val="00153720"/>
    <w:rsid w:val="00153B5C"/>
    <w:rsid w:val="00154A34"/>
    <w:rsid w:val="00155726"/>
    <w:rsid w:val="001571F0"/>
    <w:rsid w:val="001573AF"/>
    <w:rsid w:val="00157DA2"/>
    <w:rsid w:val="001604DE"/>
    <w:rsid w:val="00160B88"/>
    <w:rsid w:val="0016213D"/>
    <w:rsid w:val="00162DCD"/>
    <w:rsid w:val="0016339A"/>
    <w:rsid w:val="0016418F"/>
    <w:rsid w:val="00165488"/>
    <w:rsid w:val="00165C06"/>
    <w:rsid w:val="00165EE7"/>
    <w:rsid w:val="00166E06"/>
    <w:rsid w:val="00167682"/>
    <w:rsid w:val="001676E4"/>
    <w:rsid w:val="00167B37"/>
    <w:rsid w:val="00167C31"/>
    <w:rsid w:val="00170724"/>
    <w:rsid w:val="00170B8F"/>
    <w:rsid w:val="00172234"/>
    <w:rsid w:val="001723D5"/>
    <w:rsid w:val="001723E9"/>
    <w:rsid w:val="00172CE0"/>
    <w:rsid w:val="00173233"/>
    <w:rsid w:val="0017324D"/>
    <w:rsid w:val="0017443C"/>
    <w:rsid w:val="00174BD7"/>
    <w:rsid w:val="00174CD7"/>
    <w:rsid w:val="00175787"/>
    <w:rsid w:val="0017581E"/>
    <w:rsid w:val="00175E02"/>
    <w:rsid w:val="0017630D"/>
    <w:rsid w:val="0017637C"/>
    <w:rsid w:val="00176B1B"/>
    <w:rsid w:val="00177371"/>
    <w:rsid w:val="00177CA4"/>
    <w:rsid w:val="00177D76"/>
    <w:rsid w:val="00177E12"/>
    <w:rsid w:val="001813D0"/>
    <w:rsid w:val="00182FD9"/>
    <w:rsid w:val="001835E0"/>
    <w:rsid w:val="00184A5A"/>
    <w:rsid w:val="00185332"/>
    <w:rsid w:val="001853A7"/>
    <w:rsid w:val="001859F2"/>
    <w:rsid w:val="00185EEA"/>
    <w:rsid w:val="0018606C"/>
    <w:rsid w:val="001862E7"/>
    <w:rsid w:val="00186904"/>
    <w:rsid w:val="001909A1"/>
    <w:rsid w:val="00190AC7"/>
    <w:rsid w:val="00192B0E"/>
    <w:rsid w:val="00192EFA"/>
    <w:rsid w:val="001931AA"/>
    <w:rsid w:val="00193647"/>
    <w:rsid w:val="00193FCE"/>
    <w:rsid w:val="001940FD"/>
    <w:rsid w:val="00194808"/>
    <w:rsid w:val="0019512E"/>
    <w:rsid w:val="0019513D"/>
    <w:rsid w:val="001953B0"/>
    <w:rsid w:val="00196426"/>
    <w:rsid w:val="00196458"/>
    <w:rsid w:val="00196C5D"/>
    <w:rsid w:val="00196D0B"/>
    <w:rsid w:val="001971C5"/>
    <w:rsid w:val="001977A0"/>
    <w:rsid w:val="001A0559"/>
    <w:rsid w:val="001A078F"/>
    <w:rsid w:val="001A0C19"/>
    <w:rsid w:val="001A0E13"/>
    <w:rsid w:val="001A1581"/>
    <w:rsid w:val="001A2D10"/>
    <w:rsid w:val="001A3B67"/>
    <w:rsid w:val="001A3CB9"/>
    <w:rsid w:val="001A40B5"/>
    <w:rsid w:val="001A518E"/>
    <w:rsid w:val="001A5C33"/>
    <w:rsid w:val="001A5C84"/>
    <w:rsid w:val="001A65A1"/>
    <w:rsid w:val="001A6792"/>
    <w:rsid w:val="001A717D"/>
    <w:rsid w:val="001A721A"/>
    <w:rsid w:val="001A7D45"/>
    <w:rsid w:val="001B029D"/>
    <w:rsid w:val="001B0503"/>
    <w:rsid w:val="001B091D"/>
    <w:rsid w:val="001B208C"/>
    <w:rsid w:val="001B212A"/>
    <w:rsid w:val="001B2860"/>
    <w:rsid w:val="001B2B4D"/>
    <w:rsid w:val="001B3288"/>
    <w:rsid w:val="001B3920"/>
    <w:rsid w:val="001B47AD"/>
    <w:rsid w:val="001B4ED2"/>
    <w:rsid w:val="001B522B"/>
    <w:rsid w:val="001B5362"/>
    <w:rsid w:val="001B53D0"/>
    <w:rsid w:val="001B5B02"/>
    <w:rsid w:val="001B6AD9"/>
    <w:rsid w:val="001B712B"/>
    <w:rsid w:val="001B74D8"/>
    <w:rsid w:val="001B7AAC"/>
    <w:rsid w:val="001B7F40"/>
    <w:rsid w:val="001B7F58"/>
    <w:rsid w:val="001C03EF"/>
    <w:rsid w:val="001C1554"/>
    <w:rsid w:val="001C2034"/>
    <w:rsid w:val="001C2050"/>
    <w:rsid w:val="001C294A"/>
    <w:rsid w:val="001C3943"/>
    <w:rsid w:val="001C39E1"/>
    <w:rsid w:val="001C3B9F"/>
    <w:rsid w:val="001C52E6"/>
    <w:rsid w:val="001C5B5B"/>
    <w:rsid w:val="001C6D46"/>
    <w:rsid w:val="001C7850"/>
    <w:rsid w:val="001C7BBF"/>
    <w:rsid w:val="001D02DC"/>
    <w:rsid w:val="001D0C44"/>
    <w:rsid w:val="001D0C7C"/>
    <w:rsid w:val="001D0D5E"/>
    <w:rsid w:val="001D1B5F"/>
    <w:rsid w:val="001D1C40"/>
    <w:rsid w:val="001D3CB9"/>
    <w:rsid w:val="001D4CAF"/>
    <w:rsid w:val="001D5CFA"/>
    <w:rsid w:val="001D5EFD"/>
    <w:rsid w:val="001D68AA"/>
    <w:rsid w:val="001D7122"/>
    <w:rsid w:val="001E0381"/>
    <w:rsid w:val="001E0DC5"/>
    <w:rsid w:val="001E10C8"/>
    <w:rsid w:val="001E1447"/>
    <w:rsid w:val="001E1A3D"/>
    <w:rsid w:val="001E21E7"/>
    <w:rsid w:val="001E3B10"/>
    <w:rsid w:val="001E3EA6"/>
    <w:rsid w:val="001E405F"/>
    <w:rsid w:val="001E4279"/>
    <w:rsid w:val="001E5141"/>
    <w:rsid w:val="001E515F"/>
    <w:rsid w:val="001E5854"/>
    <w:rsid w:val="001E5E36"/>
    <w:rsid w:val="001E6260"/>
    <w:rsid w:val="001E6CC0"/>
    <w:rsid w:val="001E70D8"/>
    <w:rsid w:val="001E750F"/>
    <w:rsid w:val="001F0010"/>
    <w:rsid w:val="001F07CF"/>
    <w:rsid w:val="001F0811"/>
    <w:rsid w:val="001F084D"/>
    <w:rsid w:val="001F0C41"/>
    <w:rsid w:val="001F175C"/>
    <w:rsid w:val="001F21D9"/>
    <w:rsid w:val="001F2202"/>
    <w:rsid w:val="001F2CCB"/>
    <w:rsid w:val="001F380F"/>
    <w:rsid w:val="001F396F"/>
    <w:rsid w:val="001F3D72"/>
    <w:rsid w:val="001F47A0"/>
    <w:rsid w:val="001F5036"/>
    <w:rsid w:val="001F5A1F"/>
    <w:rsid w:val="001F675F"/>
    <w:rsid w:val="001F6F7F"/>
    <w:rsid w:val="001F77C5"/>
    <w:rsid w:val="001F7F03"/>
    <w:rsid w:val="002000BE"/>
    <w:rsid w:val="00200652"/>
    <w:rsid w:val="002006FC"/>
    <w:rsid w:val="002008D3"/>
    <w:rsid w:val="00200D71"/>
    <w:rsid w:val="00200F03"/>
    <w:rsid w:val="0020120C"/>
    <w:rsid w:val="00201931"/>
    <w:rsid w:val="002026B8"/>
    <w:rsid w:val="00203099"/>
    <w:rsid w:val="0020316C"/>
    <w:rsid w:val="00203B4F"/>
    <w:rsid w:val="00204546"/>
    <w:rsid w:val="002059D4"/>
    <w:rsid w:val="002063C7"/>
    <w:rsid w:val="0020661F"/>
    <w:rsid w:val="0020669C"/>
    <w:rsid w:val="00207702"/>
    <w:rsid w:val="00207945"/>
    <w:rsid w:val="0021118B"/>
    <w:rsid w:val="0021141F"/>
    <w:rsid w:val="00211FC1"/>
    <w:rsid w:val="00212119"/>
    <w:rsid w:val="00212285"/>
    <w:rsid w:val="0021261D"/>
    <w:rsid w:val="00212687"/>
    <w:rsid w:val="00212943"/>
    <w:rsid w:val="00212F30"/>
    <w:rsid w:val="00213041"/>
    <w:rsid w:val="00214474"/>
    <w:rsid w:val="002146D1"/>
    <w:rsid w:val="00214708"/>
    <w:rsid w:val="00214899"/>
    <w:rsid w:val="00214ADD"/>
    <w:rsid w:val="0021577F"/>
    <w:rsid w:val="002157FC"/>
    <w:rsid w:val="00215838"/>
    <w:rsid w:val="00216DFE"/>
    <w:rsid w:val="00216F0D"/>
    <w:rsid w:val="00217211"/>
    <w:rsid w:val="0021789A"/>
    <w:rsid w:val="00217D15"/>
    <w:rsid w:val="00220592"/>
    <w:rsid w:val="002208CA"/>
    <w:rsid w:val="00221789"/>
    <w:rsid w:val="00222AC5"/>
    <w:rsid w:val="00223227"/>
    <w:rsid w:val="002232D5"/>
    <w:rsid w:val="002236CE"/>
    <w:rsid w:val="00223808"/>
    <w:rsid w:val="00223BD2"/>
    <w:rsid w:val="0022456A"/>
    <w:rsid w:val="00225065"/>
    <w:rsid w:val="002254D5"/>
    <w:rsid w:val="00225926"/>
    <w:rsid w:val="0022600D"/>
    <w:rsid w:val="0022672F"/>
    <w:rsid w:val="00227147"/>
    <w:rsid w:val="00230380"/>
    <w:rsid w:val="002309B1"/>
    <w:rsid w:val="00230B60"/>
    <w:rsid w:val="00230C00"/>
    <w:rsid w:val="00230D21"/>
    <w:rsid w:val="00230EB3"/>
    <w:rsid w:val="0023172C"/>
    <w:rsid w:val="00231B0A"/>
    <w:rsid w:val="002320AF"/>
    <w:rsid w:val="00232600"/>
    <w:rsid w:val="002328F2"/>
    <w:rsid w:val="00232DFE"/>
    <w:rsid w:val="00233B5A"/>
    <w:rsid w:val="00233E3E"/>
    <w:rsid w:val="00234E23"/>
    <w:rsid w:val="00235664"/>
    <w:rsid w:val="00236128"/>
    <w:rsid w:val="00236D04"/>
    <w:rsid w:val="00237476"/>
    <w:rsid w:val="0023759A"/>
    <w:rsid w:val="00237734"/>
    <w:rsid w:val="0023781A"/>
    <w:rsid w:val="00237954"/>
    <w:rsid w:val="00237DC5"/>
    <w:rsid w:val="00240477"/>
    <w:rsid w:val="00240842"/>
    <w:rsid w:val="00241509"/>
    <w:rsid w:val="00241561"/>
    <w:rsid w:val="002415C3"/>
    <w:rsid w:val="00242570"/>
    <w:rsid w:val="00242959"/>
    <w:rsid w:val="00242F5F"/>
    <w:rsid w:val="0024372D"/>
    <w:rsid w:val="00243E1C"/>
    <w:rsid w:val="0024409F"/>
    <w:rsid w:val="002448B8"/>
    <w:rsid w:val="00244ABF"/>
    <w:rsid w:val="00245D72"/>
    <w:rsid w:val="002460E8"/>
    <w:rsid w:val="00246733"/>
    <w:rsid w:val="002467E1"/>
    <w:rsid w:val="00246B60"/>
    <w:rsid w:val="00247481"/>
    <w:rsid w:val="00247488"/>
    <w:rsid w:val="002477FF"/>
    <w:rsid w:val="00247A9F"/>
    <w:rsid w:val="0025014D"/>
    <w:rsid w:val="002503E8"/>
    <w:rsid w:val="00250CC1"/>
    <w:rsid w:val="00250D21"/>
    <w:rsid w:val="0025137E"/>
    <w:rsid w:val="00251D03"/>
    <w:rsid w:val="00251D6A"/>
    <w:rsid w:val="00251E09"/>
    <w:rsid w:val="00252103"/>
    <w:rsid w:val="002528DA"/>
    <w:rsid w:val="0025328A"/>
    <w:rsid w:val="00253DC8"/>
    <w:rsid w:val="002540A7"/>
    <w:rsid w:val="0025418B"/>
    <w:rsid w:val="00254604"/>
    <w:rsid w:val="00255391"/>
    <w:rsid w:val="002557D5"/>
    <w:rsid w:val="00255DD1"/>
    <w:rsid w:val="00255E16"/>
    <w:rsid w:val="002561B1"/>
    <w:rsid w:val="002563EA"/>
    <w:rsid w:val="00256B4B"/>
    <w:rsid w:val="0025713B"/>
    <w:rsid w:val="002611B8"/>
    <w:rsid w:val="002617C5"/>
    <w:rsid w:val="00262355"/>
    <w:rsid w:val="0026359A"/>
    <w:rsid w:val="00263863"/>
    <w:rsid w:val="002642D8"/>
    <w:rsid w:val="002644D0"/>
    <w:rsid w:val="002649DF"/>
    <w:rsid w:val="00265444"/>
    <w:rsid w:val="002659AB"/>
    <w:rsid w:val="00266264"/>
    <w:rsid w:val="00266894"/>
    <w:rsid w:val="0026775F"/>
    <w:rsid w:val="00267FAC"/>
    <w:rsid w:val="00270BA3"/>
    <w:rsid w:val="00271ACC"/>
    <w:rsid w:val="00271D80"/>
    <w:rsid w:val="00272AF0"/>
    <w:rsid w:val="002730C5"/>
    <w:rsid w:val="002736F3"/>
    <w:rsid w:val="002747FF"/>
    <w:rsid w:val="00274FC8"/>
    <w:rsid w:val="00275A34"/>
    <w:rsid w:val="00276437"/>
    <w:rsid w:val="00276EF6"/>
    <w:rsid w:val="0027709B"/>
    <w:rsid w:val="002800C6"/>
    <w:rsid w:val="00280680"/>
    <w:rsid w:val="00280855"/>
    <w:rsid w:val="00280B03"/>
    <w:rsid w:val="00280D7D"/>
    <w:rsid w:val="00281453"/>
    <w:rsid w:val="0028148B"/>
    <w:rsid w:val="002838AE"/>
    <w:rsid w:val="00283F5B"/>
    <w:rsid w:val="002852C4"/>
    <w:rsid w:val="002864C2"/>
    <w:rsid w:val="0028653F"/>
    <w:rsid w:val="00287232"/>
    <w:rsid w:val="00287458"/>
    <w:rsid w:val="0028785D"/>
    <w:rsid w:val="00287D02"/>
    <w:rsid w:val="00287F1C"/>
    <w:rsid w:val="00290DC5"/>
    <w:rsid w:val="00290FDF"/>
    <w:rsid w:val="00291FC3"/>
    <w:rsid w:val="0029288E"/>
    <w:rsid w:val="00292A16"/>
    <w:rsid w:val="00292D0A"/>
    <w:rsid w:val="0029311B"/>
    <w:rsid w:val="0029358C"/>
    <w:rsid w:val="00293635"/>
    <w:rsid w:val="00294DFD"/>
    <w:rsid w:val="00295A6B"/>
    <w:rsid w:val="00295B3C"/>
    <w:rsid w:val="002964D6"/>
    <w:rsid w:val="002965EF"/>
    <w:rsid w:val="0029681C"/>
    <w:rsid w:val="00296985"/>
    <w:rsid w:val="00296EC3"/>
    <w:rsid w:val="002972C1"/>
    <w:rsid w:val="00297927"/>
    <w:rsid w:val="002A10C1"/>
    <w:rsid w:val="002A15A8"/>
    <w:rsid w:val="002A189E"/>
    <w:rsid w:val="002A1B4C"/>
    <w:rsid w:val="002A20A3"/>
    <w:rsid w:val="002A233B"/>
    <w:rsid w:val="002A23D7"/>
    <w:rsid w:val="002A2529"/>
    <w:rsid w:val="002A29AC"/>
    <w:rsid w:val="002A2D52"/>
    <w:rsid w:val="002A37F8"/>
    <w:rsid w:val="002A3865"/>
    <w:rsid w:val="002A38C6"/>
    <w:rsid w:val="002A469E"/>
    <w:rsid w:val="002A4892"/>
    <w:rsid w:val="002A4B1A"/>
    <w:rsid w:val="002A4CCC"/>
    <w:rsid w:val="002A508E"/>
    <w:rsid w:val="002A53D5"/>
    <w:rsid w:val="002A576E"/>
    <w:rsid w:val="002A5840"/>
    <w:rsid w:val="002A58F6"/>
    <w:rsid w:val="002A6233"/>
    <w:rsid w:val="002A66AB"/>
    <w:rsid w:val="002A6874"/>
    <w:rsid w:val="002A6A01"/>
    <w:rsid w:val="002A6BB2"/>
    <w:rsid w:val="002A6D60"/>
    <w:rsid w:val="002A79D6"/>
    <w:rsid w:val="002A7DBA"/>
    <w:rsid w:val="002A7F99"/>
    <w:rsid w:val="002B045E"/>
    <w:rsid w:val="002B0B51"/>
    <w:rsid w:val="002B199C"/>
    <w:rsid w:val="002B1B57"/>
    <w:rsid w:val="002B1B84"/>
    <w:rsid w:val="002B1C4F"/>
    <w:rsid w:val="002B20F9"/>
    <w:rsid w:val="002B28FB"/>
    <w:rsid w:val="002B3CCC"/>
    <w:rsid w:val="002B4696"/>
    <w:rsid w:val="002B4DFF"/>
    <w:rsid w:val="002B558C"/>
    <w:rsid w:val="002B6F53"/>
    <w:rsid w:val="002B73B7"/>
    <w:rsid w:val="002B74C4"/>
    <w:rsid w:val="002B76DA"/>
    <w:rsid w:val="002B796A"/>
    <w:rsid w:val="002B7B22"/>
    <w:rsid w:val="002C0166"/>
    <w:rsid w:val="002C038E"/>
    <w:rsid w:val="002C03C3"/>
    <w:rsid w:val="002C2FEB"/>
    <w:rsid w:val="002C3472"/>
    <w:rsid w:val="002C4154"/>
    <w:rsid w:val="002C51DF"/>
    <w:rsid w:val="002C5441"/>
    <w:rsid w:val="002C5924"/>
    <w:rsid w:val="002C596E"/>
    <w:rsid w:val="002C61D7"/>
    <w:rsid w:val="002C6428"/>
    <w:rsid w:val="002C6AE1"/>
    <w:rsid w:val="002C6F4E"/>
    <w:rsid w:val="002C7A98"/>
    <w:rsid w:val="002C7F76"/>
    <w:rsid w:val="002D004F"/>
    <w:rsid w:val="002D0284"/>
    <w:rsid w:val="002D057A"/>
    <w:rsid w:val="002D10E8"/>
    <w:rsid w:val="002D16F3"/>
    <w:rsid w:val="002D1FEA"/>
    <w:rsid w:val="002D277B"/>
    <w:rsid w:val="002D2B77"/>
    <w:rsid w:val="002D3E59"/>
    <w:rsid w:val="002D4926"/>
    <w:rsid w:val="002D57D5"/>
    <w:rsid w:val="002D6E87"/>
    <w:rsid w:val="002D7065"/>
    <w:rsid w:val="002D72DE"/>
    <w:rsid w:val="002D753B"/>
    <w:rsid w:val="002D7661"/>
    <w:rsid w:val="002D7D6D"/>
    <w:rsid w:val="002E0328"/>
    <w:rsid w:val="002E1C1E"/>
    <w:rsid w:val="002E1EDB"/>
    <w:rsid w:val="002E2A11"/>
    <w:rsid w:val="002E2BD4"/>
    <w:rsid w:val="002E2D36"/>
    <w:rsid w:val="002E3312"/>
    <w:rsid w:val="002E4243"/>
    <w:rsid w:val="002E490C"/>
    <w:rsid w:val="002E4BE9"/>
    <w:rsid w:val="002E5080"/>
    <w:rsid w:val="002E74F3"/>
    <w:rsid w:val="002E7547"/>
    <w:rsid w:val="002E7B86"/>
    <w:rsid w:val="002E7B88"/>
    <w:rsid w:val="002F031F"/>
    <w:rsid w:val="002F079A"/>
    <w:rsid w:val="002F0A87"/>
    <w:rsid w:val="002F1512"/>
    <w:rsid w:val="002F1B00"/>
    <w:rsid w:val="002F2BBE"/>
    <w:rsid w:val="002F365E"/>
    <w:rsid w:val="002F39C4"/>
    <w:rsid w:val="002F3B42"/>
    <w:rsid w:val="002F3D29"/>
    <w:rsid w:val="002F473E"/>
    <w:rsid w:val="002F519E"/>
    <w:rsid w:val="002F5D5C"/>
    <w:rsid w:val="002F602F"/>
    <w:rsid w:val="002F655D"/>
    <w:rsid w:val="002F70D3"/>
    <w:rsid w:val="002F711D"/>
    <w:rsid w:val="002F7E83"/>
    <w:rsid w:val="002F7EEC"/>
    <w:rsid w:val="003000B7"/>
    <w:rsid w:val="00300844"/>
    <w:rsid w:val="00300CDF"/>
    <w:rsid w:val="003019CD"/>
    <w:rsid w:val="00301F71"/>
    <w:rsid w:val="00301F8A"/>
    <w:rsid w:val="00302080"/>
    <w:rsid w:val="003022EE"/>
    <w:rsid w:val="00303565"/>
    <w:rsid w:val="00303750"/>
    <w:rsid w:val="003044C5"/>
    <w:rsid w:val="00305303"/>
    <w:rsid w:val="00305C86"/>
    <w:rsid w:val="00305D96"/>
    <w:rsid w:val="00305FA0"/>
    <w:rsid w:val="00306504"/>
    <w:rsid w:val="00306AD9"/>
    <w:rsid w:val="00306C50"/>
    <w:rsid w:val="003074FD"/>
    <w:rsid w:val="0030754E"/>
    <w:rsid w:val="003076E6"/>
    <w:rsid w:val="00307F9B"/>
    <w:rsid w:val="00310513"/>
    <w:rsid w:val="00310A21"/>
    <w:rsid w:val="0031158E"/>
    <w:rsid w:val="003117E5"/>
    <w:rsid w:val="00311B9C"/>
    <w:rsid w:val="00311E43"/>
    <w:rsid w:val="00312569"/>
    <w:rsid w:val="003130F3"/>
    <w:rsid w:val="00313266"/>
    <w:rsid w:val="0031369D"/>
    <w:rsid w:val="003152DB"/>
    <w:rsid w:val="00315CBE"/>
    <w:rsid w:val="00315FB0"/>
    <w:rsid w:val="00316335"/>
    <w:rsid w:val="00316962"/>
    <w:rsid w:val="00317651"/>
    <w:rsid w:val="00317770"/>
    <w:rsid w:val="00317892"/>
    <w:rsid w:val="00317B4E"/>
    <w:rsid w:val="00320F08"/>
    <w:rsid w:val="003211DA"/>
    <w:rsid w:val="00321741"/>
    <w:rsid w:val="0032245A"/>
    <w:rsid w:val="0032390F"/>
    <w:rsid w:val="00323F0A"/>
    <w:rsid w:val="00323F5F"/>
    <w:rsid w:val="00324641"/>
    <w:rsid w:val="00325806"/>
    <w:rsid w:val="00325E20"/>
    <w:rsid w:val="00325F21"/>
    <w:rsid w:val="0032624A"/>
    <w:rsid w:val="00326611"/>
    <w:rsid w:val="00326725"/>
    <w:rsid w:val="003269C4"/>
    <w:rsid w:val="00326ACD"/>
    <w:rsid w:val="00327088"/>
    <w:rsid w:val="00327296"/>
    <w:rsid w:val="00327358"/>
    <w:rsid w:val="0032747B"/>
    <w:rsid w:val="00327701"/>
    <w:rsid w:val="00330494"/>
    <w:rsid w:val="00330AD2"/>
    <w:rsid w:val="00331DE0"/>
    <w:rsid w:val="00332506"/>
    <w:rsid w:val="00332569"/>
    <w:rsid w:val="003329FC"/>
    <w:rsid w:val="00332EB7"/>
    <w:rsid w:val="003330F0"/>
    <w:rsid w:val="003332F6"/>
    <w:rsid w:val="0033331D"/>
    <w:rsid w:val="0033351D"/>
    <w:rsid w:val="00333974"/>
    <w:rsid w:val="0033461B"/>
    <w:rsid w:val="00335619"/>
    <w:rsid w:val="00335731"/>
    <w:rsid w:val="00336616"/>
    <w:rsid w:val="003366A3"/>
    <w:rsid w:val="00336D42"/>
    <w:rsid w:val="00337091"/>
    <w:rsid w:val="003405D4"/>
    <w:rsid w:val="0034082C"/>
    <w:rsid w:val="003408C7"/>
    <w:rsid w:val="00340A6A"/>
    <w:rsid w:val="00340C95"/>
    <w:rsid w:val="00342D19"/>
    <w:rsid w:val="003445D3"/>
    <w:rsid w:val="0034467A"/>
    <w:rsid w:val="00344772"/>
    <w:rsid w:val="0034511B"/>
    <w:rsid w:val="00345361"/>
    <w:rsid w:val="003455A1"/>
    <w:rsid w:val="00345849"/>
    <w:rsid w:val="00345CBF"/>
    <w:rsid w:val="00345CC4"/>
    <w:rsid w:val="003466AE"/>
    <w:rsid w:val="00346D2F"/>
    <w:rsid w:val="00346E19"/>
    <w:rsid w:val="00347FF7"/>
    <w:rsid w:val="00350422"/>
    <w:rsid w:val="00351000"/>
    <w:rsid w:val="003513EE"/>
    <w:rsid w:val="003515A3"/>
    <w:rsid w:val="003516B2"/>
    <w:rsid w:val="003516F7"/>
    <w:rsid w:val="00351F35"/>
    <w:rsid w:val="00352ABA"/>
    <w:rsid w:val="00352BFD"/>
    <w:rsid w:val="003531DB"/>
    <w:rsid w:val="003535F3"/>
    <w:rsid w:val="00354002"/>
    <w:rsid w:val="0035418A"/>
    <w:rsid w:val="0035426F"/>
    <w:rsid w:val="003550F0"/>
    <w:rsid w:val="003551C8"/>
    <w:rsid w:val="00355FAB"/>
    <w:rsid w:val="00356045"/>
    <w:rsid w:val="00356FFE"/>
    <w:rsid w:val="0035711C"/>
    <w:rsid w:val="0035781A"/>
    <w:rsid w:val="00357E30"/>
    <w:rsid w:val="00357EFC"/>
    <w:rsid w:val="00357F59"/>
    <w:rsid w:val="00360159"/>
    <w:rsid w:val="00361B13"/>
    <w:rsid w:val="00362292"/>
    <w:rsid w:val="003626DB"/>
    <w:rsid w:val="00362AAF"/>
    <w:rsid w:val="00362F82"/>
    <w:rsid w:val="00363B9E"/>
    <w:rsid w:val="00363D6E"/>
    <w:rsid w:val="00363F5E"/>
    <w:rsid w:val="003646E7"/>
    <w:rsid w:val="00364BD5"/>
    <w:rsid w:val="0036507C"/>
    <w:rsid w:val="00365A75"/>
    <w:rsid w:val="00365B78"/>
    <w:rsid w:val="003660F5"/>
    <w:rsid w:val="00366729"/>
    <w:rsid w:val="00366811"/>
    <w:rsid w:val="00366B24"/>
    <w:rsid w:val="00366BF0"/>
    <w:rsid w:val="00366DEE"/>
    <w:rsid w:val="0036799F"/>
    <w:rsid w:val="00367D55"/>
    <w:rsid w:val="0037048F"/>
    <w:rsid w:val="003718EF"/>
    <w:rsid w:val="00372381"/>
    <w:rsid w:val="003729FC"/>
    <w:rsid w:val="00372B48"/>
    <w:rsid w:val="003730DF"/>
    <w:rsid w:val="003731DA"/>
    <w:rsid w:val="00374B16"/>
    <w:rsid w:val="00374DE3"/>
    <w:rsid w:val="003750B0"/>
    <w:rsid w:val="00375565"/>
    <w:rsid w:val="0037597F"/>
    <w:rsid w:val="003765F2"/>
    <w:rsid w:val="00376ABE"/>
    <w:rsid w:val="00376AE9"/>
    <w:rsid w:val="0038017D"/>
    <w:rsid w:val="0038189E"/>
    <w:rsid w:val="00382040"/>
    <w:rsid w:val="00382083"/>
    <w:rsid w:val="003823F1"/>
    <w:rsid w:val="00382C41"/>
    <w:rsid w:val="00383E9F"/>
    <w:rsid w:val="0038430E"/>
    <w:rsid w:val="00384400"/>
    <w:rsid w:val="00384766"/>
    <w:rsid w:val="00385083"/>
    <w:rsid w:val="003859AF"/>
    <w:rsid w:val="00386598"/>
    <w:rsid w:val="003867EE"/>
    <w:rsid w:val="00386D75"/>
    <w:rsid w:val="00386F94"/>
    <w:rsid w:val="0038728E"/>
    <w:rsid w:val="0038751E"/>
    <w:rsid w:val="003875B3"/>
    <w:rsid w:val="0038796B"/>
    <w:rsid w:val="003916AC"/>
    <w:rsid w:val="00391970"/>
    <w:rsid w:val="00392369"/>
    <w:rsid w:val="003931DF"/>
    <w:rsid w:val="003933B4"/>
    <w:rsid w:val="0039355C"/>
    <w:rsid w:val="0039373C"/>
    <w:rsid w:val="00393C67"/>
    <w:rsid w:val="00393D2E"/>
    <w:rsid w:val="00394134"/>
    <w:rsid w:val="00394505"/>
    <w:rsid w:val="00394897"/>
    <w:rsid w:val="003951C5"/>
    <w:rsid w:val="003958CE"/>
    <w:rsid w:val="00395AFD"/>
    <w:rsid w:val="00395B79"/>
    <w:rsid w:val="00395DD7"/>
    <w:rsid w:val="0039637A"/>
    <w:rsid w:val="00396DD5"/>
    <w:rsid w:val="003972CB"/>
    <w:rsid w:val="0039736A"/>
    <w:rsid w:val="003A0634"/>
    <w:rsid w:val="003A080E"/>
    <w:rsid w:val="003A1377"/>
    <w:rsid w:val="003A144D"/>
    <w:rsid w:val="003A1E5B"/>
    <w:rsid w:val="003A2128"/>
    <w:rsid w:val="003A21BC"/>
    <w:rsid w:val="003A289F"/>
    <w:rsid w:val="003A2BBA"/>
    <w:rsid w:val="003A2D11"/>
    <w:rsid w:val="003A2D5F"/>
    <w:rsid w:val="003A45B8"/>
    <w:rsid w:val="003A4CA0"/>
    <w:rsid w:val="003A4FCD"/>
    <w:rsid w:val="003A57C7"/>
    <w:rsid w:val="003A5CE1"/>
    <w:rsid w:val="003A5ED2"/>
    <w:rsid w:val="003A60F0"/>
    <w:rsid w:val="003A6301"/>
    <w:rsid w:val="003A66E8"/>
    <w:rsid w:val="003A6A8D"/>
    <w:rsid w:val="003A6E65"/>
    <w:rsid w:val="003A7529"/>
    <w:rsid w:val="003B049D"/>
    <w:rsid w:val="003B0987"/>
    <w:rsid w:val="003B0A16"/>
    <w:rsid w:val="003B13F1"/>
    <w:rsid w:val="003B14E7"/>
    <w:rsid w:val="003B1C27"/>
    <w:rsid w:val="003B1F42"/>
    <w:rsid w:val="003B21ED"/>
    <w:rsid w:val="003B28CE"/>
    <w:rsid w:val="003B2DA6"/>
    <w:rsid w:val="003B353B"/>
    <w:rsid w:val="003B3C61"/>
    <w:rsid w:val="003B4196"/>
    <w:rsid w:val="003B493A"/>
    <w:rsid w:val="003B5053"/>
    <w:rsid w:val="003B53B4"/>
    <w:rsid w:val="003B560A"/>
    <w:rsid w:val="003B747C"/>
    <w:rsid w:val="003C0526"/>
    <w:rsid w:val="003C1210"/>
    <w:rsid w:val="003C1D13"/>
    <w:rsid w:val="003C26D4"/>
    <w:rsid w:val="003C2730"/>
    <w:rsid w:val="003C295F"/>
    <w:rsid w:val="003C2A4D"/>
    <w:rsid w:val="003C310C"/>
    <w:rsid w:val="003C3632"/>
    <w:rsid w:val="003C38DC"/>
    <w:rsid w:val="003C44E4"/>
    <w:rsid w:val="003C5942"/>
    <w:rsid w:val="003C63F5"/>
    <w:rsid w:val="003C6535"/>
    <w:rsid w:val="003D0099"/>
    <w:rsid w:val="003D0308"/>
    <w:rsid w:val="003D0605"/>
    <w:rsid w:val="003D08A2"/>
    <w:rsid w:val="003D0A63"/>
    <w:rsid w:val="003D0F26"/>
    <w:rsid w:val="003D1333"/>
    <w:rsid w:val="003D1A77"/>
    <w:rsid w:val="003D1BB6"/>
    <w:rsid w:val="003D1FBD"/>
    <w:rsid w:val="003D22ED"/>
    <w:rsid w:val="003D236C"/>
    <w:rsid w:val="003D23BC"/>
    <w:rsid w:val="003D2596"/>
    <w:rsid w:val="003D27D9"/>
    <w:rsid w:val="003D2977"/>
    <w:rsid w:val="003D2A03"/>
    <w:rsid w:val="003D2C94"/>
    <w:rsid w:val="003D2DA5"/>
    <w:rsid w:val="003D34A1"/>
    <w:rsid w:val="003D3C72"/>
    <w:rsid w:val="003D570F"/>
    <w:rsid w:val="003D5A68"/>
    <w:rsid w:val="003D5CB4"/>
    <w:rsid w:val="003D7322"/>
    <w:rsid w:val="003D734F"/>
    <w:rsid w:val="003D754B"/>
    <w:rsid w:val="003D7794"/>
    <w:rsid w:val="003D7871"/>
    <w:rsid w:val="003E0876"/>
    <w:rsid w:val="003E0F66"/>
    <w:rsid w:val="003E11A8"/>
    <w:rsid w:val="003E11CF"/>
    <w:rsid w:val="003E1D1D"/>
    <w:rsid w:val="003E255B"/>
    <w:rsid w:val="003E25B1"/>
    <w:rsid w:val="003E29C7"/>
    <w:rsid w:val="003E3956"/>
    <w:rsid w:val="003E3C9E"/>
    <w:rsid w:val="003E3D21"/>
    <w:rsid w:val="003E4F38"/>
    <w:rsid w:val="003E4F78"/>
    <w:rsid w:val="003E520A"/>
    <w:rsid w:val="003E63DB"/>
    <w:rsid w:val="003E70E5"/>
    <w:rsid w:val="003E7453"/>
    <w:rsid w:val="003E75AD"/>
    <w:rsid w:val="003E7655"/>
    <w:rsid w:val="003E7B44"/>
    <w:rsid w:val="003E7D96"/>
    <w:rsid w:val="003F0A55"/>
    <w:rsid w:val="003F1E1F"/>
    <w:rsid w:val="003F38B0"/>
    <w:rsid w:val="003F3A1D"/>
    <w:rsid w:val="003F3ABE"/>
    <w:rsid w:val="003F3CFD"/>
    <w:rsid w:val="003F3F1A"/>
    <w:rsid w:val="003F4E07"/>
    <w:rsid w:val="003F54A4"/>
    <w:rsid w:val="003F58B2"/>
    <w:rsid w:val="003F5F56"/>
    <w:rsid w:val="003F612E"/>
    <w:rsid w:val="003F6B5A"/>
    <w:rsid w:val="003F71F5"/>
    <w:rsid w:val="003F730B"/>
    <w:rsid w:val="003F74A5"/>
    <w:rsid w:val="003F7B28"/>
    <w:rsid w:val="00400160"/>
    <w:rsid w:val="004001F7"/>
    <w:rsid w:val="00400586"/>
    <w:rsid w:val="00400641"/>
    <w:rsid w:val="0040086A"/>
    <w:rsid w:val="00401301"/>
    <w:rsid w:val="004021C2"/>
    <w:rsid w:val="00402621"/>
    <w:rsid w:val="00402F18"/>
    <w:rsid w:val="00403016"/>
    <w:rsid w:val="004035C9"/>
    <w:rsid w:val="00403A21"/>
    <w:rsid w:val="00403A29"/>
    <w:rsid w:val="004040FB"/>
    <w:rsid w:val="00405239"/>
    <w:rsid w:val="00405363"/>
    <w:rsid w:val="00406634"/>
    <w:rsid w:val="00406D0B"/>
    <w:rsid w:val="00406F98"/>
    <w:rsid w:val="004103A7"/>
    <w:rsid w:val="00410AAC"/>
    <w:rsid w:val="00411595"/>
    <w:rsid w:val="0041189E"/>
    <w:rsid w:val="004119B3"/>
    <w:rsid w:val="00411D1A"/>
    <w:rsid w:val="004120F1"/>
    <w:rsid w:val="0041242A"/>
    <w:rsid w:val="00412799"/>
    <w:rsid w:val="00412D23"/>
    <w:rsid w:val="00413120"/>
    <w:rsid w:val="00413338"/>
    <w:rsid w:val="004134F5"/>
    <w:rsid w:val="004136AC"/>
    <w:rsid w:val="0041399A"/>
    <w:rsid w:val="00413C80"/>
    <w:rsid w:val="00413D0E"/>
    <w:rsid w:val="00413E75"/>
    <w:rsid w:val="004142D4"/>
    <w:rsid w:val="00415306"/>
    <w:rsid w:val="00415CCE"/>
    <w:rsid w:val="00416228"/>
    <w:rsid w:val="00416C24"/>
    <w:rsid w:val="00416E38"/>
    <w:rsid w:val="0041710C"/>
    <w:rsid w:val="00417920"/>
    <w:rsid w:val="00420094"/>
    <w:rsid w:val="004204F9"/>
    <w:rsid w:val="004210FD"/>
    <w:rsid w:val="00421B84"/>
    <w:rsid w:val="00421BD0"/>
    <w:rsid w:val="00421CE0"/>
    <w:rsid w:val="0042216C"/>
    <w:rsid w:val="004225EB"/>
    <w:rsid w:val="00423339"/>
    <w:rsid w:val="0042335D"/>
    <w:rsid w:val="0042353C"/>
    <w:rsid w:val="004236D2"/>
    <w:rsid w:val="0042381B"/>
    <w:rsid w:val="00423907"/>
    <w:rsid w:val="0042419E"/>
    <w:rsid w:val="004243C3"/>
    <w:rsid w:val="004243E4"/>
    <w:rsid w:val="00424469"/>
    <w:rsid w:val="00425627"/>
    <w:rsid w:val="004263D3"/>
    <w:rsid w:val="00426A83"/>
    <w:rsid w:val="00426B16"/>
    <w:rsid w:val="00427C0C"/>
    <w:rsid w:val="004301C4"/>
    <w:rsid w:val="00430642"/>
    <w:rsid w:val="00430796"/>
    <w:rsid w:val="00430E9D"/>
    <w:rsid w:val="00431174"/>
    <w:rsid w:val="004313E1"/>
    <w:rsid w:val="004313E5"/>
    <w:rsid w:val="0043140B"/>
    <w:rsid w:val="00431AE2"/>
    <w:rsid w:val="00431C9F"/>
    <w:rsid w:val="00432246"/>
    <w:rsid w:val="00432293"/>
    <w:rsid w:val="004324C7"/>
    <w:rsid w:val="004327D8"/>
    <w:rsid w:val="00432EDF"/>
    <w:rsid w:val="0043481B"/>
    <w:rsid w:val="00434976"/>
    <w:rsid w:val="00436145"/>
    <w:rsid w:val="00436CE6"/>
    <w:rsid w:val="004370A7"/>
    <w:rsid w:val="004373D8"/>
    <w:rsid w:val="00440987"/>
    <w:rsid w:val="00440A70"/>
    <w:rsid w:val="00441042"/>
    <w:rsid w:val="00441EDB"/>
    <w:rsid w:val="00442670"/>
    <w:rsid w:val="00442A75"/>
    <w:rsid w:val="00443043"/>
    <w:rsid w:val="004444E1"/>
    <w:rsid w:val="004444F8"/>
    <w:rsid w:val="00445ACD"/>
    <w:rsid w:val="00446BB0"/>
    <w:rsid w:val="00446E7C"/>
    <w:rsid w:val="00447334"/>
    <w:rsid w:val="004475FA"/>
    <w:rsid w:val="00447804"/>
    <w:rsid w:val="00450099"/>
    <w:rsid w:val="00450932"/>
    <w:rsid w:val="00450A84"/>
    <w:rsid w:val="00450DD9"/>
    <w:rsid w:val="00450E6D"/>
    <w:rsid w:val="00451FC9"/>
    <w:rsid w:val="00452955"/>
    <w:rsid w:val="00452ACE"/>
    <w:rsid w:val="00452C42"/>
    <w:rsid w:val="00453276"/>
    <w:rsid w:val="004542EF"/>
    <w:rsid w:val="0045458E"/>
    <w:rsid w:val="00455999"/>
    <w:rsid w:val="0045699D"/>
    <w:rsid w:val="004571B2"/>
    <w:rsid w:val="004572ED"/>
    <w:rsid w:val="004574F2"/>
    <w:rsid w:val="0045763D"/>
    <w:rsid w:val="00457C8A"/>
    <w:rsid w:val="00457D0A"/>
    <w:rsid w:val="00457E37"/>
    <w:rsid w:val="00460094"/>
    <w:rsid w:val="0046098A"/>
    <w:rsid w:val="0046153B"/>
    <w:rsid w:val="00462961"/>
    <w:rsid w:val="00462C3B"/>
    <w:rsid w:val="0046324A"/>
    <w:rsid w:val="00463697"/>
    <w:rsid w:val="00463768"/>
    <w:rsid w:val="00463DB6"/>
    <w:rsid w:val="0046410C"/>
    <w:rsid w:val="00464147"/>
    <w:rsid w:val="00464486"/>
    <w:rsid w:val="00464BEA"/>
    <w:rsid w:val="00464D6A"/>
    <w:rsid w:val="00465748"/>
    <w:rsid w:val="00465AF3"/>
    <w:rsid w:val="00465B74"/>
    <w:rsid w:val="00465CBF"/>
    <w:rsid w:val="00466379"/>
    <w:rsid w:val="004671ED"/>
    <w:rsid w:val="00467898"/>
    <w:rsid w:val="004704A6"/>
    <w:rsid w:val="004704B2"/>
    <w:rsid w:val="004707A3"/>
    <w:rsid w:val="004712D8"/>
    <w:rsid w:val="004716AC"/>
    <w:rsid w:val="00472F28"/>
    <w:rsid w:val="0047310B"/>
    <w:rsid w:val="00474764"/>
    <w:rsid w:val="004754A1"/>
    <w:rsid w:val="00475F1A"/>
    <w:rsid w:val="00476148"/>
    <w:rsid w:val="00476990"/>
    <w:rsid w:val="00477631"/>
    <w:rsid w:val="00477F1D"/>
    <w:rsid w:val="00480295"/>
    <w:rsid w:val="004802C0"/>
    <w:rsid w:val="00480688"/>
    <w:rsid w:val="004811D1"/>
    <w:rsid w:val="00481720"/>
    <w:rsid w:val="0048172B"/>
    <w:rsid w:val="00482290"/>
    <w:rsid w:val="004823E4"/>
    <w:rsid w:val="004829B8"/>
    <w:rsid w:val="00483378"/>
    <w:rsid w:val="00483C02"/>
    <w:rsid w:val="0048417B"/>
    <w:rsid w:val="00484BF1"/>
    <w:rsid w:val="00485344"/>
    <w:rsid w:val="00485446"/>
    <w:rsid w:val="00485508"/>
    <w:rsid w:val="00485EEF"/>
    <w:rsid w:val="00486CF4"/>
    <w:rsid w:val="00487260"/>
    <w:rsid w:val="00487A04"/>
    <w:rsid w:val="00487C82"/>
    <w:rsid w:val="00490432"/>
    <w:rsid w:val="00490905"/>
    <w:rsid w:val="00490E7A"/>
    <w:rsid w:val="00491372"/>
    <w:rsid w:val="004930C0"/>
    <w:rsid w:val="00494050"/>
    <w:rsid w:val="004949DA"/>
    <w:rsid w:val="00494CB6"/>
    <w:rsid w:val="00494CE0"/>
    <w:rsid w:val="0049506D"/>
    <w:rsid w:val="004952D3"/>
    <w:rsid w:val="00495AD8"/>
    <w:rsid w:val="00495D78"/>
    <w:rsid w:val="00495DE1"/>
    <w:rsid w:val="00496B90"/>
    <w:rsid w:val="00496D2E"/>
    <w:rsid w:val="00496F6B"/>
    <w:rsid w:val="00497231"/>
    <w:rsid w:val="0049748C"/>
    <w:rsid w:val="00497496"/>
    <w:rsid w:val="00497A08"/>
    <w:rsid w:val="00497AD7"/>
    <w:rsid w:val="004A0A31"/>
    <w:rsid w:val="004A0C92"/>
    <w:rsid w:val="004A11F7"/>
    <w:rsid w:val="004A1989"/>
    <w:rsid w:val="004A20A1"/>
    <w:rsid w:val="004A23B8"/>
    <w:rsid w:val="004A29DA"/>
    <w:rsid w:val="004A2EAA"/>
    <w:rsid w:val="004A3A07"/>
    <w:rsid w:val="004A3D87"/>
    <w:rsid w:val="004A4350"/>
    <w:rsid w:val="004A435B"/>
    <w:rsid w:val="004A4D99"/>
    <w:rsid w:val="004A549C"/>
    <w:rsid w:val="004A65BB"/>
    <w:rsid w:val="004A6BE9"/>
    <w:rsid w:val="004A7184"/>
    <w:rsid w:val="004A7631"/>
    <w:rsid w:val="004A7911"/>
    <w:rsid w:val="004A7A75"/>
    <w:rsid w:val="004B099D"/>
    <w:rsid w:val="004B0E27"/>
    <w:rsid w:val="004B13DB"/>
    <w:rsid w:val="004B1507"/>
    <w:rsid w:val="004B162B"/>
    <w:rsid w:val="004B1771"/>
    <w:rsid w:val="004B1B72"/>
    <w:rsid w:val="004B23A2"/>
    <w:rsid w:val="004B2476"/>
    <w:rsid w:val="004B24DD"/>
    <w:rsid w:val="004B2C12"/>
    <w:rsid w:val="004B2E24"/>
    <w:rsid w:val="004B31C6"/>
    <w:rsid w:val="004B378F"/>
    <w:rsid w:val="004B3964"/>
    <w:rsid w:val="004B3CCF"/>
    <w:rsid w:val="004B3EA2"/>
    <w:rsid w:val="004B4B9C"/>
    <w:rsid w:val="004B68F5"/>
    <w:rsid w:val="004B6EBC"/>
    <w:rsid w:val="004B70CD"/>
    <w:rsid w:val="004C0231"/>
    <w:rsid w:val="004C04DE"/>
    <w:rsid w:val="004C056E"/>
    <w:rsid w:val="004C063E"/>
    <w:rsid w:val="004C0B7E"/>
    <w:rsid w:val="004C1FC1"/>
    <w:rsid w:val="004C2263"/>
    <w:rsid w:val="004C2570"/>
    <w:rsid w:val="004C4091"/>
    <w:rsid w:val="004C4A31"/>
    <w:rsid w:val="004C52F4"/>
    <w:rsid w:val="004C574C"/>
    <w:rsid w:val="004C58F2"/>
    <w:rsid w:val="004C7269"/>
    <w:rsid w:val="004C788C"/>
    <w:rsid w:val="004C7BB9"/>
    <w:rsid w:val="004D0143"/>
    <w:rsid w:val="004D04CA"/>
    <w:rsid w:val="004D09FA"/>
    <w:rsid w:val="004D1152"/>
    <w:rsid w:val="004D13D0"/>
    <w:rsid w:val="004D1968"/>
    <w:rsid w:val="004D22E8"/>
    <w:rsid w:val="004D291B"/>
    <w:rsid w:val="004D3D44"/>
    <w:rsid w:val="004D3E38"/>
    <w:rsid w:val="004D50C4"/>
    <w:rsid w:val="004D5A38"/>
    <w:rsid w:val="004D6243"/>
    <w:rsid w:val="004D648C"/>
    <w:rsid w:val="004D68D0"/>
    <w:rsid w:val="004D6CD3"/>
    <w:rsid w:val="004D7396"/>
    <w:rsid w:val="004D74E4"/>
    <w:rsid w:val="004E072F"/>
    <w:rsid w:val="004E112D"/>
    <w:rsid w:val="004E14B8"/>
    <w:rsid w:val="004E1930"/>
    <w:rsid w:val="004E3452"/>
    <w:rsid w:val="004E3655"/>
    <w:rsid w:val="004E374D"/>
    <w:rsid w:val="004E3978"/>
    <w:rsid w:val="004E4031"/>
    <w:rsid w:val="004E4E41"/>
    <w:rsid w:val="004E4EF8"/>
    <w:rsid w:val="004E52F7"/>
    <w:rsid w:val="004E5D8C"/>
    <w:rsid w:val="004E64AF"/>
    <w:rsid w:val="004E6ACD"/>
    <w:rsid w:val="004E7C4D"/>
    <w:rsid w:val="004F02E7"/>
    <w:rsid w:val="004F02FB"/>
    <w:rsid w:val="004F0302"/>
    <w:rsid w:val="004F042E"/>
    <w:rsid w:val="004F0C53"/>
    <w:rsid w:val="004F2259"/>
    <w:rsid w:val="004F24F7"/>
    <w:rsid w:val="004F2927"/>
    <w:rsid w:val="004F3374"/>
    <w:rsid w:val="004F435D"/>
    <w:rsid w:val="004F467A"/>
    <w:rsid w:val="004F4C4C"/>
    <w:rsid w:val="004F6996"/>
    <w:rsid w:val="004F6BDB"/>
    <w:rsid w:val="004F794B"/>
    <w:rsid w:val="004F7CFF"/>
    <w:rsid w:val="004F7D31"/>
    <w:rsid w:val="0050012B"/>
    <w:rsid w:val="00501914"/>
    <w:rsid w:val="005019B4"/>
    <w:rsid w:val="00501A56"/>
    <w:rsid w:val="00501D59"/>
    <w:rsid w:val="00502694"/>
    <w:rsid w:val="0050358D"/>
    <w:rsid w:val="0050368B"/>
    <w:rsid w:val="00503694"/>
    <w:rsid w:val="005036D4"/>
    <w:rsid w:val="005044A4"/>
    <w:rsid w:val="005063C1"/>
    <w:rsid w:val="005065B7"/>
    <w:rsid w:val="00506B41"/>
    <w:rsid w:val="00507D98"/>
    <w:rsid w:val="0051039F"/>
    <w:rsid w:val="005103A6"/>
    <w:rsid w:val="00510FB9"/>
    <w:rsid w:val="0051124F"/>
    <w:rsid w:val="005115E4"/>
    <w:rsid w:val="005116A6"/>
    <w:rsid w:val="0051182D"/>
    <w:rsid w:val="00511BDE"/>
    <w:rsid w:val="00511DFC"/>
    <w:rsid w:val="005120A8"/>
    <w:rsid w:val="0051235D"/>
    <w:rsid w:val="00512863"/>
    <w:rsid w:val="00512F08"/>
    <w:rsid w:val="00514885"/>
    <w:rsid w:val="0051492B"/>
    <w:rsid w:val="00514FFD"/>
    <w:rsid w:val="00515311"/>
    <w:rsid w:val="00515426"/>
    <w:rsid w:val="00515D2D"/>
    <w:rsid w:val="00516573"/>
    <w:rsid w:val="0051708D"/>
    <w:rsid w:val="00517780"/>
    <w:rsid w:val="00517FE1"/>
    <w:rsid w:val="005207EC"/>
    <w:rsid w:val="005217A6"/>
    <w:rsid w:val="00523EFB"/>
    <w:rsid w:val="005249DA"/>
    <w:rsid w:val="00525269"/>
    <w:rsid w:val="005255E1"/>
    <w:rsid w:val="00525604"/>
    <w:rsid w:val="005266C9"/>
    <w:rsid w:val="00526DC5"/>
    <w:rsid w:val="0052776A"/>
    <w:rsid w:val="00527875"/>
    <w:rsid w:val="0052791B"/>
    <w:rsid w:val="005302E6"/>
    <w:rsid w:val="0053032C"/>
    <w:rsid w:val="00530743"/>
    <w:rsid w:val="00530C26"/>
    <w:rsid w:val="00530E55"/>
    <w:rsid w:val="00531121"/>
    <w:rsid w:val="00531D14"/>
    <w:rsid w:val="005320A3"/>
    <w:rsid w:val="005326B5"/>
    <w:rsid w:val="00532C4C"/>
    <w:rsid w:val="00532EE7"/>
    <w:rsid w:val="005336E2"/>
    <w:rsid w:val="0053509E"/>
    <w:rsid w:val="00535B6C"/>
    <w:rsid w:val="0053606E"/>
    <w:rsid w:val="00536305"/>
    <w:rsid w:val="00536490"/>
    <w:rsid w:val="00536500"/>
    <w:rsid w:val="00536EFD"/>
    <w:rsid w:val="00537004"/>
    <w:rsid w:val="005375E8"/>
    <w:rsid w:val="00537B2E"/>
    <w:rsid w:val="00537D21"/>
    <w:rsid w:val="005400E0"/>
    <w:rsid w:val="005401A7"/>
    <w:rsid w:val="005401E9"/>
    <w:rsid w:val="00540AD4"/>
    <w:rsid w:val="00540C57"/>
    <w:rsid w:val="00540FD3"/>
    <w:rsid w:val="00541790"/>
    <w:rsid w:val="0054232D"/>
    <w:rsid w:val="00542F05"/>
    <w:rsid w:val="00543474"/>
    <w:rsid w:val="0054347B"/>
    <w:rsid w:val="005437D7"/>
    <w:rsid w:val="00543B70"/>
    <w:rsid w:val="00543BF8"/>
    <w:rsid w:val="00543D79"/>
    <w:rsid w:val="00544618"/>
    <w:rsid w:val="00545164"/>
    <w:rsid w:val="00545C4A"/>
    <w:rsid w:val="00546006"/>
    <w:rsid w:val="005462C0"/>
    <w:rsid w:val="00546A79"/>
    <w:rsid w:val="00546DCA"/>
    <w:rsid w:val="00550A7E"/>
    <w:rsid w:val="00551576"/>
    <w:rsid w:val="0055273F"/>
    <w:rsid w:val="00553250"/>
    <w:rsid w:val="00553B03"/>
    <w:rsid w:val="0055422D"/>
    <w:rsid w:val="00554E5E"/>
    <w:rsid w:val="005559AE"/>
    <w:rsid w:val="00555BDC"/>
    <w:rsid w:val="00556851"/>
    <w:rsid w:val="00557AC0"/>
    <w:rsid w:val="00557C2D"/>
    <w:rsid w:val="00557DB4"/>
    <w:rsid w:val="00561007"/>
    <w:rsid w:val="005610FF"/>
    <w:rsid w:val="005615E6"/>
    <w:rsid w:val="0056187C"/>
    <w:rsid w:val="00561B0A"/>
    <w:rsid w:val="00561D53"/>
    <w:rsid w:val="00562F64"/>
    <w:rsid w:val="00563052"/>
    <w:rsid w:val="00563422"/>
    <w:rsid w:val="0056353F"/>
    <w:rsid w:val="005635B7"/>
    <w:rsid w:val="00564072"/>
    <w:rsid w:val="00564189"/>
    <w:rsid w:val="00564C31"/>
    <w:rsid w:val="005654A4"/>
    <w:rsid w:val="005659C8"/>
    <w:rsid w:val="00565D10"/>
    <w:rsid w:val="005678AA"/>
    <w:rsid w:val="00567C3F"/>
    <w:rsid w:val="0057041C"/>
    <w:rsid w:val="00570893"/>
    <w:rsid w:val="00571C1D"/>
    <w:rsid w:val="0057261B"/>
    <w:rsid w:val="00572717"/>
    <w:rsid w:val="00572D14"/>
    <w:rsid w:val="005741B9"/>
    <w:rsid w:val="005747AF"/>
    <w:rsid w:val="00574F01"/>
    <w:rsid w:val="00575F5D"/>
    <w:rsid w:val="00576074"/>
    <w:rsid w:val="0057659E"/>
    <w:rsid w:val="00576785"/>
    <w:rsid w:val="00576C90"/>
    <w:rsid w:val="005809B9"/>
    <w:rsid w:val="0058184D"/>
    <w:rsid w:val="00581BB9"/>
    <w:rsid w:val="005823DD"/>
    <w:rsid w:val="005823DE"/>
    <w:rsid w:val="00582D3B"/>
    <w:rsid w:val="00583D2D"/>
    <w:rsid w:val="00583E62"/>
    <w:rsid w:val="005843E1"/>
    <w:rsid w:val="00584509"/>
    <w:rsid w:val="00584C08"/>
    <w:rsid w:val="00585A34"/>
    <w:rsid w:val="00585DB6"/>
    <w:rsid w:val="0058647B"/>
    <w:rsid w:val="005865FF"/>
    <w:rsid w:val="00586621"/>
    <w:rsid w:val="00586972"/>
    <w:rsid w:val="00586E82"/>
    <w:rsid w:val="00587193"/>
    <w:rsid w:val="00587CFD"/>
    <w:rsid w:val="00587D8D"/>
    <w:rsid w:val="00587DE6"/>
    <w:rsid w:val="005919AD"/>
    <w:rsid w:val="005927E3"/>
    <w:rsid w:val="00592C02"/>
    <w:rsid w:val="00592C6B"/>
    <w:rsid w:val="00592E87"/>
    <w:rsid w:val="005939BA"/>
    <w:rsid w:val="00594E62"/>
    <w:rsid w:val="00595285"/>
    <w:rsid w:val="00595292"/>
    <w:rsid w:val="00595B68"/>
    <w:rsid w:val="00595B79"/>
    <w:rsid w:val="00596001"/>
    <w:rsid w:val="005963BB"/>
    <w:rsid w:val="00596433"/>
    <w:rsid w:val="0059659A"/>
    <w:rsid w:val="00596DB0"/>
    <w:rsid w:val="005977F2"/>
    <w:rsid w:val="005A0419"/>
    <w:rsid w:val="005A0770"/>
    <w:rsid w:val="005A0D67"/>
    <w:rsid w:val="005A0FE2"/>
    <w:rsid w:val="005A13E9"/>
    <w:rsid w:val="005A151D"/>
    <w:rsid w:val="005A15AD"/>
    <w:rsid w:val="005A1A52"/>
    <w:rsid w:val="005A28F7"/>
    <w:rsid w:val="005A3040"/>
    <w:rsid w:val="005A3A62"/>
    <w:rsid w:val="005A3E04"/>
    <w:rsid w:val="005A3F67"/>
    <w:rsid w:val="005A48DC"/>
    <w:rsid w:val="005A4927"/>
    <w:rsid w:val="005A49E0"/>
    <w:rsid w:val="005A49EA"/>
    <w:rsid w:val="005A49F8"/>
    <w:rsid w:val="005A4A1C"/>
    <w:rsid w:val="005A58AF"/>
    <w:rsid w:val="005A59B6"/>
    <w:rsid w:val="005A77A0"/>
    <w:rsid w:val="005B07DD"/>
    <w:rsid w:val="005B0939"/>
    <w:rsid w:val="005B0E78"/>
    <w:rsid w:val="005B1188"/>
    <w:rsid w:val="005B1E8F"/>
    <w:rsid w:val="005B1EBD"/>
    <w:rsid w:val="005B20A9"/>
    <w:rsid w:val="005B23B8"/>
    <w:rsid w:val="005B396A"/>
    <w:rsid w:val="005B441D"/>
    <w:rsid w:val="005B465F"/>
    <w:rsid w:val="005B5966"/>
    <w:rsid w:val="005B5C61"/>
    <w:rsid w:val="005B6CEC"/>
    <w:rsid w:val="005B6E33"/>
    <w:rsid w:val="005B6EE5"/>
    <w:rsid w:val="005C0086"/>
    <w:rsid w:val="005C054D"/>
    <w:rsid w:val="005C08E0"/>
    <w:rsid w:val="005C1446"/>
    <w:rsid w:val="005C18E2"/>
    <w:rsid w:val="005C2BE0"/>
    <w:rsid w:val="005C3792"/>
    <w:rsid w:val="005C3DB5"/>
    <w:rsid w:val="005C3E07"/>
    <w:rsid w:val="005C4076"/>
    <w:rsid w:val="005C44AD"/>
    <w:rsid w:val="005C4EDD"/>
    <w:rsid w:val="005C6C3D"/>
    <w:rsid w:val="005C6CE9"/>
    <w:rsid w:val="005C788C"/>
    <w:rsid w:val="005C7B7C"/>
    <w:rsid w:val="005C7E56"/>
    <w:rsid w:val="005D1242"/>
    <w:rsid w:val="005D1CCA"/>
    <w:rsid w:val="005D2496"/>
    <w:rsid w:val="005D26A4"/>
    <w:rsid w:val="005D27CB"/>
    <w:rsid w:val="005D3277"/>
    <w:rsid w:val="005D35DE"/>
    <w:rsid w:val="005D488E"/>
    <w:rsid w:val="005D5815"/>
    <w:rsid w:val="005D6405"/>
    <w:rsid w:val="005D662B"/>
    <w:rsid w:val="005D66E3"/>
    <w:rsid w:val="005D6846"/>
    <w:rsid w:val="005D6B4C"/>
    <w:rsid w:val="005D76EC"/>
    <w:rsid w:val="005D7B9C"/>
    <w:rsid w:val="005E02B7"/>
    <w:rsid w:val="005E05FB"/>
    <w:rsid w:val="005E0B25"/>
    <w:rsid w:val="005E14D6"/>
    <w:rsid w:val="005E17D9"/>
    <w:rsid w:val="005E3798"/>
    <w:rsid w:val="005E38B4"/>
    <w:rsid w:val="005E44CE"/>
    <w:rsid w:val="005E5248"/>
    <w:rsid w:val="005E565E"/>
    <w:rsid w:val="005E5F09"/>
    <w:rsid w:val="005E6860"/>
    <w:rsid w:val="005F032D"/>
    <w:rsid w:val="005F06AF"/>
    <w:rsid w:val="005F0970"/>
    <w:rsid w:val="005F097D"/>
    <w:rsid w:val="005F09B7"/>
    <w:rsid w:val="005F1134"/>
    <w:rsid w:val="005F12DD"/>
    <w:rsid w:val="005F15F9"/>
    <w:rsid w:val="005F27E3"/>
    <w:rsid w:val="005F3AB6"/>
    <w:rsid w:val="005F3E05"/>
    <w:rsid w:val="005F47B9"/>
    <w:rsid w:val="005F48A5"/>
    <w:rsid w:val="005F4D27"/>
    <w:rsid w:val="005F5718"/>
    <w:rsid w:val="005F5872"/>
    <w:rsid w:val="005F5F42"/>
    <w:rsid w:val="005F611C"/>
    <w:rsid w:val="005F7B35"/>
    <w:rsid w:val="00600EA8"/>
    <w:rsid w:val="00601352"/>
    <w:rsid w:val="006018B2"/>
    <w:rsid w:val="00601A5D"/>
    <w:rsid w:val="006022F2"/>
    <w:rsid w:val="00603557"/>
    <w:rsid w:val="00603A80"/>
    <w:rsid w:val="00603BC7"/>
    <w:rsid w:val="00603CDF"/>
    <w:rsid w:val="006048EB"/>
    <w:rsid w:val="006051F8"/>
    <w:rsid w:val="00605F1E"/>
    <w:rsid w:val="006061DC"/>
    <w:rsid w:val="00606D21"/>
    <w:rsid w:val="006070B8"/>
    <w:rsid w:val="006075E4"/>
    <w:rsid w:val="0060787C"/>
    <w:rsid w:val="00607999"/>
    <w:rsid w:val="00607B47"/>
    <w:rsid w:val="00607C9B"/>
    <w:rsid w:val="00607CBF"/>
    <w:rsid w:val="006103C8"/>
    <w:rsid w:val="0061076F"/>
    <w:rsid w:val="00610C3E"/>
    <w:rsid w:val="00610D6D"/>
    <w:rsid w:val="00611C98"/>
    <w:rsid w:val="006124CE"/>
    <w:rsid w:val="006135B0"/>
    <w:rsid w:val="006141E0"/>
    <w:rsid w:val="0061448D"/>
    <w:rsid w:val="0061489D"/>
    <w:rsid w:val="00614935"/>
    <w:rsid w:val="00614DE2"/>
    <w:rsid w:val="00614EAF"/>
    <w:rsid w:val="00614F8C"/>
    <w:rsid w:val="0061527D"/>
    <w:rsid w:val="006152C1"/>
    <w:rsid w:val="00615770"/>
    <w:rsid w:val="00615851"/>
    <w:rsid w:val="006164D3"/>
    <w:rsid w:val="00616737"/>
    <w:rsid w:val="0061708B"/>
    <w:rsid w:val="006174D3"/>
    <w:rsid w:val="00617BBA"/>
    <w:rsid w:val="00617CC8"/>
    <w:rsid w:val="00617FFE"/>
    <w:rsid w:val="006201C3"/>
    <w:rsid w:val="006205D2"/>
    <w:rsid w:val="0062087E"/>
    <w:rsid w:val="00620BB9"/>
    <w:rsid w:val="00620F97"/>
    <w:rsid w:val="006211EE"/>
    <w:rsid w:val="00621A88"/>
    <w:rsid w:val="00621AAA"/>
    <w:rsid w:val="00621FA3"/>
    <w:rsid w:val="006234E5"/>
    <w:rsid w:val="006236E3"/>
    <w:rsid w:val="00623F1A"/>
    <w:rsid w:val="00624085"/>
    <w:rsid w:val="0062593B"/>
    <w:rsid w:val="006260E0"/>
    <w:rsid w:val="00626D61"/>
    <w:rsid w:val="00627E95"/>
    <w:rsid w:val="006308BD"/>
    <w:rsid w:val="00630A48"/>
    <w:rsid w:val="0063102A"/>
    <w:rsid w:val="006314D4"/>
    <w:rsid w:val="00631769"/>
    <w:rsid w:val="00631BB4"/>
    <w:rsid w:val="006323B0"/>
    <w:rsid w:val="00632574"/>
    <w:rsid w:val="00632DC3"/>
    <w:rsid w:val="00632E68"/>
    <w:rsid w:val="006331B4"/>
    <w:rsid w:val="00633358"/>
    <w:rsid w:val="0063394B"/>
    <w:rsid w:val="00633EE7"/>
    <w:rsid w:val="0063495F"/>
    <w:rsid w:val="00634F68"/>
    <w:rsid w:val="00635293"/>
    <w:rsid w:val="00635B86"/>
    <w:rsid w:val="00636273"/>
    <w:rsid w:val="006373D8"/>
    <w:rsid w:val="00640213"/>
    <w:rsid w:val="006402BD"/>
    <w:rsid w:val="00640A92"/>
    <w:rsid w:val="00640E84"/>
    <w:rsid w:val="00641525"/>
    <w:rsid w:val="006419C2"/>
    <w:rsid w:val="00641DDF"/>
    <w:rsid w:val="00642226"/>
    <w:rsid w:val="006423A0"/>
    <w:rsid w:val="0064292E"/>
    <w:rsid w:val="00642AA2"/>
    <w:rsid w:val="0064345F"/>
    <w:rsid w:val="006436E0"/>
    <w:rsid w:val="00643D52"/>
    <w:rsid w:val="00643F10"/>
    <w:rsid w:val="00644361"/>
    <w:rsid w:val="006452F8"/>
    <w:rsid w:val="006457B6"/>
    <w:rsid w:val="00647785"/>
    <w:rsid w:val="00647E6A"/>
    <w:rsid w:val="00650003"/>
    <w:rsid w:val="006502AD"/>
    <w:rsid w:val="00650780"/>
    <w:rsid w:val="006517DE"/>
    <w:rsid w:val="00651F41"/>
    <w:rsid w:val="00652132"/>
    <w:rsid w:val="00652780"/>
    <w:rsid w:val="00652988"/>
    <w:rsid w:val="006534E3"/>
    <w:rsid w:val="00653A11"/>
    <w:rsid w:val="00653F15"/>
    <w:rsid w:val="0065433B"/>
    <w:rsid w:val="00654C74"/>
    <w:rsid w:val="00655332"/>
    <w:rsid w:val="00655397"/>
    <w:rsid w:val="006559E9"/>
    <w:rsid w:val="00655D23"/>
    <w:rsid w:val="00657909"/>
    <w:rsid w:val="00660108"/>
    <w:rsid w:val="006601BC"/>
    <w:rsid w:val="0066116D"/>
    <w:rsid w:val="0066179F"/>
    <w:rsid w:val="00661A41"/>
    <w:rsid w:val="00662449"/>
    <w:rsid w:val="00662DC4"/>
    <w:rsid w:val="00663055"/>
    <w:rsid w:val="006638ED"/>
    <w:rsid w:val="00663A11"/>
    <w:rsid w:val="00664BA9"/>
    <w:rsid w:val="006657D9"/>
    <w:rsid w:val="00665B17"/>
    <w:rsid w:val="00666C0F"/>
    <w:rsid w:val="006674CA"/>
    <w:rsid w:val="006679D0"/>
    <w:rsid w:val="00670489"/>
    <w:rsid w:val="00670783"/>
    <w:rsid w:val="0067095F"/>
    <w:rsid w:val="006714FB"/>
    <w:rsid w:val="00671995"/>
    <w:rsid w:val="00671F73"/>
    <w:rsid w:val="00672CCF"/>
    <w:rsid w:val="00672EA9"/>
    <w:rsid w:val="006739BE"/>
    <w:rsid w:val="00673E7D"/>
    <w:rsid w:val="00674385"/>
    <w:rsid w:val="00674EE0"/>
    <w:rsid w:val="0067608D"/>
    <w:rsid w:val="006769E8"/>
    <w:rsid w:val="00676D8A"/>
    <w:rsid w:val="00676F28"/>
    <w:rsid w:val="00677C14"/>
    <w:rsid w:val="00677DE4"/>
    <w:rsid w:val="00677E39"/>
    <w:rsid w:val="00681320"/>
    <w:rsid w:val="00681333"/>
    <w:rsid w:val="006815C7"/>
    <w:rsid w:val="00681ECD"/>
    <w:rsid w:val="00681FC4"/>
    <w:rsid w:val="00681FD2"/>
    <w:rsid w:val="00682023"/>
    <w:rsid w:val="00682064"/>
    <w:rsid w:val="00682DF9"/>
    <w:rsid w:val="00683315"/>
    <w:rsid w:val="00683C39"/>
    <w:rsid w:val="00684904"/>
    <w:rsid w:val="00684F4F"/>
    <w:rsid w:val="006860C1"/>
    <w:rsid w:val="006866F3"/>
    <w:rsid w:val="00687514"/>
    <w:rsid w:val="00687543"/>
    <w:rsid w:val="00690F10"/>
    <w:rsid w:val="0069195F"/>
    <w:rsid w:val="0069228F"/>
    <w:rsid w:val="0069288A"/>
    <w:rsid w:val="00693156"/>
    <w:rsid w:val="00693D89"/>
    <w:rsid w:val="00693FBD"/>
    <w:rsid w:val="00694541"/>
    <w:rsid w:val="00694F2E"/>
    <w:rsid w:val="00695AD7"/>
    <w:rsid w:val="00697ED3"/>
    <w:rsid w:val="006A06C4"/>
    <w:rsid w:val="006A10A1"/>
    <w:rsid w:val="006A1C2A"/>
    <w:rsid w:val="006A3309"/>
    <w:rsid w:val="006A3644"/>
    <w:rsid w:val="006A447B"/>
    <w:rsid w:val="006A4C4D"/>
    <w:rsid w:val="006A4D75"/>
    <w:rsid w:val="006A5C75"/>
    <w:rsid w:val="006A6012"/>
    <w:rsid w:val="006A7A1D"/>
    <w:rsid w:val="006A7FC6"/>
    <w:rsid w:val="006B024D"/>
    <w:rsid w:val="006B0E11"/>
    <w:rsid w:val="006B1134"/>
    <w:rsid w:val="006B11DA"/>
    <w:rsid w:val="006B14FC"/>
    <w:rsid w:val="006B1E10"/>
    <w:rsid w:val="006B1EE7"/>
    <w:rsid w:val="006B229B"/>
    <w:rsid w:val="006B29FD"/>
    <w:rsid w:val="006B2FAA"/>
    <w:rsid w:val="006B345F"/>
    <w:rsid w:val="006B3B97"/>
    <w:rsid w:val="006B429E"/>
    <w:rsid w:val="006B42EF"/>
    <w:rsid w:val="006B431A"/>
    <w:rsid w:val="006B4AEC"/>
    <w:rsid w:val="006B4BE3"/>
    <w:rsid w:val="006B4D7B"/>
    <w:rsid w:val="006B4EB1"/>
    <w:rsid w:val="006B5556"/>
    <w:rsid w:val="006B55DC"/>
    <w:rsid w:val="006B5B2E"/>
    <w:rsid w:val="006B60F1"/>
    <w:rsid w:val="006B6355"/>
    <w:rsid w:val="006B64C6"/>
    <w:rsid w:val="006B6578"/>
    <w:rsid w:val="006B765D"/>
    <w:rsid w:val="006C12AF"/>
    <w:rsid w:val="006C1C9A"/>
    <w:rsid w:val="006C1D74"/>
    <w:rsid w:val="006C205E"/>
    <w:rsid w:val="006C29E7"/>
    <w:rsid w:val="006C36FE"/>
    <w:rsid w:val="006C4B09"/>
    <w:rsid w:val="006C4B39"/>
    <w:rsid w:val="006C5A46"/>
    <w:rsid w:val="006D03F6"/>
    <w:rsid w:val="006D04C4"/>
    <w:rsid w:val="006D0B89"/>
    <w:rsid w:val="006D16C6"/>
    <w:rsid w:val="006D1CC6"/>
    <w:rsid w:val="006D1DC3"/>
    <w:rsid w:val="006D20D8"/>
    <w:rsid w:val="006D244A"/>
    <w:rsid w:val="006D2D93"/>
    <w:rsid w:val="006D3017"/>
    <w:rsid w:val="006D3A59"/>
    <w:rsid w:val="006D4BBB"/>
    <w:rsid w:val="006D4E6C"/>
    <w:rsid w:val="006D5066"/>
    <w:rsid w:val="006D52DE"/>
    <w:rsid w:val="006D53D3"/>
    <w:rsid w:val="006D548C"/>
    <w:rsid w:val="006D5672"/>
    <w:rsid w:val="006D5831"/>
    <w:rsid w:val="006D58AD"/>
    <w:rsid w:val="006D5F75"/>
    <w:rsid w:val="006D5FB2"/>
    <w:rsid w:val="006D77B3"/>
    <w:rsid w:val="006D7946"/>
    <w:rsid w:val="006E033C"/>
    <w:rsid w:val="006E0A5F"/>
    <w:rsid w:val="006E178D"/>
    <w:rsid w:val="006E1E50"/>
    <w:rsid w:val="006E277E"/>
    <w:rsid w:val="006E278D"/>
    <w:rsid w:val="006E3031"/>
    <w:rsid w:val="006E4C33"/>
    <w:rsid w:val="006E4DB1"/>
    <w:rsid w:val="006E549D"/>
    <w:rsid w:val="006E6126"/>
    <w:rsid w:val="006E6573"/>
    <w:rsid w:val="006E683F"/>
    <w:rsid w:val="006E71A4"/>
    <w:rsid w:val="006E7C2F"/>
    <w:rsid w:val="006E7E4E"/>
    <w:rsid w:val="006F040C"/>
    <w:rsid w:val="006F0772"/>
    <w:rsid w:val="006F0D8A"/>
    <w:rsid w:val="006F0E58"/>
    <w:rsid w:val="006F378E"/>
    <w:rsid w:val="006F39C3"/>
    <w:rsid w:val="006F3EAA"/>
    <w:rsid w:val="006F3F5D"/>
    <w:rsid w:val="006F4398"/>
    <w:rsid w:val="006F45A2"/>
    <w:rsid w:val="006F4A44"/>
    <w:rsid w:val="006F4FB4"/>
    <w:rsid w:val="006F6189"/>
    <w:rsid w:val="006F6F4B"/>
    <w:rsid w:val="006F7266"/>
    <w:rsid w:val="006F7424"/>
    <w:rsid w:val="006F74D8"/>
    <w:rsid w:val="006F76CD"/>
    <w:rsid w:val="006F7EA5"/>
    <w:rsid w:val="007011F3"/>
    <w:rsid w:val="007016CD"/>
    <w:rsid w:val="00701BFF"/>
    <w:rsid w:val="00702E98"/>
    <w:rsid w:val="00702ED4"/>
    <w:rsid w:val="00703BD6"/>
    <w:rsid w:val="00704553"/>
    <w:rsid w:val="007047CA"/>
    <w:rsid w:val="007055FF"/>
    <w:rsid w:val="00705A57"/>
    <w:rsid w:val="007068B1"/>
    <w:rsid w:val="00706FF9"/>
    <w:rsid w:val="007076FA"/>
    <w:rsid w:val="00710055"/>
    <w:rsid w:val="007100D5"/>
    <w:rsid w:val="00710571"/>
    <w:rsid w:val="00710F43"/>
    <w:rsid w:val="007113B5"/>
    <w:rsid w:val="0071191F"/>
    <w:rsid w:val="00712B70"/>
    <w:rsid w:val="00712D82"/>
    <w:rsid w:val="00713884"/>
    <w:rsid w:val="00714493"/>
    <w:rsid w:val="0071575C"/>
    <w:rsid w:val="00715D51"/>
    <w:rsid w:val="00715F2B"/>
    <w:rsid w:val="0071601E"/>
    <w:rsid w:val="007161FF"/>
    <w:rsid w:val="0071691D"/>
    <w:rsid w:val="007177C0"/>
    <w:rsid w:val="00717A38"/>
    <w:rsid w:val="00720143"/>
    <w:rsid w:val="00720B83"/>
    <w:rsid w:val="00721B13"/>
    <w:rsid w:val="00721D4B"/>
    <w:rsid w:val="0072207B"/>
    <w:rsid w:val="0072256B"/>
    <w:rsid w:val="007227F5"/>
    <w:rsid w:val="007228EF"/>
    <w:rsid w:val="0072376E"/>
    <w:rsid w:val="007246BE"/>
    <w:rsid w:val="00725202"/>
    <w:rsid w:val="007255F7"/>
    <w:rsid w:val="007258A0"/>
    <w:rsid w:val="0072608C"/>
    <w:rsid w:val="0072710A"/>
    <w:rsid w:val="00727176"/>
    <w:rsid w:val="00727536"/>
    <w:rsid w:val="007300A4"/>
    <w:rsid w:val="00730117"/>
    <w:rsid w:val="00730FDC"/>
    <w:rsid w:val="00731710"/>
    <w:rsid w:val="00731B2E"/>
    <w:rsid w:val="00732672"/>
    <w:rsid w:val="0073269B"/>
    <w:rsid w:val="00732925"/>
    <w:rsid w:val="00732E16"/>
    <w:rsid w:val="00732F99"/>
    <w:rsid w:val="007335A8"/>
    <w:rsid w:val="0073481E"/>
    <w:rsid w:val="0073677C"/>
    <w:rsid w:val="007367FA"/>
    <w:rsid w:val="00736801"/>
    <w:rsid w:val="007376A6"/>
    <w:rsid w:val="00737863"/>
    <w:rsid w:val="007379B5"/>
    <w:rsid w:val="007379D4"/>
    <w:rsid w:val="0074049B"/>
    <w:rsid w:val="00740894"/>
    <w:rsid w:val="00741A86"/>
    <w:rsid w:val="00742277"/>
    <w:rsid w:val="00742540"/>
    <w:rsid w:val="00743079"/>
    <w:rsid w:val="0074311B"/>
    <w:rsid w:val="00743202"/>
    <w:rsid w:val="007438FD"/>
    <w:rsid w:val="00743A3B"/>
    <w:rsid w:val="00744E63"/>
    <w:rsid w:val="00745996"/>
    <w:rsid w:val="00746058"/>
    <w:rsid w:val="007470D7"/>
    <w:rsid w:val="007479DC"/>
    <w:rsid w:val="00747A87"/>
    <w:rsid w:val="00750D4A"/>
    <w:rsid w:val="00750D52"/>
    <w:rsid w:val="00750F30"/>
    <w:rsid w:val="00751005"/>
    <w:rsid w:val="007516B7"/>
    <w:rsid w:val="00751820"/>
    <w:rsid w:val="00751913"/>
    <w:rsid w:val="00751BB6"/>
    <w:rsid w:val="00751FE5"/>
    <w:rsid w:val="00752763"/>
    <w:rsid w:val="00752B6B"/>
    <w:rsid w:val="00752D7C"/>
    <w:rsid w:val="00753064"/>
    <w:rsid w:val="007534DE"/>
    <w:rsid w:val="0075379B"/>
    <w:rsid w:val="00754A72"/>
    <w:rsid w:val="0075589D"/>
    <w:rsid w:val="00755D2A"/>
    <w:rsid w:val="007564F4"/>
    <w:rsid w:val="00756D09"/>
    <w:rsid w:val="007571B6"/>
    <w:rsid w:val="0075741F"/>
    <w:rsid w:val="00760930"/>
    <w:rsid w:val="00760CBB"/>
    <w:rsid w:val="00761759"/>
    <w:rsid w:val="007618F2"/>
    <w:rsid w:val="00761E4E"/>
    <w:rsid w:val="007621FA"/>
    <w:rsid w:val="007648CE"/>
    <w:rsid w:val="00764EB8"/>
    <w:rsid w:val="00764FFC"/>
    <w:rsid w:val="007650BB"/>
    <w:rsid w:val="0076585D"/>
    <w:rsid w:val="00765BF4"/>
    <w:rsid w:val="00765CC5"/>
    <w:rsid w:val="00766240"/>
    <w:rsid w:val="00766959"/>
    <w:rsid w:val="0076697D"/>
    <w:rsid w:val="00766D6B"/>
    <w:rsid w:val="007671C8"/>
    <w:rsid w:val="007672A9"/>
    <w:rsid w:val="007672F8"/>
    <w:rsid w:val="00767738"/>
    <w:rsid w:val="00767930"/>
    <w:rsid w:val="00770220"/>
    <w:rsid w:val="007702CF"/>
    <w:rsid w:val="00771CDC"/>
    <w:rsid w:val="00772400"/>
    <w:rsid w:val="007725FD"/>
    <w:rsid w:val="00772869"/>
    <w:rsid w:val="00773C3B"/>
    <w:rsid w:val="00773DCC"/>
    <w:rsid w:val="007740D3"/>
    <w:rsid w:val="007742E8"/>
    <w:rsid w:val="007743FA"/>
    <w:rsid w:val="00774A1F"/>
    <w:rsid w:val="00775E6D"/>
    <w:rsid w:val="00777521"/>
    <w:rsid w:val="0077752C"/>
    <w:rsid w:val="00777AE4"/>
    <w:rsid w:val="0078084D"/>
    <w:rsid w:val="00780A77"/>
    <w:rsid w:val="00780B41"/>
    <w:rsid w:val="0078121D"/>
    <w:rsid w:val="00781262"/>
    <w:rsid w:val="007814E6"/>
    <w:rsid w:val="00781CC6"/>
    <w:rsid w:val="0078251F"/>
    <w:rsid w:val="00784ECC"/>
    <w:rsid w:val="00785233"/>
    <w:rsid w:val="00785D78"/>
    <w:rsid w:val="00786162"/>
    <w:rsid w:val="007866AD"/>
    <w:rsid w:val="00786AF4"/>
    <w:rsid w:val="00786D52"/>
    <w:rsid w:val="00786EF2"/>
    <w:rsid w:val="0079129B"/>
    <w:rsid w:val="0079215C"/>
    <w:rsid w:val="007926EC"/>
    <w:rsid w:val="00792736"/>
    <w:rsid w:val="00792EC3"/>
    <w:rsid w:val="00794913"/>
    <w:rsid w:val="00795D8E"/>
    <w:rsid w:val="007963D6"/>
    <w:rsid w:val="0079684A"/>
    <w:rsid w:val="007969F4"/>
    <w:rsid w:val="00797FF3"/>
    <w:rsid w:val="007A03EC"/>
    <w:rsid w:val="007A03FD"/>
    <w:rsid w:val="007A06E8"/>
    <w:rsid w:val="007A1229"/>
    <w:rsid w:val="007A1526"/>
    <w:rsid w:val="007A16DB"/>
    <w:rsid w:val="007A1BAA"/>
    <w:rsid w:val="007A1CB4"/>
    <w:rsid w:val="007A2BA5"/>
    <w:rsid w:val="007A2C46"/>
    <w:rsid w:val="007A3576"/>
    <w:rsid w:val="007A39FE"/>
    <w:rsid w:val="007A4DE7"/>
    <w:rsid w:val="007A5D08"/>
    <w:rsid w:val="007A61B2"/>
    <w:rsid w:val="007A64D1"/>
    <w:rsid w:val="007A6557"/>
    <w:rsid w:val="007A67D8"/>
    <w:rsid w:val="007A69C8"/>
    <w:rsid w:val="007A6B29"/>
    <w:rsid w:val="007A7B78"/>
    <w:rsid w:val="007B03F7"/>
    <w:rsid w:val="007B087C"/>
    <w:rsid w:val="007B0F8B"/>
    <w:rsid w:val="007B117C"/>
    <w:rsid w:val="007B11C0"/>
    <w:rsid w:val="007B1946"/>
    <w:rsid w:val="007B1A96"/>
    <w:rsid w:val="007B270E"/>
    <w:rsid w:val="007B2A5B"/>
    <w:rsid w:val="007B2B77"/>
    <w:rsid w:val="007B3444"/>
    <w:rsid w:val="007B3AE8"/>
    <w:rsid w:val="007B42D2"/>
    <w:rsid w:val="007B46EA"/>
    <w:rsid w:val="007B4A4B"/>
    <w:rsid w:val="007B4BE2"/>
    <w:rsid w:val="007B52E3"/>
    <w:rsid w:val="007B56B1"/>
    <w:rsid w:val="007B6A23"/>
    <w:rsid w:val="007B6D2D"/>
    <w:rsid w:val="007B6F11"/>
    <w:rsid w:val="007C0240"/>
    <w:rsid w:val="007C0315"/>
    <w:rsid w:val="007C0561"/>
    <w:rsid w:val="007C0576"/>
    <w:rsid w:val="007C06BD"/>
    <w:rsid w:val="007C098B"/>
    <w:rsid w:val="007C0D58"/>
    <w:rsid w:val="007C1F03"/>
    <w:rsid w:val="007C1F36"/>
    <w:rsid w:val="007C2508"/>
    <w:rsid w:val="007C2C88"/>
    <w:rsid w:val="007C3A10"/>
    <w:rsid w:val="007C44DD"/>
    <w:rsid w:val="007C653D"/>
    <w:rsid w:val="007C68A6"/>
    <w:rsid w:val="007C6CA4"/>
    <w:rsid w:val="007C707E"/>
    <w:rsid w:val="007C7B26"/>
    <w:rsid w:val="007C7D5A"/>
    <w:rsid w:val="007C7D63"/>
    <w:rsid w:val="007D01E7"/>
    <w:rsid w:val="007D0821"/>
    <w:rsid w:val="007D0B1E"/>
    <w:rsid w:val="007D0DE5"/>
    <w:rsid w:val="007D1395"/>
    <w:rsid w:val="007D33C9"/>
    <w:rsid w:val="007D3E2D"/>
    <w:rsid w:val="007D449C"/>
    <w:rsid w:val="007D44FD"/>
    <w:rsid w:val="007D45A8"/>
    <w:rsid w:val="007D5699"/>
    <w:rsid w:val="007D5BA2"/>
    <w:rsid w:val="007D7006"/>
    <w:rsid w:val="007D72EA"/>
    <w:rsid w:val="007E006A"/>
    <w:rsid w:val="007E0164"/>
    <w:rsid w:val="007E0EF6"/>
    <w:rsid w:val="007E0F49"/>
    <w:rsid w:val="007E18A6"/>
    <w:rsid w:val="007E1B2C"/>
    <w:rsid w:val="007E23A3"/>
    <w:rsid w:val="007E3497"/>
    <w:rsid w:val="007E36EC"/>
    <w:rsid w:val="007E3BA7"/>
    <w:rsid w:val="007E4228"/>
    <w:rsid w:val="007E5117"/>
    <w:rsid w:val="007E5AFF"/>
    <w:rsid w:val="007E5CAB"/>
    <w:rsid w:val="007E5EC2"/>
    <w:rsid w:val="007E6143"/>
    <w:rsid w:val="007E6287"/>
    <w:rsid w:val="007E6931"/>
    <w:rsid w:val="007E7366"/>
    <w:rsid w:val="007E7CE6"/>
    <w:rsid w:val="007F17B6"/>
    <w:rsid w:val="007F17EB"/>
    <w:rsid w:val="007F1A34"/>
    <w:rsid w:val="007F1A7F"/>
    <w:rsid w:val="007F2305"/>
    <w:rsid w:val="007F2DC6"/>
    <w:rsid w:val="007F347F"/>
    <w:rsid w:val="007F3C69"/>
    <w:rsid w:val="007F4F0D"/>
    <w:rsid w:val="007F57B4"/>
    <w:rsid w:val="007F5E22"/>
    <w:rsid w:val="007F6182"/>
    <w:rsid w:val="007F6271"/>
    <w:rsid w:val="007F63FD"/>
    <w:rsid w:val="007F66A7"/>
    <w:rsid w:val="007F6711"/>
    <w:rsid w:val="007F6E38"/>
    <w:rsid w:val="007F7217"/>
    <w:rsid w:val="007F7309"/>
    <w:rsid w:val="007F7637"/>
    <w:rsid w:val="00800486"/>
    <w:rsid w:val="008004EE"/>
    <w:rsid w:val="008021DF"/>
    <w:rsid w:val="0080222A"/>
    <w:rsid w:val="00802805"/>
    <w:rsid w:val="0080288A"/>
    <w:rsid w:val="00802C93"/>
    <w:rsid w:val="00803C17"/>
    <w:rsid w:val="00803C39"/>
    <w:rsid w:val="00803E71"/>
    <w:rsid w:val="00804139"/>
    <w:rsid w:val="00804803"/>
    <w:rsid w:val="00804A01"/>
    <w:rsid w:val="00804E34"/>
    <w:rsid w:val="00805825"/>
    <w:rsid w:val="00805B50"/>
    <w:rsid w:val="00805C25"/>
    <w:rsid w:val="00805D76"/>
    <w:rsid w:val="00806988"/>
    <w:rsid w:val="00806A44"/>
    <w:rsid w:val="00806FF6"/>
    <w:rsid w:val="00807059"/>
    <w:rsid w:val="008072A2"/>
    <w:rsid w:val="008075DF"/>
    <w:rsid w:val="00810162"/>
    <w:rsid w:val="0081028A"/>
    <w:rsid w:val="00810696"/>
    <w:rsid w:val="00811893"/>
    <w:rsid w:val="008119F6"/>
    <w:rsid w:val="00811FDD"/>
    <w:rsid w:val="00812DB4"/>
    <w:rsid w:val="00812F6A"/>
    <w:rsid w:val="008132D3"/>
    <w:rsid w:val="008135F0"/>
    <w:rsid w:val="00813BCD"/>
    <w:rsid w:val="00813E71"/>
    <w:rsid w:val="00814774"/>
    <w:rsid w:val="00814E8F"/>
    <w:rsid w:val="00815470"/>
    <w:rsid w:val="0081551E"/>
    <w:rsid w:val="00815726"/>
    <w:rsid w:val="00816560"/>
    <w:rsid w:val="008166F7"/>
    <w:rsid w:val="00816B2D"/>
    <w:rsid w:val="00816D1E"/>
    <w:rsid w:val="008171F2"/>
    <w:rsid w:val="0081769E"/>
    <w:rsid w:val="00817F1C"/>
    <w:rsid w:val="00820295"/>
    <w:rsid w:val="008204AB"/>
    <w:rsid w:val="00820CFE"/>
    <w:rsid w:val="00820E8F"/>
    <w:rsid w:val="00821601"/>
    <w:rsid w:val="0082167E"/>
    <w:rsid w:val="008217CE"/>
    <w:rsid w:val="00821876"/>
    <w:rsid w:val="00821BCC"/>
    <w:rsid w:val="00822565"/>
    <w:rsid w:val="00822669"/>
    <w:rsid w:val="00822C88"/>
    <w:rsid w:val="0082301B"/>
    <w:rsid w:val="00823556"/>
    <w:rsid w:val="00824121"/>
    <w:rsid w:val="008242A8"/>
    <w:rsid w:val="00825219"/>
    <w:rsid w:val="00825280"/>
    <w:rsid w:val="008256AE"/>
    <w:rsid w:val="0082583A"/>
    <w:rsid w:val="008260A5"/>
    <w:rsid w:val="0082655B"/>
    <w:rsid w:val="008304FF"/>
    <w:rsid w:val="00830DF0"/>
    <w:rsid w:val="00832A91"/>
    <w:rsid w:val="00832ED6"/>
    <w:rsid w:val="008336BD"/>
    <w:rsid w:val="008340C8"/>
    <w:rsid w:val="008340FB"/>
    <w:rsid w:val="008341F0"/>
    <w:rsid w:val="008342F5"/>
    <w:rsid w:val="00834637"/>
    <w:rsid w:val="008347F7"/>
    <w:rsid w:val="00834A31"/>
    <w:rsid w:val="00834F69"/>
    <w:rsid w:val="00835170"/>
    <w:rsid w:val="00835774"/>
    <w:rsid w:val="0083588C"/>
    <w:rsid w:val="00835A05"/>
    <w:rsid w:val="00835CCC"/>
    <w:rsid w:val="00835D84"/>
    <w:rsid w:val="008362CC"/>
    <w:rsid w:val="008365BA"/>
    <w:rsid w:val="00837C6E"/>
    <w:rsid w:val="008405AA"/>
    <w:rsid w:val="00840C45"/>
    <w:rsid w:val="008410E5"/>
    <w:rsid w:val="00841391"/>
    <w:rsid w:val="00841C72"/>
    <w:rsid w:val="00842153"/>
    <w:rsid w:val="008422F8"/>
    <w:rsid w:val="008428E6"/>
    <w:rsid w:val="00842D71"/>
    <w:rsid w:val="00842DDC"/>
    <w:rsid w:val="00842EA6"/>
    <w:rsid w:val="00843127"/>
    <w:rsid w:val="008431D0"/>
    <w:rsid w:val="0084337D"/>
    <w:rsid w:val="0084352D"/>
    <w:rsid w:val="00843E54"/>
    <w:rsid w:val="008446A2"/>
    <w:rsid w:val="008446B4"/>
    <w:rsid w:val="00844CDE"/>
    <w:rsid w:val="00845135"/>
    <w:rsid w:val="00845666"/>
    <w:rsid w:val="00845E90"/>
    <w:rsid w:val="008473AD"/>
    <w:rsid w:val="0084778C"/>
    <w:rsid w:val="00847C7E"/>
    <w:rsid w:val="00850A89"/>
    <w:rsid w:val="00850DF3"/>
    <w:rsid w:val="00851914"/>
    <w:rsid w:val="008524DD"/>
    <w:rsid w:val="00852687"/>
    <w:rsid w:val="00852DE9"/>
    <w:rsid w:val="00853C08"/>
    <w:rsid w:val="0085477B"/>
    <w:rsid w:val="00854C8B"/>
    <w:rsid w:val="00854D9C"/>
    <w:rsid w:val="00854FA6"/>
    <w:rsid w:val="00855224"/>
    <w:rsid w:val="0085572C"/>
    <w:rsid w:val="0085592A"/>
    <w:rsid w:val="00855AB9"/>
    <w:rsid w:val="00855D02"/>
    <w:rsid w:val="0085609A"/>
    <w:rsid w:val="00856170"/>
    <w:rsid w:val="00856A80"/>
    <w:rsid w:val="00857CB7"/>
    <w:rsid w:val="00857E76"/>
    <w:rsid w:val="008620C6"/>
    <w:rsid w:val="008620F8"/>
    <w:rsid w:val="00862536"/>
    <w:rsid w:val="00862B54"/>
    <w:rsid w:val="00862D4C"/>
    <w:rsid w:val="008630A4"/>
    <w:rsid w:val="00863370"/>
    <w:rsid w:val="00863981"/>
    <w:rsid w:val="00863ADD"/>
    <w:rsid w:val="00863DAE"/>
    <w:rsid w:val="00863E00"/>
    <w:rsid w:val="00864BC9"/>
    <w:rsid w:val="00864BF0"/>
    <w:rsid w:val="0086668C"/>
    <w:rsid w:val="00866F35"/>
    <w:rsid w:val="00867061"/>
    <w:rsid w:val="00867162"/>
    <w:rsid w:val="00870A96"/>
    <w:rsid w:val="00871561"/>
    <w:rsid w:val="00872B0F"/>
    <w:rsid w:val="00873B46"/>
    <w:rsid w:val="00873BA5"/>
    <w:rsid w:val="00873D7F"/>
    <w:rsid w:val="008744E0"/>
    <w:rsid w:val="00874C2A"/>
    <w:rsid w:val="00874D14"/>
    <w:rsid w:val="0087529F"/>
    <w:rsid w:val="00875365"/>
    <w:rsid w:val="00875C0E"/>
    <w:rsid w:val="00875D78"/>
    <w:rsid w:val="00875E6F"/>
    <w:rsid w:val="00876797"/>
    <w:rsid w:val="0087699B"/>
    <w:rsid w:val="008774A7"/>
    <w:rsid w:val="00877B8C"/>
    <w:rsid w:val="008801EB"/>
    <w:rsid w:val="008808ED"/>
    <w:rsid w:val="008811D7"/>
    <w:rsid w:val="008812FA"/>
    <w:rsid w:val="00882601"/>
    <w:rsid w:val="00882692"/>
    <w:rsid w:val="00882E88"/>
    <w:rsid w:val="00883735"/>
    <w:rsid w:val="00883788"/>
    <w:rsid w:val="00883A47"/>
    <w:rsid w:val="0088433D"/>
    <w:rsid w:val="008843E1"/>
    <w:rsid w:val="00884F4B"/>
    <w:rsid w:val="00884FC8"/>
    <w:rsid w:val="00886435"/>
    <w:rsid w:val="00886B75"/>
    <w:rsid w:val="00886D7F"/>
    <w:rsid w:val="00890685"/>
    <w:rsid w:val="008907EA"/>
    <w:rsid w:val="00890FB5"/>
    <w:rsid w:val="00891841"/>
    <w:rsid w:val="00892ABC"/>
    <w:rsid w:val="00892F35"/>
    <w:rsid w:val="00894214"/>
    <w:rsid w:val="008944B0"/>
    <w:rsid w:val="0089528D"/>
    <w:rsid w:val="00895838"/>
    <w:rsid w:val="00895888"/>
    <w:rsid w:val="00895A4B"/>
    <w:rsid w:val="00895CCD"/>
    <w:rsid w:val="00896AF4"/>
    <w:rsid w:val="00897E92"/>
    <w:rsid w:val="008A000C"/>
    <w:rsid w:val="008A0012"/>
    <w:rsid w:val="008A049A"/>
    <w:rsid w:val="008A073E"/>
    <w:rsid w:val="008A1002"/>
    <w:rsid w:val="008A202B"/>
    <w:rsid w:val="008A2465"/>
    <w:rsid w:val="008A2698"/>
    <w:rsid w:val="008A2A34"/>
    <w:rsid w:val="008A2C6A"/>
    <w:rsid w:val="008A2C79"/>
    <w:rsid w:val="008A39B0"/>
    <w:rsid w:val="008A3A80"/>
    <w:rsid w:val="008A3F66"/>
    <w:rsid w:val="008A41D6"/>
    <w:rsid w:val="008A4893"/>
    <w:rsid w:val="008A4D3A"/>
    <w:rsid w:val="008A4FB6"/>
    <w:rsid w:val="008A509F"/>
    <w:rsid w:val="008A575D"/>
    <w:rsid w:val="008A6189"/>
    <w:rsid w:val="008A6207"/>
    <w:rsid w:val="008A7629"/>
    <w:rsid w:val="008A7B35"/>
    <w:rsid w:val="008B09CD"/>
    <w:rsid w:val="008B1067"/>
    <w:rsid w:val="008B15F4"/>
    <w:rsid w:val="008B1631"/>
    <w:rsid w:val="008B1DF0"/>
    <w:rsid w:val="008B2647"/>
    <w:rsid w:val="008B2818"/>
    <w:rsid w:val="008B3860"/>
    <w:rsid w:val="008B4457"/>
    <w:rsid w:val="008B52C7"/>
    <w:rsid w:val="008B566B"/>
    <w:rsid w:val="008B61BE"/>
    <w:rsid w:val="008B6543"/>
    <w:rsid w:val="008B6722"/>
    <w:rsid w:val="008B6A2A"/>
    <w:rsid w:val="008B7BA1"/>
    <w:rsid w:val="008B7EC7"/>
    <w:rsid w:val="008C001C"/>
    <w:rsid w:val="008C0162"/>
    <w:rsid w:val="008C081C"/>
    <w:rsid w:val="008C18A4"/>
    <w:rsid w:val="008C1916"/>
    <w:rsid w:val="008C1A9C"/>
    <w:rsid w:val="008C23EA"/>
    <w:rsid w:val="008C2757"/>
    <w:rsid w:val="008C2F38"/>
    <w:rsid w:val="008C376D"/>
    <w:rsid w:val="008C3A35"/>
    <w:rsid w:val="008C3D0F"/>
    <w:rsid w:val="008C4CD4"/>
    <w:rsid w:val="008C5416"/>
    <w:rsid w:val="008C56F1"/>
    <w:rsid w:val="008C571E"/>
    <w:rsid w:val="008C57C2"/>
    <w:rsid w:val="008C5A05"/>
    <w:rsid w:val="008C5A86"/>
    <w:rsid w:val="008C5F97"/>
    <w:rsid w:val="008C6DCC"/>
    <w:rsid w:val="008C6F27"/>
    <w:rsid w:val="008C7E82"/>
    <w:rsid w:val="008D0DD8"/>
    <w:rsid w:val="008D169A"/>
    <w:rsid w:val="008D1B18"/>
    <w:rsid w:val="008D2367"/>
    <w:rsid w:val="008D236A"/>
    <w:rsid w:val="008D2457"/>
    <w:rsid w:val="008D2A1D"/>
    <w:rsid w:val="008D3811"/>
    <w:rsid w:val="008D3864"/>
    <w:rsid w:val="008D3DC3"/>
    <w:rsid w:val="008D416F"/>
    <w:rsid w:val="008D418D"/>
    <w:rsid w:val="008D45F4"/>
    <w:rsid w:val="008D482D"/>
    <w:rsid w:val="008D4B31"/>
    <w:rsid w:val="008D5467"/>
    <w:rsid w:val="008D5710"/>
    <w:rsid w:val="008D601F"/>
    <w:rsid w:val="008D61EB"/>
    <w:rsid w:val="008D6696"/>
    <w:rsid w:val="008D6AB1"/>
    <w:rsid w:val="008D6CB8"/>
    <w:rsid w:val="008D71B3"/>
    <w:rsid w:val="008D79C9"/>
    <w:rsid w:val="008E2204"/>
    <w:rsid w:val="008E27D6"/>
    <w:rsid w:val="008E355A"/>
    <w:rsid w:val="008E3666"/>
    <w:rsid w:val="008E37DC"/>
    <w:rsid w:val="008E4F21"/>
    <w:rsid w:val="008E50E8"/>
    <w:rsid w:val="008E5571"/>
    <w:rsid w:val="008E5AE1"/>
    <w:rsid w:val="008E5D1E"/>
    <w:rsid w:val="008E6B29"/>
    <w:rsid w:val="008E73A2"/>
    <w:rsid w:val="008E7BE0"/>
    <w:rsid w:val="008E7E39"/>
    <w:rsid w:val="008F0439"/>
    <w:rsid w:val="008F06BC"/>
    <w:rsid w:val="008F0CD0"/>
    <w:rsid w:val="008F0D74"/>
    <w:rsid w:val="008F0E6D"/>
    <w:rsid w:val="008F1801"/>
    <w:rsid w:val="008F1C65"/>
    <w:rsid w:val="008F2067"/>
    <w:rsid w:val="008F3223"/>
    <w:rsid w:val="008F3774"/>
    <w:rsid w:val="008F419A"/>
    <w:rsid w:val="008F4444"/>
    <w:rsid w:val="008F55EE"/>
    <w:rsid w:val="008F5A83"/>
    <w:rsid w:val="008F6168"/>
    <w:rsid w:val="008F651A"/>
    <w:rsid w:val="008F6A8A"/>
    <w:rsid w:val="008F6AFA"/>
    <w:rsid w:val="008F6C29"/>
    <w:rsid w:val="008F7026"/>
    <w:rsid w:val="008F740F"/>
    <w:rsid w:val="00900AD0"/>
    <w:rsid w:val="00901308"/>
    <w:rsid w:val="0090175F"/>
    <w:rsid w:val="009030C4"/>
    <w:rsid w:val="00903A06"/>
    <w:rsid w:val="009048E7"/>
    <w:rsid w:val="00904FC8"/>
    <w:rsid w:val="009102AE"/>
    <w:rsid w:val="00910779"/>
    <w:rsid w:val="00910939"/>
    <w:rsid w:val="009109DB"/>
    <w:rsid w:val="00911336"/>
    <w:rsid w:val="00911394"/>
    <w:rsid w:val="0091177E"/>
    <w:rsid w:val="00911D62"/>
    <w:rsid w:val="0091236F"/>
    <w:rsid w:val="00912AAB"/>
    <w:rsid w:val="00913CE5"/>
    <w:rsid w:val="00914069"/>
    <w:rsid w:val="009140F7"/>
    <w:rsid w:val="00915435"/>
    <w:rsid w:val="00915554"/>
    <w:rsid w:val="00915C6A"/>
    <w:rsid w:val="00915FF8"/>
    <w:rsid w:val="00916364"/>
    <w:rsid w:val="00916C0A"/>
    <w:rsid w:val="009176BA"/>
    <w:rsid w:val="00917B9F"/>
    <w:rsid w:val="00917D19"/>
    <w:rsid w:val="00920062"/>
    <w:rsid w:val="0092099E"/>
    <w:rsid w:val="00920DB1"/>
    <w:rsid w:val="00921086"/>
    <w:rsid w:val="009226FE"/>
    <w:rsid w:val="0092340D"/>
    <w:rsid w:val="00923712"/>
    <w:rsid w:val="009237D7"/>
    <w:rsid w:val="00923A8D"/>
    <w:rsid w:val="009246CB"/>
    <w:rsid w:val="00924CF1"/>
    <w:rsid w:val="00924FF1"/>
    <w:rsid w:val="00925564"/>
    <w:rsid w:val="00926045"/>
    <w:rsid w:val="00926855"/>
    <w:rsid w:val="0092685B"/>
    <w:rsid w:val="00926A91"/>
    <w:rsid w:val="009272A8"/>
    <w:rsid w:val="00930757"/>
    <w:rsid w:val="00931590"/>
    <w:rsid w:val="00931B36"/>
    <w:rsid w:val="0093204E"/>
    <w:rsid w:val="009329B1"/>
    <w:rsid w:val="009334F1"/>
    <w:rsid w:val="00933D93"/>
    <w:rsid w:val="009341EB"/>
    <w:rsid w:val="009342A2"/>
    <w:rsid w:val="0093471B"/>
    <w:rsid w:val="00934DED"/>
    <w:rsid w:val="00934F21"/>
    <w:rsid w:val="0093510B"/>
    <w:rsid w:val="00936749"/>
    <w:rsid w:val="00936994"/>
    <w:rsid w:val="00936E08"/>
    <w:rsid w:val="009372AF"/>
    <w:rsid w:val="0093752D"/>
    <w:rsid w:val="00937578"/>
    <w:rsid w:val="0093759C"/>
    <w:rsid w:val="009404ED"/>
    <w:rsid w:val="00941561"/>
    <w:rsid w:val="009415CC"/>
    <w:rsid w:val="00941DDA"/>
    <w:rsid w:val="0094339F"/>
    <w:rsid w:val="0094347B"/>
    <w:rsid w:val="00943499"/>
    <w:rsid w:val="00943C1A"/>
    <w:rsid w:val="009455B4"/>
    <w:rsid w:val="009457ED"/>
    <w:rsid w:val="00945F1B"/>
    <w:rsid w:val="00945FC2"/>
    <w:rsid w:val="0094601B"/>
    <w:rsid w:val="0094656A"/>
    <w:rsid w:val="009465C8"/>
    <w:rsid w:val="009466D2"/>
    <w:rsid w:val="009471BB"/>
    <w:rsid w:val="009473D7"/>
    <w:rsid w:val="00947E65"/>
    <w:rsid w:val="00950385"/>
    <w:rsid w:val="00950994"/>
    <w:rsid w:val="00950ACD"/>
    <w:rsid w:val="00951502"/>
    <w:rsid w:val="009515C0"/>
    <w:rsid w:val="009518EC"/>
    <w:rsid w:val="00952046"/>
    <w:rsid w:val="009520F9"/>
    <w:rsid w:val="00952B11"/>
    <w:rsid w:val="009532B4"/>
    <w:rsid w:val="00953361"/>
    <w:rsid w:val="00954A49"/>
    <w:rsid w:val="00955A87"/>
    <w:rsid w:val="00955CC8"/>
    <w:rsid w:val="00955E62"/>
    <w:rsid w:val="00956213"/>
    <w:rsid w:val="00956417"/>
    <w:rsid w:val="009572F5"/>
    <w:rsid w:val="00957722"/>
    <w:rsid w:val="00957A40"/>
    <w:rsid w:val="00957DFA"/>
    <w:rsid w:val="00960A82"/>
    <w:rsid w:val="00961B1E"/>
    <w:rsid w:val="00961B67"/>
    <w:rsid w:val="00961CD3"/>
    <w:rsid w:val="00962F11"/>
    <w:rsid w:val="009640FE"/>
    <w:rsid w:val="00964B7F"/>
    <w:rsid w:val="0096641C"/>
    <w:rsid w:val="0096664C"/>
    <w:rsid w:val="00966D77"/>
    <w:rsid w:val="00967047"/>
    <w:rsid w:val="00967F50"/>
    <w:rsid w:val="00967FE8"/>
    <w:rsid w:val="00970748"/>
    <w:rsid w:val="00970772"/>
    <w:rsid w:val="00971513"/>
    <w:rsid w:val="009718BC"/>
    <w:rsid w:val="00971B16"/>
    <w:rsid w:val="00971C36"/>
    <w:rsid w:val="009727CB"/>
    <w:rsid w:val="009731AF"/>
    <w:rsid w:val="009734FF"/>
    <w:rsid w:val="009738A4"/>
    <w:rsid w:val="00973EB8"/>
    <w:rsid w:val="0097436E"/>
    <w:rsid w:val="009745F3"/>
    <w:rsid w:val="00974F42"/>
    <w:rsid w:val="00975607"/>
    <w:rsid w:val="00975B1C"/>
    <w:rsid w:val="00975EEA"/>
    <w:rsid w:val="00975F7E"/>
    <w:rsid w:val="0097677E"/>
    <w:rsid w:val="009768D1"/>
    <w:rsid w:val="00976C02"/>
    <w:rsid w:val="00976DE3"/>
    <w:rsid w:val="00977065"/>
    <w:rsid w:val="00977982"/>
    <w:rsid w:val="009804F5"/>
    <w:rsid w:val="00980788"/>
    <w:rsid w:val="00980B25"/>
    <w:rsid w:val="00981474"/>
    <w:rsid w:val="009815E4"/>
    <w:rsid w:val="0098187B"/>
    <w:rsid w:val="00981E84"/>
    <w:rsid w:val="00981EDA"/>
    <w:rsid w:val="00982595"/>
    <w:rsid w:val="0098304E"/>
    <w:rsid w:val="0098359E"/>
    <w:rsid w:val="0098375E"/>
    <w:rsid w:val="00983F9A"/>
    <w:rsid w:val="009840F2"/>
    <w:rsid w:val="0098450D"/>
    <w:rsid w:val="0098472E"/>
    <w:rsid w:val="00984818"/>
    <w:rsid w:val="00985C5A"/>
    <w:rsid w:val="00986127"/>
    <w:rsid w:val="00986468"/>
    <w:rsid w:val="00986630"/>
    <w:rsid w:val="00986E39"/>
    <w:rsid w:val="00987100"/>
    <w:rsid w:val="00987CB1"/>
    <w:rsid w:val="009909A8"/>
    <w:rsid w:val="00990A45"/>
    <w:rsid w:val="00990CBF"/>
    <w:rsid w:val="00991321"/>
    <w:rsid w:val="009915B0"/>
    <w:rsid w:val="00992517"/>
    <w:rsid w:val="00992D5E"/>
    <w:rsid w:val="009934D3"/>
    <w:rsid w:val="009942F1"/>
    <w:rsid w:val="00994C32"/>
    <w:rsid w:val="0099696C"/>
    <w:rsid w:val="00996B84"/>
    <w:rsid w:val="009A0927"/>
    <w:rsid w:val="009A1266"/>
    <w:rsid w:val="009A16FA"/>
    <w:rsid w:val="009A177E"/>
    <w:rsid w:val="009A24F6"/>
    <w:rsid w:val="009A2DDF"/>
    <w:rsid w:val="009A36A9"/>
    <w:rsid w:val="009A3711"/>
    <w:rsid w:val="009A376E"/>
    <w:rsid w:val="009A4852"/>
    <w:rsid w:val="009A6193"/>
    <w:rsid w:val="009A6518"/>
    <w:rsid w:val="009A65C7"/>
    <w:rsid w:val="009A6721"/>
    <w:rsid w:val="009A6CD4"/>
    <w:rsid w:val="009A75B7"/>
    <w:rsid w:val="009A7CD0"/>
    <w:rsid w:val="009A7F3A"/>
    <w:rsid w:val="009B2191"/>
    <w:rsid w:val="009B3171"/>
    <w:rsid w:val="009B34ED"/>
    <w:rsid w:val="009B351E"/>
    <w:rsid w:val="009B383B"/>
    <w:rsid w:val="009B4518"/>
    <w:rsid w:val="009B532A"/>
    <w:rsid w:val="009B545E"/>
    <w:rsid w:val="009B5C31"/>
    <w:rsid w:val="009B5D4B"/>
    <w:rsid w:val="009B6A9E"/>
    <w:rsid w:val="009B6C16"/>
    <w:rsid w:val="009B73A8"/>
    <w:rsid w:val="009B785D"/>
    <w:rsid w:val="009B7888"/>
    <w:rsid w:val="009B7D97"/>
    <w:rsid w:val="009B7DA8"/>
    <w:rsid w:val="009C0026"/>
    <w:rsid w:val="009C03E4"/>
    <w:rsid w:val="009C0423"/>
    <w:rsid w:val="009C0B1B"/>
    <w:rsid w:val="009C0EA6"/>
    <w:rsid w:val="009C11D7"/>
    <w:rsid w:val="009C1920"/>
    <w:rsid w:val="009C2430"/>
    <w:rsid w:val="009C26CD"/>
    <w:rsid w:val="009C2A40"/>
    <w:rsid w:val="009C3A33"/>
    <w:rsid w:val="009C3CA7"/>
    <w:rsid w:val="009C3F2E"/>
    <w:rsid w:val="009C5211"/>
    <w:rsid w:val="009C59E1"/>
    <w:rsid w:val="009C5A89"/>
    <w:rsid w:val="009C5FA9"/>
    <w:rsid w:val="009C72CB"/>
    <w:rsid w:val="009C73C9"/>
    <w:rsid w:val="009C73E8"/>
    <w:rsid w:val="009C796B"/>
    <w:rsid w:val="009D07A0"/>
    <w:rsid w:val="009D1AA1"/>
    <w:rsid w:val="009D29C7"/>
    <w:rsid w:val="009D3009"/>
    <w:rsid w:val="009D3387"/>
    <w:rsid w:val="009D4041"/>
    <w:rsid w:val="009D43AC"/>
    <w:rsid w:val="009D43F9"/>
    <w:rsid w:val="009D4900"/>
    <w:rsid w:val="009D4DF9"/>
    <w:rsid w:val="009D50A7"/>
    <w:rsid w:val="009D524B"/>
    <w:rsid w:val="009D544D"/>
    <w:rsid w:val="009D5532"/>
    <w:rsid w:val="009D6079"/>
    <w:rsid w:val="009D61B7"/>
    <w:rsid w:val="009D6222"/>
    <w:rsid w:val="009D66CE"/>
    <w:rsid w:val="009D711F"/>
    <w:rsid w:val="009E08D8"/>
    <w:rsid w:val="009E0C1A"/>
    <w:rsid w:val="009E1046"/>
    <w:rsid w:val="009E15D1"/>
    <w:rsid w:val="009E1D3B"/>
    <w:rsid w:val="009E28C9"/>
    <w:rsid w:val="009E2F84"/>
    <w:rsid w:val="009E35FF"/>
    <w:rsid w:val="009E3C6C"/>
    <w:rsid w:val="009E416E"/>
    <w:rsid w:val="009E4363"/>
    <w:rsid w:val="009E44B3"/>
    <w:rsid w:val="009E4C6C"/>
    <w:rsid w:val="009E5C53"/>
    <w:rsid w:val="009E65F1"/>
    <w:rsid w:val="009E69B5"/>
    <w:rsid w:val="009E72EB"/>
    <w:rsid w:val="009E7A31"/>
    <w:rsid w:val="009E7C82"/>
    <w:rsid w:val="009E7E3F"/>
    <w:rsid w:val="009F01BE"/>
    <w:rsid w:val="009F08F2"/>
    <w:rsid w:val="009F1109"/>
    <w:rsid w:val="009F1374"/>
    <w:rsid w:val="009F1505"/>
    <w:rsid w:val="009F2795"/>
    <w:rsid w:val="009F31A4"/>
    <w:rsid w:val="009F3696"/>
    <w:rsid w:val="009F3916"/>
    <w:rsid w:val="009F53AA"/>
    <w:rsid w:val="009F709F"/>
    <w:rsid w:val="009F748E"/>
    <w:rsid w:val="00A0012D"/>
    <w:rsid w:val="00A00741"/>
    <w:rsid w:val="00A008CE"/>
    <w:rsid w:val="00A012C0"/>
    <w:rsid w:val="00A01DC2"/>
    <w:rsid w:val="00A01F79"/>
    <w:rsid w:val="00A029BA"/>
    <w:rsid w:val="00A02FA9"/>
    <w:rsid w:val="00A03D97"/>
    <w:rsid w:val="00A04786"/>
    <w:rsid w:val="00A04ADF"/>
    <w:rsid w:val="00A04DAF"/>
    <w:rsid w:val="00A0572D"/>
    <w:rsid w:val="00A05EFC"/>
    <w:rsid w:val="00A06EF1"/>
    <w:rsid w:val="00A07211"/>
    <w:rsid w:val="00A078AD"/>
    <w:rsid w:val="00A10A0E"/>
    <w:rsid w:val="00A10B70"/>
    <w:rsid w:val="00A1194D"/>
    <w:rsid w:val="00A12A98"/>
    <w:rsid w:val="00A13776"/>
    <w:rsid w:val="00A1412C"/>
    <w:rsid w:val="00A147DB"/>
    <w:rsid w:val="00A15B59"/>
    <w:rsid w:val="00A15C3C"/>
    <w:rsid w:val="00A169A0"/>
    <w:rsid w:val="00A17300"/>
    <w:rsid w:val="00A17582"/>
    <w:rsid w:val="00A203FC"/>
    <w:rsid w:val="00A206E3"/>
    <w:rsid w:val="00A20DB4"/>
    <w:rsid w:val="00A2155F"/>
    <w:rsid w:val="00A21589"/>
    <w:rsid w:val="00A215F9"/>
    <w:rsid w:val="00A21965"/>
    <w:rsid w:val="00A2204B"/>
    <w:rsid w:val="00A230A7"/>
    <w:rsid w:val="00A2397B"/>
    <w:rsid w:val="00A23B75"/>
    <w:rsid w:val="00A24503"/>
    <w:rsid w:val="00A24C2D"/>
    <w:rsid w:val="00A252C8"/>
    <w:rsid w:val="00A252E1"/>
    <w:rsid w:val="00A254BC"/>
    <w:rsid w:val="00A27630"/>
    <w:rsid w:val="00A27A5B"/>
    <w:rsid w:val="00A27ABF"/>
    <w:rsid w:val="00A27F55"/>
    <w:rsid w:val="00A30292"/>
    <w:rsid w:val="00A31B85"/>
    <w:rsid w:val="00A32075"/>
    <w:rsid w:val="00A32BBB"/>
    <w:rsid w:val="00A33C80"/>
    <w:rsid w:val="00A33D5B"/>
    <w:rsid w:val="00A33D9D"/>
    <w:rsid w:val="00A341C3"/>
    <w:rsid w:val="00A34451"/>
    <w:rsid w:val="00A34537"/>
    <w:rsid w:val="00A34E0D"/>
    <w:rsid w:val="00A35D90"/>
    <w:rsid w:val="00A36B2B"/>
    <w:rsid w:val="00A379C4"/>
    <w:rsid w:val="00A37D74"/>
    <w:rsid w:val="00A405F9"/>
    <w:rsid w:val="00A40A74"/>
    <w:rsid w:val="00A41036"/>
    <w:rsid w:val="00A410A8"/>
    <w:rsid w:val="00A412F8"/>
    <w:rsid w:val="00A413D4"/>
    <w:rsid w:val="00A41B94"/>
    <w:rsid w:val="00A41F75"/>
    <w:rsid w:val="00A42896"/>
    <w:rsid w:val="00A42C74"/>
    <w:rsid w:val="00A431B0"/>
    <w:rsid w:val="00A43A3A"/>
    <w:rsid w:val="00A4442C"/>
    <w:rsid w:val="00A44446"/>
    <w:rsid w:val="00A447D4"/>
    <w:rsid w:val="00A448C1"/>
    <w:rsid w:val="00A44A6C"/>
    <w:rsid w:val="00A459EC"/>
    <w:rsid w:val="00A4614A"/>
    <w:rsid w:val="00A463CF"/>
    <w:rsid w:val="00A478A9"/>
    <w:rsid w:val="00A504ED"/>
    <w:rsid w:val="00A50BA8"/>
    <w:rsid w:val="00A5173F"/>
    <w:rsid w:val="00A51855"/>
    <w:rsid w:val="00A51D1E"/>
    <w:rsid w:val="00A51D8C"/>
    <w:rsid w:val="00A51D9E"/>
    <w:rsid w:val="00A5265D"/>
    <w:rsid w:val="00A527C7"/>
    <w:rsid w:val="00A52D88"/>
    <w:rsid w:val="00A53048"/>
    <w:rsid w:val="00A53785"/>
    <w:rsid w:val="00A53EF6"/>
    <w:rsid w:val="00A542C9"/>
    <w:rsid w:val="00A55216"/>
    <w:rsid w:val="00A55A9A"/>
    <w:rsid w:val="00A570C8"/>
    <w:rsid w:val="00A57AB8"/>
    <w:rsid w:val="00A61A68"/>
    <w:rsid w:val="00A62278"/>
    <w:rsid w:val="00A624D0"/>
    <w:rsid w:val="00A63529"/>
    <w:rsid w:val="00A63E45"/>
    <w:rsid w:val="00A63FCB"/>
    <w:rsid w:val="00A64A2C"/>
    <w:rsid w:val="00A64A8A"/>
    <w:rsid w:val="00A64D9C"/>
    <w:rsid w:val="00A65E88"/>
    <w:rsid w:val="00A66A1E"/>
    <w:rsid w:val="00A66A94"/>
    <w:rsid w:val="00A66FE7"/>
    <w:rsid w:val="00A67706"/>
    <w:rsid w:val="00A709B9"/>
    <w:rsid w:val="00A70B41"/>
    <w:rsid w:val="00A70B62"/>
    <w:rsid w:val="00A70CEE"/>
    <w:rsid w:val="00A71040"/>
    <w:rsid w:val="00A71133"/>
    <w:rsid w:val="00A72624"/>
    <w:rsid w:val="00A72E2A"/>
    <w:rsid w:val="00A73576"/>
    <w:rsid w:val="00A73AAC"/>
    <w:rsid w:val="00A73C1A"/>
    <w:rsid w:val="00A74377"/>
    <w:rsid w:val="00A753A5"/>
    <w:rsid w:val="00A753EB"/>
    <w:rsid w:val="00A75768"/>
    <w:rsid w:val="00A75BA3"/>
    <w:rsid w:val="00A75C29"/>
    <w:rsid w:val="00A75E15"/>
    <w:rsid w:val="00A76C3A"/>
    <w:rsid w:val="00A7785D"/>
    <w:rsid w:val="00A77ECC"/>
    <w:rsid w:val="00A8038F"/>
    <w:rsid w:val="00A80757"/>
    <w:rsid w:val="00A80DFA"/>
    <w:rsid w:val="00A80FEE"/>
    <w:rsid w:val="00A81F13"/>
    <w:rsid w:val="00A81F9E"/>
    <w:rsid w:val="00A823BC"/>
    <w:rsid w:val="00A82AA9"/>
    <w:rsid w:val="00A82E44"/>
    <w:rsid w:val="00A83279"/>
    <w:rsid w:val="00A843E0"/>
    <w:rsid w:val="00A852C1"/>
    <w:rsid w:val="00A85345"/>
    <w:rsid w:val="00A85492"/>
    <w:rsid w:val="00A8587F"/>
    <w:rsid w:val="00A85A7C"/>
    <w:rsid w:val="00A861F3"/>
    <w:rsid w:val="00A862C0"/>
    <w:rsid w:val="00A86D9E"/>
    <w:rsid w:val="00A874DA"/>
    <w:rsid w:val="00A87D20"/>
    <w:rsid w:val="00A90890"/>
    <w:rsid w:val="00A90C00"/>
    <w:rsid w:val="00A91B28"/>
    <w:rsid w:val="00A92077"/>
    <w:rsid w:val="00A92226"/>
    <w:rsid w:val="00A92464"/>
    <w:rsid w:val="00A928CC"/>
    <w:rsid w:val="00A93E63"/>
    <w:rsid w:val="00A949F4"/>
    <w:rsid w:val="00A9547B"/>
    <w:rsid w:val="00A9573A"/>
    <w:rsid w:val="00A9636B"/>
    <w:rsid w:val="00A965BF"/>
    <w:rsid w:val="00A96B09"/>
    <w:rsid w:val="00A97398"/>
    <w:rsid w:val="00A973A7"/>
    <w:rsid w:val="00A97989"/>
    <w:rsid w:val="00AA1212"/>
    <w:rsid w:val="00AA127E"/>
    <w:rsid w:val="00AA151A"/>
    <w:rsid w:val="00AA18F2"/>
    <w:rsid w:val="00AA2129"/>
    <w:rsid w:val="00AA2B6D"/>
    <w:rsid w:val="00AA3814"/>
    <w:rsid w:val="00AA383D"/>
    <w:rsid w:val="00AA3C3E"/>
    <w:rsid w:val="00AA4DB3"/>
    <w:rsid w:val="00AA50A1"/>
    <w:rsid w:val="00AA69C0"/>
    <w:rsid w:val="00AA74C5"/>
    <w:rsid w:val="00AA7E2F"/>
    <w:rsid w:val="00AB0159"/>
    <w:rsid w:val="00AB1506"/>
    <w:rsid w:val="00AB1D61"/>
    <w:rsid w:val="00AB1E9F"/>
    <w:rsid w:val="00AB22B5"/>
    <w:rsid w:val="00AB28E7"/>
    <w:rsid w:val="00AB2D64"/>
    <w:rsid w:val="00AB33F4"/>
    <w:rsid w:val="00AB52D8"/>
    <w:rsid w:val="00AB5A1D"/>
    <w:rsid w:val="00AB5D82"/>
    <w:rsid w:val="00AB652B"/>
    <w:rsid w:val="00AB6851"/>
    <w:rsid w:val="00AB68BF"/>
    <w:rsid w:val="00AB6DE8"/>
    <w:rsid w:val="00AB6E4B"/>
    <w:rsid w:val="00AB6E9B"/>
    <w:rsid w:val="00AB782D"/>
    <w:rsid w:val="00AB7D49"/>
    <w:rsid w:val="00AB7E7F"/>
    <w:rsid w:val="00AC0419"/>
    <w:rsid w:val="00AC05DD"/>
    <w:rsid w:val="00AC08DD"/>
    <w:rsid w:val="00AC0A52"/>
    <w:rsid w:val="00AC1012"/>
    <w:rsid w:val="00AC155E"/>
    <w:rsid w:val="00AC1EDB"/>
    <w:rsid w:val="00AC1F34"/>
    <w:rsid w:val="00AC2C00"/>
    <w:rsid w:val="00AC3148"/>
    <w:rsid w:val="00AC3FDB"/>
    <w:rsid w:val="00AC42B1"/>
    <w:rsid w:val="00AC4D80"/>
    <w:rsid w:val="00AC51A9"/>
    <w:rsid w:val="00AC58FA"/>
    <w:rsid w:val="00AC5E7B"/>
    <w:rsid w:val="00AC697A"/>
    <w:rsid w:val="00AC6BD1"/>
    <w:rsid w:val="00AC6C82"/>
    <w:rsid w:val="00AC74C6"/>
    <w:rsid w:val="00AC756D"/>
    <w:rsid w:val="00AD039B"/>
    <w:rsid w:val="00AD0517"/>
    <w:rsid w:val="00AD0C7E"/>
    <w:rsid w:val="00AD0EE0"/>
    <w:rsid w:val="00AD0EF5"/>
    <w:rsid w:val="00AD1563"/>
    <w:rsid w:val="00AD19CC"/>
    <w:rsid w:val="00AD1A44"/>
    <w:rsid w:val="00AD1B8E"/>
    <w:rsid w:val="00AD2430"/>
    <w:rsid w:val="00AD2B48"/>
    <w:rsid w:val="00AD3013"/>
    <w:rsid w:val="00AD35C3"/>
    <w:rsid w:val="00AD36EF"/>
    <w:rsid w:val="00AD4A21"/>
    <w:rsid w:val="00AD5912"/>
    <w:rsid w:val="00AD6319"/>
    <w:rsid w:val="00AD764C"/>
    <w:rsid w:val="00AE0B3C"/>
    <w:rsid w:val="00AE0D61"/>
    <w:rsid w:val="00AE14E3"/>
    <w:rsid w:val="00AE1790"/>
    <w:rsid w:val="00AE29F8"/>
    <w:rsid w:val="00AE3039"/>
    <w:rsid w:val="00AE3E22"/>
    <w:rsid w:val="00AE43BE"/>
    <w:rsid w:val="00AE47C2"/>
    <w:rsid w:val="00AE4C24"/>
    <w:rsid w:val="00AE60D0"/>
    <w:rsid w:val="00AE7EF4"/>
    <w:rsid w:val="00AF0112"/>
    <w:rsid w:val="00AF0357"/>
    <w:rsid w:val="00AF0640"/>
    <w:rsid w:val="00AF07BB"/>
    <w:rsid w:val="00AF18BA"/>
    <w:rsid w:val="00AF1928"/>
    <w:rsid w:val="00AF1D22"/>
    <w:rsid w:val="00AF2211"/>
    <w:rsid w:val="00AF2805"/>
    <w:rsid w:val="00AF2862"/>
    <w:rsid w:val="00AF2ED4"/>
    <w:rsid w:val="00AF34AB"/>
    <w:rsid w:val="00AF3B73"/>
    <w:rsid w:val="00AF5398"/>
    <w:rsid w:val="00AF6E88"/>
    <w:rsid w:val="00AF7A9F"/>
    <w:rsid w:val="00AF7B7A"/>
    <w:rsid w:val="00AF7FAD"/>
    <w:rsid w:val="00B00C57"/>
    <w:rsid w:val="00B00E9A"/>
    <w:rsid w:val="00B016E7"/>
    <w:rsid w:val="00B01842"/>
    <w:rsid w:val="00B01FFA"/>
    <w:rsid w:val="00B02240"/>
    <w:rsid w:val="00B02557"/>
    <w:rsid w:val="00B0260F"/>
    <w:rsid w:val="00B026DB"/>
    <w:rsid w:val="00B02F2A"/>
    <w:rsid w:val="00B03B1B"/>
    <w:rsid w:val="00B0449C"/>
    <w:rsid w:val="00B04B1E"/>
    <w:rsid w:val="00B04CCA"/>
    <w:rsid w:val="00B05065"/>
    <w:rsid w:val="00B0556B"/>
    <w:rsid w:val="00B05FA3"/>
    <w:rsid w:val="00B05FD8"/>
    <w:rsid w:val="00B0699B"/>
    <w:rsid w:val="00B071BC"/>
    <w:rsid w:val="00B074B7"/>
    <w:rsid w:val="00B07DF9"/>
    <w:rsid w:val="00B102AE"/>
    <w:rsid w:val="00B103CB"/>
    <w:rsid w:val="00B107FE"/>
    <w:rsid w:val="00B10BE2"/>
    <w:rsid w:val="00B10F04"/>
    <w:rsid w:val="00B10F18"/>
    <w:rsid w:val="00B1158A"/>
    <w:rsid w:val="00B1313F"/>
    <w:rsid w:val="00B133DB"/>
    <w:rsid w:val="00B1350A"/>
    <w:rsid w:val="00B1364B"/>
    <w:rsid w:val="00B140B7"/>
    <w:rsid w:val="00B14333"/>
    <w:rsid w:val="00B143CB"/>
    <w:rsid w:val="00B14570"/>
    <w:rsid w:val="00B14867"/>
    <w:rsid w:val="00B14AD3"/>
    <w:rsid w:val="00B153CB"/>
    <w:rsid w:val="00B15640"/>
    <w:rsid w:val="00B1581E"/>
    <w:rsid w:val="00B15D79"/>
    <w:rsid w:val="00B16E80"/>
    <w:rsid w:val="00B16E9F"/>
    <w:rsid w:val="00B177E5"/>
    <w:rsid w:val="00B20AEA"/>
    <w:rsid w:val="00B2103C"/>
    <w:rsid w:val="00B21570"/>
    <w:rsid w:val="00B21862"/>
    <w:rsid w:val="00B22260"/>
    <w:rsid w:val="00B228C6"/>
    <w:rsid w:val="00B22973"/>
    <w:rsid w:val="00B22FBB"/>
    <w:rsid w:val="00B23882"/>
    <w:rsid w:val="00B24C76"/>
    <w:rsid w:val="00B2612F"/>
    <w:rsid w:val="00B26325"/>
    <w:rsid w:val="00B26700"/>
    <w:rsid w:val="00B26D4E"/>
    <w:rsid w:val="00B27546"/>
    <w:rsid w:val="00B27B44"/>
    <w:rsid w:val="00B27E0A"/>
    <w:rsid w:val="00B31487"/>
    <w:rsid w:val="00B31617"/>
    <w:rsid w:val="00B31C6F"/>
    <w:rsid w:val="00B32064"/>
    <w:rsid w:val="00B32286"/>
    <w:rsid w:val="00B32303"/>
    <w:rsid w:val="00B33174"/>
    <w:rsid w:val="00B33345"/>
    <w:rsid w:val="00B3372D"/>
    <w:rsid w:val="00B33FB4"/>
    <w:rsid w:val="00B34084"/>
    <w:rsid w:val="00B345D1"/>
    <w:rsid w:val="00B34AD1"/>
    <w:rsid w:val="00B350F1"/>
    <w:rsid w:val="00B35235"/>
    <w:rsid w:val="00B35F68"/>
    <w:rsid w:val="00B367E1"/>
    <w:rsid w:val="00B37152"/>
    <w:rsid w:val="00B3740F"/>
    <w:rsid w:val="00B37438"/>
    <w:rsid w:val="00B37CB2"/>
    <w:rsid w:val="00B37FBE"/>
    <w:rsid w:val="00B4070A"/>
    <w:rsid w:val="00B414D4"/>
    <w:rsid w:val="00B414E6"/>
    <w:rsid w:val="00B42E6B"/>
    <w:rsid w:val="00B43149"/>
    <w:rsid w:val="00B433AD"/>
    <w:rsid w:val="00B43959"/>
    <w:rsid w:val="00B43F2B"/>
    <w:rsid w:val="00B43FBB"/>
    <w:rsid w:val="00B44763"/>
    <w:rsid w:val="00B45EA0"/>
    <w:rsid w:val="00B45F34"/>
    <w:rsid w:val="00B46664"/>
    <w:rsid w:val="00B46686"/>
    <w:rsid w:val="00B46B06"/>
    <w:rsid w:val="00B4739D"/>
    <w:rsid w:val="00B47DCE"/>
    <w:rsid w:val="00B47EE7"/>
    <w:rsid w:val="00B5034E"/>
    <w:rsid w:val="00B50DB0"/>
    <w:rsid w:val="00B50EE0"/>
    <w:rsid w:val="00B50F1C"/>
    <w:rsid w:val="00B512CF"/>
    <w:rsid w:val="00B51707"/>
    <w:rsid w:val="00B51B8D"/>
    <w:rsid w:val="00B51CE0"/>
    <w:rsid w:val="00B52271"/>
    <w:rsid w:val="00B52498"/>
    <w:rsid w:val="00B52535"/>
    <w:rsid w:val="00B531D1"/>
    <w:rsid w:val="00B53679"/>
    <w:rsid w:val="00B53AB1"/>
    <w:rsid w:val="00B55046"/>
    <w:rsid w:val="00B550FE"/>
    <w:rsid w:val="00B554CA"/>
    <w:rsid w:val="00B55AE5"/>
    <w:rsid w:val="00B573D1"/>
    <w:rsid w:val="00B57B37"/>
    <w:rsid w:val="00B57C23"/>
    <w:rsid w:val="00B57F78"/>
    <w:rsid w:val="00B60192"/>
    <w:rsid w:val="00B60362"/>
    <w:rsid w:val="00B60749"/>
    <w:rsid w:val="00B60750"/>
    <w:rsid w:val="00B60B4D"/>
    <w:rsid w:val="00B60B67"/>
    <w:rsid w:val="00B60C52"/>
    <w:rsid w:val="00B61892"/>
    <w:rsid w:val="00B6206B"/>
    <w:rsid w:val="00B6209F"/>
    <w:rsid w:val="00B62771"/>
    <w:rsid w:val="00B6378E"/>
    <w:rsid w:val="00B6453F"/>
    <w:rsid w:val="00B64E53"/>
    <w:rsid w:val="00B65532"/>
    <w:rsid w:val="00B657AD"/>
    <w:rsid w:val="00B65865"/>
    <w:rsid w:val="00B66D03"/>
    <w:rsid w:val="00B67488"/>
    <w:rsid w:val="00B677F1"/>
    <w:rsid w:val="00B6796D"/>
    <w:rsid w:val="00B67DE7"/>
    <w:rsid w:val="00B67DED"/>
    <w:rsid w:val="00B67EB2"/>
    <w:rsid w:val="00B70164"/>
    <w:rsid w:val="00B70EA7"/>
    <w:rsid w:val="00B7103A"/>
    <w:rsid w:val="00B718EC"/>
    <w:rsid w:val="00B719FD"/>
    <w:rsid w:val="00B75348"/>
    <w:rsid w:val="00B7574D"/>
    <w:rsid w:val="00B75B43"/>
    <w:rsid w:val="00B7656D"/>
    <w:rsid w:val="00B76FCC"/>
    <w:rsid w:val="00B77341"/>
    <w:rsid w:val="00B77B90"/>
    <w:rsid w:val="00B77FC8"/>
    <w:rsid w:val="00B80142"/>
    <w:rsid w:val="00B806F4"/>
    <w:rsid w:val="00B8095C"/>
    <w:rsid w:val="00B818F0"/>
    <w:rsid w:val="00B81A40"/>
    <w:rsid w:val="00B82130"/>
    <w:rsid w:val="00B82238"/>
    <w:rsid w:val="00B826CC"/>
    <w:rsid w:val="00B82940"/>
    <w:rsid w:val="00B82B21"/>
    <w:rsid w:val="00B82CD4"/>
    <w:rsid w:val="00B83719"/>
    <w:rsid w:val="00B84361"/>
    <w:rsid w:val="00B84AA6"/>
    <w:rsid w:val="00B84D4B"/>
    <w:rsid w:val="00B84DA3"/>
    <w:rsid w:val="00B85204"/>
    <w:rsid w:val="00B854E0"/>
    <w:rsid w:val="00B85800"/>
    <w:rsid w:val="00B85963"/>
    <w:rsid w:val="00B869F1"/>
    <w:rsid w:val="00B8722B"/>
    <w:rsid w:val="00B87475"/>
    <w:rsid w:val="00B87795"/>
    <w:rsid w:val="00B9022A"/>
    <w:rsid w:val="00B908ED"/>
    <w:rsid w:val="00B90A97"/>
    <w:rsid w:val="00B918D8"/>
    <w:rsid w:val="00B91F0E"/>
    <w:rsid w:val="00B92660"/>
    <w:rsid w:val="00B92CB3"/>
    <w:rsid w:val="00B93022"/>
    <w:rsid w:val="00B94F3A"/>
    <w:rsid w:val="00B95126"/>
    <w:rsid w:val="00B95141"/>
    <w:rsid w:val="00B96050"/>
    <w:rsid w:val="00B96839"/>
    <w:rsid w:val="00B96CFA"/>
    <w:rsid w:val="00B97936"/>
    <w:rsid w:val="00B97F0E"/>
    <w:rsid w:val="00BA0403"/>
    <w:rsid w:val="00BA0664"/>
    <w:rsid w:val="00BA183D"/>
    <w:rsid w:val="00BA1A40"/>
    <w:rsid w:val="00BA1B75"/>
    <w:rsid w:val="00BA1FDE"/>
    <w:rsid w:val="00BA2A50"/>
    <w:rsid w:val="00BA2F37"/>
    <w:rsid w:val="00BA3B49"/>
    <w:rsid w:val="00BA477D"/>
    <w:rsid w:val="00BA4A76"/>
    <w:rsid w:val="00BA4B4B"/>
    <w:rsid w:val="00BA4CEE"/>
    <w:rsid w:val="00BA4F06"/>
    <w:rsid w:val="00BA5123"/>
    <w:rsid w:val="00BA51ED"/>
    <w:rsid w:val="00BA556F"/>
    <w:rsid w:val="00BA5C7C"/>
    <w:rsid w:val="00BA60CF"/>
    <w:rsid w:val="00BA6617"/>
    <w:rsid w:val="00BA768B"/>
    <w:rsid w:val="00BA76F5"/>
    <w:rsid w:val="00BA77DC"/>
    <w:rsid w:val="00BA7AC6"/>
    <w:rsid w:val="00BA7DF9"/>
    <w:rsid w:val="00BB06BA"/>
    <w:rsid w:val="00BB06D7"/>
    <w:rsid w:val="00BB0D66"/>
    <w:rsid w:val="00BB10E2"/>
    <w:rsid w:val="00BB1192"/>
    <w:rsid w:val="00BB1954"/>
    <w:rsid w:val="00BB19B2"/>
    <w:rsid w:val="00BB1B69"/>
    <w:rsid w:val="00BB2EB6"/>
    <w:rsid w:val="00BB3C15"/>
    <w:rsid w:val="00BB471D"/>
    <w:rsid w:val="00BB4DEC"/>
    <w:rsid w:val="00BB4FE8"/>
    <w:rsid w:val="00BB4FFD"/>
    <w:rsid w:val="00BB6215"/>
    <w:rsid w:val="00BB62F8"/>
    <w:rsid w:val="00BB763B"/>
    <w:rsid w:val="00BB7821"/>
    <w:rsid w:val="00BB7F83"/>
    <w:rsid w:val="00BC075F"/>
    <w:rsid w:val="00BC1210"/>
    <w:rsid w:val="00BC19A8"/>
    <w:rsid w:val="00BC1C3E"/>
    <w:rsid w:val="00BC29C5"/>
    <w:rsid w:val="00BC3DF3"/>
    <w:rsid w:val="00BC3EE1"/>
    <w:rsid w:val="00BC4025"/>
    <w:rsid w:val="00BC441B"/>
    <w:rsid w:val="00BC54DB"/>
    <w:rsid w:val="00BC55C5"/>
    <w:rsid w:val="00BC58E6"/>
    <w:rsid w:val="00BC6044"/>
    <w:rsid w:val="00BC6BCD"/>
    <w:rsid w:val="00BC6E38"/>
    <w:rsid w:val="00BC725C"/>
    <w:rsid w:val="00BC76E1"/>
    <w:rsid w:val="00BC773F"/>
    <w:rsid w:val="00BC77C0"/>
    <w:rsid w:val="00BC7970"/>
    <w:rsid w:val="00BD029A"/>
    <w:rsid w:val="00BD076B"/>
    <w:rsid w:val="00BD0790"/>
    <w:rsid w:val="00BD0E32"/>
    <w:rsid w:val="00BD25AB"/>
    <w:rsid w:val="00BD2624"/>
    <w:rsid w:val="00BD2A51"/>
    <w:rsid w:val="00BD3441"/>
    <w:rsid w:val="00BD3BC9"/>
    <w:rsid w:val="00BD465B"/>
    <w:rsid w:val="00BD560B"/>
    <w:rsid w:val="00BD643E"/>
    <w:rsid w:val="00BD68E9"/>
    <w:rsid w:val="00BD6A86"/>
    <w:rsid w:val="00BD7A44"/>
    <w:rsid w:val="00BD7DC9"/>
    <w:rsid w:val="00BE02E7"/>
    <w:rsid w:val="00BE0E71"/>
    <w:rsid w:val="00BE185E"/>
    <w:rsid w:val="00BE1EAC"/>
    <w:rsid w:val="00BE2D25"/>
    <w:rsid w:val="00BE3161"/>
    <w:rsid w:val="00BE31AF"/>
    <w:rsid w:val="00BE3E1D"/>
    <w:rsid w:val="00BE427C"/>
    <w:rsid w:val="00BE4C76"/>
    <w:rsid w:val="00BE6152"/>
    <w:rsid w:val="00BE6322"/>
    <w:rsid w:val="00BE6FB2"/>
    <w:rsid w:val="00BE769B"/>
    <w:rsid w:val="00BE7809"/>
    <w:rsid w:val="00BE7B92"/>
    <w:rsid w:val="00BF068F"/>
    <w:rsid w:val="00BF0703"/>
    <w:rsid w:val="00BF0786"/>
    <w:rsid w:val="00BF09A5"/>
    <w:rsid w:val="00BF0A41"/>
    <w:rsid w:val="00BF0C2B"/>
    <w:rsid w:val="00BF1A07"/>
    <w:rsid w:val="00BF1C18"/>
    <w:rsid w:val="00BF2201"/>
    <w:rsid w:val="00BF2D51"/>
    <w:rsid w:val="00BF2D7F"/>
    <w:rsid w:val="00BF31E5"/>
    <w:rsid w:val="00BF33BC"/>
    <w:rsid w:val="00BF392B"/>
    <w:rsid w:val="00BF3D0B"/>
    <w:rsid w:val="00BF3EF8"/>
    <w:rsid w:val="00BF4372"/>
    <w:rsid w:val="00BF4942"/>
    <w:rsid w:val="00BF4F60"/>
    <w:rsid w:val="00BF5BEA"/>
    <w:rsid w:val="00BF5F0B"/>
    <w:rsid w:val="00BF5F0C"/>
    <w:rsid w:val="00BF6169"/>
    <w:rsid w:val="00BF64B0"/>
    <w:rsid w:val="00BF6811"/>
    <w:rsid w:val="00BF6C7C"/>
    <w:rsid w:val="00BF77D5"/>
    <w:rsid w:val="00BF78CA"/>
    <w:rsid w:val="00C007E6"/>
    <w:rsid w:val="00C00AB2"/>
    <w:rsid w:val="00C01E00"/>
    <w:rsid w:val="00C01F4D"/>
    <w:rsid w:val="00C0221D"/>
    <w:rsid w:val="00C023C8"/>
    <w:rsid w:val="00C02928"/>
    <w:rsid w:val="00C0360C"/>
    <w:rsid w:val="00C03D4F"/>
    <w:rsid w:val="00C03FBE"/>
    <w:rsid w:val="00C04CBC"/>
    <w:rsid w:val="00C05149"/>
    <w:rsid w:val="00C053D3"/>
    <w:rsid w:val="00C05A3D"/>
    <w:rsid w:val="00C05DE7"/>
    <w:rsid w:val="00C07825"/>
    <w:rsid w:val="00C0782A"/>
    <w:rsid w:val="00C10B14"/>
    <w:rsid w:val="00C11118"/>
    <w:rsid w:val="00C11753"/>
    <w:rsid w:val="00C11857"/>
    <w:rsid w:val="00C132E0"/>
    <w:rsid w:val="00C13742"/>
    <w:rsid w:val="00C13AED"/>
    <w:rsid w:val="00C14B5F"/>
    <w:rsid w:val="00C14BAB"/>
    <w:rsid w:val="00C150EB"/>
    <w:rsid w:val="00C156D0"/>
    <w:rsid w:val="00C1652D"/>
    <w:rsid w:val="00C166A5"/>
    <w:rsid w:val="00C17042"/>
    <w:rsid w:val="00C205AD"/>
    <w:rsid w:val="00C20B01"/>
    <w:rsid w:val="00C20C5B"/>
    <w:rsid w:val="00C212D4"/>
    <w:rsid w:val="00C213D4"/>
    <w:rsid w:val="00C216E3"/>
    <w:rsid w:val="00C22026"/>
    <w:rsid w:val="00C221B8"/>
    <w:rsid w:val="00C22599"/>
    <w:rsid w:val="00C22E2D"/>
    <w:rsid w:val="00C22F3B"/>
    <w:rsid w:val="00C24969"/>
    <w:rsid w:val="00C24F9F"/>
    <w:rsid w:val="00C251F4"/>
    <w:rsid w:val="00C255F1"/>
    <w:rsid w:val="00C258DA"/>
    <w:rsid w:val="00C261F0"/>
    <w:rsid w:val="00C263EA"/>
    <w:rsid w:val="00C2688B"/>
    <w:rsid w:val="00C275F6"/>
    <w:rsid w:val="00C2774C"/>
    <w:rsid w:val="00C278E3"/>
    <w:rsid w:val="00C27B03"/>
    <w:rsid w:val="00C27DE2"/>
    <w:rsid w:val="00C30223"/>
    <w:rsid w:val="00C323C3"/>
    <w:rsid w:val="00C32779"/>
    <w:rsid w:val="00C32DE2"/>
    <w:rsid w:val="00C334E3"/>
    <w:rsid w:val="00C33702"/>
    <w:rsid w:val="00C342C8"/>
    <w:rsid w:val="00C34F49"/>
    <w:rsid w:val="00C354EB"/>
    <w:rsid w:val="00C356DB"/>
    <w:rsid w:val="00C359AB"/>
    <w:rsid w:val="00C3768B"/>
    <w:rsid w:val="00C376E7"/>
    <w:rsid w:val="00C405E0"/>
    <w:rsid w:val="00C40959"/>
    <w:rsid w:val="00C40AF0"/>
    <w:rsid w:val="00C40D4C"/>
    <w:rsid w:val="00C41457"/>
    <w:rsid w:val="00C415A6"/>
    <w:rsid w:val="00C4178F"/>
    <w:rsid w:val="00C41BF7"/>
    <w:rsid w:val="00C42B9B"/>
    <w:rsid w:val="00C42E76"/>
    <w:rsid w:val="00C43308"/>
    <w:rsid w:val="00C43729"/>
    <w:rsid w:val="00C43FD1"/>
    <w:rsid w:val="00C4423C"/>
    <w:rsid w:val="00C4467A"/>
    <w:rsid w:val="00C448AB"/>
    <w:rsid w:val="00C44B63"/>
    <w:rsid w:val="00C44FC3"/>
    <w:rsid w:val="00C45A36"/>
    <w:rsid w:val="00C4622A"/>
    <w:rsid w:val="00C46493"/>
    <w:rsid w:val="00C46AB9"/>
    <w:rsid w:val="00C46D1C"/>
    <w:rsid w:val="00C470CC"/>
    <w:rsid w:val="00C50D08"/>
    <w:rsid w:val="00C5125D"/>
    <w:rsid w:val="00C51423"/>
    <w:rsid w:val="00C5180B"/>
    <w:rsid w:val="00C520AE"/>
    <w:rsid w:val="00C52526"/>
    <w:rsid w:val="00C52A79"/>
    <w:rsid w:val="00C52D17"/>
    <w:rsid w:val="00C53919"/>
    <w:rsid w:val="00C5393A"/>
    <w:rsid w:val="00C540E5"/>
    <w:rsid w:val="00C541CF"/>
    <w:rsid w:val="00C54BF2"/>
    <w:rsid w:val="00C554AD"/>
    <w:rsid w:val="00C558F9"/>
    <w:rsid w:val="00C55BC2"/>
    <w:rsid w:val="00C563D6"/>
    <w:rsid w:val="00C56746"/>
    <w:rsid w:val="00C571C7"/>
    <w:rsid w:val="00C60743"/>
    <w:rsid w:val="00C60998"/>
    <w:rsid w:val="00C6148D"/>
    <w:rsid w:val="00C61C11"/>
    <w:rsid w:val="00C61F50"/>
    <w:rsid w:val="00C620D6"/>
    <w:rsid w:val="00C62789"/>
    <w:rsid w:val="00C62ABD"/>
    <w:rsid w:val="00C63A00"/>
    <w:rsid w:val="00C63F35"/>
    <w:rsid w:val="00C64AA4"/>
    <w:rsid w:val="00C658C5"/>
    <w:rsid w:val="00C666ED"/>
    <w:rsid w:val="00C67236"/>
    <w:rsid w:val="00C6734B"/>
    <w:rsid w:val="00C71303"/>
    <w:rsid w:val="00C71676"/>
    <w:rsid w:val="00C72564"/>
    <w:rsid w:val="00C72A81"/>
    <w:rsid w:val="00C735D5"/>
    <w:rsid w:val="00C74908"/>
    <w:rsid w:val="00C74F77"/>
    <w:rsid w:val="00C7586B"/>
    <w:rsid w:val="00C759EA"/>
    <w:rsid w:val="00C75F6E"/>
    <w:rsid w:val="00C766D1"/>
    <w:rsid w:val="00C7696B"/>
    <w:rsid w:val="00C76AA0"/>
    <w:rsid w:val="00C779E7"/>
    <w:rsid w:val="00C81533"/>
    <w:rsid w:val="00C81926"/>
    <w:rsid w:val="00C81FDC"/>
    <w:rsid w:val="00C82003"/>
    <w:rsid w:val="00C8209D"/>
    <w:rsid w:val="00C8282A"/>
    <w:rsid w:val="00C82A30"/>
    <w:rsid w:val="00C8380D"/>
    <w:rsid w:val="00C83F70"/>
    <w:rsid w:val="00C84A28"/>
    <w:rsid w:val="00C84E75"/>
    <w:rsid w:val="00C8513F"/>
    <w:rsid w:val="00C85C1C"/>
    <w:rsid w:val="00C85DEB"/>
    <w:rsid w:val="00C8652B"/>
    <w:rsid w:val="00C872FC"/>
    <w:rsid w:val="00C877B3"/>
    <w:rsid w:val="00C906EA"/>
    <w:rsid w:val="00C90A34"/>
    <w:rsid w:val="00C90A3B"/>
    <w:rsid w:val="00C913AC"/>
    <w:rsid w:val="00C91BE7"/>
    <w:rsid w:val="00C92141"/>
    <w:rsid w:val="00C9299D"/>
    <w:rsid w:val="00C930D5"/>
    <w:rsid w:val="00C9328A"/>
    <w:rsid w:val="00C93324"/>
    <w:rsid w:val="00C93D37"/>
    <w:rsid w:val="00C94308"/>
    <w:rsid w:val="00C943E1"/>
    <w:rsid w:val="00C94F00"/>
    <w:rsid w:val="00C953DD"/>
    <w:rsid w:val="00C955A8"/>
    <w:rsid w:val="00C95A15"/>
    <w:rsid w:val="00C95F50"/>
    <w:rsid w:val="00C95F57"/>
    <w:rsid w:val="00C9615A"/>
    <w:rsid w:val="00C963F7"/>
    <w:rsid w:val="00C966F0"/>
    <w:rsid w:val="00C96FE7"/>
    <w:rsid w:val="00C979CC"/>
    <w:rsid w:val="00C97C77"/>
    <w:rsid w:val="00CA1222"/>
    <w:rsid w:val="00CA2265"/>
    <w:rsid w:val="00CA28BA"/>
    <w:rsid w:val="00CA2AD5"/>
    <w:rsid w:val="00CA2BC4"/>
    <w:rsid w:val="00CA32F2"/>
    <w:rsid w:val="00CA3344"/>
    <w:rsid w:val="00CA383C"/>
    <w:rsid w:val="00CA517D"/>
    <w:rsid w:val="00CA51EB"/>
    <w:rsid w:val="00CA59E9"/>
    <w:rsid w:val="00CA5EE7"/>
    <w:rsid w:val="00CA6199"/>
    <w:rsid w:val="00CA783E"/>
    <w:rsid w:val="00CA78FD"/>
    <w:rsid w:val="00CB02D5"/>
    <w:rsid w:val="00CB0445"/>
    <w:rsid w:val="00CB0B15"/>
    <w:rsid w:val="00CB10BC"/>
    <w:rsid w:val="00CB1328"/>
    <w:rsid w:val="00CB1BF7"/>
    <w:rsid w:val="00CB2107"/>
    <w:rsid w:val="00CB24BE"/>
    <w:rsid w:val="00CB278B"/>
    <w:rsid w:val="00CB2838"/>
    <w:rsid w:val="00CB3924"/>
    <w:rsid w:val="00CB4339"/>
    <w:rsid w:val="00CB5492"/>
    <w:rsid w:val="00CB5697"/>
    <w:rsid w:val="00CB5A69"/>
    <w:rsid w:val="00CB60F3"/>
    <w:rsid w:val="00CB68C1"/>
    <w:rsid w:val="00CB6E23"/>
    <w:rsid w:val="00CB6F9B"/>
    <w:rsid w:val="00CB725F"/>
    <w:rsid w:val="00CB72AC"/>
    <w:rsid w:val="00CB7C32"/>
    <w:rsid w:val="00CB7DCD"/>
    <w:rsid w:val="00CC0439"/>
    <w:rsid w:val="00CC21D6"/>
    <w:rsid w:val="00CC2A28"/>
    <w:rsid w:val="00CC3CF8"/>
    <w:rsid w:val="00CC4687"/>
    <w:rsid w:val="00CC5525"/>
    <w:rsid w:val="00CC5FE7"/>
    <w:rsid w:val="00CC6053"/>
    <w:rsid w:val="00CC6580"/>
    <w:rsid w:val="00CC6BD6"/>
    <w:rsid w:val="00CC6DB0"/>
    <w:rsid w:val="00CC7437"/>
    <w:rsid w:val="00CD01CD"/>
    <w:rsid w:val="00CD0518"/>
    <w:rsid w:val="00CD0BA4"/>
    <w:rsid w:val="00CD0DBA"/>
    <w:rsid w:val="00CD0F94"/>
    <w:rsid w:val="00CD1389"/>
    <w:rsid w:val="00CD1601"/>
    <w:rsid w:val="00CD174C"/>
    <w:rsid w:val="00CD1A8F"/>
    <w:rsid w:val="00CD1B2B"/>
    <w:rsid w:val="00CD1C71"/>
    <w:rsid w:val="00CD20CE"/>
    <w:rsid w:val="00CD21B3"/>
    <w:rsid w:val="00CD22D2"/>
    <w:rsid w:val="00CD240C"/>
    <w:rsid w:val="00CD35EF"/>
    <w:rsid w:val="00CD36B8"/>
    <w:rsid w:val="00CD42C8"/>
    <w:rsid w:val="00CD49C9"/>
    <w:rsid w:val="00CD51B5"/>
    <w:rsid w:val="00CD557F"/>
    <w:rsid w:val="00CD5BE3"/>
    <w:rsid w:val="00CD60E9"/>
    <w:rsid w:val="00CD62D9"/>
    <w:rsid w:val="00CD683F"/>
    <w:rsid w:val="00CD6C42"/>
    <w:rsid w:val="00CD716E"/>
    <w:rsid w:val="00CD725A"/>
    <w:rsid w:val="00CD73D0"/>
    <w:rsid w:val="00CD7436"/>
    <w:rsid w:val="00CD7F5C"/>
    <w:rsid w:val="00CE0269"/>
    <w:rsid w:val="00CE0571"/>
    <w:rsid w:val="00CE086D"/>
    <w:rsid w:val="00CE1335"/>
    <w:rsid w:val="00CE16FC"/>
    <w:rsid w:val="00CE1AAA"/>
    <w:rsid w:val="00CE2E98"/>
    <w:rsid w:val="00CE34BF"/>
    <w:rsid w:val="00CE35B3"/>
    <w:rsid w:val="00CE3AC9"/>
    <w:rsid w:val="00CE3FAE"/>
    <w:rsid w:val="00CE5845"/>
    <w:rsid w:val="00CE5997"/>
    <w:rsid w:val="00CE618C"/>
    <w:rsid w:val="00CE629B"/>
    <w:rsid w:val="00CE72E5"/>
    <w:rsid w:val="00CF03CF"/>
    <w:rsid w:val="00CF0712"/>
    <w:rsid w:val="00CF11E3"/>
    <w:rsid w:val="00CF12FA"/>
    <w:rsid w:val="00CF15CF"/>
    <w:rsid w:val="00CF169D"/>
    <w:rsid w:val="00CF1DBA"/>
    <w:rsid w:val="00CF20FA"/>
    <w:rsid w:val="00CF2762"/>
    <w:rsid w:val="00CF3450"/>
    <w:rsid w:val="00CF4030"/>
    <w:rsid w:val="00CF54EC"/>
    <w:rsid w:val="00CF5721"/>
    <w:rsid w:val="00CF5822"/>
    <w:rsid w:val="00CF58B4"/>
    <w:rsid w:val="00CF6B50"/>
    <w:rsid w:val="00CF766D"/>
    <w:rsid w:val="00CF7918"/>
    <w:rsid w:val="00D015F1"/>
    <w:rsid w:val="00D0173D"/>
    <w:rsid w:val="00D01C68"/>
    <w:rsid w:val="00D02799"/>
    <w:rsid w:val="00D03539"/>
    <w:rsid w:val="00D03B2A"/>
    <w:rsid w:val="00D03FF5"/>
    <w:rsid w:val="00D048F9"/>
    <w:rsid w:val="00D04BCE"/>
    <w:rsid w:val="00D05216"/>
    <w:rsid w:val="00D0532F"/>
    <w:rsid w:val="00D06A2E"/>
    <w:rsid w:val="00D06FDB"/>
    <w:rsid w:val="00D0747D"/>
    <w:rsid w:val="00D07780"/>
    <w:rsid w:val="00D10028"/>
    <w:rsid w:val="00D10132"/>
    <w:rsid w:val="00D10B8D"/>
    <w:rsid w:val="00D10C22"/>
    <w:rsid w:val="00D10FC3"/>
    <w:rsid w:val="00D114FB"/>
    <w:rsid w:val="00D11B49"/>
    <w:rsid w:val="00D11DA9"/>
    <w:rsid w:val="00D132A7"/>
    <w:rsid w:val="00D13610"/>
    <w:rsid w:val="00D13821"/>
    <w:rsid w:val="00D13C72"/>
    <w:rsid w:val="00D13DD8"/>
    <w:rsid w:val="00D14079"/>
    <w:rsid w:val="00D15091"/>
    <w:rsid w:val="00D1517C"/>
    <w:rsid w:val="00D15453"/>
    <w:rsid w:val="00D158C1"/>
    <w:rsid w:val="00D16A4D"/>
    <w:rsid w:val="00D16F0B"/>
    <w:rsid w:val="00D16F68"/>
    <w:rsid w:val="00D174C7"/>
    <w:rsid w:val="00D17DE4"/>
    <w:rsid w:val="00D21472"/>
    <w:rsid w:val="00D2176E"/>
    <w:rsid w:val="00D21DA3"/>
    <w:rsid w:val="00D2213D"/>
    <w:rsid w:val="00D22360"/>
    <w:rsid w:val="00D226FA"/>
    <w:rsid w:val="00D23010"/>
    <w:rsid w:val="00D231C9"/>
    <w:rsid w:val="00D23493"/>
    <w:rsid w:val="00D238B0"/>
    <w:rsid w:val="00D2413D"/>
    <w:rsid w:val="00D24782"/>
    <w:rsid w:val="00D248EA"/>
    <w:rsid w:val="00D24AB9"/>
    <w:rsid w:val="00D24B84"/>
    <w:rsid w:val="00D255FD"/>
    <w:rsid w:val="00D25858"/>
    <w:rsid w:val="00D25B16"/>
    <w:rsid w:val="00D25D80"/>
    <w:rsid w:val="00D25F24"/>
    <w:rsid w:val="00D26C40"/>
    <w:rsid w:val="00D27A72"/>
    <w:rsid w:val="00D30E28"/>
    <w:rsid w:val="00D31049"/>
    <w:rsid w:val="00D3133D"/>
    <w:rsid w:val="00D314F3"/>
    <w:rsid w:val="00D31B1F"/>
    <w:rsid w:val="00D31EA4"/>
    <w:rsid w:val="00D3245F"/>
    <w:rsid w:val="00D329D8"/>
    <w:rsid w:val="00D3307F"/>
    <w:rsid w:val="00D3310F"/>
    <w:rsid w:val="00D3313D"/>
    <w:rsid w:val="00D3345F"/>
    <w:rsid w:val="00D33626"/>
    <w:rsid w:val="00D33CA9"/>
    <w:rsid w:val="00D33D87"/>
    <w:rsid w:val="00D34B73"/>
    <w:rsid w:val="00D34D99"/>
    <w:rsid w:val="00D357A0"/>
    <w:rsid w:val="00D35AD2"/>
    <w:rsid w:val="00D366A4"/>
    <w:rsid w:val="00D376C5"/>
    <w:rsid w:val="00D406E9"/>
    <w:rsid w:val="00D4080E"/>
    <w:rsid w:val="00D40F4D"/>
    <w:rsid w:val="00D41204"/>
    <w:rsid w:val="00D41C28"/>
    <w:rsid w:val="00D41DDC"/>
    <w:rsid w:val="00D42E7D"/>
    <w:rsid w:val="00D43D0A"/>
    <w:rsid w:val="00D445D3"/>
    <w:rsid w:val="00D4527F"/>
    <w:rsid w:val="00D45867"/>
    <w:rsid w:val="00D45BD3"/>
    <w:rsid w:val="00D45F83"/>
    <w:rsid w:val="00D462EE"/>
    <w:rsid w:val="00D46A82"/>
    <w:rsid w:val="00D46D70"/>
    <w:rsid w:val="00D4732E"/>
    <w:rsid w:val="00D505A6"/>
    <w:rsid w:val="00D507D5"/>
    <w:rsid w:val="00D50C4E"/>
    <w:rsid w:val="00D51366"/>
    <w:rsid w:val="00D51982"/>
    <w:rsid w:val="00D51EA0"/>
    <w:rsid w:val="00D521B0"/>
    <w:rsid w:val="00D52AD3"/>
    <w:rsid w:val="00D52BB6"/>
    <w:rsid w:val="00D52BE8"/>
    <w:rsid w:val="00D52EA2"/>
    <w:rsid w:val="00D53050"/>
    <w:rsid w:val="00D53D49"/>
    <w:rsid w:val="00D53D8B"/>
    <w:rsid w:val="00D54D75"/>
    <w:rsid w:val="00D54EFD"/>
    <w:rsid w:val="00D5538A"/>
    <w:rsid w:val="00D55C2A"/>
    <w:rsid w:val="00D55D0B"/>
    <w:rsid w:val="00D55E8B"/>
    <w:rsid w:val="00D566D9"/>
    <w:rsid w:val="00D56792"/>
    <w:rsid w:val="00D56EC2"/>
    <w:rsid w:val="00D5711C"/>
    <w:rsid w:val="00D57249"/>
    <w:rsid w:val="00D57C49"/>
    <w:rsid w:val="00D57D1D"/>
    <w:rsid w:val="00D60316"/>
    <w:rsid w:val="00D60869"/>
    <w:rsid w:val="00D60AF8"/>
    <w:rsid w:val="00D61037"/>
    <w:rsid w:val="00D612D6"/>
    <w:rsid w:val="00D61839"/>
    <w:rsid w:val="00D61EF6"/>
    <w:rsid w:val="00D627B8"/>
    <w:rsid w:val="00D634E1"/>
    <w:rsid w:val="00D6405D"/>
    <w:rsid w:val="00D643C0"/>
    <w:rsid w:val="00D64B4E"/>
    <w:rsid w:val="00D66089"/>
    <w:rsid w:val="00D66131"/>
    <w:rsid w:val="00D671CE"/>
    <w:rsid w:val="00D671DE"/>
    <w:rsid w:val="00D67A04"/>
    <w:rsid w:val="00D67BCC"/>
    <w:rsid w:val="00D67F21"/>
    <w:rsid w:val="00D70632"/>
    <w:rsid w:val="00D7113B"/>
    <w:rsid w:val="00D7157A"/>
    <w:rsid w:val="00D71893"/>
    <w:rsid w:val="00D72498"/>
    <w:rsid w:val="00D728FC"/>
    <w:rsid w:val="00D73130"/>
    <w:rsid w:val="00D73846"/>
    <w:rsid w:val="00D739C0"/>
    <w:rsid w:val="00D7413F"/>
    <w:rsid w:val="00D743F4"/>
    <w:rsid w:val="00D7577D"/>
    <w:rsid w:val="00D758BF"/>
    <w:rsid w:val="00D75A93"/>
    <w:rsid w:val="00D75D92"/>
    <w:rsid w:val="00D764B0"/>
    <w:rsid w:val="00D7665E"/>
    <w:rsid w:val="00D769B9"/>
    <w:rsid w:val="00D76EB5"/>
    <w:rsid w:val="00D77086"/>
    <w:rsid w:val="00D77CAF"/>
    <w:rsid w:val="00D77D3C"/>
    <w:rsid w:val="00D77F60"/>
    <w:rsid w:val="00D8025C"/>
    <w:rsid w:val="00D8035A"/>
    <w:rsid w:val="00D80758"/>
    <w:rsid w:val="00D80AD1"/>
    <w:rsid w:val="00D81950"/>
    <w:rsid w:val="00D81C93"/>
    <w:rsid w:val="00D8211D"/>
    <w:rsid w:val="00D82580"/>
    <w:rsid w:val="00D825EB"/>
    <w:rsid w:val="00D82DF0"/>
    <w:rsid w:val="00D82E04"/>
    <w:rsid w:val="00D84F9A"/>
    <w:rsid w:val="00D85330"/>
    <w:rsid w:val="00D8595F"/>
    <w:rsid w:val="00D86F6D"/>
    <w:rsid w:val="00D90040"/>
    <w:rsid w:val="00D909EC"/>
    <w:rsid w:val="00D913BE"/>
    <w:rsid w:val="00D921A7"/>
    <w:rsid w:val="00D92422"/>
    <w:rsid w:val="00D928D7"/>
    <w:rsid w:val="00D92DD8"/>
    <w:rsid w:val="00D932DE"/>
    <w:rsid w:val="00D9441D"/>
    <w:rsid w:val="00D94D4E"/>
    <w:rsid w:val="00D951F6"/>
    <w:rsid w:val="00D9526F"/>
    <w:rsid w:val="00D95609"/>
    <w:rsid w:val="00D95B98"/>
    <w:rsid w:val="00D95F4F"/>
    <w:rsid w:val="00D961A5"/>
    <w:rsid w:val="00D96776"/>
    <w:rsid w:val="00D97372"/>
    <w:rsid w:val="00D97B74"/>
    <w:rsid w:val="00D97CEB"/>
    <w:rsid w:val="00DA064B"/>
    <w:rsid w:val="00DA1CF1"/>
    <w:rsid w:val="00DA2301"/>
    <w:rsid w:val="00DA31AB"/>
    <w:rsid w:val="00DA3A60"/>
    <w:rsid w:val="00DA43B7"/>
    <w:rsid w:val="00DA4BD9"/>
    <w:rsid w:val="00DA5543"/>
    <w:rsid w:val="00DA55ED"/>
    <w:rsid w:val="00DA59E9"/>
    <w:rsid w:val="00DA6A53"/>
    <w:rsid w:val="00DA6FE6"/>
    <w:rsid w:val="00DA75B0"/>
    <w:rsid w:val="00DB0986"/>
    <w:rsid w:val="00DB0BCE"/>
    <w:rsid w:val="00DB0F24"/>
    <w:rsid w:val="00DB14B7"/>
    <w:rsid w:val="00DB186F"/>
    <w:rsid w:val="00DB2538"/>
    <w:rsid w:val="00DB259E"/>
    <w:rsid w:val="00DB3AE4"/>
    <w:rsid w:val="00DB3EB5"/>
    <w:rsid w:val="00DB4B25"/>
    <w:rsid w:val="00DB4F15"/>
    <w:rsid w:val="00DB56B7"/>
    <w:rsid w:val="00DB5F61"/>
    <w:rsid w:val="00DB61B9"/>
    <w:rsid w:val="00DB6858"/>
    <w:rsid w:val="00DB7214"/>
    <w:rsid w:val="00DB7589"/>
    <w:rsid w:val="00DB7C36"/>
    <w:rsid w:val="00DC0435"/>
    <w:rsid w:val="00DC0944"/>
    <w:rsid w:val="00DC0BB1"/>
    <w:rsid w:val="00DC1661"/>
    <w:rsid w:val="00DC1823"/>
    <w:rsid w:val="00DC1A2A"/>
    <w:rsid w:val="00DC214B"/>
    <w:rsid w:val="00DC26EE"/>
    <w:rsid w:val="00DC28B8"/>
    <w:rsid w:val="00DC391F"/>
    <w:rsid w:val="00DC3DDB"/>
    <w:rsid w:val="00DC4852"/>
    <w:rsid w:val="00DC4B2A"/>
    <w:rsid w:val="00DC60FA"/>
    <w:rsid w:val="00DC6C5A"/>
    <w:rsid w:val="00DC728D"/>
    <w:rsid w:val="00DD010B"/>
    <w:rsid w:val="00DD0F32"/>
    <w:rsid w:val="00DD172B"/>
    <w:rsid w:val="00DD1B68"/>
    <w:rsid w:val="00DD1BA4"/>
    <w:rsid w:val="00DD2924"/>
    <w:rsid w:val="00DD2BA2"/>
    <w:rsid w:val="00DD2C0F"/>
    <w:rsid w:val="00DD2C18"/>
    <w:rsid w:val="00DD2DAF"/>
    <w:rsid w:val="00DD3C5D"/>
    <w:rsid w:val="00DD3E41"/>
    <w:rsid w:val="00DD3EB6"/>
    <w:rsid w:val="00DD423E"/>
    <w:rsid w:val="00DD472E"/>
    <w:rsid w:val="00DD4BA3"/>
    <w:rsid w:val="00DD4E3A"/>
    <w:rsid w:val="00DD5A40"/>
    <w:rsid w:val="00DD68C8"/>
    <w:rsid w:val="00DD695A"/>
    <w:rsid w:val="00DD6A89"/>
    <w:rsid w:val="00DD718D"/>
    <w:rsid w:val="00DD73D8"/>
    <w:rsid w:val="00DD76DF"/>
    <w:rsid w:val="00DD77DA"/>
    <w:rsid w:val="00DD7A40"/>
    <w:rsid w:val="00DD7A5A"/>
    <w:rsid w:val="00DE080A"/>
    <w:rsid w:val="00DE0EBE"/>
    <w:rsid w:val="00DE1032"/>
    <w:rsid w:val="00DE11A8"/>
    <w:rsid w:val="00DE1230"/>
    <w:rsid w:val="00DE126C"/>
    <w:rsid w:val="00DE17CB"/>
    <w:rsid w:val="00DE3AEE"/>
    <w:rsid w:val="00DE3D0B"/>
    <w:rsid w:val="00DE4103"/>
    <w:rsid w:val="00DE416C"/>
    <w:rsid w:val="00DE4DFD"/>
    <w:rsid w:val="00DE5E85"/>
    <w:rsid w:val="00DE61E4"/>
    <w:rsid w:val="00DE65B5"/>
    <w:rsid w:val="00DE672D"/>
    <w:rsid w:val="00DE6C39"/>
    <w:rsid w:val="00DF064F"/>
    <w:rsid w:val="00DF09C5"/>
    <w:rsid w:val="00DF1568"/>
    <w:rsid w:val="00DF1906"/>
    <w:rsid w:val="00DF2461"/>
    <w:rsid w:val="00DF37E6"/>
    <w:rsid w:val="00DF3B41"/>
    <w:rsid w:val="00DF3FD6"/>
    <w:rsid w:val="00DF4FCF"/>
    <w:rsid w:val="00DF50E2"/>
    <w:rsid w:val="00DF53B7"/>
    <w:rsid w:val="00DF672C"/>
    <w:rsid w:val="00DF67BE"/>
    <w:rsid w:val="00DF7029"/>
    <w:rsid w:val="00DF70F6"/>
    <w:rsid w:val="00DF7230"/>
    <w:rsid w:val="00DF7322"/>
    <w:rsid w:val="00DF7E38"/>
    <w:rsid w:val="00E003FF"/>
    <w:rsid w:val="00E014A7"/>
    <w:rsid w:val="00E01923"/>
    <w:rsid w:val="00E01E6E"/>
    <w:rsid w:val="00E029BE"/>
    <w:rsid w:val="00E02DC3"/>
    <w:rsid w:val="00E032DF"/>
    <w:rsid w:val="00E033EA"/>
    <w:rsid w:val="00E03475"/>
    <w:rsid w:val="00E03B2F"/>
    <w:rsid w:val="00E04001"/>
    <w:rsid w:val="00E04959"/>
    <w:rsid w:val="00E04C9A"/>
    <w:rsid w:val="00E04E6F"/>
    <w:rsid w:val="00E05270"/>
    <w:rsid w:val="00E05B4A"/>
    <w:rsid w:val="00E05F5C"/>
    <w:rsid w:val="00E05FD4"/>
    <w:rsid w:val="00E06A82"/>
    <w:rsid w:val="00E07286"/>
    <w:rsid w:val="00E07DB3"/>
    <w:rsid w:val="00E107D4"/>
    <w:rsid w:val="00E10C7F"/>
    <w:rsid w:val="00E10F74"/>
    <w:rsid w:val="00E11257"/>
    <w:rsid w:val="00E1164E"/>
    <w:rsid w:val="00E11F06"/>
    <w:rsid w:val="00E12719"/>
    <w:rsid w:val="00E128A3"/>
    <w:rsid w:val="00E135F5"/>
    <w:rsid w:val="00E14AE3"/>
    <w:rsid w:val="00E1505D"/>
    <w:rsid w:val="00E15AD0"/>
    <w:rsid w:val="00E16746"/>
    <w:rsid w:val="00E177AF"/>
    <w:rsid w:val="00E1798E"/>
    <w:rsid w:val="00E179D4"/>
    <w:rsid w:val="00E203FF"/>
    <w:rsid w:val="00E208F0"/>
    <w:rsid w:val="00E22224"/>
    <w:rsid w:val="00E222EF"/>
    <w:rsid w:val="00E227D9"/>
    <w:rsid w:val="00E22B61"/>
    <w:rsid w:val="00E22D5B"/>
    <w:rsid w:val="00E2317F"/>
    <w:rsid w:val="00E23F6C"/>
    <w:rsid w:val="00E25274"/>
    <w:rsid w:val="00E2596B"/>
    <w:rsid w:val="00E2654B"/>
    <w:rsid w:val="00E27267"/>
    <w:rsid w:val="00E31806"/>
    <w:rsid w:val="00E31C47"/>
    <w:rsid w:val="00E31D29"/>
    <w:rsid w:val="00E32D1B"/>
    <w:rsid w:val="00E32E04"/>
    <w:rsid w:val="00E32F13"/>
    <w:rsid w:val="00E330D4"/>
    <w:rsid w:val="00E33357"/>
    <w:rsid w:val="00E333D5"/>
    <w:rsid w:val="00E34731"/>
    <w:rsid w:val="00E34E53"/>
    <w:rsid w:val="00E34FAA"/>
    <w:rsid w:val="00E3673C"/>
    <w:rsid w:val="00E36918"/>
    <w:rsid w:val="00E40223"/>
    <w:rsid w:val="00E40493"/>
    <w:rsid w:val="00E40613"/>
    <w:rsid w:val="00E40C53"/>
    <w:rsid w:val="00E40DD5"/>
    <w:rsid w:val="00E41999"/>
    <w:rsid w:val="00E42038"/>
    <w:rsid w:val="00E438CF"/>
    <w:rsid w:val="00E445F0"/>
    <w:rsid w:val="00E455CB"/>
    <w:rsid w:val="00E45B01"/>
    <w:rsid w:val="00E45DD4"/>
    <w:rsid w:val="00E46ADA"/>
    <w:rsid w:val="00E47861"/>
    <w:rsid w:val="00E50201"/>
    <w:rsid w:val="00E504D3"/>
    <w:rsid w:val="00E507AC"/>
    <w:rsid w:val="00E50848"/>
    <w:rsid w:val="00E50F3B"/>
    <w:rsid w:val="00E513F0"/>
    <w:rsid w:val="00E51478"/>
    <w:rsid w:val="00E52DF2"/>
    <w:rsid w:val="00E53012"/>
    <w:rsid w:val="00E539FF"/>
    <w:rsid w:val="00E5424D"/>
    <w:rsid w:val="00E54807"/>
    <w:rsid w:val="00E5493F"/>
    <w:rsid w:val="00E549FB"/>
    <w:rsid w:val="00E54CF7"/>
    <w:rsid w:val="00E55344"/>
    <w:rsid w:val="00E55F3D"/>
    <w:rsid w:val="00E563D0"/>
    <w:rsid w:val="00E57112"/>
    <w:rsid w:val="00E5735E"/>
    <w:rsid w:val="00E60217"/>
    <w:rsid w:val="00E60792"/>
    <w:rsid w:val="00E61948"/>
    <w:rsid w:val="00E61F53"/>
    <w:rsid w:val="00E626B8"/>
    <w:rsid w:val="00E62DE2"/>
    <w:rsid w:val="00E63196"/>
    <w:rsid w:val="00E63B90"/>
    <w:rsid w:val="00E6417D"/>
    <w:rsid w:val="00E6418D"/>
    <w:rsid w:val="00E641B7"/>
    <w:rsid w:val="00E64D3F"/>
    <w:rsid w:val="00E65733"/>
    <w:rsid w:val="00E657DE"/>
    <w:rsid w:val="00E65BCD"/>
    <w:rsid w:val="00E660E1"/>
    <w:rsid w:val="00E660F7"/>
    <w:rsid w:val="00E66348"/>
    <w:rsid w:val="00E676D9"/>
    <w:rsid w:val="00E70008"/>
    <w:rsid w:val="00E705D4"/>
    <w:rsid w:val="00E7105C"/>
    <w:rsid w:val="00E71247"/>
    <w:rsid w:val="00E712CB"/>
    <w:rsid w:val="00E7200C"/>
    <w:rsid w:val="00E72156"/>
    <w:rsid w:val="00E72BE2"/>
    <w:rsid w:val="00E7304A"/>
    <w:rsid w:val="00E73642"/>
    <w:rsid w:val="00E74842"/>
    <w:rsid w:val="00E74CCC"/>
    <w:rsid w:val="00E750A2"/>
    <w:rsid w:val="00E764A2"/>
    <w:rsid w:val="00E767BA"/>
    <w:rsid w:val="00E81264"/>
    <w:rsid w:val="00E8129F"/>
    <w:rsid w:val="00E82685"/>
    <w:rsid w:val="00E82FFC"/>
    <w:rsid w:val="00E8321E"/>
    <w:rsid w:val="00E835BD"/>
    <w:rsid w:val="00E838DB"/>
    <w:rsid w:val="00E83E40"/>
    <w:rsid w:val="00E8409A"/>
    <w:rsid w:val="00E84427"/>
    <w:rsid w:val="00E85CC2"/>
    <w:rsid w:val="00E85CFF"/>
    <w:rsid w:val="00E863BE"/>
    <w:rsid w:val="00E874B7"/>
    <w:rsid w:val="00E879EF"/>
    <w:rsid w:val="00E87B4C"/>
    <w:rsid w:val="00E87F5C"/>
    <w:rsid w:val="00E904EF"/>
    <w:rsid w:val="00E90653"/>
    <w:rsid w:val="00E90741"/>
    <w:rsid w:val="00E9098A"/>
    <w:rsid w:val="00E90FFA"/>
    <w:rsid w:val="00E91C9F"/>
    <w:rsid w:val="00E924E6"/>
    <w:rsid w:val="00E93A13"/>
    <w:rsid w:val="00E93B22"/>
    <w:rsid w:val="00E95F34"/>
    <w:rsid w:val="00E966CD"/>
    <w:rsid w:val="00E96BD5"/>
    <w:rsid w:val="00E96E1A"/>
    <w:rsid w:val="00E975B2"/>
    <w:rsid w:val="00E9786B"/>
    <w:rsid w:val="00E97E73"/>
    <w:rsid w:val="00EA044B"/>
    <w:rsid w:val="00EA0AD8"/>
    <w:rsid w:val="00EA1649"/>
    <w:rsid w:val="00EA17E1"/>
    <w:rsid w:val="00EA18F8"/>
    <w:rsid w:val="00EA258D"/>
    <w:rsid w:val="00EA372D"/>
    <w:rsid w:val="00EA387C"/>
    <w:rsid w:val="00EA4CD3"/>
    <w:rsid w:val="00EA4CEF"/>
    <w:rsid w:val="00EA4CF1"/>
    <w:rsid w:val="00EA5481"/>
    <w:rsid w:val="00EA5747"/>
    <w:rsid w:val="00EA5A48"/>
    <w:rsid w:val="00EA5C82"/>
    <w:rsid w:val="00EA6381"/>
    <w:rsid w:val="00EA68FA"/>
    <w:rsid w:val="00EA713B"/>
    <w:rsid w:val="00EA78EC"/>
    <w:rsid w:val="00EA7E76"/>
    <w:rsid w:val="00EB03A9"/>
    <w:rsid w:val="00EB052B"/>
    <w:rsid w:val="00EB19C4"/>
    <w:rsid w:val="00EB2FD0"/>
    <w:rsid w:val="00EB3E8B"/>
    <w:rsid w:val="00EB3EEC"/>
    <w:rsid w:val="00EB47F7"/>
    <w:rsid w:val="00EB50D3"/>
    <w:rsid w:val="00EB5403"/>
    <w:rsid w:val="00EB5FFC"/>
    <w:rsid w:val="00EB6212"/>
    <w:rsid w:val="00EB6720"/>
    <w:rsid w:val="00EB6877"/>
    <w:rsid w:val="00EB69FD"/>
    <w:rsid w:val="00EB6BA1"/>
    <w:rsid w:val="00EB7123"/>
    <w:rsid w:val="00EB73DD"/>
    <w:rsid w:val="00EB7650"/>
    <w:rsid w:val="00EB7C5B"/>
    <w:rsid w:val="00EC03CE"/>
    <w:rsid w:val="00EC0FAA"/>
    <w:rsid w:val="00EC17C2"/>
    <w:rsid w:val="00EC1C88"/>
    <w:rsid w:val="00EC22B4"/>
    <w:rsid w:val="00EC2339"/>
    <w:rsid w:val="00EC2F3F"/>
    <w:rsid w:val="00EC430A"/>
    <w:rsid w:val="00EC49CE"/>
    <w:rsid w:val="00EC4DF0"/>
    <w:rsid w:val="00EC501E"/>
    <w:rsid w:val="00EC51CB"/>
    <w:rsid w:val="00EC65B9"/>
    <w:rsid w:val="00EC66E6"/>
    <w:rsid w:val="00EC6AA4"/>
    <w:rsid w:val="00EC6FD9"/>
    <w:rsid w:val="00EC700E"/>
    <w:rsid w:val="00EC70DE"/>
    <w:rsid w:val="00EC71E8"/>
    <w:rsid w:val="00EC7766"/>
    <w:rsid w:val="00EC7923"/>
    <w:rsid w:val="00ED01A7"/>
    <w:rsid w:val="00ED0FB0"/>
    <w:rsid w:val="00ED116B"/>
    <w:rsid w:val="00ED155D"/>
    <w:rsid w:val="00ED172E"/>
    <w:rsid w:val="00ED176B"/>
    <w:rsid w:val="00ED1B06"/>
    <w:rsid w:val="00ED3662"/>
    <w:rsid w:val="00ED3A4B"/>
    <w:rsid w:val="00ED3A87"/>
    <w:rsid w:val="00ED3D01"/>
    <w:rsid w:val="00ED3D43"/>
    <w:rsid w:val="00ED6C53"/>
    <w:rsid w:val="00ED7074"/>
    <w:rsid w:val="00EE159E"/>
    <w:rsid w:val="00EE1EEC"/>
    <w:rsid w:val="00EE20FC"/>
    <w:rsid w:val="00EE248D"/>
    <w:rsid w:val="00EE374E"/>
    <w:rsid w:val="00EE4022"/>
    <w:rsid w:val="00EE42A3"/>
    <w:rsid w:val="00EE48B9"/>
    <w:rsid w:val="00EE4F0B"/>
    <w:rsid w:val="00EE511C"/>
    <w:rsid w:val="00EE526F"/>
    <w:rsid w:val="00EE58A7"/>
    <w:rsid w:val="00EE6105"/>
    <w:rsid w:val="00EE61FE"/>
    <w:rsid w:val="00EE710B"/>
    <w:rsid w:val="00EE7BA1"/>
    <w:rsid w:val="00EE7D04"/>
    <w:rsid w:val="00EF0097"/>
    <w:rsid w:val="00EF0526"/>
    <w:rsid w:val="00EF1941"/>
    <w:rsid w:val="00EF1944"/>
    <w:rsid w:val="00EF1C05"/>
    <w:rsid w:val="00EF1EAA"/>
    <w:rsid w:val="00EF2853"/>
    <w:rsid w:val="00EF2B83"/>
    <w:rsid w:val="00EF3805"/>
    <w:rsid w:val="00EF3B48"/>
    <w:rsid w:val="00EF3B94"/>
    <w:rsid w:val="00EF4000"/>
    <w:rsid w:val="00EF4035"/>
    <w:rsid w:val="00EF4593"/>
    <w:rsid w:val="00EF5241"/>
    <w:rsid w:val="00EF52FE"/>
    <w:rsid w:val="00EF543F"/>
    <w:rsid w:val="00EF5FD9"/>
    <w:rsid w:val="00EF69AA"/>
    <w:rsid w:val="00EF69D2"/>
    <w:rsid w:val="00EF703E"/>
    <w:rsid w:val="00EF71E2"/>
    <w:rsid w:val="00EF7CD0"/>
    <w:rsid w:val="00F00193"/>
    <w:rsid w:val="00F00471"/>
    <w:rsid w:val="00F00B4F"/>
    <w:rsid w:val="00F00C09"/>
    <w:rsid w:val="00F00CDB"/>
    <w:rsid w:val="00F00CE9"/>
    <w:rsid w:val="00F00F99"/>
    <w:rsid w:val="00F01E50"/>
    <w:rsid w:val="00F02202"/>
    <w:rsid w:val="00F02352"/>
    <w:rsid w:val="00F02599"/>
    <w:rsid w:val="00F02A15"/>
    <w:rsid w:val="00F02B42"/>
    <w:rsid w:val="00F03A4F"/>
    <w:rsid w:val="00F03B54"/>
    <w:rsid w:val="00F046EF"/>
    <w:rsid w:val="00F04C1D"/>
    <w:rsid w:val="00F04E48"/>
    <w:rsid w:val="00F052D5"/>
    <w:rsid w:val="00F05579"/>
    <w:rsid w:val="00F05DB8"/>
    <w:rsid w:val="00F06800"/>
    <w:rsid w:val="00F06C8A"/>
    <w:rsid w:val="00F070F0"/>
    <w:rsid w:val="00F07665"/>
    <w:rsid w:val="00F079F2"/>
    <w:rsid w:val="00F1065E"/>
    <w:rsid w:val="00F1079E"/>
    <w:rsid w:val="00F11172"/>
    <w:rsid w:val="00F1181A"/>
    <w:rsid w:val="00F11D62"/>
    <w:rsid w:val="00F12418"/>
    <w:rsid w:val="00F1251C"/>
    <w:rsid w:val="00F125D3"/>
    <w:rsid w:val="00F137F9"/>
    <w:rsid w:val="00F13FFE"/>
    <w:rsid w:val="00F14D05"/>
    <w:rsid w:val="00F163F3"/>
    <w:rsid w:val="00F168C2"/>
    <w:rsid w:val="00F16AC5"/>
    <w:rsid w:val="00F17B3B"/>
    <w:rsid w:val="00F202D9"/>
    <w:rsid w:val="00F21184"/>
    <w:rsid w:val="00F21381"/>
    <w:rsid w:val="00F21CAD"/>
    <w:rsid w:val="00F229F3"/>
    <w:rsid w:val="00F255CD"/>
    <w:rsid w:val="00F263F6"/>
    <w:rsid w:val="00F26EDB"/>
    <w:rsid w:val="00F274CC"/>
    <w:rsid w:val="00F2775A"/>
    <w:rsid w:val="00F27C73"/>
    <w:rsid w:val="00F30581"/>
    <w:rsid w:val="00F305D0"/>
    <w:rsid w:val="00F30DD6"/>
    <w:rsid w:val="00F3103A"/>
    <w:rsid w:val="00F310AC"/>
    <w:rsid w:val="00F313D1"/>
    <w:rsid w:val="00F31B0B"/>
    <w:rsid w:val="00F320B5"/>
    <w:rsid w:val="00F329DF"/>
    <w:rsid w:val="00F32DDC"/>
    <w:rsid w:val="00F339B2"/>
    <w:rsid w:val="00F33E67"/>
    <w:rsid w:val="00F34A5B"/>
    <w:rsid w:val="00F35C9D"/>
    <w:rsid w:val="00F36441"/>
    <w:rsid w:val="00F36571"/>
    <w:rsid w:val="00F3699A"/>
    <w:rsid w:val="00F370BB"/>
    <w:rsid w:val="00F37314"/>
    <w:rsid w:val="00F3731C"/>
    <w:rsid w:val="00F37853"/>
    <w:rsid w:val="00F379EF"/>
    <w:rsid w:val="00F37CA8"/>
    <w:rsid w:val="00F40695"/>
    <w:rsid w:val="00F4113C"/>
    <w:rsid w:val="00F41FA6"/>
    <w:rsid w:val="00F42BD1"/>
    <w:rsid w:val="00F42C36"/>
    <w:rsid w:val="00F42D14"/>
    <w:rsid w:val="00F43281"/>
    <w:rsid w:val="00F433CA"/>
    <w:rsid w:val="00F43908"/>
    <w:rsid w:val="00F44985"/>
    <w:rsid w:val="00F44E94"/>
    <w:rsid w:val="00F44FB7"/>
    <w:rsid w:val="00F4508C"/>
    <w:rsid w:val="00F454B8"/>
    <w:rsid w:val="00F468A4"/>
    <w:rsid w:val="00F4728E"/>
    <w:rsid w:val="00F511CA"/>
    <w:rsid w:val="00F513AC"/>
    <w:rsid w:val="00F514CF"/>
    <w:rsid w:val="00F51592"/>
    <w:rsid w:val="00F516F5"/>
    <w:rsid w:val="00F5175B"/>
    <w:rsid w:val="00F518A6"/>
    <w:rsid w:val="00F529CC"/>
    <w:rsid w:val="00F53604"/>
    <w:rsid w:val="00F5480A"/>
    <w:rsid w:val="00F553D0"/>
    <w:rsid w:val="00F55867"/>
    <w:rsid w:val="00F55E8A"/>
    <w:rsid w:val="00F563E6"/>
    <w:rsid w:val="00F566DF"/>
    <w:rsid w:val="00F56C55"/>
    <w:rsid w:val="00F57264"/>
    <w:rsid w:val="00F57777"/>
    <w:rsid w:val="00F608D8"/>
    <w:rsid w:val="00F60E6D"/>
    <w:rsid w:val="00F60F12"/>
    <w:rsid w:val="00F61113"/>
    <w:rsid w:val="00F61155"/>
    <w:rsid w:val="00F62B3E"/>
    <w:rsid w:val="00F641C7"/>
    <w:rsid w:val="00F64985"/>
    <w:rsid w:val="00F64D32"/>
    <w:rsid w:val="00F64EEF"/>
    <w:rsid w:val="00F65D82"/>
    <w:rsid w:val="00F663E8"/>
    <w:rsid w:val="00F6641C"/>
    <w:rsid w:val="00F66607"/>
    <w:rsid w:val="00F703B3"/>
    <w:rsid w:val="00F70A97"/>
    <w:rsid w:val="00F70E92"/>
    <w:rsid w:val="00F71091"/>
    <w:rsid w:val="00F72566"/>
    <w:rsid w:val="00F72ACE"/>
    <w:rsid w:val="00F72C18"/>
    <w:rsid w:val="00F73060"/>
    <w:rsid w:val="00F736A9"/>
    <w:rsid w:val="00F73C3F"/>
    <w:rsid w:val="00F74580"/>
    <w:rsid w:val="00F7498D"/>
    <w:rsid w:val="00F757FB"/>
    <w:rsid w:val="00F7593A"/>
    <w:rsid w:val="00F75C41"/>
    <w:rsid w:val="00F765FA"/>
    <w:rsid w:val="00F7785D"/>
    <w:rsid w:val="00F778A2"/>
    <w:rsid w:val="00F77E34"/>
    <w:rsid w:val="00F8067C"/>
    <w:rsid w:val="00F80BC0"/>
    <w:rsid w:val="00F810C6"/>
    <w:rsid w:val="00F81C72"/>
    <w:rsid w:val="00F8300F"/>
    <w:rsid w:val="00F834D5"/>
    <w:rsid w:val="00F83691"/>
    <w:rsid w:val="00F83B7D"/>
    <w:rsid w:val="00F83FB4"/>
    <w:rsid w:val="00F842FD"/>
    <w:rsid w:val="00F84D9E"/>
    <w:rsid w:val="00F85B94"/>
    <w:rsid w:val="00F86797"/>
    <w:rsid w:val="00F87004"/>
    <w:rsid w:val="00F87180"/>
    <w:rsid w:val="00F87A0D"/>
    <w:rsid w:val="00F87D13"/>
    <w:rsid w:val="00F90479"/>
    <w:rsid w:val="00F90576"/>
    <w:rsid w:val="00F90859"/>
    <w:rsid w:val="00F90A2F"/>
    <w:rsid w:val="00F90ACB"/>
    <w:rsid w:val="00F913D5"/>
    <w:rsid w:val="00F92423"/>
    <w:rsid w:val="00F92BD0"/>
    <w:rsid w:val="00F93194"/>
    <w:rsid w:val="00F931C6"/>
    <w:rsid w:val="00F9339D"/>
    <w:rsid w:val="00F93C82"/>
    <w:rsid w:val="00F94C84"/>
    <w:rsid w:val="00F95741"/>
    <w:rsid w:val="00F959C0"/>
    <w:rsid w:val="00F96023"/>
    <w:rsid w:val="00F9620A"/>
    <w:rsid w:val="00F96FB8"/>
    <w:rsid w:val="00F971D7"/>
    <w:rsid w:val="00F97657"/>
    <w:rsid w:val="00F976AE"/>
    <w:rsid w:val="00F977EE"/>
    <w:rsid w:val="00F9786C"/>
    <w:rsid w:val="00FA0FBB"/>
    <w:rsid w:val="00FA1F93"/>
    <w:rsid w:val="00FA2303"/>
    <w:rsid w:val="00FA2552"/>
    <w:rsid w:val="00FA2B0C"/>
    <w:rsid w:val="00FA2B29"/>
    <w:rsid w:val="00FA2F09"/>
    <w:rsid w:val="00FA3C54"/>
    <w:rsid w:val="00FA3E41"/>
    <w:rsid w:val="00FA3EA4"/>
    <w:rsid w:val="00FA4316"/>
    <w:rsid w:val="00FA4B67"/>
    <w:rsid w:val="00FA4D58"/>
    <w:rsid w:val="00FA504B"/>
    <w:rsid w:val="00FA51C8"/>
    <w:rsid w:val="00FA5704"/>
    <w:rsid w:val="00FA5838"/>
    <w:rsid w:val="00FA5D3A"/>
    <w:rsid w:val="00FA5D6D"/>
    <w:rsid w:val="00FA5F6B"/>
    <w:rsid w:val="00FA6285"/>
    <w:rsid w:val="00FA686E"/>
    <w:rsid w:val="00FA7590"/>
    <w:rsid w:val="00FA78DE"/>
    <w:rsid w:val="00FA7CF3"/>
    <w:rsid w:val="00FB0862"/>
    <w:rsid w:val="00FB0E7E"/>
    <w:rsid w:val="00FB135C"/>
    <w:rsid w:val="00FB22E2"/>
    <w:rsid w:val="00FB3837"/>
    <w:rsid w:val="00FB3A36"/>
    <w:rsid w:val="00FB3F16"/>
    <w:rsid w:val="00FB3F33"/>
    <w:rsid w:val="00FB4096"/>
    <w:rsid w:val="00FB4751"/>
    <w:rsid w:val="00FB4D29"/>
    <w:rsid w:val="00FB4EBE"/>
    <w:rsid w:val="00FB565F"/>
    <w:rsid w:val="00FB5F0A"/>
    <w:rsid w:val="00FB6035"/>
    <w:rsid w:val="00FB6DED"/>
    <w:rsid w:val="00FC0372"/>
    <w:rsid w:val="00FC072C"/>
    <w:rsid w:val="00FC08B7"/>
    <w:rsid w:val="00FC124C"/>
    <w:rsid w:val="00FC147C"/>
    <w:rsid w:val="00FC2001"/>
    <w:rsid w:val="00FC2080"/>
    <w:rsid w:val="00FC2340"/>
    <w:rsid w:val="00FC254B"/>
    <w:rsid w:val="00FC2636"/>
    <w:rsid w:val="00FC2A98"/>
    <w:rsid w:val="00FC49EA"/>
    <w:rsid w:val="00FC56F6"/>
    <w:rsid w:val="00FC5E7C"/>
    <w:rsid w:val="00FC6856"/>
    <w:rsid w:val="00FC6E22"/>
    <w:rsid w:val="00FC7D81"/>
    <w:rsid w:val="00FD0449"/>
    <w:rsid w:val="00FD1AE9"/>
    <w:rsid w:val="00FD1CCE"/>
    <w:rsid w:val="00FD1EF0"/>
    <w:rsid w:val="00FD365E"/>
    <w:rsid w:val="00FD3B2C"/>
    <w:rsid w:val="00FD3D64"/>
    <w:rsid w:val="00FD3E3F"/>
    <w:rsid w:val="00FD434A"/>
    <w:rsid w:val="00FD5030"/>
    <w:rsid w:val="00FD57E6"/>
    <w:rsid w:val="00FD5A21"/>
    <w:rsid w:val="00FD6CB8"/>
    <w:rsid w:val="00FD73C3"/>
    <w:rsid w:val="00FD7465"/>
    <w:rsid w:val="00FD7CC0"/>
    <w:rsid w:val="00FE0233"/>
    <w:rsid w:val="00FE05DC"/>
    <w:rsid w:val="00FE1645"/>
    <w:rsid w:val="00FE1D40"/>
    <w:rsid w:val="00FE2DBD"/>
    <w:rsid w:val="00FE3454"/>
    <w:rsid w:val="00FE4D8E"/>
    <w:rsid w:val="00FE4DBC"/>
    <w:rsid w:val="00FE55E1"/>
    <w:rsid w:val="00FE5A60"/>
    <w:rsid w:val="00FE5E44"/>
    <w:rsid w:val="00FE6102"/>
    <w:rsid w:val="00FE62DE"/>
    <w:rsid w:val="00FE6C38"/>
    <w:rsid w:val="00FE6E4F"/>
    <w:rsid w:val="00FE719B"/>
    <w:rsid w:val="00FE7320"/>
    <w:rsid w:val="00FE7B54"/>
    <w:rsid w:val="00FF07C2"/>
    <w:rsid w:val="00FF08EB"/>
    <w:rsid w:val="00FF30F3"/>
    <w:rsid w:val="00FF3903"/>
    <w:rsid w:val="00FF3D64"/>
    <w:rsid w:val="00FF3EA8"/>
    <w:rsid w:val="00FF42C2"/>
    <w:rsid w:val="00FF43C2"/>
    <w:rsid w:val="00FF53F8"/>
    <w:rsid w:val="00FF54CF"/>
    <w:rsid w:val="00FF5896"/>
    <w:rsid w:val="00FF60E6"/>
    <w:rsid w:val="00FF72D9"/>
    <w:rsid w:val="00FF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33B"/>
    <w:pPr>
      <w:ind w:left="720"/>
      <w:contextualSpacing/>
    </w:pPr>
  </w:style>
  <w:style w:type="paragraph" w:styleId="a4">
    <w:name w:val="Body Text Indent"/>
    <w:basedOn w:val="a"/>
    <w:link w:val="a5"/>
    <w:rsid w:val="002A233B"/>
    <w:pPr>
      <w:spacing w:after="0" w:line="240" w:lineRule="auto"/>
      <w:ind w:left="720" w:hanging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A23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2A233B"/>
    <w:pPr>
      <w:spacing w:after="0" w:line="240" w:lineRule="auto"/>
      <w:ind w:firstLine="709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A233B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6">
    <w:name w:val="Table Grid"/>
    <w:basedOn w:val="a1"/>
    <w:uiPriority w:val="59"/>
    <w:rsid w:val="002A23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A2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A2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A233B"/>
    <w:rPr>
      <w:rFonts w:ascii="Calibri" w:eastAsia="Calibri" w:hAnsi="Calibri" w:cs="Times New Roman"/>
    </w:rPr>
  </w:style>
  <w:style w:type="paragraph" w:styleId="a9">
    <w:name w:val="footer"/>
    <w:basedOn w:val="a"/>
    <w:link w:val="aa"/>
    <w:unhideWhenUsed/>
    <w:rsid w:val="002A2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A233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80</Pages>
  <Words>29484</Words>
  <Characters>168063</Characters>
  <Application>Microsoft Office Word</Application>
  <DocSecurity>0</DocSecurity>
  <Lines>1400</Lines>
  <Paragraphs>394</Paragraphs>
  <ScaleCrop>false</ScaleCrop>
  <Company/>
  <LinksUpToDate>false</LinksUpToDate>
  <CharactersWithSpaces>197153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Алтунина Н.А.</dc:creator>
  <cp:keywords/>
  <dc:description/>
  <cp:lastModifiedBy>Алтунина Н.А.</cp:lastModifiedBy>
  <cp:revision>2</cp:revision>
  <dcterms:created xsi:type="dcterms:W3CDTF">2012-08-24T06:53:00Z</dcterms:created>
  <dcterms:modified xsi:type="dcterms:W3CDTF">2012-08-24T06:57:00Z</dcterms:modified>
</cp:coreProperties>
</file>