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№81-16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7-046к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3F193F" w:rsidRDefault="003F193F" w:rsidP="003F193F">
      <w:pPr>
        <w:pStyle w:val="a3"/>
        <w:spacing w:line="48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ТП -№8 «Новодугино» 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ВЛ-10 кВ № 100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Новодугино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F193F" w:rsidRPr="00780201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>
        <w:rPr>
          <w:rFonts w:ascii="Times New Roman" w:hAnsi="Times New Roman" w:cs="Times New Roman"/>
          <w:sz w:val="24"/>
          <w:szCs w:val="24"/>
        </w:rPr>
        <w:t xml:space="preserve"> ВЛ-0,4 кВ  ТП-№8 «Новодугино»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0A6877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Новодугино»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27" w:type="pct"/>
        <w:jc w:val="center"/>
        <w:tblLook w:val="04A0"/>
      </w:tblPr>
      <w:tblGrid>
        <w:gridCol w:w="1443"/>
        <w:gridCol w:w="1821"/>
        <w:gridCol w:w="1534"/>
        <w:gridCol w:w="1356"/>
        <w:gridCol w:w="1388"/>
        <w:gridCol w:w="1889"/>
      </w:tblGrid>
      <w:tr w:rsidR="003F193F" w:rsidRPr="007762E6" w:rsidTr="00C12941">
        <w:trPr>
          <w:jc w:val="center"/>
        </w:trPr>
        <w:tc>
          <w:tcPr>
            <w:tcW w:w="722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54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9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59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14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944207" w:rsidTr="00C12941">
        <w:trPr>
          <w:jc w:val="center"/>
        </w:trPr>
        <w:tc>
          <w:tcPr>
            <w:tcW w:w="722" w:type="pct"/>
          </w:tcPr>
          <w:p w:rsidR="003F193F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54" w:type="pct"/>
          </w:tcPr>
          <w:p w:rsidR="003F193F" w:rsidRPr="00944207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Новодугинский</w:t>
            </w:r>
            <w:proofErr w:type="spellEnd"/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5" w:type="pct"/>
          </w:tcPr>
          <w:p w:rsidR="003F193F" w:rsidRPr="00136128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Новодугино</w:t>
            </w:r>
          </w:p>
        </w:tc>
        <w:tc>
          <w:tcPr>
            <w:tcW w:w="598" w:type="pct"/>
          </w:tcPr>
          <w:p w:rsidR="003F193F" w:rsidRPr="00444E00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E00">
              <w:rPr>
                <w:rFonts w:ascii="Times New Roman" w:hAnsi="Times New Roman" w:cs="Times New Roman"/>
                <w:sz w:val="24"/>
                <w:szCs w:val="24"/>
              </w:rPr>
              <w:t>366659319 </w:t>
            </w:r>
          </w:p>
        </w:tc>
        <w:tc>
          <w:tcPr>
            <w:tcW w:w="817" w:type="pct"/>
          </w:tcPr>
          <w:p w:rsidR="003F193F" w:rsidRPr="00444E00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E00">
              <w:rPr>
                <w:rFonts w:ascii="Times New Roman" w:hAnsi="Times New Roman" w:cs="Times New Roman"/>
                <w:sz w:val="24"/>
                <w:szCs w:val="24"/>
              </w:rPr>
              <w:t>12005213 </w:t>
            </w:r>
          </w:p>
        </w:tc>
        <w:tc>
          <w:tcPr>
            <w:tcW w:w="1014" w:type="pct"/>
          </w:tcPr>
          <w:p w:rsidR="003F193F" w:rsidRPr="00944207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0,4 КВ ОТ Л 100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ПС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НОВОДУГИНО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3F193F" w:rsidRPr="00EF4E1A" w:rsidTr="00C12941"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RPr="00EF4E1A" w:rsidTr="00C12941"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F193F" w:rsidRPr="00D9450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9450B">
              <w:rPr>
                <w:sz w:val="24"/>
                <w:szCs w:val="24"/>
              </w:rPr>
              <w:t>40508063</w:t>
            </w:r>
          </w:p>
        </w:tc>
        <w:tc>
          <w:tcPr>
            <w:tcW w:w="731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28" w:type="pct"/>
            <w:vAlign w:val="center"/>
          </w:tcPr>
          <w:p w:rsidR="003F193F" w:rsidRPr="005C36B9" w:rsidRDefault="003F193F" w:rsidP="00C129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Баранкова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Лариса Александровна</w:t>
            </w:r>
          </w:p>
        </w:tc>
        <w:tc>
          <w:tcPr>
            <w:tcW w:w="814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Pr="0076497B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5E38D8">
        <w:rPr>
          <w:sz w:val="24"/>
          <w:szCs w:val="24"/>
        </w:rPr>
        <w:t xml:space="preserve">Предусмотреть обеспечение </w:t>
      </w:r>
      <w:proofErr w:type="spellStart"/>
      <w:r w:rsidRPr="005E38D8">
        <w:rPr>
          <w:sz w:val="24"/>
          <w:szCs w:val="24"/>
        </w:rPr>
        <w:t>по</w:t>
      </w:r>
      <w:r>
        <w:rPr>
          <w:sz w:val="24"/>
          <w:szCs w:val="24"/>
        </w:rPr>
        <w:t>лнофазного</w:t>
      </w:r>
      <w:proofErr w:type="spellEnd"/>
      <w:r>
        <w:rPr>
          <w:sz w:val="24"/>
          <w:szCs w:val="24"/>
        </w:rPr>
        <w:t xml:space="preserve"> режима на ВЛ-0,4 кВ</w:t>
      </w:r>
      <w:r w:rsidRPr="005E38D8">
        <w:rPr>
          <w:sz w:val="24"/>
          <w:szCs w:val="24"/>
        </w:rPr>
        <w:t xml:space="preserve">, </w:t>
      </w:r>
      <w:proofErr w:type="gramStart"/>
      <w:r w:rsidRPr="005E38D8">
        <w:rPr>
          <w:sz w:val="24"/>
          <w:szCs w:val="24"/>
        </w:rPr>
        <w:t>запитанной</w:t>
      </w:r>
      <w:proofErr w:type="gramEnd"/>
      <w:r w:rsidRPr="005E38D8">
        <w:rPr>
          <w:sz w:val="24"/>
          <w:szCs w:val="24"/>
        </w:rPr>
        <w:t xml:space="preserve"> от ТП </w:t>
      </w:r>
      <w:r>
        <w:rPr>
          <w:sz w:val="24"/>
          <w:szCs w:val="24"/>
        </w:rPr>
        <w:t xml:space="preserve">№8 «Новодугино» </w:t>
      </w:r>
      <w:r w:rsidRPr="005E38D8">
        <w:rPr>
          <w:sz w:val="24"/>
          <w:szCs w:val="24"/>
        </w:rPr>
        <w:t xml:space="preserve"> ВЛ-10 кВ № 100</w:t>
      </w:r>
      <w:r>
        <w:rPr>
          <w:sz w:val="24"/>
          <w:szCs w:val="24"/>
        </w:rPr>
        <w:t>3</w:t>
      </w:r>
      <w:r w:rsidRPr="005E38D8">
        <w:rPr>
          <w:sz w:val="24"/>
          <w:szCs w:val="24"/>
        </w:rPr>
        <w:t xml:space="preserve"> ПС "</w:t>
      </w:r>
      <w:r>
        <w:rPr>
          <w:sz w:val="24"/>
          <w:szCs w:val="24"/>
        </w:rPr>
        <w:t>Новодугино</w:t>
      </w:r>
      <w:r w:rsidRPr="005E38D8">
        <w:rPr>
          <w:sz w:val="24"/>
          <w:szCs w:val="24"/>
        </w:rPr>
        <w:t xml:space="preserve">" </w:t>
      </w:r>
      <w:r>
        <w:rPr>
          <w:sz w:val="24"/>
          <w:szCs w:val="24"/>
        </w:rPr>
        <w:t>110/35/10 кВ, в пролетах опор №20-21 (0,04км)</w:t>
      </w:r>
      <w:r w:rsidRPr="005E38D8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 </w:t>
      </w:r>
      <w:r>
        <w:rPr>
          <w:sz w:val="24"/>
          <w:szCs w:val="24"/>
        </w:rPr>
        <w:t xml:space="preserve">ТП –№8 «Новодугино» </w:t>
      </w:r>
      <w:r w:rsidRPr="007762E6">
        <w:rPr>
          <w:sz w:val="24"/>
          <w:szCs w:val="24"/>
        </w:rPr>
        <w:t>на пропуск нагрузки по ней.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– №8 «Новодугино»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proofErr w:type="gramStart"/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lastRenderedPageBreak/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63069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AB093C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с момента заключения договора по </w:t>
      </w:r>
      <w:r>
        <w:rPr>
          <w:b/>
          <w:sz w:val="24"/>
          <w:szCs w:val="24"/>
        </w:rPr>
        <w:t xml:space="preserve">июнь </w:t>
      </w:r>
      <w:r w:rsidRPr="007762E6">
        <w:rPr>
          <w:b/>
          <w:sz w:val="24"/>
          <w:szCs w:val="24"/>
        </w:rPr>
        <w:t>2012г.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144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№1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>№12 «Гагарин»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Светотехника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№1 </w:t>
      </w:r>
      <w:r w:rsidRPr="00BA473D">
        <w:rPr>
          <w:rFonts w:ascii="Times New Roman" w:hAnsi="Times New Roman" w:cs="Times New Roman"/>
          <w:sz w:val="24"/>
          <w:szCs w:val="24"/>
        </w:rPr>
        <w:t>ТП</w:t>
      </w:r>
      <w:r>
        <w:rPr>
          <w:rFonts w:ascii="Times New Roman" w:hAnsi="Times New Roman" w:cs="Times New Roman"/>
          <w:sz w:val="24"/>
          <w:szCs w:val="24"/>
        </w:rPr>
        <w:t xml:space="preserve"> №12</w:t>
      </w:r>
      <w:r w:rsidRPr="00BA47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«Гагарин» 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BA473D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Светотехника»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Гагарин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Гагарин пер.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Каплунова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ВЛ-0,4КВ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Светотехника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36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B75ED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B75EDC">
              <w:rPr>
                <w:sz w:val="20"/>
              </w:rPr>
              <w:t>40432748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Замалиева</w:t>
            </w:r>
            <w:proofErr w:type="spellEnd"/>
            <w:r>
              <w:rPr>
                <w:sz w:val="22"/>
                <w:szCs w:val="22"/>
              </w:rPr>
              <w:t xml:space="preserve"> Венера </w:t>
            </w:r>
            <w:proofErr w:type="spellStart"/>
            <w:r>
              <w:rPr>
                <w:sz w:val="22"/>
                <w:szCs w:val="22"/>
              </w:rPr>
              <w:t>Абдуллаевна</w:t>
            </w:r>
            <w:proofErr w:type="spellEnd"/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42C5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Гагарин</w:t>
            </w:r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>Предусмотреть строительство участка ВЛ-0,4 кВ с изолированным самонесущим проводом от</w:t>
      </w:r>
      <w:r>
        <w:rPr>
          <w:sz w:val="24"/>
          <w:szCs w:val="24"/>
        </w:rPr>
        <w:t xml:space="preserve"> опоры №8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 №1</w:t>
      </w:r>
      <w:r w:rsidRPr="004D4A7A">
        <w:rPr>
          <w:sz w:val="24"/>
          <w:szCs w:val="24"/>
        </w:rPr>
        <w:t xml:space="preserve"> ТП </w:t>
      </w:r>
      <w:r>
        <w:rPr>
          <w:sz w:val="24"/>
          <w:szCs w:val="24"/>
        </w:rPr>
        <w:t xml:space="preserve">№12 «Гагарин» 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 xml:space="preserve">16 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Светотехника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0,1 к</w:t>
      </w:r>
      <w:r w:rsidRPr="007762E6">
        <w:rPr>
          <w:sz w:val="24"/>
          <w:szCs w:val="24"/>
        </w:rPr>
        <w:t>м).</w:t>
      </w:r>
    </w:p>
    <w:p w:rsidR="003F193F" w:rsidRPr="00B75EDC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75EDC">
        <w:rPr>
          <w:sz w:val="24"/>
          <w:szCs w:val="24"/>
        </w:rPr>
        <w:t xml:space="preserve">Предусмотреть замену </w:t>
      </w:r>
      <w:r>
        <w:rPr>
          <w:sz w:val="24"/>
          <w:szCs w:val="24"/>
        </w:rPr>
        <w:t xml:space="preserve">существующих опор  и </w:t>
      </w:r>
      <w:r w:rsidRPr="00B75EDC">
        <w:rPr>
          <w:sz w:val="24"/>
          <w:szCs w:val="24"/>
        </w:rPr>
        <w:t xml:space="preserve">существующего провода на неизолированный алюминиевый провод большего сечения в пролетах существующих опор №5-№10 </w:t>
      </w:r>
      <w:proofErr w:type="gramStart"/>
      <w:r w:rsidRPr="00B75EDC">
        <w:rPr>
          <w:sz w:val="24"/>
          <w:szCs w:val="24"/>
        </w:rPr>
        <w:t>ВЛ</w:t>
      </w:r>
      <w:proofErr w:type="gramEnd"/>
      <w:r w:rsidRPr="00B75EDC">
        <w:rPr>
          <w:sz w:val="24"/>
          <w:szCs w:val="24"/>
        </w:rPr>
        <w:t xml:space="preserve"> 0,4кВ №1.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75EDC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B75EDC">
        <w:rPr>
          <w:sz w:val="24"/>
          <w:szCs w:val="24"/>
        </w:rPr>
        <w:t>Р</w:t>
      </w:r>
      <w:proofErr w:type="gramEnd"/>
      <w:r w:rsidRPr="00B75EDC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№12 «Гагарин»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146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Аржаники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Карманово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№2 </w:t>
      </w:r>
      <w:r w:rsidRPr="00BA473D">
        <w:rPr>
          <w:rFonts w:ascii="Times New Roman" w:hAnsi="Times New Roman" w:cs="Times New Roman"/>
          <w:sz w:val="24"/>
          <w:szCs w:val="24"/>
        </w:rPr>
        <w:t xml:space="preserve">ТП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Аржаники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35/10 кВ «</w:t>
      </w:r>
      <w:r>
        <w:rPr>
          <w:rFonts w:ascii="Times New Roman" w:hAnsi="Times New Roman" w:cs="Times New Roman"/>
          <w:sz w:val="24"/>
          <w:szCs w:val="24"/>
        </w:rPr>
        <w:t>Карманово»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Гагарин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Аржаники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67C">
              <w:rPr>
                <w:rFonts w:ascii="Times New Roman" w:hAnsi="Times New Roman" w:cs="Times New Roman"/>
                <w:sz w:val="24"/>
                <w:szCs w:val="24"/>
              </w:rPr>
              <w:t>360939120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67C">
              <w:rPr>
                <w:rFonts w:ascii="Times New Roman" w:hAnsi="Times New Roman" w:cs="Times New Roman"/>
                <w:sz w:val="24"/>
                <w:szCs w:val="24"/>
              </w:rPr>
              <w:t>12005753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ВЛ-0,4КВ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Карманово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36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A0567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A0567C">
              <w:rPr>
                <w:sz w:val="20"/>
              </w:rPr>
              <w:t>40437740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07.10.2011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Ксенофонтов Илья Сергеевич</w:t>
            </w:r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Аржаники</w:t>
            </w:r>
            <w:proofErr w:type="spellEnd"/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№2/1/2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 №2 </w:t>
      </w:r>
      <w:r w:rsidRPr="004D4A7A">
        <w:rPr>
          <w:sz w:val="24"/>
          <w:szCs w:val="24"/>
        </w:rPr>
        <w:t xml:space="preserve">ТП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Аржаники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11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Кармано</w:t>
      </w:r>
      <w:r w:rsidRPr="004D4A7A">
        <w:rPr>
          <w:sz w:val="24"/>
          <w:szCs w:val="24"/>
        </w:rPr>
        <w:t xml:space="preserve">во»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0,05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>ТП «</w:t>
      </w:r>
      <w:proofErr w:type="spellStart"/>
      <w:r>
        <w:rPr>
          <w:sz w:val="24"/>
          <w:szCs w:val="24"/>
        </w:rPr>
        <w:t>Аржаники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148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1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Богородицкое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Хмелита</w:t>
      </w:r>
      <w:proofErr w:type="spellEnd"/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№2 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1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35/10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Хмелита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Вяземский</w:t>
            </w:r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Богородицкое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B3C">
              <w:rPr>
                <w:rFonts w:ascii="Times New Roman" w:hAnsi="Times New Roman" w:cs="Times New Roman"/>
                <w:sz w:val="24"/>
                <w:szCs w:val="24"/>
              </w:rPr>
              <w:t>360494419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B3C">
              <w:rPr>
                <w:rFonts w:ascii="Times New Roman" w:hAnsi="Times New Roman" w:cs="Times New Roman"/>
                <w:sz w:val="24"/>
                <w:szCs w:val="24"/>
              </w:rPr>
              <w:t>12004484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ВЛ-0,4КВ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Хмелита</w:t>
            </w:r>
            <w:proofErr w:type="spellEnd"/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36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F63B3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63B3C">
              <w:rPr>
                <w:sz w:val="20"/>
              </w:rPr>
              <w:t>40393665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08.08.2011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Пальчиков Юрий Васильевич</w:t>
            </w:r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42C5A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Богородицкое</w:t>
            </w:r>
            <w:proofErr w:type="spellEnd"/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№20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 №2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1 «</w:t>
      </w:r>
      <w:proofErr w:type="spellStart"/>
      <w:r>
        <w:rPr>
          <w:sz w:val="24"/>
          <w:szCs w:val="24"/>
        </w:rPr>
        <w:t>Богородицкое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14</w:t>
      </w:r>
      <w:r w:rsidRPr="004D4A7A">
        <w:rPr>
          <w:sz w:val="24"/>
          <w:szCs w:val="24"/>
        </w:rPr>
        <w:t xml:space="preserve"> ПС «</w:t>
      </w:r>
      <w:proofErr w:type="spellStart"/>
      <w:r>
        <w:rPr>
          <w:sz w:val="24"/>
          <w:szCs w:val="24"/>
        </w:rPr>
        <w:t>Хмелита</w:t>
      </w:r>
      <w:proofErr w:type="spell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0,02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>ТП №1 «</w:t>
      </w:r>
      <w:proofErr w:type="spellStart"/>
      <w:r>
        <w:rPr>
          <w:sz w:val="24"/>
          <w:szCs w:val="24"/>
        </w:rPr>
        <w:t>Богородицкое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162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2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Мальцево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» ВЛ-10 кВ № 1005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Сверчко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во</w:t>
      </w:r>
      <w:proofErr w:type="spellEnd"/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№2 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2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Мальцево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35/10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Сверчков</w:t>
      </w:r>
      <w:r w:rsidRPr="00BA473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Мальцево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B91">
              <w:rPr>
                <w:rFonts w:ascii="Times New Roman" w:hAnsi="Times New Roman" w:cs="Times New Roman"/>
                <w:sz w:val="24"/>
                <w:szCs w:val="24"/>
              </w:rPr>
              <w:t>366273019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B91">
              <w:rPr>
                <w:rFonts w:ascii="Times New Roman" w:hAnsi="Times New Roman" w:cs="Times New Roman"/>
                <w:sz w:val="24"/>
                <w:szCs w:val="24"/>
              </w:rPr>
              <w:t>12004694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ВЛ-0,4кВ Л-1005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Сверчково</w:t>
            </w:r>
            <w:proofErr w:type="spellEnd"/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473"/>
        <w:gridCol w:w="1472"/>
        <w:gridCol w:w="902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0B7B9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0B7B91">
              <w:rPr>
                <w:sz w:val="20"/>
              </w:rPr>
              <w:t>40455865</w:t>
            </w:r>
          </w:p>
        </w:tc>
        <w:tc>
          <w:tcPr>
            <w:tcW w:w="76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 Григорий Анатольевич</w:t>
            </w:r>
          </w:p>
        </w:tc>
        <w:tc>
          <w:tcPr>
            <w:tcW w:w="47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Мальцево</w:t>
            </w:r>
            <w:proofErr w:type="spellEnd"/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№6 ВЛ-0,4кВ №2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2 «</w:t>
      </w:r>
      <w:proofErr w:type="spellStart"/>
      <w:r>
        <w:rPr>
          <w:sz w:val="24"/>
          <w:szCs w:val="24"/>
        </w:rPr>
        <w:t>Мальцево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100</w:t>
      </w:r>
      <w:r>
        <w:rPr>
          <w:sz w:val="24"/>
          <w:szCs w:val="24"/>
        </w:rPr>
        <w:t>5</w:t>
      </w:r>
      <w:r w:rsidRPr="004D4A7A">
        <w:rPr>
          <w:sz w:val="24"/>
          <w:szCs w:val="24"/>
        </w:rPr>
        <w:t xml:space="preserve"> ПС «</w:t>
      </w:r>
      <w:proofErr w:type="spellStart"/>
      <w:r>
        <w:rPr>
          <w:sz w:val="24"/>
          <w:szCs w:val="24"/>
        </w:rPr>
        <w:t>Сверчко</w:t>
      </w:r>
      <w:r w:rsidRPr="004D4A7A">
        <w:rPr>
          <w:sz w:val="24"/>
          <w:szCs w:val="24"/>
        </w:rPr>
        <w:t>во</w:t>
      </w:r>
      <w:proofErr w:type="spell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0,01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>ТП №2 «</w:t>
      </w:r>
      <w:proofErr w:type="spellStart"/>
      <w:r>
        <w:rPr>
          <w:sz w:val="24"/>
          <w:szCs w:val="24"/>
        </w:rPr>
        <w:t>Мальцево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163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№1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1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Паново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Клушин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spellEnd"/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№1 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1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35/10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Клушино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Паново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61">
              <w:rPr>
                <w:rFonts w:ascii="Times New Roman" w:hAnsi="Times New Roman" w:cs="Times New Roman"/>
                <w:sz w:val="24"/>
                <w:szCs w:val="24"/>
              </w:rPr>
              <w:t>360768019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61">
              <w:rPr>
                <w:rFonts w:ascii="Times New Roman" w:hAnsi="Times New Roman" w:cs="Times New Roman"/>
                <w:sz w:val="24"/>
                <w:szCs w:val="24"/>
              </w:rPr>
              <w:t>12004677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ВЛ-0,4КВ Л-100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Клушино</w:t>
            </w:r>
            <w:proofErr w:type="spellEnd"/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338"/>
        <w:gridCol w:w="1204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29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463118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Рабеев</w:t>
            </w:r>
            <w:proofErr w:type="spellEnd"/>
            <w:r>
              <w:rPr>
                <w:sz w:val="22"/>
                <w:szCs w:val="22"/>
              </w:rPr>
              <w:t xml:space="preserve"> Николай Васильевич</w:t>
            </w:r>
          </w:p>
        </w:tc>
        <w:tc>
          <w:tcPr>
            <w:tcW w:w="699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Цех по </w:t>
            </w:r>
            <w:proofErr w:type="spellStart"/>
            <w:r>
              <w:rPr>
                <w:sz w:val="22"/>
                <w:szCs w:val="22"/>
              </w:rPr>
              <w:t>бутилированию</w:t>
            </w:r>
            <w:proofErr w:type="spellEnd"/>
            <w:r>
              <w:rPr>
                <w:sz w:val="22"/>
                <w:szCs w:val="22"/>
              </w:rPr>
              <w:t xml:space="preserve"> воды</w:t>
            </w:r>
          </w:p>
        </w:tc>
        <w:tc>
          <w:tcPr>
            <w:tcW w:w="629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 д. </w:t>
            </w:r>
            <w:proofErr w:type="spellStart"/>
            <w:r>
              <w:rPr>
                <w:sz w:val="22"/>
                <w:szCs w:val="22"/>
              </w:rPr>
              <w:t>Паново</w:t>
            </w:r>
            <w:proofErr w:type="spellEnd"/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№18 ВЛ-0,4кВ №1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1 «</w:t>
      </w:r>
      <w:proofErr w:type="spellStart"/>
      <w:r>
        <w:rPr>
          <w:sz w:val="24"/>
          <w:szCs w:val="24"/>
        </w:rPr>
        <w:t>Паново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100</w:t>
      </w:r>
      <w:r>
        <w:rPr>
          <w:sz w:val="24"/>
          <w:szCs w:val="24"/>
        </w:rPr>
        <w:t>1</w:t>
      </w:r>
      <w:r w:rsidRPr="004D4A7A">
        <w:rPr>
          <w:sz w:val="24"/>
          <w:szCs w:val="24"/>
        </w:rPr>
        <w:t xml:space="preserve"> ПС «</w:t>
      </w:r>
      <w:proofErr w:type="spellStart"/>
      <w:r>
        <w:rPr>
          <w:sz w:val="24"/>
          <w:szCs w:val="24"/>
        </w:rPr>
        <w:t>Клушин</w:t>
      </w:r>
      <w:r w:rsidRPr="004D4A7A">
        <w:rPr>
          <w:sz w:val="24"/>
          <w:szCs w:val="24"/>
        </w:rPr>
        <w:t>о</w:t>
      </w:r>
      <w:proofErr w:type="spell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0,03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>ТП №1 «</w:t>
      </w:r>
      <w:proofErr w:type="spellStart"/>
      <w:r>
        <w:rPr>
          <w:sz w:val="24"/>
          <w:szCs w:val="24"/>
        </w:rPr>
        <w:t>Паново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166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ВЛ-0,4кВ №5 З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19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Новодугино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>№5 З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BA473D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Новодугино»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821"/>
        <w:gridCol w:w="1726"/>
        <w:gridCol w:w="1328"/>
        <w:gridCol w:w="1328"/>
        <w:gridCol w:w="1825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Новодугин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оводугино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01F">
              <w:rPr>
                <w:rFonts w:ascii="Times New Roman" w:hAnsi="Times New Roman" w:cs="Times New Roman"/>
                <w:sz w:val="24"/>
                <w:szCs w:val="24"/>
              </w:rPr>
              <w:t>366661120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01F">
              <w:rPr>
                <w:rFonts w:ascii="Times New Roman" w:hAnsi="Times New Roman" w:cs="Times New Roman"/>
                <w:sz w:val="24"/>
                <w:szCs w:val="24"/>
              </w:rPr>
              <w:t>12005197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Новодугино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473"/>
        <w:gridCol w:w="1338"/>
        <w:gridCol w:w="1036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40378661</w:t>
            </w:r>
          </w:p>
        </w:tc>
        <w:tc>
          <w:tcPr>
            <w:tcW w:w="76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69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Галина Павловна</w:t>
            </w:r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42C5A">
              <w:rPr>
                <w:sz w:val="22"/>
                <w:szCs w:val="22"/>
              </w:rPr>
              <w:t>. Н</w:t>
            </w:r>
            <w:r>
              <w:rPr>
                <w:sz w:val="22"/>
                <w:szCs w:val="22"/>
              </w:rPr>
              <w:t>оводугино</w:t>
            </w:r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Pr="00D11A59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11A59">
        <w:rPr>
          <w:sz w:val="24"/>
          <w:szCs w:val="24"/>
        </w:rPr>
        <w:t xml:space="preserve">Предусмотреть подвеску провода А35 в пролетах опор №А2-А4 (ориентировочная длина 0,08км) и провода 2А35 в пролетах №А4-А7 </w:t>
      </w:r>
      <w:proofErr w:type="gramStart"/>
      <w:r w:rsidRPr="00D11A59">
        <w:rPr>
          <w:sz w:val="24"/>
          <w:szCs w:val="24"/>
        </w:rPr>
        <w:t>ВЛ</w:t>
      </w:r>
      <w:proofErr w:type="gramEnd"/>
      <w:r w:rsidRPr="00D11A59">
        <w:rPr>
          <w:sz w:val="24"/>
          <w:szCs w:val="24"/>
        </w:rPr>
        <w:t xml:space="preserve"> 0,4кВ №5 (ориентировочная длина 0,12км).</w:t>
      </w:r>
    </w:p>
    <w:p w:rsidR="003F193F" w:rsidRPr="00D11A59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11A59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D11A59">
        <w:rPr>
          <w:sz w:val="24"/>
          <w:szCs w:val="24"/>
        </w:rPr>
        <w:t>Р</w:t>
      </w:r>
      <w:proofErr w:type="gramEnd"/>
      <w:r w:rsidRPr="00D11A59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169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№3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>«Петровки»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Темкино»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№3 </w:t>
      </w:r>
      <w:r w:rsidRPr="00BA473D">
        <w:rPr>
          <w:rFonts w:ascii="Times New Roman" w:hAnsi="Times New Roman" w:cs="Times New Roman"/>
          <w:sz w:val="24"/>
          <w:szCs w:val="24"/>
        </w:rPr>
        <w:t xml:space="preserve">ТП </w:t>
      </w:r>
      <w:r>
        <w:rPr>
          <w:rFonts w:ascii="Times New Roman" w:hAnsi="Times New Roman" w:cs="Times New Roman"/>
          <w:sz w:val="24"/>
          <w:szCs w:val="24"/>
        </w:rPr>
        <w:t>«Петровки»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BA473D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Темкино»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расположенной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75"/>
        <w:gridCol w:w="1812"/>
        <w:gridCol w:w="1415"/>
        <w:gridCol w:w="1415"/>
        <w:gridCol w:w="1911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Петровки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6DA">
              <w:rPr>
                <w:rFonts w:ascii="Times New Roman" w:hAnsi="Times New Roman" w:cs="Times New Roman"/>
                <w:sz w:val="24"/>
                <w:szCs w:val="24"/>
              </w:rPr>
              <w:t>366394619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6DA">
              <w:rPr>
                <w:rFonts w:ascii="Times New Roman" w:hAnsi="Times New Roman" w:cs="Times New Roman"/>
                <w:sz w:val="24"/>
                <w:szCs w:val="24"/>
              </w:rPr>
              <w:t>12004486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ВЛ-0,4к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 Л-100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Темкино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936"/>
        <w:gridCol w:w="1472"/>
        <w:gridCol w:w="1606"/>
        <w:gridCol w:w="1037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8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83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54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40386695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Зарайский Борис Федорович</w:t>
            </w:r>
          </w:p>
        </w:tc>
        <w:tc>
          <w:tcPr>
            <w:tcW w:w="489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69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Петровки</w:t>
            </w:r>
          </w:p>
        </w:tc>
        <w:tc>
          <w:tcPr>
            <w:tcW w:w="839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542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043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№13 ВЛ-0,4кВ №3 </w:t>
      </w:r>
      <w:r w:rsidRPr="004D4A7A">
        <w:rPr>
          <w:sz w:val="24"/>
          <w:szCs w:val="24"/>
        </w:rPr>
        <w:t xml:space="preserve">ТП </w:t>
      </w:r>
      <w:r>
        <w:rPr>
          <w:sz w:val="24"/>
          <w:szCs w:val="24"/>
        </w:rPr>
        <w:t xml:space="preserve">«Петровки» </w:t>
      </w:r>
      <w:r w:rsidRPr="004D4A7A">
        <w:rPr>
          <w:sz w:val="24"/>
          <w:szCs w:val="24"/>
        </w:rPr>
        <w:t>ВЛ-10 кВ № 100</w:t>
      </w:r>
      <w:r>
        <w:rPr>
          <w:sz w:val="24"/>
          <w:szCs w:val="24"/>
        </w:rPr>
        <w:t>9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Темкино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0,043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 «Петровки»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 w:rsidP="003F193F">
      <w:r>
        <w:rPr>
          <w:sz w:val="24"/>
          <w:szCs w:val="24"/>
        </w:rPr>
        <w:br/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172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gramStart"/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к</w:t>
      </w:r>
      <w:proofErr w:type="gramEnd"/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3F193F" w:rsidRPr="00F40872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F40872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F40872"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E703F4">
        <w:rPr>
          <w:rFonts w:ascii="Times New Roman" w:hAnsi="Times New Roman"/>
          <w:sz w:val="24"/>
          <w:szCs w:val="24"/>
          <w:u w:val="single"/>
        </w:rPr>
        <w:t>ТП-3 ВЛ-1041 ПС «Вязьма-1»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03F4">
        <w:rPr>
          <w:rFonts w:ascii="Times New Roman" w:hAnsi="Times New Roman"/>
          <w:sz w:val="24"/>
          <w:szCs w:val="24"/>
        </w:rPr>
        <w:t>ВЛ</w:t>
      </w:r>
      <w:proofErr w:type="gramEnd"/>
      <w:r w:rsidRPr="00E703F4">
        <w:rPr>
          <w:rFonts w:ascii="Times New Roman" w:hAnsi="Times New Roman"/>
          <w:sz w:val="24"/>
          <w:szCs w:val="24"/>
        </w:rPr>
        <w:t xml:space="preserve"> 0,4кВ от ТП-3 ВЛ-1041 ПС «Вязьма-1»,</w:t>
      </w:r>
      <w:r w:rsidRPr="007762E6">
        <w:rPr>
          <w:rFonts w:ascii="Times New Roman" w:hAnsi="Times New Roman"/>
          <w:sz w:val="24"/>
          <w:szCs w:val="24"/>
        </w:rPr>
        <w:t xml:space="preserve"> расположенной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7"/>
        <w:gridCol w:w="1613"/>
        <w:gridCol w:w="1540"/>
        <w:gridCol w:w="1538"/>
        <w:gridCol w:w="1538"/>
        <w:gridCol w:w="1715"/>
      </w:tblGrid>
      <w:tr w:rsidR="003F193F" w:rsidRPr="005D1F41" w:rsidTr="00C12941">
        <w:tc>
          <w:tcPr>
            <w:tcW w:w="866" w:type="pct"/>
          </w:tcPr>
          <w:p w:rsidR="003F193F" w:rsidRPr="005D1F41" w:rsidRDefault="003F193F" w:rsidP="00C12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3F193F" w:rsidRPr="005D1F41" w:rsidRDefault="003F193F" w:rsidP="00C12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3F193F" w:rsidRPr="005D1F41" w:rsidRDefault="003F193F" w:rsidP="00C12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819" w:type="pct"/>
          </w:tcPr>
          <w:p w:rsidR="003F193F" w:rsidRPr="005D1F41" w:rsidRDefault="003F193F" w:rsidP="00C12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3F193F" w:rsidRPr="005D1F41" w:rsidRDefault="003F193F" w:rsidP="00C12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5D1F4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5D1F41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3F193F" w:rsidRPr="005D1F41" w:rsidRDefault="003F193F" w:rsidP="00C12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5D1F41" w:rsidTr="00C12941">
        <w:trPr>
          <w:trHeight w:val="890"/>
        </w:trPr>
        <w:tc>
          <w:tcPr>
            <w:tcW w:w="866" w:type="pct"/>
            <w:vAlign w:val="center"/>
          </w:tcPr>
          <w:p w:rsidR="003F193F" w:rsidRPr="005D1F41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  <w:vAlign w:val="center"/>
          </w:tcPr>
          <w:p w:rsidR="003F193F" w:rsidRPr="005D1F41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  <w:tc>
          <w:tcPr>
            <w:tcW w:w="820" w:type="pct"/>
            <w:vAlign w:val="center"/>
          </w:tcPr>
          <w:p w:rsidR="003F193F" w:rsidRPr="00E703F4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F4">
              <w:rPr>
                <w:rFonts w:ascii="Times New Roman" w:hAnsi="Times New Roman"/>
                <w:sz w:val="24"/>
                <w:szCs w:val="24"/>
              </w:rPr>
              <w:t>г. Вязьма, ул. Пушкина, д.25.</w:t>
            </w:r>
          </w:p>
          <w:p w:rsidR="003F193F" w:rsidRPr="005D1F41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3F193F" w:rsidRPr="005D1F41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367708419</w:t>
            </w:r>
          </w:p>
        </w:tc>
        <w:tc>
          <w:tcPr>
            <w:tcW w:w="819" w:type="pct"/>
            <w:vAlign w:val="center"/>
          </w:tcPr>
          <w:p w:rsidR="003F193F" w:rsidRPr="005D1F41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/>
                <w:sz w:val="24"/>
                <w:szCs w:val="24"/>
              </w:rPr>
              <w:t>8173</w:t>
            </w:r>
          </w:p>
        </w:tc>
        <w:tc>
          <w:tcPr>
            <w:tcW w:w="818" w:type="pct"/>
            <w:vAlign w:val="center"/>
          </w:tcPr>
          <w:p w:rsidR="003F193F" w:rsidRPr="005D1F41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237">
              <w:rPr>
                <w:rFonts w:ascii="Times New Roman" w:hAnsi="Times New Roman"/>
                <w:sz w:val="24"/>
                <w:szCs w:val="24"/>
              </w:rPr>
              <w:t>ВЛ-0.4кВ от ТП-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3F193F" w:rsidRPr="005D1F41" w:rsidTr="00C12941"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RPr="005D1F41" w:rsidTr="00C12941">
        <w:trPr>
          <w:trHeight w:val="343"/>
        </w:trPr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F193F" w:rsidRPr="005C5237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5C5237">
              <w:rPr>
                <w:rFonts w:eastAsia="Calibri"/>
                <w:sz w:val="24"/>
                <w:szCs w:val="24"/>
                <w:lang w:eastAsia="en-US"/>
              </w:rPr>
              <w:t>40345214</w:t>
            </w:r>
          </w:p>
        </w:tc>
        <w:tc>
          <w:tcPr>
            <w:tcW w:w="731" w:type="pct"/>
            <w:vAlign w:val="center"/>
          </w:tcPr>
          <w:p w:rsidR="003F193F" w:rsidRPr="005C5237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5C5237">
              <w:rPr>
                <w:rFonts w:eastAsia="Calibri"/>
                <w:sz w:val="24"/>
                <w:szCs w:val="24"/>
                <w:lang w:eastAsia="en-US"/>
              </w:rPr>
              <w:t>30.05.2011</w:t>
            </w:r>
          </w:p>
        </w:tc>
        <w:tc>
          <w:tcPr>
            <w:tcW w:w="828" w:type="pct"/>
            <w:vAlign w:val="center"/>
          </w:tcPr>
          <w:p w:rsidR="003F193F" w:rsidRPr="005C5237" w:rsidRDefault="003F193F" w:rsidP="00C12941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5237">
              <w:rPr>
                <w:rFonts w:ascii="Times New Roman" w:hAnsi="Times New Roman"/>
                <w:sz w:val="24"/>
                <w:szCs w:val="24"/>
              </w:rPr>
              <w:t>Татур</w:t>
            </w:r>
            <w:proofErr w:type="spellEnd"/>
            <w:r w:rsidRPr="005C5237">
              <w:rPr>
                <w:rFonts w:ascii="Times New Roman" w:hAnsi="Times New Roman"/>
                <w:sz w:val="24"/>
                <w:szCs w:val="24"/>
              </w:rPr>
              <w:t xml:space="preserve"> Юрий Викторович</w:t>
            </w:r>
          </w:p>
        </w:tc>
        <w:tc>
          <w:tcPr>
            <w:tcW w:w="814" w:type="pct"/>
            <w:vAlign w:val="center"/>
          </w:tcPr>
          <w:p w:rsidR="003F193F" w:rsidRPr="005C5237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5C5237">
              <w:rPr>
                <w:rFonts w:eastAsia="Calibri"/>
                <w:sz w:val="24"/>
                <w:szCs w:val="24"/>
                <w:lang w:eastAsia="en-US"/>
              </w:rPr>
              <w:t>складское помещение</w:t>
            </w:r>
          </w:p>
        </w:tc>
        <w:tc>
          <w:tcPr>
            <w:tcW w:w="814" w:type="pct"/>
            <w:vAlign w:val="center"/>
          </w:tcPr>
          <w:p w:rsidR="003F193F" w:rsidRPr="005C5237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5C5237">
              <w:rPr>
                <w:rFonts w:eastAsia="Calibri"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813" w:type="pct"/>
            <w:vAlign w:val="center"/>
          </w:tcPr>
          <w:p w:rsidR="003F193F" w:rsidRPr="005C5237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5C5237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1"/>
        <w:gridCol w:w="4740"/>
      </w:tblGrid>
      <w:tr w:rsidR="003F193F" w:rsidRPr="005D1F41" w:rsidTr="00C12941">
        <w:tc>
          <w:tcPr>
            <w:tcW w:w="5068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Напряжение ВЛИ</w:t>
            </w:r>
            <w:proofErr w:type="gramStart"/>
            <w:r w:rsidRPr="005D1F41">
              <w:rPr>
                <w:sz w:val="24"/>
                <w:szCs w:val="24"/>
              </w:rPr>
              <w:t xml:space="preserve"> ,</w:t>
            </w:r>
            <w:proofErr w:type="gramEnd"/>
            <w:r w:rsidRPr="005D1F41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0,4</w:t>
            </w:r>
          </w:p>
        </w:tc>
      </w:tr>
      <w:tr w:rsidR="003F193F" w:rsidRPr="005D1F41" w:rsidTr="00C12941">
        <w:tc>
          <w:tcPr>
            <w:tcW w:w="5068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5D1F41">
              <w:rPr>
                <w:sz w:val="24"/>
                <w:szCs w:val="24"/>
              </w:rPr>
              <w:t>км</w:t>
            </w:r>
            <w:proofErr w:type="gramEnd"/>
            <w:r w:rsidRPr="005D1F41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3F193F" w:rsidRPr="005D1F41" w:rsidTr="00C12941">
        <w:tc>
          <w:tcPr>
            <w:tcW w:w="5068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СИП-2 ГОСТ </w:t>
            </w:r>
            <w:proofErr w:type="gramStart"/>
            <w:r w:rsidRPr="005D1F41">
              <w:rPr>
                <w:sz w:val="24"/>
                <w:szCs w:val="24"/>
              </w:rPr>
              <w:t>Р</w:t>
            </w:r>
            <w:proofErr w:type="gramEnd"/>
            <w:r w:rsidRPr="005D1F41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5D1F41" w:rsidTr="00C12941">
        <w:tc>
          <w:tcPr>
            <w:tcW w:w="5068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Тип новых </w:t>
            </w:r>
            <w:proofErr w:type="gramStart"/>
            <w:r w:rsidRPr="005D1F41">
              <w:rPr>
                <w:sz w:val="24"/>
                <w:szCs w:val="24"/>
              </w:rPr>
              <w:t>ж/б</w:t>
            </w:r>
            <w:proofErr w:type="gramEnd"/>
            <w:r w:rsidRPr="005D1F41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5D1F41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5D1F41" w:rsidTr="00C12941">
        <w:tc>
          <w:tcPr>
            <w:tcW w:w="5068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5D1F41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5D1F41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997209">
        <w:rPr>
          <w:sz w:val="24"/>
          <w:szCs w:val="24"/>
        </w:rPr>
        <w:t xml:space="preserve">Запроектировать и построить </w:t>
      </w:r>
      <w:proofErr w:type="gramStart"/>
      <w:r w:rsidRPr="00997209">
        <w:rPr>
          <w:sz w:val="24"/>
          <w:szCs w:val="24"/>
        </w:rPr>
        <w:t>ВЛ</w:t>
      </w:r>
      <w:proofErr w:type="gramEnd"/>
      <w:r w:rsidRPr="00997209">
        <w:rPr>
          <w:sz w:val="24"/>
          <w:szCs w:val="24"/>
        </w:rPr>
        <w:t xml:space="preserve"> 0,4 кВ с применением самонесущего изолированного провода от </w:t>
      </w:r>
      <w:r>
        <w:rPr>
          <w:sz w:val="24"/>
          <w:szCs w:val="24"/>
        </w:rPr>
        <w:t xml:space="preserve">опоры </w:t>
      </w:r>
      <w:r w:rsidRPr="00BF5A34">
        <w:rPr>
          <w:sz w:val="24"/>
          <w:szCs w:val="24"/>
        </w:rPr>
        <w:t xml:space="preserve">№Б18 ВЛ 0,4кВ №324  </w:t>
      </w:r>
      <w:r w:rsidRPr="00E703F4">
        <w:rPr>
          <w:sz w:val="24"/>
          <w:szCs w:val="24"/>
        </w:rPr>
        <w:t>ТП-3</w:t>
      </w:r>
      <w:r>
        <w:rPr>
          <w:sz w:val="24"/>
          <w:szCs w:val="24"/>
        </w:rPr>
        <w:t xml:space="preserve"> </w:t>
      </w:r>
      <w:r w:rsidRPr="00997209">
        <w:rPr>
          <w:sz w:val="24"/>
          <w:szCs w:val="24"/>
        </w:rPr>
        <w:t>до границы территории заявител</w:t>
      </w:r>
      <w:r>
        <w:rPr>
          <w:sz w:val="24"/>
          <w:szCs w:val="24"/>
        </w:rPr>
        <w:t>ей (0,05км)</w:t>
      </w:r>
      <w:r w:rsidRPr="00997209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BF5A34">
        <w:rPr>
          <w:sz w:val="24"/>
          <w:szCs w:val="24"/>
        </w:rPr>
        <w:t>ВЛ</w:t>
      </w:r>
      <w:proofErr w:type="gramEnd"/>
      <w:r w:rsidRPr="00BF5A34">
        <w:rPr>
          <w:sz w:val="24"/>
          <w:szCs w:val="24"/>
        </w:rPr>
        <w:t xml:space="preserve"> 0,4кВ №324  </w:t>
      </w:r>
      <w:r w:rsidRPr="00E703F4">
        <w:rPr>
          <w:sz w:val="24"/>
          <w:szCs w:val="24"/>
        </w:rPr>
        <w:t>ТП-3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ТП-3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E56542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345A8B" w:rsidRDefault="003F193F" w:rsidP="003F193F">
      <w:pPr>
        <w:pStyle w:val="a5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3F193F" w:rsidRPr="00345A8B" w:rsidRDefault="003F193F" w:rsidP="003F193F">
      <w:pPr>
        <w:pStyle w:val="a5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345A8B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687E11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180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№3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5 «Желанья»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Знаменка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>ВЛ-0,4кВ</w:t>
      </w:r>
      <w:r>
        <w:rPr>
          <w:rFonts w:ascii="Times New Roman" w:hAnsi="Times New Roman" w:cs="Times New Roman"/>
          <w:sz w:val="24"/>
          <w:szCs w:val="24"/>
        </w:rPr>
        <w:t xml:space="preserve"> №3</w:t>
      </w:r>
      <w:r w:rsidRPr="00BA473D">
        <w:rPr>
          <w:rFonts w:ascii="Times New Roman" w:hAnsi="Times New Roman" w:cs="Times New Roman"/>
          <w:sz w:val="24"/>
          <w:szCs w:val="24"/>
        </w:rPr>
        <w:t xml:space="preserve"> ТП №</w:t>
      </w:r>
      <w:r>
        <w:rPr>
          <w:rFonts w:ascii="Times New Roman" w:hAnsi="Times New Roman" w:cs="Times New Roman"/>
          <w:sz w:val="24"/>
          <w:szCs w:val="24"/>
        </w:rPr>
        <w:t>5 «Желанья» ВЛ-10 кВ № 1004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BA473D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Знаменка»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Угранский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Желанья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C6">
              <w:rPr>
                <w:rFonts w:ascii="Times New Roman" w:hAnsi="Times New Roman" w:cs="Times New Roman"/>
                <w:sz w:val="24"/>
                <w:szCs w:val="24"/>
              </w:rPr>
              <w:t>360865420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C6">
              <w:rPr>
                <w:rFonts w:ascii="Times New Roman" w:hAnsi="Times New Roman" w:cs="Times New Roman"/>
                <w:sz w:val="24"/>
                <w:szCs w:val="24"/>
              </w:rPr>
              <w:t>12008042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 Л-100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Знаменка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36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40387369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Гришина Татьяна Николаевна</w:t>
            </w:r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Желанья</w:t>
            </w:r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40387335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Гришина Татьяна Николаевна</w:t>
            </w:r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Желанья</w:t>
            </w:r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№5/3/А10 ВЛ-0,4кВ №3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5 «Желанья»</w:t>
      </w:r>
      <w:r w:rsidRPr="004D4A7A">
        <w:rPr>
          <w:sz w:val="24"/>
          <w:szCs w:val="24"/>
        </w:rPr>
        <w:t xml:space="preserve"> ВЛ-10 кВ № 100</w:t>
      </w:r>
      <w:r>
        <w:rPr>
          <w:sz w:val="24"/>
          <w:szCs w:val="24"/>
        </w:rPr>
        <w:t>4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Знаменка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0,16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5 «Желанья»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182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Курьяново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2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Акатово</w:t>
      </w:r>
      <w:proofErr w:type="spellEnd"/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1B2AB6">
        <w:rPr>
          <w:rFonts w:ascii="Times New Roman" w:hAnsi="Times New Roman" w:cs="Times New Roman"/>
          <w:sz w:val="24"/>
          <w:szCs w:val="24"/>
        </w:rPr>
        <w:t>ВЛ-0,4кВ ТП «</w:t>
      </w:r>
      <w:proofErr w:type="spellStart"/>
      <w:r w:rsidRPr="001B2AB6">
        <w:rPr>
          <w:rFonts w:ascii="Times New Roman" w:hAnsi="Times New Roman" w:cs="Times New Roman"/>
          <w:sz w:val="24"/>
          <w:szCs w:val="24"/>
        </w:rPr>
        <w:t>Курьяново</w:t>
      </w:r>
      <w:proofErr w:type="spellEnd"/>
      <w:r w:rsidRPr="001B2AB6">
        <w:rPr>
          <w:rFonts w:ascii="Times New Roman" w:hAnsi="Times New Roman" w:cs="Times New Roman"/>
          <w:sz w:val="24"/>
          <w:szCs w:val="24"/>
        </w:rPr>
        <w:t>» ВЛ-10 кВ № 1012 ПС 35/10 кВ «</w:t>
      </w:r>
      <w:proofErr w:type="spellStart"/>
      <w:r w:rsidRPr="001B2AB6">
        <w:rPr>
          <w:rFonts w:ascii="Times New Roman" w:hAnsi="Times New Roman" w:cs="Times New Roman"/>
          <w:sz w:val="24"/>
          <w:szCs w:val="24"/>
        </w:rPr>
        <w:t>Акатово</w:t>
      </w:r>
      <w:proofErr w:type="spellEnd"/>
      <w:r w:rsidRPr="001B2AB6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Гагарин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Курьяново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6">
              <w:rPr>
                <w:rFonts w:ascii="Times New Roman" w:hAnsi="Times New Roman" w:cs="Times New Roman"/>
                <w:sz w:val="24"/>
                <w:szCs w:val="24"/>
              </w:rPr>
              <w:t>360771620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6">
              <w:rPr>
                <w:rFonts w:ascii="Times New Roman" w:hAnsi="Times New Roman" w:cs="Times New Roman"/>
                <w:sz w:val="24"/>
                <w:szCs w:val="24"/>
              </w:rPr>
              <w:t>12005705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Акатово</w:t>
            </w:r>
            <w:proofErr w:type="spellEnd"/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606"/>
        <w:gridCol w:w="902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83ACA">
              <w:rPr>
                <w:sz w:val="24"/>
                <w:szCs w:val="24"/>
              </w:rPr>
              <w:t>40393586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08.08.2011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3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Двойнов</w:t>
            </w:r>
            <w:proofErr w:type="spellEnd"/>
            <w:r>
              <w:rPr>
                <w:sz w:val="22"/>
                <w:szCs w:val="22"/>
              </w:rPr>
              <w:t xml:space="preserve"> Дмитрий Александрович</w:t>
            </w:r>
          </w:p>
        </w:tc>
        <w:tc>
          <w:tcPr>
            <w:tcW w:w="47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Курьяново</w:t>
            </w:r>
            <w:proofErr w:type="spellEnd"/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РУ-0,4кВ </w:t>
      </w:r>
      <w:r w:rsidRPr="004D4A7A">
        <w:rPr>
          <w:sz w:val="24"/>
          <w:szCs w:val="24"/>
        </w:rPr>
        <w:t xml:space="preserve">ТП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Курьяново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</w:t>
      </w:r>
      <w:r w:rsidRPr="004D4A7A">
        <w:rPr>
          <w:sz w:val="24"/>
          <w:szCs w:val="24"/>
        </w:rPr>
        <w:t>2 ПС «</w:t>
      </w:r>
      <w:proofErr w:type="spellStart"/>
      <w:r>
        <w:rPr>
          <w:sz w:val="24"/>
          <w:szCs w:val="24"/>
        </w:rPr>
        <w:t>Акатово</w:t>
      </w:r>
      <w:proofErr w:type="spell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0,35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>ТП «</w:t>
      </w:r>
      <w:proofErr w:type="spellStart"/>
      <w:r>
        <w:rPr>
          <w:sz w:val="24"/>
          <w:szCs w:val="24"/>
        </w:rPr>
        <w:t>Курьяново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183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№4608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46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2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Вязьма-1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№4608 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473D">
        <w:rPr>
          <w:rFonts w:ascii="Times New Roman" w:hAnsi="Times New Roman" w:cs="Times New Roman"/>
          <w:sz w:val="24"/>
          <w:szCs w:val="24"/>
        </w:rPr>
        <w:t xml:space="preserve">2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BA473D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Вязьма-1»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Вязем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Вязьма ул.25 Октября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366432919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4953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Вязьма-1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36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400930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Зонтов Виктор Николаевич</w:t>
            </w:r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42C5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Вязьма</w:t>
            </w:r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 19 ВЛ-0,4кВ №4608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46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</w:t>
      </w:r>
      <w:r w:rsidRPr="004D4A7A">
        <w:rPr>
          <w:sz w:val="24"/>
          <w:szCs w:val="24"/>
        </w:rPr>
        <w:t>2 ПС «</w:t>
      </w:r>
      <w:r>
        <w:rPr>
          <w:sz w:val="24"/>
          <w:szCs w:val="24"/>
        </w:rPr>
        <w:t>Вязьма-1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0,11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 №46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184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№3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2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Черногубцево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23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Гагарин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№3 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2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Черногубцево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BA473D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Гагарин»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Гагарин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Черногубцево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E1A">
              <w:rPr>
                <w:rFonts w:ascii="Times New Roman" w:hAnsi="Times New Roman" w:cs="Times New Roman"/>
                <w:sz w:val="24"/>
                <w:szCs w:val="24"/>
              </w:rPr>
              <w:t>360766620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E1A">
              <w:rPr>
                <w:rFonts w:ascii="Times New Roman" w:hAnsi="Times New Roman" w:cs="Times New Roman"/>
                <w:sz w:val="24"/>
                <w:szCs w:val="24"/>
              </w:rPr>
              <w:t>12005724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ВЛ-0,4к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606"/>
        <w:gridCol w:w="902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40406878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3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Володина Ирина Владимировна</w:t>
            </w:r>
          </w:p>
        </w:tc>
        <w:tc>
          <w:tcPr>
            <w:tcW w:w="47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Черногубцево</w:t>
            </w:r>
            <w:proofErr w:type="spellEnd"/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>Предусмотреть строительство участка ВЛ-0,4 кВ с изолированным самонесущим проводом от</w:t>
      </w:r>
      <w:r>
        <w:rPr>
          <w:sz w:val="24"/>
          <w:szCs w:val="24"/>
        </w:rPr>
        <w:t xml:space="preserve"> опоры №5 ВЛ-0,4кВ №3</w:t>
      </w:r>
      <w:r w:rsidRPr="004D4A7A">
        <w:rPr>
          <w:sz w:val="24"/>
          <w:szCs w:val="24"/>
        </w:rPr>
        <w:t xml:space="preserve"> ТП №</w:t>
      </w:r>
      <w:r>
        <w:rPr>
          <w:sz w:val="24"/>
          <w:szCs w:val="24"/>
        </w:rPr>
        <w:t>2 «</w:t>
      </w:r>
      <w:proofErr w:type="spellStart"/>
      <w:r>
        <w:rPr>
          <w:sz w:val="24"/>
          <w:szCs w:val="24"/>
        </w:rPr>
        <w:t>Черногубцево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23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Гагарин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0,04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 №2 «</w:t>
      </w:r>
      <w:proofErr w:type="spellStart"/>
      <w:r>
        <w:rPr>
          <w:sz w:val="24"/>
          <w:szCs w:val="24"/>
        </w:rPr>
        <w:t>Черногубцево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185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>1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Акатово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Акато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во</w:t>
      </w:r>
      <w:proofErr w:type="spellEnd"/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№2 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1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35/10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Акато</w:t>
      </w:r>
      <w:r w:rsidRPr="00BA473D">
        <w:rPr>
          <w:rFonts w:ascii="Times New Roman" w:hAnsi="Times New Roman" w:cs="Times New Roman"/>
          <w:sz w:val="24"/>
          <w:szCs w:val="24"/>
        </w:rPr>
        <w:t>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Гагарин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Акатово</w:t>
            </w:r>
            <w:proofErr w:type="spell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B9C">
              <w:rPr>
                <w:rFonts w:ascii="Times New Roman" w:hAnsi="Times New Roman" w:cs="Times New Roman"/>
                <w:sz w:val="24"/>
                <w:szCs w:val="24"/>
              </w:rPr>
              <w:t>360770920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B9C">
              <w:rPr>
                <w:rFonts w:ascii="Times New Roman" w:hAnsi="Times New Roman" w:cs="Times New Roman"/>
                <w:sz w:val="24"/>
                <w:szCs w:val="24"/>
              </w:rPr>
              <w:t>12005749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 Л-100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Акатово</w:t>
            </w:r>
            <w:proofErr w:type="spellEnd"/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36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4391213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11.10.2011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Высоцкий Михаил Михайлович</w:t>
            </w:r>
          </w:p>
        </w:tc>
        <w:tc>
          <w:tcPr>
            <w:tcW w:w="54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Акатово</w:t>
            </w:r>
            <w:proofErr w:type="spellEnd"/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6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>замену опор и существующего провода 4А25, 2А25</w:t>
      </w:r>
      <w:r w:rsidRPr="004D4A7A">
        <w:rPr>
          <w:sz w:val="24"/>
          <w:szCs w:val="24"/>
        </w:rPr>
        <w:t xml:space="preserve"> </w:t>
      </w:r>
      <w:r>
        <w:rPr>
          <w:sz w:val="24"/>
          <w:szCs w:val="24"/>
        </w:rPr>
        <w:t>на не</w:t>
      </w:r>
      <w:r w:rsidRPr="004D4A7A">
        <w:rPr>
          <w:sz w:val="24"/>
          <w:szCs w:val="24"/>
        </w:rPr>
        <w:t>изолированны</w:t>
      </w:r>
      <w:r>
        <w:rPr>
          <w:sz w:val="24"/>
          <w:szCs w:val="24"/>
        </w:rPr>
        <w:t xml:space="preserve">й алюминиевый </w:t>
      </w:r>
      <w:r w:rsidRPr="004D4A7A">
        <w:rPr>
          <w:sz w:val="24"/>
          <w:szCs w:val="24"/>
        </w:rPr>
        <w:t xml:space="preserve"> провод</w:t>
      </w:r>
      <w:r>
        <w:rPr>
          <w:sz w:val="24"/>
          <w:szCs w:val="24"/>
        </w:rPr>
        <w:t xml:space="preserve"> большего сечения в пролетах опор №1-№5, №5-№А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>, №А6-№Б5 ВЛ-0,4кВ №2</w:t>
      </w:r>
      <w:r w:rsidRPr="004D4A7A">
        <w:rPr>
          <w:sz w:val="24"/>
          <w:szCs w:val="24"/>
        </w:rPr>
        <w:t xml:space="preserve"> от ТП №</w:t>
      </w:r>
      <w:r>
        <w:rPr>
          <w:sz w:val="24"/>
          <w:szCs w:val="24"/>
        </w:rPr>
        <w:t>1 «</w:t>
      </w:r>
      <w:proofErr w:type="spellStart"/>
      <w:r>
        <w:rPr>
          <w:sz w:val="24"/>
          <w:szCs w:val="24"/>
        </w:rPr>
        <w:t>Акатово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100</w:t>
      </w:r>
      <w:r>
        <w:rPr>
          <w:sz w:val="24"/>
          <w:szCs w:val="24"/>
        </w:rPr>
        <w:t>9</w:t>
      </w:r>
      <w:r w:rsidRPr="004D4A7A">
        <w:rPr>
          <w:sz w:val="24"/>
          <w:szCs w:val="24"/>
        </w:rPr>
        <w:t xml:space="preserve"> ПС «</w:t>
      </w:r>
      <w:proofErr w:type="spellStart"/>
      <w:r>
        <w:rPr>
          <w:sz w:val="24"/>
          <w:szCs w:val="24"/>
        </w:rPr>
        <w:t>Акатово</w:t>
      </w:r>
      <w:proofErr w:type="spell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0,6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 №1 «</w:t>
      </w:r>
      <w:proofErr w:type="spellStart"/>
      <w:r>
        <w:rPr>
          <w:sz w:val="24"/>
          <w:szCs w:val="24"/>
        </w:rPr>
        <w:t>Акатово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186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5 «Горки»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1002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Бекрино</w:t>
      </w:r>
      <w:proofErr w:type="spellEnd"/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>ВЛ-0,4кВ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Pr="00BA473D">
        <w:rPr>
          <w:rFonts w:ascii="Times New Roman" w:hAnsi="Times New Roman" w:cs="Times New Roman"/>
          <w:sz w:val="24"/>
          <w:szCs w:val="24"/>
        </w:rPr>
        <w:t xml:space="preserve"> ТП №</w:t>
      </w:r>
      <w:r>
        <w:rPr>
          <w:rFonts w:ascii="Times New Roman" w:hAnsi="Times New Roman" w:cs="Times New Roman"/>
          <w:sz w:val="24"/>
          <w:szCs w:val="24"/>
        </w:rPr>
        <w:t>5 «Горки»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1002 ПС 35/10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расположенной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75"/>
        <w:gridCol w:w="1812"/>
        <w:gridCol w:w="1415"/>
        <w:gridCol w:w="1415"/>
        <w:gridCol w:w="1911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Горки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5CA">
              <w:rPr>
                <w:rFonts w:ascii="Times New Roman" w:hAnsi="Times New Roman" w:cs="Times New Roman"/>
                <w:sz w:val="24"/>
                <w:szCs w:val="24"/>
              </w:rPr>
              <w:t>366323419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5CA">
              <w:rPr>
                <w:rFonts w:ascii="Times New Roman" w:hAnsi="Times New Roman" w:cs="Times New Roman"/>
                <w:sz w:val="24"/>
                <w:szCs w:val="24"/>
              </w:rPr>
              <w:t>12004293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В Л-1002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Бекрино</w:t>
            </w:r>
            <w:proofErr w:type="spellEnd"/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70"/>
        <w:gridCol w:w="1472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2C3D01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412412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3F193F" w:rsidRPr="00E145CA" w:rsidRDefault="003F193F" w:rsidP="00C12941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5C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145CA">
              <w:rPr>
                <w:rFonts w:ascii="Times New Roman" w:hAnsi="Times New Roman" w:cs="Times New Roman"/>
                <w:sz w:val="20"/>
                <w:szCs w:val="20"/>
              </w:rPr>
              <w:t>Долматовского</w:t>
            </w:r>
            <w:proofErr w:type="spellEnd"/>
            <w:r w:rsidRPr="00E145C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145CA">
              <w:rPr>
                <w:rFonts w:ascii="Times New Roman" w:hAnsi="Times New Roman" w:cs="Times New Roman"/>
                <w:sz w:val="20"/>
                <w:szCs w:val="20"/>
              </w:rPr>
              <w:t>Темкинского</w:t>
            </w:r>
            <w:proofErr w:type="spellEnd"/>
            <w:r w:rsidRPr="00E145CA">
              <w:rPr>
                <w:rFonts w:ascii="Times New Roman" w:hAnsi="Times New Roman" w:cs="Times New Roman"/>
                <w:sz w:val="20"/>
                <w:szCs w:val="20"/>
              </w:rPr>
              <w:t xml:space="preserve"> района Смоленской области</w:t>
            </w:r>
          </w:p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769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Горки</w:t>
            </w:r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№2 ВЛ-0,4кВ №2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5 «Горки»</w:t>
      </w:r>
      <w:r w:rsidRPr="004D4A7A">
        <w:rPr>
          <w:sz w:val="24"/>
          <w:szCs w:val="24"/>
        </w:rPr>
        <w:t xml:space="preserve"> ВЛ-10 кВ № 1002 ПС «</w:t>
      </w:r>
      <w:proofErr w:type="spellStart"/>
      <w:r>
        <w:rPr>
          <w:sz w:val="24"/>
          <w:szCs w:val="24"/>
        </w:rPr>
        <w:t>Бекрино</w:t>
      </w:r>
      <w:proofErr w:type="spell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0,02 к</w:t>
      </w:r>
      <w:r w:rsidRPr="007762E6">
        <w:rPr>
          <w:sz w:val="24"/>
          <w:szCs w:val="24"/>
        </w:rPr>
        <w:t>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№5 «Горки»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</w:t>
      </w:r>
      <w:r w:rsidRPr="007762E6">
        <w:rPr>
          <w:sz w:val="24"/>
          <w:szCs w:val="24"/>
        </w:rPr>
        <w:lastRenderedPageBreak/>
        <w:t>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201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gramStart"/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к</w:t>
      </w:r>
      <w:proofErr w:type="gramEnd"/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3F193F" w:rsidRPr="00801A46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801A46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801A46">
        <w:rPr>
          <w:rFonts w:ascii="Times New Roman" w:hAnsi="Times New Roman"/>
          <w:sz w:val="24"/>
          <w:szCs w:val="24"/>
          <w:u w:val="single"/>
        </w:rPr>
        <w:t xml:space="preserve"> 0,4кВ с заменой КТП-10/0,4 кВ «</w:t>
      </w:r>
      <w:r>
        <w:rPr>
          <w:rFonts w:ascii="Times New Roman" w:hAnsi="Times New Roman"/>
          <w:sz w:val="24"/>
          <w:szCs w:val="24"/>
          <w:u w:val="single"/>
        </w:rPr>
        <w:t>Сергеевка</w:t>
      </w:r>
      <w:r w:rsidRPr="00801A46">
        <w:rPr>
          <w:rFonts w:ascii="Times New Roman" w:hAnsi="Times New Roman"/>
          <w:sz w:val="24"/>
          <w:szCs w:val="24"/>
          <w:u w:val="single"/>
        </w:rPr>
        <w:t>» от ВЛ-10</w:t>
      </w:r>
      <w:r>
        <w:rPr>
          <w:rFonts w:ascii="Times New Roman" w:hAnsi="Times New Roman"/>
          <w:sz w:val="24"/>
          <w:szCs w:val="24"/>
          <w:u w:val="single"/>
        </w:rPr>
        <w:t>05</w:t>
      </w:r>
      <w:r w:rsidRPr="00801A46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Холм</w:t>
      </w:r>
      <w:r w:rsidRPr="00801A46">
        <w:rPr>
          <w:rFonts w:ascii="Times New Roman" w:hAnsi="Times New Roman"/>
          <w:sz w:val="24"/>
          <w:szCs w:val="24"/>
          <w:u w:val="single"/>
        </w:rPr>
        <w:t>»</w:t>
      </w:r>
    </w:p>
    <w:p w:rsidR="003F193F" w:rsidRPr="000652B9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3F193F" w:rsidRPr="00482113" w:rsidRDefault="003F193F" w:rsidP="003F19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52B9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 w:rsidRPr="00482113">
        <w:rPr>
          <w:rFonts w:ascii="Times New Roman" w:hAnsi="Times New Roman"/>
          <w:sz w:val="24"/>
          <w:szCs w:val="24"/>
        </w:rPr>
        <w:t xml:space="preserve">и реконструкцию </w:t>
      </w:r>
      <w:proofErr w:type="gramStart"/>
      <w:r w:rsidRPr="00482113">
        <w:rPr>
          <w:rFonts w:ascii="Times New Roman" w:hAnsi="Times New Roman"/>
          <w:sz w:val="24"/>
          <w:szCs w:val="24"/>
        </w:rPr>
        <w:t>ВЛ</w:t>
      </w:r>
      <w:proofErr w:type="gramEnd"/>
      <w:r w:rsidRPr="00482113">
        <w:rPr>
          <w:rFonts w:ascii="Times New Roman" w:hAnsi="Times New Roman"/>
          <w:sz w:val="24"/>
          <w:szCs w:val="24"/>
        </w:rPr>
        <w:t xml:space="preserve"> 0,4кВ с заменой КТП-10/0,4 кВ «Сергеевка» от ВЛ-1005 ПС «Холм», расположенной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7"/>
        <w:gridCol w:w="1521"/>
        <w:gridCol w:w="1521"/>
        <w:gridCol w:w="1296"/>
        <w:gridCol w:w="1176"/>
        <w:gridCol w:w="2260"/>
      </w:tblGrid>
      <w:tr w:rsidR="003F193F" w:rsidRPr="00474CB3" w:rsidTr="00C12941">
        <w:tc>
          <w:tcPr>
            <w:tcW w:w="908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3F193F" w:rsidRPr="00E71DBE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0FB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AD0AF0" w:rsidTr="00C12941">
        <w:tc>
          <w:tcPr>
            <w:tcW w:w="908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Угранский</w:t>
            </w:r>
            <w:proofErr w:type="spellEnd"/>
          </w:p>
        </w:tc>
        <w:tc>
          <w:tcPr>
            <w:tcW w:w="810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A46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Сергеевка</w:t>
            </w:r>
          </w:p>
        </w:tc>
        <w:tc>
          <w:tcPr>
            <w:tcW w:w="810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366113719</w:t>
            </w:r>
          </w:p>
        </w:tc>
        <w:tc>
          <w:tcPr>
            <w:tcW w:w="622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AF0">
              <w:rPr>
                <w:rFonts w:ascii="Times New Roman" w:hAnsi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/>
                <w:sz w:val="24"/>
                <w:szCs w:val="24"/>
              </w:rPr>
              <w:t>4399</w:t>
            </w:r>
          </w:p>
        </w:tc>
        <w:tc>
          <w:tcPr>
            <w:tcW w:w="120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2113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482113">
              <w:rPr>
                <w:rFonts w:ascii="Times New Roman" w:hAnsi="Times New Roman"/>
                <w:sz w:val="24"/>
                <w:szCs w:val="24"/>
              </w:rPr>
              <w:t xml:space="preserve"> - 0,4 кВ от ВЛ - 10 кВ №1005 ПС Холм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F193F" w:rsidRPr="00474CB3" w:rsidTr="00C12941"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RPr="00AD0AF0" w:rsidTr="00C12941">
        <w:trPr>
          <w:trHeight w:val="925"/>
        </w:trPr>
        <w:tc>
          <w:tcPr>
            <w:tcW w:w="255" w:type="pct"/>
            <w:vAlign w:val="center"/>
          </w:tcPr>
          <w:p w:rsidR="003F193F" w:rsidRPr="00AD0AF0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5" w:type="pct"/>
            <w:vAlign w:val="center"/>
          </w:tcPr>
          <w:p w:rsidR="003F193F" w:rsidRPr="00AD0AF0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40391777</w:t>
            </w:r>
          </w:p>
        </w:tc>
        <w:tc>
          <w:tcPr>
            <w:tcW w:w="731" w:type="pct"/>
            <w:vAlign w:val="center"/>
          </w:tcPr>
          <w:p w:rsidR="003F193F" w:rsidRPr="00AD0AF0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.0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909" w:type="pct"/>
            <w:vAlign w:val="center"/>
          </w:tcPr>
          <w:p w:rsidR="003F193F" w:rsidRPr="00482113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482113">
              <w:rPr>
                <w:rFonts w:eastAsia="Calibri"/>
                <w:sz w:val="24"/>
                <w:szCs w:val="24"/>
                <w:lang w:eastAsia="en-US"/>
              </w:rPr>
              <w:t>Иванков Иван Иванович</w:t>
            </w:r>
          </w:p>
        </w:tc>
        <w:tc>
          <w:tcPr>
            <w:tcW w:w="733" w:type="pct"/>
            <w:vAlign w:val="center"/>
          </w:tcPr>
          <w:p w:rsidR="003F193F" w:rsidRPr="00AD0AF0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 xml:space="preserve">жилой дом </w:t>
            </w:r>
          </w:p>
        </w:tc>
        <w:tc>
          <w:tcPr>
            <w:tcW w:w="814" w:type="pct"/>
            <w:vAlign w:val="center"/>
          </w:tcPr>
          <w:p w:rsidR="003F193F" w:rsidRPr="00AD0AF0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3F193F" w:rsidRPr="00AD0AF0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3F193F" w:rsidRPr="0013128E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A1231B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A1231B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394D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10-</w:t>
      </w:r>
      <w:r w:rsidRPr="007762E6">
        <w:rPr>
          <w:b/>
          <w:sz w:val="24"/>
          <w:szCs w:val="24"/>
        </w:rPr>
        <w:t>0,4кВ:</w:t>
      </w:r>
    </w:p>
    <w:p w:rsidR="003F193F" w:rsidRDefault="003F193F" w:rsidP="003F193F">
      <w:pPr>
        <w:pStyle w:val="a5"/>
        <w:tabs>
          <w:tab w:val="left" w:pos="993"/>
        </w:tabs>
        <w:ind w:left="0" w:firstLine="0"/>
        <w:jc w:val="left"/>
        <w:rPr>
          <w:sz w:val="24"/>
          <w:szCs w:val="24"/>
        </w:rPr>
      </w:pP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Существующая ВЛ 10кВ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9"/>
        <w:gridCol w:w="4732"/>
      </w:tblGrid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35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3F193F" w:rsidRDefault="003F193F" w:rsidP="003F193F">
      <w:pPr>
        <w:pStyle w:val="a5"/>
        <w:tabs>
          <w:tab w:val="left" w:pos="993"/>
        </w:tabs>
        <w:ind w:left="0" w:firstLine="0"/>
        <w:jc w:val="left"/>
        <w:rPr>
          <w:sz w:val="24"/>
          <w:szCs w:val="24"/>
        </w:rPr>
      </w:pP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Существующая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9"/>
        <w:gridCol w:w="4732"/>
      </w:tblGrid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25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3F193F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Проектируемая ВЛИ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4"/>
        <w:gridCol w:w="4737"/>
      </w:tblGrid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проект</w:t>
            </w:r>
            <w:proofErr w:type="gramStart"/>
            <w:r w:rsidRPr="00474CB3">
              <w:rPr>
                <w:sz w:val="24"/>
                <w:szCs w:val="24"/>
              </w:rPr>
              <w:t>.</w:t>
            </w:r>
            <w:proofErr w:type="gramEnd"/>
            <w:r w:rsidRPr="00474CB3">
              <w:rPr>
                <w:sz w:val="24"/>
                <w:szCs w:val="24"/>
              </w:rPr>
              <w:t xml:space="preserve"> </w:t>
            </w:r>
            <w:proofErr w:type="gramStart"/>
            <w:r w:rsidRPr="00474CB3">
              <w:rPr>
                <w:sz w:val="24"/>
                <w:szCs w:val="24"/>
              </w:rPr>
              <w:t>п</w:t>
            </w:r>
            <w:proofErr w:type="gramEnd"/>
            <w:r w:rsidRPr="00474CB3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997209">
        <w:rPr>
          <w:sz w:val="24"/>
          <w:szCs w:val="24"/>
        </w:rPr>
        <w:t xml:space="preserve">Запроектировать и построить </w:t>
      </w:r>
      <w:proofErr w:type="gramStart"/>
      <w:r w:rsidRPr="00997209">
        <w:rPr>
          <w:sz w:val="24"/>
          <w:szCs w:val="24"/>
        </w:rPr>
        <w:t>ВЛ</w:t>
      </w:r>
      <w:proofErr w:type="gramEnd"/>
      <w:r w:rsidRPr="00997209">
        <w:rPr>
          <w:sz w:val="24"/>
          <w:szCs w:val="24"/>
        </w:rPr>
        <w:t xml:space="preserve"> 0,4 кВ с применением самонесущего изолированного провода от </w:t>
      </w:r>
      <w:r>
        <w:rPr>
          <w:sz w:val="24"/>
          <w:szCs w:val="24"/>
        </w:rPr>
        <w:t xml:space="preserve">опоры </w:t>
      </w:r>
      <w:r w:rsidRPr="00A1231B">
        <w:rPr>
          <w:sz w:val="24"/>
          <w:szCs w:val="24"/>
        </w:rPr>
        <w:t>№</w:t>
      </w:r>
      <w:r>
        <w:rPr>
          <w:sz w:val="24"/>
          <w:szCs w:val="24"/>
        </w:rPr>
        <w:t>А1</w:t>
      </w:r>
      <w:r w:rsidRPr="00A1231B">
        <w:rPr>
          <w:sz w:val="24"/>
          <w:szCs w:val="24"/>
        </w:rPr>
        <w:t xml:space="preserve">  ВЛ 0,4кВ №1 </w:t>
      </w:r>
      <w:r w:rsidRPr="0077394D">
        <w:rPr>
          <w:sz w:val="24"/>
          <w:szCs w:val="24"/>
        </w:rPr>
        <w:t xml:space="preserve"> </w:t>
      </w:r>
      <w:r w:rsidRPr="00482113">
        <w:rPr>
          <w:sz w:val="24"/>
          <w:szCs w:val="24"/>
        </w:rPr>
        <w:t>КТП-10/0,4 кВ «Сергеевка»</w:t>
      </w:r>
      <w:r w:rsidRPr="00A1231B">
        <w:rPr>
          <w:sz w:val="24"/>
          <w:szCs w:val="24"/>
        </w:rPr>
        <w:t xml:space="preserve"> </w:t>
      </w:r>
      <w:r w:rsidRPr="00997209">
        <w:rPr>
          <w:sz w:val="24"/>
          <w:szCs w:val="24"/>
        </w:rPr>
        <w:t>до границы территории заявителя</w:t>
      </w:r>
      <w:r>
        <w:rPr>
          <w:sz w:val="24"/>
          <w:szCs w:val="24"/>
        </w:rPr>
        <w:t xml:space="preserve"> (0,04км)</w:t>
      </w:r>
      <w:r w:rsidRPr="00997209">
        <w:rPr>
          <w:sz w:val="24"/>
          <w:szCs w:val="24"/>
        </w:rPr>
        <w:t>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686CFE">
        <w:rPr>
          <w:sz w:val="24"/>
          <w:szCs w:val="24"/>
        </w:rPr>
        <w:lastRenderedPageBreak/>
        <w:t xml:space="preserve"> </w:t>
      </w:r>
      <w:r w:rsidRPr="00A1231B">
        <w:rPr>
          <w:sz w:val="24"/>
          <w:szCs w:val="24"/>
        </w:rPr>
        <w:t xml:space="preserve">Предусмотреть замену существующего провода 2А25 от РУ 0,4кВ </w:t>
      </w:r>
      <w:r w:rsidRPr="00482113">
        <w:rPr>
          <w:sz w:val="24"/>
          <w:szCs w:val="24"/>
        </w:rPr>
        <w:t>КТП-10/0,4 кВ «Сергеевка»</w:t>
      </w:r>
      <w:r w:rsidRPr="00A1231B">
        <w:rPr>
          <w:sz w:val="24"/>
          <w:szCs w:val="24"/>
        </w:rPr>
        <w:t xml:space="preserve"> до опоры №1 и в пролетах опор №1-</w:t>
      </w:r>
      <w:r>
        <w:rPr>
          <w:sz w:val="24"/>
          <w:szCs w:val="24"/>
        </w:rPr>
        <w:t>А1</w:t>
      </w:r>
      <w:r w:rsidRPr="00A1231B">
        <w:rPr>
          <w:sz w:val="24"/>
          <w:szCs w:val="24"/>
        </w:rPr>
        <w:t xml:space="preserve"> </w:t>
      </w:r>
      <w:proofErr w:type="gramStart"/>
      <w:r w:rsidRPr="00A1231B">
        <w:rPr>
          <w:sz w:val="24"/>
          <w:szCs w:val="24"/>
        </w:rPr>
        <w:t>ВЛ</w:t>
      </w:r>
      <w:proofErr w:type="gramEnd"/>
      <w:r w:rsidRPr="00A1231B">
        <w:rPr>
          <w:sz w:val="24"/>
          <w:szCs w:val="24"/>
        </w:rPr>
        <w:t xml:space="preserve"> 0,4кВ №1 на </w:t>
      </w:r>
      <w:r>
        <w:rPr>
          <w:sz w:val="24"/>
          <w:szCs w:val="24"/>
        </w:rPr>
        <w:t>неизолированный алюминиевый</w:t>
      </w:r>
      <w:r w:rsidRPr="00A1231B">
        <w:rPr>
          <w:sz w:val="24"/>
          <w:szCs w:val="24"/>
        </w:rPr>
        <w:t xml:space="preserve"> провод большего сечения в 4-х проводном исполнении  </w:t>
      </w:r>
      <w:r w:rsidRPr="00686CFE">
        <w:rPr>
          <w:sz w:val="24"/>
          <w:szCs w:val="24"/>
        </w:rPr>
        <w:t>(0,</w:t>
      </w:r>
      <w:r>
        <w:rPr>
          <w:sz w:val="24"/>
          <w:szCs w:val="24"/>
        </w:rPr>
        <w:t>16</w:t>
      </w:r>
      <w:r w:rsidRPr="00686CFE">
        <w:rPr>
          <w:sz w:val="24"/>
          <w:szCs w:val="24"/>
        </w:rPr>
        <w:t xml:space="preserve">км). Предусмотреть замену опор на реконструируемом участке </w:t>
      </w:r>
      <w:proofErr w:type="gramStart"/>
      <w:r w:rsidRPr="00686CFE">
        <w:rPr>
          <w:sz w:val="24"/>
          <w:szCs w:val="24"/>
        </w:rPr>
        <w:t>ВЛ</w:t>
      </w:r>
      <w:proofErr w:type="gramEnd"/>
      <w:r w:rsidRPr="00686CFE">
        <w:rPr>
          <w:sz w:val="24"/>
          <w:szCs w:val="24"/>
        </w:rPr>
        <w:t xml:space="preserve"> 0,4кВ.</w:t>
      </w:r>
    </w:p>
    <w:p w:rsidR="003F193F" w:rsidRPr="00686CFE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A1231B">
        <w:rPr>
          <w:sz w:val="24"/>
          <w:szCs w:val="24"/>
        </w:rPr>
        <w:t>Предусмотреть замену существующего провода 2А35 в пролетах опор №</w:t>
      </w:r>
      <w:r>
        <w:rPr>
          <w:sz w:val="24"/>
          <w:szCs w:val="24"/>
        </w:rPr>
        <w:t>82-82/1</w:t>
      </w:r>
      <w:r w:rsidRPr="00A1231B">
        <w:rPr>
          <w:sz w:val="24"/>
          <w:szCs w:val="24"/>
        </w:rPr>
        <w:t xml:space="preserve"> </w:t>
      </w:r>
      <w:proofErr w:type="gramStart"/>
      <w:r w:rsidRPr="00A1231B">
        <w:rPr>
          <w:sz w:val="24"/>
          <w:szCs w:val="24"/>
        </w:rPr>
        <w:t>ВЛ</w:t>
      </w:r>
      <w:proofErr w:type="gramEnd"/>
      <w:r w:rsidRPr="00A1231B">
        <w:rPr>
          <w:sz w:val="24"/>
          <w:szCs w:val="24"/>
        </w:rPr>
        <w:t xml:space="preserve"> 10кВ №100</w:t>
      </w:r>
      <w:r>
        <w:rPr>
          <w:sz w:val="24"/>
          <w:szCs w:val="24"/>
        </w:rPr>
        <w:t>5</w:t>
      </w:r>
      <w:r w:rsidRPr="00A1231B">
        <w:rPr>
          <w:sz w:val="24"/>
          <w:szCs w:val="24"/>
        </w:rPr>
        <w:t xml:space="preserve"> ПС «</w:t>
      </w:r>
      <w:r>
        <w:rPr>
          <w:sz w:val="24"/>
          <w:szCs w:val="24"/>
        </w:rPr>
        <w:t>Холм</w:t>
      </w:r>
      <w:r w:rsidRPr="00A1231B">
        <w:rPr>
          <w:sz w:val="24"/>
          <w:szCs w:val="24"/>
        </w:rPr>
        <w:t>» на провод 3</w:t>
      </w:r>
      <w:r>
        <w:rPr>
          <w:sz w:val="24"/>
          <w:szCs w:val="24"/>
        </w:rPr>
        <w:t>СИП-3(1х50)</w:t>
      </w:r>
      <w:r w:rsidRPr="00A1231B">
        <w:rPr>
          <w:sz w:val="24"/>
          <w:szCs w:val="24"/>
        </w:rPr>
        <w:t xml:space="preserve"> </w:t>
      </w:r>
      <w:r w:rsidRPr="00686CFE">
        <w:rPr>
          <w:sz w:val="24"/>
          <w:szCs w:val="24"/>
        </w:rPr>
        <w:t>(0,</w:t>
      </w:r>
      <w:r>
        <w:rPr>
          <w:sz w:val="24"/>
          <w:szCs w:val="24"/>
        </w:rPr>
        <w:t>1</w:t>
      </w:r>
      <w:r w:rsidRPr="00686CFE">
        <w:rPr>
          <w:sz w:val="24"/>
          <w:szCs w:val="24"/>
        </w:rPr>
        <w:t xml:space="preserve">км). Предусмотреть замену опор на реконструируемом участке </w:t>
      </w:r>
      <w:proofErr w:type="gramStart"/>
      <w:r w:rsidRPr="00686CFE">
        <w:rPr>
          <w:sz w:val="24"/>
          <w:szCs w:val="24"/>
        </w:rPr>
        <w:t>ВЛ</w:t>
      </w:r>
      <w:proofErr w:type="gramEnd"/>
      <w:r w:rsidRPr="00686CFE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686CFE">
        <w:rPr>
          <w:sz w:val="24"/>
          <w:szCs w:val="24"/>
        </w:rPr>
        <w:t>кВ.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3446DE">
        <w:rPr>
          <w:sz w:val="24"/>
          <w:szCs w:val="24"/>
        </w:rPr>
        <w:t xml:space="preserve">Опоры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 </w:t>
      </w:r>
      <w:r w:rsidRPr="003446DE">
        <w:rPr>
          <w:sz w:val="24"/>
          <w:szCs w:val="24"/>
        </w:rPr>
        <w:t>принять с изгибающим моментом ж/б стойки типа СВ не менее 30кН</w:t>
      </w:r>
      <w:r>
        <w:rPr>
          <w:sz w:val="24"/>
          <w:szCs w:val="24"/>
        </w:rPr>
        <w:t>м, о</w:t>
      </w:r>
      <w:r w:rsidRPr="003446DE">
        <w:rPr>
          <w:sz w:val="24"/>
          <w:szCs w:val="24"/>
        </w:rPr>
        <w:t xml:space="preserve">поры </w:t>
      </w:r>
      <w:r>
        <w:rPr>
          <w:sz w:val="24"/>
          <w:szCs w:val="24"/>
        </w:rPr>
        <w:t>ВЛ 10кВ -</w:t>
      </w:r>
      <w:r w:rsidRPr="003446DE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3446DE">
        <w:rPr>
          <w:sz w:val="24"/>
          <w:szCs w:val="24"/>
        </w:rPr>
        <w:t>0кНм</w:t>
      </w:r>
      <w:r>
        <w:rPr>
          <w:sz w:val="24"/>
          <w:szCs w:val="24"/>
        </w:rPr>
        <w:t>.</w:t>
      </w:r>
    </w:p>
    <w:p w:rsidR="003F193F" w:rsidRPr="0077394D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A1231B">
        <w:rPr>
          <w:sz w:val="24"/>
          <w:szCs w:val="24"/>
        </w:rPr>
        <w:t xml:space="preserve">Предусмотреть замену </w:t>
      </w:r>
      <w:proofErr w:type="gramStart"/>
      <w:r w:rsidRPr="00A1231B">
        <w:rPr>
          <w:sz w:val="24"/>
          <w:szCs w:val="24"/>
        </w:rPr>
        <w:t>существующей</w:t>
      </w:r>
      <w:proofErr w:type="gramEnd"/>
      <w:r w:rsidRPr="00A1231B">
        <w:rPr>
          <w:sz w:val="24"/>
          <w:szCs w:val="24"/>
        </w:rPr>
        <w:t xml:space="preserve"> ОТП-10/0,23кВ «</w:t>
      </w:r>
      <w:r>
        <w:rPr>
          <w:sz w:val="24"/>
          <w:szCs w:val="24"/>
        </w:rPr>
        <w:t>Сергеевка</w:t>
      </w:r>
      <w:r w:rsidRPr="00A1231B">
        <w:rPr>
          <w:sz w:val="24"/>
          <w:szCs w:val="24"/>
        </w:rPr>
        <w:t>» на КТП-10/0,4кВ столбового типа с трансформатором ТМГ-10/0,4кВ 40кВА.</w:t>
      </w:r>
      <w:r w:rsidRPr="0077394D">
        <w:rPr>
          <w:sz w:val="24"/>
          <w:szCs w:val="24"/>
        </w:rPr>
        <w:t xml:space="preserve"> Предусмотреть установку опоры с разъединителем РЛК у КТП-10/0,4кВ.</w:t>
      </w:r>
    </w:p>
    <w:p w:rsidR="003F193F" w:rsidRPr="0077394D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Заземляющие устройства и </w:t>
      </w:r>
      <w:proofErr w:type="spellStart"/>
      <w:r w:rsidRPr="0077394D">
        <w:rPr>
          <w:sz w:val="24"/>
          <w:szCs w:val="24"/>
        </w:rPr>
        <w:t>молниезащиту</w:t>
      </w:r>
      <w:proofErr w:type="spellEnd"/>
      <w:r w:rsidRPr="0077394D">
        <w:rPr>
          <w:sz w:val="24"/>
          <w:szCs w:val="24"/>
        </w:rPr>
        <w:t xml:space="preserve"> выполнить согласно требованиям ПУЭ:</w:t>
      </w:r>
    </w:p>
    <w:p w:rsidR="003F193F" w:rsidRPr="0077394D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394D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 местах переходов </w:t>
      </w:r>
      <w:proofErr w:type="gramStart"/>
      <w:r w:rsidRPr="0077394D">
        <w:rPr>
          <w:sz w:val="24"/>
          <w:szCs w:val="24"/>
        </w:rPr>
        <w:t>ВЛ</w:t>
      </w:r>
      <w:proofErr w:type="gramEnd"/>
      <w:r w:rsidRPr="0077394D">
        <w:rPr>
          <w:sz w:val="24"/>
          <w:szCs w:val="24"/>
        </w:rPr>
        <w:t xml:space="preserve">  в кабельные участки с применением РДИ;</w:t>
      </w:r>
    </w:p>
    <w:p w:rsidR="003F193F" w:rsidRPr="0077394D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3446DE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A1231B">
        <w:rPr>
          <w:sz w:val="24"/>
          <w:szCs w:val="24"/>
        </w:rPr>
        <w:t xml:space="preserve">В </w:t>
      </w:r>
      <w:r w:rsidRPr="00482113">
        <w:rPr>
          <w:sz w:val="24"/>
          <w:szCs w:val="24"/>
        </w:rPr>
        <w:t>КТП-10/0,4 кВ «Сергеевка»</w:t>
      </w:r>
      <w:r w:rsidRPr="00A1231B">
        <w:rPr>
          <w:sz w:val="24"/>
          <w:szCs w:val="24"/>
        </w:rPr>
        <w:t xml:space="preserve"> выполнить</w:t>
      </w:r>
      <w:r w:rsidRPr="003446DE">
        <w:rPr>
          <w:bCs/>
          <w:sz w:val="24"/>
          <w:szCs w:val="24"/>
        </w:rPr>
        <w:t xml:space="preserve">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6F0FBC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</w:p>
    <w:p w:rsidR="003F193F" w:rsidRPr="006F0FBC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6F0FBC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6F0FBC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6F0FBC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Для безопасной эксплуатации </w:t>
      </w:r>
      <w:proofErr w:type="gramStart"/>
      <w:r w:rsidRPr="006F0FBC">
        <w:rPr>
          <w:sz w:val="24"/>
          <w:szCs w:val="24"/>
        </w:rPr>
        <w:t>проектируемых</w:t>
      </w:r>
      <w:proofErr w:type="gramEnd"/>
      <w:r w:rsidRPr="006F0FBC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6F0FBC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63069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E56542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</w:t>
      </w:r>
      <w:r w:rsidRPr="00E56542">
        <w:rPr>
          <w:sz w:val="24"/>
          <w:szCs w:val="24"/>
        </w:rPr>
        <w:lastRenderedPageBreak/>
        <w:t>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345A8B" w:rsidRDefault="003F193F" w:rsidP="003F193F">
      <w:pPr>
        <w:pStyle w:val="a5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3F193F" w:rsidRPr="00345A8B" w:rsidRDefault="003F193F" w:rsidP="003F193F">
      <w:pPr>
        <w:pStyle w:val="a5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345A8B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687E11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Default="003F193F" w:rsidP="003F1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202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3F193F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EB6993">
        <w:rPr>
          <w:rFonts w:ascii="Times New Roman" w:hAnsi="Times New Roman"/>
          <w:sz w:val="24"/>
          <w:szCs w:val="24"/>
          <w:u w:val="single"/>
        </w:rPr>
        <w:t xml:space="preserve">ТП-10/0,4 кВ </w:t>
      </w:r>
      <w:r>
        <w:rPr>
          <w:rFonts w:ascii="Times New Roman" w:hAnsi="Times New Roman"/>
          <w:sz w:val="24"/>
          <w:szCs w:val="24"/>
          <w:u w:val="single"/>
        </w:rPr>
        <w:t>№1</w:t>
      </w:r>
      <w:r w:rsidRPr="00EB699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D22F6">
        <w:rPr>
          <w:rFonts w:ascii="Times New Roman" w:hAnsi="Times New Roman"/>
          <w:sz w:val="24"/>
          <w:szCs w:val="24"/>
          <w:u w:val="single"/>
        </w:rPr>
        <w:t>ВЛ 10кВ №10</w:t>
      </w:r>
      <w:r>
        <w:rPr>
          <w:rFonts w:ascii="Times New Roman" w:hAnsi="Times New Roman"/>
          <w:sz w:val="24"/>
          <w:szCs w:val="24"/>
          <w:u w:val="single"/>
        </w:rPr>
        <w:t>02</w:t>
      </w:r>
      <w:r w:rsidRPr="00FD22F6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Темкино</w:t>
      </w:r>
      <w:r w:rsidRPr="00FD22F6">
        <w:rPr>
          <w:rFonts w:ascii="Times New Roman" w:hAnsi="Times New Roman"/>
          <w:sz w:val="24"/>
          <w:szCs w:val="24"/>
          <w:u w:val="single"/>
        </w:rPr>
        <w:t>»</w:t>
      </w:r>
    </w:p>
    <w:p w:rsidR="003F193F" w:rsidRPr="00FD22F6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F193F" w:rsidRPr="001B536F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36F">
        <w:rPr>
          <w:rFonts w:ascii="Times New Roman" w:hAnsi="Times New Roman"/>
          <w:sz w:val="24"/>
          <w:szCs w:val="24"/>
        </w:rPr>
        <w:t>Основные объемы работ.</w:t>
      </w:r>
    </w:p>
    <w:p w:rsidR="003F193F" w:rsidRPr="007A3FFF" w:rsidRDefault="003F193F" w:rsidP="003F1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/>
          <w:sz w:val="24"/>
          <w:szCs w:val="24"/>
        </w:rPr>
        <w:t xml:space="preserve">проектирование и </w:t>
      </w:r>
      <w:r w:rsidRPr="007A3FFF">
        <w:rPr>
          <w:rFonts w:ascii="Times New Roman" w:hAnsi="Times New Roman"/>
          <w:sz w:val="24"/>
          <w:szCs w:val="24"/>
        </w:rPr>
        <w:t xml:space="preserve">реконструкцию </w:t>
      </w:r>
      <w:proofErr w:type="gramStart"/>
      <w:r w:rsidRPr="007A3FFF">
        <w:rPr>
          <w:rFonts w:ascii="Times New Roman" w:hAnsi="Times New Roman"/>
          <w:sz w:val="24"/>
          <w:szCs w:val="24"/>
        </w:rPr>
        <w:t>ВЛ</w:t>
      </w:r>
      <w:proofErr w:type="gramEnd"/>
      <w:r w:rsidRPr="007A3FFF">
        <w:rPr>
          <w:rFonts w:ascii="Times New Roman" w:hAnsi="Times New Roman"/>
          <w:sz w:val="24"/>
          <w:szCs w:val="24"/>
        </w:rPr>
        <w:t xml:space="preserve"> 0,4кВ от ТП-10/0,4 кВ №1 ВЛ 10кВ №1002 ПС «Темкино» расположенной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0"/>
        <w:gridCol w:w="1445"/>
        <w:gridCol w:w="1828"/>
        <w:gridCol w:w="1296"/>
        <w:gridCol w:w="1176"/>
        <w:gridCol w:w="2106"/>
      </w:tblGrid>
      <w:tr w:rsidR="003F193F" w:rsidRPr="00474CB3" w:rsidTr="00C12941">
        <w:tc>
          <w:tcPr>
            <w:tcW w:w="908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3F193F" w:rsidRPr="00E21A80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474CB3" w:rsidTr="00C12941">
        <w:tc>
          <w:tcPr>
            <w:tcW w:w="908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Темкинский</w:t>
            </w:r>
            <w:proofErr w:type="spellEnd"/>
          </w:p>
        </w:tc>
        <w:tc>
          <w:tcPr>
            <w:tcW w:w="810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3F193F" w:rsidRPr="00F65822" w:rsidRDefault="003F193F" w:rsidP="00C12941">
            <w:pPr>
              <w:pStyle w:val="ConsPlusNonformat"/>
              <w:widowControl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Темкино, ул. Дзержинского</w:t>
            </w:r>
          </w:p>
        </w:tc>
        <w:tc>
          <w:tcPr>
            <w:tcW w:w="645" w:type="pct"/>
            <w:vAlign w:val="center"/>
          </w:tcPr>
          <w:p w:rsidR="003F193F" w:rsidRPr="00345714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366645819</w:t>
            </w:r>
          </w:p>
        </w:tc>
        <w:tc>
          <w:tcPr>
            <w:tcW w:w="622" w:type="pct"/>
            <w:vAlign w:val="center"/>
          </w:tcPr>
          <w:p w:rsidR="003F193F" w:rsidRPr="00345714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AD0">
              <w:rPr>
                <w:rFonts w:ascii="Times New Roman" w:hAnsi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</w:p>
        </w:tc>
        <w:tc>
          <w:tcPr>
            <w:tcW w:w="1205" w:type="pct"/>
            <w:vAlign w:val="center"/>
          </w:tcPr>
          <w:p w:rsidR="003F193F" w:rsidRPr="000D323B" w:rsidRDefault="003F193F" w:rsidP="00C12941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3FFF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7A3FFF">
              <w:rPr>
                <w:rFonts w:ascii="Times New Roman" w:hAnsi="Times New Roman"/>
                <w:sz w:val="24"/>
                <w:szCs w:val="24"/>
              </w:rPr>
              <w:t xml:space="preserve"> - 0,4 кВ от ТП - 1 - Темкино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3"/>
        <w:gridCol w:w="1472"/>
        <w:gridCol w:w="1874"/>
        <w:gridCol w:w="1269"/>
        <w:gridCol w:w="1558"/>
        <w:gridCol w:w="1556"/>
      </w:tblGrid>
      <w:tr w:rsidR="003F193F" w:rsidRPr="00474CB3" w:rsidTr="00C12941"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7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6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RPr="00474CB3" w:rsidTr="00C12941">
        <w:trPr>
          <w:trHeight w:val="363"/>
        </w:trPr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vAlign w:val="center"/>
          </w:tcPr>
          <w:p w:rsidR="003F193F" w:rsidRPr="007A3FFF" w:rsidRDefault="003F193F" w:rsidP="00C12941">
            <w:pPr>
              <w:pStyle w:val="ConsPlusNonformat"/>
              <w:widowControl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40462835</w:t>
            </w:r>
          </w:p>
        </w:tc>
        <w:tc>
          <w:tcPr>
            <w:tcW w:w="769" w:type="pct"/>
            <w:vAlign w:val="center"/>
          </w:tcPr>
          <w:p w:rsidR="003F193F" w:rsidRPr="007A3FFF" w:rsidRDefault="003F193F" w:rsidP="00C12941">
            <w:pPr>
              <w:pStyle w:val="ConsPlusNonformat"/>
              <w:widowControl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17.11.2011г</w:t>
            </w:r>
          </w:p>
        </w:tc>
        <w:tc>
          <w:tcPr>
            <w:tcW w:w="979" w:type="pct"/>
            <w:vAlign w:val="center"/>
          </w:tcPr>
          <w:p w:rsidR="003F193F" w:rsidRPr="007A3FFF" w:rsidRDefault="003F193F" w:rsidP="00C12941">
            <w:pPr>
              <w:pStyle w:val="ConsPlusNonformat"/>
              <w:widowControl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Мамченкова</w:t>
            </w:r>
            <w:proofErr w:type="spellEnd"/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Анастасия Владимировна</w:t>
            </w:r>
          </w:p>
        </w:tc>
        <w:tc>
          <w:tcPr>
            <w:tcW w:w="663" w:type="pct"/>
            <w:vAlign w:val="center"/>
          </w:tcPr>
          <w:p w:rsidR="003F193F" w:rsidRPr="007A3FFF" w:rsidRDefault="003F193F" w:rsidP="00C12941">
            <w:pPr>
              <w:pStyle w:val="ConsPlusNonformat"/>
              <w:widowControl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F193F" w:rsidRPr="007A3FFF" w:rsidRDefault="003F193F" w:rsidP="00C12941">
            <w:pPr>
              <w:pStyle w:val="ConsPlusNonformat"/>
              <w:widowControl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14,0</w:t>
            </w:r>
          </w:p>
        </w:tc>
        <w:tc>
          <w:tcPr>
            <w:tcW w:w="813" w:type="pct"/>
            <w:vAlign w:val="center"/>
          </w:tcPr>
          <w:p w:rsidR="003F193F" w:rsidRPr="007A3FFF" w:rsidRDefault="003F193F" w:rsidP="00C12941">
            <w:pPr>
              <w:pStyle w:val="ConsPlusNonformat"/>
              <w:widowControl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3F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0,4</w:t>
            </w:r>
          </w:p>
        </w:tc>
      </w:tr>
    </w:tbl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0,4</w:t>
      </w:r>
      <w:r w:rsidRPr="007762E6">
        <w:rPr>
          <w:b/>
          <w:sz w:val="24"/>
          <w:szCs w:val="24"/>
        </w:rPr>
        <w:t>кВ:</w:t>
      </w:r>
    </w:p>
    <w:p w:rsidR="003F193F" w:rsidRDefault="003F193F" w:rsidP="003F193F">
      <w:pPr>
        <w:pStyle w:val="a5"/>
        <w:tabs>
          <w:tab w:val="left" w:pos="993"/>
        </w:tabs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Существующая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9"/>
        <w:gridCol w:w="4732"/>
      </w:tblGrid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25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3F193F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Проектируемая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4"/>
        <w:gridCol w:w="4737"/>
      </w:tblGrid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проект</w:t>
            </w:r>
            <w:proofErr w:type="gramStart"/>
            <w:r w:rsidRPr="00474CB3">
              <w:rPr>
                <w:sz w:val="24"/>
                <w:szCs w:val="24"/>
              </w:rPr>
              <w:t>.</w:t>
            </w:r>
            <w:proofErr w:type="gramEnd"/>
            <w:r w:rsidRPr="00474CB3">
              <w:rPr>
                <w:sz w:val="24"/>
                <w:szCs w:val="24"/>
              </w:rPr>
              <w:t xml:space="preserve"> </w:t>
            </w:r>
            <w:proofErr w:type="gramStart"/>
            <w:r w:rsidRPr="00474CB3">
              <w:rPr>
                <w:sz w:val="24"/>
                <w:szCs w:val="24"/>
              </w:rPr>
              <w:t>п</w:t>
            </w:r>
            <w:proofErr w:type="gramEnd"/>
            <w:r w:rsidRPr="00474CB3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3F193F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Проектируемая КЛ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5"/>
      </w:tblGrid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r>
              <w:rPr>
                <w:sz w:val="24"/>
                <w:szCs w:val="24"/>
              </w:rPr>
              <w:t>К</w:t>
            </w:r>
            <w:r w:rsidRPr="00474CB3">
              <w:rPr>
                <w:sz w:val="24"/>
                <w:szCs w:val="24"/>
              </w:rPr>
              <w:t>Л, кВ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C57A1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C57A1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C57A16">
              <w:rPr>
                <w:sz w:val="24"/>
                <w:szCs w:val="24"/>
              </w:rPr>
              <w:t>км</w:t>
            </w:r>
            <w:proofErr w:type="gramEnd"/>
            <w:r w:rsidRPr="00C57A1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C57A1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кабеля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алюминиевыми жилами с ПВХ изоляцией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Pr="008F4071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Запроектировать и построить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0,4 кВ с применением самонесущего изолированного провода от опоры </w:t>
      </w:r>
      <w:r w:rsidRPr="00276AEB">
        <w:rPr>
          <w:sz w:val="24"/>
          <w:szCs w:val="24"/>
        </w:rPr>
        <w:t>№А11 ВЛ 0,4кВ №1</w:t>
      </w:r>
      <w:r w:rsidRPr="008F4071">
        <w:rPr>
          <w:sz w:val="24"/>
          <w:szCs w:val="24"/>
        </w:rPr>
        <w:t xml:space="preserve"> </w:t>
      </w:r>
      <w:r w:rsidRPr="007A3FFF">
        <w:rPr>
          <w:sz w:val="24"/>
          <w:szCs w:val="24"/>
        </w:rPr>
        <w:t>ТП-10/0,4 кВ №1</w:t>
      </w:r>
      <w:r w:rsidRPr="00EB6993">
        <w:rPr>
          <w:sz w:val="24"/>
          <w:szCs w:val="24"/>
        </w:rPr>
        <w:t xml:space="preserve"> </w:t>
      </w:r>
      <w:r w:rsidRPr="008F4071">
        <w:rPr>
          <w:sz w:val="24"/>
          <w:szCs w:val="24"/>
        </w:rPr>
        <w:t>до границы территории за</w:t>
      </w:r>
      <w:r w:rsidRPr="008F4071">
        <w:rPr>
          <w:sz w:val="24"/>
          <w:szCs w:val="24"/>
        </w:rPr>
        <w:t>я</w:t>
      </w:r>
      <w:r w:rsidRPr="008F4071">
        <w:rPr>
          <w:sz w:val="24"/>
          <w:szCs w:val="24"/>
        </w:rPr>
        <w:t>вителя (0,</w:t>
      </w:r>
      <w:r>
        <w:rPr>
          <w:sz w:val="24"/>
          <w:szCs w:val="24"/>
        </w:rPr>
        <w:t>04</w:t>
      </w:r>
      <w:r w:rsidRPr="008F4071">
        <w:rPr>
          <w:sz w:val="24"/>
          <w:szCs w:val="24"/>
        </w:rPr>
        <w:t xml:space="preserve">км).  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lastRenderedPageBreak/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C62C74">
        <w:rPr>
          <w:sz w:val="24"/>
          <w:szCs w:val="24"/>
        </w:rPr>
        <w:t xml:space="preserve">предусмотреть замену существующего провода 5А25 на неизолированный алюминиевый провод большего сечения от РУ 0,4кВ до опоры №1 </w:t>
      </w:r>
      <w:proofErr w:type="gramStart"/>
      <w:r w:rsidRPr="00C62C74">
        <w:rPr>
          <w:sz w:val="24"/>
          <w:szCs w:val="24"/>
        </w:rPr>
        <w:t>ВЛ</w:t>
      </w:r>
      <w:proofErr w:type="gramEnd"/>
      <w:r w:rsidRPr="00C62C74">
        <w:rPr>
          <w:sz w:val="24"/>
          <w:szCs w:val="24"/>
        </w:rPr>
        <w:t xml:space="preserve"> 0,4кВ №1 и в пролетах №1-№8 ВЛ 0,4кВ №1 </w:t>
      </w:r>
      <w:r w:rsidRPr="007A3FFF">
        <w:rPr>
          <w:sz w:val="24"/>
          <w:szCs w:val="24"/>
        </w:rPr>
        <w:t>ТП-10/0,4 кВ №1</w:t>
      </w:r>
      <w:r w:rsidRPr="00EB6993">
        <w:rPr>
          <w:sz w:val="24"/>
          <w:szCs w:val="24"/>
        </w:rPr>
        <w:t xml:space="preserve"> </w:t>
      </w:r>
      <w:r w:rsidRPr="00C62C74">
        <w:rPr>
          <w:sz w:val="24"/>
          <w:szCs w:val="24"/>
        </w:rPr>
        <w:t>(ориентировочная длина 0,35км).</w:t>
      </w:r>
      <w:r>
        <w:rPr>
          <w:sz w:val="24"/>
          <w:szCs w:val="24"/>
        </w:rPr>
        <w:t xml:space="preserve"> Предусмотреть замену опор на реконструируемом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0,4кВ.</w:t>
      </w:r>
    </w:p>
    <w:p w:rsidR="003F193F" w:rsidRPr="00C62C74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62C74">
        <w:rPr>
          <w:sz w:val="24"/>
          <w:szCs w:val="24"/>
        </w:rPr>
        <w:t xml:space="preserve">редусмотреть подвеску провода А25 в пролетах </w:t>
      </w:r>
      <w:r>
        <w:rPr>
          <w:sz w:val="24"/>
          <w:szCs w:val="24"/>
        </w:rPr>
        <w:t xml:space="preserve">существующих </w:t>
      </w:r>
      <w:r w:rsidRPr="00C62C74">
        <w:rPr>
          <w:sz w:val="24"/>
          <w:szCs w:val="24"/>
        </w:rPr>
        <w:t xml:space="preserve">опор №А1-А7 </w:t>
      </w:r>
      <w:proofErr w:type="gramStart"/>
      <w:r w:rsidRPr="00C62C74">
        <w:rPr>
          <w:sz w:val="24"/>
          <w:szCs w:val="24"/>
        </w:rPr>
        <w:t>ВЛ</w:t>
      </w:r>
      <w:proofErr w:type="gramEnd"/>
      <w:r w:rsidRPr="00C62C74">
        <w:rPr>
          <w:sz w:val="24"/>
          <w:szCs w:val="24"/>
        </w:rPr>
        <w:t xml:space="preserve"> 0,4кВ №1  (ориентировочная длина 0,24км);</w:t>
      </w:r>
    </w:p>
    <w:p w:rsidR="003F193F" w:rsidRPr="00C62C74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C62C74">
        <w:rPr>
          <w:sz w:val="24"/>
          <w:szCs w:val="24"/>
        </w:rPr>
        <w:t xml:space="preserve">Предусмотреть подвеску провода 3А25 в пролетах </w:t>
      </w:r>
      <w:r>
        <w:rPr>
          <w:sz w:val="24"/>
          <w:szCs w:val="24"/>
        </w:rPr>
        <w:t xml:space="preserve">существующих </w:t>
      </w:r>
      <w:r w:rsidRPr="00C62C74">
        <w:rPr>
          <w:sz w:val="24"/>
          <w:szCs w:val="24"/>
        </w:rPr>
        <w:t xml:space="preserve">опор №А7-А11 </w:t>
      </w:r>
      <w:proofErr w:type="gramStart"/>
      <w:r w:rsidRPr="00C62C74">
        <w:rPr>
          <w:sz w:val="24"/>
          <w:szCs w:val="24"/>
        </w:rPr>
        <w:t>ВЛ</w:t>
      </w:r>
      <w:proofErr w:type="gramEnd"/>
      <w:r w:rsidRPr="00C62C74">
        <w:rPr>
          <w:sz w:val="24"/>
          <w:szCs w:val="24"/>
        </w:rPr>
        <w:t xml:space="preserve"> 0,4кВ №1  (ориентировочная длина 0,16км).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C5278C">
        <w:rPr>
          <w:sz w:val="24"/>
          <w:szCs w:val="24"/>
        </w:rPr>
        <w:t xml:space="preserve">Проверить марку и сечение провода </w:t>
      </w:r>
      <w:proofErr w:type="gramStart"/>
      <w:r w:rsidRPr="00C5278C">
        <w:rPr>
          <w:sz w:val="24"/>
          <w:szCs w:val="24"/>
        </w:rPr>
        <w:t>ВЛ</w:t>
      </w:r>
      <w:proofErr w:type="gramEnd"/>
      <w:r w:rsidRPr="00C5278C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C5278C">
        <w:rPr>
          <w:sz w:val="24"/>
          <w:szCs w:val="24"/>
        </w:rPr>
        <w:t xml:space="preserve"> </w:t>
      </w:r>
      <w:r w:rsidRPr="00FD16A9">
        <w:rPr>
          <w:sz w:val="24"/>
          <w:szCs w:val="24"/>
        </w:rPr>
        <w:t>ТП-10/0,4 кВ №</w:t>
      </w:r>
      <w:r>
        <w:rPr>
          <w:sz w:val="24"/>
          <w:szCs w:val="24"/>
        </w:rPr>
        <w:t>1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5278C">
        <w:rPr>
          <w:sz w:val="24"/>
          <w:szCs w:val="24"/>
        </w:rPr>
        <w:t>на пропуск нагрузки по ней.</w:t>
      </w:r>
    </w:p>
    <w:p w:rsidR="003F193F" w:rsidRPr="00C57A1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C57A16">
        <w:rPr>
          <w:sz w:val="24"/>
          <w:szCs w:val="24"/>
        </w:rPr>
        <w:t xml:space="preserve">Предусмотреть </w:t>
      </w:r>
      <w:r w:rsidRPr="00C62C74">
        <w:rPr>
          <w:sz w:val="24"/>
          <w:szCs w:val="24"/>
        </w:rPr>
        <w:t xml:space="preserve">замену существующей КЛ 0,4кВ на КЛ 0,4кВ большего сечения от опоры №8 до опоры №А1 </w:t>
      </w:r>
      <w:proofErr w:type="gramStart"/>
      <w:r w:rsidRPr="00C62C74">
        <w:rPr>
          <w:sz w:val="24"/>
          <w:szCs w:val="24"/>
        </w:rPr>
        <w:t>ВЛ</w:t>
      </w:r>
      <w:proofErr w:type="gramEnd"/>
      <w:r w:rsidRPr="00C62C74">
        <w:rPr>
          <w:sz w:val="24"/>
          <w:szCs w:val="24"/>
        </w:rPr>
        <w:t xml:space="preserve"> 0,4кВ №1 </w:t>
      </w:r>
      <w:r w:rsidRPr="00C57A16">
        <w:rPr>
          <w:sz w:val="24"/>
          <w:szCs w:val="24"/>
        </w:rPr>
        <w:t>(0,</w:t>
      </w:r>
      <w:r>
        <w:rPr>
          <w:sz w:val="24"/>
          <w:szCs w:val="24"/>
        </w:rPr>
        <w:t>07</w:t>
      </w:r>
      <w:r w:rsidRPr="00C57A16">
        <w:rPr>
          <w:sz w:val="24"/>
          <w:szCs w:val="24"/>
        </w:rPr>
        <w:t xml:space="preserve">км). </w:t>
      </w:r>
    </w:p>
    <w:p w:rsidR="003F193F" w:rsidRPr="00B11C2D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11C2D">
        <w:rPr>
          <w:sz w:val="24"/>
          <w:szCs w:val="24"/>
        </w:rPr>
        <w:t xml:space="preserve">6.3. Все пересечения </w:t>
      </w:r>
      <w:proofErr w:type="gramStart"/>
      <w:r w:rsidRPr="00B11C2D">
        <w:rPr>
          <w:sz w:val="24"/>
          <w:szCs w:val="24"/>
        </w:rPr>
        <w:t>проектируемой</w:t>
      </w:r>
      <w:proofErr w:type="gramEnd"/>
      <w:r w:rsidRPr="00B11C2D">
        <w:rPr>
          <w:sz w:val="24"/>
          <w:szCs w:val="24"/>
        </w:rPr>
        <w:t xml:space="preserve"> КЛ-</w:t>
      </w:r>
      <w:r>
        <w:rPr>
          <w:sz w:val="24"/>
          <w:szCs w:val="24"/>
        </w:rPr>
        <w:t>0,4</w:t>
      </w:r>
      <w:r w:rsidRPr="00B11C2D">
        <w:rPr>
          <w:sz w:val="24"/>
          <w:szCs w:val="24"/>
        </w:rPr>
        <w:t>кВ с инженерными коммуникациями выполнить в соответствии с Типовым проектом А5-92 и требованиями ПУЭ.</w:t>
      </w:r>
    </w:p>
    <w:p w:rsidR="003F193F" w:rsidRPr="00B11C2D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11C2D">
        <w:rPr>
          <w:sz w:val="24"/>
          <w:szCs w:val="24"/>
        </w:rPr>
        <w:t>6.4. Проектом должна быть предусмотрена защита кабеля на всем протяжении от механических повреждений согласно ПУЭ.</w:t>
      </w:r>
    </w:p>
    <w:p w:rsidR="003F193F" w:rsidRPr="00B11C2D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11C2D">
        <w:rPr>
          <w:sz w:val="24"/>
          <w:szCs w:val="24"/>
        </w:rPr>
        <w:t xml:space="preserve">Переходы КЛ </w:t>
      </w:r>
      <w:r>
        <w:rPr>
          <w:sz w:val="24"/>
          <w:szCs w:val="24"/>
        </w:rPr>
        <w:t>0,4</w:t>
      </w:r>
      <w:r w:rsidRPr="00B11C2D">
        <w:rPr>
          <w:sz w:val="24"/>
          <w:szCs w:val="24"/>
        </w:rPr>
        <w:t>кВ через инженерные сооружения  выполнить с применением труб из немагнитных материалов.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кабеля</w:t>
      </w:r>
      <w:r w:rsidRPr="00811465">
        <w:rPr>
          <w:sz w:val="24"/>
          <w:szCs w:val="24"/>
        </w:rPr>
        <w:t xml:space="preserve">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Default="003F193F" w:rsidP="003F193F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A3FFF">
        <w:rPr>
          <w:sz w:val="24"/>
          <w:szCs w:val="24"/>
        </w:rPr>
        <w:t>ТП-10/0,4 кВ №1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 xml:space="preserve">Для безопасной эксплуатации </w:t>
      </w:r>
      <w:proofErr w:type="gramStart"/>
      <w:r w:rsidRPr="00E21A80">
        <w:rPr>
          <w:sz w:val="24"/>
          <w:szCs w:val="24"/>
        </w:rPr>
        <w:t>проектируемых</w:t>
      </w:r>
      <w:proofErr w:type="gramEnd"/>
      <w:r w:rsidRPr="00E21A80">
        <w:rPr>
          <w:sz w:val="24"/>
          <w:szCs w:val="24"/>
        </w:rPr>
        <w:t xml:space="preserve"> ВЛ-</w:t>
      </w:r>
      <w:r>
        <w:rPr>
          <w:sz w:val="24"/>
          <w:szCs w:val="24"/>
        </w:rPr>
        <w:t>0,4</w:t>
      </w:r>
      <w:r w:rsidRPr="00E21A80">
        <w:rPr>
          <w:sz w:val="24"/>
          <w:szCs w:val="24"/>
        </w:rPr>
        <w:t>кВ предусмотреть:</w:t>
      </w:r>
    </w:p>
    <w:p w:rsidR="003F193F" w:rsidRPr="00E21A80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E21A80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63069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0605FA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0605FA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E15AF9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15AF9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345A8B" w:rsidRDefault="003F193F" w:rsidP="003F193F">
      <w:pPr>
        <w:pStyle w:val="a5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3F193F" w:rsidRPr="00345A8B" w:rsidRDefault="003F193F" w:rsidP="003F193F">
      <w:pPr>
        <w:pStyle w:val="a5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345A8B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8B7DD4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472C6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 w:rsidRPr="00D83EB5"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2158DD">
        <w:rPr>
          <w:rFonts w:ascii="Times New Roman" w:hAnsi="Times New Roman"/>
          <w:b/>
          <w:i/>
          <w:sz w:val="24"/>
          <w:szCs w:val="24"/>
          <w:u w:val="single"/>
        </w:rPr>
        <w:t>00204к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3F193F" w:rsidRPr="00200530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200530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200530"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BB55FC">
        <w:rPr>
          <w:rFonts w:ascii="Times New Roman" w:hAnsi="Times New Roman"/>
          <w:sz w:val="24"/>
          <w:szCs w:val="24"/>
          <w:u w:val="single"/>
        </w:rPr>
        <w:t>КТП-10/0,4 кВ «</w:t>
      </w:r>
      <w:proofErr w:type="spellStart"/>
      <w:r w:rsidRPr="00BB55FC">
        <w:rPr>
          <w:rFonts w:ascii="Times New Roman" w:hAnsi="Times New Roman"/>
          <w:sz w:val="24"/>
          <w:szCs w:val="24"/>
          <w:u w:val="single"/>
        </w:rPr>
        <w:t>Красицы</w:t>
      </w:r>
      <w:proofErr w:type="spellEnd"/>
      <w:r w:rsidRPr="00BB55FC">
        <w:rPr>
          <w:rFonts w:ascii="Times New Roman" w:hAnsi="Times New Roman"/>
          <w:sz w:val="24"/>
          <w:szCs w:val="24"/>
          <w:u w:val="single"/>
        </w:rPr>
        <w:t>»</w:t>
      </w:r>
      <w:r w:rsidRPr="00200530">
        <w:rPr>
          <w:rFonts w:ascii="Times New Roman" w:hAnsi="Times New Roman"/>
          <w:sz w:val="24"/>
          <w:szCs w:val="24"/>
          <w:u w:val="single"/>
        </w:rPr>
        <w:t xml:space="preserve"> ВЛ-10кВ №10</w:t>
      </w:r>
      <w:r>
        <w:rPr>
          <w:rFonts w:ascii="Times New Roman" w:hAnsi="Times New Roman"/>
          <w:sz w:val="24"/>
          <w:szCs w:val="24"/>
          <w:u w:val="single"/>
        </w:rPr>
        <w:t>20</w:t>
      </w:r>
      <w:r w:rsidRPr="0020053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B55FC">
        <w:rPr>
          <w:rFonts w:ascii="Times New Roman" w:hAnsi="Times New Roman"/>
          <w:sz w:val="24"/>
          <w:szCs w:val="24"/>
          <w:u w:val="single"/>
        </w:rPr>
        <w:t>РП 10кВ «</w:t>
      </w:r>
      <w:proofErr w:type="spellStart"/>
      <w:r w:rsidRPr="00BB55FC">
        <w:rPr>
          <w:rFonts w:ascii="Times New Roman" w:hAnsi="Times New Roman"/>
          <w:sz w:val="24"/>
          <w:szCs w:val="24"/>
          <w:u w:val="single"/>
        </w:rPr>
        <w:t>Серго-Ивановское</w:t>
      </w:r>
      <w:proofErr w:type="spellEnd"/>
      <w:r w:rsidRPr="00BB55FC">
        <w:rPr>
          <w:rFonts w:ascii="Times New Roman" w:hAnsi="Times New Roman"/>
          <w:sz w:val="24"/>
          <w:szCs w:val="24"/>
          <w:u w:val="single"/>
        </w:rPr>
        <w:t>»</w:t>
      </w:r>
    </w:p>
    <w:p w:rsidR="003F193F" w:rsidRPr="00E21A80" w:rsidRDefault="003F193F" w:rsidP="003F193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3F193F" w:rsidRPr="00E21A80" w:rsidRDefault="003F193F" w:rsidP="003F1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/>
          <w:sz w:val="24"/>
          <w:szCs w:val="24"/>
        </w:rPr>
        <w:t xml:space="preserve">проектирование и реконструкцию </w:t>
      </w:r>
      <w:proofErr w:type="gramStart"/>
      <w:r w:rsidRPr="00BB55FC">
        <w:rPr>
          <w:rFonts w:ascii="Times New Roman" w:hAnsi="Times New Roman"/>
          <w:sz w:val="24"/>
          <w:szCs w:val="24"/>
        </w:rPr>
        <w:t>ВЛ</w:t>
      </w:r>
      <w:proofErr w:type="gramEnd"/>
      <w:r w:rsidRPr="00BB55FC">
        <w:rPr>
          <w:rFonts w:ascii="Times New Roman" w:hAnsi="Times New Roman"/>
          <w:sz w:val="24"/>
          <w:szCs w:val="24"/>
        </w:rPr>
        <w:t xml:space="preserve"> 0,4кВ от КТП-10/0,4 кВ «</w:t>
      </w:r>
      <w:proofErr w:type="spellStart"/>
      <w:r w:rsidRPr="00BB55FC">
        <w:rPr>
          <w:rFonts w:ascii="Times New Roman" w:hAnsi="Times New Roman"/>
          <w:sz w:val="24"/>
          <w:szCs w:val="24"/>
        </w:rPr>
        <w:t>Красицы</w:t>
      </w:r>
      <w:proofErr w:type="spellEnd"/>
      <w:r w:rsidRPr="00BB55FC">
        <w:rPr>
          <w:rFonts w:ascii="Times New Roman" w:hAnsi="Times New Roman"/>
          <w:sz w:val="24"/>
          <w:szCs w:val="24"/>
        </w:rPr>
        <w:t>» ВЛ-10кВ №1020 РП 10кВ «</w:t>
      </w:r>
      <w:proofErr w:type="spellStart"/>
      <w:r w:rsidRPr="00BB55FC">
        <w:rPr>
          <w:rFonts w:ascii="Times New Roman" w:hAnsi="Times New Roman"/>
          <w:sz w:val="24"/>
          <w:szCs w:val="24"/>
        </w:rPr>
        <w:t>Серго-Ивановское</w:t>
      </w:r>
      <w:proofErr w:type="spellEnd"/>
      <w:r w:rsidRPr="00BB55FC">
        <w:rPr>
          <w:rFonts w:ascii="Times New Roman" w:hAnsi="Times New Roman"/>
          <w:sz w:val="24"/>
          <w:szCs w:val="24"/>
        </w:rPr>
        <w:t>»,</w:t>
      </w:r>
      <w:r w:rsidRPr="00712AE8">
        <w:rPr>
          <w:rFonts w:ascii="Times New Roman" w:hAnsi="Times New Roman"/>
          <w:sz w:val="24"/>
          <w:szCs w:val="24"/>
        </w:rPr>
        <w:t xml:space="preserve"> </w:t>
      </w:r>
      <w:r w:rsidRPr="00E21A80">
        <w:rPr>
          <w:rFonts w:ascii="Times New Roman" w:hAnsi="Times New Roman"/>
          <w:sz w:val="24"/>
          <w:szCs w:val="24"/>
        </w:rPr>
        <w:t>расположенной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7"/>
        <w:gridCol w:w="1310"/>
        <w:gridCol w:w="1732"/>
        <w:gridCol w:w="1296"/>
        <w:gridCol w:w="1176"/>
        <w:gridCol w:w="2260"/>
      </w:tblGrid>
      <w:tr w:rsidR="003F193F" w:rsidRPr="00474CB3" w:rsidTr="00C12941">
        <w:tc>
          <w:tcPr>
            <w:tcW w:w="908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699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921" w:type="pct"/>
            <w:vAlign w:val="center"/>
          </w:tcPr>
          <w:p w:rsidR="003F193F" w:rsidRPr="00E21A80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474CB3" w:rsidTr="00C12941">
        <w:tc>
          <w:tcPr>
            <w:tcW w:w="908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699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5F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B55FC">
              <w:rPr>
                <w:rFonts w:ascii="Times New Roman" w:hAnsi="Times New Roman"/>
                <w:sz w:val="24"/>
                <w:szCs w:val="24"/>
              </w:rPr>
              <w:t>Красицы</w:t>
            </w:r>
            <w:proofErr w:type="spellEnd"/>
          </w:p>
        </w:tc>
        <w:tc>
          <w:tcPr>
            <w:tcW w:w="645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366353319</w:t>
            </w:r>
          </w:p>
        </w:tc>
        <w:tc>
          <w:tcPr>
            <w:tcW w:w="622" w:type="pct"/>
            <w:vAlign w:val="center"/>
          </w:tcPr>
          <w:p w:rsidR="003F193F" w:rsidRPr="00474CB3" w:rsidRDefault="003F193F" w:rsidP="00C12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530">
              <w:rPr>
                <w:rFonts w:ascii="Times New Roman" w:hAnsi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/>
                <w:sz w:val="24"/>
                <w:szCs w:val="24"/>
              </w:rPr>
              <w:t>4680</w:t>
            </w:r>
          </w:p>
        </w:tc>
        <w:tc>
          <w:tcPr>
            <w:tcW w:w="1205" w:type="pct"/>
            <w:vAlign w:val="center"/>
          </w:tcPr>
          <w:p w:rsidR="003F193F" w:rsidRPr="00200530" w:rsidRDefault="003F193F" w:rsidP="00C12941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55FC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BB55FC">
              <w:rPr>
                <w:rFonts w:ascii="Times New Roman" w:hAnsi="Times New Roman"/>
                <w:sz w:val="24"/>
                <w:szCs w:val="24"/>
              </w:rPr>
              <w:t xml:space="preserve"> - 0,4 кВ от ВЛ - 10 кВ №1020 РП Серго - </w:t>
            </w:r>
            <w:proofErr w:type="spellStart"/>
            <w:r w:rsidRPr="00BB55FC">
              <w:rPr>
                <w:rFonts w:ascii="Times New Roman" w:hAnsi="Times New Roman"/>
                <w:sz w:val="24"/>
                <w:szCs w:val="24"/>
              </w:rPr>
              <w:t>Ивановс</w:t>
            </w:r>
            <w:proofErr w:type="spellEnd"/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F193F" w:rsidRPr="00474CB3" w:rsidTr="00C12941"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RPr="00474CB3" w:rsidTr="00C12941">
        <w:tc>
          <w:tcPr>
            <w:tcW w:w="255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F193F" w:rsidRPr="00BB55F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B55FC">
              <w:rPr>
                <w:rFonts w:eastAsia="Calibri"/>
                <w:sz w:val="24"/>
                <w:szCs w:val="24"/>
                <w:lang w:eastAsia="en-US"/>
              </w:rPr>
              <w:t>40504598</w:t>
            </w:r>
          </w:p>
        </w:tc>
        <w:tc>
          <w:tcPr>
            <w:tcW w:w="731" w:type="pct"/>
            <w:vAlign w:val="center"/>
          </w:tcPr>
          <w:p w:rsidR="003F193F" w:rsidRPr="00BB55F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B55FC">
              <w:rPr>
                <w:rFonts w:eastAsia="Calibri"/>
                <w:sz w:val="24"/>
                <w:szCs w:val="24"/>
                <w:lang w:eastAsia="en-US"/>
              </w:rPr>
              <w:t>09.02.2012</w:t>
            </w:r>
          </w:p>
        </w:tc>
        <w:tc>
          <w:tcPr>
            <w:tcW w:w="909" w:type="pct"/>
            <w:vAlign w:val="center"/>
          </w:tcPr>
          <w:p w:rsidR="003F193F" w:rsidRPr="00682BA2" w:rsidRDefault="003F193F" w:rsidP="00C12941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5FC">
              <w:rPr>
                <w:rFonts w:ascii="Times New Roman" w:hAnsi="Times New Roman"/>
                <w:sz w:val="24"/>
                <w:szCs w:val="24"/>
              </w:rPr>
              <w:t>Дорошенкова</w:t>
            </w:r>
            <w:proofErr w:type="spellEnd"/>
            <w:r w:rsidRPr="00BB55FC">
              <w:rPr>
                <w:rFonts w:ascii="Times New Roman" w:hAnsi="Times New Roman"/>
                <w:sz w:val="24"/>
                <w:szCs w:val="24"/>
              </w:rPr>
              <w:t xml:space="preserve"> Вера Сергеевна</w:t>
            </w:r>
          </w:p>
        </w:tc>
        <w:tc>
          <w:tcPr>
            <w:tcW w:w="733" w:type="pct"/>
            <w:vAlign w:val="center"/>
          </w:tcPr>
          <w:p w:rsidR="003F193F" w:rsidRPr="00BB55F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B55FC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F193F" w:rsidRPr="00BB55F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B55FC">
              <w:rPr>
                <w:rFonts w:eastAsia="Calibri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813" w:type="pct"/>
            <w:vAlign w:val="center"/>
          </w:tcPr>
          <w:p w:rsidR="003F193F" w:rsidRPr="00BB55FC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B55FC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Проект выполняется в соответствии с настоящим техническим заданием </w:t>
      </w:r>
      <w:r w:rsidRPr="00FC6074">
        <w:rPr>
          <w:rFonts w:ascii="Times New Roman" w:hAnsi="Times New Roman"/>
          <w:sz w:val="24"/>
          <w:szCs w:val="24"/>
        </w:rPr>
        <w:t>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811465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b/>
          <w:sz w:val="24"/>
          <w:szCs w:val="24"/>
        </w:rPr>
        <w:t xml:space="preserve">Основные характеристики </w:t>
      </w:r>
      <w:proofErr w:type="gramStart"/>
      <w:r w:rsidRPr="00811465">
        <w:rPr>
          <w:b/>
          <w:sz w:val="24"/>
          <w:szCs w:val="24"/>
        </w:rPr>
        <w:t>ВЛ</w:t>
      </w:r>
      <w:proofErr w:type="gramEnd"/>
      <w:r w:rsidRPr="00811465">
        <w:rPr>
          <w:b/>
          <w:sz w:val="24"/>
          <w:szCs w:val="24"/>
        </w:rPr>
        <w:t xml:space="preserve"> 0,4кВ:</w:t>
      </w:r>
    </w:p>
    <w:p w:rsidR="003F193F" w:rsidRDefault="003F193F" w:rsidP="003F193F">
      <w:pPr>
        <w:pStyle w:val="a5"/>
        <w:tabs>
          <w:tab w:val="left" w:pos="993"/>
        </w:tabs>
        <w:ind w:left="0" w:firstLine="0"/>
        <w:rPr>
          <w:sz w:val="24"/>
          <w:szCs w:val="24"/>
        </w:rPr>
      </w:pPr>
    </w:p>
    <w:p w:rsidR="003F193F" w:rsidRDefault="003F193F" w:rsidP="003F193F">
      <w:pPr>
        <w:pStyle w:val="a5"/>
        <w:tabs>
          <w:tab w:val="left" w:pos="993"/>
        </w:tabs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Существующая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9"/>
        <w:gridCol w:w="4732"/>
      </w:tblGrid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25</w:t>
            </w:r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474CB3" w:rsidTr="00C12941">
        <w:tc>
          <w:tcPr>
            <w:tcW w:w="5068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474CB3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3F193F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Выполнить</w:t>
      </w:r>
      <w:r w:rsidRPr="00811465">
        <w:rPr>
          <w:sz w:val="24"/>
          <w:szCs w:val="24"/>
        </w:rPr>
        <w:t xml:space="preserve"> </w:t>
      </w:r>
      <w:r w:rsidRPr="00113CC8">
        <w:rPr>
          <w:sz w:val="24"/>
          <w:szCs w:val="24"/>
        </w:rPr>
        <w:t xml:space="preserve">замену существующего провода 4А25, 2А25 от РУ 0,4кВ  </w:t>
      </w:r>
      <w:r w:rsidRPr="00BB55FC">
        <w:rPr>
          <w:sz w:val="24"/>
          <w:szCs w:val="24"/>
        </w:rPr>
        <w:t>КТП-10/0,4 кВ «</w:t>
      </w:r>
      <w:proofErr w:type="spellStart"/>
      <w:r w:rsidRPr="00BB55FC">
        <w:rPr>
          <w:sz w:val="24"/>
          <w:szCs w:val="24"/>
        </w:rPr>
        <w:t>Красицы</w:t>
      </w:r>
      <w:proofErr w:type="spellEnd"/>
      <w:r w:rsidRPr="00BB55FC">
        <w:rPr>
          <w:sz w:val="24"/>
          <w:szCs w:val="24"/>
        </w:rPr>
        <w:t>»</w:t>
      </w:r>
      <w:r>
        <w:rPr>
          <w:sz w:val="24"/>
          <w:szCs w:val="24"/>
        </w:rPr>
        <w:t xml:space="preserve"> до опоры №1</w:t>
      </w:r>
      <w:r w:rsidRPr="00113CC8">
        <w:rPr>
          <w:sz w:val="24"/>
          <w:szCs w:val="24"/>
        </w:rPr>
        <w:t xml:space="preserve"> и в пролетах опор №1-</w:t>
      </w:r>
      <w:r>
        <w:rPr>
          <w:sz w:val="24"/>
          <w:szCs w:val="24"/>
        </w:rPr>
        <w:t>8</w:t>
      </w:r>
      <w:r w:rsidRPr="00113CC8">
        <w:rPr>
          <w:sz w:val="24"/>
          <w:szCs w:val="24"/>
        </w:rPr>
        <w:t>ВЛ 0,4кВ №1 на провод большего сечения в 4-х проводном исполнении.</w:t>
      </w:r>
      <w:r>
        <w:rPr>
          <w:sz w:val="24"/>
          <w:szCs w:val="24"/>
        </w:rPr>
        <w:t xml:space="preserve"> (0,3км)</w:t>
      </w:r>
      <w:r w:rsidRPr="00811465">
        <w:rPr>
          <w:sz w:val="24"/>
          <w:szCs w:val="24"/>
        </w:rPr>
        <w:t>.</w:t>
      </w:r>
      <w:r>
        <w:rPr>
          <w:sz w:val="24"/>
          <w:szCs w:val="24"/>
        </w:rPr>
        <w:t xml:space="preserve"> Предусмотреть замену опор на реконструируемом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 №1.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 xml:space="preserve">Проверить марку и сечение провода </w:t>
      </w:r>
      <w:proofErr w:type="gramStart"/>
      <w:r w:rsidRPr="00811465">
        <w:rPr>
          <w:sz w:val="24"/>
          <w:szCs w:val="24"/>
        </w:rPr>
        <w:t>ВЛ</w:t>
      </w:r>
      <w:proofErr w:type="gramEnd"/>
      <w:r w:rsidRPr="00811465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811465">
        <w:rPr>
          <w:sz w:val="24"/>
          <w:szCs w:val="24"/>
        </w:rPr>
        <w:t xml:space="preserve"> </w:t>
      </w:r>
      <w:r w:rsidRPr="00BB55FC">
        <w:rPr>
          <w:sz w:val="24"/>
          <w:szCs w:val="24"/>
        </w:rPr>
        <w:t>КТП-10/0,4 кВ «</w:t>
      </w:r>
      <w:proofErr w:type="spellStart"/>
      <w:r w:rsidRPr="00BB55FC">
        <w:rPr>
          <w:sz w:val="24"/>
          <w:szCs w:val="24"/>
        </w:rPr>
        <w:t>Красицы</w:t>
      </w:r>
      <w:proofErr w:type="spellEnd"/>
      <w:r w:rsidRPr="00BB55F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811465">
        <w:rPr>
          <w:sz w:val="24"/>
          <w:szCs w:val="24"/>
        </w:rPr>
        <w:t xml:space="preserve"> на пропуск нагрузки по ней.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811465">
        <w:rPr>
          <w:sz w:val="24"/>
          <w:szCs w:val="24"/>
        </w:rPr>
        <w:t>СВ</w:t>
      </w:r>
      <w:proofErr w:type="gramEnd"/>
      <w:r w:rsidRPr="00811465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Default="003F193F" w:rsidP="003F193F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BB55FC">
        <w:rPr>
          <w:sz w:val="24"/>
          <w:szCs w:val="24"/>
        </w:rPr>
        <w:t>КТП-10/0,4 кВ «</w:t>
      </w:r>
      <w:proofErr w:type="spellStart"/>
      <w:r w:rsidRPr="00BB55FC">
        <w:rPr>
          <w:sz w:val="24"/>
          <w:szCs w:val="24"/>
        </w:rPr>
        <w:t>Красицы</w:t>
      </w:r>
      <w:proofErr w:type="spellEnd"/>
      <w:r w:rsidRPr="00BB55F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 xml:space="preserve">Для безопасной эксплуатации </w:t>
      </w:r>
      <w:proofErr w:type="gramStart"/>
      <w:r w:rsidRPr="00E21A80">
        <w:rPr>
          <w:sz w:val="24"/>
          <w:szCs w:val="24"/>
        </w:rPr>
        <w:t>проектируемых</w:t>
      </w:r>
      <w:proofErr w:type="gramEnd"/>
      <w:r w:rsidRPr="00E21A80">
        <w:rPr>
          <w:sz w:val="24"/>
          <w:szCs w:val="24"/>
        </w:rPr>
        <w:t xml:space="preserve"> ВЛ-</w:t>
      </w:r>
      <w:r>
        <w:rPr>
          <w:sz w:val="24"/>
          <w:szCs w:val="24"/>
        </w:rPr>
        <w:t>0,4</w:t>
      </w:r>
      <w:r w:rsidRPr="00E21A80">
        <w:rPr>
          <w:sz w:val="24"/>
          <w:szCs w:val="24"/>
        </w:rPr>
        <w:t>кВ предусмотреть:</w:t>
      </w:r>
    </w:p>
    <w:p w:rsidR="003F193F" w:rsidRPr="00E21A80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E21A80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E21A80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63069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E56542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811465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345A8B" w:rsidRDefault="003F193F" w:rsidP="003F193F">
      <w:pPr>
        <w:pStyle w:val="a5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3F193F" w:rsidRPr="00345A8B" w:rsidRDefault="003F193F" w:rsidP="003F193F">
      <w:pPr>
        <w:pStyle w:val="a5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345A8B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687E11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F193F" w:rsidRDefault="003F193F">
      <w:r>
        <w:br w:type="page"/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145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F193F" w:rsidRPr="007762E6" w:rsidRDefault="003F193F" w:rsidP="003F1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F193F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>ТП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6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  <w:u w:val="single"/>
        </w:rPr>
        <w:t>25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Темкино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F193F" w:rsidRPr="00BA473D" w:rsidRDefault="003F193F" w:rsidP="003F193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№2 </w:t>
      </w:r>
      <w:r w:rsidRPr="00BA473D">
        <w:rPr>
          <w:rFonts w:ascii="Times New Roman" w:hAnsi="Times New Roman" w:cs="Times New Roman"/>
          <w:sz w:val="24"/>
          <w:szCs w:val="24"/>
        </w:rPr>
        <w:t>ТП №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A473D">
        <w:rPr>
          <w:rFonts w:ascii="Times New Roman" w:hAnsi="Times New Roman" w:cs="Times New Roman"/>
          <w:sz w:val="24"/>
          <w:szCs w:val="24"/>
        </w:rPr>
        <w:t xml:space="preserve"> ВЛ-10 кВ № 10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A473D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BA473D">
        <w:rPr>
          <w:rFonts w:ascii="Times New Roman" w:hAnsi="Times New Roman" w:cs="Times New Roman"/>
          <w:sz w:val="24"/>
          <w:szCs w:val="24"/>
        </w:rPr>
        <w:t>35/10 кВ «</w:t>
      </w:r>
      <w:r>
        <w:rPr>
          <w:rFonts w:ascii="Times New Roman" w:hAnsi="Times New Roman" w:cs="Times New Roman"/>
          <w:sz w:val="24"/>
          <w:szCs w:val="24"/>
        </w:rPr>
        <w:t>Темкино»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F193F" w:rsidRPr="007762E6" w:rsidRDefault="003F193F" w:rsidP="003F19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75"/>
        <w:gridCol w:w="1812"/>
        <w:gridCol w:w="1415"/>
        <w:gridCol w:w="1415"/>
        <w:gridCol w:w="1911"/>
      </w:tblGrid>
      <w:tr w:rsidR="003F193F" w:rsidRPr="007762E6" w:rsidTr="00C12941"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F193F" w:rsidRPr="007762E6" w:rsidTr="00C12941">
        <w:trPr>
          <w:trHeight w:val="1114"/>
        </w:trPr>
        <w:tc>
          <w:tcPr>
            <w:tcW w:w="720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</w:p>
        </w:tc>
        <w:tc>
          <w:tcPr>
            <w:tcW w:w="975" w:type="pct"/>
          </w:tcPr>
          <w:p w:rsidR="003F193F" w:rsidRPr="00E364A6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Власово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1C5">
              <w:rPr>
                <w:rFonts w:ascii="Times New Roman" w:hAnsi="Times New Roman" w:cs="Times New Roman"/>
                <w:sz w:val="24"/>
                <w:szCs w:val="24"/>
              </w:rPr>
              <w:t>366335519</w:t>
            </w:r>
          </w:p>
        </w:tc>
        <w:tc>
          <w:tcPr>
            <w:tcW w:w="765" w:type="pct"/>
          </w:tcPr>
          <w:p w:rsidR="003F193F" w:rsidRPr="00D320A0" w:rsidRDefault="003F193F" w:rsidP="00C1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1C5">
              <w:rPr>
                <w:rFonts w:ascii="Times New Roman" w:hAnsi="Times New Roman" w:cs="Times New Roman"/>
                <w:sz w:val="24"/>
                <w:szCs w:val="24"/>
              </w:rPr>
              <w:t>12004285</w:t>
            </w:r>
          </w:p>
        </w:tc>
        <w:tc>
          <w:tcPr>
            <w:tcW w:w="1027" w:type="pct"/>
          </w:tcPr>
          <w:p w:rsidR="003F193F" w:rsidRPr="007762E6" w:rsidRDefault="003F193F" w:rsidP="00C1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ВЛ-0,4КВ Л-10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 w:cs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Темкино</w:t>
            </w:r>
          </w:p>
        </w:tc>
      </w:tr>
    </w:tbl>
    <w:p w:rsidR="003F193F" w:rsidRPr="007762E6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F193F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F193F" w:rsidRDefault="003F193F" w:rsidP="003F193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606"/>
        <w:gridCol w:w="902"/>
        <w:gridCol w:w="1506"/>
        <w:gridCol w:w="1173"/>
        <w:gridCol w:w="1336"/>
      </w:tblGrid>
      <w:tr w:rsidR="003F193F" w:rsidRPr="00EF4E1A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F193F" w:rsidTr="00C12941">
        <w:tc>
          <w:tcPr>
            <w:tcW w:w="220" w:type="pct"/>
            <w:vAlign w:val="center"/>
          </w:tcPr>
          <w:p w:rsidR="003F193F" w:rsidRPr="00EF4E1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F193F" w:rsidRPr="00C241C5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C241C5">
              <w:rPr>
                <w:sz w:val="20"/>
              </w:rPr>
              <w:t>40432664</w:t>
            </w:r>
          </w:p>
        </w:tc>
        <w:tc>
          <w:tcPr>
            <w:tcW w:w="699" w:type="pct"/>
            <w:vAlign w:val="center"/>
          </w:tcPr>
          <w:p w:rsidR="003F193F" w:rsidRPr="002E4CBE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39" w:type="pct"/>
            <w:vAlign w:val="center"/>
          </w:tcPr>
          <w:p w:rsidR="003F193F" w:rsidRPr="007C67EB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Быстрова</w:t>
            </w:r>
            <w:proofErr w:type="spellEnd"/>
            <w:r>
              <w:rPr>
                <w:sz w:val="22"/>
                <w:szCs w:val="22"/>
              </w:rPr>
              <w:t xml:space="preserve"> Марина Александровна</w:t>
            </w:r>
          </w:p>
        </w:tc>
        <w:tc>
          <w:tcPr>
            <w:tcW w:w="471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Власово</w:t>
            </w:r>
          </w:p>
        </w:tc>
        <w:tc>
          <w:tcPr>
            <w:tcW w:w="613" w:type="pct"/>
            <w:vAlign w:val="center"/>
          </w:tcPr>
          <w:p w:rsidR="003F193F" w:rsidRPr="0070557A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98" w:type="pct"/>
            <w:vAlign w:val="center"/>
          </w:tcPr>
          <w:p w:rsidR="003F193F" w:rsidRDefault="003F193F" w:rsidP="00C1294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F193F" w:rsidRPr="00A13748" w:rsidRDefault="003F193F" w:rsidP="003F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3F" w:rsidRPr="007762E6" w:rsidRDefault="003F193F" w:rsidP="003F193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F193F" w:rsidRPr="007762E6" w:rsidRDefault="003F193F" w:rsidP="003F193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F193F" w:rsidRPr="007762E6" w:rsidRDefault="003F193F" w:rsidP="003F19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F193F" w:rsidRPr="007762E6" w:rsidRDefault="003F193F" w:rsidP="003F19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F193F" w:rsidRPr="007762E6" w:rsidRDefault="003F193F" w:rsidP="003F19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F193F" w:rsidRPr="007762E6" w:rsidRDefault="003F193F" w:rsidP="003F193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F193F" w:rsidRPr="007762E6" w:rsidRDefault="003F193F" w:rsidP="003F193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24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F193F" w:rsidRPr="007762E6" w:rsidTr="00C12941">
        <w:tc>
          <w:tcPr>
            <w:tcW w:w="5068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F193F" w:rsidRPr="007762E6" w:rsidRDefault="003F193F" w:rsidP="00C1294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F193F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 xml:space="preserve">замену существующих опор и существующего провода 3А25 на неизолированный алюминиевый провод большего сечения в 4-х проводном исполнении в пролетах опор №1-№6/1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 №2 ТП №6  ВЛ-1025 ПС «Темкино» 110/35/10кВ (ориентировочная длина 0,24 км).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F193F" w:rsidRPr="007762E6" w:rsidRDefault="003F193F" w:rsidP="003F193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F193F" w:rsidRPr="007762E6" w:rsidRDefault="003F193F" w:rsidP="003F193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F193F" w:rsidRPr="007762E6" w:rsidRDefault="003F193F" w:rsidP="003F193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F193F" w:rsidRPr="007762E6" w:rsidRDefault="003F193F" w:rsidP="003F193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F193F" w:rsidRPr="008431D8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F193F" w:rsidRPr="007762E6" w:rsidRDefault="003F193F" w:rsidP="003F193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F193F" w:rsidRPr="007762E6" w:rsidRDefault="003F193F" w:rsidP="003F193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F193F" w:rsidRPr="00582E47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F193F" w:rsidRPr="007762E6" w:rsidRDefault="003F193F" w:rsidP="003F193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F193F" w:rsidRPr="007762E6" w:rsidRDefault="003F193F" w:rsidP="003F193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F193F" w:rsidRPr="00C903BE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F193F" w:rsidRPr="007762E6" w:rsidRDefault="003F193F" w:rsidP="003F193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F193F" w:rsidRPr="007762E6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F193F" w:rsidRPr="00510A35" w:rsidRDefault="003F193F" w:rsidP="003F193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F193F" w:rsidRPr="00C92849" w:rsidRDefault="003F193F" w:rsidP="003F193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6D52DE" w:rsidRDefault="006D52DE" w:rsidP="003F193F"/>
    <w:sectPr w:rsidR="006D52DE" w:rsidSect="006D52D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597" w:rsidRDefault="00367597" w:rsidP="003F193F">
      <w:pPr>
        <w:spacing w:after="0" w:line="240" w:lineRule="auto"/>
      </w:pPr>
      <w:r>
        <w:separator/>
      </w:r>
    </w:p>
  </w:endnote>
  <w:endnote w:type="continuationSeparator" w:id="0">
    <w:p w:rsidR="00367597" w:rsidRDefault="00367597" w:rsidP="003F1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3F" w:rsidRPr="003F193F" w:rsidRDefault="003F193F" w:rsidP="003F193F">
    <w:pPr>
      <w:pStyle w:val="a9"/>
      <w:pBdr>
        <w:bottom w:val="single" w:sz="12" w:space="1" w:color="auto"/>
      </w:pBdr>
      <w:ind w:left="360" w:right="-28" w:hanging="360"/>
      <w:jc w:val="right"/>
      <w:rPr>
        <w:rFonts w:ascii="Times New Roman" w:hAnsi="Times New Roman" w:cs="Times New Roman"/>
      </w:rPr>
    </w:pPr>
  </w:p>
  <w:p w:rsidR="003F193F" w:rsidRPr="003F193F" w:rsidRDefault="003F193F" w:rsidP="003F193F">
    <w:pPr>
      <w:pStyle w:val="a9"/>
      <w:tabs>
        <w:tab w:val="clear" w:pos="9355"/>
        <w:tab w:val="right" w:pos="10206"/>
        <w:tab w:val="left" w:pos="10980"/>
      </w:tabs>
      <w:ind w:right="-28"/>
      <w:rPr>
        <w:rFonts w:ascii="Times New Roman" w:hAnsi="Times New Roman" w:cs="Times New Roman"/>
        <w:sz w:val="18"/>
        <w:szCs w:val="18"/>
      </w:rPr>
    </w:pPr>
    <w:r w:rsidRPr="003F193F">
      <w:rPr>
        <w:rFonts w:ascii="Times New Roman" w:hAnsi="Times New Roman" w:cs="Times New Roman"/>
        <w:sz w:val="18"/>
        <w:szCs w:val="18"/>
      </w:rPr>
      <w:t>Закрытый запрос предложений на право заключения Договора на выполнение работ по реконструкции ВЛ-0,4-10кВ для технологического присоединения потребителей Восточной зоны Смоленской области для нужд ОАО «МРСК Центра» (филиала «Смоленскэнерго»)</w:t>
    </w:r>
    <w:r w:rsidRPr="003F193F">
      <w:rPr>
        <w:rFonts w:ascii="Times New Roman" w:hAnsi="Times New Roman" w:cs="Times New Roman"/>
        <w:sz w:val="18"/>
        <w:szCs w:val="18"/>
      </w:rPr>
      <w:tab/>
      <w:t>стр.</w:t>
    </w:r>
    <w:r w:rsidRPr="003F193F">
      <w:rPr>
        <w:rFonts w:ascii="Times New Roman" w:hAnsi="Times New Roman" w:cs="Times New Roman"/>
        <w:sz w:val="18"/>
        <w:szCs w:val="18"/>
      </w:rPr>
      <w:fldChar w:fldCharType="begin"/>
    </w:r>
    <w:r w:rsidRPr="003F193F">
      <w:rPr>
        <w:rFonts w:ascii="Times New Roman" w:hAnsi="Times New Roman" w:cs="Times New Roman"/>
        <w:sz w:val="18"/>
        <w:szCs w:val="18"/>
      </w:rPr>
      <w:instrText xml:space="preserve"> PAGE </w:instrText>
    </w:r>
    <w:r w:rsidRPr="003F193F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111</w:t>
    </w:r>
    <w:r w:rsidRPr="003F193F">
      <w:rPr>
        <w:rFonts w:ascii="Times New Roman" w:hAnsi="Times New Roman" w:cs="Times New Roman"/>
        <w:sz w:val="18"/>
        <w:szCs w:val="18"/>
      </w:rPr>
      <w:fldChar w:fldCharType="end"/>
    </w:r>
    <w:r w:rsidRPr="003F193F">
      <w:rPr>
        <w:rFonts w:ascii="Times New Roman" w:hAnsi="Times New Roman" w:cs="Times New Roman"/>
        <w:sz w:val="18"/>
        <w:szCs w:val="18"/>
      </w:rPr>
      <w:t xml:space="preserve"> из </w:t>
    </w:r>
    <w:r w:rsidRPr="003F193F">
      <w:rPr>
        <w:rFonts w:ascii="Times New Roman" w:hAnsi="Times New Roman" w:cs="Times New Roman"/>
        <w:sz w:val="18"/>
        <w:szCs w:val="18"/>
      </w:rPr>
      <w:fldChar w:fldCharType="begin"/>
    </w:r>
    <w:r w:rsidRPr="003F193F">
      <w:rPr>
        <w:rFonts w:ascii="Times New Roman" w:hAnsi="Times New Roman" w:cs="Times New Roman"/>
        <w:sz w:val="18"/>
        <w:szCs w:val="18"/>
      </w:rPr>
      <w:instrText xml:space="preserve"> NUMPAGES </w:instrText>
    </w:r>
    <w:r w:rsidRPr="003F193F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114</w:t>
    </w:r>
    <w:r w:rsidRPr="003F193F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597" w:rsidRDefault="00367597" w:rsidP="003F193F">
      <w:pPr>
        <w:spacing w:after="0" w:line="240" w:lineRule="auto"/>
      </w:pPr>
      <w:r>
        <w:separator/>
      </w:r>
    </w:p>
  </w:footnote>
  <w:footnote w:type="continuationSeparator" w:id="0">
    <w:p w:rsidR="00367597" w:rsidRDefault="00367597" w:rsidP="003F1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3F" w:rsidRPr="003F193F" w:rsidRDefault="003F193F" w:rsidP="003F193F">
    <w:pPr>
      <w:pStyle w:val="a7"/>
      <w:jc w:val="right"/>
      <w:rPr>
        <w:rFonts w:ascii="Times New Roman" w:hAnsi="Times New Roman" w:cs="Times New Roman"/>
      </w:rPr>
    </w:pPr>
    <w:r w:rsidRPr="003F193F">
      <w:rPr>
        <w:rFonts w:ascii="Times New Roman" w:hAnsi="Times New Roman" w:cs="Times New Roman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3F"/>
    <w:rsid w:val="00001752"/>
    <w:rsid w:val="00002697"/>
    <w:rsid w:val="0000296F"/>
    <w:rsid w:val="00003671"/>
    <w:rsid w:val="000037B8"/>
    <w:rsid w:val="00003A0E"/>
    <w:rsid w:val="00003F9D"/>
    <w:rsid w:val="00004316"/>
    <w:rsid w:val="00004993"/>
    <w:rsid w:val="00004BC9"/>
    <w:rsid w:val="00005160"/>
    <w:rsid w:val="00005679"/>
    <w:rsid w:val="00005EE3"/>
    <w:rsid w:val="00006785"/>
    <w:rsid w:val="00006B71"/>
    <w:rsid w:val="00006F99"/>
    <w:rsid w:val="000078FA"/>
    <w:rsid w:val="00007B5F"/>
    <w:rsid w:val="00007DA5"/>
    <w:rsid w:val="00010F0B"/>
    <w:rsid w:val="000111D7"/>
    <w:rsid w:val="000112CD"/>
    <w:rsid w:val="00011328"/>
    <w:rsid w:val="000113E9"/>
    <w:rsid w:val="00011B2E"/>
    <w:rsid w:val="00011C7E"/>
    <w:rsid w:val="000123FD"/>
    <w:rsid w:val="0001260B"/>
    <w:rsid w:val="00012CF1"/>
    <w:rsid w:val="00012D49"/>
    <w:rsid w:val="00013964"/>
    <w:rsid w:val="000139C3"/>
    <w:rsid w:val="00015AA5"/>
    <w:rsid w:val="000161A0"/>
    <w:rsid w:val="000163C9"/>
    <w:rsid w:val="00017296"/>
    <w:rsid w:val="00017E68"/>
    <w:rsid w:val="000204CB"/>
    <w:rsid w:val="00020DEB"/>
    <w:rsid w:val="000239BB"/>
    <w:rsid w:val="00023E4B"/>
    <w:rsid w:val="00024859"/>
    <w:rsid w:val="0002578B"/>
    <w:rsid w:val="00026ADD"/>
    <w:rsid w:val="00026DB9"/>
    <w:rsid w:val="00026EEE"/>
    <w:rsid w:val="000272CE"/>
    <w:rsid w:val="00031517"/>
    <w:rsid w:val="000317BA"/>
    <w:rsid w:val="0003224E"/>
    <w:rsid w:val="00032407"/>
    <w:rsid w:val="00032BAD"/>
    <w:rsid w:val="000335B2"/>
    <w:rsid w:val="0003366F"/>
    <w:rsid w:val="00034AAD"/>
    <w:rsid w:val="00034DB6"/>
    <w:rsid w:val="00034E43"/>
    <w:rsid w:val="00035668"/>
    <w:rsid w:val="000363F1"/>
    <w:rsid w:val="000364CE"/>
    <w:rsid w:val="00036FAD"/>
    <w:rsid w:val="00037145"/>
    <w:rsid w:val="00037191"/>
    <w:rsid w:val="00037285"/>
    <w:rsid w:val="000379C9"/>
    <w:rsid w:val="00037A0B"/>
    <w:rsid w:val="00037C81"/>
    <w:rsid w:val="00037E6F"/>
    <w:rsid w:val="000406EA"/>
    <w:rsid w:val="00040761"/>
    <w:rsid w:val="00042E80"/>
    <w:rsid w:val="000435D6"/>
    <w:rsid w:val="00043975"/>
    <w:rsid w:val="00043B48"/>
    <w:rsid w:val="00043F6F"/>
    <w:rsid w:val="0004429F"/>
    <w:rsid w:val="000442AE"/>
    <w:rsid w:val="00044FCB"/>
    <w:rsid w:val="00045003"/>
    <w:rsid w:val="00045FC4"/>
    <w:rsid w:val="00046332"/>
    <w:rsid w:val="0004662F"/>
    <w:rsid w:val="00046795"/>
    <w:rsid w:val="00046A64"/>
    <w:rsid w:val="000500FE"/>
    <w:rsid w:val="00050264"/>
    <w:rsid w:val="00050667"/>
    <w:rsid w:val="00050E4A"/>
    <w:rsid w:val="00050E53"/>
    <w:rsid w:val="0005105B"/>
    <w:rsid w:val="000511E3"/>
    <w:rsid w:val="0005160C"/>
    <w:rsid w:val="000524B7"/>
    <w:rsid w:val="00052627"/>
    <w:rsid w:val="000528BB"/>
    <w:rsid w:val="00052CDF"/>
    <w:rsid w:val="00053CAD"/>
    <w:rsid w:val="0005506B"/>
    <w:rsid w:val="000556E2"/>
    <w:rsid w:val="00055B9C"/>
    <w:rsid w:val="00055E31"/>
    <w:rsid w:val="00056DCD"/>
    <w:rsid w:val="00057AFD"/>
    <w:rsid w:val="00057C48"/>
    <w:rsid w:val="00057CEC"/>
    <w:rsid w:val="00057ED7"/>
    <w:rsid w:val="0006025C"/>
    <w:rsid w:val="00060277"/>
    <w:rsid w:val="000606B4"/>
    <w:rsid w:val="00060DA3"/>
    <w:rsid w:val="00061F65"/>
    <w:rsid w:val="00062562"/>
    <w:rsid w:val="000628FC"/>
    <w:rsid w:val="00062EE1"/>
    <w:rsid w:val="00062F9B"/>
    <w:rsid w:val="0006331F"/>
    <w:rsid w:val="00063633"/>
    <w:rsid w:val="00063DC8"/>
    <w:rsid w:val="00064296"/>
    <w:rsid w:val="00064861"/>
    <w:rsid w:val="00064EC5"/>
    <w:rsid w:val="0006513C"/>
    <w:rsid w:val="0006578F"/>
    <w:rsid w:val="00065957"/>
    <w:rsid w:val="00066702"/>
    <w:rsid w:val="00066BCA"/>
    <w:rsid w:val="000672BF"/>
    <w:rsid w:val="00067508"/>
    <w:rsid w:val="000679B3"/>
    <w:rsid w:val="00070B71"/>
    <w:rsid w:val="00070F4C"/>
    <w:rsid w:val="000710FA"/>
    <w:rsid w:val="00071485"/>
    <w:rsid w:val="0007170F"/>
    <w:rsid w:val="00072319"/>
    <w:rsid w:val="0007263F"/>
    <w:rsid w:val="000736C7"/>
    <w:rsid w:val="00073CE3"/>
    <w:rsid w:val="00074559"/>
    <w:rsid w:val="00075A06"/>
    <w:rsid w:val="00075AFA"/>
    <w:rsid w:val="00075C5A"/>
    <w:rsid w:val="0007617C"/>
    <w:rsid w:val="0007624D"/>
    <w:rsid w:val="000766ED"/>
    <w:rsid w:val="00076DC7"/>
    <w:rsid w:val="000803FB"/>
    <w:rsid w:val="00080CF6"/>
    <w:rsid w:val="0008118B"/>
    <w:rsid w:val="000826AE"/>
    <w:rsid w:val="00082CDF"/>
    <w:rsid w:val="00082F18"/>
    <w:rsid w:val="000831AC"/>
    <w:rsid w:val="000834FD"/>
    <w:rsid w:val="0008379F"/>
    <w:rsid w:val="00083D39"/>
    <w:rsid w:val="00084BAA"/>
    <w:rsid w:val="000869D1"/>
    <w:rsid w:val="00087FEC"/>
    <w:rsid w:val="00090132"/>
    <w:rsid w:val="00090457"/>
    <w:rsid w:val="000904AB"/>
    <w:rsid w:val="0009065F"/>
    <w:rsid w:val="000914EA"/>
    <w:rsid w:val="00091C16"/>
    <w:rsid w:val="00091ED6"/>
    <w:rsid w:val="00092E89"/>
    <w:rsid w:val="00095145"/>
    <w:rsid w:val="000952B7"/>
    <w:rsid w:val="000953C3"/>
    <w:rsid w:val="00095518"/>
    <w:rsid w:val="00095FD9"/>
    <w:rsid w:val="000965DF"/>
    <w:rsid w:val="00097068"/>
    <w:rsid w:val="00097C1E"/>
    <w:rsid w:val="00097E47"/>
    <w:rsid w:val="00097F03"/>
    <w:rsid w:val="000A0136"/>
    <w:rsid w:val="000A13B6"/>
    <w:rsid w:val="000A1594"/>
    <w:rsid w:val="000A1A23"/>
    <w:rsid w:val="000A1AA6"/>
    <w:rsid w:val="000A237A"/>
    <w:rsid w:val="000A3888"/>
    <w:rsid w:val="000A44DD"/>
    <w:rsid w:val="000A47B6"/>
    <w:rsid w:val="000A5781"/>
    <w:rsid w:val="000A65C6"/>
    <w:rsid w:val="000A686E"/>
    <w:rsid w:val="000A6BDD"/>
    <w:rsid w:val="000A702E"/>
    <w:rsid w:val="000A76D0"/>
    <w:rsid w:val="000A78F3"/>
    <w:rsid w:val="000A7BB3"/>
    <w:rsid w:val="000A7C58"/>
    <w:rsid w:val="000B0E66"/>
    <w:rsid w:val="000B2175"/>
    <w:rsid w:val="000B237E"/>
    <w:rsid w:val="000B281E"/>
    <w:rsid w:val="000B30F6"/>
    <w:rsid w:val="000B31A4"/>
    <w:rsid w:val="000B33E7"/>
    <w:rsid w:val="000B3D41"/>
    <w:rsid w:val="000B3EB5"/>
    <w:rsid w:val="000B3FA3"/>
    <w:rsid w:val="000B44B5"/>
    <w:rsid w:val="000B4A5B"/>
    <w:rsid w:val="000B5001"/>
    <w:rsid w:val="000B5034"/>
    <w:rsid w:val="000B5807"/>
    <w:rsid w:val="000B5C06"/>
    <w:rsid w:val="000B6635"/>
    <w:rsid w:val="000B676E"/>
    <w:rsid w:val="000B6C61"/>
    <w:rsid w:val="000B71FC"/>
    <w:rsid w:val="000B7C39"/>
    <w:rsid w:val="000C0807"/>
    <w:rsid w:val="000C0B67"/>
    <w:rsid w:val="000C1043"/>
    <w:rsid w:val="000C1156"/>
    <w:rsid w:val="000C1D4E"/>
    <w:rsid w:val="000C2243"/>
    <w:rsid w:val="000C2C6A"/>
    <w:rsid w:val="000C3333"/>
    <w:rsid w:val="000C3C61"/>
    <w:rsid w:val="000C4BB5"/>
    <w:rsid w:val="000C4E4F"/>
    <w:rsid w:val="000C5B9E"/>
    <w:rsid w:val="000C61BE"/>
    <w:rsid w:val="000C73C9"/>
    <w:rsid w:val="000C7887"/>
    <w:rsid w:val="000C7899"/>
    <w:rsid w:val="000D0377"/>
    <w:rsid w:val="000D06B2"/>
    <w:rsid w:val="000D0803"/>
    <w:rsid w:val="000D1CE9"/>
    <w:rsid w:val="000D207B"/>
    <w:rsid w:val="000D3776"/>
    <w:rsid w:val="000D3A06"/>
    <w:rsid w:val="000D4C47"/>
    <w:rsid w:val="000D51A1"/>
    <w:rsid w:val="000D564C"/>
    <w:rsid w:val="000D5794"/>
    <w:rsid w:val="000D5A7F"/>
    <w:rsid w:val="000D5AAC"/>
    <w:rsid w:val="000D6787"/>
    <w:rsid w:val="000D71D4"/>
    <w:rsid w:val="000D723C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2E0A"/>
    <w:rsid w:val="000E3FF2"/>
    <w:rsid w:val="000E406B"/>
    <w:rsid w:val="000E4130"/>
    <w:rsid w:val="000E41B3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4F04"/>
    <w:rsid w:val="000F56C9"/>
    <w:rsid w:val="000F56D5"/>
    <w:rsid w:val="000F5A98"/>
    <w:rsid w:val="000F6200"/>
    <w:rsid w:val="000F6BAA"/>
    <w:rsid w:val="000F6D5A"/>
    <w:rsid w:val="000F71A6"/>
    <w:rsid w:val="000F73CF"/>
    <w:rsid w:val="000F73E9"/>
    <w:rsid w:val="000F7B0E"/>
    <w:rsid w:val="000F7C33"/>
    <w:rsid w:val="00100581"/>
    <w:rsid w:val="0010129F"/>
    <w:rsid w:val="0010143D"/>
    <w:rsid w:val="0010160C"/>
    <w:rsid w:val="00101C54"/>
    <w:rsid w:val="00102078"/>
    <w:rsid w:val="0010294E"/>
    <w:rsid w:val="00102C09"/>
    <w:rsid w:val="00102D1D"/>
    <w:rsid w:val="00102F3F"/>
    <w:rsid w:val="001035DE"/>
    <w:rsid w:val="00104004"/>
    <w:rsid w:val="001043D8"/>
    <w:rsid w:val="00104763"/>
    <w:rsid w:val="00105115"/>
    <w:rsid w:val="001053A4"/>
    <w:rsid w:val="00105A1C"/>
    <w:rsid w:val="00106117"/>
    <w:rsid w:val="00106236"/>
    <w:rsid w:val="00111938"/>
    <w:rsid w:val="00111B08"/>
    <w:rsid w:val="00111C5B"/>
    <w:rsid w:val="00111F2A"/>
    <w:rsid w:val="0011206B"/>
    <w:rsid w:val="00112252"/>
    <w:rsid w:val="00112F5E"/>
    <w:rsid w:val="00113249"/>
    <w:rsid w:val="0011342B"/>
    <w:rsid w:val="00113643"/>
    <w:rsid w:val="00113706"/>
    <w:rsid w:val="00113853"/>
    <w:rsid w:val="00113C48"/>
    <w:rsid w:val="00113DF0"/>
    <w:rsid w:val="001140A2"/>
    <w:rsid w:val="00114385"/>
    <w:rsid w:val="001147A3"/>
    <w:rsid w:val="00114869"/>
    <w:rsid w:val="00114D44"/>
    <w:rsid w:val="00114E5B"/>
    <w:rsid w:val="00115A35"/>
    <w:rsid w:val="00116299"/>
    <w:rsid w:val="00117528"/>
    <w:rsid w:val="001179C5"/>
    <w:rsid w:val="00117C90"/>
    <w:rsid w:val="0012064C"/>
    <w:rsid w:val="00120FD0"/>
    <w:rsid w:val="00121413"/>
    <w:rsid w:val="0012268C"/>
    <w:rsid w:val="00122FFF"/>
    <w:rsid w:val="001239D2"/>
    <w:rsid w:val="001245DB"/>
    <w:rsid w:val="00124D55"/>
    <w:rsid w:val="00124F2B"/>
    <w:rsid w:val="00124FDA"/>
    <w:rsid w:val="001251EE"/>
    <w:rsid w:val="001258FE"/>
    <w:rsid w:val="00125E84"/>
    <w:rsid w:val="0012650C"/>
    <w:rsid w:val="0012666C"/>
    <w:rsid w:val="00127087"/>
    <w:rsid w:val="0012774D"/>
    <w:rsid w:val="00130049"/>
    <w:rsid w:val="00131555"/>
    <w:rsid w:val="00131B59"/>
    <w:rsid w:val="001322C4"/>
    <w:rsid w:val="00132676"/>
    <w:rsid w:val="00132FA7"/>
    <w:rsid w:val="00133833"/>
    <w:rsid w:val="001338AA"/>
    <w:rsid w:val="0013540C"/>
    <w:rsid w:val="00135A02"/>
    <w:rsid w:val="00135FEC"/>
    <w:rsid w:val="001363BB"/>
    <w:rsid w:val="001367A6"/>
    <w:rsid w:val="00137FE4"/>
    <w:rsid w:val="0014207F"/>
    <w:rsid w:val="001421C8"/>
    <w:rsid w:val="00142288"/>
    <w:rsid w:val="001422AA"/>
    <w:rsid w:val="00142CAB"/>
    <w:rsid w:val="00142E64"/>
    <w:rsid w:val="00143CBA"/>
    <w:rsid w:val="001449AD"/>
    <w:rsid w:val="00144B25"/>
    <w:rsid w:val="0014515F"/>
    <w:rsid w:val="00145496"/>
    <w:rsid w:val="00145958"/>
    <w:rsid w:val="001459F6"/>
    <w:rsid w:val="00145C62"/>
    <w:rsid w:val="00146399"/>
    <w:rsid w:val="0014691B"/>
    <w:rsid w:val="00146AE5"/>
    <w:rsid w:val="00146C58"/>
    <w:rsid w:val="00147784"/>
    <w:rsid w:val="00147916"/>
    <w:rsid w:val="00147FA4"/>
    <w:rsid w:val="00150FB9"/>
    <w:rsid w:val="001517BD"/>
    <w:rsid w:val="00152577"/>
    <w:rsid w:val="0015277F"/>
    <w:rsid w:val="00152E55"/>
    <w:rsid w:val="0015328D"/>
    <w:rsid w:val="00153720"/>
    <w:rsid w:val="00153B5C"/>
    <w:rsid w:val="00154A34"/>
    <w:rsid w:val="00155726"/>
    <w:rsid w:val="001571F0"/>
    <w:rsid w:val="001573AF"/>
    <w:rsid w:val="00157DA2"/>
    <w:rsid w:val="001604DE"/>
    <w:rsid w:val="00160B88"/>
    <w:rsid w:val="0016213D"/>
    <w:rsid w:val="00162DCD"/>
    <w:rsid w:val="0016339A"/>
    <w:rsid w:val="0016418F"/>
    <w:rsid w:val="00165488"/>
    <w:rsid w:val="00165C06"/>
    <w:rsid w:val="00165EE7"/>
    <w:rsid w:val="00166E06"/>
    <w:rsid w:val="00167682"/>
    <w:rsid w:val="001676E4"/>
    <w:rsid w:val="00167B37"/>
    <w:rsid w:val="00167C31"/>
    <w:rsid w:val="00170724"/>
    <w:rsid w:val="00170B8F"/>
    <w:rsid w:val="00172234"/>
    <w:rsid w:val="001723D5"/>
    <w:rsid w:val="001723E9"/>
    <w:rsid w:val="00172CE0"/>
    <w:rsid w:val="00173233"/>
    <w:rsid w:val="0017324D"/>
    <w:rsid w:val="0017443C"/>
    <w:rsid w:val="00174BD7"/>
    <w:rsid w:val="00174CD7"/>
    <w:rsid w:val="00175787"/>
    <w:rsid w:val="0017581E"/>
    <w:rsid w:val="00175E02"/>
    <w:rsid w:val="0017630D"/>
    <w:rsid w:val="0017637C"/>
    <w:rsid w:val="00176B1B"/>
    <w:rsid w:val="00177371"/>
    <w:rsid w:val="00177CA4"/>
    <w:rsid w:val="00177D76"/>
    <w:rsid w:val="00177E12"/>
    <w:rsid w:val="001813D0"/>
    <w:rsid w:val="00182FD9"/>
    <w:rsid w:val="001835E0"/>
    <w:rsid w:val="00184A5A"/>
    <w:rsid w:val="00185332"/>
    <w:rsid w:val="001853A7"/>
    <w:rsid w:val="001859F2"/>
    <w:rsid w:val="00185EEA"/>
    <w:rsid w:val="0018606C"/>
    <w:rsid w:val="001862E7"/>
    <w:rsid w:val="00186904"/>
    <w:rsid w:val="001909A1"/>
    <w:rsid w:val="00190AC7"/>
    <w:rsid w:val="00192B0E"/>
    <w:rsid w:val="00192EFA"/>
    <w:rsid w:val="001931AA"/>
    <w:rsid w:val="00193647"/>
    <w:rsid w:val="00193FCE"/>
    <w:rsid w:val="001940FD"/>
    <w:rsid w:val="00194808"/>
    <w:rsid w:val="0019512E"/>
    <w:rsid w:val="0019513D"/>
    <w:rsid w:val="001953B0"/>
    <w:rsid w:val="00196426"/>
    <w:rsid w:val="00196458"/>
    <w:rsid w:val="00196C5D"/>
    <w:rsid w:val="00196D0B"/>
    <w:rsid w:val="001971C5"/>
    <w:rsid w:val="001977A0"/>
    <w:rsid w:val="001A0559"/>
    <w:rsid w:val="001A078F"/>
    <w:rsid w:val="001A0C19"/>
    <w:rsid w:val="001A0E13"/>
    <w:rsid w:val="001A1581"/>
    <w:rsid w:val="001A2D10"/>
    <w:rsid w:val="001A3B67"/>
    <w:rsid w:val="001A3CB9"/>
    <w:rsid w:val="001A40B5"/>
    <w:rsid w:val="001A518E"/>
    <w:rsid w:val="001A5C33"/>
    <w:rsid w:val="001A5C84"/>
    <w:rsid w:val="001A65A1"/>
    <w:rsid w:val="001A6792"/>
    <w:rsid w:val="001A717D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288"/>
    <w:rsid w:val="001B3920"/>
    <w:rsid w:val="001B47AD"/>
    <w:rsid w:val="001B4ED2"/>
    <w:rsid w:val="001B522B"/>
    <w:rsid w:val="001B5362"/>
    <w:rsid w:val="001B53D0"/>
    <w:rsid w:val="001B5B02"/>
    <w:rsid w:val="001B6AD9"/>
    <w:rsid w:val="001B712B"/>
    <w:rsid w:val="001B74D8"/>
    <w:rsid w:val="001B7AAC"/>
    <w:rsid w:val="001B7F40"/>
    <w:rsid w:val="001B7F58"/>
    <w:rsid w:val="001C03EF"/>
    <w:rsid w:val="001C1554"/>
    <w:rsid w:val="001C2034"/>
    <w:rsid w:val="001C2050"/>
    <w:rsid w:val="001C294A"/>
    <w:rsid w:val="001C3943"/>
    <w:rsid w:val="001C39E1"/>
    <w:rsid w:val="001C3B9F"/>
    <w:rsid w:val="001C52E6"/>
    <w:rsid w:val="001C5B5B"/>
    <w:rsid w:val="001C6D46"/>
    <w:rsid w:val="001C7850"/>
    <w:rsid w:val="001C7BBF"/>
    <w:rsid w:val="001D02DC"/>
    <w:rsid w:val="001D0C44"/>
    <w:rsid w:val="001D0C7C"/>
    <w:rsid w:val="001D0D5E"/>
    <w:rsid w:val="001D1B5F"/>
    <w:rsid w:val="001D1C40"/>
    <w:rsid w:val="001D3CB9"/>
    <w:rsid w:val="001D4CAF"/>
    <w:rsid w:val="001D5CFA"/>
    <w:rsid w:val="001D5EFD"/>
    <w:rsid w:val="001D68AA"/>
    <w:rsid w:val="001D7122"/>
    <w:rsid w:val="001E0381"/>
    <w:rsid w:val="001E0DC5"/>
    <w:rsid w:val="001E10C8"/>
    <w:rsid w:val="001E1447"/>
    <w:rsid w:val="001E1A3D"/>
    <w:rsid w:val="001E21E7"/>
    <w:rsid w:val="001E3B10"/>
    <w:rsid w:val="001E3EA6"/>
    <w:rsid w:val="001E405F"/>
    <w:rsid w:val="001E4279"/>
    <w:rsid w:val="001E5141"/>
    <w:rsid w:val="001E515F"/>
    <w:rsid w:val="001E5854"/>
    <w:rsid w:val="001E5E36"/>
    <w:rsid w:val="001E6260"/>
    <w:rsid w:val="001E6CC0"/>
    <w:rsid w:val="001E70D8"/>
    <w:rsid w:val="001E750F"/>
    <w:rsid w:val="001F0010"/>
    <w:rsid w:val="001F07CF"/>
    <w:rsid w:val="001F0811"/>
    <w:rsid w:val="001F084D"/>
    <w:rsid w:val="001F0C41"/>
    <w:rsid w:val="001F175C"/>
    <w:rsid w:val="001F21D9"/>
    <w:rsid w:val="001F2202"/>
    <w:rsid w:val="001F2CCB"/>
    <w:rsid w:val="001F380F"/>
    <w:rsid w:val="001F396F"/>
    <w:rsid w:val="001F3D72"/>
    <w:rsid w:val="001F47A0"/>
    <w:rsid w:val="001F5036"/>
    <w:rsid w:val="001F5A1F"/>
    <w:rsid w:val="001F675F"/>
    <w:rsid w:val="001F6F7F"/>
    <w:rsid w:val="001F77C5"/>
    <w:rsid w:val="001F7F03"/>
    <w:rsid w:val="002000BE"/>
    <w:rsid w:val="00200652"/>
    <w:rsid w:val="002006FC"/>
    <w:rsid w:val="002008D3"/>
    <w:rsid w:val="00200D71"/>
    <w:rsid w:val="00200F03"/>
    <w:rsid w:val="0020120C"/>
    <w:rsid w:val="00201931"/>
    <w:rsid w:val="002026B8"/>
    <w:rsid w:val="00203099"/>
    <w:rsid w:val="0020316C"/>
    <w:rsid w:val="00203B4F"/>
    <w:rsid w:val="00204546"/>
    <w:rsid w:val="002059D4"/>
    <w:rsid w:val="002063C7"/>
    <w:rsid w:val="0020661F"/>
    <w:rsid w:val="0020669C"/>
    <w:rsid w:val="00207702"/>
    <w:rsid w:val="00207945"/>
    <w:rsid w:val="0021118B"/>
    <w:rsid w:val="0021141F"/>
    <w:rsid w:val="00211FC1"/>
    <w:rsid w:val="00212119"/>
    <w:rsid w:val="00212285"/>
    <w:rsid w:val="0021261D"/>
    <w:rsid w:val="00212687"/>
    <w:rsid w:val="00212943"/>
    <w:rsid w:val="00212F30"/>
    <w:rsid w:val="00213041"/>
    <w:rsid w:val="00214474"/>
    <w:rsid w:val="002146D1"/>
    <w:rsid w:val="00214708"/>
    <w:rsid w:val="00214899"/>
    <w:rsid w:val="00214ADD"/>
    <w:rsid w:val="0021577F"/>
    <w:rsid w:val="002157FC"/>
    <w:rsid w:val="00215838"/>
    <w:rsid w:val="00216DFE"/>
    <w:rsid w:val="00216F0D"/>
    <w:rsid w:val="00217211"/>
    <w:rsid w:val="0021789A"/>
    <w:rsid w:val="00217D15"/>
    <w:rsid w:val="00220592"/>
    <w:rsid w:val="002208CA"/>
    <w:rsid w:val="00221789"/>
    <w:rsid w:val="00222AC5"/>
    <w:rsid w:val="00223227"/>
    <w:rsid w:val="002232D5"/>
    <w:rsid w:val="002236CE"/>
    <w:rsid w:val="00223808"/>
    <w:rsid w:val="00223BD2"/>
    <w:rsid w:val="0022456A"/>
    <w:rsid w:val="00225065"/>
    <w:rsid w:val="002254D5"/>
    <w:rsid w:val="00225926"/>
    <w:rsid w:val="0022600D"/>
    <w:rsid w:val="0022672F"/>
    <w:rsid w:val="00227147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600"/>
    <w:rsid w:val="002328F2"/>
    <w:rsid w:val="00232DFE"/>
    <w:rsid w:val="00233B5A"/>
    <w:rsid w:val="00233E3E"/>
    <w:rsid w:val="00234E23"/>
    <w:rsid w:val="00235664"/>
    <w:rsid w:val="00236128"/>
    <w:rsid w:val="00236D04"/>
    <w:rsid w:val="00237476"/>
    <w:rsid w:val="0023759A"/>
    <w:rsid w:val="00237734"/>
    <w:rsid w:val="0023781A"/>
    <w:rsid w:val="00237954"/>
    <w:rsid w:val="00237DC5"/>
    <w:rsid w:val="00240477"/>
    <w:rsid w:val="00240842"/>
    <w:rsid w:val="00241509"/>
    <w:rsid w:val="00241561"/>
    <w:rsid w:val="002415C3"/>
    <w:rsid w:val="00242570"/>
    <w:rsid w:val="00242959"/>
    <w:rsid w:val="00242F5F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6B60"/>
    <w:rsid w:val="00247481"/>
    <w:rsid w:val="00247488"/>
    <w:rsid w:val="002477FF"/>
    <w:rsid w:val="00247A9F"/>
    <w:rsid w:val="0025014D"/>
    <w:rsid w:val="002503E8"/>
    <w:rsid w:val="00250CC1"/>
    <w:rsid w:val="00250D21"/>
    <w:rsid w:val="0025137E"/>
    <w:rsid w:val="00251D03"/>
    <w:rsid w:val="00251D6A"/>
    <w:rsid w:val="00251E09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2355"/>
    <w:rsid w:val="0026359A"/>
    <w:rsid w:val="00263863"/>
    <w:rsid w:val="002642D8"/>
    <w:rsid w:val="002644D0"/>
    <w:rsid w:val="002649DF"/>
    <w:rsid w:val="00265444"/>
    <w:rsid w:val="002659AB"/>
    <w:rsid w:val="00266264"/>
    <w:rsid w:val="00266894"/>
    <w:rsid w:val="0026775F"/>
    <w:rsid w:val="00267FAC"/>
    <w:rsid w:val="00270BA3"/>
    <w:rsid w:val="00271ACC"/>
    <w:rsid w:val="00271D80"/>
    <w:rsid w:val="00272AF0"/>
    <w:rsid w:val="002730C5"/>
    <w:rsid w:val="002736F3"/>
    <w:rsid w:val="002747FF"/>
    <w:rsid w:val="00274FC8"/>
    <w:rsid w:val="00275A34"/>
    <w:rsid w:val="00276437"/>
    <w:rsid w:val="00276EF6"/>
    <w:rsid w:val="0027709B"/>
    <w:rsid w:val="002800C6"/>
    <w:rsid w:val="00280680"/>
    <w:rsid w:val="00280855"/>
    <w:rsid w:val="00280B03"/>
    <w:rsid w:val="00280D7D"/>
    <w:rsid w:val="00281453"/>
    <w:rsid w:val="0028148B"/>
    <w:rsid w:val="002838AE"/>
    <w:rsid w:val="00283F5B"/>
    <w:rsid w:val="002852C4"/>
    <w:rsid w:val="002864C2"/>
    <w:rsid w:val="0028653F"/>
    <w:rsid w:val="00287232"/>
    <w:rsid w:val="00287458"/>
    <w:rsid w:val="0028785D"/>
    <w:rsid w:val="00287D02"/>
    <w:rsid w:val="00287F1C"/>
    <w:rsid w:val="00290DC5"/>
    <w:rsid w:val="00290FDF"/>
    <w:rsid w:val="00291FC3"/>
    <w:rsid w:val="0029288E"/>
    <w:rsid w:val="00292A16"/>
    <w:rsid w:val="00292D0A"/>
    <w:rsid w:val="0029311B"/>
    <w:rsid w:val="0029358C"/>
    <w:rsid w:val="00293635"/>
    <w:rsid w:val="00294DFD"/>
    <w:rsid w:val="00295A6B"/>
    <w:rsid w:val="00295B3C"/>
    <w:rsid w:val="002964D6"/>
    <w:rsid w:val="002965EF"/>
    <w:rsid w:val="0029681C"/>
    <w:rsid w:val="00296985"/>
    <w:rsid w:val="00296EC3"/>
    <w:rsid w:val="002972C1"/>
    <w:rsid w:val="00297927"/>
    <w:rsid w:val="002A10C1"/>
    <w:rsid w:val="002A15A8"/>
    <w:rsid w:val="002A189E"/>
    <w:rsid w:val="002A1B4C"/>
    <w:rsid w:val="002A20A3"/>
    <w:rsid w:val="002A23D7"/>
    <w:rsid w:val="002A2529"/>
    <w:rsid w:val="002A29AC"/>
    <w:rsid w:val="002A2D52"/>
    <w:rsid w:val="002A37F8"/>
    <w:rsid w:val="002A3865"/>
    <w:rsid w:val="002A38C6"/>
    <w:rsid w:val="002A469E"/>
    <w:rsid w:val="002A4892"/>
    <w:rsid w:val="002A4B1A"/>
    <w:rsid w:val="002A4CCC"/>
    <w:rsid w:val="002A508E"/>
    <w:rsid w:val="002A53D5"/>
    <w:rsid w:val="002A576E"/>
    <w:rsid w:val="002A5840"/>
    <w:rsid w:val="002A58F6"/>
    <w:rsid w:val="002A6233"/>
    <w:rsid w:val="002A66AB"/>
    <w:rsid w:val="002A6874"/>
    <w:rsid w:val="002A6A01"/>
    <w:rsid w:val="002A6BB2"/>
    <w:rsid w:val="002A6D60"/>
    <w:rsid w:val="002A79D6"/>
    <w:rsid w:val="002A7DBA"/>
    <w:rsid w:val="002A7F99"/>
    <w:rsid w:val="002B045E"/>
    <w:rsid w:val="002B0B51"/>
    <w:rsid w:val="002B199C"/>
    <w:rsid w:val="002B1B57"/>
    <w:rsid w:val="002B1B84"/>
    <w:rsid w:val="002B1C4F"/>
    <w:rsid w:val="002B20F9"/>
    <w:rsid w:val="002B28FB"/>
    <w:rsid w:val="002B3CCC"/>
    <w:rsid w:val="002B4696"/>
    <w:rsid w:val="002B4DFF"/>
    <w:rsid w:val="002B558C"/>
    <w:rsid w:val="002B6F53"/>
    <w:rsid w:val="002B73B7"/>
    <w:rsid w:val="002B74C4"/>
    <w:rsid w:val="002B76DA"/>
    <w:rsid w:val="002B796A"/>
    <w:rsid w:val="002B7B22"/>
    <w:rsid w:val="002C0166"/>
    <w:rsid w:val="002C038E"/>
    <w:rsid w:val="002C03C3"/>
    <w:rsid w:val="002C2FEB"/>
    <w:rsid w:val="002C3472"/>
    <w:rsid w:val="002C4154"/>
    <w:rsid w:val="002C51DF"/>
    <w:rsid w:val="002C5441"/>
    <w:rsid w:val="002C5924"/>
    <w:rsid w:val="002C596E"/>
    <w:rsid w:val="002C61D7"/>
    <w:rsid w:val="002C6428"/>
    <w:rsid w:val="002C6AE1"/>
    <w:rsid w:val="002C6F4E"/>
    <w:rsid w:val="002C7A98"/>
    <w:rsid w:val="002C7F76"/>
    <w:rsid w:val="002D004F"/>
    <w:rsid w:val="002D0284"/>
    <w:rsid w:val="002D057A"/>
    <w:rsid w:val="002D10E8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A11"/>
    <w:rsid w:val="002E2BD4"/>
    <w:rsid w:val="002E2D36"/>
    <w:rsid w:val="002E3312"/>
    <w:rsid w:val="002E4243"/>
    <w:rsid w:val="002E490C"/>
    <w:rsid w:val="002E4BE9"/>
    <w:rsid w:val="002E5080"/>
    <w:rsid w:val="002E74F3"/>
    <w:rsid w:val="002E7547"/>
    <w:rsid w:val="002E7B86"/>
    <w:rsid w:val="002E7B88"/>
    <w:rsid w:val="002F031F"/>
    <w:rsid w:val="002F079A"/>
    <w:rsid w:val="002F0A87"/>
    <w:rsid w:val="002F1512"/>
    <w:rsid w:val="002F1B00"/>
    <w:rsid w:val="002F2BBE"/>
    <w:rsid w:val="002F365E"/>
    <w:rsid w:val="002F39C4"/>
    <w:rsid w:val="002F3B42"/>
    <w:rsid w:val="002F3D29"/>
    <w:rsid w:val="002F473E"/>
    <w:rsid w:val="002F519E"/>
    <w:rsid w:val="002F5D5C"/>
    <w:rsid w:val="002F602F"/>
    <w:rsid w:val="002F655D"/>
    <w:rsid w:val="002F70D3"/>
    <w:rsid w:val="002F711D"/>
    <w:rsid w:val="002F7E83"/>
    <w:rsid w:val="002F7EEC"/>
    <w:rsid w:val="003000B7"/>
    <w:rsid w:val="00300844"/>
    <w:rsid w:val="00300CDF"/>
    <w:rsid w:val="003019CD"/>
    <w:rsid w:val="00301F71"/>
    <w:rsid w:val="00301F8A"/>
    <w:rsid w:val="00302080"/>
    <w:rsid w:val="003022EE"/>
    <w:rsid w:val="00303565"/>
    <w:rsid w:val="00303750"/>
    <w:rsid w:val="003044C5"/>
    <w:rsid w:val="00305303"/>
    <w:rsid w:val="00305C86"/>
    <w:rsid w:val="00305D96"/>
    <w:rsid w:val="00305FA0"/>
    <w:rsid w:val="00306504"/>
    <w:rsid w:val="00306AD9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1E43"/>
    <w:rsid w:val="00312569"/>
    <w:rsid w:val="003130F3"/>
    <w:rsid w:val="00313266"/>
    <w:rsid w:val="0031369D"/>
    <w:rsid w:val="003152DB"/>
    <w:rsid w:val="00315CBE"/>
    <w:rsid w:val="00315FB0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90F"/>
    <w:rsid w:val="00323F0A"/>
    <w:rsid w:val="00323F5F"/>
    <w:rsid w:val="00324641"/>
    <w:rsid w:val="00325806"/>
    <w:rsid w:val="00325E20"/>
    <w:rsid w:val="00325F21"/>
    <w:rsid w:val="0032624A"/>
    <w:rsid w:val="00326611"/>
    <w:rsid w:val="00326725"/>
    <w:rsid w:val="003269C4"/>
    <w:rsid w:val="00326ACD"/>
    <w:rsid w:val="00327088"/>
    <w:rsid w:val="00327296"/>
    <w:rsid w:val="00327358"/>
    <w:rsid w:val="0032747B"/>
    <w:rsid w:val="00327701"/>
    <w:rsid w:val="00330494"/>
    <w:rsid w:val="00330AD2"/>
    <w:rsid w:val="00331DE0"/>
    <w:rsid w:val="00332506"/>
    <w:rsid w:val="00332569"/>
    <w:rsid w:val="003329FC"/>
    <w:rsid w:val="00332EB7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0C95"/>
    <w:rsid w:val="00342D19"/>
    <w:rsid w:val="003445D3"/>
    <w:rsid w:val="0034467A"/>
    <w:rsid w:val="00344772"/>
    <w:rsid w:val="0034511B"/>
    <w:rsid w:val="00345361"/>
    <w:rsid w:val="003455A1"/>
    <w:rsid w:val="00345849"/>
    <w:rsid w:val="00345CBF"/>
    <w:rsid w:val="00345CC4"/>
    <w:rsid w:val="003466AE"/>
    <w:rsid w:val="00346D2F"/>
    <w:rsid w:val="00346E19"/>
    <w:rsid w:val="00347FF7"/>
    <w:rsid w:val="00350422"/>
    <w:rsid w:val="00351000"/>
    <w:rsid w:val="003513EE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426F"/>
    <w:rsid w:val="003550F0"/>
    <w:rsid w:val="003551C8"/>
    <w:rsid w:val="00355FAB"/>
    <w:rsid w:val="00356045"/>
    <w:rsid w:val="00356FFE"/>
    <w:rsid w:val="0035711C"/>
    <w:rsid w:val="0035781A"/>
    <w:rsid w:val="00357E30"/>
    <w:rsid w:val="00357EFC"/>
    <w:rsid w:val="00357F59"/>
    <w:rsid w:val="00360159"/>
    <w:rsid w:val="00361B13"/>
    <w:rsid w:val="00362292"/>
    <w:rsid w:val="003626DB"/>
    <w:rsid w:val="00362AAF"/>
    <w:rsid w:val="00362F82"/>
    <w:rsid w:val="00363B9E"/>
    <w:rsid w:val="00363D6E"/>
    <w:rsid w:val="00363F5E"/>
    <w:rsid w:val="003646E7"/>
    <w:rsid w:val="00364BD5"/>
    <w:rsid w:val="0036507C"/>
    <w:rsid w:val="00365A75"/>
    <w:rsid w:val="00365B78"/>
    <w:rsid w:val="003660F5"/>
    <w:rsid w:val="00366729"/>
    <w:rsid w:val="00366811"/>
    <w:rsid w:val="00366B24"/>
    <w:rsid w:val="00366BF0"/>
    <w:rsid w:val="00366DEE"/>
    <w:rsid w:val="00367597"/>
    <w:rsid w:val="0036799F"/>
    <w:rsid w:val="00367D55"/>
    <w:rsid w:val="0037048F"/>
    <w:rsid w:val="003718EF"/>
    <w:rsid w:val="00372381"/>
    <w:rsid w:val="003729FC"/>
    <w:rsid w:val="00372B48"/>
    <w:rsid w:val="003730DF"/>
    <w:rsid w:val="003731DA"/>
    <w:rsid w:val="00374B16"/>
    <w:rsid w:val="00374DE3"/>
    <w:rsid w:val="003750B0"/>
    <w:rsid w:val="00375565"/>
    <w:rsid w:val="0037597F"/>
    <w:rsid w:val="003765F2"/>
    <w:rsid w:val="00376ABE"/>
    <w:rsid w:val="00376AE9"/>
    <w:rsid w:val="0038017D"/>
    <w:rsid w:val="0038189E"/>
    <w:rsid w:val="00382040"/>
    <w:rsid w:val="00382083"/>
    <w:rsid w:val="003823F1"/>
    <w:rsid w:val="00382C41"/>
    <w:rsid w:val="00383E9F"/>
    <w:rsid w:val="0038430E"/>
    <w:rsid w:val="00384400"/>
    <w:rsid w:val="00384766"/>
    <w:rsid w:val="00385083"/>
    <w:rsid w:val="003859AF"/>
    <w:rsid w:val="00386598"/>
    <w:rsid w:val="003867EE"/>
    <w:rsid w:val="00386D75"/>
    <w:rsid w:val="00386F94"/>
    <w:rsid w:val="0038728E"/>
    <w:rsid w:val="0038751E"/>
    <w:rsid w:val="003875B3"/>
    <w:rsid w:val="0038796B"/>
    <w:rsid w:val="003916AC"/>
    <w:rsid w:val="00391970"/>
    <w:rsid w:val="00392369"/>
    <w:rsid w:val="003931DF"/>
    <w:rsid w:val="003933B4"/>
    <w:rsid w:val="0039355C"/>
    <w:rsid w:val="0039373C"/>
    <w:rsid w:val="00393C67"/>
    <w:rsid w:val="00393D2E"/>
    <w:rsid w:val="00394134"/>
    <w:rsid w:val="00394505"/>
    <w:rsid w:val="00394897"/>
    <w:rsid w:val="003951C5"/>
    <w:rsid w:val="003958CE"/>
    <w:rsid w:val="00395AFD"/>
    <w:rsid w:val="00395B79"/>
    <w:rsid w:val="00395DD7"/>
    <w:rsid w:val="0039637A"/>
    <w:rsid w:val="00396DD5"/>
    <w:rsid w:val="003972CB"/>
    <w:rsid w:val="0039736A"/>
    <w:rsid w:val="003A0634"/>
    <w:rsid w:val="003A080E"/>
    <w:rsid w:val="003A1377"/>
    <w:rsid w:val="003A144D"/>
    <w:rsid w:val="003A1E5B"/>
    <w:rsid w:val="003A2128"/>
    <w:rsid w:val="003A21BC"/>
    <w:rsid w:val="003A289F"/>
    <w:rsid w:val="003A2BBA"/>
    <w:rsid w:val="003A2D11"/>
    <w:rsid w:val="003A2D5F"/>
    <w:rsid w:val="003A45B8"/>
    <w:rsid w:val="003A4CA0"/>
    <w:rsid w:val="003A4FCD"/>
    <w:rsid w:val="003A57C7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1ED"/>
    <w:rsid w:val="003B28CE"/>
    <w:rsid w:val="003B2DA6"/>
    <w:rsid w:val="003B353B"/>
    <w:rsid w:val="003B3C61"/>
    <w:rsid w:val="003B4196"/>
    <w:rsid w:val="003B493A"/>
    <w:rsid w:val="003B5053"/>
    <w:rsid w:val="003B53B4"/>
    <w:rsid w:val="003B560A"/>
    <w:rsid w:val="003B747C"/>
    <w:rsid w:val="003C0526"/>
    <w:rsid w:val="003C1210"/>
    <w:rsid w:val="003C1D13"/>
    <w:rsid w:val="003C26D4"/>
    <w:rsid w:val="003C2730"/>
    <w:rsid w:val="003C295F"/>
    <w:rsid w:val="003C2A4D"/>
    <w:rsid w:val="003C310C"/>
    <w:rsid w:val="003C3632"/>
    <w:rsid w:val="003C38DC"/>
    <w:rsid w:val="003C44E4"/>
    <w:rsid w:val="003C5942"/>
    <w:rsid w:val="003C63F5"/>
    <w:rsid w:val="003C653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1FBD"/>
    <w:rsid w:val="003D22ED"/>
    <w:rsid w:val="003D236C"/>
    <w:rsid w:val="003D23BC"/>
    <w:rsid w:val="003D2596"/>
    <w:rsid w:val="003D27D9"/>
    <w:rsid w:val="003D2977"/>
    <w:rsid w:val="003D2A03"/>
    <w:rsid w:val="003D2C94"/>
    <w:rsid w:val="003D2DA5"/>
    <w:rsid w:val="003D34A1"/>
    <w:rsid w:val="003D3C72"/>
    <w:rsid w:val="003D570F"/>
    <w:rsid w:val="003D5A68"/>
    <w:rsid w:val="003D5CB4"/>
    <w:rsid w:val="003D7322"/>
    <w:rsid w:val="003D734F"/>
    <w:rsid w:val="003D754B"/>
    <w:rsid w:val="003D7794"/>
    <w:rsid w:val="003D7871"/>
    <w:rsid w:val="003E0876"/>
    <w:rsid w:val="003E0F66"/>
    <w:rsid w:val="003E11A8"/>
    <w:rsid w:val="003E11CF"/>
    <w:rsid w:val="003E1D1D"/>
    <w:rsid w:val="003E255B"/>
    <w:rsid w:val="003E25B1"/>
    <w:rsid w:val="003E29C7"/>
    <w:rsid w:val="003E3956"/>
    <w:rsid w:val="003E3C9E"/>
    <w:rsid w:val="003E3D21"/>
    <w:rsid w:val="003E4F38"/>
    <w:rsid w:val="003E4F78"/>
    <w:rsid w:val="003E520A"/>
    <w:rsid w:val="003E63DB"/>
    <w:rsid w:val="003E70E5"/>
    <w:rsid w:val="003E7453"/>
    <w:rsid w:val="003E75AD"/>
    <w:rsid w:val="003E7655"/>
    <w:rsid w:val="003E7B44"/>
    <w:rsid w:val="003E7D96"/>
    <w:rsid w:val="003F0A55"/>
    <w:rsid w:val="003F193F"/>
    <w:rsid w:val="003F1E1F"/>
    <w:rsid w:val="003F38B0"/>
    <w:rsid w:val="003F3A1D"/>
    <w:rsid w:val="003F3ABE"/>
    <w:rsid w:val="003F3CFD"/>
    <w:rsid w:val="003F3F1A"/>
    <w:rsid w:val="003F4E07"/>
    <w:rsid w:val="003F54A4"/>
    <w:rsid w:val="003F58B2"/>
    <w:rsid w:val="003F5F56"/>
    <w:rsid w:val="003F612E"/>
    <w:rsid w:val="003F6B5A"/>
    <w:rsid w:val="003F71F5"/>
    <w:rsid w:val="003F730B"/>
    <w:rsid w:val="003F74A5"/>
    <w:rsid w:val="003F7B28"/>
    <w:rsid w:val="00400160"/>
    <w:rsid w:val="004001F7"/>
    <w:rsid w:val="00400586"/>
    <w:rsid w:val="00400641"/>
    <w:rsid w:val="0040086A"/>
    <w:rsid w:val="00401301"/>
    <w:rsid w:val="004021C2"/>
    <w:rsid w:val="00402621"/>
    <w:rsid w:val="00402F18"/>
    <w:rsid w:val="00403016"/>
    <w:rsid w:val="004035C9"/>
    <w:rsid w:val="00403A21"/>
    <w:rsid w:val="00403A29"/>
    <w:rsid w:val="004040FB"/>
    <w:rsid w:val="00405239"/>
    <w:rsid w:val="00405363"/>
    <w:rsid w:val="00406634"/>
    <w:rsid w:val="00406D0B"/>
    <w:rsid w:val="00406F98"/>
    <w:rsid w:val="004103A7"/>
    <w:rsid w:val="00410AAC"/>
    <w:rsid w:val="00411595"/>
    <w:rsid w:val="0041189E"/>
    <w:rsid w:val="004119B3"/>
    <w:rsid w:val="00411D1A"/>
    <w:rsid w:val="004120F1"/>
    <w:rsid w:val="0041242A"/>
    <w:rsid w:val="00412799"/>
    <w:rsid w:val="00412D23"/>
    <w:rsid w:val="00413120"/>
    <w:rsid w:val="00413338"/>
    <w:rsid w:val="004134F5"/>
    <w:rsid w:val="004136AC"/>
    <w:rsid w:val="0041399A"/>
    <w:rsid w:val="00413C80"/>
    <w:rsid w:val="00413D0E"/>
    <w:rsid w:val="00413E75"/>
    <w:rsid w:val="004142D4"/>
    <w:rsid w:val="00415306"/>
    <w:rsid w:val="00415CCE"/>
    <w:rsid w:val="00416228"/>
    <w:rsid w:val="00416C24"/>
    <w:rsid w:val="00416E38"/>
    <w:rsid w:val="0041710C"/>
    <w:rsid w:val="00417920"/>
    <w:rsid w:val="00420094"/>
    <w:rsid w:val="004204F9"/>
    <w:rsid w:val="004210FD"/>
    <w:rsid w:val="00421B84"/>
    <w:rsid w:val="00421BD0"/>
    <w:rsid w:val="00421CE0"/>
    <w:rsid w:val="0042216C"/>
    <w:rsid w:val="004225EB"/>
    <w:rsid w:val="00423339"/>
    <w:rsid w:val="0042335D"/>
    <w:rsid w:val="0042353C"/>
    <w:rsid w:val="004236D2"/>
    <w:rsid w:val="0042381B"/>
    <w:rsid w:val="00423907"/>
    <w:rsid w:val="0042419E"/>
    <w:rsid w:val="004243C3"/>
    <w:rsid w:val="004243E4"/>
    <w:rsid w:val="00424469"/>
    <w:rsid w:val="00425627"/>
    <w:rsid w:val="004263D3"/>
    <w:rsid w:val="00426A83"/>
    <w:rsid w:val="00426B16"/>
    <w:rsid w:val="00427C0C"/>
    <w:rsid w:val="004301C4"/>
    <w:rsid w:val="00430642"/>
    <w:rsid w:val="00430796"/>
    <w:rsid w:val="00430E9D"/>
    <w:rsid w:val="00431174"/>
    <w:rsid w:val="004313E1"/>
    <w:rsid w:val="004313E5"/>
    <w:rsid w:val="0043140B"/>
    <w:rsid w:val="00431AE2"/>
    <w:rsid w:val="00431C9F"/>
    <w:rsid w:val="00432246"/>
    <w:rsid w:val="00432293"/>
    <w:rsid w:val="004324C7"/>
    <w:rsid w:val="004327D8"/>
    <w:rsid w:val="00432EDF"/>
    <w:rsid w:val="0043481B"/>
    <w:rsid w:val="00434976"/>
    <w:rsid w:val="00436145"/>
    <w:rsid w:val="00436CE6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E1"/>
    <w:rsid w:val="004444F8"/>
    <w:rsid w:val="00445ACD"/>
    <w:rsid w:val="00446BB0"/>
    <w:rsid w:val="00446E7C"/>
    <w:rsid w:val="00447334"/>
    <w:rsid w:val="004475FA"/>
    <w:rsid w:val="00447804"/>
    <w:rsid w:val="00450099"/>
    <w:rsid w:val="00450932"/>
    <w:rsid w:val="00450A84"/>
    <w:rsid w:val="00450DD9"/>
    <w:rsid w:val="00450E6D"/>
    <w:rsid w:val="00451FC9"/>
    <w:rsid w:val="00452955"/>
    <w:rsid w:val="00452ACE"/>
    <w:rsid w:val="00452C42"/>
    <w:rsid w:val="00453276"/>
    <w:rsid w:val="004542EF"/>
    <w:rsid w:val="0045458E"/>
    <w:rsid w:val="00455999"/>
    <w:rsid w:val="0045699D"/>
    <w:rsid w:val="004571B2"/>
    <w:rsid w:val="004572ED"/>
    <w:rsid w:val="004574F2"/>
    <w:rsid w:val="0045763D"/>
    <w:rsid w:val="00457C8A"/>
    <w:rsid w:val="00457D0A"/>
    <w:rsid w:val="00457E37"/>
    <w:rsid w:val="00460094"/>
    <w:rsid w:val="0046098A"/>
    <w:rsid w:val="0046153B"/>
    <w:rsid w:val="00462961"/>
    <w:rsid w:val="00462C3B"/>
    <w:rsid w:val="0046324A"/>
    <w:rsid w:val="00463697"/>
    <w:rsid w:val="00463768"/>
    <w:rsid w:val="00463DB6"/>
    <w:rsid w:val="0046410C"/>
    <w:rsid w:val="00464147"/>
    <w:rsid w:val="00464486"/>
    <w:rsid w:val="00464BEA"/>
    <w:rsid w:val="00464D6A"/>
    <w:rsid w:val="00465748"/>
    <w:rsid w:val="00465AF3"/>
    <w:rsid w:val="00465B74"/>
    <w:rsid w:val="00465CBF"/>
    <w:rsid w:val="00466379"/>
    <w:rsid w:val="004671ED"/>
    <w:rsid w:val="00467898"/>
    <w:rsid w:val="004704A6"/>
    <w:rsid w:val="004704B2"/>
    <w:rsid w:val="004707A3"/>
    <w:rsid w:val="004712D8"/>
    <w:rsid w:val="004716AC"/>
    <w:rsid w:val="00472F28"/>
    <w:rsid w:val="0047310B"/>
    <w:rsid w:val="00474764"/>
    <w:rsid w:val="004754A1"/>
    <w:rsid w:val="00475F1A"/>
    <w:rsid w:val="00476148"/>
    <w:rsid w:val="00476990"/>
    <w:rsid w:val="00477631"/>
    <w:rsid w:val="00477F1D"/>
    <w:rsid w:val="00480295"/>
    <w:rsid w:val="004802C0"/>
    <w:rsid w:val="00480688"/>
    <w:rsid w:val="004811D1"/>
    <w:rsid w:val="00481720"/>
    <w:rsid w:val="0048172B"/>
    <w:rsid w:val="00482290"/>
    <w:rsid w:val="004823E4"/>
    <w:rsid w:val="004829B8"/>
    <w:rsid w:val="00483378"/>
    <w:rsid w:val="00483C02"/>
    <w:rsid w:val="0048417B"/>
    <w:rsid w:val="00484BF1"/>
    <w:rsid w:val="00485344"/>
    <w:rsid w:val="00485446"/>
    <w:rsid w:val="00485508"/>
    <w:rsid w:val="00485EEF"/>
    <w:rsid w:val="00486CF4"/>
    <w:rsid w:val="00487260"/>
    <w:rsid w:val="00487A04"/>
    <w:rsid w:val="00487C82"/>
    <w:rsid w:val="00490432"/>
    <w:rsid w:val="00490905"/>
    <w:rsid w:val="00490E7A"/>
    <w:rsid w:val="00491372"/>
    <w:rsid w:val="004930C0"/>
    <w:rsid w:val="00494050"/>
    <w:rsid w:val="004949DA"/>
    <w:rsid w:val="00494CB6"/>
    <w:rsid w:val="00494CE0"/>
    <w:rsid w:val="0049506D"/>
    <w:rsid w:val="004952D3"/>
    <w:rsid w:val="00495AD8"/>
    <w:rsid w:val="00495D78"/>
    <w:rsid w:val="00495DE1"/>
    <w:rsid w:val="00496B90"/>
    <w:rsid w:val="00496D2E"/>
    <w:rsid w:val="00496F6B"/>
    <w:rsid w:val="00497231"/>
    <w:rsid w:val="0049748C"/>
    <w:rsid w:val="00497496"/>
    <w:rsid w:val="00497A08"/>
    <w:rsid w:val="00497AD7"/>
    <w:rsid w:val="004A0A31"/>
    <w:rsid w:val="004A0C92"/>
    <w:rsid w:val="004A11F7"/>
    <w:rsid w:val="004A1989"/>
    <w:rsid w:val="004A20A1"/>
    <w:rsid w:val="004A23B8"/>
    <w:rsid w:val="004A29DA"/>
    <w:rsid w:val="004A2EAA"/>
    <w:rsid w:val="004A3A07"/>
    <w:rsid w:val="004A3D87"/>
    <w:rsid w:val="004A4350"/>
    <w:rsid w:val="004A435B"/>
    <w:rsid w:val="004A4D99"/>
    <w:rsid w:val="004A549C"/>
    <w:rsid w:val="004A65BB"/>
    <w:rsid w:val="004A6BE9"/>
    <w:rsid w:val="004A7184"/>
    <w:rsid w:val="004A7631"/>
    <w:rsid w:val="004A7911"/>
    <w:rsid w:val="004A7A75"/>
    <w:rsid w:val="004B099D"/>
    <w:rsid w:val="004B0E27"/>
    <w:rsid w:val="004B13DB"/>
    <w:rsid w:val="004B1507"/>
    <w:rsid w:val="004B162B"/>
    <w:rsid w:val="004B1771"/>
    <w:rsid w:val="004B1B72"/>
    <w:rsid w:val="004B23A2"/>
    <w:rsid w:val="004B2476"/>
    <w:rsid w:val="004B24DD"/>
    <w:rsid w:val="004B2C12"/>
    <w:rsid w:val="004B2E24"/>
    <w:rsid w:val="004B31C6"/>
    <w:rsid w:val="004B378F"/>
    <w:rsid w:val="004B3964"/>
    <w:rsid w:val="004B3CCF"/>
    <w:rsid w:val="004B3EA2"/>
    <w:rsid w:val="004B4B9C"/>
    <w:rsid w:val="004B68F5"/>
    <w:rsid w:val="004B6EBC"/>
    <w:rsid w:val="004B70CD"/>
    <w:rsid w:val="004C0231"/>
    <w:rsid w:val="004C04DE"/>
    <w:rsid w:val="004C056E"/>
    <w:rsid w:val="004C063E"/>
    <w:rsid w:val="004C0B7E"/>
    <w:rsid w:val="004C1FC1"/>
    <w:rsid w:val="004C2263"/>
    <w:rsid w:val="004C2570"/>
    <w:rsid w:val="004C4091"/>
    <w:rsid w:val="004C4A31"/>
    <w:rsid w:val="004C52F4"/>
    <w:rsid w:val="004C574C"/>
    <w:rsid w:val="004C58F2"/>
    <w:rsid w:val="004C7269"/>
    <w:rsid w:val="004C788C"/>
    <w:rsid w:val="004C7BB9"/>
    <w:rsid w:val="004D0143"/>
    <w:rsid w:val="004D04CA"/>
    <w:rsid w:val="004D09FA"/>
    <w:rsid w:val="004D1152"/>
    <w:rsid w:val="004D13D0"/>
    <w:rsid w:val="004D1968"/>
    <w:rsid w:val="004D22E8"/>
    <w:rsid w:val="004D291B"/>
    <w:rsid w:val="004D3D44"/>
    <w:rsid w:val="004D3E38"/>
    <w:rsid w:val="004D50C4"/>
    <w:rsid w:val="004D5A38"/>
    <w:rsid w:val="004D6243"/>
    <w:rsid w:val="004D648C"/>
    <w:rsid w:val="004D68D0"/>
    <w:rsid w:val="004D6CD3"/>
    <w:rsid w:val="004D7396"/>
    <w:rsid w:val="004D74E4"/>
    <w:rsid w:val="004E072F"/>
    <w:rsid w:val="004E112D"/>
    <w:rsid w:val="004E14B8"/>
    <w:rsid w:val="004E1930"/>
    <w:rsid w:val="004E3452"/>
    <w:rsid w:val="004E3655"/>
    <w:rsid w:val="004E374D"/>
    <w:rsid w:val="004E3978"/>
    <w:rsid w:val="004E4031"/>
    <w:rsid w:val="004E4E41"/>
    <w:rsid w:val="004E4EF8"/>
    <w:rsid w:val="004E52F7"/>
    <w:rsid w:val="004E5D8C"/>
    <w:rsid w:val="004E64AF"/>
    <w:rsid w:val="004E6ACD"/>
    <w:rsid w:val="004E7C4D"/>
    <w:rsid w:val="004F02E7"/>
    <w:rsid w:val="004F02FB"/>
    <w:rsid w:val="004F0302"/>
    <w:rsid w:val="004F042E"/>
    <w:rsid w:val="004F0C53"/>
    <w:rsid w:val="004F2259"/>
    <w:rsid w:val="004F24F7"/>
    <w:rsid w:val="004F2927"/>
    <w:rsid w:val="004F3374"/>
    <w:rsid w:val="004F435D"/>
    <w:rsid w:val="004F467A"/>
    <w:rsid w:val="004F4C4C"/>
    <w:rsid w:val="004F6996"/>
    <w:rsid w:val="004F6BDB"/>
    <w:rsid w:val="004F794B"/>
    <w:rsid w:val="004F7CFF"/>
    <w:rsid w:val="004F7D31"/>
    <w:rsid w:val="0050012B"/>
    <w:rsid w:val="00501914"/>
    <w:rsid w:val="005019B4"/>
    <w:rsid w:val="00501A56"/>
    <w:rsid w:val="00501D59"/>
    <w:rsid w:val="00502694"/>
    <w:rsid w:val="0050358D"/>
    <w:rsid w:val="0050368B"/>
    <w:rsid w:val="00503694"/>
    <w:rsid w:val="005036D4"/>
    <w:rsid w:val="005044A4"/>
    <w:rsid w:val="005063C1"/>
    <w:rsid w:val="005065B7"/>
    <w:rsid w:val="00506B41"/>
    <w:rsid w:val="00507D98"/>
    <w:rsid w:val="0051039F"/>
    <w:rsid w:val="005103A6"/>
    <w:rsid w:val="00510FB9"/>
    <w:rsid w:val="0051124F"/>
    <w:rsid w:val="005115E4"/>
    <w:rsid w:val="005116A6"/>
    <w:rsid w:val="0051182D"/>
    <w:rsid w:val="00511BDE"/>
    <w:rsid w:val="00511DFC"/>
    <w:rsid w:val="005120A8"/>
    <w:rsid w:val="0051235D"/>
    <w:rsid w:val="00512863"/>
    <w:rsid w:val="00512F08"/>
    <w:rsid w:val="00514885"/>
    <w:rsid w:val="0051492B"/>
    <w:rsid w:val="00514FFD"/>
    <w:rsid w:val="00515311"/>
    <w:rsid w:val="00515426"/>
    <w:rsid w:val="00515D2D"/>
    <w:rsid w:val="00516573"/>
    <w:rsid w:val="0051708D"/>
    <w:rsid w:val="00517780"/>
    <w:rsid w:val="00517FE1"/>
    <w:rsid w:val="005207EC"/>
    <w:rsid w:val="005217A6"/>
    <w:rsid w:val="00523EFB"/>
    <w:rsid w:val="005249DA"/>
    <w:rsid w:val="00525269"/>
    <w:rsid w:val="005255E1"/>
    <w:rsid w:val="00525604"/>
    <w:rsid w:val="005266C9"/>
    <w:rsid w:val="00526DC5"/>
    <w:rsid w:val="0052776A"/>
    <w:rsid w:val="00527875"/>
    <w:rsid w:val="0052791B"/>
    <w:rsid w:val="005302E6"/>
    <w:rsid w:val="0053032C"/>
    <w:rsid w:val="00530743"/>
    <w:rsid w:val="00530C26"/>
    <w:rsid w:val="00530E55"/>
    <w:rsid w:val="00531121"/>
    <w:rsid w:val="00531D14"/>
    <w:rsid w:val="005320A3"/>
    <w:rsid w:val="005326B5"/>
    <w:rsid w:val="00532C4C"/>
    <w:rsid w:val="00532EE7"/>
    <w:rsid w:val="005336E2"/>
    <w:rsid w:val="0053509E"/>
    <w:rsid w:val="00535B6C"/>
    <w:rsid w:val="0053606E"/>
    <w:rsid w:val="00536305"/>
    <w:rsid w:val="00536490"/>
    <w:rsid w:val="00536500"/>
    <w:rsid w:val="00536EFD"/>
    <w:rsid w:val="00537004"/>
    <w:rsid w:val="005375E8"/>
    <w:rsid w:val="00537B2E"/>
    <w:rsid w:val="00537D21"/>
    <w:rsid w:val="005400E0"/>
    <w:rsid w:val="005401A7"/>
    <w:rsid w:val="005401E9"/>
    <w:rsid w:val="00540AD4"/>
    <w:rsid w:val="00540C57"/>
    <w:rsid w:val="00540FD3"/>
    <w:rsid w:val="00541790"/>
    <w:rsid w:val="0054232D"/>
    <w:rsid w:val="00542F05"/>
    <w:rsid w:val="00543474"/>
    <w:rsid w:val="0054347B"/>
    <w:rsid w:val="005437D7"/>
    <w:rsid w:val="00543B70"/>
    <w:rsid w:val="00543BF8"/>
    <w:rsid w:val="00543D79"/>
    <w:rsid w:val="00544618"/>
    <w:rsid w:val="00545164"/>
    <w:rsid w:val="00545C4A"/>
    <w:rsid w:val="00546006"/>
    <w:rsid w:val="005462C0"/>
    <w:rsid w:val="00546A79"/>
    <w:rsid w:val="00546DCA"/>
    <w:rsid w:val="00550A7E"/>
    <w:rsid w:val="00551576"/>
    <w:rsid w:val="0055273F"/>
    <w:rsid w:val="00553250"/>
    <w:rsid w:val="00553B03"/>
    <w:rsid w:val="0055422D"/>
    <w:rsid w:val="00554E5E"/>
    <w:rsid w:val="005559AE"/>
    <w:rsid w:val="00555BDC"/>
    <w:rsid w:val="00556851"/>
    <w:rsid w:val="00557AC0"/>
    <w:rsid w:val="00557C2D"/>
    <w:rsid w:val="00557DB4"/>
    <w:rsid w:val="00561007"/>
    <w:rsid w:val="005610FF"/>
    <w:rsid w:val="005615E6"/>
    <w:rsid w:val="0056187C"/>
    <w:rsid w:val="00561B0A"/>
    <w:rsid w:val="00561D53"/>
    <w:rsid w:val="00562F64"/>
    <w:rsid w:val="00563052"/>
    <w:rsid w:val="00563422"/>
    <w:rsid w:val="0056353F"/>
    <w:rsid w:val="005635B7"/>
    <w:rsid w:val="00564072"/>
    <w:rsid w:val="00564189"/>
    <w:rsid w:val="00564C31"/>
    <w:rsid w:val="005654A4"/>
    <w:rsid w:val="005659C8"/>
    <w:rsid w:val="00565D10"/>
    <w:rsid w:val="005678AA"/>
    <w:rsid w:val="00567C3F"/>
    <w:rsid w:val="0057041C"/>
    <w:rsid w:val="00570893"/>
    <w:rsid w:val="00571C1D"/>
    <w:rsid w:val="0057261B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76C90"/>
    <w:rsid w:val="005809B9"/>
    <w:rsid w:val="0058184D"/>
    <w:rsid w:val="00581BB9"/>
    <w:rsid w:val="005823DD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621"/>
    <w:rsid w:val="00586972"/>
    <w:rsid w:val="00586E82"/>
    <w:rsid w:val="00587193"/>
    <w:rsid w:val="00587CFD"/>
    <w:rsid w:val="00587D8D"/>
    <w:rsid w:val="00587DE6"/>
    <w:rsid w:val="005919AD"/>
    <w:rsid w:val="005927E3"/>
    <w:rsid w:val="00592C02"/>
    <w:rsid w:val="00592C6B"/>
    <w:rsid w:val="00592E87"/>
    <w:rsid w:val="005939BA"/>
    <w:rsid w:val="00594E62"/>
    <w:rsid w:val="00595285"/>
    <w:rsid w:val="00595292"/>
    <w:rsid w:val="00595B68"/>
    <w:rsid w:val="00595B79"/>
    <w:rsid w:val="00596001"/>
    <w:rsid w:val="005963BB"/>
    <w:rsid w:val="00596433"/>
    <w:rsid w:val="0059659A"/>
    <w:rsid w:val="00596DB0"/>
    <w:rsid w:val="005977F2"/>
    <w:rsid w:val="005A0419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A62"/>
    <w:rsid w:val="005A3E04"/>
    <w:rsid w:val="005A3F67"/>
    <w:rsid w:val="005A48DC"/>
    <w:rsid w:val="005A4927"/>
    <w:rsid w:val="005A49E0"/>
    <w:rsid w:val="005A49EA"/>
    <w:rsid w:val="005A49F8"/>
    <w:rsid w:val="005A4A1C"/>
    <w:rsid w:val="005A58AF"/>
    <w:rsid w:val="005A59B6"/>
    <w:rsid w:val="005A77A0"/>
    <w:rsid w:val="005B07DD"/>
    <w:rsid w:val="005B0939"/>
    <w:rsid w:val="005B0E78"/>
    <w:rsid w:val="005B1188"/>
    <w:rsid w:val="005B1E8F"/>
    <w:rsid w:val="005B1EBD"/>
    <w:rsid w:val="005B20A9"/>
    <w:rsid w:val="005B23B8"/>
    <w:rsid w:val="005B396A"/>
    <w:rsid w:val="005B441D"/>
    <w:rsid w:val="005B465F"/>
    <w:rsid w:val="005B5966"/>
    <w:rsid w:val="005B5C61"/>
    <w:rsid w:val="005B6CEC"/>
    <w:rsid w:val="005B6E33"/>
    <w:rsid w:val="005B6EE5"/>
    <w:rsid w:val="005C0086"/>
    <w:rsid w:val="005C054D"/>
    <w:rsid w:val="005C08E0"/>
    <w:rsid w:val="005C1446"/>
    <w:rsid w:val="005C18E2"/>
    <w:rsid w:val="005C2BE0"/>
    <w:rsid w:val="005C3792"/>
    <w:rsid w:val="005C3DB5"/>
    <w:rsid w:val="005C3E07"/>
    <w:rsid w:val="005C4076"/>
    <w:rsid w:val="005C44AD"/>
    <w:rsid w:val="005C4EDD"/>
    <w:rsid w:val="005C6C3D"/>
    <w:rsid w:val="005C6CE9"/>
    <w:rsid w:val="005C788C"/>
    <w:rsid w:val="005C7B7C"/>
    <w:rsid w:val="005C7E56"/>
    <w:rsid w:val="005D1242"/>
    <w:rsid w:val="005D1CCA"/>
    <w:rsid w:val="005D2496"/>
    <w:rsid w:val="005D26A4"/>
    <w:rsid w:val="005D27CB"/>
    <w:rsid w:val="005D3277"/>
    <w:rsid w:val="005D35DE"/>
    <w:rsid w:val="005D488E"/>
    <w:rsid w:val="005D5815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14D6"/>
    <w:rsid w:val="005E17D9"/>
    <w:rsid w:val="005E3798"/>
    <w:rsid w:val="005E38B4"/>
    <w:rsid w:val="005E44CE"/>
    <w:rsid w:val="005E5248"/>
    <w:rsid w:val="005E565E"/>
    <w:rsid w:val="005E5F09"/>
    <w:rsid w:val="005E6860"/>
    <w:rsid w:val="005F032D"/>
    <w:rsid w:val="005F06AF"/>
    <w:rsid w:val="005F0970"/>
    <w:rsid w:val="005F097D"/>
    <w:rsid w:val="005F09B7"/>
    <w:rsid w:val="005F1134"/>
    <w:rsid w:val="005F12DD"/>
    <w:rsid w:val="005F15F9"/>
    <w:rsid w:val="005F27E3"/>
    <w:rsid w:val="005F3AB6"/>
    <w:rsid w:val="005F3E05"/>
    <w:rsid w:val="005F47B9"/>
    <w:rsid w:val="005F48A5"/>
    <w:rsid w:val="005F4D27"/>
    <w:rsid w:val="005F5718"/>
    <w:rsid w:val="005F5872"/>
    <w:rsid w:val="005F5F42"/>
    <w:rsid w:val="005F611C"/>
    <w:rsid w:val="005F7B35"/>
    <w:rsid w:val="005F7D00"/>
    <w:rsid w:val="00600EA8"/>
    <w:rsid w:val="00601352"/>
    <w:rsid w:val="006018B2"/>
    <w:rsid w:val="00601A5D"/>
    <w:rsid w:val="006022F2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0B8"/>
    <w:rsid w:val="006075E4"/>
    <w:rsid w:val="0060787C"/>
    <w:rsid w:val="00607999"/>
    <w:rsid w:val="00607B47"/>
    <w:rsid w:val="00607C9B"/>
    <w:rsid w:val="00607CBF"/>
    <w:rsid w:val="006103C8"/>
    <w:rsid w:val="0061076F"/>
    <w:rsid w:val="00610C3E"/>
    <w:rsid w:val="00610D6D"/>
    <w:rsid w:val="00611C98"/>
    <w:rsid w:val="006124CE"/>
    <w:rsid w:val="006135B0"/>
    <w:rsid w:val="006141E0"/>
    <w:rsid w:val="0061448D"/>
    <w:rsid w:val="0061489D"/>
    <w:rsid w:val="00614935"/>
    <w:rsid w:val="00614DE2"/>
    <w:rsid w:val="00614EAF"/>
    <w:rsid w:val="00614F8C"/>
    <w:rsid w:val="0061527D"/>
    <w:rsid w:val="006152C1"/>
    <w:rsid w:val="00615770"/>
    <w:rsid w:val="00615851"/>
    <w:rsid w:val="006164D3"/>
    <w:rsid w:val="00616737"/>
    <w:rsid w:val="0061708B"/>
    <w:rsid w:val="006174D3"/>
    <w:rsid w:val="00617BBA"/>
    <w:rsid w:val="00617CC8"/>
    <w:rsid w:val="00617FFE"/>
    <w:rsid w:val="006201C3"/>
    <w:rsid w:val="006205D2"/>
    <w:rsid w:val="0062087E"/>
    <w:rsid w:val="00620BB9"/>
    <w:rsid w:val="00620F97"/>
    <w:rsid w:val="006211EE"/>
    <w:rsid w:val="00621A88"/>
    <w:rsid w:val="00621AAA"/>
    <w:rsid w:val="00621FA3"/>
    <w:rsid w:val="006234E5"/>
    <w:rsid w:val="006236E3"/>
    <w:rsid w:val="00623F1A"/>
    <w:rsid w:val="00624085"/>
    <w:rsid w:val="0062593B"/>
    <w:rsid w:val="006260E0"/>
    <w:rsid w:val="00626D61"/>
    <w:rsid w:val="00627E95"/>
    <w:rsid w:val="006308BD"/>
    <w:rsid w:val="00630A48"/>
    <w:rsid w:val="0063102A"/>
    <w:rsid w:val="006314D4"/>
    <w:rsid w:val="00631769"/>
    <w:rsid w:val="00631BB4"/>
    <w:rsid w:val="006323B0"/>
    <w:rsid w:val="00632574"/>
    <w:rsid w:val="00632DC3"/>
    <w:rsid w:val="00632E68"/>
    <w:rsid w:val="006331B4"/>
    <w:rsid w:val="00633358"/>
    <w:rsid w:val="0063394B"/>
    <w:rsid w:val="00633EE7"/>
    <w:rsid w:val="0063495F"/>
    <w:rsid w:val="00634F68"/>
    <w:rsid w:val="00635293"/>
    <w:rsid w:val="00635B86"/>
    <w:rsid w:val="00636273"/>
    <w:rsid w:val="006373D8"/>
    <w:rsid w:val="00640213"/>
    <w:rsid w:val="006402BD"/>
    <w:rsid w:val="00640A92"/>
    <w:rsid w:val="00640E84"/>
    <w:rsid w:val="00641525"/>
    <w:rsid w:val="006419C2"/>
    <w:rsid w:val="00641DDF"/>
    <w:rsid w:val="00642226"/>
    <w:rsid w:val="006423A0"/>
    <w:rsid w:val="0064292E"/>
    <w:rsid w:val="00642AA2"/>
    <w:rsid w:val="0064345F"/>
    <w:rsid w:val="006436E0"/>
    <w:rsid w:val="00643D52"/>
    <w:rsid w:val="00643F10"/>
    <w:rsid w:val="00644361"/>
    <w:rsid w:val="006452F8"/>
    <w:rsid w:val="006457B6"/>
    <w:rsid w:val="00647785"/>
    <w:rsid w:val="00647E6A"/>
    <w:rsid w:val="00650003"/>
    <w:rsid w:val="006502AD"/>
    <w:rsid w:val="00650780"/>
    <w:rsid w:val="006517DE"/>
    <w:rsid w:val="00651F41"/>
    <w:rsid w:val="00652132"/>
    <w:rsid w:val="00652780"/>
    <w:rsid w:val="00652988"/>
    <w:rsid w:val="006534E3"/>
    <w:rsid w:val="00653A11"/>
    <w:rsid w:val="00653F15"/>
    <w:rsid w:val="0065433B"/>
    <w:rsid w:val="00654C74"/>
    <w:rsid w:val="00655332"/>
    <w:rsid w:val="00655397"/>
    <w:rsid w:val="006559E9"/>
    <w:rsid w:val="00655D23"/>
    <w:rsid w:val="00657909"/>
    <w:rsid w:val="00660108"/>
    <w:rsid w:val="006601BC"/>
    <w:rsid w:val="0066116D"/>
    <w:rsid w:val="0066179F"/>
    <w:rsid w:val="00661A41"/>
    <w:rsid w:val="00662449"/>
    <w:rsid w:val="00662DC4"/>
    <w:rsid w:val="00663055"/>
    <w:rsid w:val="006638ED"/>
    <w:rsid w:val="00663A11"/>
    <w:rsid w:val="00664BA9"/>
    <w:rsid w:val="006657D9"/>
    <w:rsid w:val="00665B17"/>
    <w:rsid w:val="00666C0F"/>
    <w:rsid w:val="006674CA"/>
    <w:rsid w:val="006679D0"/>
    <w:rsid w:val="00670489"/>
    <w:rsid w:val="00670783"/>
    <w:rsid w:val="0067095F"/>
    <w:rsid w:val="006714FB"/>
    <w:rsid w:val="00671995"/>
    <w:rsid w:val="00671F73"/>
    <w:rsid w:val="00672CCF"/>
    <w:rsid w:val="00672EA9"/>
    <w:rsid w:val="006739BE"/>
    <w:rsid w:val="00673E7D"/>
    <w:rsid w:val="00674385"/>
    <w:rsid w:val="00674EE0"/>
    <w:rsid w:val="0067608D"/>
    <w:rsid w:val="006769E8"/>
    <w:rsid w:val="00676D8A"/>
    <w:rsid w:val="00676F28"/>
    <w:rsid w:val="00677C14"/>
    <w:rsid w:val="00677DE4"/>
    <w:rsid w:val="00677E39"/>
    <w:rsid w:val="00681320"/>
    <w:rsid w:val="00681333"/>
    <w:rsid w:val="006815C7"/>
    <w:rsid w:val="00681ECD"/>
    <w:rsid w:val="00681FC4"/>
    <w:rsid w:val="00681FD2"/>
    <w:rsid w:val="00682023"/>
    <w:rsid w:val="00682064"/>
    <w:rsid w:val="00682DF9"/>
    <w:rsid w:val="00683315"/>
    <w:rsid w:val="00683C39"/>
    <w:rsid w:val="00684904"/>
    <w:rsid w:val="00684F4F"/>
    <w:rsid w:val="006860C1"/>
    <w:rsid w:val="006866F3"/>
    <w:rsid w:val="00687514"/>
    <w:rsid w:val="00687543"/>
    <w:rsid w:val="00690F10"/>
    <w:rsid w:val="0069195F"/>
    <w:rsid w:val="0069228F"/>
    <w:rsid w:val="0069288A"/>
    <w:rsid w:val="00693156"/>
    <w:rsid w:val="00693D89"/>
    <w:rsid w:val="00693FBD"/>
    <w:rsid w:val="00694541"/>
    <w:rsid w:val="00694F2E"/>
    <w:rsid w:val="00695AD7"/>
    <w:rsid w:val="00697ED3"/>
    <w:rsid w:val="006A06C4"/>
    <w:rsid w:val="006A10A1"/>
    <w:rsid w:val="006A1C2A"/>
    <w:rsid w:val="006A3309"/>
    <w:rsid w:val="006A3644"/>
    <w:rsid w:val="006A447B"/>
    <w:rsid w:val="006A4C4D"/>
    <w:rsid w:val="006A4D75"/>
    <w:rsid w:val="006A5C75"/>
    <w:rsid w:val="006A6012"/>
    <w:rsid w:val="006A7A1D"/>
    <w:rsid w:val="006A7FC6"/>
    <w:rsid w:val="006B024D"/>
    <w:rsid w:val="006B0E11"/>
    <w:rsid w:val="006B1134"/>
    <w:rsid w:val="006B11DA"/>
    <w:rsid w:val="006B14FC"/>
    <w:rsid w:val="006B1E10"/>
    <w:rsid w:val="006B1EE7"/>
    <w:rsid w:val="006B229B"/>
    <w:rsid w:val="006B29FD"/>
    <w:rsid w:val="006B2FAA"/>
    <w:rsid w:val="006B345F"/>
    <w:rsid w:val="006B3B97"/>
    <w:rsid w:val="006B429E"/>
    <w:rsid w:val="006B42EF"/>
    <w:rsid w:val="006B431A"/>
    <w:rsid w:val="006B4AEC"/>
    <w:rsid w:val="006B4BE3"/>
    <w:rsid w:val="006B4D7B"/>
    <w:rsid w:val="006B4EB1"/>
    <w:rsid w:val="006B5556"/>
    <w:rsid w:val="006B55DC"/>
    <w:rsid w:val="006B5B2E"/>
    <w:rsid w:val="006B60F1"/>
    <w:rsid w:val="006B6355"/>
    <w:rsid w:val="006B64C6"/>
    <w:rsid w:val="006B6578"/>
    <w:rsid w:val="006B765D"/>
    <w:rsid w:val="006C12AF"/>
    <w:rsid w:val="006C1C9A"/>
    <w:rsid w:val="006C1D74"/>
    <w:rsid w:val="006C205E"/>
    <w:rsid w:val="006C29E7"/>
    <w:rsid w:val="006C36FE"/>
    <w:rsid w:val="006C4B09"/>
    <w:rsid w:val="006C4B39"/>
    <w:rsid w:val="006C5A46"/>
    <w:rsid w:val="006D03F6"/>
    <w:rsid w:val="006D04C4"/>
    <w:rsid w:val="006D0B89"/>
    <w:rsid w:val="006D16C6"/>
    <w:rsid w:val="006D1CC6"/>
    <w:rsid w:val="006D1DC3"/>
    <w:rsid w:val="006D20D8"/>
    <w:rsid w:val="006D244A"/>
    <w:rsid w:val="006D2D93"/>
    <w:rsid w:val="006D3017"/>
    <w:rsid w:val="006D3A59"/>
    <w:rsid w:val="006D4BBB"/>
    <w:rsid w:val="006D4E6C"/>
    <w:rsid w:val="006D5066"/>
    <w:rsid w:val="006D52DE"/>
    <w:rsid w:val="006D53D3"/>
    <w:rsid w:val="006D548C"/>
    <w:rsid w:val="006D5672"/>
    <w:rsid w:val="006D5831"/>
    <w:rsid w:val="006D58AD"/>
    <w:rsid w:val="006D5F75"/>
    <w:rsid w:val="006D5FB2"/>
    <w:rsid w:val="006D77B3"/>
    <w:rsid w:val="006D7946"/>
    <w:rsid w:val="006E033C"/>
    <w:rsid w:val="006E0A5F"/>
    <w:rsid w:val="006E178D"/>
    <w:rsid w:val="006E1E50"/>
    <w:rsid w:val="006E277E"/>
    <w:rsid w:val="006E278D"/>
    <w:rsid w:val="006E3031"/>
    <w:rsid w:val="006E4C33"/>
    <w:rsid w:val="006E4DB1"/>
    <w:rsid w:val="006E549D"/>
    <w:rsid w:val="006E6126"/>
    <w:rsid w:val="006E6573"/>
    <w:rsid w:val="006E683F"/>
    <w:rsid w:val="006E71A4"/>
    <w:rsid w:val="006E7C2F"/>
    <w:rsid w:val="006E7E4E"/>
    <w:rsid w:val="006F040C"/>
    <w:rsid w:val="006F0772"/>
    <w:rsid w:val="006F0D8A"/>
    <w:rsid w:val="006F0E58"/>
    <w:rsid w:val="006F378E"/>
    <w:rsid w:val="006F39C3"/>
    <w:rsid w:val="006F3EAA"/>
    <w:rsid w:val="006F3F5D"/>
    <w:rsid w:val="006F4398"/>
    <w:rsid w:val="006F45A2"/>
    <w:rsid w:val="006F4A44"/>
    <w:rsid w:val="006F4FB4"/>
    <w:rsid w:val="006F6189"/>
    <w:rsid w:val="006F6F4B"/>
    <w:rsid w:val="006F7266"/>
    <w:rsid w:val="006F7424"/>
    <w:rsid w:val="006F74D8"/>
    <w:rsid w:val="006F76CD"/>
    <w:rsid w:val="006F7EA5"/>
    <w:rsid w:val="007011F3"/>
    <w:rsid w:val="007016CD"/>
    <w:rsid w:val="00701BFF"/>
    <w:rsid w:val="00702E98"/>
    <w:rsid w:val="00702ED4"/>
    <w:rsid w:val="00703BD6"/>
    <w:rsid w:val="00704553"/>
    <w:rsid w:val="007047CA"/>
    <w:rsid w:val="007055FF"/>
    <w:rsid w:val="00705A57"/>
    <w:rsid w:val="007068B1"/>
    <w:rsid w:val="00706FF9"/>
    <w:rsid w:val="007076FA"/>
    <w:rsid w:val="00710055"/>
    <w:rsid w:val="007100D5"/>
    <w:rsid w:val="00710571"/>
    <w:rsid w:val="00710F43"/>
    <w:rsid w:val="007113B5"/>
    <w:rsid w:val="0071191F"/>
    <w:rsid w:val="00712B70"/>
    <w:rsid w:val="00712D82"/>
    <w:rsid w:val="00713884"/>
    <w:rsid w:val="00714493"/>
    <w:rsid w:val="0071575C"/>
    <w:rsid w:val="00715D51"/>
    <w:rsid w:val="00715F2B"/>
    <w:rsid w:val="0071601E"/>
    <w:rsid w:val="007161FF"/>
    <w:rsid w:val="0071691D"/>
    <w:rsid w:val="007177C0"/>
    <w:rsid w:val="00717A38"/>
    <w:rsid w:val="00720143"/>
    <w:rsid w:val="00720B83"/>
    <w:rsid w:val="00721B13"/>
    <w:rsid w:val="00721D4B"/>
    <w:rsid w:val="0072207B"/>
    <w:rsid w:val="0072256B"/>
    <w:rsid w:val="007227F5"/>
    <w:rsid w:val="007228EF"/>
    <w:rsid w:val="0072376E"/>
    <w:rsid w:val="007246BE"/>
    <w:rsid w:val="00725202"/>
    <w:rsid w:val="007255F7"/>
    <w:rsid w:val="007258A0"/>
    <w:rsid w:val="0072608C"/>
    <w:rsid w:val="0072710A"/>
    <w:rsid w:val="00727176"/>
    <w:rsid w:val="00727536"/>
    <w:rsid w:val="007300A4"/>
    <w:rsid w:val="00730117"/>
    <w:rsid w:val="00730FDC"/>
    <w:rsid w:val="00731710"/>
    <w:rsid w:val="00731B2E"/>
    <w:rsid w:val="00732672"/>
    <w:rsid w:val="0073269B"/>
    <w:rsid w:val="00732925"/>
    <w:rsid w:val="00732E16"/>
    <w:rsid w:val="00732F99"/>
    <w:rsid w:val="007335A8"/>
    <w:rsid w:val="0073481E"/>
    <w:rsid w:val="0073677C"/>
    <w:rsid w:val="007367FA"/>
    <w:rsid w:val="00736801"/>
    <w:rsid w:val="007376A6"/>
    <w:rsid w:val="00737863"/>
    <w:rsid w:val="007379B5"/>
    <w:rsid w:val="007379D4"/>
    <w:rsid w:val="0074049B"/>
    <w:rsid w:val="00740894"/>
    <w:rsid w:val="00741A86"/>
    <w:rsid w:val="00742277"/>
    <w:rsid w:val="00742540"/>
    <w:rsid w:val="00743079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47A87"/>
    <w:rsid w:val="00750D4A"/>
    <w:rsid w:val="00750D52"/>
    <w:rsid w:val="00750F30"/>
    <w:rsid w:val="00751005"/>
    <w:rsid w:val="007516B7"/>
    <w:rsid w:val="00751820"/>
    <w:rsid w:val="00751913"/>
    <w:rsid w:val="00751BB6"/>
    <w:rsid w:val="00751FE5"/>
    <w:rsid w:val="00752763"/>
    <w:rsid w:val="00752B6B"/>
    <w:rsid w:val="00752D7C"/>
    <w:rsid w:val="00753064"/>
    <w:rsid w:val="007534DE"/>
    <w:rsid w:val="0075379B"/>
    <w:rsid w:val="00754A72"/>
    <w:rsid w:val="0075589D"/>
    <w:rsid w:val="00755D2A"/>
    <w:rsid w:val="007564F4"/>
    <w:rsid w:val="00756D09"/>
    <w:rsid w:val="007571B6"/>
    <w:rsid w:val="0075741F"/>
    <w:rsid w:val="00760930"/>
    <w:rsid w:val="00760CBB"/>
    <w:rsid w:val="00761759"/>
    <w:rsid w:val="007618F2"/>
    <w:rsid w:val="00761E4E"/>
    <w:rsid w:val="007621FA"/>
    <w:rsid w:val="007648CE"/>
    <w:rsid w:val="00764EB8"/>
    <w:rsid w:val="00764FFC"/>
    <w:rsid w:val="007650BB"/>
    <w:rsid w:val="0076585D"/>
    <w:rsid w:val="00765BF4"/>
    <w:rsid w:val="00765CC5"/>
    <w:rsid w:val="00766240"/>
    <w:rsid w:val="00766959"/>
    <w:rsid w:val="0076697D"/>
    <w:rsid w:val="00766D6B"/>
    <w:rsid w:val="007671C8"/>
    <w:rsid w:val="007672A9"/>
    <w:rsid w:val="007672F8"/>
    <w:rsid w:val="00767738"/>
    <w:rsid w:val="00767930"/>
    <w:rsid w:val="00770220"/>
    <w:rsid w:val="007702CF"/>
    <w:rsid w:val="00771CDC"/>
    <w:rsid w:val="00772400"/>
    <w:rsid w:val="007725FD"/>
    <w:rsid w:val="00772869"/>
    <w:rsid w:val="00773C3B"/>
    <w:rsid w:val="00773DCC"/>
    <w:rsid w:val="007740D3"/>
    <w:rsid w:val="007742E8"/>
    <w:rsid w:val="007743FA"/>
    <w:rsid w:val="00774A1F"/>
    <w:rsid w:val="00775E6D"/>
    <w:rsid w:val="00777521"/>
    <w:rsid w:val="0077752C"/>
    <w:rsid w:val="00777AE4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AF4"/>
    <w:rsid w:val="00786D52"/>
    <w:rsid w:val="00786EF2"/>
    <w:rsid w:val="0079129B"/>
    <w:rsid w:val="0079215C"/>
    <w:rsid w:val="007926EC"/>
    <w:rsid w:val="00792736"/>
    <w:rsid w:val="00792EC3"/>
    <w:rsid w:val="00794913"/>
    <w:rsid w:val="00795D8E"/>
    <w:rsid w:val="007963D6"/>
    <w:rsid w:val="0079684A"/>
    <w:rsid w:val="007969F4"/>
    <w:rsid w:val="00797FF3"/>
    <w:rsid w:val="007A03EC"/>
    <w:rsid w:val="007A03FD"/>
    <w:rsid w:val="007A06E8"/>
    <w:rsid w:val="007A1229"/>
    <w:rsid w:val="007A1526"/>
    <w:rsid w:val="007A16DB"/>
    <w:rsid w:val="007A1BAA"/>
    <w:rsid w:val="007A1CB4"/>
    <w:rsid w:val="007A2BA5"/>
    <w:rsid w:val="007A2C46"/>
    <w:rsid w:val="007A3576"/>
    <w:rsid w:val="007A39FE"/>
    <w:rsid w:val="007A4DE7"/>
    <w:rsid w:val="007A5D08"/>
    <w:rsid w:val="007A61B2"/>
    <w:rsid w:val="007A64D1"/>
    <w:rsid w:val="007A6557"/>
    <w:rsid w:val="007A67D8"/>
    <w:rsid w:val="007A69C8"/>
    <w:rsid w:val="007A6B29"/>
    <w:rsid w:val="007A7B78"/>
    <w:rsid w:val="007B03F7"/>
    <w:rsid w:val="007B087C"/>
    <w:rsid w:val="007B0F8B"/>
    <w:rsid w:val="007B117C"/>
    <w:rsid w:val="007B11C0"/>
    <w:rsid w:val="007B1946"/>
    <w:rsid w:val="007B1A96"/>
    <w:rsid w:val="007B270E"/>
    <w:rsid w:val="007B2A5B"/>
    <w:rsid w:val="007B2B77"/>
    <w:rsid w:val="007B3444"/>
    <w:rsid w:val="007B3AE8"/>
    <w:rsid w:val="007B42D2"/>
    <w:rsid w:val="007B46EA"/>
    <w:rsid w:val="007B4A4B"/>
    <w:rsid w:val="007B4BE2"/>
    <w:rsid w:val="007B52E3"/>
    <w:rsid w:val="007B56B1"/>
    <w:rsid w:val="007B6A23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03"/>
    <w:rsid w:val="007C1F36"/>
    <w:rsid w:val="007C2508"/>
    <w:rsid w:val="007C2C88"/>
    <w:rsid w:val="007C3A10"/>
    <w:rsid w:val="007C44DD"/>
    <w:rsid w:val="007C653D"/>
    <w:rsid w:val="007C68A6"/>
    <w:rsid w:val="007C6CA4"/>
    <w:rsid w:val="007C707E"/>
    <w:rsid w:val="007C7B26"/>
    <w:rsid w:val="007C7D5A"/>
    <w:rsid w:val="007C7D63"/>
    <w:rsid w:val="007D01E7"/>
    <w:rsid w:val="007D0821"/>
    <w:rsid w:val="007D0B1E"/>
    <w:rsid w:val="007D0DE5"/>
    <w:rsid w:val="007D1395"/>
    <w:rsid w:val="007D33C9"/>
    <w:rsid w:val="007D3E2D"/>
    <w:rsid w:val="007D449C"/>
    <w:rsid w:val="007D44FD"/>
    <w:rsid w:val="007D45A8"/>
    <w:rsid w:val="007D5699"/>
    <w:rsid w:val="007D5BA2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36EC"/>
    <w:rsid w:val="007E3BA7"/>
    <w:rsid w:val="007E4228"/>
    <w:rsid w:val="007E5117"/>
    <w:rsid w:val="007E5AFF"/>
    <w:rsid w:val="007E5CAB"/>
    <w:rsid w:val="007E5EC2"/>
    <w:rsid w:val="007E6143"/>
    <w:rsid w:val="007E6287"/>
    <w:rsid w:val="007E6931"/>
    <w:rsid w:val="007E7366"/>
    <w:rsid w:val="007E7CE6"/>
    <w:rsid w:val="007F17B6"/>
    <w:rsid w:val="007F17EB"/>
    <w:rsid w:val="007F1A34"/>
    <w:rsid w:val="007F1A7F"/>
    <w:rsid w:val="007F2305"/>
    <w:rsid w:val="007F2DC6"/>
    <w:rsid w:val="007F347F"/>
    <w:rsid w:val="007F3C69"/>
    <w:rsid w:val="007F4F0D"/>
    <w:rsid w:val="007F57B4"/>
    <w:rsid w:val="007F5E22"/>
    <w:rsid w:val="007F6182"/>
    <w:rsid w:val="007F6271"/>
    <w:rsid w:val="007F63FD"/>
    <w:rsid w:val="007F66A7"/>
    <w:rsid w:val="007F6711"/>
    <w:rsid w:val="007F6E38"/>
    <w:rsid w:val="007F7217"/>
    <w:rsid w:val="007F7309"/>
    <w:rsid w:val="007F7637"/>
    <w:rsid w:val="00800486"/>
    <w:rsid w:val="008004EE"/>
    <w:rsid w:val="008021DF"/>
    <w:rsid w:val="0080222A"/>
    <w:rsid w:val="00802805"/>
    <w:rsid w:val="0080288A"/>
    <w:rsid w:val="00802C93"/>
    <w:rsid w:val="00803C17"/>
    <w:rsid w:val="00803C39"/>
    <w:rsid w:val="00803E71"/>
    <w:rsid w:val="00804139"/>
    <w:rsid w:val="00804803"/>
    <w:rsid w:val="00804A01"/>
    <w:rsid w:val="00804E34"/>
    <w:rsid w:val="00805825"/>
    <w:rsid w:val="00805B50"/>
    <w:rsid w:val="00805C25"/>
    <w:rsid w:val="00805D76"/>
    <w:rsid w:val="00806988"/>
    <w:rsid w:val="00806A44"/>
    <w:rsid w:val="00806FF6"/>
    <w:rsid w:val="00807059"/>
    <w:rsid w:val="008072A2"/>
    <w:rsid w:val="008075DF"/>
    <w:rsid w:val="00810162"/>
    <w:rsid w:val="0081028A"/>
    <w:rsid w:val="00810696"/>
    <w:rsid w:val="00811893"/>
    <w:rsid w:val="008119F6"/>
    <w:rsid w:val="00811FDD"/>
    <w:rsid w:val="00812DB4"/>
    <w:rsid w:val="00812F6A"/>
    <w:rsid w:val="008132D3"/>
    <w:rsid w:val="008135F0"/>
    <w:rsid w:val="00813BCD"/>
    <w:rsid w:val="00813E71"/>
    <w:rsid w:val="00814774"/>
    <w:rsid w:val="00814E8F"/>
    <w:rsid w:val="00815470"/>
    <w:rsid w:val="0081551E"/>
    <w:rsid w:val="00815726"/>
    <w:rsid w:val="00816560"/>
    <w:rsid w:val="008166F7"/>
    <w:rsid w:val="00816B2D"/>
    <w:rsid w:val="00816D1E"/>
    <w:rsid w:val="008171F2"/>
    <w:rsid w:val="0081769E"/>
    <w:rsid w:val="00817F1C"/>
    <w:rsid w:val="00820295"/>
    <w:rsid w:val="008204AB"/>
    <w:rsid w:val="00820CFE"/>
    <w:rsid w:val="00820E8F"/>
    <w:rsid w:val="00821601"/>
    <w:rsid w:val="0082167E"/>
    <w:rsid w:val="008217CE"/>
    <w:rsid w:val="00821876"/>
    <w:rsid w:val="00821BCC"/>
    <w:rsid w:val="00822565"/>
    <w:rsid w:val="00822669"/>
    <w:rsid w:val="00822C88"/>
    <w:rsid w:val="0082301B"/>
    <w:rsid w:val="00823556"/>
    <w:rsid w:val="00824121"/>
    <w:rsid w:val="008242A8"/>
    <w:rsid w:val="00825219"/>
    <w:rsid w:val="00825280"/>
    <w:rsid w:val="008256AE"/>
    <w:rsid w:val="0082583A"/>
    <w:rsid w:val="008260A5"/>
    <w:rsid w:val="0082655B"/>
    <w:rsid w:val="008304FF"/>
    <w:rsid w:val="00830DF0"/>
    <w:rsid w:val="00832A91"/>
    <w:rsid w:val="00832ED6"/>
    <w:rsid w:val="008336BD"/>
    <w:rsid w:val="008340C8"/>
    <w:rsid w:val="008340FB"/>
    <w:rsid w:val="008341F0"/>
    <w:rsid w:val="008342F5"/>
    <w:rsid w:val="00834637"/>
    <w:rsid w:val="008347F7"/>
    <w:rsid w:val="00834A31"/>
    <w:rsid w:val="00834F69"/>
    <w:rsid w:val="00835170"/>
    <w:rsid w:val="00835774"/>
    <w:rsid w:val="0083588C"/>
    <w:rsid w:val="00835A05"/>
    <w:rsid w:val="00835CCC"/>
    <w:rsid w:val="00835D84"/>
    <w:rsid w:val="008362CC"/>
    <w:rsid w:val="008365BA"/>
    <w:rsid w:val="00837C6E"/>
    <w:rsid w:val="008405AA"/>
    <w:rsid w:val="00840C45"/>
    <w:rsid w:val="008410E5"/>
    <w:rsid w:val="00841391"/>
    <w:rsid w:val="00841C72"/>
    <w:rsid w:val="00842153"/>
    <w:rsid w:val="008422F8"/>
    <w:rsid w:val="008428E6"/>
    <w:rsid w:val="00842D71"/>
    <w:rsid w:val="00842DDC"/>
    <w:rsid w:val="00842EA6"/>
    <w:rsid w:val="00843127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5E90"/>
    <w:rsid w:val="008473AD"/>
    <w:rsid w:val="0084778C"/>
    <w:rsid w:val="00847C7E"/>
    <w:rsid w:val="00850A89"/>
    <w:rsid w:val="00850DF3"/>
    <w:rsid w:val="00851914"/>
    <w:rsid w:val="008524DD"/>
    <w:rsid w:val="00852687"/>
    <w:rsid w:val="00852DE9"/>
    <w:rsid w:val="00853C08"/>
    <w:rsid w:val="0085477B"/>
    <w:rsid w:val="00854C8B"/>
    <w:rsid w:val="00854D9C"/>
    <w:rsid w:val="00854FA6"/>
    <w:rsid w:val="00855224"/>
    <w:rsid w:val="0085572C"/>
    <w:rsid w:val="0085592A"/>
    <w:rsid w:val="00855AB9"/>
    <w:rsid w:val="00855D02"/>
    <w:rsid w:val="0085609A"/>
    <w:rsid w:val="00856170"/>
    <w:rsid w:val="00856A80"/>
    <w:rsid w:val="00857CB7"/>
    <w:rsid w:val="00857E76"/>
    <w:rsid w:val="008620C6"/>
    <w:rsid w:val="008620F8"/>
    <w:rsid w:val="00862536"/>
    <w:rsid w:val="00862B54"/>
    <w:rsid w:val="00862D4C"/>
    <w:rsid w:val="008630A4"/>
    <w:rsid w:val="00863370"/>
    <w:rsid w:val="00863981"/>
    <w:rsid w:val="00863ADD"/>
    <w:rsid w:val="00863DAE"/>
    <w:rsid w:val="00863E00"/>
    <w:rsid w:val="00864BC9"/>
    <w:rsid w:val="00864BF0"/>
    <w:rsid w:val="0086668C"/>
    <w:rsid w:val="00866F35"/>
    <w:rsid w:val="00867061"/>
    <w:rsid w:val="00867162"/>
    <w:rsid w:val="00870A96"/>
    <w:rsid w:val="00871561"/>
    <w:rsid w:val="00872B0F"/>
    <w:rsid w:val="00873B46"/>
    <w:rsid w:val="00873BA5"/>
    <w:rsid w:val="00873D7F"/>
    <w:rsid w:val="008744E0"/>
    <w:rsid w:val="00874C2A"/>
    <w:rsid w:val="00874D14"/>
    <w:rsid w:val="0087529F"/>
    <w:rsid w:val="00875365"/>
    <w:rsid w:val="00875C0E"/>
    <w:rsid w:val="00875D78"/>
    <w:rsid w:val="00875E6F"/>
    <w:rsid w:val="00876797"/>
    <w:rsid w:val="0087699B"/>
    <w:rsid w:val="008774A7"/>
    <w:rsid w:val="00877B8C"/>
    <w:rsid w:val="008801EB"/>
    <w:rsid w:val="008808ED"/>
    <w:rsid w:val="008811D7"/>
    <w:rsid w:val="008812FA"/>
    <w:rsid w:val="00882601"/>
    <w:rsid w:val="00882692"/>
    <w:rsid w:val="00882E88"/>
    <w:rsid w:val="00883735"/>
    <w:rsid w:val="00883788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1841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073E"/>
    <w:rsid w:val="008A1002"/>
    <w:rsid w:val="008A202B"/>
    <w:rsid w:val="008A2465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509F"/>
    <w:rsid w:val="008A575D"/>
    <w:rsid w:val="008A6189"/>
    <w:rsid w:val="008A6207"/>
    <w:rsid w:val="008A7629"/>
    <w:rsid w:val="008A7B35"/>
    <w:rsid w:val="008B09CD"/>
    <w:rsid w:val="008B1067"/>
    <w:rsid w:val="008B15F4"/>
    <w:rsid w:val="008B1631"/>
    <w:rsid w:val="008B1DF0"/>
    <w:rsid w:val="008B2647"/>
    <w:rsid w:val="008B2818"/>
    <w:rsid w:val="008B3860"/>
    <w:rsid w:val="008B4457"/>
    <w:rsid w:val="008B52C7"/>
    <w:rsid w:val="008B566B"/>
    <w:rsid w:val="008B61BE"/>
    <w:rsid w:val="008B6543"/>
    <w:rsid w:val="008B6722"/>
    <w:rsid w:val="008B6A2A"/>
    <w:rsid w:val="008B7BA1"/>
    <w:rsid w:val="008B7EC7"/>
    <w:rsid w:val="008C001C"/>
    <w:rsid w:val="008C0162"/>
    <w:rsid w:val="008C081C"/>
    <w:rsid w:val="008C18A4"/>
    <w:rsid w:val="008C1916"/>
    <w:rsid w:val="008C1A9C"/>
    <w:rsid w:val="008C23EA"/>
    <w:rsid w:val="008C2757"/>
    <w:rsid w:val="008C2F38"/>
    <w:rsid w:val="008C376D"/>
    <w:rsid w:val="008C3A35"/>
    <w:rsid w:val="008C3D0F"/>
    <w:rsid w:val="008C4CD4"/>
    <w:rsid w:val="008C5416"/>
    <w:rsid w:val="008C56F1"/>
    <w:rsid w:val="008C571E"/>
    <w:rsid w:val="008C57C2"/>
    <w:rsid w:val="008C5A05"/>
    <w:rsid w:val="008C5A86"/>
    <w:rsid w:val="008C5F97"/>
    <w:rsid w:val="008C6DCC"/>
    <w:rsid w:val="008C6F27"/>
    <w:rsid w:val="008C7E82"/>
    <w:rsid w:val="008D0DD8"/>
    <w:rsid w:val="008D169A"/>
    <w:rsid w:val="008D1B18"/>
    <w:rsid w:val="008D2367"/>
    <w:rsid w:val="008D236A"/>
    <w:rsid w:val="008D2457"/>
    <w:rsid w:val="008D2A1D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5710"/>
    <w:rsid w:val="008D601F"/>
    <w:rsid w:val="008D61EB"/>
    <w:rsid w:val="008D6696"/>
    <w:rsid w:val="008D6AB1"/>
    <w:rsid w:val="008D6CB8"/>
    <w:rsid w:val="008D71B3"/>
    <w:rsid w:val="008D79C9"/>
    <w:rsid w:val="008E2204"/>
    <w:rsid w:val="008E27D6"/>
    <w:rsid w:val="008E355A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E7E39"/>
    <w:rsid w:val="008F0439"/>
    <w:rsid w:val="008F06BC"/>
    <w:rsid w:val="008F0CD0"/>
    <w:rsid w:val="008F0D74"/>
    <w:rsid w:val="008F0E6D"/>
    <w:rsid w:val="008F1801"/>
    <w:rsid w:val="008F1C65"/>
    <w:rsid w:val="008F2067"/>
    <w:rsid w:val="008F3223"/>
    <w:rsid w:val="008F3774"/>
    <w:rsid w:val="008F419A"/>
    <w:rsid w:val="008F4444"/>
    <w:rsid w:val="008F55EE"/>
    <w:rsid w:val="008F5A83"/>
    <w:rsid w:val="008F6168"/>
    <w:rsid w:val="008F651A"/>
    <w:rsid w:val="008F6A8A"/>
    <w:rsid w:val="008F6AFA"/>
    <w:rsid w:val="008F6C29"/>
    <w:rsid w:val="008F7026"/>
    <w:rsid w:val="008F740F"/>
    <w:rsid w:val="00900AD0"/>
    <w:rsid w:val="00901308"/>
    <w:rsid w:val="0090175F"/>
    <w:rsid w:val="009030C4"/>
    <w:rsid w:val="00903A06"/>
    <w:rsid w:val="009048E7"/>
    <w:rsid w:val="00904FC8"/>
    <w:rsid w:val="009102AE"/>
    <w:rsid w:val="00910779"/>
    <w:rsid w:val="00910939"/>
    <w:rsid w:val="009109DB"/>
    <w:rsid w:val="00911336"/>
    <w:rsid w:val="00911394"/>
    <w:rsid w:val="0091177E"/>
    <w:rsid w:val="00911D62"/>
    <w:rsid w:val="0091236F"/>
    <w:rsid w:val="00912AAB"/>
    <w:rsid w:val="00913CE5"/>
    <w:rsid w:val="00914069"/>
    <w:rsid w:val="009140F7"/>
    <w:rsid w:val="00915435"/>
    <w:rsid w:val="00915554"/>
    <w:rsid w:val="00915C6A"/>
    <w:rsid w:val="00915FF8"/>
    <w:rsid w:val="00916364"/>
    <w:rsid w:val="00916C0A"/>
    <w:rsid w:val="009176BA"/>
    <w:rsid w:val="00917B9F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855"/>
    <w:rsid w:val="0092685B"/>
    <w:rsid w:val="00926A91"/>
    <w:rsid w:val="009272A8"/>
    <w:rsid w:val="00930757"/>
    <w:rsid w:val="00931590"/>
    <w:rsid w:val="00931B36"/>
    <w:rsid w:val="0093204E"/>
    <w:rsid w:val="009329B1"/>
    <w:rsid w:val="009334F1"/>
    <w:rsid w:val="00933D93"/>
    <w:rsid w:val="009341EB"/>
    <w:rsid w:val="009342A2"/>
    <w:rsid w:val="0093471B"/>
    <w:rsid w:val="00934DED"/>
    <w:rsid w:val="00934F21"/>
    <w:rsid w:val="0093510B"/>
    <w:rsid w:val="00936749"/>
    <w:rsid w:val="00936994"/>
    <w:rsid w:val="00936E08"/>
    <w:rsid w:val="009372AF"/>
    <w:rsid w:val="0093752D"/>
    <w:rsid w:val="00937578"/>
    <w:rsid w:val="0093759C"/>
    <w:rsid w:val="009404ED"/>
    <w:rsid w:val="00941561"/>
    <w:rsid w:val="009415CC"/>
    <w:rsid w:val="00941DDA"/>
    <w:rsid w:val="0094339F"/>
    <w:rsid w:val="0094347B"/>
    <w:rsid w:val="00943499"/>
    <w:rsid w:val="00943C1A"/>
    <w:rsid w:val="009455B4"/>
    <w:rsid w:val="009457ED"/>
    <w:rsid w:val="00945F1B"/>
    <w:rsid w:val="00945FC2"/>
    <w:rsid w:val="0094601B"/>
    <w:rsid w:val="0094656A"/>
    <w:rsid w:val="009465C8"/>
    <w:rsid w:val="009466D2"/>
    <w:rsid w:val="009471BB"/>
    <w:rsid w:val="009473D7"/>
    <w:rsid w:val="00947E65"/>
    <w:rsid w:val="00950385"/>
    <w:rsid w:val="00950994"/>
    <w:rsid w:val="00950ACD"/>
    <w:rsid w:val="00951502"/>
    <w:rsid w:val="009515C0"/>
    <w:rsid w:val="009518EC"/>
    <w:rsid w:val="00952046"/>
    <w:rsid w:val="009520F9"/>
    <w:rsid w:val="00952B11"/>
    <w:rsid w:val="009532B4"/>
    <w:rsid w:val="00953361"/>
    <w:rsid w:val="00954A49"/>
    <w:rsid w:val="00955A87"/>
    <w:rsid w:val="00955CC8"/>
    <w:rsid w:val="00955E62"/>
    <w:rsid w:val="00956213"/>
    <w:rsid w:val="00956417"/>
    <w:rsid w:val="009572F5"/>
    <w:rsid w:val="00957722"/>
    <w:rsid w:val="00957A40"/>
    <w:rsid w:val="00957DFA"/>
    <w:rsid w:val="00960A82"/>
    <w:rsid w:val="00961B1E"/>
    <w:rsid w:val="00961B67"/>
    <w:rsid w:val="00961CD3"/>
    <w:rsid w:val="00962F11"/>
    <w:rsid w:val="009640FE"/>
    <w:rsid w:val="00964B7F"/>
    <w:rsid w:val="0096641C"/>
    <w:rsid w:val="0096664C"/>
    <w:rsid w:val="00966D77"/>
    <w:rsid w:val="00967047"/>
    <w:rsid w:val="00967F50"/>
    <w:rsid w:val="00967FE8"/>
    <w:rsid w:val="00970748"/>
    <w:rsid w:val="00970772"/>
    <w:rsid w:val="00971513"/>
    <w:rsid w:val="009718BC"/>
    <w:rsid w:val="00971B16"/>
    <w:rsid w:val="00971C36"/>
    <w:rsid w:val="009727CB"/>
    <w:rsid w:val="009731AF"/>
    <w:rsid w:val="009734FF"/>
    <w:rsid w:val="009738A4"/>
    <w:rsid w:val="00973EB8"/>
    <w:rsid w:val="0097436E"/>
    <w:rsid w:val="009745F3"/>
    <w:rsid w:val="00974F42"/>
    <w:rsid w:val="00975607"/>
    <w:rsid w:val="00975B1C"/>
    <w:rsid w:val="00975EEA"/>
    <w:rsid w:val="00975F7E"/>
    <w:rsid w:val="0097677E"/>
    <w:rsid w:val="009768D1"/>
    <w:rsid w:val="00976C02"/>
    <w:rsid w:val="00976DE3"/>
    <w:rsid w:val="00977065"/>
    <w:rsid w:val="00977982"/>
    <w:rsid w:val="009804F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59E"/>
    <w:rsid w:val="0098375E"/>
    <w:rsid w:val="00983F9A"/>
    <w:rsid w:val="009840F2"/>
    <w:rsid w:val="0098450D"/>
    <w:rsid w:val="0098472E"/>
    <w:rsid w:val="00984818"/>
    <w:rsid w:val="00985C5A"/>
    <w:rsid w:val="00986127"/>
    <w:rsid w:val="00986468"/>
    <w:rsid w:val="00986630"/>
    <w:rsid w:val="00986E39"/>
    <w:rsid w:val="00987100"/>
    <w:rsid w:val="00987CB1"/>
    <w:rsid w:val="009909A8"/>
    <w:rsid w:val="00990A45"/>
    <w:rsid w:val="00990CBF"/>
    <w:rsid w:val="00991321"/>
    <w:rsid w:val="009915B0"/>
    <w:rsid w:val="00992517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177E"/>
    <w:rsid w:val="009A24F6"/>
    <w:rsid w:val="009A2DDF"/>
    <w:rsid w:val="009A36A9"/>
    <w:rsid w:val="009A3711"/>
    <w:rsid w:val="009A376E"/>
    <w:rsid w:val="009A4852"/>
    <w:rsid w:val="009A6193"/>
    <w:rsid w:val="009A6518"/>
    <w:rsid w:val="009A65C7"/>
    <w:rsid w:val="009A6721"/>
    <w:rsid w:val="009A6CD4"/>
    <w:rsid w:val="009A75B7"/>
    <w:rsid w:val="009A7CD0"/>
    <w:rsid w:val="009A7F3A"/>
    <w:rsid w:val="009B2191"/>
    <w:rsid w:val="009B3171"/>
    <w:rsid w:val="009B34ED"/>
    <w:rsid w:val="009B351E"/>
    <w:rsid w:val="009B383B"/>
    <w:rsid w:val="009B4518"/>
    <w:rsid w:val="009B532A"/>
    <w:rsid w:val="009B545E"/>
    <w:rsid w:val="009B5C31"/>
    <w:rsid w:val="009B5D4B"/>
    <w:rsid w:val="009B6A9E"/>
    <w:rsid w:val="009B6C16"/>
    <w:rsid w:val="009B73A8"/>
    <w:rsid w:val="009B785D"/>
    <w:rsid w:val="009B7888"/>
    <w:rsid w:val="009B7D97"/>
    <w:rsid w:val="009B7DA8"/>
    <w:rsid w:val="009C0026"/>
    <w:rsid w:val="009C03E4"/>
    <w:rsid w:val="009C0423"/>
    <w:rsid w:val="009C0B1B"/>
    <w:rsid w:val="009C0EA6"/>
    <w:rsid w:val="009C11D7"/>
    <w:rsid w:val="009C1920"/>
    <w:rsid w:val="009C2430"/>
    <w:rsid w:val="009C26CD"/>
    <w:rsid w:val="009C2A40"/>
    <w:rsid w:val="009C3A33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C796B"/>
    <w:rsid w:val="009D07A0"/>
    <w:rsid w:val="009D1AA1"/>
    <w:rsid w:val="009D29C7"/>
    <w:rsid w:val="009D3009"/>
    <w:rsid w:val="009D3387"/>
    <w:rsid w:val="009D4041"/>
    <w:rsid w:val="009D43AC"/>
    <w:rsid w:val="009D43F9"/>
    <w:rsid w:val="009D4900"/>
    <w:rsid w:val="009D4DF9"/>
    <w:rsid w:val="009D50A7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5D1"/>
    <w:rsid w:val="009E1D3B"/>
    <w:rsid w:val="009E28C9"/>
    <w:rsid w:val="009E2F84"/>
    <w:rsid w:val="009E35FF"/>
    <w:rsid w:val="009E3C6C"/>
    <w:rsid w:val="009E416E"/>
    <w:rsid w:val="009E4363"/>
    <w:rsid w:val="009E44B3"/>
    <w:rsid w:val="009E4C6C"/>
    <w:rsid w:val="009E5C53"/>
    <w:rsid w:val="009E65F1"/>
    <w:rsid w:val="009E69B5"/>
    <w:rsid w:val="009E72EB"/>
    <w:rsid w:val="009E7A31"/>
    <w:rsid w:val="009E7C82"/>
    <w:rsid w:val="009E7E3F"/>
    <w:rsid w:val="009F01BE"/>
    <w:rsid w:val="009F08F2"/>
    <w:rsid w:val="009F1109"/>
    <w:rsid w:val="009F1374"/>
    <w:rsid w:val="009F1505"/>
    <w:rsid w:val="009F2795"/>
    <w:rsid w:val="009F31A4"/>
    <w:rsid w:val="009F3696"/>
    <w:rsid w:val="009F3916"/>
    <w:rsid w:val="009F53AA"/>
    <w:rsid w:val="009F709F"/>
    <w:rsid w:val="009F748E"/>
    <w:rsid w:val="00A0012D"/>
    <w:rsid w:val="00A00741"/>
    <w:rsid w:val="00A008CE"/>
    <w:rsid w:val="00A012C0"/>
    <w:rsid w:val="00A01DC2"/>
    <w:rsid w:val="00A01F79"/>
    <w:rsid w:val="00A029BA"/>
    <w:rsid w:val="00A02FA9"/>
    <w:rsid w:val="00A03D97"/>
    <w:rsid w:val="00A04786"/>
    <w:rsid w:val="00A04ADF"/>
    <w:rsid w:val="00A04DAF"/>
    <w:rsid w:val="00A0572D"/>
    <w:rsid w:val="00A05EFC"/>
    <w:rsid w:val="00A06EF1"/>
    <w:rsid w:val="00A07211"/>
    <w:rsid w:val="00A078AD"/>
    <w:rsid w:val="00A10A0E"/>
    <w:rsid w:val="00A10B70"/>
    <w:rsid w:val="00A1194D"/>
    <w:rsid w:val="00A12A98"/>
    <w:rsid w:val="00A13776"/>
    <w:rsid w:val="00A1412C"/>
    <w:rsid w:val="00A147DB"/>
    <w:rsid w:val="00A15B59"/>
    <w:rsid w:val="00A15C3C"/>
    <w:rsid w:val="00A169A0"/>
    <w:rsid w:val="00A17300"/>
    <w:rsid w:val="00A17582"/>
    <w:rsid w:val="00A203FC"/>
    <w:rsid w:val="00A206E3"/>
    <w:rsid w:val="00A20DB4"/>
    <w:rsid w:val="00A2155F"/>
    <w:rsid w:val="00A21589"/>
    <w:rsid w:val="00A215F9"/>
    <w:rsid w:val="00A21965"/>
    <w:rsid w:val="00A2204B"/>
    <w:rsid w:val="00A230A7"/>
    <w:rsid w:val="00A2397B"/>
    <w:rsid w:val="00A23B75"/>
    <w:rsid w:val="00A24503"/>
    <w:rsid w:val="00A24C2D"/>
    <w:rsid w:val="00A252C8"/>
    <w:rsid w:val="00A252E1"/>
    <w:rsid w:val="00A254BC"/>
    <w:rsid w:val="00A27630"/>
    <w:rsid w:val="00A27A5B"/>
    <w:rsid w:val="00A27ABF"/>
    <w:rsid w:val="00A27F55"/>
    <w:rsid w:val="00A30292"/>
    <w:rsid w:val="00A31B85"/>
    <w:rsid w:val="00A32075"/>
    <w:rsid w:val="00A32BBB"/>
    <w:rsid w:val="00A33C80"/>
    <w:rsid w:val="00A33D5B"/>
    <w:rsid w:val="00A33D9D"/>
    <w:rsid w:val="00A341C3"/>
    <w:rsid w:val="00A34451"/>
    <w:rsid w:val="00A34537"/>
    <w:rsid w:val="00A34E0D"/>
    <w:rsid w:val="00A35D90"/>
    <w:rsid w:val="00A36B2B"/>
    <w:rsid w:val="00A379C4"/>
    <w:rsid w:val="00A37D74"/>
    <w:rsid w:val="00A405F9"/>
    <w:rsid w:val="00A40A74"/>
    <w:rsid w:val="00A41036"/>
    <w:rsid w:val="00A410A8"/>
    <w:rsid w:val="00A412F8"/>
    <w:rsid w:val="00A413D4"/>
    <w:rsid w:val="00A41B94"/>
    <w:rsid w:val="00A41F75"/>
    <w:rsid w:val="00A42896"/>
    <w:rsid w:val="00A42C74"/>
    <w:rsid w:val="00A431B0"/>
    <w:rsid w:val="00A43A3A"/>
    <w:rsid w:val="00A4442C"/>
    <w:rsid w:val="00A44446"/>
    <w:rsid w:val="00A447D4"/>
    <w:rsid w:val="00A448C1"/>
    <w:rsid w:val="00A44A6C"/>
    <w:rsid w:val="00A459EC"/>
    <w:rsid w:val="00A4614A"/>
    <w:rsid w:val="00A463CF"/>
    <w:rsid w:val="00A478A9"/>
    <w:rsid w:val="00A504ED"/>
    <w:rsid w:val="00A50BA8"/>
    <w:rsid w:val="00A5173F"/>
    <w:rsid w:val="00A51855"/>
    <w:rsid w:val="00A51D1E"/>
    <w:rsid w:val="00A51D8C"/>
    <w:rsid w:val="00A51D9E"/>
    <w:rsid w:val="00A5265D"/>
    <w:rsid w:val="00A527C7"/>
    <w:rsid w:val="00A52D88"/>
    <w:rsid w:val="00A53048"/>
    <w:rsid w:val="00A53785"/>
    <w:rsid w:val="00A53EF6"/>
    <w:rsid w:val="00A542C9"/>
    <w:rsid w:val="00A55216"/>
    <w:rsid w:val="00A55A9A"/>
    <w:rsid w:val="00A570C8"/>
    <w:rsid w:val="00A57AB8"/>
    <w:rsid w:val="00A61A68"/>
    <w:rsid w:val="00A62278"/>
    <w:rsid w:val="00A624D0"/>
    <w:rsid w:val="00A63529"/>
    <w:rsid w:val="00A63E45"/>
    <w:rsid w:val="00A63FCB"/>
    <w:rsid w:val="00A64A2C"/>
    <w:rsid w:val="00A64A8A"/>
    <w:rsid w:val="00A64D9C"/>
    <w:rsid w:val="00A65E88"/>
    <w:rsid w:val="00A66A1E"/>
    <w:rsid w:val="00A66A94"/>
    <w:rsid w:val="00A66FE7"/>
    <w:rsid w:val="00A67706"/>
    <w:rsid w:val="00A709B9"/>
    <w:rsid w:val="00A70B41"/>
    <w:rsid w:val="00A70B62"/>
    <w:rsid w:val="00A70CEE"/>
    <w:rsid w:val="00A71040"/>
    <w:rsid w:val="00A71133"/>
    <w:rsid w:val="00A72624"/>
    <w:rsid w:val="00A72E2A"/>
    <w:rsid w:val="00A73576"/>
    <w:rsid w:val="00A73AAC"/>
    <w:rsid w:val="00A73C1A"/>
    <w:rsid w:val="00A74377"/>
    <w:rsid w:val="00A753A5"/>
    <w:rsid w:val="00A753EB"/>
    <w:rsid w:val="00A75768"/>
    <w:rsid w:val="00A75BA3"/>
    <w:rsid w:val="00A75C29"/>
    <w:rsid w:val="00A75E15"/>
    <w:rsid w:val="00A76C3A"/>
    <w:rsid w:val="00A7785D"/>
    <w:rsid w:val="00A77ECC"/>
    <w:rsid w:val="00A8038F"/>
    <w:rsid w:val="00A80757"/>
    <w:rsid w:val="00A80DFA"/>
    <w:rsid w:val="00A80FEE"/>
    <w:rsid w:val="00A81F13"/>
    <w:rsid w:val="00A81F9E"/>
    <w:rsid w:val="00A823BC"/>
    <w:rsid w:val="00A82AA9"/>
    <w:rsid w:val="00A82E44"/>
    <w:rsid w:val="00A83279"/>
    <w:rsid w:val="00A843E0"/>
    <w:rsid w:val="00A852C1"/>
    <w:rsid w:val="00A85345"/>
    <w:rsid w:val="00A85492"/>
    <w:rsid w:val="00A8587F"/>
    <w:rsid w:val="00A85A7C"/>
    <w:rsid w:val="00A861F3"/>
    <w:rsid w:val="00A862C0"/>
    <w:rsid w:val="00A86D9E"/>
    <w:rsid w:val="00A874DA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47B"/>
    <w:rsid w:val="00A9573A"/>
    <w:rsid w:val="00A9636B"/>
    <w:rsid w:val="00A965BF"/>
    <w:rsid w:val="00A96B09"/>
    <w:rsid w:val="00A97398"/>
    <w:rsid w:val="00A973A7"/>
    <w:rsid w:val="00A97989"/>
    <w:rsid w:val="00AA1212"/>
    <w:rsid w:val="00AA127E"/>
    <w:rsid w:val="00AA151A"/>
    <w:rsid w:val="00AA18F2"/>
    <w:rsid w:val="00AA2129"/>
    <w:rsid w:val="00AA2B6D"/>
    <w:rsid w:val="00AA3814"/>
    <w:rsid w:val="00AA383D"/>
    <w:rsid w:val="00AA3C3E"/>
    <w:rsid w:val="00AA4DB3"/>
    <w:rsid w:val="00AA50A1"/>
    <w:rsid w:val="00AA69C0"/>
    <w:rsid w:val="00AA74C5"/>
    <w:rsid w:val="00AA7E2F"/>
    <w:rsid w:val="00AB0159"/>
    <w:rsid w:val="00AB1506"/>
    <w:rsid w:val="00AB1D61"/>
    <w:rsid w:val="00AB1E9F"/>
    <w:rsid w:val="00AB22B5"/>
    <w:rsid w:val="00AB28E7"/>
    <w:rsid w:val="00AB2D64"/>
    <w:rsid w:val="00AB33F4"/>
    <w:rsid w:val="00AB52D8"/>
    <w:rsid w:val="00AB5A1D"/>
    <w:rsid w:val="00AB5D82"/>
    <w:rsid w:val="00AB652B"/>
    <w:rsid w:val="00AB6851"/>
    <w:rsid w:val="00AB68BF"/>
    <w:rsid w:val="00AB6DE8"/>
    <w:rsid w:val="00AB6E4B"/>
    <w:rsid w:val="00AB6E9B"/>
    <w:rsid w:val="00AB782D"/>
    <w:rsid w:val="00AB7D49"/>
    <w:rsid w:val="00AB7E7F"/>
    <w:rsid w:val="00AC0419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42B1"/>
    <w:rsid w:val="00AC4D80"/>
    <w:rsid w:val="00AC51A9"/>
    <w:rsid w:val="00AC58FA"/>
    <w:rsid w:val="00AC5E7B"/>
    <w:rsid w:val="00AC697A"/>
    <w:rsid w:val="00AC6BD1"/>
    <w:rsid w:val="00AC6C82"/>
    <w:rsid w:val="00AC74C6"/>
    <w:rsid w:val="00AC756D"/>
    <w:rsid w:val="00AD039B"/>
    <w:rsid w:val="00AD0517"/>
    <w:rsid w:val="00AD0C7E"/>
    <w:rsid w:val="00AD0EE0"/>
    <w:rsid w:val="00AD0EF5"/>
    <w:rsid w:val="00AD1563"/>
    <w:rsid w:val="00AD19CC"/>
    <w:rsid w:val="00AD1A44"/>
    <w:rsid w:val="00AD1B8E"/>
    <w:rsid w:val="00AD2430"/>
    <w:rsid w:val="00AD2B48"/>
    <w:rsid w:val="00AD3013"/>
    <w:rsid w:val="00AD35C3"/>
    <w:rsid w:val="00AD36EF"/>
    <w:rsid w:val="00AD4A21"/>
    <w:rsid w:val="00AD5912"/>
    <w:rsid w:val="00AD6319"/>
    <w:rsid w:val="00AD764C"/>
    <w:rsid w:val="00AE0B3C"/>
    <w:rsid w:val="00AE0D61"/>
    <w:rsid w:val="00AE14E3"/>
    <w:rsid w:val="00AE1790"/>
    <w:rsid w:val="00AE29F8"/>
    <w:rsid w:val="00AE3039"/>
    <w:rsid w:val="00AE3E22"/>
    <w:rsid w:val="00AE43BE"/>
    <w:rsid w:val="00AE47C2"/>
    <w:rsid w:val="00AE4C24"/>
    <w:rsid w:val="00AE60D0"/>
    <w:rsid w:val="00AE7EF4"/>
    <w:rsid w:val="00AF0112"/>
    <w:rsid w:val="00AF0357"/>
    <w:rsid w:val="00AF0640"/>
    <w:rsid w:val="00AF07BB"/>
    <w:rsid w:val="00AF18BA"/>
    <w:rsid w:val="00AF1928"/>
    <w:rsid w:val="00AF1D22"/>
    <w:rsid w:val="00AF2211"/>
    <w:rsid w:val="00AF2805"/>
    <w:rsid w:val="00AF2862"/>
    <w:rsid w:val="00AF2ED4"/>
    <w:rsid w:val="00AF34AB"/>
    <w:rsid w:val="00AF3B73"/>
    <w:rsid w:val="00AF5398"/>
    <w:rsid w:val="00AF6E88"/>
    <w:rsid w:val="00AF7A9F"/>
    <w:rsid w:val="00AF7B7A"/>
    <w:rsid w:val="00AF7FAD"/>
    <w:rsid w:val="00B00C57"/>
    <w:rsid w:val="00B00E9A"/>
    <w:rsid w:val="00B016E7"/>
    <w:rsid w:val="00B01842"/>
    <w:rsid w:val="00B01FFA"/>
    <w:rsid w:val="00B02240"/>
    <w:rsid w:val="00B02557"/>
    <w:rsid w:val="00B0260F"/>
    <w:rsid w:val="00B026DB"/>
    <w:rsid w:val="00B02F2A"/>
    <w:rsid w:val="00B03B1B"/>
    <w:rsid w:val="00B0449C"/>
    <w:rsid w:val="00B04B1E"/>
    <w:rsid w:val="00B04CCA"/>
    <w:rsid w:val="00B05065"/>
    <w:rsid w:val="00B0556B"/>
    <w:rsid w:val="00B05FA3"/>
    <w:rsid w:val="00B05FD8"/>
    <w:rsid w:val="00B0699B"/>
    <w:rsid w:val="00B071BC"/>
    <w:rsid w:val="00B074B7"/>
    <w:rsid w:val="00B07DF9"/>
    <w:rsid w:val="00B102AE"/>
    <w:rsid w:val="00B103CB"/>
    <w:rsid w:val="00B107FE"/>
    <w:rsid w:val="00B10BE2"/>
    <w:rsid w:val="00B10F04"/>
    <w:rsid w:val="00B10F18"/>
    <w:rsid w:val="00B1158A"/>
    <w:rsid w:val="00B1313F"/>
    <w:rsid w:val="00B133DB"/>
    <w:rsid w:val="00B1350A"/>
    <w:rsid w:val="00B1364B"/>
    <w:rsid w:val="00B140B7"/>
    <w:rsid w:val="00B14333"/>
    <w:rsid w:val="00B143CB"/>
    <w:rsid w:val="00B14570"/>
    <w:rsid w:val="00B14867"/>
    <w:rsid w:val="00B14AD3"/>
    <w:rsid w:val="00B153CB"/>
    <w:rsid w:val="00B15640"/>
    <w:rsid w:val="00B1581E"/>
    <w:rsid w:val="00B15D79"/>
    <w:rsid w:val="00B16E80"/>
    <w:rsid w:val="00B16E9F"/>
    <w:rsid w:val="00B177E5"/>
    <w:rsid w:val="00B20AEA"/>
    <w:rsid w:val="00B2103C"/>
    <w:rsid w:val="00B21570"/>
    <w:rsid w:val="00B21862"/>
    <w:rsid w:val="00B22260"/>
    <w:rsid w:val="00B228C6"/>
    <w:rsid w:val="00B22973"/>
    <w:rsid w:val="00B22FBB"/>
    <w:rsid w:val="00B23882"/>
    <w:rsid w:val="00B24C76"/>
    <w:rsid w:val="00B2612F"/>
    <w:rsid w:val="00B26700"/>
    <w:rsid w:val="00B26D4E"/>
    <w:rsid w:val="00B27546"/>
    <w:rsid w:val="00B27B44"/>
    <w:rsid w:val="00B27E0A"/>
    <w:rsid w:val="00B31487"/>
    <w:rsid w:val="00B31617"/>
    <w:rsid w:val="00B31C6F"/>
    <w:rsid w:val="00B32064"/>
    <w:rsid w:val="00B32286"/>
    <w:rsid w:val="00B32303"/>
    <w:rsid w:val="00B33174"/>
    <w:rsid w:val="00B33345"/>
    <w:rsid w:val="00B3372D"/>
    <w:rsid w:val="00B33FB4"/>
    <w:rsid w:val="00B34084"/>
    <w:rsid w:val="00B345D1"/>
    <w:rsid w:val="00B34AD1"/>
    <w:rsid w:val="00B350F1"/>
    <w:rsid w:val="00B35235"/>
    <w:rsid w:val="00B35F68"/>
    <w:rsid w:val="00B367E1"/>
    <w:rsid w:val="00B37152"/>
    <w:rsid w:val="00B3740F"/>
    <w:rsid w:val="00B37438"/>
    <w:rsid w:val="00B37CB2"/>
    <w:rsid w:val="00B37FBE"/>
    <w:rsid w:val="00B4070A"/>
    <w:rsid w:val="00B414D4"/>
    <w:rsid w:val="00B414E6"/>
    <w:rsid w:val="00B42E6B"/>
    <w:rsid w:val="00B43149"/>
    <w:rsid w:val="00B433AD"/>
    <w:rsid w:val="00B43959"/>
    <w:rsid w:val="00B43F2B"/>
    <w:rsid w:val="00B43FBB"/>
    <w:rsid w:val="00B44763"/>
    <w:rsid w:val="00B45EA0"/>
    <w:rsid w:val="00B45F34"/>
    <w:rsid w:val="00B46664"/>
    <w:rsid w:val="00B46686"/>
    <w:rsid w:val="00B46B06"/>
    <w:rsid w:val="00B4739D"/>
    <w:rsid w:val="00B47DCE"/>
    <w:rsid w:val="00B47EE7"/>
    <w:rsid w:val="00B5034E"/>
    <w:rsid w:val="00B50DB0"/>
    <w:rsid w:val="00B50EE0"/>
    <w:rsid w:val="00B50F1C"/>
    <w:rsid w:val="00B512CF"/>
    <w:rsid w:val="00B51707"/>
    <w:rsid w:val="00B51B8D"/>
    <w:rsid w:val="00B51CE0"/>
    <w:rsid w:val="00B52271"/>
    <w:rsid w:val="00B52498"/>
    <w:rsid w:val="00B52535"/>
    <w:rsid w:val="00B531D1"/>
    <w:rsid w:val="00B53679"/>
    <w:rsid w:val="00B53AB1"/>
    <w:rsid w:val="00B55046"/>
    <w:rsid w:val="00B550FE"/>
    <w:rsid w:val="00B554CA"/>
    <w:rsid w:val="00B55AE5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0B67"/>
    <w:rsid w:val="00B60C52"/>
    <w:rsid w:val="00B61892"/>
    <w:rsid w:val="00B6206B"/>
    <w:rsid w:val="00B6209F"/>
    <w:rsid w:val="00B62771"/>
    <w:rsid w:val="00B6378E"/>
    <w:rsid w:val="00B6453F"/>
    <w:rsid w:val="00B64E53"/>
    <w:rsid w:val="00B65532"/>
    <w:rsid w:val="00B657AD"/>
    <w:rsid w:val="00B65865"/>
    <w:rsid w:val="00B66D03"/>
    <w:rsid w:val="00B67488"/>
    <w:rsid w:val="00B677F1"/>
    <w:rsid w:val="00B6796D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574D"/>
    <w:rsid w:val="00B75B43"/>
    <w:rsid w:val="00B7656D"/>
    <w:rsid w:val="00B76FCC"/>
    <w:rsid w:val="00B77341"/>
    <w:rsid w:val="00B77B90"/>
    <w:rsid w:val="00B77FC8"/>
    <w:rsid w:val="00B80142"/>
    <w:rsid w:val="00B806F4"/>
    <w:rsid w:val="00B8095C"/>
    <w:rsid w:val="00B818F0"/>
    <w:rsid w:val="00B81A40"/>
    <w:rsid w:val="00B82130"/>
    <w:rsid w:val="00B82238"/>
    <w:rsid w:val="00B826CC"/>
    <w:rsid w:val="00B82940"/>
    <w:rsid w:val="00B82B21"/>
    <w:rsid w:val="00B82CD4"/>
    <w:rsid w:val="00B83719"/>
    <w:rsid w:val="00B84361"/>
    <w:rsid w:val="00B84AA6"/>
    <w:rsid w:val="00B84D4B"/>
    <w:rsid w:val="00B84DA3"/>
    <w:rsid w:val="00B85204"/>
    <w:rsid w:val="00B854E0"/>
    <w:rsid w:val="00B85800"/>
    <w:rsid w:val="00B85963"/>
    <w:rsid w:val="00B869F1"/>
    <w:rsid w:val="00B8722B"/>
    <w:rsid w:val="00B87475"/>
    <w:rsid w:val="00B87795"/>
    <w:rsid w:val="00B9022A"/>
    <w:rsid w:val="00B908ED"/>
    <w:rsid w:val="00B90A97"/>
    <w:rsid w:val="00B918D8"/>
    <w:rsid w:val="00B91F0E"/>
    <w:rsid w:val="00B92660"/>
    <w:rsid w:val="00B92CB3"/>
    <w:rsid w:val="00B93022"/>
    <w:rsid w:val="00B94F3A"/>
    <w:rsid w:val="00B95126"/>
    <w:rsid w:val="00B95141"/>
    <w:rsid w:val="00B96050"/>
    <w:rsid w:val="00B96839"/>
    <w:rsid w:val="00B96CFA"/>
    <w:rsid w:val="00B97936"/>
    <w:rsid w:val="00B97F0E"/>
    <w:rsid w:val="00BA0403"/>
    <w:rsid w:val="00BA0664"/>
    <w:rsid w:val="00BA183D"/>
    <w:rsid w:val="00BA1A40"/>
    <w:rsid w:val="00BA1B75"/>
    <w:rsid w:val="00BA1FDE"/>
    <w:rsid w:val="00BA2A50"/>
    <w:rsid w:val="00BA2F37"/>
    <w:rsid w:val="00BA3B49"/>
    <w:rsid w:val="00BA477D"/>
    <w:rsid w:val="00BA4A76"/>
    <w:rsid w:val="00BA4B4B"/>
    <w:rsid w:val="00BA4CEE"/>
    <w:rsid w:val="00BA4F06"/>
    <w:rsid w:val="00BA5123"/>
    <w:rsid w:val="00BA51ED"/>
    <w:rsid w:val="00BA556F"/>
    <w:rsid w:val="00BA5C7C"/>
    <w:rsid w:val="00BA60CF"/>
    <w:rsid w:val="00BA6617"/>
    <w:rsid w:val="00BA768B"/>
    <w:rsid w:val="00BA76F5"/>
    <w:rsid w:val="00BA77DC"/>
    <w:rsid w:val="00BA7AC6"/>
    <w:rsid w:val="00BA7DF9"/>
    <w:rsid w:val="00BB06BA"/>
    <w:rsid w:val="00BB06D7"/>
    <w:rsid w:val="00BB0D66"/>
    <w:rsid w:val="00BB10E2"/>
    <w:rsid w:val="00BB1192"/>
    <w:rsid w:val="00BB1954"/>
    <w:rsid w:val="00BB19B2"/>
    <w:rsid w:val="00BB1B69"/>
    <w:rsid w:val="00BB2EB6"/>
    <w:rsid w:val="00BB3C15"/>
    <w:rsid w:val="00BB471D"/>
    <w:rsid w:val="00BB4DEC"/>
    <w:rsid w:val="00BB4FE8"/>
    <w:rsid w:val="00BB4FFD"/>
    <w:rsid w:val="00BB6215"/>
    <w:rsid w:val="00BB62F8"/>
    <w:rsid w:val="00BB763B"/>
    <w:rsid w:val="00BB7821"/>
    <w:rsid w:val="00BB7F83"/>
    <w:rsid w:val="00BC075F"/>
    <w:rsid w:val="00BC1210"/>
    <w:rsid w:val="00BC19A8"/>
    <w:rsid w:val="00BC1C3E"/>
    <w:rsid w:val="00BC29C5"/>
    <w:rsid w:val="00BC3DF3"/>
    <w:rsid w:val="00BC3EE1"/>
    <w:rsid w:val="00BC4025"/>
    <w:rsid w:val="00BC441B"/>
    <w:rsid w:val="00BC54DB"/>
    <w:rsid w:val="00BC55C5"/>
    <w:rsid w:val="00BC58E6"/>
    <w:rsid w:val="00BC6044"/>
    <w:rsid w:val="00BC6BCD"/>
    <w:rsid w:val="00BC6E38"/>
    <w:rsid w:val="00BC725C"/>
    <w:rsid w:val="00BC76E1"/>
    <w:rsid w:val="00BC773F"/>
    <w:rsid w:val="00BC77C0"/>
    <w:rsid w:val="00BC7970"/>
    <w:rsid w:val="00BD029A"/>
    <w:rsid w:val="00BD076B"/>
    <w:rsid w:val="00BD0790"/>
    <w:rsid w:val="00BD0E32"/>
    <w:rsid w:val="00BD25AB"/>
    <w:rsid w:val="00BD2624"/>
    <w:rsid w:val="00BD2A51"/>
    <w:rsid w:val="00BD3441"/>
    <w:rsid w:val="00BD3BC9"/>
    <w:rsid w:val="00BD465B"/>
    <w:rsid w:val="00BD560B"/>
    <w:rsid w:val="00BD643E"/>
    <w:rsid w:val="00BD68E9"/>
    <w:rsid w:val="00BD6A86"/>
    <w:rsid w:val="00BD7A44"/>
    <w:rsid w:val="00BD7DC9"/>
    <w:rsid w:val="00BE02E7"/>
    <w:rsid w:val="00BE0E71"/>
    <w:rsid w:val="00BE185E"/>
    <w:rsid w:val="00BE1EAC"/>
    <w:rsid w:val="00BE2D25"/>
    <w:rsid w:val="00BE3161"/>
    <w:rsid w:val="00BE31AF"/>
    <w:rsid w:val="00BE3E1D"/>
    <w:rsid w:val="00BE427C"/>
    <w:rsid w:val="00BE4C76"/>
    <w:rsid w:val="00BE6152"/>
    <w:rsid w:val="00BE6322"/>
    <w:rsid w:val="00BE6FB2"/>
    <w:rsid w:val="00BE769B"/>
    <w:rsid w:val="00BE7809"/>
    <w:rsid w:val="00BE7B92"/>
    <w:rsid w:val="00BF068F"/>
    <w:rsid w:val="00BF0703"/>
    <w:rsid w:val="00BF0786"/>
    <w:rsid w:val="00BF09A5"/>
    <w:rsid w:val="00BF0A41"/>
    <w:rsid w:val="00BF0C2B"/>
    <w:rsid w:val="00BF1A07"/>
    <w:rsid w:val="00BF1C18"/>
    <w:rsid w:val="00BF2201"/>
    <w:rsid w:val="00BF2D51"/>
    <w:rsid w:val="00BF2D7F"/>
    <w:rsid w:val="00BF31E5"/>
    <w:rsid w:val="00BF33BC"/>
    <w:rsid w:val="00BF392B"/>
    <w:rsid w:val="00BF3D0B"/>
    <w:rsid w:val="00BF3EF8"/>
    <w:rsid w:val="00BF4372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2928"/>
    <w:rsid w:val="00C0360C"/>
    <w:rsid w:val="00C03D4F"/>
    <w:rsid w:val="00C03FBE"/>
    <w:rsid w:val="00C04CBC"/>
    <w:rsid w:val="00C05149"/>
    <w:rsid w:val="00C053D3"/>
    <w:rsid w:val="00C05A3D"/>
    <w:rsid w:val="00C05DE7"/>
    <w:rsid w:val="00C07825"/>
    <w:rsid w:val="00C0782A"/>
    <w:rsid w:val="00C10B14"/>
    <w:rsid w:val="00C11118"/>
    <w:rsid w:val="00C11753"/>
    <w:rsid w:val="00C11857"/>
    <w:rsid w:val="00C132E0"/>
    <w:rsid w:val="00C13742"/>
    <w:rsid w:val="00C13AED"/>
    <w:rsid w:val="00C14B5F"/>
    <w:rsid w:val="00C14BAB"/>
    <w:rsid w:val="00C150EB"/>
    <w:rsid w:val="00C156D0"/>
    <w:rsid w:val="00C1652D"/>
    <w:rsid w:val="00C166A5"/>
    <w:rsid w:val="00C17042"/>
    <w:rsid w:val="00C205AD"/>
    <w:rsid w:val="00C20B01"/>
    <w:rsid w:val="00C20C5B"/>
    <w:rsid w:val="00C212D4"/>
    <w:rsid w:val="00C213D4"/>
    <w:rsid w:val="00C216E3"/>
    <w:rsid w:val="00C22026"/>
    <w:rsid w:val="00C221B8"/>
    <w:rsid w:val="00C22599"/>
    <w:rsid w:val="00C22E2D"/>
    <w:rsid w:val="00C22F3B"/>
    <w:rsid w:val="00C24969"/>
    <w:rsid w:val="00C24F9F"/>
    <w:rsid w:val="00C251F4"/>
    <w:rsid w:val="00C255F1"/>
    <w:rsid w:val="00C258DA"/>
    <w:rsid w:val="00C261F0"/>
    <w:rsid w:val="00C263EA"/>
    <w:rsid w:val="00C2688B"/>
    <w:rsid w:val="00C275F6"/>
    <w:rsid w:val="00C2774C"/>
    <w:rsid w:val="00C278E3"/>
    <w:rsid w:val="00C27B03"/>
    <w:rsid w:val="00C27DE2"/>
    <w:rsid w:val="00C30223"/>
    <w:rsid w:val="00C323C3"/>
    <w:rsid w:val="00C32779"/>
    <w:rsid w:val="00C32DE2"/>
    <w:rsid w:val="00C334E3"/>
    <w:rsid w:val="00C33702"/>
    <w:rsid w:val="00C342C8"/>
    <w:rsid w:val="00C34F49"/>
    <w:rsid w:val="00C354EB"/>
    <w:rsid w:val="00C356DB"/>
    <w:rsid w:val="00C359AB"/>
    <w:rsid w:val="00C3768B"/>
    <w:rsid w:val="00C376E7"/>
    <w:rsid w:val="00C405E0"/>
    <w:rsid w:val="00C40959"/>
    <w:rsid w:val="00C40AF0"/>
    <w:rsid w:val="00C40D4C"/>
    <w:rsid w:val="00C41457"/>
    <w:rsid w:val="00C415A6"/>
    <w:rsid w:val="00C4178F"/>
    <w:rsid w:val="00C41BF7"/>
    <w:rsid w:val="00C42B9B"/>
    <w:rsid w:val="00C42E76"/>
    <w:rsid w:val="00C43308"/>
    <w:rsid w:val="00C43729"/>
    <w:rsid w:val="00C43FD1"/>
    <w:rsid w:val="00C4423C"/>
    <w:rsid w:val="00C4467A"/>
    <w:rsid w:val="00C448AB"/>
    <w:rsid w:val="00C44B63"/>
    <w:rsid w:val="00C44FC3"/>
    <w:rsid w:val="00C45A36"/>
    <w:rsid w:val="00C4622A"/>
    <w:rsid w:val="00C46493"/>
    <w:rsid w:val="00C46AB9"/>
    <w:rsid w:val="00C46D1C"/>
    <w:rsid w:val="00C470CC"/>
    <w:rsid w:val="00C50D08"/>
    <w:rsid w:val="00C5125D"/>
    <w:rsid w:val="00C51423"/>
    <w:rsid w:val="00C5180B"/>
    <w:rsid w:val="00C520AE"/>
    <w:rsid w:val="00C52526"/>
    <w:rsid w:val="00C52A79"/>
    <w:rsid w:val="00C52D17"/>
    <w:rsid w:val="00C53919"/>
    <w:rsid w:val="00C5393A"/>
    <w:rsid w:val="00C540E5"/>
    <w:rsid w:val="00C541CF"/>
    <w:rsid w:val="00C54BF2"/>
    <w:rsid w:val="00C554AD"/>
    <w:rsid w:val="00C558F9"/>
    <w:rsid w:val="00C55BC2"/>
    <w:rsid w:val="00C563D6"/>
    <w:rsid w:val="00C56746"/>
    <w:rsid w:val="00C571C7"/>
    <w:rsid w:val="00C60743"/>
    <w:rsid w:val="00C60998"/>
    <w:rsid w:val="00C6148D"/>
    <w:rsid w:val="00C61C11"/>
    <w:rsid w:val="00C61F50"/>
    <w:rsid w:val="00C620D6"/>
    <w:rsid w:val="00C62789"/>
    <w:rsid w:val="00C62ABD"/>
    <w:rsid w:val="00C63A00"/>
    <w:rsid w:val="00C63F35"/>
    <w:rsid w:val="00C64AA4"/>
    <w:rsid w:val="00C658C5"/>
    <w:rsid w:val="00C666ED"/>
    <w:rsid w:val="00C67236"/>
    <w:rsid w:val="00C6734B"/>
    <w:rsid w:val="00C71303"/>
    <w:rsid w:val="00C71676"/>
    <w:rsid w:val="00C72564"/>
    <w:rsid w:val="00C72A81"/>
    <w:rsid w:val="00C735D5"/>
    <w:rsid w:val="00C74908"/>
    <w:rsid w:val="00C74F77"/>
    <w:rsid w:val="00C7586B"/>
    <w:rsid w:val="00C759EA"/>
    <w:rsid w:val="00C75F6E"/>
    <w:rsid w:val="00C766D1"/>
    <w:rsid w:val="00C7696B"/>
    <w:rsid w:val="00C76AA0"/>
    <w:rsid w:val="00C779E7"/>
    <w:rsid w:val="00C81533"/>
    <w:rsid w:val="00C81926"/>
    <w:rsid w:val="00C81FDC"/>
    <w:rsid w:val="00C82003"/>
    <w:rsid w:val="00C8209D"/>
    <w:rsid w:val="00C8282A"/>
    <w:rsid w:val="00C82A30"/>
    <w:rsid w:val="00C8380D"/>
    <w:rsid w:val="00C83F70"/>
    <w:rsid w:val="00C84A28"/>
    <w:rsid w:val="00C84E75"/>
    <w:rsid w:val="00C8513F"/>
    <w:rsid w:val="00C85C1C"/>
    <w:rsid w:val="00C85DEB"/>
    <w:rsid w:val="00C8652B"/>
    <w:rsid w:val="00C872FC"/>
    <w:rsid w:val="00C877B3"/>
    <w:rsid w:val="00C906EA"/>
    <w:rsid w:val="00C90A34"/>
    <w:rsid w:val="00C90A3B"/>
    <w:rsid w:val="00C913AC"/>
    <w:rsid w:val="00C91BE7"/>
    <w:rsid w:val="00C92141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5F50"/>
    <w:rsid w:val="00C95F57"/>
    <w:rsid w:val="00C9615A"/>
    <w:rsid w:val="00C963F7"/>
    <w:rsid w:val="00C966F0"/>
    <w:rsid w:val="00C96FE7"/>
    <w:rsid w:val="00C979CC"/>
    <w:rsid w:val="00C97C77"/>
    <w:rsid w:val="00CA1222"/>
    <w:rsid w:val="00CA2265"/>
    <w:rsid w:val="00CA28BA"/>
    <w:rsid w:val="00CA2AD5"/>
    <w:rsid w:val="00CA2BC4"/>
    <w:rsid w:val="00CA32F2"/>
    <w:rsid w:val="00CA3344"/>
    <w:rsid w:val="00CA383C"/>
    <w:rsid w:val="00CA517D"/>
    <w:rsid w:val="00CA51EB"/>
    <w:rsid w:val="00CA59E9"/>
    <w:rsid w:val="00CA5EE7"/>
    <w:rsid w:val="00CA6199"/>
    <w:rsid w:val="00CA783E"/>
    <w:rsid w:val="00CA78FD"/>
    <w:rsid w:val="00CB02D5"/>
    <w:rsid w:val="00CB0445"/>
    <w:rsid w:val="00CB0B15"/>
    <w:rsid w:val="00CB10BC"/>
    <w:rsid w:val="00CB1328"/>
    <w:rsid w:val="00CB1BF7"/>
    <w:rsid w:val="00CB2107"/>
    <w:rsid w:val="00CB24BE"/>
    <w:rsid w:val="00CB278B"/>
    <w:rsid w:val="00CB2838"/>
    <w:rsid w:val="00CB3924"/>
    <w:rsid w:val="00CB4339"/>
    <w:rsid w:val="00CB5492"/>
    <w:rsid w:val="00CB5697"/>
    <w:rsid w:val="00CB5A69"/>
    <w:rsid w:val="00CB60F3"/>
    <w:rsid w:val="00CB68C1"/>
    <w:rsid w:val="00CB6E23"/>
    <w:rsid w:val="00CB6F9B"/>
    <w:rsid w:val="00CB725F"/>
    <w:rsid w:val="00CB72AC"/>
    <w:rsid w:val="00CB7C32"/>
    <w:rsid w:val="00CB7DCD"/>
    <w:rsid w:val="00CC0439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518"/>
    <w:rsid w:val="00CD0BA4"/>
    <w:rsid w:val="00CD0DBA"/>
    <w:rsid w:val="00CD0F94"/>
    <w:rsid w:val="00CD1389"/>
    <w:rsid w:val="00CD1601"/>
    <w:rsid w:val="00CD174C"/>
    <w:rsid w:val="00CD1A8F"/>
    <w:rsid w:val="00CD1B2B"/>
    <w:rsid w:val="00CD1C71"/>
    <w:rsid w:val="00CD20CE"/>
    <w:rsid w:val="00CD21B3"/>
    <w:rsid w:val="00CD22D2"/>
    <w:rsid w:val="00CD240C"/>
    <w:rsid w:val="00CD35EF"/>
    <w:rsid w:val="00CD36B8"/>
    <w:rsid w:val="00CD42C8"/>
    <w:rsid w:val="00CD49C9"/>
    <w:rsid w:val="00CD51B5"/>
    <w:rsid w:val="00CD557F"/>
    <w:rsid w:val="00CD5BE3"/>
    <w:rsid w:val="00CD60E9"/>
    <w:rsid w:val="00CD62D9"/>
    <w:rsid w:val="00CD683F"/>
    <w:rsid w:val="00CD6C42"/>
    <w:rsid w:val="00CD716E"/>
    <w:rsid w:val="00CD725A"/>
    <w:rsid w:val="00CD73D0"/>
    <w:rsid w:val="00CD7436"/>
    <w:rsid w:val="00CD7F5C"/>
    <w:rsid w:val="00CE0269"/>
    <w:rsid w:val="00CE0571"/>
    <w:rsid w:val="00CE086D"/>
    <w:rsid w:val="00CE1335"/>
    <w:rsid w:val="00CE16FC"/>
    <w:rsid w:val="00CE1AAA"/>
    <w:rsid w:val="00CE2E98"/>
    <w:rsid w:val="00CE34BF"/>
    <w:rsid w:val="00CE35B3"/>
    <w:rsid w:val="00CE3AC9"/>
    <w:rsid w:val="00CE3FAE"/>
    <w:rsid w:val="00CE5845"/>
    <w:rsid w:val="00CE5997"/>
    <w:rsid w:val="00CE618C"/>
    <w:rsid w:val="00CE629B"/>
    <w:rsid w:val="00CE72E5"/>
    <w:rsid w:val="00CF03CF"/>
    <w:rsid w:val="00CF0712"/>
    <w:rsid w:val="00CF11E3"/>
    <w:rsid w:val="00CF12FA"/>
    <w:rsid w:val="00CF15CF"/>
    <w:rsid w:val="00CF169D"/>
    <w:rsid w:val="00CF1DBA"/>
    <w:rsid w:val="00CF20FA"/>
    <w:rsid w:val="00CF2762"/>
    <w:rsid w:val="00CF3450"/>
    <w:rsid w:val="00CF4030"/>
    <w:rsid w:val="00CF54EC"/>
    <w:rsid w:val="00CF5721"/>
    <w:rsid w:val="00CF5822"/>
    <w:rsid w:val="00CF58B4"/>
    <w:rsid w:val="00CF6B50"/>
    <w:rsid w:val="00CF766D"/>
    <w:rsid w:val="00CF7918"/>
    <w:rsid w:val="00D015F1"/>
    <w:rsid w:val="00D0173D"/>
    <w:rsid w:val="00D01C68"/>
    <w:rsid w:val="00D02799"/>
    <w:rsid w:val="00D03539"/>
    <w:rsid w:val="00D03B2A"/>
    <w:rsid w:val="00D03FF5"/>
    <w:rsid w:val="00D048F9"/>
    <w:rsid w:val="00D04BCE"/>
    <w:rsid w:val="00D05216"/>
    <w:rsid w:val="00D0532F"/>
    <w:rsid w:val="00D06A2E"/>
    <w:rsid w:val="00D06FDB"/>
    <w:rsid w:val="00D0747D"/>
    <w:rsid w:val="00D07780"/>
    <w:rsid w:val="00D10028"/>
    <w:rsid w:val="00D10132"/>
    <w:rsid w:val="00D10B8D"/>
    <w:rsid w:val="00D10C22"/>
    <w:rsid w:val="00D10FC3"/>
    <w:rsid w:val="00D114FB"/>
    <w:rsid w:val="00D11B49"/>
    <w:rsid w:val="00D11DA9"/>
    <w:rsid w:val="00D132A7"/>
    <w:rsid w:val="00D13610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0B"/>
    <w:rsid w:val="00D16F68"/>
    <w:rsid w:val="00D174C7"/>
    <w:rsid w:val="00D17DE4"/>
    <w:rsid w:val="00D21472"/>
    <w:rsid w:val="00D2176E"/>
    <w:rsid w:val="00D21DA3"/>
    <w:rsid w:val="00D2213D"/>
    <w:rsid w:val="00D22360"/>
    <w:rsid w:val="00D226FA"/>
    <w:rsid w:val="00D23010"/>
    <w:rsid w:val="00D231C9"/>
    <w:rsid w:val="00D23493"/>
    <w:rsid w:val="00D238B0"/>
    <w:rsid w:val="00D2413D"/>
    <w:rsid w:val="00D24782"/>
    <w:rsid w:val="00D248EA"/>
    <w:rsid w:val="00D24AB9"/>
    <w:rsid w:val="00D24B84"/>
    <w:rsid w:val="00D255FD"/>
    <w:rsid w:val="00D25858"/>
    <w:rsid w:val="00D25B16"/>
    <w:rsid w:val="00D25D80"/>
    <w:rsid w:val="00D25F24"/>
    <w:rsid w:val="00D26C40"/>
    <w:rsid w:val="00D27A72"/>
    <w:rsid w:val="00D30E28"/>
    <w:rsid w:val="00D31049"/>
    <w:rsid w:val="00D3133D"/>
    <w:rsid w:val="00D314F3"/>
    <w:rsid w:val="00D31B1F"/>
    <w:rsid w:val="00D31EA4"/>
    <w:rsid w:val="00D3245F"/>
    <w:rsid w:val="00D329D8"/>
    <w:rsid w:val="00D3307F"/>
    <w:rsid w:val="00D3310F"/>
    <w:rsid w:val="00D3313D"/>
    <w:rsid w:val="00D3345F"/>
    <w:rsid w:val="00D33626"/>
    <w:rsid w:val="00D33CA9"/>
    <w:rsid w:val="00D33D87"/>
    <w:rsid w:val="00D34B73"/>
    <w:rsid w:val="00D34D99"/>
    <w:rsid w:val="00D357A0"/>
    <w:rsid w:val="00D35AD2"/>
    <w:rsid w:val="00D366A4"/>
    <w:rsid w:val="00D376C5"/>
    <w:rsid w:val="00D406E9"/>
    <w:rsid w:val="00D4080E"/>
    <w:rsid w:val="00D40F4D"/>
    <w:rsid w:val="00D41204"/>
    <w:rsid w:val="00D41C28"/>
    <w:rsid w:val="00D41DDC"/>
    <w:rsid w:val="00D42E7D"/>
    <w:rsid w:val="00D43D0A"/>
    <w:rsid w:val="00D445D3"/>
    <w:rsid w:val="00D4527F"/>
    <w:rsid w:val="00D45867"/>
    <w:rsid w:val="00D45BD3"/>
    <w:rsid w:val="00D45F83"/>
    <w:rsid w:val="00D462EE"/>
    <w:rsid w:val="00D46A82"/>
    <w:rsid w:val="00D46D70"/>
    <w:rsid w:val="00D4732E"/>
    <w:rsid w:val="00D505A6"/>
    <w:rsid w:val="00D507D5"/>
    <w:rsid w:val="00D50C4E"/>
    <w:rsid w:val="00D51366"/>
    <w:rsid w:val="00D51982"/>
    <w:rsid w:val="00D51EA0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4EFD"/>
    <w:rsid w:val="00D5538A"/>
    <w:rsid w:val="00D55C2A"/>
    <w:rsid w:val="00D55D0B"/>
    <w:rsid w:val="00D55E8B"/>
    <w:rsid w:val="00D566D9"/>
    <w:rsid w:val="00D56792"/>
    <w:rsid w:val="00D56EC2"/>
    <w:rsid w:val="00D5711C"/>
    <w:rsid w:val="00D57249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CE"/>
    <w:rsid w:val="00D671DE"/>
    <w:rsid w:val="00D67A04"/>
    <w:rsid w:val="00D67BCC"/>
    <w:rsid w:val="00D67F21"/>
    <w:rsid w:val="00D70632"/>
    <w:rsid w:val="00D7113B"/>
    <w:rsid w:val="00D7157A"/>
    <w:rsid w:val="00D71893"/>
    <w:rsid w:val="00D72498"/>
    <w:rsid w:val="00D728FC"/>
    <w:rsid w:val="00D73130"/>
    <w:rsid w:val="00D73846"/>
    <w:rsid w:val="00D739C0"/>
    <w:rsid w:val="00D7413F"/>
    <w:rsid w:val="00D743F4"/>
    <w:rsid w:val="00D7577D"/>
    <w:rsid w:val="00D758BF"/>
    <w:rsid w:val="00D75A93"/>
    <w:rsid w:val="00D75D92"/>
    <w:rsid w:val="00D764B0"/>
    <w:rsid w:val="00D7665E"/>
    <w:rsid w:val="00D769B9"/>
    <w:rsid w:val="00D76EB5"/>
    <w:rsid w:val="00D77086"/>
    <w:rsid w:val="00D77CAF"/>
    <w:rsid w:val="00D77D3C"/>
    <w:rsid w:val="00D77F60"/>
    <w:rsid w:val="00D8025C"/>
    <w:rsid w:val="00D8035A"/>
    <w:rsid w:val="00D80758"/>
    <w:rsid w:val="00D80AD1"/>
    <w:rsid w:val="00D81950"/>
    <w:rsid w:val="00D81C93"/>
    <w:rsid w:val="00D8211D"/>
    <w:rsid w:val="00D82580"/>
    <w:rsid w:val="00D825EB"/>
    <w:rsid w:val="00D82DF0"/>
    <w:rsid w:val="00D82E04"/>
    <w:rsid w:val="00D84F9A"/>
    <w:rsid w:val="00D85330"/>
    <w:rsid w:val="00D8595F"/>
    <w:rsid w:val="00D86F6D"/>
    <w:rsid w:val="00D90040"/>
    <w:rsid w:val="00D909EC"/>
    <w:rsid w:val="00D913BE"/>
    <w:rsid w:val="00D921A7"/>
    <w:rsid w:val="00D92422"/>
    <w:rsid w:val="00D928D7"/>
    <w:rsid w:val="00D92DD8"/>
    <w:rsid w:val="00D932DE"/>
    <w:rsid w:val="00D9441D"/>
    <w:rsid w:val="00D94D4E"/>
    <w:rsid w:val="00D951F6"/>
    <w:rsid w:val="00D9526F"/>
    <w:rsid w:val="00D95609"/>
    <w:rsid w:val="00D95B98"/>
    <w:rsid w:val="00D95F4F"/>
    <w:rsid w:val="00D961A5"/>
    <w:rsid w:val="00D96776"/>
    <w:rsid w:val="00D97372"/>
    <w:rsid w:val="00D97B74"/>
    <w:rsid w:val="00D97CEB"/>
    <w:rsid w:val="00DA064B"/>
    <w:rsid w:val="00DA1CF1"/>
    <w:rsid w:val="00DA2301"/>
    <w:rsid w:val="00DA31AB"/>
    <w:rsid w:val="00DA3A60"/>
    <w:rsid w:val="00DA43B7"/>
    <w:rsid w:val="00DA4BD9"/>
    <w:rsid w:val="00DA5543"/>
    <w:rsid w:val="00DA55ED"/>
    <w:rsid w:val="00DA59E9"/>
    <w:rsid w:val="00DA6A53"/>
    <w:rsid w:val="00DA6FE6"/>
    <w:rsid w:val="00DA75B0"/>
    <w:rsid w:val="00DB0986"/>
    <w:rsid w:val="00DB0BCE"/>
    <w:rsid w:val="00DB0F24"/>
    <w:rsid w:val="00DB14B7"/>
    <w:rsid w:val="00DB186F"/>
    <w:rsid w:val="00DB2538"/>
    <w:rsid w:val="00DB259E"/>
    <w:rsid w:val="00DB3AE4"/>
    <w:rsid w:val="00DB3EB5"/>
    <w:rsid w:val="00DB4B2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944"/>
    <w:rsid w:val="00DC0BB1"/>
    <w:rsid w:val="00DC1661"/>
    <w:rsid w:val="00DC1823"/>
    <w:rsid w:val="00DC1A2A"/>
    <w:rsid w:val="00DC214B"/>
    <w:rsid w:val="00DC26EE"/>
    <w:rsid w:val="00DC28B8"/>
    <w:rsid w:val="00DC391F"/>
    <w:rsid w:val="00DC3DDB"/>
    <w:rsid w:val="00DC4852"/>
    <w:rsid w:val="00DC4B2A"/>
    <w:rsid w:val="00DC60FA"/>
    <w:rsid w:val="00DC6C5A"/>
    <w:rsid w:val="00DC728D"/>
    <w:rsid w:val="00DD010B"/>
    <w:rsid w:val="00DD0F32"/>
    <w:rsid w:val="00DD172B"/>
    <w:rsid w:val="00DD1B68"/>
    <w:rsid w:val="00DD1BA4"/>
    <w:rsid w:val="00DD2924"/>
    <w:rsid w:val="00DD2BA2"/>
    <w:rsid w:val="00DD2C0F"/>
    <w:rsid w:val="00DD2C18"/>
    <w:rsid w:val="00DD2DAF"/>
    <w:rsid w:val="00DD3C5D"/>
    <w:rsid w:val="00DD3E41"/>
    <w:rsid w:val="00DD3EB6"/>
    <w:rsid w:val="00DD423E"/>
    <w:rsid w:val="00DD472E"/>
    <w:rsid w:val="00DD4BA3"/>
    <w:rsid w:val="00DD4E3A"/>
    <w:rsid w:val="00DD5A40"/>
    <w:rsid w:val="00DD68C8"/>
    <w:rsid w:val="00DD695A"/>
    <w:rsid w:val="00DD6A89"/>
    <w:rsid w:val="00DD718D"/>
    <w:rsid w:val="00DD73D8"/>
    <w:rsid w:val="00DD76DF"/>
    <w:rsid w:val="00DD77DA"/>
    <w:rsid w:val="00DD7A40"/>
    <w:rsid w:val="00DD7A5A"/>
    <w:rsid w:val="00DE080A"/>
    <w:rsid w:val="00DE0EBE"/>
    <w:rsid w:val="00DE1032"/>
    <w:rsid w:val="00DE11A8"/>
    <w:rsid w:val="00DE1230"/>
    <w:rsid w:val="00DE126C"/>
    <w:rsid w:val="00DE17CB"/>
    <w:rsid w:val="00DE3AEE"/>
    <w:rsid w:val="00DE3D0B"/>
    <w:rsid w:val="00DE4103"/>
    <w:rsid w:val="00DE416C"/>
    <w:rsid w:val="00DE4DFD"/>
    <w:rsid w:val="00DE5E85"/>
    <w:rsid w:val="00DE61E4"/>
    <w:rsid w:val="00DE65B5"/>
    <w:rsid w:val="00DE672D"/>
    <w:rsid w:val="00DE6C39"/>
    <w:rsid w:val="00DF064F"/>
    <w:rsid w:val="00DF09C5"/>
    <w:rsid w:val="00DF1568"/>
    <w:rsid w:val="00DF1906"/>
    <w:rsid w:val="00DF2461"/>
    <w:rsid w:val="00DF37E6"/>
    <w:rsid w:val="00DF3B41"/>
    <w:rsid w:val="00DF3FD6"/>
    <w:rsid w:val="00DF4FCF"/>
    <w:rsid w:val="00DF50E2"/>
    <w:rsid w:val="00DF53B7"/>
    <w:rsid w:val="00DF672C"/>
    <w:rsid w:val="00DF67BE"/>
    <w:rsid w:val="00DF7029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3B2F"/>
    <w:rsid w:val="00E04001"/>
    <w:rsid w:val="00E04959"/>
    <w:rsid w:val="00E04C9A"/>
    <w:rsid w:val="00E04E6F"/>
    <w:rsid w:val="00E05270"/>
    <w:rsid w:val="00E05B4A"/>
    <w:rsid w:val="00E05F5C"/>
    <w:rsid w:val="00E05FD4"/>
    <w:rsid w:val="00E06A82"/>
    <w:rsid w:val="00E07286"/>
    <w:rsid w:val="00E07DB3"/>
    <w:rsid w:val="00E107D4"/>
    <w:rsid w:val="00E10C7F"/>
    <w:rsid w:val="00E10F74"/>
    <w:rsid w:val="00E11257"/>
    <w:rsid w:val="00E1164E"/>
    <w:rsid w:val="00E11F06"/>
    <w:rsid w:val="00E12719"/>
    <w:rsid w:val="00E128A3"/>
    <w:rsid w:val="00E135F5"/>
    <w:rsid w:val="00E14AE3"/>
    <w:rsid w:val="00E1505D"/>
    <w:rsid w:val="00E15AD0"/>
    <w:rsid w:val="00E16746"/>
    <w:rsid w:val="00E177AF"/>
    <w:rsid w:val="00E1798E"/>
    <w:rsid w:val="00E179D4"/>
    <w:rsid w:val="00E203FF"/>
    <w:rsid w:val="00E208F0"/>
    <w:rsid w:val="00E22224"/>
    <w:rsid w:val="00E222EF"/>
    <w:rsid w:val="00E227D9"/>
    <w:rsid w:val="00E22B61"/>
    <w:rsid w:val="00E22D5B"/>
    <w:rsid w:val="00E2317F"/>
    <w:rsid w:val="00E23F6C"/>
    <w:rsid w:val="00E25274"/>
    <w:rsid w:val="00E2596B"/>
    <w:rsid w:val="00E2654B"/>
    <w:rsid w:val="00E27267"/>
    <w:rsid w:val="00E31806"/>
    <w:rsid w:val="00E31C47"/>
    <w:rsid w:val="00E31D29"/>
    <w:rsid w:val="00E32D1B"/>
    <w:rsid w:val="00E32E04"/>
    <w:rsid w:val="00E32F13"/>
    <w:rsid w:val="00E330D4"/>
    <w:rsid w:val="00E33357"/>
    <w:rsid w:val="00E333D5"/>
    <w:rsid w:val="00E34731"/>
    <w:rsid w:val="00E34E53"/>
    <w:rsid w:val="00E34FAA"/>
    <w:rsid w:val="00E3673C"/>
    <w:rsid w:val="00E36918"/>
    <w:rsid w:val="00E40223"/>
    <w:rsid w:val="00E40493"/>
    <w:rsid w:val="00E40613"/>
    <w:rsid w:val="00E40C53"/>
    <w:rsid w:val="00E40DD5"/>
    <w:rsid w:val="00E41999"/>
    <w:rsid w:val="00E42038"/>
    <w:rsid w:val="00E438CF"/>
    <w:rsid w:val="00E445F0"/>
    <w:rsid w:val="00E455CB"/>
    <w:rsid w:val="00E45B01"/>
    <w:rsid w:val="00E45DD4"/>
    <w:rsid w:val="00E46ADA"/>
    <w:rsid w:val="00E47861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39FF"/>
    <w:rsid w:val="00E54807"/>
    <w:rsid w:val="00E5493F"/>
    <w:rsid w:val="00E549FB"/>
    <w:rsid w:val="00E54CF7"/>
    <w:rsid w:val="00E55344"/>
    <w:rsid w:val="00E55F3D"/>
    <w:rsid w:val="00E563D0"/>
    <w:rsid w:val="00E57112"/>
    <w:rsid w:val="00E5735E"/>
    <w:rsid w:val="00E60217"/>
    <w:rsid w:val="00E60792"/>
    <w:rsid w:val="00E61948"/>
    <w:rsid w:val="00E61F53"/>
    <w:rsid w:val="00E626B8"/>
    <w:rsid w:val="00E62DE2"/>
    <w:rsid w:val="00E63196"/>
    <w:rsid w:val="00E63B90"/>
    <w:rsid w:val="00E6417D"/>
    <w:rsid w:val="00E6418D"/>
    <w:rsid w:val="00E641B7"/>
    <w:rsid w:val="00E64D3F"/>
    <w:rsid w:val="00E65733"/>
    <w:rsid w:val="00E657DE"/>
    <w:rsid w:val="00E65BCD"/>
    <w:rsid w:val="00E660E1"/>
    <w:rsid w:val="00E660F7"/>
    <w:rsid w:val="00E66348"/>
    <w:rsid w:val="00E676D9"/>
    <w:rsid w:val="00E70008"/>
    <w:rsid w:val="00E705D4"/>
    <w:rsid w:val="00E7105C"/>
    <w:rsid w:val="00E71247"/>
    <w:rsid w:val="00E712CB"/>
    <w:rsid w:val="00E7200C"/>
    <w:rsid w:val="00E72156"/>
    <w:rsid w:val="00E72BE2"/>
    <w:rsid w:val="00E7304A"/>
    <w:rsid w:val="00E73642"/>
    <w:rsid w:val="00E74842"/>
    <w:rsid w:val="00E74CCC"/>
    <w:rsid w:val="00E750A2"/>
    <w:rsid w:val="00E764A2"/>
    <w:rsid w:val="00E767BA"/>
    <w:rsid w:val="00E81264"/>
    <w:rsid w:val="00E8129F"/>
    <w:rsid w:val="00E82685"/>
    <w:rsid w:val="00E82FFC"/>
    <w:rsid w:val="00E8321E"/>
    <w:rsid w:val="00E835BD"/>
    <w:rsid w:val="00E838DB"/>
    <w:rsid w:val="00E83E40"/>
    <w:rsid w:val="00E8409A"/>
    <w:rsid w:val="00E84427"/>
    <w:rsid w:val="00E85CC2"/>
    <w:rsid w:val="00E85CFF"/>
    <w:rsid w:val="00E863BE"/>
    <w:rsid w:val="00E874B7"/>
    <w:rsid w:val="00E879EF"/>
    <w:rsid w:val="00E87B4C"/>
    <w:rsid w:val="00E87F5C"/>
    <w:rsid w:val="00E904EF"/>
    <w:rsid w:val="00E90653"/>
    <w:rsid w:val="00E90741"/>
    <w:rsid w:val="00E9098A"/>
    <w:rsid w:val="00E90FFA"/>
    <w:rsid w:val="00E91C9F"/>
    <w:rsid w:val="00E924E6"/>
    <w:rsid w:val="00E93A13"/>
    <w:rsid w:val="00E93B22"/>
    <w:rsid w:val="00E95F34"/>
    <w:rsid w:val="00E966CD"/>
    <w:rsid w:val="00E96BD5"/>
    <w:rsid w:val="00E96E1A"/>
    <w:rsid w:val="00E975B2"/>
    <w:rsid w:val="00E9786B"/>
    <w:rsid w:val="00E97E73"/>
    <w:rsid w:val="00EA044B"/>
    <w:rsid w:val="00EA0AD8"/>
    <w:rsid w:val="00EA1649"/>
    <w:rsid w:val="00EA17E1"/>
    <w:rsid w:val="00EA18F8"/>
    <w:rsid w:val="00EA258D"/>
    <w:rsid w:val="00EA372D"/>
    <w:rsid w:val="00EA387C"/>
    <w:rsid w:val="00EA4CD3"/>
    <w:rsid w:val="00EA4CEF"/>
    <w:rsid w:val="00EA4CF1"/>
    <w:rsid w:val="00EA5481"/>
    <w:rsid w:val="00EA5747"/>
    <w:rsid w:val="00EA5A48"/>
    <w:rsid w:val="00EA5C82"/>
    <w:rsid w:val="00EA6381"/>
    <w:rsid w:val="00EA68FA"/>
    <w:rsid w:val="00EA713B"/>
    <w:rsid w:val="00EA78EC"/>
    <w:rsid w:val="00EA7E76"/>
    <w:rsid w:val="00EB03A9"/>
    <w:rsid w:val="00EB052B"/>
    <w:rsid w:val="00EB19C4"/>
    <w:rsid w:val="00EB2FD0"/>
    <w:rsid w:val="00EB3E8B"/>
    <w:rsid w:val="00EB3EEC"/>
    <w:rsid w:val="00EB47F7"/>
    <w:rsid w:val="00EB50D3"/>
    <w:rsid w:val="00EB5403"/>
    <w:rsid w:val="00EB5FFC"/>
    <w:rsid w:val="00EB6212"/>
    <w:rsid w:val="00EB6720"/>
    <w:rsid w:val="00EB6877"/>
    <w:rsid w:val="00EB69FD"/>
    <w:rsid w:val="00EB6BA1"/>
    <w:rsid w:val="00EB7123"/>
    <w:rsid w:val="00EB73DD"/>
    <w:rsid w:val="00EB7650"/>
    <w:rsid w:val="00EB7C5B"/>
    <w:rsid w:val="00EC03CE"/>
    <w:rsid w:val="00EC0FAA"/>
    <w:rsid w:val="00EC17C2"/>
    <w:rsid w:val="00EC1C88"/>
    <w:rsid w:val="00EC22B4"/>
    <w:rsid w:val="00EC2339"/>
    <w:rsid w:val="00EC2F3F"/>
    <w:rsid w:val="00EC430A"/>
    <w:rsid w:val="00EC49CE"/>
    <w:rsid w:val="00EC4DF0"/>
    <w:rsid w:val="00EC501E"/>
    <w:rsid w:val="00EC51CB"/>
    <w:rsid w:val="00EC65B9"/>
    <w:rsid w:val="00EC66E6"/>
    <w:rsid w:val="00EC6AA4"/>
    <w:rsid w:val="00EC6FD9"/>
    <w:rsid w:val="00EC700E"/>
    <w:rsid w:val="00EC70DE"/>
    <w:rsid w:val="00EC71E8"/>
    <w:rsid w:val="00EC7766"/>
    <w:rsid w:val="00EC7923"/>
    <w:rsid w:val="00ED01A7"/>
    <w:rsid w:val="00ED0FB0"/>
    <w:rsid w:val="00ED116B"/>
    <w:rsid w:val="00ED155D"/>
    <w:rsid w:val="00ED172E"/>
    <w:rsid w:val="00ED176B"/>
    <w:rsid w:val="00ED1B06"/>
    <w:rsid w:val="00ED3662"/>
    <w:rsid w:val="00ED3A4B"/>
    <w:rsid w:val="00ED3A87"/>
    <w:rsid w:val="00ED3D01"/>
    <w:rsid w:val="00ED3D43"/>
    <w:rsid w:val="00ED6C53"/>
    <w:rsid w:val="00ED7074"/>
    <w:rsid w:val="00EE159E"/>
    <w:rsid w:val="00EE1EEC"/>
    <w:rsid w:val="00EE20FC"/>
    <w:rsid w:val="00EE248D"/>
    <w:rsid w:val="00EE374E"/>
    <w:rsid w:val="00EE4022"/>
    <w:rsid w:val="00EE42A3"/>
    <w:rsid w:val="00EE48B9"/>
    <w:rsid w:val="00EE4F0B"/>
    <w:rsid w:val="00EE511C"/>
    <w:rsid w:val="00EE526F"/>
    <w:rsid w:val="00EE58A7"/>
    <w:rsid w:val="00EE6105"/>
    <w:rsid w:val="00EE61FE"/>
    <w:rsid w:val="00EE710B"/>
    <w:rsid w:val="00EE7BA1"/>
    <w:rsid w:val="00EE7D04"/>
    <w:rsid w:val="00EF0097"/>
    <w:rsid w:val="00EF0526"/>
    <w:rsid w:val="00EF1941"/>
    <w:rsid w:val="00EF1944"/>
    <w:rsid w:val="00EF1C05"/>
    <w:rsid w:val="00EF1EAA"/>
    <w:rsid w:val="00EF2853"/>
    <w:rsid w:val="00EF2B83"/>
    <w:rsid w:val="00EF3805"/>
    <w:rsid w:val="00EF3B48"/>
    <w:rsid w:val="00EF3B94"/>
    <w:rsid w:val="00EF4000"/>
    <w:rsid w:val="00EF4035"/>
    <w:rsid w:val="00EF4593"/>
    <w:rsid w:val="00EF5241"/>
    <w:rsid w:val="00EF52FE"/>
    <w:rsid w:val="00EF543F"/>
    <w:rsid w:val="00EF5FD9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0CDB"/>
    <w:rsid w:val="00F00CE9"/>
    <w:rsid w:val="00F00F99"/>
    <w:rsid w:val="00F01E50"/>
    <w:rsid w:val="00F02202"/>
    <w:rsid w:val="00F02352"/>
    <w:rsid w:val="00F02599"/>
    <w:rsid w:val="00F02A15"/>
    <w:rsid w:val="00F02B42"/>
    <w:rsid w:val="00F03A4F"/>
    <w:rsid w:val="00F03B54"/>
    <w:rsid w:val="00F046EF"/>
    <w:rsid w:val="00F04C1D"/>
    <w:rsid w:val="00F04E48"/>
    <w:rsid w:val="00F052D5"/>
    <w:rsid w:val="00F05579"/>
    <w:rsid w:val="00F05DB8"/>
    <w:rsid w:val="00F06800"/>
    <w:rsid w:val="00F06C8A"/>
    <w:rsid w:val="00F070F0"/>
    <w:rsid w:val="00F07665"/>
    <w:rsid w:val="00F079F2"/>
    <w:rsid w:val="00F1065E"/>
    <w:rsid w:val="00F1079E"/>
    <w:rsid w:val="00F11172"/>
    <w:rsid w:val="00F1181A"/>
    <w:rsid w:val="00F11D62"/>
    <w:rsid w:val="00F12418"/>
    <w:rsid w:val="00F1251C"/>
    <w:rsid w:val="00F125D3"/>
    <w:rsid w:val="00F137F9"/>
    <w:rsid w:val="00F13FFE"/>
    <w:rsid w:val="00F14D05"/>
    <w:rsid w:val="00F163F3"/>
    <w:rsid w:val="00F168C2"/>
    <w:rsid w:val="00F16AC5"/>
    <w:rsid w:val="00F17B3B"/>
    <w:rsid w:val="00F202D9"/>
    <w:rsid w:val="00F21184"/>
    <w:rsid w:val="00F21381"/>
    <w:rsid w:val="00F21CAD"/>
    <w:rsid w:val="00F229F3"/>
    <w:rsid w:val="00F255CD"/>
    <w:rsid w:val="00F263F6"/>
    <w:rsid w:val="00F26EDB"/>
    <w:rsid w:val="00F274CC"/>
    <w:rsid w:val="00F2775A"/>
    <w:rsid w:val="00F27C73"/>
    <w:rsid w:val="00F30581"/>
    <w:rsid w:val="00F305D0"/>
    <w:rsid w:val="00F30DD6"/>
    <w:rsid w:val="00F3103A"/>
    <w:rsid w:val="00F310AC"/>
    <w:rsid w:val="00F313D1"/>
    <w:rsid w:val="00F31B0B"/>
    <w:rsid w:val="00F320B5"/>
    <w:rsid w:val="00F329DF"/>
    <w:rsid w:val="00F32DDC"/>
    <w:rsid w:val="00F339B2"/>
    <w:rsid w:val="00F33E67"/>
    <w:rsid w:val="00F34A5B"/>
    <w:rsid w:val="00F35C9D"/>
    <w:rsid w:val="00F36441"/>
    <w:rsid w:val="00F36571"/>
    <w:rsid w:val="00F3699A"/>
    <w:rsid w:val="00F370BB"/>
    <w:rsid w:val="00F37314"/>
    <w:rsid w:val="00F3731C"/>
    <w:rsid w:val="00F37853"/>
    <w:rsid w:val="00F379EF"/>
    <w:rsid w:val="00F37CA8"/>
    <w:rsid w:val="00F40695"/>
    <w:rsid w:val="00F4113C"/>
    <w:rsid w:val="00F41FA6"/>
    <w:rsid w:val="00F42BD1"/>
    <w:rsid w:val="00F42C36"/>
    <w:rsid w:val="00F42D14"/>
    <w:rsid w:val="00F43281"/>
    <w:rsid w:val="00F433CA"/>
    <w:rsid w:val="00F43908"/>
    <w:rsid w:val="00F44985"/>
    <w:rsid w:val="00F44E94"/>
    <w:rsid w:val="00F44FB7"/>
    <w:rsid w:val="00F4508C"/>
    <w:rsid w:val="00F454B8"/>
    <w:rsid w:val="00F468A4"/>
    <w:rsid w:val="00F4728E"/>
    <w:rsid w:val="00F511CA"/>
    <w:rsid w:val="00F513AC"/>
    <w:rsid w:val="00F514CF"/>
    <w:rsid w:val="00F51592"/>
    <w:rsid w:val="00F516F5"/>
    <w:rsid w:val="00F5175B"/>
    <w:rsid w:val="00F518A6"/>
    <w:rsid w:val="00F529CC"/>
    <w:rsid w:val="00F53604"/>
    <w:rsid w:val="00F5480A"/>
    <w:rsid w:val="00F553D0"/>
    <w:rsid w:val="00F55867"/>
    <w:rsid w:val="00F55E8A"/>
    <w:rsid w:val="00F563E6"/>
    <w:rsid w:val="00F566DF"/>
    <w:rsid w:val="00F56C55"/>
    <w:rsid w:val="00F57264"/>
    <w:rsid w:val="00F57777"/>
    <w:rsid w:val="00F608D8"/>
    <w:rsid w:val="00F60E6D"/>
    <w:rsid w:val="00F60F12"/>
    <w:rsid w:val="00F61113"/>
    <w:rsid w:val="00F61155"/>
    <w:rsid w:val="00F62B3E"/>
    <w:rsid w:val="00F641C7"/>
    <w:rsid w:val="00F64985"/>
    <w:rsid w:val="00F64D32"/>
    <w:rsid w:val="00F64EEF"/>
    <w:rsid w:val="00F65D82"/>
    <w:rsid w:val="00F663E8"/>
    <w:rsid w:val="00F6641C"/>
    <w:rsid w:val="00F66607"/>
    <w:rsid w:val="00F703B3"/>
    <w:rsid w:val="00F70A97"/>
    <w:rsid w:val="00F70E92"/>
    <w:rsid w:val="00F71091"/>
    <w:rsid w:val="00F72566"/>
    <w:rsid w:val="00F72ACE"/>
    <w:rsid w:val="00F72C18"/>
    <w:rsid w:val="00F73060"/>
    <w:rsid w:val="00F736A9"/>
    <w:rsid w:val="00F73C3F"/>
    <w:rsid w:val="00F74580"/>
    <w:rsid w:val="00F7498D"/>
    <w:rsid w:val="00F757FB"/>
    <w:rsid w:val="00F7593A"/>
    <w:rsid w:val="00F75C41"/>
    <w:rsid w:val="00F765FA"/>
    <w:rsid w:val="00F7785D"/>
    <w:rsid w:val="00F778A2"/>
    <w:rsid w:val="00F77E34"/>
    <w:rsid w:val="00F8067C"/>
    <w:rsid w:val="00F80BC0"/>
    <w:rsid w:val="00F810C6"/>
    <w:rsid w:val="00F81C72"/>
    <w:rsid w:val="00F8300F"/>
    <w:rsid w:val="00F834D5"/>
    <w:rsid w:val="00F83691"/>
    <w:rsid w:val="00F83B7D"/>
    <w:rsid w:val="00F83FB4"/>
    <w:rsid w:val="00F842FD"/>
    <w:rsid w:val="00F84D9E"/>
    <w:rsid w:val="00F85B94"/>
    <w:rsid w:val="00F86797"/>
    <w:rsid w:val="00F87004"/>
    <w:rsid w:val="00F87180"/>
    <w:rsid w:val="00F87A0D"/>
    <w:rsid w:val="00F87D13"/>
    <w:rsid w:val="00F90479"/>
    <w:rsid w:val="00F90576"/>
    <w:rsid w:val="00F90859"/>
    <w:rsid w:val="00F90A2F"/>
    <w:rsid w:val="00F90ACB"/>
    <w:rsid w:val="00F913D5"/>
    <w:rsid w:val="00F92423"/>
    <w:rsid w:val="00F92BD0"/>
    <w:rsid w:val="00F93194"/>
    <w:rsid w:val="00F931C6"/>
    <w:rsid w:val="00F9339D"/>
    <w:rsid w:val="00F93C82"/>
    <w:rsid w:val="00F94C84"/>
    <w:rsid w:val="00F95741"/>
    <w:rsid w:val="00F959C0"/>
    <w:rsid w:val="00F96023"/>
    <w:rsid w:val="00F9620A"/>
    <w:rsid w:val="00F96FB8"/>
    <w:rsid w:val="00F971D7"/>
    <w:rsid w:val="00F97657"/>
    <w:rsid w:val="00F976AE"/>
    <w:rsid w:val="00F977EE"/>
    <w:rsid w:val="00F9786C"/>
    <w:rsid w:val="00FA0FBB"/>
    <w:rsid w:val="00FA1F93"/>
    <w:rsid w:val="00FA2303"/>
    <w:rsid w:val="00FA2552"/>
    <w:rsid w:val="00FA2B0C"/>
    <w:rsid w:val="00FA2B29"/>
    <w:rsid w:val="00FA2F09"/>
    <w:rsid w:val="00FA3C54"/>
    <w:rsid w:val="00FA3E41"/>
    <w:rsid w:val="00FA3EA4"/>
    <w:rsid w:val="00FA4316"/>
    <w:rsid w:val="00FA4B67"/>
    <w:rsid w:val="00FA4D58"/>
    <w:rsid w:val="00FA504B"/>
    <w:rsid w:val="00FA51C8"/>
    <w:rsid w:val="00FA5704"/>
    <w:rsid w:val="00FA5838"/>
    <w:rsid w:val="00FA5D3A"/>
    <w:rsid w:val="00FA5D6D"/>
    <w:rsid w:val="00FA5F6B"/>
    <w:rsid w:val="00FA6285"/>
    <w:rsid w:val="00FA686E"/>
    <w:rsid w:val="00FA7590"/>
    <w:rsid w:val="00FA78DE"/>
    <w:rsid w:val="00FA7CF3"/>
    <w:rsid w:val="00FB0862"/>
    <w:rsid w:val="00FB0E7E"/>
    <w:rsid w:val="00FB135C"/>
    <w:rsid w:val="00FB22E2"/>
    <w:rsid w:val="00FB3837"/>
    <w:rsid w:val="00FB3A36"/>
    <w:rsid w:val="00FB3F16"/>
    <w:rsid w:val="00FB3F33"/>
    <w:rsid w:val="00FB4096"/>
    <w:rsid w:val="00FB4751"/>
    <w:rsid w:val="00FB4D29"/>
    <w:rsid w:val="00FB4EBE"/>
    <w:rsid w:val="00FB565F"/>
    <w:rsid w:val="00FB5F0A"/>
    <w:rsid w:val="00FB6035"/>
    <w:rsid w:val="00FB6DED"/>
    <w:rsid w:val="00FC0372"/>
    <w:rsid w:val="00FC072C"/>
    <w:rsid w:val="00FC08B7"/>
    <w:rsid w:val="00FC124C"/>
    <w:rsid w:val="00FC147C"/>
    <w:rsid w:val="00FC2001"/>
    <w:rsid w:val="00FC2080"/>
    <w:rsid w:val="00FC2340"/>
    <w:rsid w:val="00FC254B"/>
    <w:rsid w:val="00FC2636"/>
    <w:rsid w:val="00FC2A98"/>
    <w:rsid w:val="00FC49EA"/>
    <w:rsid w:val="00FC56F6"/>
    <w:rsid w:val="00FC5E7C"/>
    <w:rsid w:val="00FC6856"/>
    <w:rsid w:val="00FC6E22"/>
    <w:rsid w:val="00FC7D81"/>
    <w:rsid w:val="00FD0449"/>
    <w:rsid w:val="00FD1AE9"/>
    <w:rsid w:val="00FD1CCE"/>
    <w:rsid w:val="00FD1EF0"/>
    <w:rsid w:val="00FD365E"/>
    <w:rsid w:val="00FD3B2C"/>
    <w:rsid w:val="00FD3D64"/>
    <w:rsid w:val="00FD3E3F"/>
    <w:rsid w:val="00FD434A"/>
    <w:rsid w:val="00FD5030"/>
    <w:rsid w:val="00FD57E6"/>
    <w:rsid w:val="00FD5A21"/>
    <w:rsid w:val="00FD6CB8"/>
    <w:rsid w:val="00FD73C3"/>
    <w:rsid w:val="00FD7465"/>
    <w:rsid w:val="00FD7CC0"/>
    <w:rsid w:val="00FE0233"/>
    <w:rsid w:val="00FE05DC"/>
    <w:rsid w:val="00FE1645"/>
    <w:rsid w:val="00FE1D40"/>
    <w:rsid w:val="00FE2DBD"/>
    <w:rsid w:val="00FE3454"/>
    <w:rsid w:val="00FE4D8E"/>
    <w:rsid w:val="00FE4DBC"/>
    <w:rsid w:val="00FE55E1"/>
    <w:rsid w:val="00FE5A60"/>
    <w:rsid w:val="00FE5E44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3EA8"/>
    <w:rsid w:val="00FF42C2"/>
    <w:rsid w:val="00FF43C2"/>
    <w:rsid w:val="00FF53F8"/>
    <w:rsid w:val="00FF54CF"/>
    <w:rsid w:val="00FF5896"/>
    <w:rsid w:val="00FF60E6"/>
    <w:rsid w:val="00FF72D9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93F"/>
    <w:pPr>
      <w:ind w:left="720"/>
      <w:contextualSpacing/>
    </w:pPr>
  </w:style>
  <w:style w:type="table" w:styleId="a4">
    <w:name w:val="Table Grid"/>
    <w:basedOn w:val="a1"/>
    <w:uiPriority w:val="59"/>
    <w:rsid w:val="003F1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3F193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F19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F193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F19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3F19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F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F193F"/>
  </w:style>
  <w:style w:type="paragraph" w:styleId="a9">
    <w:name w:val="footer"/>
    <w:basedOn w:val="a"/>
    <w:link w:val="aa"/>
    <w:unhideWhenUsed/>
    <w:rsid w:val="003F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F19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114</Pages>
  <Words>43004</Words>
  <Characters>245125</Characters>
  <Application>Microsoft Office Word</Application>
  <DocSecurity>0</DocSecurity>
  <Lines>2042</Lines>
  <Paragraphs>575</Paragraphs>
  <ScaleCrop>false</ScaleCrop>
  <Company/>
  <LinksUpToDate>false</LinksUpToDate>
  <CharactersWithSpaces>287554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2</cp:revision>
  <dcterms:created xsi:type="dcterms:W3CDTF">2012-08-24T06:42:00Z</dcterms:created>
  <dcterms:modified xsi:type="dcterms:W3CDTF">2012-08-24T06:46:00Z</dcterms:modified>
</cp:coreProperties>
</file>