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BE6" w:rsidRPr="007762E6" w:rsidRDefault="004F3BE6" w:rsidP="00DD2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E03" w:rsidRPr="007762E6" w:rsidRDefault="00DA7E03" w:rsidP="00B76E7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526AA" w:rsidRPr="007762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D30"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 w:rsidR="000E07D0">
        <w:rPr>
          <w:rFonts w:ascii="Times New Roman" w:hAnsi="Times New Roman" w:cs="Times New Roman"/>
          <w:b/>
          <w:i/>
          <w:sz w:val="24"/>
          <w:szCs w:val="24"/>
          <w:u w:val="single"/>
        </w:rPr>
        <w:t>8</w:t>
      </w:r>
      <w:r w:rsidR="00C72471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 w:rsidR="000E07D0">
        <w:rPr>
          <w:rFonts w:ascii="Times New Roman" w:hAnsi="Times New Roman" w:cs="Times New Roman"/>
          <w:b/>
          <w:i/>
          <w:sz w:val="24"/>
          <w:szCs w:val="24"/>
          <w:u w:val="single"/>
        </w:rPr>
        <w:t>099</w:t>
      </w:r>
      <w:r w:rsidR="005C7449"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FD2DF9" w:rsidRDefault="00DA7E03" w:rsidP="006C22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</w:t>
      </w:r>
      <w:r w:rsidR="00CB4F8C">
        <w:rPr>
          <w:rFonts w:ascii="Times New Roman" w:hAnsi="Times New Roman" w:cs="Times New Roman"/>
          <w:sz w:val="24"/>
          <w:szCs w:val="24"/>
        </w:rPr>
        <w:t xml:space="preserve">конкурса по выбору подрядчика </w:t>
      </w:r>
      <w:r w:rsidR="006C2279" w:rsidRPr="006C2279">
        <w:rPr>
          <w:rFonts w:ascii="Times New Roman" w:hAnsi="Times New Roman" w:cs="Times New Roman"/>
          <w:bCs/>
          <w:sz w:val="24"/>
          <w:szCs w:val="24"/>
        </w:rPr>
        <w:t xml:space="preserve">для выполнения строительно-монтажных работ по объекту </w:t>
      </w:r>
      <w:r w:rsidR="003F4808">
        <w:rPr>
          <w:rFonts w:ascii="Times New Roman" w:hAnsi="Times New Roman" w:cs="Times New Roman"/>
          <w:sz w:val="24"/>
          <w:szCs w:val="24"/>
        </w:rPr>
        <w:t>«</w:t>
      </w:r>
      <w:r w:rsidR="000E07D0">
        <w:rPr>
          <w:rFonts w:ascii="Times New Roman" w:hAnsi="Times New Roman" w:cs="Times New Roman"/>
          <w:sz w:val="24"/>
          <w:szCs w:val="24"/>
        </w:rPr>
        <w:t>Строительство линии ВЛ-0,4кВ от ЗТП 54, р</w:t>
      </w:r>
      <w:r w:rsidR="004C0670">
        <w:rPr>
          <w:rFonts w:ascii="Times New Roman" w:hAnsi="Times New Roman" w:cs="Times New Roman"/>
          <w:sz w:val="24"/>
          <w:szCs w:val="24"/>
        </w:rPr>
        <w:t xml:space="preserve">еконструкция </w:t>
      </w:r>
      <w:r w:rsidR="000E07D0">
        <w:rPr>
          <w:rFonts w:ascii="Times New Roman" w:hAnsi="Times New Roman" w:cs="Times New Roman"/>
          <w:sz w:val="24"/>
          <w:szCs w:val="24"/>
        </w:rPr>
        <w:t xml:space="preserve">участков ВЛ-0,4кВ фидера «Пекарня», фидера «уличное освещение» от ЗТП 54 и реконструкция ЗТП 54, КЛ-6кВ №605 ПС «Рославль» </w:t>
      </w:r>
      <w:r w:rsidR="004C0670">
        <w:rPr>
          <w:rFonts w:ascii="Times New Roman" w:hAnsi="Times New Roman" w:cs="Times New Roman"/>
          <w:sz w:val="24"/>
          <w:szCs w:val="24"/>
        </w:rPr>
        <w:t>д</w:t>
      </w:r>
      <w:r w:rsidR="006C2279">
        <w:rPr>
          <w:rFonts w:ascii="Times New Roman" w:hAnsi="Times New Roman" w:cs="Times New Roman"/>
          <w:sz w:val="24"/>
          <w:szCs w:val="24"/>
        </w:rPr>
        <w:t xml:space="preserve">ля технологического присоединения </w:t>
      </w:r>
      <w:r w:rsidR="008035C4">
        <w:rPr>
          <w:rFonts w:ascii="Times New Roman" w:hAnsi="Times New Roman" w:cs="Times New Roman"/>
          <w:sz w:val="24"/>
          <w:szCs w:val="24"/>
        </w:rPr>
        <w:t>административно-производственного здания в г. Рославль Смоленской области (ООО «</w:t>
      </w:r>
      <w:proofErr w:type="spellStart"/>
      <w:r w:rsidR="008035C4">
        <w:rPr>
          <w:rFonts w:ascii="Times New Roman" w:hAnsi="Times New Roman" w:cs="Times New Roman"/>
          <w:sz w:val="24"/>
          <w:szCs w:val="24"/>
        </w:rPr>
        <w:t>Техинвест</w:t>
      </w:r>
      <w:proofErr w:type="spellEnd"/>
      <w:r w:rsidR="008035C4">
        <w:rPr>
          <w:rFonts w:ascii="Times New Roman" w:hAnsi="Times New Roman" w:cs="Times New Roman"/>
          <w:sz w:val="24"/>
          <w:szCs w:val="24"/>
        </w:rPr>
        <w:t>»</w:t>
      </w:r>
      <w:r w:rsidR="003F4808">
        <w:rPr>
          <w:rFonts w:ascii="Times New Roman" w:hAnsi="Times New Roman" w:cs="Times New Roman"/>
          <w:sz w:val="24"/>
          <w:szCs w:val="24"/>
        </w:rPr>
        <w:t>)»</w:t>
      </w:r>
      <w:proofErr w:type="gramEnd"/>
    </w:p>
    <w:p w:rsidR="00941D50" w:rsidRPr="00086704" w:rsidRDefault="00941D50" w:rsidP="00FD2DF9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A7E03" w:rsidRPr="00FD2DF9" w:rsidRDefault="006C2279" w:rsidP="00CF6A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  <w:r w:rsidR="00CF6A62" w:rsidRPr="007762E6">
        <w:rPr>
          <w:rFonts w:ascii="Times New Roman" w:hAnsi="Times New Roman" w:cs="Times New Roman"/>
          <w:b/>
          <w:sz w:val="24"/>
          <w:szCs w:val="24"/>
        </w:rPr>
        <w:t>.</w:t>
      </w:r>
    </w:p>
    <w:p w:rsidR="006C2279" w:rsidRDefault="006C2279" w:rsidP="00BF67E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2279">
        <w:rPr>
          <w:rFonts w:ascii="Times New Roman" w:hAnsi="Times New Roman" w:cs="Times New Roman"/>
          <w:sz w:val="24"/>
          <w:szCs w:val="24"/>
        </w:rPr>
        <w:t>Строительно-монтажные работы должны производиться в полном соответствии с рабочим проектом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4808">
        <w:rPr>
          <w:rFonts w:ascii="Times New Roman" w:hAnsi="Times New Roman" w:cs="Times New Roman"/>
          <w:sz w:val="24"/>
          <w:szCs w:val="24"/>
        </w:rPr>
        <w:t>«</w:t>
      </w:r>
      <w:r w:rsidR="008035C4">
        <w:rPr>
          <w:rFonts w:ascii="Times New Roman" w:hAnsi="Times New Roman" w:cs="Times New Roman"/>
          <w:sz w:val="24"/>
          <w:szCs w:val="24"/>
        </w:rPr>
        <w:t>Строительство линии ВЛ-0,4кВ от ЗТП 54, реконструкция участков ВЛ-0,4кВ фидера «Пекарня», фидера «уличное освещение» от ЗТП 54 и реконструкция ЗТП 54, КЛ-6кВ №605 ПС «Рославль» для технологического присоединения административно-производственного здания в г. Рославль Смоленской области (ООО «</w:t>
      </w:r>
      <w:proofErr w:type="spellStart"/>
      <w:r w:rsidR="008035C4">
        <w:rPr>
          <w:rFonts w:ascii="Times New Roman" w:hAnsi="Times New Roman" w:cs="Times New Roman"/>
          <w:sz w:val="24"/>
          <w:szCs w:val="24"/>
        </w:rPr>
        <w:t>Техинвест</w:t>
      </w:r>
      <w:proofErr w:type="spellEnd"/>
      <w:r w:rsidR="008035C4">
        <w:rPr>
          <w:rFonts w:ascii="Times New Roman" w:hAnsi="Times New Roman" w:cs="Times New Roman"/>
          <w:sz w:val="24"/>
          <w:szCs w:val="24"/>
        </w:rPr>
        <w:t>»)</w:t>
      </w:r>
      <w:r w:rsidR="003F480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C2279">
        <w:rPr>
          <w:sz w:val="26"/>
          <w:szCs w:val="26"/>
        </w:rPr>
        <w:t xml:space="preserve"> </w:t>
      </w:r>
      <w:r w:rsidRPr="006C2279">
        <w:rPr>
          <w:rFonts w:ascii="Times New Roman" w:hAnsi="Times New Roman" w:cs="Times New Roman"/>
          <w:sz w:val="24"/>
          <w:szCs w:val="24"/>
        </w:rPr>
        <w:t>выполненным О</w:t>
      </w:r>
      <w:r w:rsidR="008035C4">
        <w:rPr>
          <w:rFonts w:ascii="Times New Roman" w:hAnsi="Times New Roman" w:cs="Times New Roman"/>
          <w:sz w:val="24"/>
          <w:szCs w:val="24"/>
        </w:rPr>
        <w:t>О</w:t>
      </w:r>
      <w:r w:rsidRPr="006C227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480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A3A2D">
        <w:rPr>
          <w:rFonts w:ascii="Times New Roman" w:hAnsi="Times New Roman" w:cs="Times New Roman"/>
          <w:sz w:val="24"/>
          <w:szCs w:val="24"/>
        </w:rPr>
        <w:t>Э</w:t>
      </w:r>
      <w:r w:rsidR="008035C4">
        <w:rPr>
          <w:rFonts w:ascii="Times New Roman" w:hAnsi="Times New Roman" w:cs="Times New Roman"/>
          <w:sz w:val="24"/>
          <w:szCs w:val="24"/>
        </w:rPr>
        <w:t>лектросетьремонт</w:t>
      </w:r>
      <w:proofErr w:type="spellEnd"/>
      <w:r w:rsidR="003F480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C2279" w:rsidRPr="006C2279" w:rsidRDefault="006C2279" w:rsidP="006C2279">
      <w:pPr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79">
        <w:rPr>
          <w:rFonts w:ascii="Times New Roman" w:hAnsi="Times New Roman" w:cs="Times New Roman"/>
          <w:sz w:val="24"/>
          <w:szCs w:val="24"/>
        </w:rPr>
        <w:t>Подрядчик определяется на основании проведения конкурса на выполнение данного вида работ.</w:t>
      </w:r>
    </w:p>
    <w:p w:rsidR="006C2279" w:rsidRDefault="006C2279" w:rsidP="00BF67E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79">
        <w:rPr>
          <w:rFonts w:ascii="Times New Roman" w:hAnsi="Times New Roman" w:cs="Times New Roman"/>
          <w:sz w:val="24"/>
          <w:szCs w:val="24"/>
        </w:rPr>
        <w:t xml:space="preserve">Все материалы, оборудование для строительно-монтажных работ поставляются Подрядчиком в соответствии с </w:t>
      </w:r>
      <w:proofErr w:type="gramStart"/>
      <w:r w:rsidRPr="006C2279">
        <w:rPr>
          <w:rFonts w:ascii="Times New Roman" w:hAnsi="Times New Roman" w:cs="Times New Roman"/>
          <w:sz w:val="24"/>
          <w:szCs w:val="24"/>
        </w:rPr>
        <w:t>согласованной</w:t>
      </w:r>
      <w:proofErr w:type="gramEnd"/>
      <w:r w:rsidRPr="006C2279">
        <w:rPr>
          <w:rFonts w:ascii="Times New Roman" w:hAnsi="Times New Roman" w:cs="Times New Roman"/>
          <w:sz w:val="24"/>
          <w:szCs w:val="24"/>
        </w:rPr>
        <w:t xml:space="preserve"> ПСД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2279" w:rsidRDefault="006C2279" w:rsidP="00BF67E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79">
        <w:rPr>
          <w:rFonts w:ascii="Times New Roman" w:hAnsi="Times New Roman" w:cs="Times New Roman"/>
          <w:sz w:val="24"/>
          <w:szCs w:val="24"/>
        </w:rPr>
        <w:t>Все условия работ определяются и регулируются на основе договора, заключенного Заказчиком с победителем конкурса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2279" w:rsidRDefault="006C2279" w:rsidP="00BF67E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79">
        <w:rPr>
          <w:rFonts w:ascii="Times New Roman" w:hAnsi="Times New Roman" w:cs="Times New Roman"/>
          <w:sz w:val="24"/>
          <w:szCs w:val="24"/>
        </w:rPr>
        <w:t>Участвующие в конкурсе должны иметь свидетельство о вступлении в СРО и опыт монтажных работ аналогичных объектов не менее 7 лет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2279" w:rsidRDefault="006C2279" w:rsidP="00BF67E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79">
        <w:rPr>
          <w:rFonts w:ascii="Times New Roman" w:hAnsi="Times New Roman" w:cs="Times New Roman"/>
          <w:sz w:val="24"/>
          <w:szCs w:val="24"/>
        </w:rPr>
        <w:t>Строительно-монтажные работы, производимые организацией, должны быть застрахованы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7E03" w:rsidRPr="006C2279" w:rsidRDefault="006C2279" w:rsidP="006C22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279">
        <w:rPr>
          <w:rFonts w:ascii="Times New Roman" w:hAnsi="Times New Roman" w:cs="Times New Roman"/>
          <w:b/>
          <w:sz w:val="24"/>
          <w:szCs w:val="24"/>
        </w:rPr>
        <w:t>Строительно-монтажные работы проводятся</w:t>
      </w:r>
      <w:r w:rsidR="00DA7E03" w:rsidRPr="006C2279">
        <w:rPr>
          <w:rFonts w:ascii="Times New Roman" w:hAnsi="Times New Roman" w:cs="Times New Roman"/>
          <w:sz w:val="24"/>
          <w:szCs w:val="24"/>
        </w:rPr>
        <w:t>:</w:t>
      </w:r>
    </w:p>
    <w:p w:rsidR="00DA7E03" w:rsidRPr="007762E6" w:rsidRDefault="00EF4B8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1"/>
        <w:gridCol w:w="1497"/>
        <w:gridCol w:w="1979"/>
        <w:gridCol w:w="1525"/>
        <w:gridCol w:w="1532"/>
        <w:gridCol w:w="2058"/>
      </w:tblGrid>
      <w:tr w:rsidR="006F023B" w:rsidRPr="007762E6" w:rsidTr="00742D88">
        <w:tc>
          <w:tcPr>
            <w:tcW w:w="720" w:type="pct"/>
            <w:vAlign w:val="center"/>
          </w:tcPr>
          <w:p w:rsidR="001817E1" w:rsidRPr="00742D88" w:rsidRDefault="001817E1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1817E1" w:rsidRPr="00742D88" w:rsidRDefault="001817E1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988" w:type="pct"/>
            <w:vAlign w:val="center"/>
          </w:tcPr>
          <w:p w:rsidR="001817E1" w:rsidRPr="00742D88" w:rsidRDefault="001817E1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752" w:type="pct"/>
            <w:vAlign w:val="center"/>
          </w:tcPr>
          <w:p w:rsidR="001817E1" w:rsidRPr="00742D88" w:rsidRDefault="00156D5F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1817E1" w:rsidRPr="00742D88" w:rsidRDefault="00156D5F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1817E1" w:rsidRPr="00742D88" w:rsidRDefault="001817E1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6F023B" w:rsidRPr="007762E6" w:rsidTr="00742D88">
        <w:trPr>
          <w:trHeight w:val="1114"/>
        </w:trPr>
        <w:tc>
          <w:tcPr>
            <w:tcW w:w="720" w:type="pct"/>
            <w:vAlign w:val="center"/>
          </w:tcPr>
          <w:p w:rsidR="00742D88" w:rsidRPr="00742D88" w:rsidRDefault="00742D88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742D88" w:rsidRPr="00742D88" w:rsidRDefault="008035C4" w:rsidP="008035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88" w:type="pct"/>
            <w:vAlign w:val="center"/>
          </w:tcPr>
          <w:p w:rsidR="00A76D53" w:rsidRDefault="00816532" w:rsidP="008035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8035C4">
              <w:rPr>
                <w:rFonts w:ascii="Times New Roman" w:eastAsia="Times New Roman" w:hAnsi="Times New Roman" w:cs="Times New Roman"/>
                <w:lang w:eastAsia="ru-RU"/>
              </w:rPr>
              <w:t xml:space="preserve">Рославль,          ул. </w:t>
            </w:r>
            <w:proofErr w:type="gramStart"/>
            <w:r w:rsidR="008035C4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  <w:proofErr w:type="gramEnd"/>
            <w:r w:rsidR="008035C4">
              <w:rPr>
                <w:rFonts w:ascii="Times New Roman" w:eastAsia="Times New Roman" w:hAnsi="Times New Roman" w:cs="Times New Roman"/>
                <w:lang w:eastAsia="ru-RU"/>
              </w:rPr>
              <w:t>, д.92</w:t>
            </w:r>
            <w:r w:rsidR="00A76D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42D88" w:rsidRPr="002C7954" w:rsidRDefault="00A76D53" w:rsidP="008035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Техинвест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752" w:type="pct"/>
            <w:vAlign w:val="center"/>
          </w:tcPr>
          <w:p w:rsidR="00742D88" w:rsidRDefault="008035C4" w:rsidP="006F023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12003179</w:t>
            </w:r>
            <w:r w:rsidR="006F023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ВЛ-0,4кВ;</w:t>
            </w:r>
          </w:p>
          <w:p w:rsidR="008035C4" w:rsidRPr="00742D88" w:rsidRDefault="008035C4" w:rsidP="006F023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13002669-оборудование ЗТП-54</w:t>
            </w:r>
          </w:p>
        </w:tc>
        <w:tc>
          <w:tcPr>
            <w:tcW w:w="765" w:type="pct"/>
            <w:vAlign w:val="center"/>
          </w:tcPr>
          <w:p w:rsidR="00742D88" w:rsidRDefault="008035C4" w:rsidP="006F023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345873520</w:t>
            </w:r>
            <w:r w:rsidR="006F023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ВЛ-0,4кВ;</w:t>
            </w:r>
          </w:p>
          <w:p w:rsidR="008035C4" w:rsidRPr="00742D88" w:rsidRDefault="008035C4" w:rsidP="006F023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345332500-оборудование ЗТП-54</w:t>
            </w:r>
          </w:p>
        </w:tc>
        <w:tc>
          <w:tcPr>
            <w:tcW w:w="1027" w:type="pct"/>
            <w:vAlign w:val="center"/>
          </w:tcPr>
          <w:p w:rsidR="00742D88" w:rsidRPr="006F023B" w:rsidRDefault="006F023B" w:rsidP="006F023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23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DA7E03" w:rsidRPr="007762E6" w:rsidRDefault="00DA7E03" w:rsidP="002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709" w:rsidRPr="007762E6" w:rsidRDefault="00301A3E" w:rsidP="00B9070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90709" w:rsidRPr="007762E6">
        <w:rPr>
          <w:rFonts w:ascii="Times New Roman" w:hAnsi="Times New Roman" w:cs="Times New Roman"/>
          <w:sz w:val="24"/>
          <w:szCs w:val="24"/>
        </w:rPr>
        <w:t>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27DC6" w:rsidRPr="007762E6" w:rsidRDefault="00DA7E03" w:rsidP="00AF56F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</w:t>
      </w:r>
      <w:r w:rsidR="000A41C4" w:rsidRPr="007762E6">
        <w:rPr>
          <w:rFonts w:ascii="Times New Roman" w:hAnsi="Times New Roman" w:cs="Times New Roman"/>
          <w:sz w:val="24"/>
          <w:szCs w:val="24"/>
        </w:rPr>
        <w:t xml:space="preserve"> оборудования и</w:t>
      </w:r>
      <w:r w:rsidRPr="007762E6">
        <w:rPr>
          <w:rFonts w:ascii="Times New Roman" w:hAnsi="Times New Roman" w:cs="Times New Roman"/>
          <w:sz w:val="24"/>
          <w:szCs w:val="24"/>
        </w:rPr>
        <w:t xml:space="preserve"> материалов осуществляет Подрядчик</w:t>
      </w:r>
      <w:r w:rsidR="00927DC6" w:rsidRPr="007762E6">
        <w:rPr>
          <w:rFonts w:ascii="Times New Roman" w:hAnsi="Times New Roman" w:cs="Times New Roman"/>
          <w:sz w:val="24"/>
          <w:szCs w:val="24"/>
        </w:rPr>
        <w:t>.</w:t>
      </w:r>
    </w:p>
    <w:p w:rsidR="00DA7E03" w:rsidRPr="007762E6" w:rsidRDefault="002B1B78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</w:t>
      </w:r>
      <w:r w:rsidR="00171FE4">
        <w:rPr>
          <w:rFonts w:ascii="Times New Roman" w:hAnsi="Times New Roman" w:cs="Times New Roman"/>
          <w:b/>
          <w:sz w:val="24"/>
          <w:szCs w:val="24"/>
        </w:rPr>
        <w:t>снование для</w:t>
      </w:r>
      <w:r w:rsidR="00A575F8" w:rsidRPr="007762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4DC4" w:rsidRPr="007762E6">
        <w:rPr>
          <w:rFonts w:ascii="Times New Roman" w:hAnsi="Times New Roman" w:cs="Times New Roman"/>
          <w:b/>
          <w:sz w:val="24"/>
          <w:szCs w:val="24"/>
        </w:rPr>
        <w:t>реконструкции</w:t>
      </w:r>
      <w:r w:rsidR="00DC447B" w:rsidRPr="007762E6">
        <w:rPr>
          <w:rFonts w:ascii="Times New Roman" w:hAnsi="Times New Roman" w:cs="Times New Roman"/>
          <w:b/>
          <w:sz w:val="24"/>
          <w:szCs w:val="24"/>
        </w:rPr>
        <w:t>/строительства</w:t>
      </w:r>
      <w:r w:rsidR="00DA7E03" w:rsidRPr="007762E6">
        <w:rPr>
          <w:rFonts w:ascii="Times New Roman" w:hAnsi="Times New Roman" w:cs="Times New Roman"/>
          <w:b/>
          <w:sz w:val="24"/>
          <w:szCs w:val="24"/>
        </w:rPr>
        <w:t>.</w:t>
      </w:r>
    </w:p>
    <w:p w:rsidR="004B5E2A" w:rsidRDefault="00643CE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CE3">
        <w:rPr>
          <w:rFonts w:ascii="Times New Roman" w:hAnsi="Times New Roman" w:cs="Times New Roman"/>
          <w:iCs/>
          <w:sz w:val="24"/>
          <w:szCs w:val="24"/>
        </w:rPr>
        <w:t>Договор</w:t>
      </w:r>
      <w:r w:rsidR="00396059">
        <w:rPr>
          <w:rFonts w:ascii="Times New Roman" w:hAnsi="Times New Roman" w:cs="Times New Roman"/>
          <w:iCs/>
          <w:sz w:val="24"/>
          <w:szCs w:val="24"/>
        </w:rPr>
        <w:t>а</w:t>
      </w:r>
      <w:r w:rsidRPr="00643CE3">
        <w:rPr>
          <w:rFonts w:ascii="Times New Roman" w:hAnsi="Times New Roman" w:cs="Times New Roman"/>
          <w:iCs/>
          <w:sz w:val="24"/>
          <w:szCs w:val="24"/>
        </w:rPr>
        <w:t xml:space="preserve"> об осуществлении технологического присоединения</w:t>
      </w:r>
      <w:r w:rsidRPr="00643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№40</w:t>
      </w:r>
      <w:r w:rsidR="00F46F83">
        <w:rPr>
          <w:rFonts w:ascii="Times New Roman" w:hAnsi="Times New Roman" w:cs="Times New Roman"/>
          <w:sz w:val="24"/>
          <w:szCs w:val="24"/>
        </w:rPr>
        <w:t>321789</w:t>
      </w:r>
      <w:r w:rsidR="005830D6">
        <w:rPr>
          <w:rFonts w:ascii="Times New Roman" w:hAnsi="Times New Roman" w:cs="Times New Roman"/>
          <w:sz w:val="24"/>
          <w:szCs w:val="24"/>
        </w:rPr>
        <w:t xml:space="preserve"> </w:t>
      </w:r>
      <w:r w:rsidR="001B5EF5">
        <w:rPr>
          <w:rFonts w:ascii="Times New Roman" w:hAnsi="Times New Roman" w:cs="Times New Roman"/>
          <w:sz w:val="24"/>
          <w:szCs w:val="24"/>
        </w:rPr>
        <w:t xml:space="preserve">от </w:t>
      </w:r>
      <w:r w:rsidR="006F023B">
        <w:rPr>
          <w:rFonts w:ascii="Times New Roman" w:hAnsi="Times New Roman" w:cs="Times New Roman"/>
          <w:sz w:val="24"/>
          <w:szCs w:val="24"/>
        </w:rPr>
        <w:t>2</w:t>
      </w:r>
      <w:r w:rsidR="00F46F83">
        <w:rPr>
          <w:rFonts w:ascii="Times New Roman" w:hAnsi="Times New Roman" w:cs="Times New Roman"/>
          <w:sz w:val="24"/>
          <w:szCs w:val="24"/>
        </w:rPr>
        <w:t>0</w:t>
      </w:r>
      <w:r w:rsidR="006F023B">
        <w:rPr>
          <w:rFonts w:ascii="Times New Roman" w:hAnsi="Times New Roman" w:cs="Times New Roman"/>
          <w:sz w:val="24"/>
          <w:szCs w:val="24"/>
        </w:rPr>
        <w:t>.</w:t>
      </w:r>
      <w:r w:rsidR="00F46F83">
        <w:rPr>
          <w:rFonts w:ascii="Times New Roman" w:hAnsi="Times New Roman" w:cs="Times New Roman"/>
          <w:sz w:val="24"/>
          <w:szCs w:val="24"/>
        </w:rPr>
        <w:t>04</w:t>
      </w:r>
      <w:r w:rsidR="006F023B">
        <w:rPr>
          <w:rFonts w:ascii="Times New Roman" w:hAnsi="Times New Roman" w:cs="Times New Roman"/>
          <w:sz w:val="24"/>
          <w:szCs w:val="24"/>
        </w:rPr>
        <w:t>.20</w:t>
      </w:r>
      <w:r w:rsidR="00F46F83">
        <w:rPr>
          <w:rFonts w:ascii="Times New Roman" w:hAnsi="Times New Roman" w:cs="Times New Roman"/>
          <w:sz w:val="24"/>
          <w:szCs w:val="24"/>
        </w:rPr>
        <w:t>11</w:t>
      </w:r>
      <w:r w:rsidR="006F023B">
        <w:rPr>
          <w:rFonts w:ascii="Times New Roman" w:hAnsi="Times New Roman" w:cs="Times New Roman"/>
          <w:sz w:val="24"/>
          <w:szCs w:val="24"/>
        </w:rPr>
        <w:t>г</w:t>
      </w:r>
      <w:r w:rsidR="001B5EF5">
        <w:rPr>
          <w:rFonts w:ascii="Times New Roman" w:hAnsi="Times New Roman" w:cs="Times New Roman"/>
          <w:sz w:val="24"/>
          <w:szCs w:val="24"/>
        </w:rPr>
        <w:t>.</w:t>
      </w:r>
    </w:p>
    <w:p w:rsidR="00643CE3" w:rsidRDefault="00643CE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CE3">
        <w:rPr>
          <w:rFonts w:ascii="Times New Roman" w:hAnsi="Times New Roman" w:cs="Times New Roman"/>
          <w:iCs/>
          <w:color w:val="000000"/>
          <w:sz w:val="24"/>
          <w:szCs w:val="24"/>
        </w:rPr>
        <w:t>Рабочий проект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6C2279">
        <w:rPr>
          <w:rFonts w:ascii="Times New Roman" w:hAnsi="Times New Roman" w:cs="Times New Roman"/>
          <w:sz w:val="24"/>
          <w:szCs w:val="24"/>
        </w:rPr>
        <w:t>“</w:t>
      </w:r>
      <w:r w:rsidR="00A76D53">
        <w:rPr>
          <w:rFonts w:ascii="Times New Roman" w:hAnsi="Times New Roman" w:cs="Times New Roman"/>
          <w:sz w:val="24"/>
          <w:szCs w:val="24"/>
        </w:rPr>
        <w:t xml:space="preserve">Строительство линии ВЛ-0,4кВ от ЗТП 54, реконструкция участков          ВЛ-0,4кВ фидера «Пекарня», фидера «уличное освещение» от ЗТП 54 и реконструкция ЗТП 54, КЛ-6кВ №605 ПС «Рославль» для технологического присоединения административно-производственного здания в </w:t>
      </w:r>
      <w:proofErr w:type="gramStart"/>
      <w:r w:rsidR="00A76D5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A76D53">
        <w:rPr>
          <w:rFonts w:ascii="Times New Roman" w:hAnsi="Times New Roman" w:cs="Times New Roman"/>
          <w:sz w:val="24"/>
          <w:szCs w:val="24"/>
        </w:rPr>
        <w:t>. Рославль Смоленской области (ООО «</w:t>
      </w:r>
      <w:proofErr w:type="spellStart"/>
      <w:r w:rsidR="00A76D53">
        <w:rPr>
          <w:rFonts w:ascii="Times New Roman" w:hAnsi="Times New Roman" w:cs="Times New Roman"/>
          <w:sz w:val="24"/>
          <w:szCs w:val="24"/>
        </w:rPr>
        <w:t>Техинвест</w:t>
      </w:r>
      <w:proofErr w:type="spellEnd"/>
      <w:r w:rsidR="00A76D53">
        <w:rPr>
          <w:rFonts w:ascii="Times New Roman" w:hAnsi="Times New Roman" w:cs="Times New Roman"/>
          <w:sz w:val="24"/>
          <w:szCs w:val="24"/>
        </w:rPr>
        <w:t>»)</w:t>
      </w:r>
      <w:r w:rsidRPr="006C227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  <w:r w:rsidR="005830D6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5830D6" w:rsidRPr="00643CE3" w:rsidRDefault="005830D6" w:rsidP="005830D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A7E03" w:rsidRPr="007762E6" w:rsidRDefault="00DA7E0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</w:t>
      </w:r>
      <w:r w:rsidR="003E6BC6" w:rsidRPr="007762E6">
        <w:rPr>
          <w:rFonts w:ascii="Times New Roman" w:hAnsi="Times New Roman" w:cs="Times New Roman"/>
          <w:b/>
          <w:sz w:val="24"/>
          <w:szCs w:val="24"/>
        </w:rPr>
        <w:t>ые нормативно-</w:t>
      </w: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технические документы (НТД), определяющие требования к </w:t>
      </w:r>
      <w:r w:rsidR="00EF4B80" w:rsidRPr="007762E6">
        <w:rPr>
          <w:rFonts w:ascii="Times New Roman" w:hAnsi="Times New Roman" w:cs="Times New Roman"/>
          <w:b/>
          <w:sz w:val="24"/>
          <w:szCs w:val="24"/>
        </w:rPr>
        <w:t>работам</w:t>
      </w:r>
      <w:r w:rsidRPr="007762E6">
        <w:rPr>
          <w:rFonts w:ascii="Times New Roman" w:hAnsi="Times New Roman" w:cs="Times New Roman"/>
          <w:b/>
          <w:sz w:val="24"/>
          <w:szCs w:val="24"/>
        </w:rPr>
        <w:t>:</w:t>
      </w:r>
    </w:p>
    <w:p w:rsidR="00DA7E03" w:rsidRPr="007762E6" w:rsidRDefault="00DA7E03" w:rsidP="002A335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7246A" w:rsidRPr="007762E6" w:rsidRDefault="0047246A" w:rsidP="0047246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DA7E03" w:rsidRPr="007762E6" w:rsidRDefault="00DA7E03" w:rsidP="002A335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DA7E03" w:rsidRPr="007762E6" w:rsidRDefault="00DA7E03" w:rsidP="002A335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DA7E03" w:rsidRPr="007762E6" w:rsidRDefault="00DA7E03" w:rsidP="002A335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9F7330" w:rsidRPr="007762E6" w:rsidRDefault="009F7330" w:rsidP="009F7330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DA7E03" w:rsidRPr="007762E6" w:rsidRDefault="00DA7E03" w:rsidP="002A335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EF4B80" w:rsidRPr="007762E6" w:rsidRDefault="00EF4B80" w:rsidP="002A335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 xml:space="preserve">СНиП </w:t>
      </w:r>
      <w:r w:rsidR="00A1377A" w:rsidRPr="007762E6">
        <w:rPr>
          <w:sz w:val="24"/>
          <w:szCs w:val="24"/>
        </w:rPr>
        <w:t>12-01-2004</w:t>
      </w:r>
      <w:r w:rsidRPr="007762E6">
        <w:rPr>
          <w:sz w:val="24"/>
          <w:szCs w:val="24"/>
        </w:rPr>
        <w:t xml:space="preserve"> «Организация строительного производства»;</w:t>
      </w:r>
    </w:p>
    <w:p w:rsidR="00EF4B80" w:rsidRPr="007762E6" w:rsidRDefault="00821D6F" w:rsidP="002A335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</w:t>
      </w:r>
      <w:r w:rsidR="00EF4B80" w:rsidRPr="007762E6">
        <w:rPr>
          <w:sz w:val="24"/>
          <w:szCs w:val="24"/>
        </w:rPr>
        <w:t>иП 12-03-2001 «Безопасность труда в строительстве», часть 1 «Общие требования»;</w:t>
      </w:r>
      <w:r w:rsidR="00EF4B80" w:rsidRPr="007762E6">
        <w:rPr>
          <w:color w:val="000000"/>
          <w:sz w:val="24"/>
          <w:szCs w:val="24"/>
        </w:rPr>
        <w:t xml:space="preserve"> </w:t>
      </w:r>
    </w:p>
    <w:p w:rsidR="00EF4B80" w:rsidRPr="007762E6" w:rsidRDefault="00821D6F" w:rsidP="002A335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</w:t>
      </w:r>
      <w:r w:rsidR="00EF4B80" w:rsidRPr="007762E6">
        <w:rPr>
          <w:sz w:val="24"/>
          <w:szCs w:val="24"/>
        </w:rPr>
        <w:t>иП 12-04-2002 «Безопасность труда в строительстве», часть 2 «Строительное производство»</w:t>
      </w:r>
      <w:r w:rsidR="00EF4B80" w:rsidRPr="007762E6">
        <w:rPr>
          <w:color w:val="000000"/>
          <w:sz w:val="24"/>
          <w:szCs w:val="24"/>
        </w:rPr>
        <w:t>;</w:t>
      </w:r>
    </w:p>
    <w:p w:rsidR="00EF4B80" w:rsidRPr="007762E6" w:rsidRDefault="00EF4B80" w:rsidP="002A335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</w:t>
      </w:r>
      <w:r w:rsidR="00A16F0A" w:rsidRPr="007762E6">
        <w:rPr>
          <w:sz w:val="24"/>
          <w:szCs w:val="24"/>
        </w:rPr>
        <w:t>.</w:t>
      </w:r>
    </w:p>
    <w:p w:rsidR="00EF4B80" w:rsidRPr="007762E6" w:rsidRDefault="00EF4B80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EF4B80" w:rsidRPr="007762E6" w:rsidRDefault="00EF4B80" w:rsidP="002A335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Строительные работы выполняются в соответствии с настоящим техническим заданием </w:t>
      </w:r>
      <w:r w:rsidR="001B5EF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762E6">
        <w:rPr>
          <w:rFonts w:ascii="Times New Roman" w:hAnsi="Times New Roman" w:cs="Times New Roman"/>
          <w:sz w:val="24"/>
          <w:szCs w:val="24"/>
        </w:rPr>
        <w:t>в 2 этапа:</w:t>
      </w:r>
    </w:p>
    <w:p w:rsidR="00EF4B80" w:rsidRPr="007762E6" w:rsidRDefault="00EF4B80" w:rsidP="002A335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работы;</w:t>
      </w:r>
    </w:p>
    <w:p w:rsidR="003D3C7D" w:rsidRPr="002B6183" w:rsidRDefault="00EF4B80" w:rsidP="002B6183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</w:t>
      </w:r>
      <w:r w:rsidR="00643CE3" w:rsidRPr="00643CE3">
        <w:rPr>
          <w:sz w:val="26"/>
          <w:szCs w:val="26"/>
        </w:rPr>
        <w:t xml:space="preserve"> </w:t>
      </w:r>
      <w:r w:rsidR="00643CE3" w:rsidRPr="00643CE3">
        <w:rPr>
          <w:sz w:val="24"/>
          <w:szCs w:val="24"/>
        </w:rPr>
        <w:t>и приемосдаточные испытания в соответствии с проектом</w:t>
      </w:r>
      <w:r w:rsidRPr="007762E6">
        <w:rPr>
          <w:sz w:val="24"/>
          <w:szCs w:val="24"/>
        </w:rPr>
        <w:t>.</w:t>
      </w:r>
    </w:p>
    <w:p w:rsidR="00DA7E03" w:rsidRPr="00C57656" w:rsidRDefault="00DA7E03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 w:rsidR="00193870" w:rsidRPr="007762E6">
        <w:rPr>
          <w:b/>
          <w:sz w:val="24"/>
          <w:szCs w:val="24"/>
        </w:rPr>
        <w:t xml:space="preserve"> </w:t>
      </w:r>
      <w:r w:rsidR="004A609C">
        <w:rPr>
          <w:b/>
          <w:sz w:val="24"/>
          <w:szCs w:val="24"/>
        </w:rPr>
        <w:t>объектов</w:t>
      </w:r>
      <w:r w:rsidRPr="007762E6">
        <w:rPr>
          <w:b/>
          <w:sz w:val="24"/>
          <w:szCs w:val="24"/>
        </w:rPr>
        <w:t>:</w:t>
      </w:r>
    </w:p>
    <w:p w:rsidR="00C57656" w:rsidRPr="005830D6" w:rsidRDefault="00C57656" w:rsidP="002B6183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2B6183">
        <w:rPr>
          <w:rFonts w:ascii="Times New Roman" w:hAnsi="Times New Roman" w:cs="Times New Roman"/>
          <w:sz w:val="24"/>
          <w:szCs w:val="24"/>
        </w:rPr>
        <w:t>Категория надежности электроснабжения</w:t>
      </w:r>
      <w:r w:rsidR="005830D6">
        <w:rPr>
          <w:rFonts w:ascii="Times New Roman" w:hAnsi="Times New Roman" w:cs="Times New Roman"/>
          <w:sz w:val="24"/>
          <w:szCs w:val="24"/>
        </w:rPr>
        <w:t xml:space="preserve">: </w:t>
      </w:r>
      <w:r w:rsidRPr="002B6183">
        <w:rPr>
          <w:rFonts w:ascii="Times New Roman" w:hAnsi="Times New Roman" w:cs="Times New Roman"/>
          <w:sz w:val="24"/>
          <w:szCs w:val="24"/>
        </w:rPr>
        <w:t>III</w:t>
      </w:r>
      <w:r w:rsidR="005830D6">
        <w:rPr>
          <w:rFonts w:ascii="Times New Roman" w:hAnsi="Times New Roman" w:cs="Times New Roman"/>
          <w:sz w:val="24"/>
          <w:szCs w:val="24"/>
        </w:rPr>
        <w:t xml:space="preserve"> </w:t>
      </w:r>
      <w:r w:rsidR="005830D6" w:rsidRPr="005830D6">
        <w:rPr>
          <w:rFonts w:ascii="Times New Roman" w:hAnsi="Times New Roman" w:cs="Times New Roman"/>
          <w:sz w:val="24"/>
          <w:szCs w:val="24"/>
        </w:rPr>
        <w:t>(</w:t>
      </w:r>
      <w:r w:rsidR="005830D6">
        <w:rPr>
          <w:rFonts w:ascii="Times New Roman" w:hAnsi="Times New Roman" w:cs="Times New Roman"/>
          <w:sz w:val="24"/>
          <w:szCs w:val="24"/>
        </w:rPr>
        <w:t>третья)</w:t>
      </w:r>
    </w:p>
    <w:p w:rsidR="00C57656" w:rsidRDefault="00935B5C" w:rsidP="002B6183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2B6183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="00165129">
        <w:rPr>
          <w:rFonts w:ascii="Times New Roman" w:hAnsi="Times New Roman" w:cs="Times New Roman"/>
          <w:sz w:val="24"/>
          <w:szCs w:val="24"/>
        </w:rPr>
        <w:t xml:space="preserve">напряжения – </w:t>
      </w:r>
      <w:r w:rsidR="00BE6233">
        <w:rPr>
          <w:rFonts w:ascii="Times New Roman" w:hAnsi="Times New Roman" w:cs="Times New Roman"/>
          <w:sz w:val="24"/>
          <w:szCs w:val="24"/>
        </w:rPr>
        <w:t>0,4</w:t>
      </w:r>
      <w:r w:rsidR="004D0B6F">
        <w:rPr>
          <w:rFonts w:ascii="Times New Roman" w:hAnsi="Times New Roman" w:cs="Times New Roman"/>
          <w:sz w:val="24"/>
          <w:szCs w:val="24"/>
        </w:rPr>
        <w:t xml:space="preserve"> </w:t>
      </w:r>
      <w:r w:rsidR="000F7144">
        <w:rPr>
          <w:rFonts w:ascii="Times New Roman" w:hAnsi="Times New Roman" w:cs="Times New Roman"/>
          <w:sz w:val="24"/>
          <w:szCs w:val="24"/>
        </w:rPr>
        <w:t>к</w:t>
      </w:r>
      <w:r w:rsidR="00C57656" w:rsidRPr="002B6183">
        <w:rPr>
          <w:rFonts w:ascii="Times New Roman" w:hAnsi="Times New Roman" w:cs="Times New Roman"/>
          <w:sz w:val="24"/>
          <w:szCs w:val="24"/>
        </w:rPr>
        <w:t>В</w:t>
      </w:r>
    </w:p>
    <w:p w:rsidR="00E32279" w:rsidRPr="002B6183" w:rsidRDefault="00E32279" w:rsidP="002B6183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7949"/>
        <w:gridCol w:w="1406"/>
      </w:tblGrid>
      <w:tr w:rsidR="000F7144" w:rsidRPr="003304AE" w:rsidTr="000D7A46">
        <w:trPr>
          <w:trHeight w:val="699"/>
        </w:trPr>
        <w:tc>
          <w:tcPr>
            <w:tcW w:w="959" w:type="dxa"/>
            <w:vAlign w:val="center"/>
          </w:tcPr>
          <w:p w:rsidR="000F7144" w:rsidRPr="003304AE" w:rsidRDefault="000F7144" w:rsidP="003659D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F7144" w:rsidRPr="003304AE" w:rsidRDefault="000F7144" w:rsidP="003659D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49" w:type="dxa"/>
            <w:vAlign w:val="center"/>
          </w:tcPr>
          <w:p w:rsidR="000F7144" w:rsidRPr="003304AE" w:rsidRDefault="000F7144" w:rsidP="000D7A4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406" w:type="dxa"/>
            <w:vAlign w:val="center"/>
          </w:tcPr>
          <w:p w:rsidR="000F7144" w:rsidRPr="003304AE" w:rsidRDefault="000F7144" w:rsidP="000D7A4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0F7144" w:rsidRPr="003304AE" w:rsidRDefault="000F7144" w:rsidP="000D7A4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</w:tr>
      <w:tr w:rsidR="000F7144" w:rsidRPr="003304AE" w:rsidTr="000D7A46">
        <w:trPr>
          <w:trHeight w:val="340"/>
        </w:trPr>
        <w:tc>
          <w:tcPr>
            <w:tcW w:w="10314" w:type="dxa"/>
            <w:gridSpan w:val="3"/>
            <w:vAlign w:val="center"/>
          </w:tcPr>
          <w:p w:rsidR="000F7144" w:rsidRPr="003304AE" w:rsidRDefault="000F7144" w:rsidP="000D7A4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Объем работ:</w:t>
            </w:r>
          </w:p>
        </w:tc>
      </w:tr>
      <w:tr w:rsidR="000F7144" w:rsidRPr="003304AE" w:rsidTr="000D7A46">
        <w:trPr>
          <w:trHeight w:val="200"/>
        </w:trPr>
        <w:tc>
          <w:tcPr>
            <w:tcW w:w="959" w:type="dxa"/>
            <w:vAlign w:val="center"/>
          </w:tcPr>
          <w:p w:rsidR="000F7144" w:rsidRPr="003304AE" w:rsidRDefault="000F7144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851793" w:rsidRDefault="000F7144" w:rsidP="007E55B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существующего </w:t>
            </w:r>
            <w:r w:rsidR="008B5F6C">
              <w:rPr>
                <w:rFonts w:ascii="Times New Roman" w:hAnsi="Times New Roman" w:cs="Times New Roman"/>
                <w:sz w:val="24"/>
                <w:szCs w:val="24"/>
              </w:rPr>
              <w:t>провода А</w:t>
            </w:r>
            <w:r w:rsidR="007E55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F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55B1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="007E55B1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gramEnd"/>
            <w:r w:rsidR="007E55B1">
              <w:rPr>
                <w:rFonts w:ascii="Times New Roman" w:hAnsi="Times New Roman" w:cs="Times New Roman"/>
                <w:sz w:val="24"/>
                <w:szCs w:val="24"/>
              </w:rPr>
              <w:t>. опор</w:t>
            </w:r>
          </w:p>
        </w:tc>
        <w:tc>
          <w:tcPr>
            <w:tcW w:w="1406" w:type="dxa"/>
            <w:vAlign w:val="center"/>
          </w:tcPr>
          <w:p w:rsidR="00851793" w:rsidRDefault="007E55B1" w:rsidP="0085179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1,050</w:t>
            </w:r>
            <w:r w:rsidR="00851793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7E55B1" w:rsidRPr="003304AE" w:rsidTr="000D7A46">
        <w:trPr>
          <w:trHeight w:val="200"/>
        </w:trPr>
        <w:tc>
          <w:tcPr>
            <w:tcW w:w="959" w:type="dxa"/>
            <w:vAlign w:val="center"/>
          </w:tcPr>
          <w:p w:rsidR="007E55B1" w:rsidRPr="003304AE" w:rsidRDefault="007E55B1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7E55B1" w:rsidRDefault="007E55B1" w:rsidP="007E55B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существующего провода А35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опор</w:t>
            </w:r>
          </w:p>
        </w:tc>
        <w:tc>
          <w:tcPr>
            <w:tcW w:w="1406" w:type="dxa"/>
            <w:vAlign w:val="center"/>
          </w:tcPr>
          <w:p w:rsidR="007E55B1" w:rsidRDefault="007E55B1" w:rsidP="007E55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0,680 км</w:t>
            </w:r>
          </w:p>
        </w:tc>
      </w:tr>
      <w:tr w:rsidR="007E55B1" w:rsidRPr="003304AE" w:rsidTr="000D7A46">
        <w:trPr>
          <w:trHeight w:val="200"/>
        </w:trPr>
        <w:tc>
          <w:tcPr>
            <w:tcW w:w="959" w:type="dxa"/>
            <w:vAlign w:val="center"/>
          </w:tcPr>
          <w:p w:rsidR="007E55B1" w:rsidRPr="003304AE" w:rsidRDefault="007E55B1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7E55B1" w:rsidRDefault="007E55B1" w:rsidP="007E55B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существующего провода А35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опор</w:t>
            </w:r>
          </w:p>
        </w:tc>
        <w:tc>
          <w:tcPr>
            <w:tcW w:w="1406" w:type="dxa"/>
            <w:vAlign w:val="center"/>
          </w:tcPr>
          <w:p w:rsidR="007E55B1" w:rsidRDefault="007E55B1" w:rsidP="007E55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0,120 км</w:t>
            </w:r>
          </w:p>
        </w:tc>
      </w:tr>
      <w:tr w:rsidR="007E55B1" w:rsidRPr="003304AE" w:rsidTr="000D7A46">
        <w:trPr>
          <w:trHeight w:val="200"/>
        </w:trPr>
        <w:tc>
          <w:tcPr>
            <w:tcW w:w="959" w:type="dxa"/>
            <w:vAlign w:val="center"/>
          </w:tcPr>
          <w:p w:rsidR="007E55B1" w:rsidRPr="003304AE" w:rsidRDefault="007E55B1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7E55B1" w:rsidRDefault="007E55B1" w:rsidP="007E55B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металлоконструкций со светильниками с существующих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опор (на 2 светильника)</w:t>
            </w:r>
          </w:p>
          <w:p w:rsidR="007E55B1" w:rsidRDefault="007E55B1" w:rsidP="007E55B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1 светильник)</w:t>
            </w:r>
          </w:p>
        </w:tc>
        <w:tc>
          <w:tcPr>
            <w:tcW w:w="1406" w:type="dxa"/>
            <w:vAlign w:val="center"/>
          </w:tcPr>
          <w:p w:rsidR="007E55B1" w:rsidRDefault="007E55B1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5B1" w:rsidRDefault="007E55B1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  <w:p w:rsidR="007E55B1" w:rsidRDefault="007E55B1" w:rsidP="007E55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7E55B1" w:rsidRPr="003304AE" w:rsidTr="000D7A46">
        <w:trPr>
          <w:trHeight w:val="200"/>
        </w:trPr>
        <w:tc>
          <w:tcPr>
            <w:tcW w:w="959" w:type="dxa"/>
            <w:vAlign w:val="center"/>
          </w:tcPr>
          <w:p w:rsidR="007E55B1" w:rsidRPr="003304AE" w:rsidRDefault="007E55B1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7E55B1" w:rsidRDefault="007E55B1" w:rsidP="00AD709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опоры </w:t>
            </w:r>
            <w:r w:rsidR="00AD709A">
              <w:rPr>
                <w:rFonts w:ascii="Times New Roman" w:hAnsi="Times New Roman" w:cs="Times New Roman"/>
                <w:sz w:val="24"/>
                <w:szCs w:val="24"/>
              </w:rPr>
              <w:t>с приставками</w:t>
            </w:r>
          </w:p>
        </w:tc>
        <w:tc>
          <w:tcPr>
            <w:tcW w:w="1406" w:type="dxa"/>
            <w:vAlign w:val="center"/>
          </w:tcPr>
          <w:p w:rsidR="007E55B1" w:rsidRDefault="007E55B1" w:rsidP="0085179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AD709A" w:rsidRPr="003304AE" w:rsidTr="000D7A46">
        <w:trPr>
          <w:trHeight w:val="200"/>
        </w:trPr>
        <w:tc>
          <w:tcPr>
            <w:tcW w:w="959" w:type="dxa"/>
            <w:vAlign w:val="center"/>
          </w:tcPr>
          <w:p w:rsidR="00AD709A" w:rsidRPr="003304AE" w:rsidRDefault="00AD709A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AD709A" w:rsidRDefault="00AD709A" w:rsidP="00AD709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опоры одностоечной</w:t>
            </w:r>
          </w:p>
        </w:tc>
        <w:tc>
          <w:tcPr>
            <w:tcW w:w="1406" w:type="dxa"/>
            <w:vAlign w:val="center"/>
          </w:tcPr>
          <w:p w:rsidR="00AD709A" w:rsidRDefault="00AD709A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AD709A" w:rsidRPr="003304AE" w:rsidTr="000D7A46">
        <w:trPr>
          <w:trHeight w:val="200"/>
        </w:trPr>
        <w:tc>
          <w:tcPr>
            <w:tcW w:w="959" w:type="dxa"/>
            <w:vAlign w:val="center"/>
          </w:tcPr>
          <w:p w:rsidR="00AD709A" w:rsidRPr="003304AE" w:rsidRDefault="00AD709A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AD709A" w:rsidRDefault="00AD709A" w:rsidP="00AD709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деревянной опоры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приставками</w:t>
            </w:r>
          </w:p>
        </w:tc>
        <w:tc>
          <w:tcPr>
            <w:tcW w:w="1406" w:type="dxa"/>
            <w:vAlign w:val="center"/>
          </w:tcPr>
          <w:p w:rsidR="00AD709A" w:rsidRDefault="00AD709A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2B7022" w:rsidRPr="003304AE" w:rsidTr="000D7A46">
        <w:trPr>
          <w:trHeight w:val="200"/>
        </w:trPr>
        <w:tc>
          <w:tcPr>
            <w:tcW w:w="959" w:type="dxa"/>
            <w:vAlign w:val="center"/>
          </w:tcPr>
          <w:p w:rsidR="002B7022" w:rsidRPr="003304AE" w:rsidRDefault="002B7022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2B7022" w:rsidRDefault="002B7022" w:rsidP="002B702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трансформатора ТМГ 180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1406" w:type="dxa"/>
            <w:vAlign w:val="center"/>
          </w:tcPr>
          <w:p w:rsidR="002B7022" w:rsidRDefault="002B7022" w:rsidP="002B702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6D1B" w:rsidRPr="003304AE" w:rsidTr="000D7A46">
        <w:trPr>
          <w:trHeight w:val="200"/>
        </w:trPr>
        <w:tc>
          <w:tcPr>
            <w:tcW w:w="959" w:type="dxa"/>
            <w:vAlign w:val="center"/>
          </w:tcPr>
          <w:p w:rsidR="00456D1B" w:rsidRPr="003304AE" w:rsidRDefault="00456D1B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456D1B" w:rsidRDefault="00456D1B" w:rsidP="00456D1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существующего кабеля АВВГ4х185 (ошиновка ввода 0,4кВ)</w:t>
            </w:r>
          </w:p>
        </w:tc>
        <w:tc>
          <w:tcPr>
            <w:tcW w:w="1406" w:type="dxa"/>
            <w:vAlign w:val="center"/>
          </w:tcPr>
          <w:p w:rsidR="00456D1B" w:rsidRDefault="00456D1B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</w:t>
            </w:r>
          </w:p>
        </w:tc>
      </w:tr>
      <w:tr w:rsidR="00456D1B" w:rsidRPr="003304AE" w:rsidTr="000D7A46">
        <w:trPr>
          <w:trHeight w:val="200"/>
        </w:trPr>
        <w:tc>
          <w:tcPr>
            <w:tcW w:w="959" w:type="dxa"/>
            <w:vAlign w:val="center"/>
          </w:tcPr>
          <w:p w:rsidR="00456D1B" w:rsidRPr="003304AE" w:rsidRDefault="00456D1B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456D1B" w:rsidRDefault="00456D1B" w:rsidP="00456D1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существующего провода А25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опоре</w:t>
            </w:r>
          </w:p>
        </w:tc>
        <w:tc>
          <w:tcPr>
            <w:tcW w:w="1406" w:type="dxa"/>
            <w:vAlign w:val="center"/>
          </w:tcPr>
          <w:p w:rsidR="00456D1B" w:rsidRDefault="00456D1B" w:rsidP="00456D1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0,430 км</w:t>
            </w:r>
          </w:p>
        </w:tc>
      </w:tr>
      <w:tr w:rsidR="00456D1B" w:rsidRPr="003304AE" w:rsidTr="000D7A46">
        <w:trPr>
          <w:trHeight w:val="200"/>
        </w:trPr>
        <w:tc>
          <w:tcPr>
            <w:tcW w:w="959" w:type="dxa"/>
            <w:vAlign w:val="center"/>
          </w:tcPr>
          <w:p w:rsidR="00456D1B" w:rsidRPr="003304AE" w:rsidRDefault="00456D1B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456D1B" w:rsidRDefault="0027525C" w:rsidP="00456D1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опор всего,</w:t>
            </w:r>
          </w:p>
          <w:p w:rsidR="0027525C" w:rsidRDefault="0027525C" w:rsidP="0027525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- переходной повышенной опоры А24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105-3,5) ПТ45</w:t>
            </w:r>
          </w:p>
          <w:p w:rsidR="0027525C" w:rsidRDefault="0027525C" w:rsidP="0027525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 промежуточных П12 (СВ110-3,5)</w:t>
            </w:r>
          </w:p>
          <w:p w:rsidR="0027525C" w:rsidRDefault="0027525C" w:rsidP="0027525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 концевых одностоечных А12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105-5)</w:t>
            </w:r>
          </w:p>
        </w:tc>
        <w:tc>
          <w:tcPr>
            <w:tcW w:w="1406" w:type="dxa"/>
            <w:vAlign w:val="center"/>
          </w:tcPr>
          <w:p w:rsidR="00456D1B" w:rsidRDefault="0027525C" w:rsidP="00456D1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шт.</w:t>
            </w:r>
          </w:p>
          <w:p w:rsidR="0027525C" w:rsidRDefault="0027525C" w:rsidP="00456D1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  <w:p w:rsidR="0027525C" w:rsidRDefault="0027525C" w:rsidP="00456D1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  <w:p w:rsidR="0027525C" w:rsidRDefault="0027525C" w:rsidP="00456D1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27525C" w:rsidRPr="003304AE" w:rsidTr="000D7A46">
        <w:trPr>
          <w:trHeight w:val="200"/>
        </w:trPr>
        <w:tc>
          <w:tcPr>
            <w:tcW w:w="959" w:type="dxa"/>
            <w:vAlign w:val="center"/>
          </w:tcPr>
          <w:p w:rsidR="0027525C" w:rsidRPr="003304AE" w:rsidRDefault="0027525C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27525C" w:rsidRDefault="0027525C" w:rsidP="00456D1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ж.б. приставки к существующей опоре ВЛ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,4кВ №3/1</w:t>
            </w:r>
          </w:p>
        </w:tc>
        <w:tc>
          <w:tcPr>
            <w:tcW w:w="1406" w:type="dxa"/>
            <w:vAlign w:val="center"/>
          </w:tcPr>
          <w:p w:rsidR="0027525C" w:rsidRDefault="0027525C" w:rsidP="00456D1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27525C" w:rsidRPr="003304AE" w:rsidTr="000D7A46">
        <w:trPr>
          <w:trHeight w:val="200"/>
        </w:trPr>
        <w:tc>
          <w:tcPr>
            <w:tcW w:w="959" w:type="dxa"/>
            <w:vAlign w:val="center"/>
          </w:tcPr>
          <w:p w:rsidR="0027525C" w:rsidRPr="003304AE" w:rsidRDefault="0027525C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27525C" w:rsidRDefault="0027525C" w:rsidP="00456D1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провода СИП-2 3х35+1х50 всего,</w:t>
            </w:r>
          </w:p>
          <w:p w:rsidR="0027525C" w:rsidRDefault="0027525C" w:rsidP="00456D1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– по опорам</w:t>
            </w:r>
          </w:p>
          <w:p w:rsidR="0027525C" w:rsidRDefault="0027525C" w:rsidP="00456D1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 по ЗТП 54 (в ПВХ трубе)</w:t>
            </w:r>
          </w:p>
        </w:tc>
        <w:tc>
          <w:tcPr>
            <w:tcW w:w="1406" w:type="dxa"/>
            <w:vAlign w:val="center"/>
          </w:tcPr>
          <w:p w:rsidR="0027525C" w:rsidRDefault="0027525C" w:rsidP="00456D1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 м</w:t>
            </w:r>
          </w:p>
          <w:p w:rsidR="0027525C" w:rsidRDefault="0027525C" w:rsidP="00456D1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м</w:t>
            </w:r>
          </w:p>
          <w:p w:rsidR="0027525C" w:rsidRDefault="0027525C" w:rsidP="0027525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20м (12м) </w:t>
            </w:r>
          </w:p>
        </w:tc>
      </w:tr>
      <w:tr w:rsidR="0027525C" w:rsidRPr="003304AE" w:rsidTr="00C43A9A">
        <w:trPr>
          <w:trHeight w:val="200"/>
        </w:trPr>
        <w:tc>
          <w:tcPr>
            <w:tcW w:w="959" w:type="dxa"/>
            <w:vAlign w:val="center"/>
          </w:tcPr>
          <w:p w:rsidR="0027525C" w:rsidRPr="003304AE" w:rsidRDefault="0027525C" w:rsidP="00017AF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7525C" w:rsidRPr="003304AE" w:rsidRDefault="0027525C" w:rsidP="00017AF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49" w:type="dxa"/>
            <w:vAlign w:val="center"/>
          </w:tcPr>
          <w:p w:rsidR="0027525C" w:rsidRPr="003304AE" w:rsidRDefault="0027525C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406" w:type="dxa"/>
            <w:vAlign w:val="center"/>
          </w:tcPr>
          <w:p w:rsidR="0027525C" w:rsidRPr="003304AE" w:rsidRDefault="0027525C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27525C" w:rsidRPr="003304AE" w:rsidRDefault="0027525C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</w:tr>
      <w:tr w:rsidR="0027525C" w:rsidRPr="003304AE" w:rsidTr="000D7A46">
        <w:trPr>
          <w:trHeight w:val="200"/>
        </w:trPr>
        <w:tc>
          <w:tcPr>
            <w:tcW w:w="959" w:type="dxa"/>
            <w:vAlign w:val="center"/>
          </w:tcPr>
          <w:p w:rsidR="0027525C" w:rsidRPr="003304AE" w:rsidRDefault="0027525C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27525C" w:rsidRDefault="0027525C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провода СИП-2 3х50+1х70 всего,</w:t>
            </w:r>
          </w:p>
          <w:p w:rsidR="0027525C" w:rsidRDefault="0027525C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– по опорам</w:t>
            </w:r>
          </w:p>
          <w:p w:rsidR="0027525C" w:rsidRDefault="0027525C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- по ЗТП 54 (в ПВХ трубе)</w:t>
            </w:r>
          </w:p>
        </w:tc>
        <w:tc>
          <w:tcPr>
            <w:tcW w:w="1406" w:type="dxa"/>
            <w:vAlign w:val="center"/>
          </w:tcPr>
          <w:p w:rsidR="0027525C" w:rsidRDefault="0027525C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 м</w:t>
            </w:r>
          </w:p>
          <w:p w:rsidR="0027525C" w:rsidRDefault="0027525C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м</w:t>
            </w:r>
          </w:p>
          <w:p w:rsidR="0027525C" w:rsidRDefault="0027525C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20м (12м) </w:t>
            </w:r>
          </w:p>
        </w:tc>
      </w:tr>
      <w:tr w:rsidR="00FD4FE8" w:rsidRPr="003304AE" w:rsidTr="000D7A46">
        <w:trPr>
          <w:trHeight w:val="200"/>
        </w:trPr>
        <w:tc>
          <w:tcPr>
            <w:tcW w:w="959" w:type="dxa"/>
            <w:vAlign w:val="center"/>
          </w:tcPr>
          <w:p w:rsidR="00FD4FE8" w:rsidRPr="003304AE" w:rsidRDefault="00FD4FE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FD4FE8" w:rsidRDefault="00FD4FE8" w:rsidP="00017AF7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металлоконструкций со светильниками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опоры</w:t>
            </w:r>
          </w:p>
          <w:p w:rsidR="00FD4FE8" w:rsidRDefault="001876B5" w:rsidP="00017AF7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</w:t>
            </w:r>
            <w:r w:rsidR="00FD4FE8">
              <w:rPr>
                <w:rFonts w:ascii="Times New Roman" w:hAnsi="Times New Roman" w:cs="Times New Roman"/>
                <w:sz w:val="24"/>
                <w:szCs w:val="24"/>
              </w:rPr>
              <w:t xml:space="preserve"> 2 светильника</w:t>
            </w:r>
          </w:p>
          <w:p w:rsidR="00FD4FE8" w:rsidRDefault="001876B5" w:rsidP="001876B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</w:t>
            </w:r>
            <w:r w:rsidR="00FD4FE8">
              <w:rPr>
                <w:rFonts w:ascii="Times New Roman" w:hAnsi="Times New Roman" w:cs="Times New Roman"/>
                <w:sz w:val="24"/>
                <w:szCs w:val="24"/>
              </w:rPr>
              <w:t xml:space="preserve"> 1 светильник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06" w:type="dxa"/>
            <w:vAlign w:val="center"/>
          </w:tcPr>
          <w:p w:rsidR="00FD4FE8" w:rsidRDefault="00FD4FE8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FE8" w:rsidRDefault="00FD4FE8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  <w:p w:rsidR="00FD4FE8" w:rsidRDefault="001876B5" w:rsidP="001876B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D4FE8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FD4FE8" w:rsidRPr="003304AE" w:rsidTr="000D7A46">
        <w:trPr>
          <w:trHeight w:val="200"/>
        </w:trPr>
        <w:tc>
          <w:tcPr>
            <w:tcW w:w="959" w:type="dxa"/>
            <w:vAlign w:val="center"/>
          </w:tcPr>
          <w:p w:rsidR="00FD4FE8" w:rsidRPr="003304AE" w:rsidRDefault="00FD4FE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FD4FE8" w:rsidRDefault="00FD4FE8" w:rsidP="001876B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металлоконструкций </w:t>
            </w:r>
            <w:r w:rsidR="001876B5">
              <w:rPr>
                <w:rFonts w:ascii="Times New Roman" w:hAnsi="Times New Roman" w:cs="Times New Roman"/>
                <w:sz w:val="24"/>
                <w:szCs w:val="24"/>
              </w:rPr>
              <w:t xml:space="preserve">и провода СИП-2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существующ</w:t>
            </w:r>
            <w:r w:rsidR="001876B5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опор</w:t>
            </w:r>
            <w:r w:rsidR="001876B5">
              <w:rPr>
                <w:rFonts w:ascii="Times New Roman" w:hAnsi="Times New Roman" w:cs="Times New Roman"/>
                <w:sz w:val="24"/>
                <w:szCs w:val="24"/>
              </w:rPr>
              <w:t>е 6 кВ №В-3</w:t>
            </w:r>
          </w:p>
        </w:tc>
        <w:tc>
          <w:tcPr>
            <w:tcW w:w="1406" w:type="dxa"/>
            <w:vAlign w:val="center"/>
          </w:tcPr>
          <w:p w:rsidR="00FD4FE8" w:rsidRDefault="001876B5" w:rsidP="001876B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4FE8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876B5" w:rsidRPr="003304AE" w:rsidTr="000D7A46">
        <w:trPr>
          <w:trHeight w:val="200"/>
        </w:trPr>
        <w:tc>
          <w:tcPr>
            <w:tcW w:w="959" w:type="dxa"/>
            <w:vAlign w:val="center"/>
          </w:tcPr>
          <w:p w:rsidR="001876B5" w:rsidRPr="003304AE" w:rsidRDefault="001876B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1876B5" w:rsidRDefault="001876B5" w:rsidP="001876B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заземления опор 0,4кВ с сопротивлением 30 Ом:</w:t>
            </w:r>
          </w:p>
          <w:p w:rsidR="001876B5" w:rsidRPr="003304AE" w:rsidRDefault="001876B5" w:rsidP="001876B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сталь круглая Д10мм 2шт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10м</w:t>
            </w:r>
          </w:p>
        </w:tc>
        <w:tc>
          <w:tcPr>
            <w:tcW w:w="1406" w:type="dxa"/>
            <w:vAlign w:val="center"/>
          </w:tcPr>
          <w:p w:rsidR="001876B5" w:rsidRPr="003304AE" w:rsidRDefault="001876B5" w:rsidP="001876B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876B5" w:rsidRPr="003304AE" w:rsidTr="000D7A46">
        <w:trPr>
          <w:trHeight w:val="200"/>
        </w:trPr>
        <w:tc>
          <w:tcPr>
            <w:tcW w:w="959" w:type="dxa"/>
            <w:vAlign w:val="center"/>
          </w:tcPr>
          <w:p w:rsidR="001876B5" w:rsidRPr="003304AE" w:rsidRDefault="001876B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1876B5" w:rsidRDefault="001876B5" w:rsidP="001876B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трансформатора ТМГСУ 250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1406" w:type="dxa"/>
            <w:vAlign w:val="center"/>
          </w:tcPr>
          <w:p w:rsidR="001876B5" w:rsidRDefault="001876B5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6F8C" w:rsidRPr="003304AE" w:rsidTr="000D7A46">
        <w:trPr>
          <w:trHeight w:val="200"/>
        </w:trPr>
        <w:tc>
          <w:tcPr>
            <w:tcW w:w="959" w:type="dxa"/>
            <w:vAlign w:val="center"/>
          </w:tcPr>
          <w:p w:rsidR="00046F8C" w:rsidRPr="003304AE" w:rsidRDefault="00046F8C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46F8C" w:rsidRDefault="00046F8C" w:rsidP="00046F8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кабеля ВВГ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(1х185) (ошиновка ввода 0,4кВ)</w:t>
            </w:r>
          </w:p>
        </w:tc>
        <w:tc>
          <w:tcPr>
            <w:tcW w:w="1406" w:type="dxa"/>
            <w:vAlign w:val="center"/>
          </w:tcPr>
          <w:p w:rsidR="00046F8C" w:rsidRDefault="00046F8C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</w:t>
            </w:r>
          </w:p>
        </w:tc>
      </w:tr>
      <w:tr w:rsidR="00046F8C" w:rsidRPr="003304AE" w:rsidTr="000D7A46">
        <w:trPr>
          <w:trHeight w:val="200"/>
        </w:trPr>
        <w:tc>
          <w:tcPr>
            <w:tcW w:w="959" w:type="dxa"/>
            <w:vAlign w:val="center"/>
          </w:tcPr>
          <w:p w:rsidR="00046F8C" w:rsidRPr="003304AE" w:rsidRDefault="00046F8C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46F8C" w:rsidRDefault="00046F8C" w:rsidP="005F2D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пересечения с автодорогой</w:t>
            </w:r>
          </w:p>
        </w:tc>
        <w:tc>
          <w:tcPr>
            <w:tcW w:w="1406" w:type="dxa"/>
            <w:vAlign w:val="center"/>
          </w:tcPr>
          <w:p w:rsidR="00046F8C" w:rsidRDefault="00046F8C" w:rsidP="00046F8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046F8C" w:rsidRPr="003304AE" w:rsidTr="000D7A46">
        <w:trPr>
          <w:trHeight w:val="200"/>
        </w:trPr>
        <w:tc>
          <w:tcPr>
            <w:tcW w:w="10314" w:type="dxa"/>
            <w:gridSpan w:val="3"/>
            <w:vAlign w:val="center"/>
          </w:tcPr>
          <w:p w:rsidR="00046F8C" w:rsidRPr="003354D7" w:rsidRDefault="00046F8C" w:rsidP="000D7A46">
            <w:pPr>
              <w:pStyle w:val="ac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Оборудование, материалы:</w:t>
            </w:r>
          </w:p>
        </w:tc>
      </w:tr>
      <w:tr w:rsidR="00EF5804" w:rsidRPr="003304AE" w:rsidTr="000D7A46">
        <w:trPr>
          <w:trHeight w:val="200"/>
        </w:trPr>
        <w:tc>
          <w:tcPr>
            <w:tcW w:w="959" w:type="dxa"/>
            <w:vAlign w:val="center"/>
          </w:tcPr>
          <w:p w:rsidR="00EF5804" w:rsidRPr="003304AE" w:rsidRDefault="00EF5804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F5804" w:rsidRDefault="00EF5804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Железобетонные изделия</w:t>
            </w:r>
          </w:p>
        </w:tc>
        <w:tc>
          <w:tcPr>
            <w:tcW w:w="1406" w:type="dxa"/>
            <w:vAlign w:val="center"/>
          </w:tcPr>
          <w:p w:rsidR="00EF5804" w:rsidRDefault="00EF5804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2,09 м³</w:t>
            </w:r>
          </w:p>
        </w:tc>
      </w:tr>
      <w:tr w:rsidR="00EF5804" w:rsidRPr="003304AE" w:rsidTr="000D7A46">
        <w:trPr>
          <w:trHeight w:val="200"/>
        </w:trPr>
        <w:tc>
          <w:tcPr>
            <w:tcW w:w="959" w:type="dxa"/>
            <w:vAlign w:val="center"/>
          </w:tcPr>
          <w:p w:rsidR="00EF5804" w:rsidRPr="003304AE" w:rsidRDefault="00EF5804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F5804" w:rsidRDefault="00EF5804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Металлоконструкции</w:t>
            </w:r>
          </w:p>
        </w:tc>
        <w:tc>
          <w:tcPr>
            <w:tcW w:w="1406" w:type="dxa"/>
            <w:vAlign w:val="center"/>
          </w:tcPr>
          <w:p w:rsidR="00EF5804" w:rsidRDefault="00EF5804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104,9 кг</w:t>
            </w:r>
          </w:p>
        </w:tc>
      </w:tr>
      <w:tr w:rsidR="00EF5804" w:rsidRPr="003304AE" w:rsidTr="000D7A46">
        <w:trPr>
          <w:trHeight w:val="200"/>
        </w:trPr>
        <w:tc>
          <w:tcPr>
            <w:tcW w:w="959" w:type="dxa"/>
            <w:vAlign w:val="center"/>
          </w:tcPr>
          <w:p w:rsidR="00EF5804" w:rsidRPr="003304AE" w:rsidRDefault="00EF5804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F5804" w:rsidRDefault="00EF5804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 самонесущий СИП-2 3х35+1х50</w:t>
            </w:r>
          </w:p>
        </w:tc>
        <w:tc>
          <w:tcPr>
            <w:tcW w:w="1406" w:type="dxa"/>
            <w:vAlign w:val="center"/>
          </w:tcPr>
          <w:p w:rsidR="00EF5804" w:rsidRDefault="00EF5804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 м</w:t>
            </w:r>
          </w:p>
        </w:tc>
      </w:tr>
      <w:tr w:rsidR="00EF5804" w:rsidRPr="003304AE" w:rsidTr="000D7A46">
        <w:trPr>
          <w:trHeight w:val="200"/>
        </w:trPr>
        <w:tc>
          <w:tcPr>
            <w:tcW w:w="959" w:type="dxa"/>
            <w:vAlign w:val="center"/>
          </w:tcPr>
          <w:p w:rsidR="00EF5804" w:rsidRPr="003304AE" w:rsidRDefault="00EF5804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F5804" w:rsidRDefault="00EF5804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 самонесущий СИП-2 3х50+1х70</w:t>
            </w:r>
          </w:p>
        </w:tc>
        <w:tc>
          <w:tcPr>
            <w:tcW w:w="1406" w:type="dxa"/>
            <w:vAlign w:val="center"/>
          </w:tcPr>
          <w:p w:rsidR="00EF5804" w:rsidRDefault="00EF5804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 м</w:t>
            </w:r>
          </w:p>
        </w:tc>
      </w:tr>
      <w:tr w:rsidR="00EF5804" w:rsidRPr="003304AE" w:rsidTr="000D7A46">
        <w:trPr>
          <w:trHeight w:val="200"/>
        </w:trPr>
        <w:tc>
          <w:tcPr>
            <w:tcW w:w="959" w:type="dxa"/>
            <w:vAlign w:val="center"/>
          </w:tcPr>
          <w:p w:rsidR="00EF5804" w:rsidRPr="003304AE" w:rsidRDefault="00EF5804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F5804" w:rsidRDefault="00EF5804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 самонесущий СИП-2 2х25</w:t>
            </w:r>
          </w:p>
        </w:tc>
        <w:tc>
          <w:tcPr>
            <w:tcW w:w="1406" w:type="dxa"/>
            <w:vAlign w:val="center"/>
          </w:tcPr>
          <w:p w:rsidR="00EF5804" w:rsidRDefault="00EF5804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 м</w:t>
            </w:r>
          </w:p>
        </w:tc>
      </w:tr>
      <w:tr w:rsidR="00EF5804" w:rsidRPr="003304AE" w:rsidTr="000D7A46">
        <w:trPr>
          <w:trHeight w:val="200"/>
        </w:trPr>
        <w:tc>
          <w:tcPr>
            <w:tcW w:w="959" w:type="dxa"/>
            <w:vAlign w:val="center"/>
          </w:tcPr>
          <w:p w:rsidR="00EF5804" w:rsidRPr="003304AE" w:rsidRDefault="00EF5804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F5804" w:rsidRDefault="00EF5804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Стяжной хомут</w:t>
            </w:r>
          </w:p>
        </w:tc>
        <w:tc>
          <w:tcPr>
            <w:tcW w:w="1406" w:type="dxa"/>
            <w:vAlign w:val="center"/>
          </w:tcPr>
          <w:p w:rsidR="00EF5804" w:rsidRDefault="00EF5804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шт.</w:t>
            </w:r>
          </w:p>
        </w:tc>
      </w:tr>
      <w:tr w:rsidR="00EF5804" w:rsidRPr="003304AE" w:rsidTr="000D7A46">
        <w:trPr>
          <w:trHeight w:val="200"/>
        </w:trPr>
        <w:tc>
          <w:tcPr>
            <w:tcW w:w="959" w:type="dxa"/>
            <w:vAlign w:val="center"/>
          </w:tcPr>
          <w:p w:rsidR="00EF5804" w:rsidRPr="003304AE" w:rsidRDefault="00EF5804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F5804" w:rsidRPr="00EF5804" w:rsidRDefault="00EF5804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F5804">
              <w:rPr>
                <w:rFonts w:ascii="Times New Roman" w:hAnsi="Times New Roman" w:cs="Times New Roman"/>
                <w:sz w:val="24"/>
                <w:szCs w:val="24"/>
              </w:rPr>
              <w:t>Анкерный кронштейн для крепления одного или двух анкерных</w:t>
            </w:r>
          </w:p>
          <w:p w:rsidR="00EF5804" w:rsidRDefault="00EF5804" w:rsidP="00EF5804">
            <w:pPr>
              <w:pStyle w:val="ac"/>
            </w:pPr>
            <w:r w:rsidRPr="00EF5804">
              <w:rPr>
                <w:rFonts w:ascii="Times New Roman" w:hAnsi="Times New Roman" w:cs="Times New Roman"/>
                <w:sz w:val="24"/>
                <w:szCs w:val="24"/>
              </w:rPr>
              <w:t xml:space="preserve">зажимов (механическая нагрузка 1500 </w:t>
            </w:r>
            <w:proofErr w:type="spellStart"/>
            <w:r w:rsidRPr="00EF5804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spellEnd"/>
            <w:r w:rsidRPr="00EF58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06" w:type="dxa"/>
            <w:vAlign w:val="center"/>
          </w:tcPr>
          <w:p w:rsidR="00EF5804" w:rsidRDefault="00EF5804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шт.</w:t>
            </w:r>
          </w:p>
        </w:tc>
      </w:tr>
      <w:tr w:rsidR="00924BFD" w:rsidRPr="003304AE" w:rsidTr="000D7A46">
        <w:trPr>
          <w:trHeight w:val="200"/>
        </w:trPr>
        <w:tc>
          <w:tcPr>
            <w:tcW w:w="959" w:type="dxa"/>
            <w:vAlign w:val="center"/>
          </w:tcPr>
          <w:p w:rsidR="00924BFD" w:rsidRPr="003304AE" w:rsidRDefault="00924BFD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924BFD" w:rsidRPr="00807D90" w:rsidRDefault="00807D90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07D90">
              <w:rPr>
                <w:rFonts w:ascii="Times New Roman" w:hAnsi="Times New Roman" w:cs="Times New Roman"/>
                <w:bCs/>
                <w:sz w:val="24"/>
                <w:szCs w:val="24"/>
              </w:rPr>
              <w:t>Зажим клиновой анкерный для крепления несущей нулевой жилы на концевых и угловых опорах (сеч. 50-54,6-70мм</w:t>
            </w:r>
            <w:r w:rsidRPr="00807D90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Pr="00807D9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06" w:type="dxa"/>
            <w:vAlign w:val="center"/>
          </w:tcPr>
          <w:p w:rsidR="00924BFD" w:rsidRDefault="00807D90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шт.</w:t>
            </w:r>
          </w:p>
        </w:tc>
      </w:tr>
      <w:tr w:rsidR="00B45CDA" w:rsidRPr="003304AE" w:rsidTr="000D7A46">
        <w:trPr>
          <w:trHeight w:val="200"/>
        </w:trPr>
        <w:tc>
          <w:tcPr>
            <w:tcW w:w="959" w:type="dxa"/>
            <w:vAlign w:val="center"/>
          </w:tcPr>
          <w:p w:rsidR="00B45CDA" w:rsidRPr="003304AE" w:rsidRDefault="00B45CDA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B45CDA" w:rsidRPr="00807D90" w:rsidRDefault="00B45CDA" w:rsidP="00EF580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Скрепа</w:t>
            </w:r>
            <w:r w:rsidR="008F4FB6">
              <w:rPr>
                <w:rFonts w:ascii="Times New Roman" w:hAnsi="Times New Roman" w:cs="Times New Roman"/>
                <w:bCs/>
                <w:sz w:val="24"/>
                <w:szCs w:val="24"/>
              </w:rPr>
              <w:t>/Бугель</w:t>
            </w:r>
          </w:p>
        </w:tc>
        <w:tc>
          <w:tcPr>
            <w:tcW w:w="1406" w:type="dxa"/>
            <w:vAlign w:val="center"/>
          </w:tcPr>
          <w:p w:rsidR="00B45CDA" w:rsidRDefault="00B45CDA" w:rsidP="008F4FB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="008F4FB6">
              <w:rPr>
                <w:rFonts w:ascii="Times New Roman" w:hAnsi="Times New Roman" w:cs="Times New Roman"/>
                <w:sz w:val="24"/>
                <w:szCs w:val="24"/>
              </w:rPr>
              <w:t>/40 шт.</w:t>
            </w:r>
          </w:p>
        </w:tc>
      </w:tr>
      <w:tr w:rsidR="00B45CDA" w:rsidRPr="003304AE" w:rsidTr="000D7A46">
        <w:trPr>
          <w:trHeight w:val="200"/>
        </w:trPr>
        <w:tc>
          <w:tcPr>
            <w:tcW w:w="959" w:type="dxa"/>
            <w:vAlign w:val="center"/>
          </w:tcPr>
          <w:p w:rsidR="00B45CDA" w:rsidRPr="003304AE" w:rsidRDefault="00B45CDA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B45CDA" w:rsidRPr="00B45CDA" w:rsidRDefault="00B45CDA" w:rsidP="00EF580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CDA">
              <w:rPr>
                <w:rFonts w:ascii="Times New Roman" w:hAnsi="Times New Roman" w:cs="Times New Roman"/>
                <w:bCs/>
                <w:sz w:val="24"/>
                <w:szCs w:val="24"/>
              </w:rPr>
              <w:t>Металлическая лента 20х0,7х1000 мм</w:t>
            </w:r>
          </w:p>
        </w:tc>
        <w:tc>
          <w:tcPr>
            <w:tcW w:w="1406" w:type="dxa"/>
            <w:vAlign w:val="center"/>
          </w:tcPr>
          <w:p w:rsidR="00B45CDA" w:rsidRDefault="00B45CDA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м</w:t>
            </w:r>
          </w:p>
        </w:tc>
      </w:tr>
      <w:tr w:rsidR="00B45CDA" w:rsidRPr="003304AE" w:rsidTr="000D7A46">
        <w:trPr>
          <w:trHeight w:val="200"/>
        </w:trPr>
        <w:tc>
          <w:tcPr>
            <w:tcW w:w="959" w:type="dxa"/>
            <w:vAlign w:val="center"/>
          </w:tcPr>
          <w:p w:rsidR="00B45CDA" w:rsidRPr="003304AE" w:rsidRDefault="00B45CDA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B45CDA" w:rsidRPr="00F83122" w:rsidRDefault="00F83122" w:rsidP="00EF580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83122">
              <w:rPr>
                <w:rFonts w:ascii="Times New Roman" w:hAnsi="Times New Roman" w:cs="Times New Roman"/>
                <w:bCs/>
                <w:sz w:val="24"/>
                <w:szCs w:val="24"/>
              </w:rPr>
              <w:t>Плашечный</w:t>
            </w:r>
            <w:proofErr w:type="spellEnd"/>
            <w:r w:rsidRPr="00F83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зажим</w:t>
            </w:r>
          </w:p>
        </w:tc>
        <w:tc>
          <w:tcPr>
            <w:tcW w:w="1406" w:type="dxa"/>
            <w:vAlign w:val="center"/>
          </w:tcPr>
          <w:p w:rsidR="00B45CDA" w:rsidRDefault="00F83122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шт.</w:t>
            </w:r>
          </w:p>
        </w:tc>
      </w:tr>
      <w:tr w:rsidR="00B45CDA" w:rsidRPr="003304AE" w:rsidTr="000D7A46">
        <w:trPr>
          <w:trHeight w:val="200"/>
        </w:trPr>
        <w:tc>
          <w:tcPr>
            <w:tcW w:w="959" w:type="dxa"/>
            <w:vAlign w:val="center"/>
          </w:tcPr>
          <w:p w:rsidR="00B45CDA" w:rsidRPr="003304AE" w:rsidRDefault="00B45CDA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B45CDA" w:rsidRPr="00404973" w:rsidRDefault="00404973" w:rsidP="00EF580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404973">
              <w:rPr>
                <w:rFonts w:ascii="Times New Roman" w:hAnsi="Times New Roman" w:cs="Times New Roman"/>
                <w:bCs/>
                <w:sz w:val="24"/>
                <w:szCs w:val="24"/>
              </w:rPr>
              <w:t>Ответвительный</w:t>
            </w:r>
            <w:proofErr w:type="spellEnd"/>
            <w:r w:rsidRPr="00404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влагозащищенный зажим с раздельной затяжкой магистрального и </w:t>
            </w:r>
            <w:proofErr w:type="spellStart"/>
            <w:r w:rsidRPr="00404973">
              <w:rPr>
                <w:rFonts w:ascii="Times New Roman" w:hAnsi="Times New Roman" w:cs="Times New Roman"/>
                <w:bCs/>
                <w:sz w:val="24"/>
                <w:szCs w:val="24"/>
              </w:rPr>
              <w:t>ответвительного</w:t>
            </w:r>
            <w:proofErr w:type="spellEnd"/>
            <w:r w:rsidRPr="00404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проводов для 2-х ответвлений для заземляющего проводника</w:t>
            </w:r>
            <w:proofErr w:type="gramEnd"/>
          </w:p>
        </w:tc>
        <w:tc>
          <w:tcPr>
            <w:tcW w:w="1406" w:type="dxa"/>
            <w:vAlign w:val="center"/>
          </w:tcPr>
          <w:p w:rsidR="00B45CDA" w:rsidRDefault="00404973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40шт.</w:t>
            </w:r>
          </w:p>
        </w:tc>
      </w:tr>
      <w:tr w:rsidR="00404973" w:rsidRPr="003304AE" w:rsidTr="000D7A46">
        <w:trPr>
          <w:trHeight w:val="200"/>
        </w:trPr>
        <w:tc>
          <w:tcPr>
            <w:tcW w:w="959" w:type="dxa"/>
            <w:vAlign w:val="center"/>
          </w:tcPr>
          <w:p w:rsidR="00404973" w:rsidRPr="003304AE" w:rsidRDefault="00404973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404973" w:rsidRPr="00404973" w:rsidRDefault="00404973" w:rsidP="00EF580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Зажим </w:t>
            </w:r>
            <w:proofErr w:type="spellStart"/>
            <w:r w:rsidRPr="00404973">
              <w:rPr>
                <w:rFonts w:ascii="Times New Roman" w:hAnsi="Times New Roman" w:cs="Times New Roman"/>
                <w:bCs/>
                <w:sz w:val="24"/>
                <w:szCs w:val="24"/>
              </w:rPr>
              <w:t>ответвительный</w:t>
            </w:r>
            <w:proofErr w:type="spellEnd"/>
            <w:r w:rsidRPr="00404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одновременной затяжкой магистрального и </w:t>
            </w:r>
            <w:proofErr w:type="spellStart"/>
            <w:r w:rsidRPr="00404973">
              <w:rPr>
                <w:rFonts w:ascii="Times New Roman" w:hAnsi="Times New Roman" w:cs="Times New Roman"/>
                <w:bCs/>
                <w:sz w:val="24"/>
                <w:szCs w:val="24"/>
              </w:rPr>
              <w:t>ответвительного</w:t>
            </w:r>
            <w:proofErr w:type="spellEnd"/>
            <w:r w:rsidRPr="00404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проводов для соединения СИП магистрали сечением 25-150 мм</w:t>
            </w:r>
            <w:proofErr w:type="gramStart"/>
            <w:r w:rsidRPr="00404973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404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проводами ответвлений сечением 25-95 мм</w:t>
            </w:r>
            <w:r w:rsidRPr="00404973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06" w:type="dxa"/>
            <w:vAlign w:val="center"/>
          </w:tcPr>
          <w:p w:rsidR="00404973" w:rsidRDefault="00404973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шт.</w:t>
            </w:r>
          </w:p>
        </w:tc>
      </w:tr>
      <w:tr w:rsidR="00404973" w:rsidRPr="003304AE" w:rsidTr="000D7A46">
        <w:trPr>
          <w:trHeight w:val="200"/>
        </w:trPr>
        <w:tc>
          <w:tcPr>
            <w:tcW w:w="959" w:type="dxa"/>
            <w:vAlign w:val="center"/>
          </w:tcPr>
          <w:p w:rsidR="00404973" w:rsidRPr="003304AE" w:rsidRDefault="00404973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404973" w:rsidRPr="00404973" w:rsidRDefault="00404973" w:rsidP="00EF580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973">
              <w:rPr>
                <w:rFonts w:ascii="Times New Roman" w:hAnsi="Times New Roman" w:cs="Times New Roman"/>
                <w:bCs/>
                <w:sz w:val="24"/>
                <w:szCs w:val="24"/>
              </w:rPr>
              <w:t>Герметичный колпачок сеч. 25-150мм</w:t>
            </w:r>
            <w:r w:rsidRPr="00404973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06" w:type="dxa"/>
            <w:vAlign w:val="center"/>
          </w:tcPr>
          <w:p w:rsidR="00404973" w:rsidRDefault="00404973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шт.</w:t>
            </w:r>
          </w:p>
        </w:tc>
      </w:tr>
      <w:tr w:rsidR="00404973" w:rsidRPr="003304AE" w:rsidTr="000D7A46">
        <w:trPr>
          <w:trHeight w:val="200"/>
        </w:trPr>
        <w:tc>
          <w:tcPr>
            <w:tcW w:w="959" w:type="dxa"/>
            <w:vAlign w:val="center"/>
          </w:tcPr>
          <w:p w:rsidR="00404973" w:rsidRPr="003304AE" w:rsidRDefault="00404973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404973" w:rsidRPr="00404973" w:rsidRDefault="009A0714" w:rsidP="00EF580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Зажим </w:t>
            </w:r>
            <w:proofErr w:type="spellStart"/>
            <w:r w:rsidRPr="00A832A1">
              <w:rPr>
                <w:rFonts w:ascii="Times New Roman" w:hAnsi="Times New Roman" w:cs="Times New Roman"/>
                <w:bCs/>
                <w:sz w:val="24"/>
                <w:szCs w:val="24"/>
              </w:rPr>
              <w:t>ответвительный</w:t>
            </w:r>
            <w:proofErr w:type="spellEnd"/>
            <w:r w:rsidRPr="00A83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одновременной затяжкой магистрального и </w:t>
            </w:r>
            <w:proofErr w:type="spellStart"/>
            <w:r w:rsidRPr="00A832A1">
              <w:rPr>
                <w:rFonts w:ascii="Times New Roman" w:hAnsi="Times New Roman" w:cs="Times New Roman"/>
                <w:bCs/>
                <w:sz w:val="24"/>
                <w:szCs w:val="24"/>
              </w:rPr>
              <w:t>ответвительного</w:t>
            </w:r>
            <w:proofErr w:type="spellEnd"/>
            <w:r w:rsidRPr="00A83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проводов для соединения СИП магистрали сечением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</w:t>
            </w:r>
            <w:r w:rsidRPr="00A832A1">
              <w:rPr>
                <w:rFonts w:ascii="Times New Roman" w:hAnsi="Times New Roman" w:cs="Times New Roman"/>
                <w:bCs/>
                <w:sz w:val="24"/>
                <w:szCs w:val="24"/>
              </w:rPr>
              <w:t>6-150 мм</w:t>
            </w:r>
            <w:proofErr w:type="gramStart"/>
            <w:r w:rsidRPr="00A832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A83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изолированными проводами ответвлений сечением 4-35 мм</w:t>
            </w:r>
            <w:r w:rsidRPr="00A832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06" w:type="dxa"/>
            <w:vAlign w:val="center"/>
          </w:tcPr>
          <w:p w:rsidR="00404973" w:rsidRDefault="009A0714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шт.</w:t>
            </w:r>
          </w:p>
        </w:tc>
      </w:tr>
      <w:tr w:rsidR="008F4FB6" w:rsidRPr="003304AE" w:rsidTr="000D7A46">
        <w:trPr>
          <w:trHeight w:val="200"/>
        </w:trPr>
        <w:tc>
          <w:tcPr>
            <w:tcW w:w="959" w:type="dxa"/>
            <w:vAlign w:val="center"/>
          </w:tcPr>
          <w:p w:rsidR="008F4FB6" w:rsidRPr="003304AE" w:rsidRDefault="008F4FB6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8F4FB6" w:rsidRPr="008F4FB6" w:rsidRDefault="008F4FB6" w:rsidP="00EF580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FB6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 промежуточной подвески</w:t>
            </w:r>
          </w:p>
        </w:tc>
        <w:tc>
          <w:tcPr>
            <w:tcW w:w="1406" w:type="dxa"/>
            <w:vAlign w:val="center"/>
          </w:tcPr>
          <w:p w:rsidR="008F4FB6" w:rsidRDefault="008F4FB6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шт.</w:t>
            </w:r>
          </w:p>
        </w:tc>
      </w:tr>
      <w:tr w:rsidR="00404973" w:rsidRPr="003304AE" w:rsidTr="000D7A46">
        <w:trPr>
          <w:trHeight w:val="200"/>
        </w:trPr>
        <w:tc>
          <w:tcPr>
            <w:tcW w:w="959" w:type="dxa"/>
            <w:vAlign w:val="center"/>
          </w:tcPr>
          <w:p w:rsidR="00404973" w:rsidRPr="003304AE" w:rsidRDefault="00404973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404973" w:rsidRPr="00404973" w:rsidRDefault="008F4FB6" w:rsidP="00EF580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Наконечник алюминиевый сеч. 35 мм²</w:t>
            </w:r>
          </w:p>
        </w:tc>
        <w:tc>
          <w:tcPr>
            <w:tcW w:w="1406" w:type="dxa"/>
            <w:vAlign w:val="center"/>
          </w:tcPr>
          <w:p w:rsidR="00404973" w:rsidRDefault="008F4FB6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8F4FB6" w:rsidRPr="003304AE" w:rsidTr="000D7A46">
        <w:trPr>
          <w:trHeight w:val="200"/>
        </w:trPr>
        <w:tc>
          <w:tcPr>
            <w:tcW w:w="959" w:type="dxa"/>
            <w:vAlign w:val="center"/>
          </w:tcPr>
          <w:p w:rsidR="008F4FB6" w:rsidRPr="003304AE" w:rsidRDefault="008F4FB6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8F4FB6" w:rsidRDefault="008F4FB6" w:rsidP="008F4FB6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Наконечник алюминиевый сеч. 50 мм²</w:t>
            </w:r>
          </w:p>
        </w:tc>
        <w:tc>
          <w:tcPr>
            <w:tcW w:w="1406" w:type="dxa"/>
            <w:vAlign w:val="center"/>
          </w:tcPr>
          <w:p w:rsidR="008F4FB6" w:rsidRDefault="008F4FB6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шт.</w:t>
            </w:r>
          </w:p>
        </w:tc>
      </w:tr>
      <w:tr w:rsidR="008F4FB6" w:rsidRPr="003304AE" w:rsidTr="000D7A46">
        <w:trPr>
          <w:trHeight w:val="200"/>
        </w:trPr>
        <w:tc>
          <w:tcPr>
            <w:tcW w:w="959" w:type="dxa"/>
            <w:vAlign w:val="center"/>
          </w:tcPr>
          <w:p w:rsidR="008F4FB6" w:rsidRPr="003304AE" w:rsidRDefault="008F4FB6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8F4FB6" w:rsidRDefault="008F4FB6" w:rsidP="008F4FB6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Наконечник алюминиевый сеч. 70 мм²</w:t>
            </w:r>
          </w:p>
        </w:tc>
        <w:tc>
          <w:tcPr>
            <w:tcW w:w="1406" w:type="dxa"/>
            <w:vAlign w:val="center"/>
          </w:tcPr>
          <w:p w:rsidR="008F4FB6" w:rsidRDefault="008F4FB6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8F4FB6" w:rsidRPr="003304AE" w:rsidTr="000D7A46">
        <w:trPr>
          <w:trHeight w:val="200"/>
        </w:trPr>
        <w:tc>
          <w:tcPr>
            <w:tcW w:w="959" w:type="dxa"/>
            <w:vAlign w:val="center"/>
          </w:tcPr>
          <w:p w:rsidR="008F4FB6" w:rsidRPr="003304AE" w:rsidRDefault="008F4FB6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8F4FB6" w:rsidRDefault="008F4FB6" w:rsidP="008F4FB6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Наконечник из медного сплава сеч. 185 мм²</w:t>
            </w:r>
          </w:p>
        </w:tc>
        <w:tc>
          <w:tcPr>
            <w:tcW w:w="1406" w:type="dxa"/>
            <w:vAlign w:val="center"/>
          </w:tcPr>
          <w:p w:rsidR="008F4FB6" w:rsidRDefault="008F4FB6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шт.</w:t>
            </w:r>
          </w:p>
        </w:tc>
      </w:tr>
      <w:tr w:rsidR="008F4FB6" w:rsidRPr="003304AE" w:rsidTr="000D7A46">
        <w:trPr>
          <w:trHeight w:val="200"/>
        </w:trPr>
        <w:tc>
          <w:tcPr>
            <w:tcW w:w="959" w:type="dxa"/>
            <w:vAlign w:val="center"/>
          </w:tcPr>
          <w:p w:rsidR="008F4FB6" w:rsidRPr="003304AE" w:rsidRDefault="008F4FB6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8F4FB6" w:rsidRDefault="008F4FB6" w:rsidP="008F4FB6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Кабель АВВГ 4х50</w:t>
            </w:r>
          </w:p>
        </w:tc>
        <w:tc>
          <w:tcPr>
            <w:tcW w:w="1406" w:type="dxa"/>
            <w:vAlign w:val="center"/>
          </w:tcPr>
          <w:p w:rsidR="008F4FB6" w:rsidRDefault="008F4FB6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</w:t>
            </w:r>
          </w:p>
        </w:tc>
      </w:tr>
      <w:tr w:rsidR="008F4FB6" w:rsidRPr="003304AE" w:rsidTr="000D7A46">
        <w:trPr>
          <w:trHeight w:val="200"/>
        </w:trPr>
        <w:tc>
          <w:tcPr>
            <w:tcW w:w="959" w:type="dxa"/>
            <w:vAlign w:val="center"/>
          </w:tcPr>
          <w:p w:rsidR="008F4FB6" w:rsidRPr="003304AE" w:rsidRDefault="008F4FB6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8F4FB6" w:rsidRDefault="008F4FB6" w:rsidP="008F4FB6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Кабель ВВГ 1х185</w:t>
            </w:r>
          </w:p>
        </w:tc>
        <w:tc>
          <w:tcPr>
            <w:tcW w:w="1406" w:type="dxa"/>
            <w:vAlign w:val="center"/>
          </w:tcPr>
          <w:p w:rsidR="008F4FB6" w:rsidRDefault="008F4FB6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м</w:t>
            </w:r>
          </w:p>
        </w:tc>
      </w:tr>
      <w:tr w:rsidR="00B92563" w:rsidRPr="003304AE" w:rsidTr="000D7A46">
        <w:trPr>
          <w:trHeight w:val="200"/>
        </w:trPr>
        <w:tc>
          <w:tcPr>
            <w:tcW w:w="959" w:type="dxa"/>
            <w:vAlign w:val="center"/>
          </w:tcPr>
          <w:p w:rsidR="00B92563" w:rsidRPr="003304AE" w:rsidRDefault="00B92563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B92563" w:rsidRDefault="00B92563" w:rsidP="008F4FB6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Провод с резиновой изоляцией ПРГН 1,5</w:t>
            </w:r>
          </w:p>
        </w:tc>
        <w:tc>
          <w:tcPr>
            <w:tcW w:w="1406" w:type="dxa"/>
            <w:vAlign w:val="center"/>
          </w:tcPr>
          <w:p w:rsidR="00B92563" w:rsidRDefault="00B92563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м</w:t>
            </w:r>
          </w:p>
        </w:tc>
      </w:tr>
      <w:tr w:rsidR="00B92563" w:rsidRPr="003304AE" w:rsidTr="000D7A46">
        <w:trPr>
          <w:trHeight w:val="200"/>
        </w:trPr>
        <w:tc>
          <w:tcPr>
            <w:tcW w:w="959" w:type="dxa"/>
            <w:vAlign w:val="center"/>
          </w:tcPr>
          <w:p w:rsidR="00B92563" w:rsidRPr="003304AE" w:rsidRDefault="00B92563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B92563" w:rsidRDefault="00906D65" w:rsidP="008F4FB6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Трос из стальных оцинко</w:t>
            </w:r>
            <w:r w:rsidR="00EA34DC">
              <w:rPr>
                <w:rFonts w:ascii="Times New Roman" w:hAnsi="Times New Roman" w:cs="Times New Roman"/>
                <w:bCs/>
                <w:sz w:val="24"/>
                <w:szCs w:val="24"/>
              </w:rPr>
              <w:t>ванных проволок Д4мм</w:t>
            </w:r>
          </w:p>
        </w:tc>
        <w:tc>
          <w:tcPr>
            <w:tcW w:w="1406" w:type="dxa"/>
            <w:vAlign w:val="center"/>
          </w:tcPr>
          <w:p w:rsidR="00B92563" w:rsidRDefault="00EA34DC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</w:t>
            </w:r>
          </w:p>
        </w:tc>
      </w:tr>
      <w:tr w:rsidR="00B92563" w:rsidRPr="003304AE" w:rsidTr="000D7A46">
        <w:trPr>
          <w:trHeight w:val="200"/>
        </w:trPr>
        <w:tc>
          <w:tcPr>
            <w:tcW w:w="959" w:type="dxa"/>
            <w:vAlign w:val="center"/>
          </w:tcPr>
          <w:p w:rsidR="00B92563" w:rsidRPr="003304AE" w:rsidRDefault="00B92563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B92563" w:rsidRDefault="00EA34DC" w:rsidP="008F4FB6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Светильник уличного освещения с лампой ДРЛ</w:t>
            </w:r>
          </w:p>
        </w:tc>
        <w:tc>
          <w:tcPr>
            <w:tcW w:w="1406" w:type="dxa"/>
            <w:vAlign w:val="center"/>
          </w:tcPr>
          <w:p w:rsidR="00B92563" w:rsidRDefault="00EA34DC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2563" w:rsidRPr="003304AE" w:rsidTr="000D7A46">
        <w:trPr>
          <w:trHeight w:val="200"/>
        </w:trPr>
        <w:tc>
          <w:tcPr>
            <w:tcW w:w="959" w:type="dxa"/>
            <w:vAlign w:val="center"/>
          </w:tcPr>
          <w:p w:rsidR="00B92563" w:rsidRPr="003304AE" w:rsidRDefault="00B92563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B92563" w:rsidRDefault="00EA34DC" w:rsidP="008F4FB6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Труба из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непластифицированного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поливинилхлорида Д40мм</w:t>
            </w:r>
          </w:p>
        </w:tc>
        <w:tc>
          <w:tcPr>
            <w:tcW w:w="1406" w:type="dxa"/>
            <w:vAlign w:val="center"/>
          </w:tcPr>
          <w:p w:rsidR="00B92563" w:rsidRDefault="00EA34DC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</w:t>
            </w:r>
          </w:p>
        </w:tc>
      </w:tr>
      <w:tr w:rsidR="00EA34DC" w:rsidRPr="003304AE" w:rsidTr="000D7A46">
        <w:trPr>
          <w:trHeight w:val="200"/>
        </w:trPr>
        <w:tc>
          <w:tcPr>
            <w:tcW w:w="959" w:type="dxa"/>
            <w:vAlign w:val="center"/>
          </w:tcPr>
          <w:p w:rsidR="00EA34DC" w:rsidRPr="003304AE" w:rsidRDefault="00EA34DC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A34DC" w:rsidRPr="00EA34DC" w:rsidRDefault="00EA34DC" w:rsidP="008F4FB6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Трансформатор силовой трехфазный масляный мощностью 250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напряжением 6/0,4кВ, схема и группа соединений обмоток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Y</w:t>
            </w:r>
            <w:r w:rsidRPr="00EA34DC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н-0</w:t>
            </w:r>
          </w:p>
        </w:tc>
        <w:tc>
          <w:tcPr>
            <w:tcW w:w="1406" w:type="dxa"/>
            <w:vAlign w:val="center"/>
          </w:tcPr>
          <w:p w:rsidR="00EA34DC" w:rsidRDefault="00EA34DC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34DC" w:rsidRPr="003304AE" w:rsidTr="000D7A46">
        <w:trPr>
          <w:trHeight w:val="200"/>
        </w:trPr>
        <w:tc>
          <w:tcPr>
            <w:tcW w:w="959" w:type="dxa"/>
            <w:vAlign w:val="center"/>
          </w:tcPr>
          <w:p w:rsidR="00EA34DC" w:rsidRPr="003304AE" w:rsidRDefault="00EA34DC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A34DC" w:rsidRDefault="00927FBF" w:rsidP="008F4FB6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Изолятор линейный НС18А</w:t>
            </w:r>
          </w:p>
        </w:tc>
        <w:tc>
          <w:tcPr>
            <w:tcW w:w="1406" w:type="dxa"/>
            <w:vAlign w:val="center"/>
          </w:tcPr>
          <w:p w:rsidR="00EA34DC" w:rsidRDefault="00927FBF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шт.</w:t>
            </w:r>
          </w:p>
        </w:tc>
      </w:tr>
      <w:tr w:rsidR="00927FBF" w:rsidRPr="003304AE" w:rsidTr="000D7A46">
        <w:trPr>
          <w:trHeight w:val="200"/>
        </w:trPr>
        <w:tc>
          <w:tcPr>
            <w:tcW w:w="959" w:type="dxa"/>
            <w:vAlign w:val="center"/>
          </w:tcPr>
          <w:p w:rsidR="00927FBF" w:rsidRPr="003304AE" w:rsidRDefault="00927FBF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927FBF" w:rsidRDefault="00927FBF" w:rsidP="00927F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Колпачок КП-16</w:t>
            </w:r>
          </w:p>
        </w:tc>
        <w:tc>
          <w:tcPr>
            <w:tcW w:w="1406" w:type="dxa"/>
            <w:vAlign w:val="center"/>
          </w:tcPr>
          <w:p w:rsidR="00927FBF" w:rsidRDefault="00927FBF" w:rsidP="00927F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шт.</w:t>
            </w:r>
          </w:p>
        </w:tc>
      </w:tr>
      <w:tr w:rsidR="00927FBF" w:rsidRPr="003304AE" w:rsidTr="001251B1">
        <w:trPr>
          <w:trHeight w:val="200"/>
        </w:trPr>
        <w:tc>
          <w:tcPr>
            <w:tcW w:w="959" w:type="dxa"/>
            <w:vAlign w:val="center"/>
          </w:tcPr>
          <w:p w:rsidR="00927FBF" w:rsidRPr="003304AE" w:rsidRDefault="00927FBF" w:rsidP="00017AF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27FBF" w:rsidRPr="003304AE" w:rsidRDefault="00927FBF" w:rsidP="00017AF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49" w:type="dxa"/>
            <w:vAlign w:val="center"/>
          </w:tcPr>
          <w:p w:rsidR="00927FBF" w:rsidRPr="003304AE" w:rsidRDefault="00927FBF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работ и оборудования, которое необходимо приобрести и </w:t>
            </w:r>
            <w:r w:rsidRPr="00330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смонтировать  </w:t>
            </w:r>
          </w:p>
        </w:tc>
        <w:tc>
          <w:tcPr>
            <w:tcW w:w="1406" w:type="dxa"/>
            <w:vAlign w:val="center"/>
          </w:tcPr>
          <w:p w:rsidR="00927FBF" w:rsidRPr="003304AE" w:rsidRDefault="00927FBF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</w:t>
            </w:r>
          </w:p>
          <w:p w:rsidR="00927FBF" w:rsidRPr="003304AE" w:rsidRDefault="00927FBF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</w:t>
            </w:r>
          </w:p>
        </w:tc>
      </w:tr>
      <w:tr w:rsidR="00927FBF" w:rsidRPr="003304AE" w:rsidTr="000D7A46">
        <w:trPr>
          <w:trHeight w:val="200"/>
        </w:trPr>
        <w:tc>
          <w:tcPr>
            <w:tcW w:w="959" w:type="dxa"/>
            <w:vAlign w:val="center"/>
          </w:tcPr>
          <w:p w:rsidR="00927FBF" w:rsidRPr="003304AE" w:rsidRDefault="00927FBF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927FBF" w:rsidRDefault="00927FBF" w:rsidP="00BA3D4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Зажим соединительный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плашечный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ПС-1</w:t>
            </w:r>
          </w:p>
        </w:tc>
        <w:tc>
          <w:tcPr>
            <w:tcW w:w="1406" w:type="dxa"/>
            <w:vAlign w:val="center"/>
          </w:tcPr>
          <w:p w:rsidR="00927FBF" w:rsidRDefault="00927FBF" w:rsidP="000F714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927FBF" w:rsidRPr="003304AE" w:rsidTr="000D7A46">
        <w:trPr>
          <w:trHeight w:val="200"/>
        </w:trPr>
        <w:tc>
          <w:tcPr>
            <w:tcW w:w="959" w:type="dxa"/>
            <w:vAlign w:val="center"/>
          </w:tcPr>
          <w:p w:rsidR="00927FBF" w:rsidRPr="003304AE" w:rsidRDefault="00927FBF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927FBF" w:rsidRDefault="00927FBF" w:rsidP="00BA3D4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Зажим ПА-1-1</w:t>
            </w:r>
          </w:p>
        </w:tc>
        <w:tc>
          <w:tcPr>
            <w:tcW w:w="1406" w:type="dxa"/>
            <w:vAlign w:val="center"/>
          </w:tcPr>
          <w:p w:rsidR="00927FBF" w:rsidRDefault="00927FBF" w:rsidP="000F714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шт.</w:t>
            </w:r>
          </w:p>
        </w:tc>
      </w:tr>
      <w:tr w:rsidR="00927FBF" w:rsidRPr="003304AE" w:rsidTr="000D7A46">
        <w:trPr>
          <w:trHeight w:val="200"/>
        </w:trPr>
        <w:tc>
          <w:tcPr>
            <w:tcW w:w="959" w:type="dxa"/>
            <w:vAlign w:val="center"/>
          </w:tcPr>
          <w:p w:rsidR="00927FBF" w:rsidRPr="003304AE" w:rsidRDefault="00927FBF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927FBF" w:rsidRPr="00927FBF" w:rsidRDefault="00927FBF" w:rsidP="00BA3D4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7FBF">
              <w:rPr>
                <w:rFonts w:ascii="Times New Roman" w:hAnsi="Times New Roman" w:cs="Times New Roman"/>
                <w:bCs/>
                <w:sz w:val="24"/>
                <w:szCs w:val="24"/>
              </w:rPr>
              <w:t>Ответвительный</w:t>
            </w:r>
            <w:proofErr w:type="spellEnd"/>
            <w:r w:rsidRPr="00927F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зажим для установки переносного заземления, совместимый с переносным заземлением фирмы НИЛЕД</w:t>
            </w:r>
          </w:p>
        </w:tc>
        <w:tc>
          <w:tcPr>
            <w:tcW w:w="1406" w:type="dxa"/>
            <w:vAlign w:val="center"/>
          </w:tcPr>
          <w:p w:rsidR="00927FBF" w:rsidRDefault="00927FBF" w:rsidP="000F714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шт.</w:t>
            </w:r>
          </w:p>
        </w:tc>
      </w:tr>
    </w:tbl>
    <w:p w:rsidR="003D3C7D" w:rsidRPr="00982F5F" w:rsidRDefault="003D3C7D" w:rsidP="003D3C7D">
      <w:pPr>
        <w:pStyle w:val="a5"/>
        <w:tabs>
          <w:tab w:val="left" w:pos="993"/>
        </w:tabs>
        <w:ind w:left="0" w:firstLine="0"/>
        <w:jc w:val="both"/>
        <w:rPr>
          <w:color w:val="FF0000"/>
          <w:sz w:val="24"/>
          <w:szCs w:val="24"/>
        </w:rPr>
      </w:pPr>
    </w:p>
    <w:p w:rsidR="00DA7E03" w:rsidRPr="007762E6" w:rsidRDefault="002606D4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606D4">
        <w:rPr>
          <w:b/>
          <w:sz w:val="24"/>
          <w:szCs w:val="24"/>
        </w:rPr>
        <w:t>Описание основных объемов строительно-монтажных работ</w:t>
      </w:r>
      <w:r w:rsidR="00DA7E03" w:rsidRPr="007762E6">
        <w:rPr>
          <w:b/>
          <w:sz w:val="24"/>
          <w:szCs w:val="24"/>
        </w:rPr>
        <w:t>.</w:t>
      </w:r>
    </w:p>
    <w:p w:rsidR="002606D4" w:rsidRDefault="002606D4" w:rsidP="002606D4">
      <w:pPr>
        <w:pStyle w:val="a5"/>
        <w:numPr>
          <w:ilvl w:val="1"/>
          <w:numId w:val="34"/>
        </w:numPr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Выполнить п</w:t>
      </w:r>
      <w:r w:rsidRPr="00E421D1">
        <w:rPr>
          <w:sz w:val="26"/>
          <w:szCs w:val="26"/>
        </w:rPr>
        <w:t>одготовительные работы в соответствии  с проектом.</w:t>
      </w:r>
    </w:p>
    <w:p w:rsidR="002606D4" w:rsidRPr="003B67FD" w:rsidRDefault="002606D4" w:rsidP="002606D4">
      <w:pPr>
        <w:pStyle w:val="a5"/>
        <w:numPr>
          <w:ilvl w:val="1"/>
          <w:numId w:val="34"/>
        </w:numPr>
        <w:ind w:left="426" w:hanging="426"/>
        <w:jc w:val="both"/>
        <w:rPr>
          <w:sz w:val="26"/>
          <w:szCs w:val="26"/>
        </w:rPr>
      </w:pPr>
      <w:r w:rsidRPr="003B67FD">
        <w:rPr>
          <w:sz w:val="26"/>
          <w:szCs w:val="26"/>
        </w:rPr>
        <w:t>Работы по выносу в натуру  и геодезическа</w:t>
      </w:r>
      <w:r>
        <w:rPr>
          <w:sz w:val="26"/>
          <w:szCs w:val="26"/>
        </w:rPr>
        <w:t>я разбивка зданий и сооружений</w:t>
      </w:r>
      <w:r w:rsidRPr="003B67FD">
        <w:rPr>
          <w:sz w:val="26"/>
          <w:szCs w:val="26"/>
        </w:rPr>
        <w:t>. Данные работы выполнить с привлечением организации</w:t>
      </w:r>
      <w:r>
        <w:rPr>
          <w:sz w:val="26"/>
          <w:szCs w:val="26"/>
        </w:rPr>
        <w:t>, имеющей свидетельство о вступлении в СРО и допуск на  данный вид работ</w:t>
      </w:r>
      <w:r w:rsidRPr="003B67FD">
        <w:rPr>
          <w:sz w:val="26"/>
          <w:szCs w:val="26"/>
        </w:rPr>
        <w:t>.</w:t>
      </w:r>
    </w:p>
    <w:p w:rsidR="002606D4" w:rsidRDefault="002606D4" w:rsidP="002606D4">
      <w:pPr>
        <w:pStyle w:val="a5"/>
        <w:numPr>
          <w:ilvl w:val="1"/>
          <w:numId w:val="34"/>
        </w:numPr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Выполнить строительно-монтажные</w:t>
      </w:r>
      <w:r w:rsidRPr="00E9350E">
        <w:rPr>
          <w:sz w:val="26"/>
          <w:szCs w:val="26"/>
        </w:rPr>
        <w:t xml:space="preserve"> работы в полном проектном объеме.</w:t>
      </w:r>
    </w:p>
    <w:p w:rsidR="00D37F6E" w:rsidRPr="000043E0" w:rsidRDefault="002606D4" w:rsidP="000043E0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ind w:left="426" w:hanging="426"/>
        <w:jc w:val="both"/>
        <w:rPr>
          <w:sz w:val="24"/>
          <w:szCs w:val="24"/>
        </w:rPr>
      </w:pPr>
      <w:r w:rsidRPr="005E0B40">
        <w:rPr>
          <w:sz w:val="26"/>
          <w:szCs w:val="26"/>
        </w:rPr>
        <w:t>Выполнить заземляющие устройства в соответствии с требованиями ПУЭ и проектной документации</w:t>
      </w:r>
      <w:r>
        <w:rPr>
          <w:sz w:val="26"/>
          <w:szCs w:val="26"/>
        </w:rPr>
        <w:t>.</w:t>
      </w:r>
    </w:p>
    <w:p w:rsidR="00E434F8" w:rsidRPr="007762E6" w:rsidRDefault="00E434F8" w:rsidP="002A335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82E47" w:rsidRPr="00582E47" w:rsidRDefault="002606D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2606D4">
        <w:rPr>
          <w:sz w:val="24"/>
          <w:szCs w:val="24"/>
        </w:rPr>
        <w:t>Строительно-монтажные работы должны производиться в полном соответствии с рабочим проектом</w:t>
      </w:r>
      <w:r>
        <w:rPr>
          <w:sz w:val="24"/>
          <w:szCs w:val="24"/>
        </w:rPr>
        <w:t xml:space="preserve"> </w:t>
      </w:r>
      <w:r w:rsidRPr="006C2279">
        <w:rPr>
          <w:sz w:val="24"/>
          <w:szCs w:val="24"/>
        </w:rPr>
        <w:t>“</w:t>
      </w:r>
      <w:r w:rsidR="004236D4">
        <w:rPr>
          <w:sz w:val="24"/>
          <w:szCs w:val="24"/>
        </w:rPr>
        <w:t>Строительство линии ВЛ-0,4кВ от ЗТП 54, реконструкция участков</w:t>
      </w:r>
      <w:r w:rsidR="00D54AFB">
        <w:rPr>
          <w:sz w:val="24"/>
          <w:szCs w:val="24"/>
        </w:rPr>
        <w:t xml:space="preserve"> </w:t>
      </w:r>
      <w:r w:rsidR="004236D4">
        <w:rPr>
          <w:sz w:val="24"/>
          <w:szCs w:val="24"/>
        </w:rPr>
        <w:t>ВЛ-0,4кВ фидера «Пекарня», фидера «уличное освещение» от ЗТП 54 и реконструкция ЗТП 54, КЛ-6кВ №605 ПС «Рославль» для технологического присоединения административно-производственного здания в г. Рославль Смоленской области (ООО «</w:t>
      </w:r>
      <w:proofErr w:type="spellStart"/>
      <w:r w:rsidR="004236D4">
        <w:rPr>
          <w:sz w:val="24"/>
          <w:szCs w:val="24"/>
        </w:rPr>
        <w:t>Техинвест</w:t>
      </w:r>
      <w:proofErr w:type="spellEnd"/>
      <w:r w:rsidR="004236D4">
        <w:rPr>
          <w:sz w:val="24"/>
          <w:szCs w:val="24"/>
        </w:rPr>
        <w:t>»)</w:t>
      </w:r>
      <w:r w:rsidRPr="006C2279">
        <w:rPr>
          <w:sz w:val="24"/>
          <w:szCs w:val="24"/>
        </w:rPr>
        <w:t>”</w:t>
      </w:r>
      <w:r>
        <w:rPr>
          <w:sz w:val="24"/>
          <w:szCs w:val="24"/>
        </w:rPr>
        <w:t>.</w:t>
      </w:r>
      <w:r w:rsidRPr="002606D4">
        <w:rPr>
          <w:sz w:val="24"/>
          <w:szCs w:val="24"/>
        </w:rPr>
        <w:t xml:space="preserve"> </w:t>
      </w:r>
      <w:r w:rsidR="00BB1EFC">
        <w:rPr>
          <w:sz w:val="24"/>
          <w:szCs w:val="24"/>
        </w:rPr>
        <w:t xml:space="preserve"> </w:t>
      </w:r>
      <w:r w:rsidR="004236D4">
        <w:rPr>
          <w:sz w:val="24"/>
          <w:szCs w:val="24"/>
        </w:rPr>
        <w:t xml:space="preserve">        </w:t>
      </w:r>
      <w:r w:rsidR="00BB1EFC">
        <w:rPr>
          <w:sz w:val="24"/>
          <w:szCs w:val="24"/>
        </w:rPr>
        <w:t xml:space="preserve">             </w:t>
      </w:r>
      <w:r w:rsidR="00582E47" w:rsidRPr="00582E47">
        <w:rPr>
          <w:sz w:val="24"/>
          <w:szCs w:val="24"/>
        </w:rPr>
        <w:t>До начала строительно-монтажных работ проект до</w:t>
      </w:r>
      <w:r w:rsidR="0045353E">
        <w:rPr>
          <w:sz w:val="24"/>
          <w:szCs w:val="24"/>
        </w:rPr>
        <w:t xml:space="preserve">лжен быть согласован с филиалом </w:t>
      </w:r>
      <w:r w:rsidR="00BB1EFC">
        <w:rPr>
          <w:sz w:val="24"/>
          <w:szCs w:val="24"/>
        </w:rPr>
        <w:t xml:space="preserve">                </w:t>
      </w:r>
      <w:r w:rsidR="00582E47" w:rsidRPr="00582E47">
        <w:rPr>
          <w:sz w:val="24"/>
          <w:szCs w:val="24"/>
        </w:rPr>
        <w:t>ОАО «МРСК Центра» - «Смоленскэнерго»</w:t>
      </w:r>
      <w:r w:rsidR="00582E47">
        <w:rPr>
          <w:sz w:val="24"/>
          <w:szCs w:val="24"/>
        </w:rPr>
        <w:t>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Поставку </w:t>
      </w:r>
      <w:r w:rsidR="00365129" w:rsidRPr="007762E6">
        <w:rPr>
          <w:sz w:val="24"/>
          <w:szCs w:val="24"/>
        </w:rPr>
        <w:t xml:space="preserve">оборудования и </w:t>
      </w:r>
      <w:r w:rsidRPr="007762E6">
        <w:rPr>
          <w:sz w:val="24"/>
          <w:szCs w:val="24"/>
        </w:rPr>
        <w:t>материалов осуществляет Подрядчик.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</w:t>
      </w:r>
      <w:r w:rsidR="00365129" w:rsidRPr="007762E6">
        <w:rPr>
          <w:sz w:val="24"/>
          <w:szCs w:val="24"/>
        </w:rPr>
        <w:t>/реконструкция</w:t>
      </w:r>
      <w:r w:rsidR="008520C4" w:rsidRPr="007762E6">
        <w:rPr>
          <w:sz w:val="24"/>
          <w:szCs w:val="24"/>
        </w:rPr>
        <w:t xml:space="preserve"> объектов</w:t>
      </w:r>
      <w:r w:rsidRPr="007762E6">
        <w:rPr>
          <w:sz w:val="24"/>
          <w:szCs w:val="24"/>
        </w:rPr>
        <w:t xml:space="preserve"> выполняется без выделения пусковых комплексов в полном соответствии с проектом согласованным с Заказчиком.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</w:t>
      </w:r>
      <w:r w:rsidR="00365129" w:rsidRPr="007762E6">
        <w:rPr>
          <w:sz w:val="24"/>
          <w:szCs w:val="24"/>
        </w:rPr>
        <w:t xml:space="preserve"> и оборудованием</w:t>
      </w:r>
      <w:r w:rsidRPr="007762E6">
        <w:rPr>
          <w:sz w:val="24"/>
          <w:szCs w:val="24"/>
        </w:rPr>
        <w:t>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</w:t>
      </w:r>
      <w:r w:rsidR="00365129" w:rsidRPr="007762E6">
        <w:rPr>
          <w:sz w:val="24"/>
          <w:szCs w:val="24"/>
        </w:rPr>
        <w:t xml:space="preserve"> и оборудования</w:t>
      </w:r>
      <w:r w:rsidRPr="007762E6">
        <w:rPr>
          <w:sz w:val="24"/>
          <w:szCs w:val="24"/>
        </w:rPr>
        <w:t xml:space="preserve"> должно быть согласовано с Заказчиком.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Все применяемые материалы </w:t>
      </w:r>
      <w:r w:rsidR="00365129" w:rsidRPr="007762E6">
        <w:rPr>
          <w:sz w:val="24"/>
          <w:szCs w:val="24"/>
        </w:rPr>
        <w:t xml:space="preserve">и оборудование </w:t>
      </w:r>
      <w:r w:rsidRPr="007762E6">
        <w:rPr>
          <w:sz w:val="24"/>
          <w:szCs w:val="24"/>
        </w:rPr>
        <w:t>должны иметь паспорта и сертификаты.</w:t>
      </w:r>
      <w:r w:rsidR="002606D4" w:rsidRPr="002606D4">
        <w:rPr>
          <w:sz w:val="26"/>
          <w:szCs w:val="26"/>
        </w:rPr>
        <w:t xml:space="preserve"> </w:t>
      </w:r>
      <w:r w:rsidR="002606D4" w:rsidRPr="002606D4">
        <w:rPr>
          <w:sz w:val="24"/>
          <w:szCs w:val="24"/>
        </w:rPr>
        <w:t>Производители оборудования и материалов должны быть согласованы с Заказчиком.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</w:t>
      </w:r>
      <w:r w:rsidR="008520C4" w:rsidRPr="007762E6">
        <w:rPr>
          <w:sz w:val="24"/>
          <w:szCs w:val="24"/>
        </w:rPr>
        <w:t>/реконструкци</w:t>
      </w:r>
      <w:r w:rsidR="00CE2078" w:rsidRPr="007762E6"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в соответствии с н</w:t>
      </w:r>
      <w:r w:rsidR="00954883" w:rsidRPr="007762E6">
        <w:rPr>
          <w:sz w:val="24"/>
          <w:szCs w:val="24"/>
        </w:rPr>
        <w:t>ормами и передает ее Заказчику.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BD19B2" w:rsidRPr="007762E6" w:rsidRDefault="00BD19B2" w:rsidP="002A335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BD19B2" w:rsidRPr="007762E6" w:rsidRDefault="00BD19B2" w:rsidP="002A335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BD19B2" w:rsidRPr="007762E6" w:rsidRDefault="00BD19B2" w:rsidP="002A335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BD19B2" w:rsidRPr="007762E6" w:rsidRDefault="00BD19B2" w:rsidP="002A335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C79B3" w:rsidRPr="00FC79B3" w:rsidRDefault="00FC79B3" w:rsidP="00FC79B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606F63" w:rsidRPr="00606F63" w:rsidRDefault="00606F63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6F63">
        <w:rPr>
          <w:sz w:val="24"/>
          <w:szCs w:val="24"/>
        </w:rPr>
        <w:t>Подрядчик не имеет права передавать субподрядным организациям объем работ, выполняемых по настоящему техническому заданию на выполнение СМР, ПНР, составляющий более 30%(тридцати процентов) от общей стоимости работ</w:t>
      </w:r>
      <w:r w:rsidR="00D37F6E">
        <w:rPr>
          <w:sz w:val="24"/>
          <w:szCs w:val="24"/>
        </w:rPr>
        <w:t>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самостоятельно оформляет разрешение на производство земляных работ по строител</w:t>
      </w:r>
      <w:r w:rsidR="00821D6F" w:rsidRPr="007762E6">
        <w:rPr>
          <w:sz w:val="24"/>
          <w:szCs w:val="24"/>
        </w:rPr>
        <w:t>ьству/</w:t>
      </w:r>
      <w:r w:rsidRPr="007762E6">
        <w:rPr>
          <w:sz w:val="24"/>
          <w:szCs w:val="24"/>
        </w:rPr>
        <w:t>реконструкции объектов и несет полную ответственность при нарушении производства работ.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Все необходимые согласования со сторонними организациями, возникающие в процессе </w:t>
      </w:r>
      <w:r w:rsidR="00606F63" w:rsidRPr="00606F63">
        <w:rPr>
          <w:sz w:val="24"/>
          <w:szCs w:val="24"/>
        </w:rPr>
        <w:t xml:space="preserve">строительно-монтажных работ </w:t>
      </w:r>
      <w:r w:rsidRPr="007762E6">
        <w:rPr>
          <w:sz w:val="24"/>
          <w:szCs w:val="24"/>
        </w:rPr>
        <w:t>Подрядчик выполняет самостоятельно.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</w:t>
      </w:r>
      <w:r w:rsidR="003E6BC6" w:rsidRPr="007762E6">
        <w:rPr>
          <w:sz w:val="24"/>
          <w:szCs w:val="24"/>
        </w:rPr>
        <w:t xml:space="preserve"> </w:t>
      </w:r>
      <w:r w:rsidR="00800911" w:rsidRPr="007762E6">
        <w:rPr>
          <w:sz w:val="24"/>
          <w:szCs w:val="24"/>
        </w:rPr>
        <w:t>- «Смоленскэнерго</w:t>
      </w:r>
      <w:r w:rsidRPr="007762E6">
        <w:rPr>
          <w:sz w:val="24"/>
          <w:szCs w:val="24"/>
        </w:rPr>
        <w:t>»</w:t>
      </w:r>
      <w:r w:rsidR="00606F63">
        <w:rPr>
          <w:sz w:val="24"/>
          <w:szCs w:val="24"/>
        </w:rPr>
        <w:t xml:space="preserve"> </w:t>
      </w:r>
      <w:r w:rsidR="00606F63" w:rsidRPr="00606F63">
        <w:rPr>
          <w:sz w:val="24"/>
          <w:szCs w:val="24"/>
        </w:rPr>
        <w:t>и проектной организацией и выполняется за счет победителя конкурса</w:t>
      </w:r>
      <w:r w:rsidRPr="007762E6">
        <w:rPr>
          <w:sz w:val="24"/>
          <w:szCs w:val="24"/>
        </w:rPr>
        <w:t>.</w:t>
      </w:r>
      <w:r w:rsidR="00606F63" w:rsidRPr="00606F63">
        <w:rPr>
          <w:sz w:val="26"/>
          <w:szCs w:val="26"/>
        </w:rPr>
        <w:t xml:space="preserve"> </w:t>
      </w:r>
    </w:p>
    <w:p w:rsidR="00A53CC3" w:rsidRPr="00CB2620" w:rsidRDefault="00BD19B2" w:rsidP="00A53CC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BD19B2" w:rsidRPr="007762E6" w:rsidRDefault="00BD19B2" w:rsidP="002A335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</w:t>
      </w:r>
      <w:r w:rsidR="008520C4" w:rsidRPr="007762E6">
        <w:rPr>
          <w:sz w:val="24"/>
          <w:szCs w:val="24"/>
        </w:rPr>
        <w:t>/реконструкции</w:t>
      </w:r>
      <w:r w:rsidRPr="007762E6">
        <w:rPr>
          <w:sz w:val="24"/>
          <w:szCs w:val="24"/>
        </w:rPr>
        <w:t>, совместно с представителями филиала ОАО «МРСК Центра» - «</w:t>
      </w:r>
      <w:r w:rsidR="00800911" w:rsidRPr="007762E6">
        <w:rPr>
          <w:sz w:val="24"/>
          <w:szCs w:val="24"/>
        </w:rPr>
        <w:t>Смоленскэнерго</w:t>
      </w:r>
      <w:r w:rsidRPr="007762E6">
        <w:rPr>
          <w:sz w:val="24"/>
          <w:szCs w:val="24"/>
        </w:rPr>
        <w:t>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</w:t>
      </w:r>
      <w:r w:rsidR="00A16F0A" w:rsidRPr="007762E6">
        <w:rPr>
          <w:sz w:val="24"/>
          <w:szCs w:val="24"/>
        </w:rPr>
        <w:t>,</w:t>
      </w:r>
      <w:r w:rsidRPr="007762E6">
        <w:rPr>
          <w:sz w:val="24"/>
          <w:szCs w:val="24"/>
        </w:rPr>
        <w:t xml:space="preserve"> установленные приемочной комиссией.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273E3" w:rsidRPr="007762E6" w:rsidRDefault="009273E3" w:rsidP="009273E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273E3" w:rsidRPr="00C903BE" w:rsidRDefault="009273E3" w:rsidP="009273E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273E3" w:rsidRPr="007762E6" w:rsidRDefault="009273E3" w:rsidP="009273E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273E3" w:rsidRPr="007762E6" w:rsidRDefault="009273E3" w:rsidP="009273E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273E3" w:rsidRPr="007762E6" w:rsidRDefault="009273E3" w:rsidP="009273E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DD2540" w:rsidRPr="007762E6" w:rsidRDefault="009273E3" w:rsidP="009813E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 w:rsidR="00270132">
        <w:rPr>
          <w:sz w:val="24"/>
          <w:szCs w:val="24"/>
        </w:rPr>
        <w:t xml:space="preserve"> 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9273E3" w:rsidRPr="007762E6" w:rsidRDefault="009273E3" w:rsidP="009273E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C5929" w:rsidRPr="00CF2DCA" w:rsidRDefault="002A3D4F" w:rsidP="00904C7E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Сроки выполнения </w:t>
      </w:r>
      <w:r w:rsidR="009273E3" w:rsidRPr="007762E6">
        <w:rPr>
          <w:b/>
          <w:sz w:val="24"/>
          <w:szCs w:val="24"/>
        </w:rPr>
        <w:t xml:space="preserve">строительных работ: </w:t>
      </w:r>
      <w:r w:rsidR="009273E3" w:rsidRPr="00510A35">
        <w:rPr>
          <w:b/>
          <w:sz w:val="24"/>
          <w:szCs w:val="24"/>
        </w:rPr>
        <w:t xml:space="preserve">работы выполнить в </w:t>
      </w:r>
      <w:r w:rsidR="00B94608">
        <w:rPr>
          <w:b/>
          <w:sz w:val="24"/>
          <w:szCs w:val="24"/>
        </w:rPr>
        <w:t xml:space="preserve">течение </w:t>
      </w:r>
      <w:r w:rsidR="00016596">
        <w:rPr>
          <w:b/>
          <w:sz w:val="24"/>
          <w:szCs w:val="24"/>
        </w:rPr>
        <w:t>3</w:t>
      </w:r>
      <w:r w:rsidR="009273E3">
        <w:rPr>
          <w:b/>
          <w:sz w:val="24"/>
          <w:szCs w:val="24"/>
        </w:rPr>
        <w:t xml:space="preserve"> </w:t>
      </w:r>
      <w:r w:rsidR="009273E3" w:rsidRPr="00510A35">
        <w:rPr>
          <w:b/>
          <w:sz w:val="24"/>
          <w:szCs w:val="24"/>
        </w:rPr>
        <w:t>месяцев с момента заключения Договора</w:t>
      </w:r>
      <w:r w:rsidR="00357861">
        <w:rPr>
          <w:b/>
          <w:sz w:val="24"/>
          <w:szCs w:val="24"/>
        </w:rPr>
        <w:t xml:space="preserve"> на</w:t>
      </w:r>
      <w:r w:rsidR="00914B62">
        <w:rPr>
          <w:b/>
          <w:sz w:val="24"/>
          <w:szCs w:val="24"/>
        </w:rPr>
        <w:t xml:space="preserve"> </w:t>
      </w:r>
      <w:r w:rsidR="006856DB">
        <w:rPr>
          <w:b/>
          <w:sz w:val="24"/>
          <w:szCs w:val="24"/>
        </w:rPr>
        <w:t>строительно-монтажные работы.</w:t>
      </w:r>
    </w:p>
    <w:sectPr w:rsidR="003C5929" w:rsidRPr="00CF2DCA" w:rsidSect="00936DC4">
      <w:headerReference w:type="default" r:id="rId8"/>
      <w:footerReference w:type="default" r:id="rId9"/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4F5" w:rsidRDefault="00F304F5" w:rsidP="00D34EAD">
      <w:pPr>
        <w:spacing w:after="0" w:line="240" w:lineRule="auto"/>
      </w:pPr>
      <w:r>
        <w:separator/>
      </w:r>
    </w:p>
  </w:endnote>
  <w:endnote w:type="continuationSeparator" w:id="0">
    <w:p w:rsidR="00F304F5" w:rsidRDefault="00F304F5" w:rsidP="00D3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EAD" w:rsidRDefault="00D34EAD" w:rsidP="00D34EAD">
    <w:pPr>
      <w:pStyle w:val="a9"/>
      <w:pBdr>
        <w:bottom w:val="single" w:sz="12" w:space="1" w:color="auto"/>
      </w:pBdr>
      <w:ind w:left="360" w:right="-28" w:hanging="360"/>
      <w:jc w:val="right"/>
    </w:pPr>
  </w:p>
  <w:p w:rsidR="00D34EAD" w:rsidRPr="00D34EAD" w:rsidRDefault="00D34EAD" w:rsidP="00D34EAD">
    <w:pPr>
      <w:pStyle w:val="a9"/>
      <w:tabs>
        <w:tab w:val="clear" w:pos="9355"/>
        <w:tab w:val="right" w:pos="10206"/>
        <w:tab w:val="left" w:pos="10980"/>
      </w:tabs>
      <w:ind w:right="-28"/>
      <w:rPr>
        <w:sz w:val="18"/>
        <w:szCs w:val="18"/>
      </w:rPr>
    </w:pPr>
    <w:r>
      <w:rPr>
        <w:sz w:val="18"/>
        <w:szCs w:val="18"/>
      </w:rPr>
      <w:t>За</w:t>
    </w:r>
    <w:r w:rsidRPr="00504316">
      <w:rPr>
        <w:sz w:val="18"/>
        <w:szCs w:val="18"/>
      </w:rPr>
      <w:t xml:space="preserve">крытый запрос предложений </w:t>
    </w:r>
    <w:r>
      <w:rPr>
        <w:sz w:val="18"/>
        <w:szCs w:val="18"/>
      </w:rPr>
      <w:t xml:space="preserve">на право заключения </w:t>
    </w:r>
    <w:r w:rsidRPr="00891B3A">
      <w:rPr>
        <w:sz w:val="18"/>
        <w:szCs w:val="18"/>
      </w:rPr>
      <w:t>Договора на выполнение строительно-монтажных работ для технологического присоединения для нужд ОАО «МРСК Центра» (филиала «Смоленскэнерго»)</w:t>
    </w:r>
    <w:r w:rsidRPr="00504316">
      <w:rPr>
        <w:sz w:val="18"/>
        <w:szCs w:val="18"/>
      </w:rPr>
      <w:tab/>
      <w:t>стр.</w:t>
    </w:r>
    <w:r w:rsidRPr="00504316">
      <w:rPr>
        <w:sz w:val="18"/>
        <w:szCs w:val="18"/>
      </w:rPr>
      <w:fldChar w:fldCharType="begin"/>
    </w:r>
    <w:r w:rsidRPr="00504316">
      <w:rPr>
        <w:sz w:val="18"/>
        <w:szCs w:val="18"/>
      </w:rPr>
      <w:instrText xml:space="preserve"> PAGE </w:instrText>
    </w:r>
    <w:r w:rsidRPr="00504316">
      <w:rPr>
        <w:sz w:val="18"/>
        <w:szCs w:val="18"/>
      </w:rPr>
      <w:fldChar w:fldCharType="separate"/>
    </w:r>
    <w:r w:rsidR="003F4808">
      <w:rPr>
        <w:noProof/>
        <w:sz w:val="18"/>
        <w:szCs w:val="18"/>
      </w:rPr>
      <w:t>5</w:t>
    </w:r>
    <w:r w:rsidRPr="00504316"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 w:rsidRPr="00504316">
      <w:rPr>
        <w:sz w:val="18"/>
        <w:szCs w:val="18"/>
      </w:rPr>
      <w:t xml:space="preserve">из </w:t>
    </w:r>
    <w:r w:rsidRPr="00504316">
      <w:rPr>
        <w:sz w:val="18"/>
        <w:szCs w:val="18"/>
      </w:rPr>
      <w:fldChar w:fldCharType="begin"/>
    </w:r>
    <w:r w:rsidRPr="00504316">
      <w:rPr>
        <w:sz w:val="18"/>
        <w:szCs w:val="18"/>
      </w:rPr>
      <w:instrText xml:space="preserve"> NUMPAGES </w:instrText>
    </w:r>
    <w:r w:rsidRPr="00504316">
      <w:rPr>
        <w:sz w:val="18"/>
        <w:szCs w:val="18"/>
      </w:rPr>
      <w:fldChar w:fldCharType="separate"/>
    </w:r>
    <w:r w:rsidR="003F4808">
      <w:rPr>
        <w:noProof/>
        <w:sz w:val="18"/>
        <w:szCs w:val="18"/>
      </w:rPr>
      <w:t>5</w:t>
    </w:r>
    <w:r w:rsidRPr="00504316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4F5" w:rsidRDefault="00F304F5" w:rsidP="00D34EAD">
      <w:pPr>
        <w:spacing w:after="0" w:line="240" w:lineRule="auto"/>
      </w:pPr>
      <w:r>
        <w:separator/>
      </w:r>
    </w:p>
  </w:footnote>
  <w:footnote w:type="continuationSeparator" w:id="0">
    <w:p w:rsidR="00F304F5" w:rsidRDefault="00F304F5" w:rsidP="00D3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EAD" w:rsidRPr="00D34EAD" w:rsidRDefault="00D34EAD" w:rsidP="00D34EAD">
    <w:pPr>
      <w:pStyle w:val="ad"/>
      <w:jc w:val="right"/>
      <w:rPr>
        <w:rFonts w:ascii="Times New Roman" w:hAnsi="Times New Roman" w:cs="Times New Roman"/>
      </w:rPr>
    </w:pPr>
    <w:r w:rsidRPr="00D34EAD">
      <w:rPr>
        <w:rFonts w:ascii="Times New Roman" w:hAnsi="Times New Roman" w:cs="Times New Roman"/>
      </w:rPr>
      <w:t>Приложение №1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80790"/>
    <w:multiLevelType w:val="hybridMultilevel"/>
    <w:tmpl w:val="7F80B74A"/>
    <w:lvl w:ilvl="0" w:tplc="66F0A0BC">
      <w:start w:val="1"/>
      <w:numFmt w:val="decimal"/>
      <w:lvlText w:val="%1"/>
      <w:lvlJc w:val="left"/>
      <w:pPr>
        <w:ind w:left="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9" w:hanging="360"/>
      </w:pPr>
    </w:lvl>
    <w:lvl w:ilvl="2" w:tplc="0419001B" w:tentative="1">
      <w:start w:val="1"/>
      <w:numFmt w:val="lowerRoman"/>
      <w:lvlText w:val="%3."/>
      <w:lvlJc w:val="right"/>
      <w:pPr>
        <w:ind w:left="2049" w:hanging="180"/>
      </w:pPr>
    </w:lvl>
    <w:lvl w:ilvl="3" w:tplc="0419000F" w:tentative="1">
      <w:start w:val="1"/>
      <w:numFmt w:val="decimal"/>
      <w:lvlText w:val="%4."/>
      <w:lvlJc w:val="left"/>
      <w:pPr>
        <w:ind w:left="2769" w:hanging="360"/>
      </w:pPr>
    </w:lvl>
    <w:lvl w:ilvl="4" w:tplc="04190019" w:tentative="1">
      <w:start w:val="1"/>
      <w:numFmt w:val="lowerLetter"/>
      <w:lvlText w:val="%5."/>
      <w:lvlJc w:val="left"/>
      <w:pPr>
        <w:ind w:left="3489" w:hanging="360"/>
      </w:pPr>
    </w:lvl>
    <w:lvl w:ilvl="5" w:tplc="0419001B" w:tentative="1">
      <w:start w:val="1"/>
      <w:numFmt w:val="lowerRoman"/>
      <w:lvlText w:val="%6."/>
      <w:lvlJc w:val="right"/>
      <w:pPr>
        <w:ind w:left="4209" w:hanging="180"/>
      </w:pPr>
    </w:lvl>
    <w:lvl w:ilvl="6" w:tplc="0419000F" w:tentative="1">
      <w:start w:val="1"/>
      <w:numFmt w:val="decimal"/>
      <w:lvlText w:val="%7."/>
      <w:lvlJc w:val="left"/>
      <w:pPr>
        <w:ind w:left="4929" w:hanging="360"/>
      </w:pPr>
    </w:lvl>
    <w:lvl w:ilvl="7" w:tplc="04190019" w:tentative="1">
      <w:start w:val="1"/>
      <w:numFmt w:val="lowerLetter"/>
      <w:lvlText w:val="%8."/>
      <w:lvlJc w:val="left"/>
      <w:pPr>
        <w:ind w:left="5649" w:hanging="360"/>
      </w:pPr>
    </w:lvl>
    <w:lvl w:ilvl="8" w:tplc="0419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2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0E6198"/>
    <w:multiLevelType w:val="hybridMultilevel"/>
    <w:tmpl w:val="77A444CA"/>
    <w:lvl w:ilvl="0" w:tplc="8D54411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BC872A9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206C0EC3"/>
    <w:multiLevelType w:val="hybridMultilevel"/>
    <w:tmpl w:val="23BE8BF8"/>
    <w:lvl w:ilvl="0" w:tplc="6EDEAA2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AC22E7"/>
    <w:multiLevelType w:val="hybridMultilevel"/>
    <w:tmpl w:val="5A1C5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FA5A4B"/>
    <w:multiLevelType w:val="hybridMultilevel"/>
    <w:tmpl w:val="5D94602E"/>
    <w:lvl w:ilvl="0" w:tplc="69E29EE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516D75"/>
    <w:multiLevelType w:val="hybridMultilevel"/>
    <w:tmpl w:val="D270D2C8"/>
    <w:lvl w:ilvl="0" w:tplc="7130A0AC">
      <w:start w:val="1"/>
      <w:numFmt w:val="decimal"/>
      <w:lvlText w:val="%1"/>
      <w:lvlJc w:val="left"/>
      <w:pPr>
        <w:ind w:left="9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6964C8"/>
    <w:multiLevelType w:val="multilevel"/>
    <w:tmpl w:val="4C34DE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13">
    <w:nsid w:val="391B7488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>
    <w:nsid w:val="3A8D7722"/>
    <w:multiLevelType w:val="hybridMultilevel"/>
    <w:tmpl w:val="2C308374"/>
    <w:lvl w:ilvl="0" w:tplc="FEA82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1A77FA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>
    <w:nsid w:val="3D1D47CA"/>
    <w:multiLevelType w:val="hybridMultilevel"/>
    <w:tmpl w:val="BAD611E8"/>
    <w:lvl w:ilvl="0" w:tplc="66F0A0B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35734A9"/>
    <w:multiLevelType w:val="hybridMultilevel"/>
    <w:tmpl w:val="E9B0B7E4"/>
    <w:lvl w:ilvl="0" w:tplc="821E5B6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580F86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>
    <w:nsid w:val="48D3003D"/>
    <w:multiLevelType w:val="multilevel"/>
    <w:tmpl w:val="A73655E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20">
    <w:nsid w:val="498D76B5"/>
    <w:multiLevelType w:val="multilevel"/>
    <w:tmpl w:val="7974C630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674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1">
    <w:nsid w:val="5AD1455E"/>
    <w:multiLevelType w:val="hybridMultilevel"/>
    <w:tmpl w:val="1584E6AA"/>
    <w:lvl w:ilvl="0" w:tplc="B3A8C93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  <w:sz w:val="24"/>
        <w:szCs w:val="24"/>
        <w:vertAlign w:val="baseline"/>
      </w:rPr>
    </w:lvl>
    <w:lvl w:ilvl="1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8C595E"/>
    <w:multiLevelType w:val="hybridMultilevel"/>
    <w:tmpl w:val="E536E602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3">
    <w:nsid w:val="5F3B1C15"/>
    <w:multiLevelType w:val="multilevel"/>
    <w:tmpl w:val="25F22A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664C46CF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6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247E4C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8">
    <w:nsid w:val="6F1C42E6"/>
    <w:multiLevelType w:val="hybridMultilevel"/>
    <w:tmpl w:val="D44A9920"/>
    <w:lvl w:ilvl="0" w:tplc="66F0A0BC">
      <w:start w:val="1"/>
      <w:numFmt w:val="decimal"/>
      <w:lvlText w:val="%1"/>
      <w:lvlJc w:val="left"/>
      <w:pPr>
        <w:ind w:left="9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9" w:hanging="360"/>
      </w:pPr>
    </w:lvl>
    <w:lvl w:ilvl="2" w:tplc="0419001B" w:tentative="1">
      <w:start w:val="1"/>
      <w:numFmt w:val="lowerRoman"/>
      <w:lvlText w:val="%3."/>
      <w:lvlJc w:val="right"/>
      <w:pPr>
        <w:ind w:left="2409" w:hanging="180"/>
      </w:pPr>
    </w:lvl>
    <w:lvl w:ilvl="3" w:tplc="0419000F" w:tentative="1">
      <w:start w:val="1"/>
      <w:numFmt w:val="decimal"/>
      <w:lvlText w:val="%4."/>
      <w:lvlJc w:val="left"/>
      <w:pPr>
        <w:ind w:left="3129" w:hanging="360"/>
      </w:pPr>
    </w:lvl>
    <w:lvl w:ilvl="4" w:tplc="04190019" w:tentative="1">
      <w:start w:val="1"/>
      <w:numFmt w:val="lowerLetter"/>
      <w:lvlText w:val="%5."/>
      <w:lvlJc w:val="left"/>
      <w:pPr>
        <w:ind w:left="3849" w:hanging="360"/>
      </w:pPr>
    </w:lvl>
    <w:lvl w:ilvl="5" w:tplc="0419001B" w:tentative="1">
      <w:start w:val="1"/>
      <w:numFmt w:val="lowerRoman"/>
      <w:lvlText w:val="%6."/>
      <w:lvlJc w:val="right"/>
      <w:pPr>
        <w:ind w:left="4569" w:hanging="180"/>
      </w:pPr>
    </w:lvl>
    <w:lvl w:ilvl="6" w:tplc="0419000F" w:tentative="1">
      <w:start w:val="1"/>
      <w:numFmt w:val="decimal"/>
      <w:lvlText w:val="%7."/>
      <w:lvlJc w:val="left"/>
      <w:pPr>
        <w:ind w:left="5289" w:hanging="360"/>
      </w:pPr>
    </w:lvl>
    <w:lvl w:ilvl="7" w:tplc="04190019" w:tentative="1">
      <w:start w:val="1"/>
      <w:numFmt w:val="lowerLetter"/>
      <w:lvlText w:val="%8."/>
      <w:lvlJc w:val="left"/>
      <w:pPr>
        <w:ind w:left="6009" w:hanging="360"/>
      </w:pPr>
    </w:lvl>
    <w:lvl w:ilvl="8" w:tplc="0419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29">
    <w:nsid w:val="72295B22"/>
    <w:multiLevelType w:val="hybridMultilevel"/>
    <w:tmpl w:val="E536E602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0">
    <w:nsid w:val="78E94F39"/>
    <w:multiLevelType w:val="hybridMultilevel"/>
    <w:tmpl w:val="87A40FAE"/>
    <w:lvl w:ilvl="0" w:tplc="848C967C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FA4930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24"/>
  </w:num>
  <w:num w:numId="5">
    <w:abstractNumId w:val="0"/>
  </w:num>
  <w:num w:numId="6">
    <w:abstractNumId w:val="8"/>
  </w:num>
  <w:num w:numId="7">
    <w:abstractNumId w:val="26"/>
  </w:num>
  <w:num w:numId="8">
    <w:abstractNumId w:val="30"/>
  </w:num>
  <w:num w:numId="9">
    <w:abstractNumId w:val="14"/>
  </w:num>
  <w:num w:numId="10">
    <w:abstractNumId w:val="6"/>
  </w:num>
  <w:num w:numId="11">
    <w:abstractNumId w:val="3"/>
  </w:num>
  <w:num w:numId="12">
    <w:abstractNumId w:val="17"/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9"/>
  </w:num>
  <w:num w:numId="18">
    <w:abstractNumId w:val="23"/>
  </w:num>
  <w:num w:numId="19">
    <w:abstractNumId w:val="27"/>
  </w:num>
  <w:num w:numId="20">
    <w:abstractNumId w:val="22"/>
  </w:num>
  <w:num w:numId="21">
    <w:abstractNumId w:val="29"/>
  </w:num>
  <w:num w:numId="22">
    <w:abstractNumId w:val="18"/>
  </w:num>
  <w:num w:numId="23">
    <w:abstractNumId w:val="13"/>
  </w:num>
  <w:num w:numId="24">
    <w:abstractNumId w:val="25"/>
  </w:num>
  <w:num w:numId="25">
    <w:abstractNumId w:val="15"/>
  </w:num>
  <w:num w:numId="26">
    <w:abstractNumId w:val="5"/>
  </w:num>
  <w:num w:numId="27">
    <w:abstractNumId w:val="31"/>
  </w:num>
  <w:num w:numId="28">
    <w:abstractNumId w:val="1"/>
  </w:num>
  <w:num w:numId="29">
    <w:abstractNumId w:val="16"/>
  </w:num>
  <w:num w:numId="30">
    <w:abstractNumId w:val="28"/>
  </w:num>
  <w:num w:numId="31">
    <w:abstractNumId w:val="11"/>
  </w:num>
  <w:num w:numId="32">
    <w:abstractNumId w:val="12"/>
  </w:num>
  <w:num w:numId="33">
    <w:abstractNumId w:val="7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7E03"/>
    <w:rsid w:val="00000C7A"/>
    <w:rsid w:val="00001B0B"/>
    <w:rsid w:val="000021BF"/>
    <w:rsid w:val="00003353"/>
    <w:rsid w:val="0000385F"/>
    <w:rsid w:val="000043E0"/>
    <w:rsid w:val="0000788A"/>
    <w:rsid w:val="00007FA3"/>
    <w:rsid w:val="0001032B"/>
    <w:rsid w:val="00010A8B"/>
    <w:rsid w:val="0001347D"/>
    <w:rsid w:val="00014CD4"/>
    <w:rsid w:val="00015A0C"/>
    <w:rsid w:val="00016596"/>
    <w:rsid w:val="0001782C"/>
    <w:rsid w:val="000178B5"/>
    <w:rsid w:val="00020D92"/>
    <w:rsid w:val="00023FF4"/>
    <w:rsid w:val="00024606"/>
    <w:rsid w:val="00026354"/>
    <w:rsid w:val="0003022F"/>
    <w:rsid w:val="00030B2B"/>
    <w:rsid w:val="00033A8B"/>
    <w:rsid w:val="00037FB4"/>
    <w:rsid w:val="000407FA"/>
    <w:rsid w:val="000434EE"/>
    <w:rsid w:val="0004440C"/>
    <w:rsid w:val="00046F8C"/>
    <w:rsid w:val="000477DC"/>
    <w:rsid w:val="00047937"/>
    <w:rsid w:val="000506BC"/>
    <w:rsid w:val="00050FDF"/>
    <w:rsid w:val="000526AA"/>
    <w:rsid w:val="000529DB"/>
    <w:rsid w:val="00053138"/>
    <w:rsid w:val="00053B13"/>
    <w:rsid w:val="00054477"/>
    <w:rsid w:val="00056467"/>
    <w:rsid w:val="00057C99"/>
    <w:rsid w:val="000605C3"/>
    <w:rsid w:val="000663CA"/>
    <w:rsid w:val="0007010D"/>
    <w:rsid w:val="000725C7"/>
    <w:rsid w:val="0007298D"/>
    <w:rsid w:val="00073406"/>
    <w:rsid w:val="00073437"/>
    <w:rsid w:val="00075809"/>
    <w:rsid w:val="00075F84"/>
    <w:rsid w:val="00075FAC"/>
    <w:rsid w:val="00080C78"/>
    <w:rsid w:val="0008227A"/>
    <w:rsid w:val="000839A1"/>
    <w:rsid w:val="00083D9B"/>
    <w:rsid w:val="00085A04"/>
    <w:rsid w:val="00086704"/>
    <w:rsid w:val="00086E9C"/>
    <w:rsid w:val="000900A7"/>
    <w:rsid w:val="000907C5"/>
    <w:rsid w:val="00091CBA"/>
    <w:rsid w:val="00093435"/>
    <w:rsid w:val="000937B2"/>
    <w:rsid w:val="000A00D5"/>
    <w:rsid w:val="000A1001"/>
    <w:rsid w:val="000A1FD4"/>
    <w:rsid w:val="000A2ECD"/>
    <w:rsid w:val="000A41C4"/>
    <w:rsid w:val="000A6891"/>
    <w:rsid w:val="000A7A83"/>
    <w:rsid w:val="000B17AF"/>
    <w:rsid w:val="000B62EE"/>
    <w:rsid w:val="000B71D4"/>
    <w:rsid w:val="000C00F0"/>
    <w:rsid w:val="000C031E"/>
    <w:rsid w:val="000C072E"/>
    <w:rsid w:val="000C0733"/>
    <w:rsid w:val="000C0942"/>
    <w:rsid w:val="000D638F"/>
    <w:rsid w:val="000E07D0"/>
    <w:rsid w:val="000E0D30"/>
    <w:rsid w:val="000E2C4D"/>
    <w:rsid w:val="000E354B"/>
    <w:rsid w:val="000E6141"/>
    <w:rsid w:val="000E6ED9"/>
    <w:rsid w:val="000F228C"/>
    <w:rsid w:val="000F2C2D"/>
    <w:rsid w:val="000F2FDD"/>
    <w:rsid w:val="000F66D6"/>
    <w:rsid w:val="000F6993"/>
    <w:rsid w:val="000F7144"/>
    <w:rsid w:val="000F797E"/>
    <w:rsid w:val="00101136"/>
    <w:rsid w:val="00106468"/>
    <w:rsid w:val="001073D1"/>
    <w:rsid w:val="00113977"/>
    <w:rsid w:val="00121F62"/>
    <w:rsid w:val="001221D4"/>
    <w:rsid w:val="00124756"/>
    <w:rsid w:val="00126882"/>
    <w:rsid w:val="001309D6"/>
    <w:rsid w:val="001333CE"/>
    <w:rsid w:val="00135196"/>
    <w:rsid w:val="001353F7"/>
    <w:rsid w:val="00141A52"/>
    <w:rsid w:val="001423D3"/>
    <w:rsid w:val="00144C31"/>
    <w:rsid w:val="00147793"/>
    <w:rsid w:val="00150F4E"/>
    <w:rsid w:val="00152ECC"/>
    <w:rsid w:val="001536AB"/>
    <w:rsid w:val="00155399"/>
    <w:rsid w:val="0015550D"/>
    <w:rsid w:val="00155A58"/>
    <w:rsid w:val="00156463"/>
    <w:rsid w:val="00156D5F"/>
    <w:rsid w:val="00157017"/>
    <w:rsid w:val="0016037D"/>
    <w:rsid w:val="00165129"/>
    <w:rsid w:val="0016707C"/>
    <w:rsid w:val="00167FAC"/>
    <w:rsid w:val="00171FE4"/>
    <w:rsid w:val="0017325E"/>
    <w:rsid w:val="001750B7"/>
    <w:rsid w:val="001802B3"/>
    <w:rsid w:val="001802CC"/>
    <w:rsid w:val="001817E1"/>
    <w:rsid w:val="00181CCA"/>
    <w:rsid w:val="00182EC7"/>
    <w:rsid w:val="00183DCF"/>
    <w:rsid w:val="00183FD1"/>
    <w:rsid w:val="00186399"/>
    <w:rsid w:val="001876B5"/>
    <w:rsid w:val="0019383D"/>
    <w:rsid w:val="00193870"/>
    <w:rsid w:val="00193925"/>
    <w:rsid w:val="00196FA9"/>
    <w:rsid w:val="001A1FE2"/>
    <w:rsid w:val="001A2A7B"/>
    <w:rsid w:val="001A6D08"/>
    <w:rsid w:val="001B4000"/>
    <w:rsid w:val="001B483B"/>
    <w:rsid w:val="001B5EF5"/>
    <w:rsid w:val="001C392A"/>
    <w:rsid w:val="001C5C0E"/>
    <w:rsid w:val="001C6BD1"/>
    <w:rsid w:val="001C6E83"/>
    <w:rsid w:val="001D31F4"/>
    <w:rsid w:val="001D6BB0"/>
    <w:rsid w:val="001D6DEE"/>
    <w:rsid w:val="001E0540"/>
    <w:rsid w:val="001E2533"/>
    <w:rsid w:val="001F1B23"/>
    <w:rsid w:val="001F2E98"/>
    <w:rsid w:val="001F70B0"/>
    <w:rsid w:val="00200CD4"/>
    <w:rsid w:val="00203B9C"/>
    <w:rsid w:val="002041EF"/>
    <w:rsid w:val="002053B1"/>
    <w:rsid w:val="00207EE2"/>
    <w:rsid w:val="00210E00"/>
    <w:rsid w:val="00211083"/>
    <w:rsid w:val="00212417"/>
    <w:rsid w:val="00213626"/>
    <w:rsid w:val="00216A8F"/>
    <w:rsid w:val="00216FED"/>
    <w:rsid w:val="0022034B"/>
    <w:rsid w:val="00220CF4"/>
    <w:rsid w:val="00222CF2"/>
    <w:rsid w:val="00222F84"/>
    <w:rsid w:val="0022325E"/>
    <w:rsid w:val="002242B1"/>
    <w:rsid w:val="002254B9"/>
    <w:rsid w:val="00225E48"/>
    <w:rsid w:val="00234427"/>
    <w:rsid w:val="002346E6"/>
    <w:rsid w:val="00240C7B"/>
    <w:rsid w:val="002438D1"/>
    <w:rsid w:val="00245FAE"/>
    <w:rsid w:val="00247EC3"/>
    <w:rsid w:val="00253200"/>
    <w:rsid w:val="00256544"/>
    <w:rsid w:val="002606D4"/>
    <w:rsid w:val="00260796"/>
    <w:rsid w:val="00260C0E"/>
    <w:rsid w:val="002652BD"/>
    <w:rsid w:val="00270132"/>
    <w:rsid w:val="0027525C"/>
    <w:rsid w:val="0027535B"/>
    <w:rsid w:val="0028291B"/>
    <w:rsid w:val="00287F52"/>
    <w:rsid w:val="00292A94"/>
    <w:rsid w:val="002934B9"/>
    <w:rsid w:val="0029516E"/>
    <w:rsid w:val="002954C5"/>
    <w:rsid w:val="00295D61"/>
    <w:rsid w:val="002A1706"/>
    <w:rsid w:val="002A31E1"/>
    <w:rsid w:val="002A335A"/>
    <w:rsid w:val="002A3D4F"/>
    <w:rsid w:val="002B1B78"/>
    <w:rsid w:val="002B3604"/>
    <w:rsid w:val="002B3D2E"/>
    <w:rsid w:val="002B43A3"/>
    <w:rsid w:val="002B5EF2"/>
    <w:rsid w:val="002B5FA8"/>
    <w:rsid w:val="002B6183"/>
    <w:rsid w:val="002B7022"/>
    <w:rsid w:val="002C0322"/>
    <w:rsid w:val="002C3A5F"/>
    <w:rsid w:val="002C3D01"/>
    <w:rsid w:val="002C42CD"/>
    <w:rsid w:val="002C4CD3"/>
    <w:rsid w:val="002C5724"/>
    <w:rsid w:val="002C7954"/>
    <w:rsid w:val="002D056A"/>
    <w:rsid w:val="002D0E25"/>
    <w:rsid w:val="002D35F5"/>
    <w:rsid w:val="002D665D"/>
    <w:rsid w:val="002E1139"/>
    <w:rsid w:val="002E2B2D"/>
    <w:rsid w:val="002E2BD9"/>
    <w:rsid w:val="002E3348"/>
    <w:rsid w:val="002E378D"/>
    <w:rsid w:val="002E4169"/>
    <w:rsid w:val="002E4B71"/>
    <w:rsid w:val="002E4CBE"/>
    <w:rsid w:val="002E65C6"/>
    <w:rsid w:val="002F1462"/>
    <w:rsid w:val="002F28C2"/>
    <w:rsid w:val="002F314C"/>
    <w:rsid w:val="002F75C3"/>
    <w:rsid w:val="0030089A"/>
    <w:rsid w:val="00301A3E"/>
    <w:rsid w:val="00302D58"/>
    <w:rsid w:val="00304832"/>
    <w:rsid w:val="00320B31"/>
    <w:rsid w:val="00323647"/>
    <w:rsid w:val="00327022"/>
    <w:rsid w:val="003304AE"/>
    <w:rsid w:val="00332CD8"/>
    <w:rsid w:val="00334423"/>
    <w:rsid w:val="003354D7"/>
    <w:rsid w:val="00336EDD"/>
    <w:rsid w:val="003418D9"/>
    <w:rsid w:val="00341A19"/>
    <w:rsid w:val="00342882"/>
    <w:rsid w:val="0034383C"/>
    <w:rsid w:val="00344AF4"/>
    <w:rsid w:val="00345B1A"/>
    <w:rsid w:val="00345B87"/>
    <w:rsid w:val="00347EE5"/>
    <w:rsid w:val="00350A50"/>
    <w:rsid w:val="00352033"/>
    <w:rsid w:val="0035650C"/>
    <w:rsid w:val="00357861"/>
    <w:rsid w:val="00357F23"/>
    <w:rsid w:val="00361D7A"/>
    <w:rsid w:val="00364062"/>
    <w:rsid w:val="003643B7"/>
    <w:rsid w:val="00365129"/>
    <w:rsid w:val="003659DA"/>
    <w:rsid w:val="00371451"/>
    <w:rsid w:val="00373337"/>
    <w:rsid w:val="0038216D"/>
    <w:rsid w:val="003832A5"/>
    <w:rsid w:val="00384EDD"/>
    <w:rsid w:val="00385D13"/>
    <w:rsid w:val="003903C2"/>
    <w:rsid w:val="00391B9B"/>
    <w:rsid w:val="00393469"/>
    <w:rsid w:val="00396059"/>
    <w:rsid w:val="003A0FF3"/>
    <w:rsid w:val="003A16B1"/>
    <w:rsid w:val="003A2885"/>
    <w:rsid w:val="003A2C29"/>
    <w:rsid w:val="003A5CD8"/>
    <w:rsid w:val="003A68AD"/>
    <w:rsid w:val="003B2178"/>
    <w:rsid w:val="003B71EF"/>
    <w:rsid w:val="003B7CD6"/>
    <w:rsid w:val="003C094D"/>
    <w:rsid w:val="003C25F1"/>
    <w:rsid w:val="003C25FF"/>
    <w:rsid w:val="003C3F32"/>
    <w:rsid w:val="003C5929"/>
    <w:rsid w:val="003C6D7A"/>
    <w:rsid w:val="003D00BF"/>
    <w:rsid w:val="003D0656"/>
    <w:rsid w:val="003D08B2"/>
    <w:rsid w:val="003D10C8"/>
    <w:rsid w:val="003D3C7D"/>
    <w:rsid w:val="003D3F58"/>
    <w:rsid w:val="003D4FBF"/>
    <w:rsid w:val="003D534F"/>
    <w:rsid w:val="003D70AF"/>
    <w:rsid w:val="003E1829"/>
    <w:rsid w:val="003E258A"/>
    <w:rsid w:val="003E6BC6"/>
    <w:rsid w:val="003F08BF"/>
    <w:rsid w:val="003F0D66"/>
    <w:rsid w:val="003F14F2"/>
    <w:rsid w:val="003F4808"/>
    <w:rsid w:val="003F4E00"/>
    <w:rsid w:val="003F6083"/>
    <w:rsid w:val="00400929"/>
    <w:rsid w:val="00400F95"/>
    <w:rsid w:val="004010C7"/>
    <w:rsid w:val="00403B75"/>
    <w:rsid w:val="00404973"/>
    <w:rsid w:val="00406EAB"/>
    <w:rsid w:val="0041035E"/>
    <w:rsid w:val="004107DD"/>
    <w:rsid w:val="00411AFE"/>
    <w:rsid w:val="0041280D"/>
    <w:rsid w:val="0041423D"/>
    <w:rsid w:val="004236D4"/>
    <w:rsid w:val="00424DC4"/>
    <w:rsid w:val="0042699A"/>
    <w:rsid w:val="00426C5A"/>
    <w:rsid w:val="004270E8"/>
    <w:rsid w:val="00427826"/>
    <w:rsid w:val="00427F29"/>
    <w:rsid w:val="00432AD3"/>
    <w:rsid w:val="00434A55"/>
    <w:rsid w:val="004353EE"/>
    <w:rsid w:val="00437C51"/>
    <w:rsid w:val="00440EB8"/>
    <w:rsid w:val="00440F6A"/>
    <w:rsid w:val="00442C6D"/>
    <w:rsid w:val="004442A5"/>
    <w:rsid w:val="00445865"/>
    <w:rsid w:val="004466DF"/>
    <w:rsid w:val="00447C37"/>
    <w:rsid w:val="0045353E"/>
    <w:rsid w:val="004558F6"/>
    <w:rsid w:val="004565A5"/>
    <w:rsid w:val="00456D1B"/>
    <w:rsid w:val="004673FC"/>
    <w:rsid w:val="00471EE5"/>
    <w:rsid w:val="0047246A"/>
    <w:rsid w:val="00473351"/>
    <w:rsid w:val="00473789"/>
    <w:rsid w:val="00480946"/>
    <w:rsid w:val="00482569"/>
    <w:rsid w:val="00486A06"/>
    <w:rsid w:val="0049146E"/>
    <w:rsid w:val="00492C12"/>
    <w:rsid w:val="004932C7"/>
    <w:rsid w:val="004A07BA"/>
    <w:rsid w:val="004A19B9"/>
    <w:rsid w:val="004A294F"/>
    <w:rsid w:val="004A609C"/>
    <w:rsid w:val="004A63F8"/>
    <w:rsid w:val="004B0C26"/>
    <w:rsid w:val="004B5E2A"/>
    <w:rsid w:val="004C0670"/>
    <w:rsid w:val="004C4215"/>
    <w:rsid w:val="004D0B6F"/>
    <w:rsid w:val="004D1D0F"/>
    <w:rsid w:val="004D3314"/>
    <w:rsid w:val="004D4A7A"/>
    <w:rsid w:val="004D6C84"/>
    <w:rsid w:val="004D7070"/>
    <w:rsid w:val="004E0A5A"/>
    <w:rsid w:val="004E251D"/>
    <w:rsid w:val="004E2BA9"/>
    <w:rsid w:val="004E3066"/>
    <w:rsid w:val="004E3100"/>
    <w:rsid w:val="004F14A8"/>
    <w:rsid w:val="004F16B8"/>
    <w:rsid w:val="004F20F5"/>
    <w:rsid w:val="004F329E"/>
    <w:rsid w:val="004F3BE6"/>
    <w:rsid w:val="004F423C"/>
    <w:rsid w:val="004F42FB"/>
    <w:rsid w:val="004F442D"/>
    <w:rsid w:val="004F7C3E"/>
    <w:rsid w:val="00501D8F"/>
    <w:rsid w:val="00503C2E"/>
    <w:rsid w:val="005041FA"/>
    <w:rsid w:val="00507A7C"/>
    <w:rsid w:val="00510357"/>
    <w:rsid w:val="00511642"/>
    <w:rsid w:val="00512AB8"/>
    <w:rsid w:val="00514D60"/>
    <w:rsid w:val="005200CE"/>
    <w:rsid w:val="005224C0"/>
    <w:rsid w:val="00522E2A"/>
    <w:rsid w:val="00525ABB"/>
    <w:rsid w:val="005275F1"/>
    <w:rsid w:val="0053096D"/>
    <w:rsid w:val="00532740"/>
    <w:rsid w:val="0053392A"/>
    <w:rsid w:val="0053688F"/>
    <w:rsid w:val="005410DE"/>
    <w:rsid w:val="00542272"/>
    <w:rsid w:val="00543FA6"/>
    <w:rsid w:val="005460A9"/>
    <w:rsid w:val="00551F3B"/>
    <w:rsid w:val="00553FC5"/>
    <w:rsid w:val="00554574"/>
    <w:rsid w:val="005554A6"/>
    <w:rsid w:val="0055612B"/>
    <w:rsid w:val="00557281"/>
    <w:rsid w:val="00557521"/>
    <w:rsid w:val="00557D34"/>
    <w:rsid w:val="00566F2D"/>
    <w:rsid w:val="00570154"/>
    <w:rsid w:val="00570450"/>
    <w:rsid w:val="00571122"/>
    <w:rsid w:val="00572D8F"/>
    <w:rsid w:val="005761D8"/>
    <w:rsid w:val="00582471"/>
    <w:rsid w:val="00582E47"/>
    <w:rsid w:val="005830D6"/>
    <w:rsid w:val="00584F8F"/>
    <w:rsid w:val="00584FF3"/>
    <w:rsid w:val="005875F4"/>
    <w:rsid w:val="0059787B"/>
    <w:rsid w:val="005A497E"/>
    <w:rsid w:val="005A532F"/>
    <w:rsid w:val="005A6D3E"/>
    <w:rsid w:val="005B11DE"/>
    <w:rsid w:val="005B4C15"/>
    <w:rsid w:val="005B75C2"/>
    <w:rsid w:val="005C481B"/>
    <w:rsid w:val="005C512C"/>
    <w:rsid w:val="005C7449"/>
    <w:rsid w:val="005D20DD"/>
    <w:rsid w:val="005D4A89"/>
    <w:rsid w:val="005D71F0"/>
    <w:rsid w:val="005E01A5"/>
    <w:rsid w:val="005E0420"/>
    <w:rsid w:val="005E0997"/>
    <w:rsid w:val="005E18D9"/>
    <w:rsid w:val="005E348C"/>
    <w:rsid w:val="005F1AB5"/>
    <w:rsid w:val="005F2DC9"/>
    <w:rsid w:val="005F52E3"/>
    <w:rsid w:val="00600753"/>
    <w:rsid w:val="00600A10"/>
    <w:rsid w:val="006014DD"/>
    <w:rsid w:val="006014E3"/>
    <w:rsid w:val="0060243A"/>
    <w:rsid w:val="00604B53"/>
    <w:rsid w:val="00606F63"/>
    <w:rsid w:val="00611C78"/>
    <w:rsid w:val="00612F94"/>
    <w:rsid w:val="006152B7"/>
    <w:rsid w:val="0061598B"/>
    <w:rsid w:val="00616B93"/>
    <w:rsid w:val="00617C23"/>
    <w:rsid w:val="00630AC0"/>
    <w:rsid w:val="00630E80"/>
    <w:rsid w:val="006311CA"/>
    <w:rsid w:val="00633A02"/>
    <w:rsid w:val="00633E72"/>
    <w:rsid w:val="00636743"/>
    <w:rsid w:val="00642514"/>
    <w:rsid w:val="00642960"/>
    <w:rsid w:val="00643CE3"/>
    <w:rsid w:val="006460DF"/>
    <w:rsid w:val="00646109"/>
    <w:rsid w:val="0064736B"/>
    <w:rsid w:val="00650ABC"/>
    <w:rsid w:val="00650B1B"/>
    <w:rsid w:val="0065254C"/>
    <w:rsid w:val="006540A7"/>
    <w:rsid w:val="00655D42"/>
    <w:rsid w:val="0065692C"/>
    <w:rsid w:val="0066186F"/>
    <w:rsid w:val="00662399"/>
    <w:rsid w:val="006640AE"/>
    <w:rsid w:val="006640C0"/>
    <w:rsid w:val="00664DC2"/>
    <w:rsid w:val="0066528F"/>
    <w:rsid w:val="006666CF"/>
    <w:rsid w:val="00667A1B"/>
    <w:rsid w:val="0067549C"/>
    <w:rsid w:val="006763D7"/>
    <w:rsid w:val="006844DC"/>
    <w:rsid w:val="006856DB"/>
    <w:rsid w:val="00686FBB"/>
    <w:rsid w:val="00690646"/>
    <w:rsid w:val="00691CB4"/>
    <w:rsid w:val="006938B7"/>
    <w:rsid w:val="00693FC6"/>
    <w:rsid w:val="006B06B2"/>
    <w:rsid w:val="006B3A94"/>
    <w:rsid w:val="006B5B38"/>
    <w:rsid w:val="006C2279"/>
    <w:rsid w:val="006C2A57"/>
    <w:rsid w:val="006C3F19"/>
    <w:rsid w:val="006D2B97"/>
    <w:rsid w:val="006D4E9D"/>
    <w:rsid w:val="006D52FB"/>
    <w:rsid w:val="006E6237"/>
    <w:rsid w:val="006F023B"/>
    <w:rsid w:val="006F24C0"/>
    <w:rsid w:val="006F2660"/>
    <w:rsid w:val="006F3C31"/>
    <w:rsid w:val="006F54E5"/>
    <w:rsid w:val="006F5FA1"/>
    <w:rsid w:val="006F7402"/>
    <w:rsid w:val="00700BC1"/>
    <w:rsid w:val="00700F6D"/>
    <w:rsid w:val="00700FBB"/>
    <w:rsid w:val="0070206D"/>
    <w:rsid w:val="007027FD"/>
    <w:rsid w:val="007048B4"/>
    <w:rsid w:val="007059A3"/>
    <w:rsid w:val="00714604"/>
    <w:rsid w:val="00716339"/>
    <w:rsid w:val="00717A93"/>
    <w:rsid w:val="007214DD"/>
    <w:rsid w:val="00723113"/>
    <w:rsid w:val="0072327F"/>
    <w:rsid w:val="007306E4"/>
    <w:rsid w:val="007341AF"/>
    <w:rsid w:val="00735317"/>
    <w:rsid w:val="00736CF1"/>
    <w:rsid w:val="00736F62"/>
    <w:rsid w:val="0074097C"/>
    <w:rsid w:val="00741203"/>
    <w:rsid w:val="00742C5A"/>
    <w:rsid w:val="00742D88"/>
    <w:rsid w:val="007502A2"/>
    <w:rsid w:val="00751A0B"/>
    <w:rsid w:val="00753075"/>
    <w:rsid w:val="007530F8"/>
    <w:rsid w:val="00754B17"/>
    <w:rsid w:val="0076089A"/>
    <w:rsid w:val="00762FA3"/>
    <w:rsid w:val="00763D46"/>
    <w:rsid w:val="00764D5C"/>
    <w:rsid w:val="00770ED1"/>
    <w:rsid w:val="00772128"/>
    <w:rsid w:val="00772B46"/>
    <w:rsid w:val="00774F69"/>
    <w:rsid w:val="007761B4"/>
    <w:rsid w:val="007762BA"/>
    <w:rsid w:val="007762E6"/>
    <w:rsid w:val="00780A59"/>
    <w:rsid w:val="00782E96"/>
    <w:rsid w:val="007858DF"/>
    <w:rsid w:val="007936DE"/>
    <w:rsid w:val="007944F4"/>
    <w:rsid w:val="00796664"/>
    <w:rsid w:val="007967C7"/>
    <w:rsid w:val="00797136"/>
    <w:rsid w:val="007A04D3"/>
    <w:rsid w:val="007A38E1"/>
    <w:rsid w:val="007A49BA"/>
    <w:rsid w:val="007A58CB"/>
    <w:rsid w:val="007A5F81"/>
    <w:rsid w:val="007A6CB5"/>
    <w:rsid w:val="007B2A42"/>
    <w:rsid w:val="007B4F52"/>
    <w:rsid w:val="007B56B0"/>
    <w:rsid w:val="007C0BCF"/>
    <w:rsid w:val="007C10BA"/>
    <w:rsid w:val="007C26D9"/>
    <w:rsid w:val="007C3D92"/>
    <w:rsid w:val="007C67EB"/>
    <w:rsid w:val="007C7710"/>
    <w:rsid w:val="007D2A5F"/>
    <w:rsid w:val="007D593A"/>
    <w:rsid w:val="007D7C83"/>
    <w:rsid w:val="007E04FD"/>
    <w:rsid w:val="007E1FDA"/>
    <w:rsid w:val="007E2854"/>
    <w:rsid w:val="007E36E6"/>
    <w:rsid w:val="007E4201"/>
    <w:rsid w:val="007E55B1"/>
    <w:rsid w:val="007F0FDB"/>
    <w:rsid w:val="007F30C9"/>
    <w:rsid w:val="007F3172"/>
    <w:rsid w:val="007F36C5"/>
    <w:rsid w:val="007F4CFA"/>
    <w:rsid w:val="007F50DF"/>
    <w:rsid w:val="007F66BC"/>
    <w:rsid w:val="00800911"/>
    <w:rsid w:val="0080181D"/>
    <w:rsid w:val="008024FF"/>
    <w:rsid w:val="008035C4"/>
    <w:rsid w:val="00803FCB"/>
    <w:rsid w:val="00805615"/>
    <w:rsid w:val="00806D2F"/>
    <w:rsid w:val="00807D90"/>
    <w:rsid w:val="00807E9B"/>
    <w:rsid w:val="00815A7D"/>
    <w:rsid w:val="0081610D"/>
    <w:rsid w:val="00816532"/>
    <w:rsid w:val="008207D1"/>
    <w:rsid w:val="00821BED"/>
    <w:rsid w:val="00821D6F"/>
    <w:rsid w:val="00821ECB"/>
    <w:rsid w:val="008226DD"/>
    <w:rsid w:val="00824E75"/>
    <w:rsid w:val="008260B2"/>
    <w:rsid w:val="00826181"/>
    <w:rsid w:val="00827455"/>
    <w:rsid w:val="00831AA5"/>
    <w:rsid w:val="00831C18"/>
    <w:rsid w:val="00832CCB"/>
    <w:rsid w:val="00834FD4"/>
    <w:rsid w:val="00841256"/>
    <w:rsid w:val="00842736"/>
    <w:rsid w:val="008431D8"/>
    <w:rsid w:val="00851793"/>
    <w:rsid w:val="008520C4"/>
    <w:rsid w:val="00853C78"/>
    <w:rsid w:val="008618D6"/>
    <w:rsid w:val="00861C18"/>
    <w:rsid w:val="008719CE"/>
    <w:rsid w:val="0087338D"/>
    <w:rsid w:val="00877867"/>
    <w:rsid w:val="008779E0"/>
    <w:rsid w:val="00877CD6"/>
    <w:rsid w:val="00880922"/>
    <w:rsid w:val="008834E6"/>
    <w:rsid w:val="008916A2"/>
    <w:rsid w:val="008A3A2D"/>
    <w:rsid w:val="008A3DD8"/>
    <w:rsid w:val="008A5E09"/>
    <w:rsid w:val="008B0A11"/>
    <w:rsid w:val="008B3A1A"/>
    <w:rsid w:val="008B5F6C"/>
    <w:rsid w:val="008B79D6"/>
    <w:rsid w:val="008C036E"/>
    <w:rsid w:val="008C0541"/>
    <w:rsid w:val="008C15CB"/>
    <w:rsid w:val="008C1D20"/>
    <w:rsid w:val="008C269D"/>
    <w:rsid w:val="008C4645"/>
    <w:rsid w:val="008C6F8D"/>
    <w:rsid w:val="008D0CE1"/>
    <w:rsid w:val="008D3EC7"/>
    <w:rsid w:val="008D7690"/>
    <w:rsid w:val="008E03F1"/>
    <w:rsid w:val="008E0C87"/>
    <w:rsid w:val="008E3997"/>
    <w:rsid w:val="008E3DAB"/>
    <w:rsid w:val="008E436D"/>
    <w:rsid w:val="008E44BF"/>
    <w:rsid w:val="008E5733"/>
    <w:rsid w:val="008E741E"/>
    <w:rsid w:val="008F3A69"/>
    <w:rsid w:val="008F4DB3"/>
    <w:rsid w:val="008F4FB6"/>
    <w:rsid w:val="008F661A"/>
    <w:rsid w:val="008F75B4"/>
    <w:rsid w:val="009036E4"/>
    <w:rsid w:val="00904091"/>
    <w:rsid w:val="00904C7E"/>
    <w:rsid w:val="00905ADF"/>
    <w:rsid w:val="00905BE6"/>
    <w:rsid w:val="00906D65"/>
    <w:rsid w:val="00910392"/>
    <w:rsid w:val="00910E3E"/>
    <w:rsid w:val="00913C4E"/>
    <w:rsid w:val="00914A2A"/>
    <w:rsid w:val="00914B62"/>
    <w:rsid w:val="00917255"/>
    <w:rsid w:val="00917C70"/>
    <w:rsid w:val="00920AC9"/>
    <w:rsid w:val="00921D5B"/>
    <w:rsid w:val="00922FE1"/>
    <w:rsid w:val="009233D6"/>
    <w:rsid w:val="00924196"/>
    <w:rsid w:val="00924A5E"/>
    <w:rsid w:val="00924BFD"/>
    <w:rsid w:val="00924D98"/>
    <w:rsid w:val="009250EC"/>
    <w:rsid w:val="009251B9"/>
    <w:rsid w:val="00926773"/>
    <w:rsid w:val="00926B76"/>
    <w:rsid w:val="00927369"/>
    <w:rsid w:val="009273E3"/>
    <w:rsid w:val="00927D25"/>
    <w:rsid w:val="00927DC6"/>
    <w:rsid w:val="00927FBF"/>
    <w:rsid w:val="00930382"/>
    <w:rsid w:val="00930D2B"/>
    <w:rsid w:val="00931A10"/>
    <w:rsid w:val="009343A4"/>
    <w:rsid w:val="00935B5C"/>
    <w:rsid w:val="00936B6B"/>
    <w:rsid w:val="00936DC4"/>
    <w:rsid w:val="00936FED"/>
    <w:rsid w:val="00940EEA"/>
    <w:rsid w:val="00941D50"/>
    <w:rsid w:val="00944763"/>
    <w:rsid w:val="009451E9"/>
    <w:rsid w:val="009463FE"/>
    <w:rsid w:val="00947B9C"/>
    <w:rsid w:val="0095083F"/>
    <w:rsid w:val="00952447"/>
    <w:rsid w:val="00954883"/>
    <w:rsid w:val="00956877"/>
    <w:rsid w:val="0096184E"/>
    <w:rsid w:val="00963CC5"/>
    <w:rsid w:val="00965E44"/>
    <w:rsid w:val="00965E6B"/>
    <w:rsid w:val="00966FA2"/>
    <w:rsid w:val="00967660"/>
    <w:rsid w:val="009703B6"/>
    <w:rsid w:val="00971588"/>
    <w:rsid w:val="009715B8"/>
    <w:rsid w:val="00971FEE"/>
    <w:rsid w:val="00973DE8"/>
    <w:rsid w:val="00975FAD"/>
    <w:rsid w:val="00976BFC"/>
    <w:rsid w:val="00977B12"/>
    <w:rsid w:val="009813E5"/>
    <w:rsid w:val="009824D8"/>
    <w:rsid w:val="00982F5F"/>
    <w:rsid w:val="009842CD"/>
    <w:rsid w:val="00984BBB"/>
    <w:rsid w:val="0098522C"/>
    <w:rsid w:val="0098735E"/>
    <w:rsid w:val="00991CC3"/>
    <w:rsid w:val="0099209E"/>
    <w:rsid w:val="00992DD5"/>
    <w:rsid w:val="0099640F"/>
    <w:rsid w:val="009A0714"/>
    <w:rsid w:val="009A4CBE"/>
    <w:rsid w:val="009B1318"/>
    <w:rsid w:val="009B1C5F"/>
    <w:rsid w:val="009B348A"/>
    <w:rsid w:val="009C029A"/>
    <w:rsid w:val="009C0620"/>
    <w:rsid w:val="009C2BD2"/>
    <w:rsid w:val="009C50F8"/>
    <w:rsid w:val="009D4EFD"/>
    <w:rsid w:val="009E2EA3"/>
    <w:rsid w:val="009E31FC"/>
    <w:rsid w:val="009E49E0"/>
    <w:rsid w:val="009E6951"/>
    <w:rsid w:val="009E7472"/>
    <w:rsid w:val="009F1173"/>
    <w:rsid w:val="009F37F8"/>
    <w:rsid w:val="009F3AB8"/>
    <w:rsid w:val="009F6F76"/>
    <w:rsid w:val="009F7330"/>
    <w:rsid w:val="00A00764"/>
    <w:rsid w:val="00A017F6"/>
    <w:rsid w:val="00A04606"/>
    <w:rsid w:val="00A05EA9"/>
    <w:rsid w:val="00A0696F"/>
    <w:rsid w:val="00A12499"/>
    <w:rsid w:val="00A13748"/>
    <w:rsid w:val="00A1377A"/>
    <w:rsid w:val="00A13A70"/>
    <w:rsid w:val="00A14FD8"/>
    <w:rsid w:val="00A16F0A"/>
    <w:rsid w:val="00A173B2"/>
    <w:rsid w:val="00A240EA"/>
    <w:rsid w:val="00A24693"/>
    <w:rsid w:val="00A25593"/>
    <w:rsid w:val="00A26029"/>
    <w:rsid w:val="00A26539"/>
    <w:rsid w:val="00A31F91"/>
    <w:rsid w:val="00A31FEE"/>
    <w:rsid w:val="00A32E57"/>
    <w:rsid w:val="00A35F0C"/>
    <w:rsid w:val="00A36559"/>
    <w:rsid w:val="00A37905"/>
    <w:rsid w:val="00A40D42"/>
    <w:rsid w:val="00A423E9"/>
    <w:rsid w:val="00A42E5A"/>
    <w:rsid w:val="00A431E1"/>
    <w:rsid w:val="00A438F1"/>
    <w:rsid w:val="00A44ABA"/>
    <w:rsid w:val="00A45C59"/>
    <w:rsid w:val="00A45DA4"/>
    <w:rsid w:val="00A4674D"/>
    <w:rsid w:val="00A474ED"/>
    <w:rsid w:val="00A515F3"/>
    <w:rsid w:val="00A530D2"/>
    <w:rsid w:val="00A53CC3"/>
    <w:rsid w:val="00A575F8"/>
    <w:rsid w:val="00A61A47"/>
    <w:rsid w:val="00A61AF2"/>
    <w:rsid w:val="00A6341E"/>
    <w:rsid w:val="00A63931"/>
    <w:rsid w:val="00A649FF"/>
    <w:rsid w:val="00A65D04"/>
    <w:rsid w:val="00A704C3"/>
    <w:rsid w:val="00A7124D"/>
    <w:rsid w:val="00A73821"/>
    <w:rsid w:val="00A7636A"/>
    <w:rsid w:val="00A76C78"/>
    <w:rsid w:val="00A76D53"/>
    <w:rsid w:val="00A7754D"/>
    <w:rsid w:val="00A80C0E"/>
    <w:rsid w:val="00A82F4A"/>
    <w:rsid w:val="00A8368A"/>
    <w:rsid w:val="00A93D14"/>
    <w:rsid w:val="00AA191D"/>
    <w:rsid w:val="00AA33CA"/>
    <w:rsid w:val="00AA69EC"/>
    <w:rsid w:val="00AA7572"/>
    <w:rsid w:val="00AB0098"/>
    <w:rsid w:val="00AB162B"/>
    <w:rsid w:val="00AC0215"/>
    <w:rsid w:val="00AC3428"/>
    <w:rsid w:val="00AC3809"/>
    <w:rsid w:val="00AC4D4C"/>
    <w:rsid w:val="00AC5CF2"/>
    <w:rsid w:val="00AD3B63"/>
    <w:rsid w:val="00AD5BB1"/>
    <w:rsid w:val="00AD709A"/>
    <w:rsid w:val="00AE0184"/>
    <w:rsid w:val="00AE1CCF"/>
    <w:rsid w:val="00AE7866"/>
    <w:rsid w:val="00AF0AD9"/>
    <w:rsid w:val="00AF40E3"/>
    <w:rsid w:val="00AF552E"/>
    <w:rsid w:val="00AF56FA"/>
    <w:rsid w:val="00B042F5"/>
    <w:rsid w:val="00B04FAC"/>
    <w:rsid w:val="00B0624E"/>
    <w:rsid w:val="00B11468"/>
    <w:rsid w:val="00B11DF3"/>
    <w:rsid w:val="00B1444C"/>
    <w:rsid w:val="00B15940"/>
    <w:rsid w:val="00B16C02"/>
    <w:rsid w:val="00B170BF"/>
    <w:rsid w:val="00B239F3"/>
    <w:rsid w:val="00B249EA"/>
    <w:rsid w:val="00B33EC1"/>
    <w:rsid w:val="00B42111"/>
    <w:rsid w:val="00B430D4"/>
    <w:rsid w:val="00B45CDA"/>
    <w:rsid w:val="00B46137"/>
    <w:rsid w:val="00B46A48"/>
    <w:rsid w:val="00B50E11"/>
    <w:rsid w:val="00B53879"/>
    <w:rsid w:val="00B60D2A"/>
    <w:rsid w:val="00B61374"/>
    <w:rsid w:val="00B6411B"/>
    <w:rsid w:val="00B649D7"/>
    <w:rsid w:val="00B65F7F"/>
    <w:rsid w:val="00B67878"/>
    <w:rsid w:val="00B706F4"/>
    <w:rsid w:val="00B70B88"/>
    <w:rsid w:val="00B73E74"/>
    <w:rsid w:val="00B743A4"/>
    <w:rsid w:val="00B76E76"/>
    <w:rsid w:val="00B80F38"/>
    <w:rsid w:val="00B84022"/>
    <w:rsid w:val="00B90709"/>
    <w:rsid w:val="00B91661"/>
    <w:rsid w:val="00B92539"/>
    <w:rsid w:val="00B92563"/>
    <w:rsid w:val="00B926C4"/>
    <w:rsid w:val="00B93E46"/>
    <w:rsid w:val="00B94608"/>
    <w:rsid w:val="00B978D1"/>
    <w:rsid w:val="00B97B9C"/>
    <w:rsid w:val="00BA3D4F"/>
    <w:rsid w:val="00BA4691"/>
    <w:rsid w:val="00BA473D"/>
    <w:rsid w:val="00BA5C4A"/>
    <w:rsid w:val="00BB1EFC"/>
    <w:rsid w:val="00BB4CAC"/>
    <w:rsid w:val="00BB4F89"/>
    <w:rsid w:val="00BB5853"/>
    <w:rsid w:val="00BB6DCC"/>
    <w:rsid w:val="00BB7224"/>
    <w:rsid w:val="00BC075E"/>
    <w:rsid w:val="00BC1E82"/>
    <w:rsid w:val="00BC2467"/>
    <w:rsid w:val="00BC2B6D"/>
    <w:rsid w:val="00BC3F18"/>
    <w:rsid w:val="00BC5BB5"/>
    <w:rsid w:val="00BC5E9D"/>
    <w:rsid w:val="00BC7831"/>
    <w:rsid w:val="00BD19B2"/>
    <w:rsid w:val="00BD3FBC"/>
    <w:rsid w:val="00BE100D"/>
    <w:rsid w:val="00BE4EEF"/>
    <w:rsid w:val="00BE5546"/>
    <w:rsid w:val="00BE6233"/>
    <w:rsid w:val="00BF34F1"/>
    <w:rsid w:val="00BF67EC"/>
    <w:rsid w:val="00BF7617"/>
    <w:rsid w:val="00C01595"/>
    <w:rsid w:val="00C019D2"/>
    <w:rsid w:val="00C01A88"/>
    <w:rsid w:val="00C05D64"/>
    <w:rsid w:val="00C129F3"/>
    <w:rsid w:val="00C12A8F"/>
    <w:rsid w:val="00C139CA"/>
    <w:rsid w:val="00C15894"/>
    <w:rsid w:val="00C16F14"/>
    <w:rsid w:val="00C17993"/>
    <w:rsid w:val="00C21CB9"/>
    <w:rsid w:val="00C23043"/>
    <w:rsid w:val="00C23A53"/>
    <w:rsid w:val="00C24BB8"/>
    <w:rsid w:val="00C25835"/>
    <w:rsid w:val="00C25E2A"/>
    <w:rsid w:val="00C31167"/>
    <w:rsid w:val="00C31ECE"/>
    <w:rsid w:val="00C3207F"/>
    <w:rsid w:val="00C40BC3"/>
    <w:rsid w:val="00C42E36"/>
    <w:rsid w:val="00C42EFA"/>
    <w:rsid w:val="00C4519E"/>
    <w:rsid w:val="00C45DCA"/>
    <w:rsid w:val="00C46143"/>
    <w:rsid w:val="00C468DB"/>
    <w:rsid w:val="00C47EDB"/>
    <w:rsid w:val="00C50014"/>
    <w:rsid w:val="00C537F4"/>
    <w:rsid w:val="00C54023"/>
    <w:rsid w:val="00C5505F"/>
    <w:rsid w:val="00C56256"/>
    <w:rsid w:val="00C56E36"/>
    <w:rsid w:val="00C57656"/>
    <w:rsid w:val="00C608FE"/>
    <w:rsid w:val="00C60CBF"/>
    <w:rsid w:val="00C62821"/>
    <w:rsid w:val="00C630A1"/>
    <w:rsid w:val="00C66098"/>
    <w:rsid w:val="00C709A8"/>
    <w:rsid w:val="00C72471"/>
    <w:rsid w:val="00C72564"/>
    <w:rsid w:val="00C74B71"/>
    <w:rsid w:val="00C75239"/>
    <w:rsid w:val="00C75947"/>
    <w:rsid w:val="00C84D83"/>
    <w:rsid w:val="00C865E1"/>
    <w:rsid w:val="00C869A4"/>
    <w:rsid w:val="00C872A9"/>
    <w:rsid w:val="00C90813"/>
    <w:rsid w:val="00C91F77"/>
    <w:rsid w:val="00C92DB0"/>
    <w:rsid w:val="00C93442"/>
    <w:rsid w:val="00C93D41"/>
    <w:rsid w:val="00C9414E"/>
    <w:rsid w:val="00C948C7"/>
    <w:rsid w:val="00C94F5B"/>
    <w:rsid w:val="00CA0313"/>
    <w:rsid w:val="00CA20E5"/>
    <w:rsid w:val="00CA412C"/>
    <w:rsid w:val="00CA4FAC"/>
    <w:rsid w:val="00CA5C15"/>
    <w:rsid w:val="00CB2620"/>
    <w:rsid w:val="00CB3327"/>
    <w:rsid w:val="00CB373B"/>
    <w:rsid w:val="00CB4F8C"/>
    <w:rsid w:val="00CB54B1"/>
    <w:rsid w:val="00CC0448"/>
    <w:rsid w:val="00CC37F7"/>
    <w:rsid w:val="00CC7111"/>
    <w:rsid w:val="00CD62E2"/>
    <w:rsid w:val="00CD7946"/>
    <w:rsid w:val="00CE0425"/>
    <w:rsid w:val="00CE10DC"/>
    <w:rsid w:val="00CE12E2"/>
    <w:rsid w:val="00CE133B"/>
    <w:rsid w:val="00CE157A"/>
    <w:rsid w:val="00CE2078"/>
    <w:rsid w:val="00CE3258"/>
    <w:rsid w:val="00CE3AF7"/>
    <w:rsid w:val="00CE53E4"/>
    <w:rsid w:val="00CF07E1"/>
    <w:rsid w:val="00CF1E86"/>
    <w:rsid w:val="00CF2497"/>
    <w:rsid w:val="00CF2DCA"/>
    <w:rsid w:val="00CF3404"/>
    <w:rsid w:val="00CF3B23"/>
    <w:rsid w:val="00CF4E89"/>
    <w:rsid w:val="00CF5153"/>
    <w:rsid w:val="00CF6A62"/>
    <w:rsid w:val="00CF6DEE"/>
    <w:rsid w:val="00D03129"/>
    <w:rsid w:val="00D035D6"/>
    <w:rsid w:val="00D04344"/>
    <w:rsid w:val="00D043FA"/>
    <w:rsid w:val="00D0500E"/>
    <w:rsid w:val="00D05927"/>
    <w:rsid w:val="00D05C0C"/>
    <w:rsid w:val="00D120D7"/>
    <w:rsid w:val="00D12B47"/>
    <w:rsid w:val="00D1401B"/>
    <w:rsid w:val="00D2037B"/>
    <w:rsid w:val="00D215F1"/>
    <w:rsid w:val="00D24C25"/>
    <w:rsid w:val="00D26617"/>
    <w:rsid w:val="00D26C73"/>
    <w:rsid w:val="00D27A6C"/>
    <w:rsid w:val="00D30233"/>
    <w:rsid w:val="00D320A0"/>
    <w:rsid w:val="00D34EAD"/>
    <w:rsid w:val="00D36D59"/>
    <w:rsid w:val="00D37F6E"/>
    <w:rsid w:val="00D402BA"/>
    <w:rsid w:val="00D47449"/>
    <w:rsid w:val="00D50355"/>
    <w:rsid w:val="00D50BF0"/>
    <w:rsid w:val="00D54AFB"/>
    <w:rsid w:val="00D557BC"/>
    <w:rsid w:val="00D62F28"/>
    <w:rsid w:val="00D634C8"/>
    <w:rsid w:val="00D637D6"/>
    <w:rsid w:val="00D66CB3"/>
    <w:rsid w:val="00D67092"/>
    <w:rsid w:val="00D706A2"/>
    <w:rsid w:val="00D70893"/>
    <w:rsid w:val="00D714D6"/>
    <w:rsid w:val="00D7157F"/>
    <w:rsid w:val="00D729C1"/>
    <w:rsid w:val="00D73678"/>
    <w:rsid w:val="00D76505"/>
    <w:rsid w:val="00D76649"/>
    <w:rsid w:val="00D826EC"/>
    <w:rsid w:val="00D83F28"/>
    <w:rsid w:val="00D84E0B"/>
    <w:rsid w:val="00D86B44"/>
    <w:rsid w:val="00D9044A"/>
    <w:rsid w:val="00D90CDE"/>
    <w:rsid w:val="00D9205E"/>
    <w:rsid w:val="00D96222"/>
    <w:rsid w:val="00D96CAF"/>
    <w:rsid w:val="00D974DB"/>
    <w:rsid w:val="00DA22A5"/>
    <w:rsid w:val="00DA274F"/>
    <w:rsid w:val="00DA3584"/>
    <w:rsid w:val="00DA3A76"/>
    <w:rsid w:val="00DA7A2B"/>
    <w:rsid w:val="00DA7E03"/>
    <w:rsid w:val="00DB089A"/>
    <w:rsid w:val="00DB331C"/>
    <w:rsid w:val="00DB5399"/>
    <w:rsid w:val="00DB5CB2"/>
    <w:rsid w:val="00DB61C5"/>
    <w:rsid w:val="00DB7F10"/>
    <w:rsid w:val="00DC3364"/>
    <w:rsid w:val="00DC447B"/>
    <w:rsid w:val="00DC5936"/>
    <w:rsid w:val="00DD2540"/>
    <w:rsid w:val="00DD2F01"/>
    <w:rsid w:val="00DD3DB9"/>
    <w:rsid w:val="00DD4C57"/>
    <w:rsid w:val="00DE35D8"/>
    <w:rsid w:val="00DE3C1C"/>
    <w:rsid w:val="00DF260F"/>
    <w:rsid w:val="00DF2927"/>
    <w:rsid w:val="00DF2D3E"/>
    <w:rsid w:val="00DF40E1"/>
    <w:rsid w:val="00DF4B4C"/>
    <w:rsid w:val="00DF6FFE"/>
    <w:rsid w:val="00DF759A"/>
    <w:rsid w:val="00DF76A1"/>
    <w:rsid w:val="00E02B14"/>
    <w:rsid w:val="00E0647E"/>
    <w:rsid w:val="00E102BC"/>
    <w:rsid w:val="00E13744"/>
    <w:rsid w:val="00E1789E"/>
    <w:rsid w:val="00E20FF0"/>
    <w:rsid w:val="00E2206A"/>
    <w:rsid w:val="00E23E25"/>
    <w:rsid w:val="00E32279"/>
    <w:rsid w:val="00E339D2"/>
    <w:rsid w:val="00E33AA8"/>
    <w:rsid w:val="00E3519D"/>
    <w:rsid w:val="00E35FC3"/>
    <w:rsid w:val="00E364A6"/>
    <w:rsid w:val="00E37D6B"/>
    <w:rsid w:val="00E404AA"/>
    <w:rsid w:val="00E40CA5"/>
    <w:rsid w:val="00E43497"/>
    <w:rsid w:val="00E434F8"/>
    <w:rsid w:val="00E43AEE"/>
    <w:rsid w:val="00E445C8"/>
    <w:rsid w:val="00E470E5"/>
    <w:rsid w:val="00E5035C"/>
    <w:rsid w:val="00E50B61"/>
    <w:rsid w:val="00E51193"/>
    <w:rsid w:val="00E51351"/>
    <w:rsid w:val="00E51771"/>
    <w:rsid w:val="00E51BD5"/>
    <w:rsid w:val="00E52FF5"/>
    <w:rsid w:val="00E54413"/>
    <w:rsid w:val="00E55C04"/>
    <w:rsid w:val="00E566AC"/>
    <w:rsid w:val="00E61525"/>
    <w:rsid w:val="00E6301E"/>
    <w:rsid w:val="00E717A9"/>
    <w:rsid w:val="00E71CF0"/>
    <w:rsid w:val="00E747BD"/>
    <w:rsid w:val="00E7762F"/>
    <w:rsid w:val="00E806DB"/>
    <w:rsid w:val="00E833D1"/>
    <w:rsid w:val="00E86AB8"/>
    <w:rsid w:val="00E922F2"/>
    <w:rsid w:val="00E927FA"/>
    <w:rsid w:val="00E92DF4"/>
    <w:rsid w:val="00E95DDE"/>
    <w:rsid w:val="00E96628"/>
    <w:rsid w:val="00E9751B"/>
    <w:rsid w:val="00EA34DC"/>
    <w:rsid w:val="00EA67A2"/>
    <w:rsid w:val="00EA6B3E"/>
    <w:rsid w:val="00EA747D"/>
    <w:rsid w:val="00EB0ACC"/>
    <w:rsid w:val="00EB274A"/>
    <w:rsid w:val="00EB3664"/>
    <w:rsid w:val="00EB5B74"/>
    <w:rsid w:val="00EB5C2F"/>
    <w:rsid w:val="00EB77F6"/>
    <w:rsid w:val="00EC0D12"/>
    <w:rsid w:val="00EC3055"/>
    <w:rsid w:val="00EC39C8"/>
    <w:rsid w:val="00EC448C"/>
    <w:rsid w:val="00EC6646"/>
    <w:rsid w:val="00ED0A6B"/>
    <w:rsid w:val="00ED1814"/>
    <w:rsid w:val="00ED20DC"/>
    <w:rsid w:val="00ED3600"/>
    <w:rsid w:val="00ED6925"/>
    <w:rsid w:val="00ED71C5"/>
    <w:rsid w:val="00ED75E9"/>
    <w:rsid w:val="00EE0407"/>
    <w:rsid w:val="00EE519C"/>
    <w:rsid w:val="00EE707B"/>
    <w:rsid w:val="00EE72C1"/>
    <w:rsid w:val="00EE7EA2"/>
    <w:rsid w:val="00EF0AA2"/>
    <w:rsid w:val="00EF1DDE"/>
    <w:rsid w:val="00EF4B80"/>
    <w:rsid w:val="00EF527F"/>
    <w:rsid w:val="00EF5804"/>
    <w:rsid w:val="00F01087"/>
    <w:rsid w:val="00F02030"/>
    <w:rsid w:val="00F02ABB"/>
    <w:rsid w:val="00F02E63"/>
    <w:rsid w:val="00F031FC"/>
    <w:rsid w:val="00F12705"/>
    <w:rsid w:val="00F154AB"/>
    <w:rsid w:val="00F22804"/>
    <w:rsid w:val="00F304F5"/>
    <w:rsid w:val="00F3582F"/>
    <w:rsid w:val="00F36AE8"/>
    <w:rsid w:val="00F43E72"/>
    <w:rsid w:val="00F44B2F"/>
    <w:rsid w:val="00F44CE0"/>
    <w:rsid w:val="00F45AB9"/>
    <w:rsid w:val="00F4681D"/>
    <w:rsid w:val="00F46CAE"/>
    <w:rsid w:val="00F46F83"/>
    <w:rsid w:val="00F47093"/>
    <w:rsid w:val="00F501B5"/>
    <w:rsid w:val="00F52B8C"/>
    <w:rsid w:val="00F56661"/>
    <w:rsid w:val="00F656DE"/>
    <w:rsid w:val="00F72FE6"/>
    <w:rsid w:val="00F74E3F"/>
    <w:rsid w:val="00F75036"/>
    <w:rsid w:val="00F75340"/>
    <w:rsid w:val="00F823E4"/>
    <w:rsid w:val="00F83122"/>
    <w:rsid w:val="00F8448E"/>
    <w:rsid w:val="00F86355"/>
    <w:rsid w:val="00F90E45"/>
    <w:rsid w:val="00F95421"/>
    <w:rsid w:val="00F96C7C"/>
    <w:rsid w:val="00FA1D17"/>
    <w:rsid w:val="00FA3C9B"/>
    <w:rsid w:val="00FA3E97"/>
    <w:rsid w:val="00FA3EEC"/>
    <w:rsid w:val="00FA4734"/>
    <w:rsid w:val="00FA4DAE"/>
    <w:rsid w:val="00FB0A90"/>
    <w:rsid w:val="00FB0E90"/>
    <w:rsid w:val="00FB1746"/>
    <w:rsid w:val="00FB1881"/>
    <w:rsid w:val="00FC09B0"/>
    <w:rsid w:val="00FC71B2"/>
    <w:rsid w:val="00FC77CC"/>
    <w:rsid w:val="00FC79B3"/>
    <w:rsid w:val="00FD194B"/>
    <w:rsid w:val="00FD2DF9"/>
    <w:rsid w:val="00FD4FE8"/>
    <w:rsid w:val="00FD6B44"/>
    <w:rsid w:val="00FE2D32"/>
    <w:rsid w:val="00FF15FD"/>
    <w:rsid w:val="00FF5C0D"/>
    <w:rsid w:val="00FF5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D1814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CF3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CF34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137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page number"/>
    <w:basedOn w:val="a0"/>
    <w:rsid w:val="00BC1E82"/>
  </w:style>
  <w:style w:type="character" w:customStyle="1" w:styleId="apple-style-span">
    <w:name w:val="apple-style-span"/>
    <w:basedOn w:val="a0"/>
    <w:rsid w:val="008C0541"/>
  </w:style>
  <w:style w:type="character" w:customStyle="1" w:styleId="apple-converted-space">
    <w:name w:val="apple-converted-space"/>
    <w:basedOn w:val="a0"/>
    <w:rsid w:val="008C0541"/>
  </w:style>
  <w:style w:type="paragraph" w:styleId="ac">
    <w:name w:val="No Spacing"/>
    <w:uiPriority w:val="1"/>
    <w:qFormat/>
    <w:rsid w:val="00C57656"/>
    <w:pPr>
      <w:spacing w:after="0" w:line="240" w:lineRule="auto"/>
    </w:pPr>
  </w:style>
  <w:style w:type="paragraph" w:styleId="ad">
    <w:name w:val="header"/>
    <w:basedOn w:val="a"/>
    <w:link w:val="ae"/>
    <w:uiPriority w:val="99"/>
    <w:semiHidden/>
    <w:unhideWhenUsed/>
    <w:rsid w:val="00D3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D34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92C20-81AC-46B4-9437-F810FECC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5</Pages>
  <Words>1913</Words>
  <Characters>10909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12797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smirnov_da</dc:creator>
  <cp:keywords/>
  <dc:description/>
  <cp:lastModifiedBy>Алтунина Н.А.</cp:lastModifiedBy>
  <cp:revision>49</cp:revision>
  <cp:lastPrinted>2012-08-02T11:04:00Z</cp:lastPrinted>
  <dcterms:created xsi:type="dcterms:W3CDTF">2012-04-18T10:36:00Z</dcterms:created>
  <dcterms:modified xsi:type="dcterms:W3CDTF">2012-08-14T06:43:00Z</dcterms:modified>
</cp:coreProperties>
</file>