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CB" w:rsidRDefault="001715CB" w:rsidP="009341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34111" w:rsidRPr="00F46DED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ВЛ-0,4кВ №1 и ТП № 396 ВЛ-10 кВ № 1008</w:t>
      </w:r>
      <w:r w:rsidRPr="00F46DED">
        <w:rPr>
          <w:rFonts w:ascii="Times New Roman" w:hAnsi="Times New Roman" w:cs="Times New Roman"/>
          <w:sz w:val="24"/>
          <w:szCs w:val="24"/>
          <w:u w:val="single"/>
        </w:rPr>
        <w:t xml:space="preserve"> ПС 110/35/10 кВ «Заводская»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9341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93411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081D75">
        <w:rPr>
          <w:rFonts w:ascii="Times New Roman" w:hAnsi="Times New Roman" w:cs="Times New Roman"/>
          <w:sz w:val="24"/>
          <w:szCs w:val="24"/>
        </w:rPr>
        <w:t>ВЛ-0,4кВ №1 и ТП № 396 ВЛ-10 кВ № 1008 ПС 110/35/10 кВ «</w:t>
      </w:r>
      <w:proofErr w:type="gramStart"/>
      <w:r w:rsidRPr="00081D75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081D75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Merge w:val="restar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Merge w:val="restart"/>
            <w:vAlign w:val="center"/>
          </w:tcPr>
          <w:p w:rsidR="00934111" w:rsidRPr="005B38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8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Merge w:val="restart"/>
            <w:vAlign w:val="center"/>
          </w:tcPr>
          <w:p w:rsidR="00934111" w:rsidRPr="005B38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8C1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5B38C1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AB307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07E">
              <w:rPr>
                <w:rFonts w:ascii="Times New Roman" w:eastAsia="Times New Roman" w:hAnsi="Times New Roman" w:cs="Times New Roman"/>
                <w:lang w:eastAsia="ru-RU"/>
              </w:rPr>
              <w:t>13006713</w:t>
            </w:r>
          </w:p>
        </w:tc>
        <w:tc>
          <w:tcPr>
            <w:tcW w:w="765" w:type="pct"/>
            <w:vAlign w:val="center"/>
          </w:tcPr>
          <w:p w:rsidR="00934111" w:rsidRPr="00AB307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07E">
              <w:rPr>
                <w:rFonts w:ascii="Times New Roman" w:eastAsia="Times New Roman" w:hAnsi="Times New Roman" w:cs="Times New Roman"/>
                <w:lang w:eastAsia="ru-RU"/>
              </w:rPr>
              <w:t>325365900</w:t>
            </w:r>
          </w:p>
        </w:tc>
        <w:tc>
          <w:tcPr>
            <w:tcW w:w="1027" w:type="pct"/>
            <w:vAlign w:val="center"/>
          </w:tcPr>
          <w:p w:rsidR="00934111" w:rsidRPr="00AB307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07E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ОБОРУДОВАНИЕ ТПЛ 1008 ПС </w:t>
            </w:r>
            <w:proofErr w:type="gramStart"/>
            <w:r w:rsidRPr="00AB307E">
              <w:rPr>
                <w:rFonts w:ascii="Times New Roman" w:eastAsia="Times New Roman" w:hAnsi="Times New Roman" w:cs="Times New Roman"/>
                <w:lang w:eastAsia="ru-RU"/>
              </w:rPr>
              <w:t>ЗАВОДСКАЯ</w:t>
            </w:r>
            <w:proofErr w:type="gramEnd"/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Merge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8" w:type="pct"/>
            <w:vMerge/>
            <w:vAlign w:val="center"/>
          </w:tcPr>
          <w:p w:rsidR="00934111" w:rsidRPr="005B38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8" w:type="pct"/>
            <w:vMerge/>
            <w:vAlign w:val="center"/>
          </w:tcPr>
          <w:p w:rsidR="00934111" w:rsidRPr="005B38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934111" w:rsidRPr="005B39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924">
              <w:rPr>
                <w:rFonts w:ascii="Times New Roman" w:eastAsia="Times New Roman" w:hAnsi="Times New Roman" w:cs="Times New Roman"/>
                <w:lang w:eastAsia="ru-RU"/>
              </w:rPr>
              <w:t>12000127</w:t>
            </w:r>
          </w:p>
        </w:tc>
        <w:tc>
          <w:tcPr>
            <w:tcW w:w="765" w:type="pct"/>
            <w:vAlign w:val="center"/>
          </w:tcPr>
          <w:p w:rsidR="00934111" w:rsidRPr="005B39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924">
              <w:rPr>
                <w:rFonts w:ascii="Times New Roman" w:eastAsia="Times New Roman" w:hAnsi="Times New Roman" w:cs="Times New Roman"/>
                <w:lang w:eastAsia="ru-RU"/>
              </w:rPr>
              <w:t>320734119</w:t>
            </w:r>
          </w:p>
        </w:tc>
        <w:tc>
          <w:tcPr>
            <w:tcW w:w="1027" w:type="pct"/>
            <w:vAlign w:val="center"/>
          </w:tcPr>
          <w:p w:rsidR="00934111" w:rsidRPr="005B39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924">
              <w:rPr>
                <w:rFonts w:ascii="Times New Roman" w:eastAsia="Times New Roman" w:hAnsi="Times New Roman" w:cs="Times New Roman"/>
                <w:lang w:eastAsia="ru-RU"/>
              </w:rPr>
              <w:t>ВЛ-0,4КВ ОТ Л-1008 ПС ЗАВОДСКАЯ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93411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9341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93411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99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DA3DD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B0F">
              <w:rPr>
                <w:rFonts w:ascii="Times New Roman" w:eastAsia="Times New Roman" w:hAnsi="Times New Roman" w:cs="Times New Roman"/>
                <w:lang w:eastAsia="ru-RU"/>
              </w:rPr>
              <w:t>40533730</w:t>
            </w:r>
          </w:p>
        </w:tc>
        <w:tc>
          <w:tcPr>
            <w:tcW w:w="699" w:type="pct"/>
            <w:vAlign w:val="center"/>
          </w:tcPr>
          <w:p w:rsidR="00934111" w:rsidRPr="00DA3DD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04.04.2012</w:t>
            </w:r>
          </w:p>
        </w:tc>
        <w:tc>
          <w:tcPr>
            <w:tcW w:w="909" w:type="pct"/>
            <w:vAlign w:val="center"/>
          </w:tcPr>
          <w:p w:rsidR="00934111" w:rsidRPr="00DA3DD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4B0F">
              <w:rPr>
                <w:rFonts w:ascii="Times New Roman" w:eastAsia="Times New Roman" w:hAnsi="Times New Roman" w:cs="Times New Roman"/>
                <w:lang w:eastAsia="ru-RU"/>
              </w:rPr>
              <w:t>Мифонин</w:t>
            </w:r>
            <w:proofErr w:type="spellEnd"/>
            <w:r w:rsidRPr="006B4B0F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Юрьевич</w:t>
            </w:r>
          </w:p>
        </w:tc>
        <w:tc>
          <w:tcPr>
            <w:tcW w:w="471" w:type="pct"/>
            <w:vAlign w:val="center"/>
          </w:tcPr>
          <w:p w:rsidR="00934111" w:rsidRPr="00DA3DD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DD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DA3DD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B0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6B4B0F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146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40456643</w:t>
            </w:r>
          </w:p>
        </w:tc>
        <w:tc>
          <w:tcPr>
            <w:tcW w:w="699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909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Федотова И. С.</w:t>
            </w:r>
          </w:p>
        </w:tc>
        <w:tc>
          <w:tcPr>
            <w:tcW w:w="471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, пер. Лучистый</w:t>
            </w:r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1543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40465724</w:t>
            </w:r>
          </w:p>
        </w:tc>
        <w:tc>
          <w:tcPr>
            <w:tcW w:w="699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25.11.2011</w:t>
            </w:r>
          </w:p>
        </w:tc>
        <w:tc>
          <w:tcPr>
            <w:tcW w:w="909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Кабан</w:t>
            </w: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овская</w:t>
            </w:r>
            <w:proofErr w:type="spellEnd"/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 xml:space="preserve"> Н. М.</w:t>
            </w:r>
          </w:p>
        </w:tc>
        <w:tc>
          <w:tcPr>
            <w:tcW w:w="471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0B382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  <w:r w:rsidRPr="000B382F">
              <w:rPr>
                <w:rFonts w:ascii="Times New Roman" w:eastAsia="Times New Roman" w:hAnsi="Times New Roman" w:cs="Times New Roman"/>
                <w:lang w:eastAsia="ru-RU"/>
              </w:rPr>
              <w:t>, пер. Лучистый</w:t>
            </w:r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9341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9341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C13EB5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C13EB5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</w:p>
    <w:p w:rsidR="00934111" w:rsidRPr="007762E6" w:rsidRDefault="00934111" w:rsidP="0093411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531A3C">
        <w:rPr>
          <w:sz w:val="24"/>
          <w:szCs w:val="24"/>
        </w:rPr>
        <w:t>Предусмотреть строительство участка ВЛ-0,4кВ проводом марки СИП-2 от опоры №19/1  ВЛ-0,4кВ №1 ТП №396 до территории Заявителей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25</w:t>
      </w:r>
      <w:r w:rsidRPr="001E11CA">
        <w:rPr>
          <w:sz w:val="24"/>
          <w:szCs w:val="24"/>
        </w:rPr>
        <w:t>м).</w:t>
      </w:r>
    </w:p>
    <w:p w:rsidR="00934111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EB3664">
        <w:rPr>
          <w:sz w:val="24"/>
          <w:szCs w:val="24"/>
        </w:rPr>
        <w:lastRenderedPageBreak/>
        <w:t>Предусмотреть замену силового трансформатора</w:t>
      </w:r>
      <w:r>
        <w:rPr>
          <w:sz w:val="24"/>
          <w:szCs w:val="24"/>
        </w:rPr>
        <w:t xml:space="preserve"> 63кВА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396 на трансформатор расчетной мощности (ориентировочно 100кВА)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 w:rsidRPr="00200BB7">
        <w:rPr>
          <w:color w:val="000000" w:themeColor="text1"/>
          <w:sz w:val="24"/>
          <w:szCs w:val="24"/>
        </w:rPr>
        <w:t>.</w:t>
      </w:r>
    </w:p>
    <w:p w:rsidR="00934111" w:rsidRPr="00200BB7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934111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</w:p>
    <w:p w:rsidR="00934111" w:rsidRPr="00B43298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396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№396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93411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93411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93411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sz w:val="24"/>
        </w:rP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4-228к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561A">
        <w:rPr>
          <w:rFonts w:ascii="Times New Roman" w:hAnsi="Times New Roman" w:cs="Times New Roman"/>
          <w:sz w:val="24"/>
          <w:szCs w:val="24"/>
          <w:u w:val="single"/>
        </w:rPr>
        <w:t>ТП № 3</w:t>
      </w:r>
      <w:r>
        <w:rPr>
          <w:rFonts w:ascii="Times New Roman" w:hAnsi="Times New Roman" w:cs="Times New Roman"/>
          <w:sz w:val="24"/>
          <w:szCs w:val="24"/>
          <w:u w:val="single"/>
        </w:rPr>
        <w:t>55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603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«Колод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ня»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78020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7762E6" w:rsidRDefault="00934111" w:rsidP="001715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ТП № 3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603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 кВ «Колод</w:t>
      </w:r>
      <w:r w:rsidRPr="00607F11">
        <w:rPr>
          <w:rFonts w:ascii="Times New Roman" w:hAnsi="Times New Roman" w:cs="Times New Roman"/>
          <w:sz w:val="24"/>
          <w:szCs w:val="24"/>
        </w:rPr>
        <w:t>ня»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726"/>
        <w:gridCol w:w="1763"/>
        <w:gridCol w:w="1537"/>
        <w:gridCol w:w="1650"/>
        <w:gridCol w:w="1715"/>
      </w:tblGrid>
      <w:tr w:rsidR="00934111" w:rsidRPr="007762E6" w:rsidTr="004D169A">
        <w:trPr>
          <w:jc w:val="center"/>
        </w:trPr>
        <w:tc>
          <w:tcPr>
            <w:tcW w:w="1028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944207" w:rsidTr="004D169A">
        <w:trPr>
          <w:jc w:val="center"/>
        </w:trPr>
        <w:tc>
          <w:tcPr>
            <w:tcW w:w="1028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34111" w:rsidRPr="005A71B4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Магалинщина</w:t>
            </w:r>
            <w:proofErr w:type="spellEnd"/>
          </w:p>
        </w:tc>
        <w:tc>
          <w:tcPr>
            <w:tcW w:w="916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320912519</w:t>
            </w:r>
          </w:p>
        </w:tc>
        <w:tc>
          <w:tcPr>
            <w:tcW w:w="983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12000118</w:t>
            </w:r>
          </w:p>
        </w:tc>
        <w:tc>
          <w:tcPr>
            <w:tcW w:w="1022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ОТ ВЛ-N603 </w:t>
            </w:r>
            <w:proofErr w:type="gramStart"/>
            <w:r w:rsidRPr="00C218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C218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КОЛОДНЯ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RPr="00385474" w:rsidTr="004D169A">
        <w:tc>
          <w:tcPr>
            <w:tcW w:w="255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34111" w:rsidRPr="00C2184D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184D">
              <w:rPr>
                <w:sz w:val="24"/>
                <w:szCs w:val="24"/>
              </w:rPr>
              <w:t>40527327</w:t>
            </w:r>
          </w:p>
        </w:tc>
        <w:tc>
          <w:tcPr>
            <w:tcW w:w="731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  <w:r w:rsidRPr="0038547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34111" w:rsidRPr="00C2184D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184D">
              <w:rPr>
                <w:sz w:val="24"/>
                <w:szCs w:val="24"/>
              </w:rPr>
              <w:t>Мигунов Сергей Анатольевич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Сенной ангар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Default="00934111" w:rsidP="001715CB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C2184D">
        <w:rPr>
          <w:sz w:val="24"/>
          <w:szCs w:val="24"/>
        </w:rPr>
        <w:t xml:space="preserve">Предусмотреть строительство </w:t>
      </w:r>
      <w:proofErr w:type="gramStart"/>
      <w:r w:rsidRPr="00C2184D">
        <w:rPr>
          <w:sz w:val="24"/>
          <w:szCs w:val="24"/>
        </w:rPr>
        <w:t>отдельной</w:t>
      </w:r>
      <w:proofErr w:type="gramEnd"/>
      <w:r w:rsidRPr="00C2184D">
        <w:rPr>
          <w:sz w:val="24"/>
          <w:szCs w:val="24"/>
        </w:rPr>
        <w:t xml:space="preserve"> ВЛ-0,4 кВ с изолированным самонесущим проводом от ТП № 355 ВЛ-6 кВ № 603 ПС «Колодня» 35/6 кВ, до объекта</w:t>
      </w:r>
      <w:r>
        <w:rPr>
          <w:sz w:val="24"/>
          <w:szCs w:val="24"/>
        </w:rPr>
        <w:t xml:space="preserve"> (ориентировочно 150м).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№355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</w:t>
      </w:r>
      <w:r w:rsidRPr="007762E6">
        <w:rPr>
          <w:bCs/>
          <w:sz w:val="24"/>
          <w:szCs w:val="24"/>
        </w:rPr>
        <w:lastRenderedPageBreak/>
        <w:t>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63069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AB093C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34111" w:rsidRPr="007762E6" w:rsidRDefault="00934111" w:rsidP="001715CB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Pr="007762E6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F46DED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C2F8E">
        <w:rPr>
          <w:rFonts w:ascii="Times New Roman" w:hAnsi="Times New Roman" w:cs="Times New Roman"/>
          <w:sz w:val="24"/>
          <w:szCs w:val="24"/>
          <w:u w:val="single"/>
        </w:rPr>
        <w:t>ВЛ-0,4 кВ № 3 ТП № 198 ВЛ-6 кВ № 602 ПС 35/6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C2F8E">
        <w:rPr>
          <w:rFonts w:ascii="Times New Roman" w:hAnsi="Times New Roman" w:cs="Times New Roman"/>
          <w:sz w:val="24"/>
          <w:szCs w:val="24"/>
          <w:u w:val="single"/>
        </w:rPr>
        <w:t xml:space="preserve">«Ясенная»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 w:rsidRPr="00F46D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4C79A1">
        <w:rPr>
          <w:rFonts w:ascii="Times New Roman" w:hAnsi="Times New Roman" w:cs="Times New Roman"/>
          <w:sz w:val="24"/>
          <w:szCs w:val="24"/>
        </w:rPr>
        <w:t>ВЛ-0,4 кВ № 3 ТП № 198 ВЛ-6 кВ № 602 ПС 35/6 кВ «Ясенная»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2125"/>
        <w:gridCol w:w="1366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059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681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</w:p>
        </w:tc>
        <w:tc>
          <w:tcPr>
            <w:tcW w:w="1059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д. Александровка</w:t>
            </w:r>
          </w:p>
        </w:tc>
        <w:tc>
          <w:tcPr>
            <w:tcW w:w="681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12000483</w:t>
            </w:r>
          </w:p>
        </w:tc>
        <w:tc>
          <w:tcPr>
            <w:tcW w:w="765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327179219</w:t>
            </w:r>
          </w:p>
        </w:tc>
        <w:tc>
          <w:tcPr>
            <w:tcW w:w="1027" w:type="pct"/>
            <w:vAlign w:val="center"/>
          </w:tcPr>
          <w:p w:rsidR="00934111" w:rsidRPr="00CB0A3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CB0A35">
              <w:rPr>
                <w:rFonts w:ascii="Times New Roman" w:eastAsia="Times New Roman" w:hAnsi="Times New Roman" w:cs="Times New Roman"/>
                <w:lang w:eastAsia="ru-RU"/>
              </w:rPr>
              <w:t xml:space="preserve"> 0,4 ПО Л 602 ПС ЯСЕННАЯ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8"/>
        <w:gridCol w:w="1843"/>
        <w:gridCol w:w="955"/>
        <w:gridCol w:w="1737"/>
        <w:gridCol w:w="1101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4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8466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624">
              <w:rPr>
                <w:rFonts w:ascii="Times New Roman" w:eastAsia="Times New Roman" w:hAnsi="Times New Roman" w:cs="Times New Roman"/>
                <w:lang w:eastAsia="ru-RU"/>
              </w:rPr>
              <w:t>40533648</w:t>
            </w:r>
          </w:p>
        </w:tc>
        <w:tc>
          <w:tcPr>
            <w:tcW w:w="699" w:type="pct"/>
            <w:vAlign w:val="center"/>
          </w:tcPr>
          <w:p w:rsidR="00934111" w:rsidRPr="008466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624">
              <w:rPr>
                <w:rFonts w:ascii="Times New Roman" w:eastAsia="Times New Roman" w:hAnsi="Times New Roman" w:cs="Times New Roman"/>
                <w:lang w:eastAsia="ru-RU"/>
              </w:rPr>
              <w:t>05.04.2012</w:t>
            </w:r>
          </w:p>
        </w:tc>
        <w:tc>
          <w:tcPr>
            <w:tcW w:w="909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Иваненков Н. Н.</w:t>
            </w:r>
          </w:p>
        </w:tc>
        <w:tc>
          <w:tcPr>
            <w:tcW w:w="471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7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Александровка</w:t>
            </w:r>
          </w:p>
        </w:tc>
        <w:tc>
          <w:tcPr>
            <w:tcW w:w="54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107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8466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624">
              <w:rPr>
                <w:rFonts w:ascii="Times New Roman" w:eastAsia="Times New Roman" w:hAnsi="Times New Roman" w:cs="Times New Roman"/>
                <w:lang w:eastAsia="ru-RU"/>
              </w:rPr>
              <w:t>40533627</w:t>
            </w:r>
          </w:p>
        </w:tc>
        <w:tc>
          <w:tcPr>
            <w:tcW w:w="699" w:type="pct"/>
            <w:vAlign w:val="center"/>
          </w:tcPr>
          <w:p w:rsidR="00934111" w:rsidRPr="00846624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6624">
              <w:rPr>
                <w:rFonts w:ascii="Times New Roman" w:eastAsia="Times New Roman" w:hAnsi="Times New Roman" w:cs="Times New Roman"/>
                <w:lang w:eastAsia="ru-RU"/>
              </w:rPr>
              <w:t>05.04.2012</w:t>
            </w:r>
          </w:p>
        </w:tc>
        <w:tc>
          <w:tcPr>
            <w:tcW w:w="909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Иваненков Н. Н.</w:t>
            </w:r>
          </w:p>
        </w:tc>
        <w:tc>
          <w:tcPr>
            <w:tcW w:w="471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7" w:type="pct"/>
            <w:vAlign w:val="center"/>
          </w:tcPr>
          <w:p w:rsidR="00934111" w:rsidRPr="001E669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90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Александровка</w:t>
            </w:r>
          </w:p>
        </w:tc>
        <w:tc>
          <w:tcPr>
            <w:tcW w:w="54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5E139B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4 ВЛ-0,4 кВ № 3 ТП № 198 ВЛ-6 кВ № 602 ПС «Ясенная» 35/6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8</w:t>
      </w:r>
      <w:r w:rsidRPr="001E11CA">
        <w:rPr>
          <w:sz w:val="24"/>
          <w:szCs w:val="24"/>
        </w:rPr>
        <w:t>0м).</w:t>
      </w:r>
    </w:p>
    <w:p w:rsidR="00934111" w:rsidRPr="00B43298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3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198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№198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4-231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D3878">
        <w:rPr>
          <w:rFonts w:ascii="Times New Roman" w:hAnsi="Times New Roman" w:cs="Times New Roman"/>
          <w:sz w:val="24"/>
          <w:szCs w:val="24"/>
        </w:rPr>
        <w:t xml:space="preserve">реконструкцию 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1D23">
        <w:rPr>
          <w:rFonts w:ascii="Times New Roman" w:hAnsi="Times New Roman" w:cs="Times New Roman"/>
          <w:sz w:val="24"/>
          <w:szCs w:val="24"/>
          <w:u w:val="single"/>
        </w:rPr>
        <w:t>ВЛ-10 кВ № 1002 ПС 35/10 кВ "Одинцово"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 xml:space="preserve">со </w:t>
      </w:r>
      <w:r>
        <w:rPr>
          <w:rFonts w:ascii="Times New Roman" w:hAnsi="Times New Roman" w:cs="Times New Roman"/>
          <w:sz w:val="24"/>
          <w:szCs w:val="24"/>
          <w:u w:val="single"/>
        </w:rPr>
        <w:t>строительством участков ВЛ-10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>кВ и ВЛ-0,4кВ 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установкой ТП-10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>/0,4кВ</w:t>
      </w:r>
      <w:r w:rsidRPr="008D3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111" w:rsidRPr="008D3878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E54593" w:rsidRDefault="00934111" w:rsidP="001715C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93">
        <w:rPr>
          <w:rFonts w:ascii="Times New Roman" w:hAnsi="Times New Roman" w:cs="Times New Roman"/>
          <w:sz w:val="24"/>
          <w:szCs w:val="24"/>
        </w:rPr>
        <w:t xml:space="preserve">Выполнить  проектирование и реконструкцию </w:t>
      </w:r>
      <w:r w:rsidRPr="00690BCD">
        <w:rPr>
          <w:rFonts w:ascii="Times New Roman" w:hAnsi="Times New Roman" w:cs="Times New Roman"/>
          <w:sz w:val="24"/>
          <w:szCs w:val="24"/>
        </w:rPr>
        <w:t>ВЛ-10 кВ № 1002 ПС 35/10 кВ "Одинцово"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593">
        <w:rPr>
          <w:rFonts w:ascii="Times New Roman" w:hAnsi="Times New Roman" w:cs="Times New Roman"/>
          <w:sz w:val="24"/>
          <w:szCs w:val="24"/>
        </w:rPr>
        <w:t>со строительством участков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54593">
        <w:rPr>
          <w:rFonts w:ascii="Times New Roman" w:hAnsi="Times New Roman" w:cs="Times New Roman"/>
          <w:sz w:val="24"/>
          <w:szCs w:val="24"/>
        </w:rPr>
        <w:t>кВ и ВЛ-0,4кВ и установкой ТП-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54593">
        <w:rPr>
          <w:rFonts w:ascii="Times New Roman" w:hAnsi="Times New Roman" w:cs="Times New Roman"/>
          <w:sz w:val="24"/>
          <w:szCs w:val="24"/>
        </w:rPr>
        <w:t xml:space="preserve">/0,4кВ, расположенных </w:t>
      </w:r>
      <w:proofErr w:type="gramStart"/>
      <w:r w:rsidRPr="00E545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54593">
        <w:rPr>
          <w:rFonts w:ascii="Times New Roman" w:hAnsi="Times New Roman" w:cs="Times New Roman"/>
          <w:sz w:val="24"/>
          <w:szCs w:val="24"/>
        </w:rPr>
        <w:t>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820" w:type="pct"/>
        <w:jc w:val="center"/>
        <w:tblLook w:val="04A0"/>
      </w:tblPr>
      <w:tblGrid>
        <w:gridCol w:w="1419"/>
        <w:gridCol w:w="1563"/>
        <w:gridCol w:w="1206"/>
        <w:gridCol w:w="1413"/>
        <w:gridCol w:w="2144"/>
      </w:tblGrid>
      <w:tr w:rsidR="00934111" w:rsidRPr="007762E6" w:rsidTr="004D169A">
        <w:trPr>
          <w:jc w:val="center"/>
        </w:trPr>
        <w:tc>
          <w:tcPr>
            <w:tcW w:w="923" w:type="pct"/>
            <w:vAlign w:val="center"/>
          </w:tcPr>
          <w:p w:rsidR="00934111" w:rsidRPr="00902C07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1016" w:type="pct"/>
            <w:vAlign w:val="center"/>
          </w:tcPr>
          <w:p w:rsidR="00934111" w:rsidRPr="00902C07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751" w:type="pct"/>
            <w:vAlign w:val="center"/>
          </w:tcPr>
          <w:p w:rsidR="00934111" w:rsidRPr="00902C07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r w:rsidRPr="00902C07">
              <w:rPr>
                <w:rFonts w:ascii="Times New Roman" w:hAnsi="Times New Roman" w:cs="Times New Roman"/>
              </w:rPr>
              <w:t>осн</w:t>
            </w:r>
            <w:proofErr w:type="spellEnd"/>
            <w:r w:rsidRPr="00902C07">
              <w:rPr>
                <w:rFonts w:ascii="Times New Roman" w:hAnsi="Times New Roman" w:cs="Times New Roman"/>
              </w:rPr>
              <w:t>. средства</w:t>
            </w:r>
          </w:p>
        </w:tc>
        <w:tc>
          <w:tcPr>
            <w:tcW w:w="919" w:type="pct"/>
            <w:vAlign w:val="center"/>
          </w:tcPr>
          <w:p w:rsidR="00934111" w:rsidRPr="00902C07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Инв. номер</w:t>
            </w:r>
          </w:p>
        </w:tc>
        <w:tc>
          <w:tcPr>
            <w:tcW w:w="1391" w:type="pct"/>
            <w:vAlign w:val="center"/>
          </w:tcPr>
          <w:p w:rsidR="00934111" w:rsidRPr="00902C07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923" w:type="pct"/>
            <w:vMerge w:val="restart"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654358">
              <w:rPr>
                <w:rFonts w:ascii="Times New Roman" w:hAnsi="Times New Roman" w:cs="Times New Roman"/>
              </w:rPr>
              <w:t>Смоленская</w:t>
            </w:r>
          </w:p>
        </w:tc>
        <w:tc>
          <w:tcPr>
            <w:tcW w:w="1016" w:type="pct"/>
            <w:vMerge w:val="restart"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Смоленский</w:t>
            </w:r>
          </w:p>
        </w:tc>
        <w:tc>
          <w:tcPr>
            <w:tcW w:w="75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12008448</w:t>
            </w:r>
          </w:p>
        </w:tc>
        <w:tc>
          <w:tcPr>
            <w:tcW w:w="919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326881419</w:t>
            </w:r>
          </w:p>
        </w:tc>
        <w:tc>
          <w:tcPr>
            <w:tcW w:w="139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ВЛ-0,4КВ Л-1002 </w:t>
            </w:r>
            <w:proofErr w:type="gramStart"/>
            <w:r w:rsidRPr="002A4D68">
              <w:rPr>
                <w:rFonts w:ascii="Times New Roman" w:hAnsi="Times New Roman" w:cs="Times New Roman"/>
              </w:rPr>
              <w:t>П</w:t>
            </w:r>
            <w:proofErr w:type="gramEnd"/>
            <w:r w:rsidRPr="002A4D68">
              <w:rPr>
                <w:rFonts w:ascii="Times New Roman" w:hAnsi="Times New Roman" w:cs="Times New Roman"/>
              </w:rPr>
              <w:t>/СТ ОДИНЦОВО</w:t>
            </w:r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120001</w:t>
            </w:r>
            <w:r>
              <w:rPr>
                <w:rFonts w:ascii="Times New Roman" w:hAnsi="Times New Roman" w:cs="Times New Roman"/>
              </w:rPr>
              <w:t>10</w:t>
            </w:r>
            <w:r w:rsidRPr="002A4D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326916119</w:t>
            </w:r>
          </w:p>
        </w:tc>
        <w:tc>
          <w:tcPr>
            <w:tcW w:w="139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ВЛ-10КВ N1002 </w:t>
            </w:r>
            <w:proofErr w:type="gramStart"/>
            <w:r w:rsidRPr="002A4D68">
              <w:rPr>
                <w:rFonts w:ascii="Times New Roman" w:hAnsi="Times New Roman" w:cs="Times New Roman"/>
              </w:rPr>
              <w:t>П</w:t>
            </w:r>
            <w:proofErr w:type="gramEnd"/>
            <w:r w:rsidRPr="002A4D68">
              <w:rPr>
                <w:rFonts w:ascii="Times New Roman" w:hAnsi="Times New Roman" w:cs="Times New Roman"/>
              </w:rPr>
              <w:t>/СТ ОДИНЦОВО</w:t>
            </w:r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934111" w:rsidRPr="0065435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13006479</w:t>
            </w:r>
          </w:p>
        </w:tc>
        <w:tc>
          <w:tcPr>
            <w:tcW w:w="919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325005400</w:t>
            </w:r>
          </w:p>
        </w:tc>
        <w:tc>
          <w:tcPr>
            <w:tcW w:w="1391" w:type="pct"/>
            <w:vAlign w:val="center"/>
          </w:tcPr>
          <w:p w:rsidR="00934111" w:rsidRPr="002A4D68" w:rsidRDefault="00934111" w:rsidP="004D169A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ОБОРУДОВАНИЕ ТП ПО </w:t>
            </w:r>
            <w:proofErr w:type="gramStart"/>
            <w:r w:rsidRPr="002A4D68">
              <w:rPr>
                <w:rFonts w:ascii="Times New Roman" w:hAnsi="Times New Roman" w:cs="Times New Roman"/>
              </w:rPr>
              <w:t>ВЛ</w:t>
            </w:r>
            <w:proofErr w:type="gramEnd"/>
            <w:r w:rsidRPr="002A4D68">
              <w:rPr>
                <w:rFonts w:ascii="Times New Roman" w:hAnsi="Times New Roman" w:cs="Times New Roman"/>
              </w:rPr>
              <w:t xml:space="preserve"> 1002 ПС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9923A0" w:rsidRDefault="00934111" w:rsidP="001715C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Pr="00731DE8" w:rsidRDefault="00934111" w:rsidP="001715C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1133"/>
        <w:gridCol w:w="1277"/>
        <w:gridCol w:w="1987"/>
        <w:gridCol w:w="1273"/>
        <w:gridCol w:w="1559"/>
        <w:gridCol w:w="991"/>
        <w:gridCol w:w="1241"/>
      </w:tblGrid>
      <w:tr w:rsidR="00934111" w:rsidRPr="00EF4E1A" w:rsidTr="004D169A">
        <w:tc>
          <w:tcPr>
            <w:tcW w:w="33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3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8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908"/>
        </w:trPr>
        <w:tc>
          <w:tcPr>
            <w:tcW w:w="33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40520296</w:t>
            </w:r>
          </w:p>
        </w:tc>
        <w:tc>
          <w:tcPr>
            <w:tcW w:w="63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13.03.2012</w:t>
            </w:r>
          </w:p>
        </w:tc>
        <w:tc>
          <w:tcPr>
            <w:tcW w:w="98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Свистелина</w:t>
            </w:r>
            <w:proofErr w:type="spellEnd"/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 xml:space="preserve"> Н. Н.</w:t>
            </w:r>
          </w:p>
        </w:tc>
        <w:tc>
          <w:tcPr>
            <w:tcW w:w="628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69" w:type="pct"/>
            <w:vMerge w:val="restar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 район, д. </w:t>
            </w:r>
            <w:proofErr w:type="spellStart"/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Томашевка</w:t>
            </w:r>
            <w:proofErr w:type="spellEnd"/>
          </w:p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551"/>
        </w:trPr>
        <w:tc>
          <w:tcPr>
            <w:tcW w:w="33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40525648</w:t>
            </w:r>
          </w:p>
        </w:tc>
        <w:tc>
          <w:tcPr>
            <w:tcW w:w="63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20.03.2012</w:t>
            </w:r>
          </w:p>
        </w:tc>
        <w:tc>
          <w:tcPr>
            <w:tcW w:w="980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Уданова</w:t>
            </w:r>
            <w:proofErr w:type="spellEnd"/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 xml:space="preserve"> О. М.</w:t>
            </w:r>
          </w:p>
        </w:tc>
        <w:tc>
          <w:tcPr>
            <w:tcW w:w="628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69" w:type="pct"/>
            <w:vMerge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93411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651"/>
        </w:trPr>
        <w:tc>
          <w:tcPr>
            <w:tcW w:w="33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40533384</w:t>
            </w:r>
          </w:p>
        </w:tc>
        <w:tc>
          <w:tcPr>
            <w:tcW w:w="63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04.04.2012</w:t>
            </w:r>
          </w:p>
        </w:tc>
        <w:tc>
          <w:tcPr>
            <w:tcW w:w="980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Белявская В. В.</w:t>
            </w:r>
          </w:p>
        </w:tc>
        <w:tc>
          <w:tcPr>
            <w:tcW w:w="628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69" w:type="pct"/>
            <w:vMerge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93411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651"/>
        </w:trPr>
        <w:tc>
          <w:tcPr>
            <w:tcW w:w="33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9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40533363</w:t>
            </w:r>
          </w:p>
        </w:tc>
        <w:tc>
          <w:tcPr>
            <w:tcW w:w="63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04.04.2012</w:t>
            </w:r>
          </w:p>
        </w:tc>
        <w:tc>
          <w:tcPr>
            <w:tcW w:w="980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Белявский Л. В.</w:t>
            </w:r>
          </w:p>
        </w:tc>
        <w:tc>
          <w:tcPr>
            <w:tcW w:w="628" w:type="pct"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A9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69" w:type="pct"/>
            <w:vMerge/>
            <w:vAlign w:val="center"/>
          </w:tcPr>
          <w:p w:rsidR="00934111" w:rsidRPr="00FF4A9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93411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934111" w:rsidRPr="004651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F63D4C" w:rsidRDefault="00934111" w:rsidP="001715C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93120C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934111" w:rsidRPr="004F4466" w:rsidRDefault="00934111" w:rsidP="001715C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  <w:u w:val="single"/>
        </w:rPr>
      </w:pPr>
      <w:proofErr w:type="gramStart"/>
      <w:r w:rsidRPr="004F4466">
        <w:rPr>
          <w:b/>
          <w:sz w:val="24"/>
          <w:szCs w:val="24"/>
        </w:rPr>
        <w:t>Основные характеристики проектируемой ВЛ-</w:t>
      </w:r>
      <w:r>
        <w:rPr>
          <w:b/>
          <w:sz w:val="24"/>
          <w:szCs w:val="24"/>
        </w:rPr>
        <w:t>10</w:t>
      </w:r>
      <w:r w:rsidRPr="004F4466">
        <w:rPr>
          <w:b/>
          <w:sz w:val="24"/>
          <w:szCs w:val="24"/>
        </w:rPr>
        <w:t>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Табл.5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0C4518">
        <w:rPr>
          <w:sz w:val="24"/>
          <w:szCs w:val="24"/>
        </w:rPr>
        <w:t>Предусмотреть строительство участка ВЛ-</w:t>
      </w:r>
      <w:r>
        <w:rPr>
          <w:sz w:val="24"/>
          <w:szCs w:val="24"/>
        </w:rPr>
        <w:t>10</w:t>
      </w:r>
      <w:r w:rsidRPr="000C4518">
        <w:rPr>
          <w:sz w:val="24"/>
          <w:szCs w:val="24"/>
        </w:rPr>
        <w:t>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130A15">
        <w:rPr>
          <w:b/>
        </w:rPr>
        <w:t xml:space="preserve">№ </w:t>
      </w:r>
      <w:r>
        <w:rPr>
          <w:b/>
        </w:rPr>
        <w:t xml:space="preserve">Е5 </w:t>
      </w:r>
      <w:r w:rsidRPr="00130A15">
        <w:rPr>
          <w:b/>
        </w:rPr>
        <w:t>ВЛ-10 кВ № 100</w:t>
      </w:r>
      <w:r>
        <w:rPr>
          <w:b/>
        </w:rPr>
        <w:t>2</w:t>
      </w:r>
      <w:r w:rsidRPr="00130A15">
        <w:rPr>
          <w:b/>
        </w:rPr>
        <w:t xml:space="preserve"> ПС 35/10 кВ "</w:t>
      </w:r>
      <w:r>
        <w:rPr>
          <w:b/>
        </w:rPr>
        <w:t>Одинцово</w:t>
      </w:r>
      <w:r w:rsidRPr="00130A15">
        <w:rPr>
          <w:b/>
        </w:rPr>
        <w:t xml:space="preserve">", </w:t>
      </w:r>
      <w:r w:rsidRPr="00FB1534">
        <w:rPr>
          <w:sz w:val="24"/>
          <w:szCs w:val="24"/>
        </w:rPr>
        <w:t>до РУ-</w:t>
      </w:r>
      <w:r>
        <w:rPr>
          <w:sz w:val="24"/>
          <w:szCs w:val="24"/>
        </w:rPr>
        <w:t>10</w:t>
      </w:r>
      <w:r w:rsidRPr="00FB1534">
        <w:rPr>
          <w:sz w:val="24"/>
          <w:szCs w:val="24"/>
        </w:rPr>
        <w:t xml:space="preserve">кВ проектируемой ТП </w:t>
      </w:r>
      <w:r>
        <w:rPr>
          <w:sz w:val="24"/>
          <w:szCs w:val="24"/>
        </w:rPr>
        <w:t>10</w:t>
      </w:r>
      <w:r w:rsidRPr="00FB1534">
        <w:rPr>
          <w:sz w:val="24"/>
          <w:szCs w:val="24"/>
        </w:rPr>
        <w:t>/0,4кВ</w:t>
      </w:r>
      <w:r>
        <w:rPr>
          <w:sz w:val="24"/>
          <w:szCs w:val="24"/>
        </w:rPr>
        <w:t xml:space="preserve"> (ориентировочно 1500м).</w:t>
      </w:r>
    </w:p>
    <w:p w:rsidR="00934111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проектируемой ВЛ-10 кВ (ориентировочная мощность трансформатора – 63кВА) </w:t>
      </w:r>
    </w:p>
    <w:p w:rsidR="00934111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934111" w:rsidRPr="002568BB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934111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ТП-10/0,4 кВ до территории Заявителей (ориентировочно 100м).</w:t>
      </w:r>
      <w:proofErr w:type="gramEnd"/>
    </w:p>
    <w:p w:rsidR="00934111" w:rsidRPr="00C6177E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B46665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7762E6">
        <w:rPr>
          <w:sz w:val="24"/>
          <w:szCs w:val="24"/>
        </w:rPr>
        <w:t>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F0116B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Default="00934111" w:rsidP="001715CB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4-232к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ТП № 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«Заводска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78020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7762E6" w:rsidRDefault="00934111" w:rsidP="001715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3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607F11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 кВ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</w:t>
      </w:r>
      <w:r w:rsidRPr="00607F1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726"/>
        <w:gridCol w:w="1763"/>
        <w:gridCol w:w="1537"/>
        <w:gridCol w:w="1650"/>
        <w:gridCol w:w="1715"/>
      </w:tblGrid>
      <w:tr w:rsidR="00934111" w:rsidRPr="007762E6" w:rsidTr="004D169A">
        <w:trPr>
          <w:jc w:val="center"/>
        </w:trPr>
        <w:tc>
          <w:tcPr>
            <w:tcW w:w="1028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944207" w:rsidTr="004D169A">
        <w:trPr>
          <w:jc w:val="center"/>
        </w:trPr>
        <w:tc>
          <w:tcPr>
            <w:tcW w:w="1028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34111" w:rsidRPr="005A71B4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Боровая</w:t>
            </w:r>
          </w:p>
        </w:tc>
        <w:tc>
          <w:tcPr>
            <w:tcW w:w="916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AD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327119419</w:t>
            </w:r>
          </w:p>
        </w:tc>
        <w:tc>
          <w:tcPr>
            <w:tcW w:w="983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AD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12008495</w:t>
            </w:r>
          </w:p>
        </w:tc>
        <w:tc>
          <w:tcPr>
            <w:tcW w:w="1022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7A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007A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0.4 КВ ПО Л 1001 ПС ЗАВОДСКАЯ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RPr="00385474" w:rsidTr="004D169A">
        <w:tc>
          <w:tcPr>
            <w:tcW w:w="255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34111" w:rsidRPr="00D3714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3714A">
              <w:rPr>
                <w:sz w:val="24"/>
                <w:szCs w:val="24"/>
              </w:rPr>
              <w:t>40533730</w:t>
            </w:r>
          </w:p>
        </w:tc>
        <w:tc>
          <w:tcPr>
            <w:tcW w:w="731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  <w:r w:rsidRPr="0038547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34111" w:rsidRPr="00D3714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D3714A">
              <w:rPr>
                <w:sz w:val="24"/>
                <w:szCs w:val="24"/>
              </w:rPr>
              <w:t>Цырикова</w:t>
            </w:r>
            <w:proofErr w:type="spellEnd"/>
            <w:r w:rsidRPr="00D3714A">
              <w:rPr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Default="00934111" w:rsidP="001715C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</w:t>
      </w:r>
      <w:r w:rsidRPr="00530372">
        <w:rPr>
          <w:sz w:val="24"/>
          <w:szCs w:val="24"/>
        </w:rPr>
        <w:t>№ 3-3 ВЛ-0,4 кВ № 2 ТП № 3 ВЛ-10 кВ № 1001 ПС «Заводская» 110/35/10 кВ</w:t>
      </w:r>
      <w:r w:rsidRPr="00491F72">
        <w:rPr>
          <w:sz w:val="24"/>
          <w:szCs w:val="24"/>
        </w:rPr>
        <w:t>, до объекта</w:t>
      </w:r>
      <w:r>
        <w:rPr>
          <w:sz w:val="24"/>
          <w:szCs w:val="24"/>
        </w:rPr>
        <w:t xml:space="preserve"> (ориентировочно 250м).</w:t>
      </w:r>
    </w:p>
    <w:p w:rsidR="00934111" w:rsidRPr="0088445C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3 </w:t>
      </w:r>
      <w:r w:rsidRPr="007762E6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</w:t>
      </w:r>
      <w:r w:rsidRPr="007762E6">
        <w:rPr>
          <w:bCs/>
          <w:sz w:val="24"/>
          <w:szCs w:val="24"/>
        </w:rPr>
        <w:lastRenderedPageBreak/>
        <w:t>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63069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AB093C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34111" w:rsidRPr="007762E6" w:rsidRDefault="00934111" w:rsidP="001715CB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4-233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2365E2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65E2">
        <w:rPr>
          <w:rFonts w:ascii="Times New Roman" w:hAnsi="Times New Roman" w:cs="Times New Roman"/>
          <w:sz w:val="24"/>
          <w:szCs w:val="24"/>
          <w:u w:val="single"/>
        </w:rPr>
        <w:t xml:space="preserve">ВЛ-0,4кВ ТП № 92 ВЛ-10 кВ № 1004 ПС 35/10 кВ «РП СХТ»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2679E5">
        <w:rPr>
          <w:rFonts w:ascii="Times New Roman" w:hAnsi="Times New Roman" w:cs="Times New Roman"/>
          <w:sz w:val="24"/>
          <w:szCs w:val="24"/>
        </w:rPr>
        <w:t>ВЛ-0,4кВ ТП № 92 ВЛ-10 кВ № 1004 ПС 35/10 кВ «РП СХТ»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33"/>
        <w:gridCol w:w="1489"/>
        <w:gridCol w:w="1901"/>
        <w:gridCol w:w="1637"/>
        <w:gridCol w:w="1523"/>
        <w:gridCol w:w="2049"/>
      </w:tblGrid>
      <w:tr w:rsidR="00934111" w:rsidRPr="007762E6" w:rsidTr="004D169A">
        <w:tc>
          <w:tcPr>
            <w:tcW w:w="714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2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47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816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9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1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14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2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47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г. Смоленск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 xml:space="preserve"> "Сельхозтехника"</w:t>
            </w:r>
          </w:p>
        </w:tc>
        <w:tc>
          <w:tcPr>
            <w:tcW w:w="816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12008863</w:t>
            </w:r>
          </w:p>
        </w:tc>
        <w:tc>
          <w:tcPr>
            <w:tcW w:w="759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12008863-00</w:t>
            </w:r>
          </w:p>
        </w:tc>
        <w:tc>
          <w:tcPr>
            <w:tcW w:w="1021" w:type="pct"/>
            <w:vAlign w:val="center"/>
          </w:tcPr>
          <w:p w:rsidR="00934111" w:rsidRPr="0069290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90D">
              <w:rPr>
                <w:rFonts w:ascii="Times New Roman" w:eastAsia="Times New Roman" w:hAnsi="Times New Roman" w:cs="Times New Roman"/>
                <w:lang w:eastAsia="ru-RU"/>
              </w:rPr>
              <w:t>ВЛ-0,4кВ по ВЛ-1004 ПС РП СХТ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31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AE3B3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40450038</w:t>
            </w:r>
          </w:p>
        </w:tc>
        <w:tc>
          <w:tcPr>
            <w:tcW w:w="699" w:type="pct"/>
            <w:vAlign w:val="center"/>
          </w:tcPr>
          <w:p w:rsidR="00934111" w:rsidRPr="00AE3B3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27.10.2011</w:t>
            </w:r>
          </w:p>
        </w:tc>
        <w:tc>
          <w:tcPr>
            <w:tcW w:w="909" w:type="pct"/>
            <w:vAlign w:val="center"/>
          </w:tcPr>
          <w:p w:rsidR="00934111" w:rsidRPr="00AE3B3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Хачатрян</w:t>
            </w:r>
            <w:proofErr w:type="spellEnd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 xml:space="preserve"> В. А.</w:t>
            </w:r>
          </w:p>
        </w:tc>
        <w:tc>
          <w:tcPr>
            <w:tcW w:w="471" w:type="pct"/>
            <w:vAlign w:val="center"/>
          </w:tcPr>
          <w:p w:rsidR="00934111" w:rsidRPr="00AE3B3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AE3B3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 xml:space="preserve">г. Смоленск </w:t>
            </w:r>
            <w:proofErr w:type="gramStart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AE3B39">
              <w:rPr>
                <w:rFonts w:ascii="Times New Roman" w:eastAsia="Times New Roman" w:hAnsi="Times New Roman" w:cs="Times New Roman"/>
                <w:lang w:eastAsia="ru-RU"/>
              </w:rPr>
              <w:t xml:space="preserve"> "Сельхозтехника"</w:t>
            </w:r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5A711F">
        <w:rPr>
          <w:sz w:val="24"/>
          <w:szCs w:val="24"/>
        </w:rPr>
        <w:t>Предусмотреть строительство участка ВЛ-0,4 кВ с изолированным самонесущим проводом от РУ-0,4кВ ТП № 92 ВЛ-10 кВ № 1004 ПС «РП СХТ»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35</w:t>
      </w:r>
      <w:r w:rsidRPr="001E11CA">
        <w:rPr>
          <w:sz w:val="24"/>
          <w:szCs w:val="24"/>
        </w:rPr>
        <w:t>0м).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№92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4-235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34111" w:rsidRPr="00F46DED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231BE">
        <w:rPr>
          <w:rFonts w:ascii="Times New Roman" w:hAnsi="Times New Roman" w:cs="Times New Roman"/>
          <w:sz w:val="24"/>
          <w:szCs w:val="24"/>
          <w:u w:val="single"/>
        </w:rPr>
        <w:t>ВЛ-0,4 кВ № 1 ТП № 17 ВЛ-10 кВ № 1016 ПС 35/10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31BE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0231BE">
        <w:rPr>
          <w:rFonts w:ascii="Times New Roman" w:hAnsi="Times New Roman" w:cs="Times New Roman"/>
          <w:sz w:val="24"/>
          <w:szCs w:val="24"/>
          <w:u w:val="single"/>
        </w:rPr>
        <w:t>Тычинино</w:t>
      </w:r>
      <w:proofErr w:type="spellEnd"/>
      <w:r w:rsidRPr="000231B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 w:rsidRPr="00F46D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765FED">
        <w:rPr>
          <w:rFonts w:ascii="Times New Roman" w:hAnsi="Times New Roman" w:cs="Times New Roman"/>
          <w:sz w:val="24"/>
          <w:szCs w:val="24"/>
        </w:rPr>
        <w:t>ВЛ-0,4 кВ № 1 ТП № 17 ВЛ-10 кВ № 1016 ПС 35/10 кВ «</w:t>
      </w:r>
      <w:proofErr w:type="spellStart"/>
      <w:r w:rsidRPr="00765FED">
        <w:rPr>
          <w:rFonts w:ascii="Times New Roman" w:hAnsi="Times New Roman" w:cs="Times New Roman"/>
          <w:sz w:val="24"/>
          <w:szCs w:val="24"/>
        </w:rPr>
        <w:t>Тычинино</w:t>
      </w:r>
      <w:proofErr w:type="spellEnd"/>
      <w:r w:rsidRPr="00765FE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2FD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12000485</w:t>
            </w:r>
          </w:p>
        </w:tc>
        <w:tc>
          <w:tcPr>
            <w:tcW w:w="765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320203819</w:t>
            </w:r>
          </w:p>
        </w:tc>
        <w:tc>
          <w:tcPr>
            <w:tcW w:w="1027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 0,4 КВ ОТ ВЛ 1016 ПС ТЫЧИНИНО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31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40439199</w:t>
            </w:r>
          </w:p>
        </w:tc>
        <w:tc>
          <w:tcPr>
            <w:tcW w:w="699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17.10.2011</w:t>
            </w:r>
          </w:p>
        </w:tc>
        <w:tc>
          <w:tcPr>
            <w:tcW w:w="909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Коровкин</w:t>
            </w:r>
            <w:proofErr w:type="spellEnd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 А. А.</w:t>
            </w:r>
          </w:p>
        </w:tc>
        <w:tc>
          <w:tcPr>
            <w:tcW w:w="471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F330A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 район, д. </w:t>
            </w:r>
            <w:proofErr w:type="spell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proofErr w:type="gramEnd"/>
            <w:r w:rsidRPr="00F330AD">
              <w:rPr>
                <w:rFonts w:ascii="Times New Roman" w:eastAsia="Times New Roman" w:hAnsi="Times New Roman" w:cs="Times New Roman"/>
                <w:lang w:eastAsia="ru-RU"/>
              </w:rPr>
              <w:t xml:space="preserve"> Сенная</w:t>
            </w:r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06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531B14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16 ВЛ-0,4 кВ № 1 ТП № 17 ВЛ-10 кВ № 1016 ПС 35/10 кВ «</w:t>
      </w:r>
      <w:proofErr w:type="spellStart"/>
      <w:r w:rsidRPr="00531B14">
        <w:rPr>
          <w:sz w:val="24"/>
          <w:szCs w:val="24"/>
        </w:rPr>
        <w:t>Тычинино</w:t>
      </w:r>
      <w:proofErr w:type="spellEnd"/>
      <w:r w:rsidRPr="00531B14">
        <w:rPr>
          <w:sz w:val="24"/>
          <w:szCs w:val="24"/>
        </w:rPr>
        <w:t>»,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6</w:t>
      </w:r>
      <w:r w:rsidRPr="001E11CA">
        <w:rPr>
          <w:sz w:val="24"/>
          <w:szCs w:val="24"/>
        </w:rPr>
        <w:t>0м).</w:t>
      </w:r>
    </w:p>
    <w:p w:rsidR="00934111" w:rsidRPr="00B43298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17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4-238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5C738B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C738B">
        <w:rPr>
          <w:rFonts w:ascii="Times New Roman" w:hAnsi="Times New Roman" w:cs="Times New Roman"/>
          <w:sz w:val="24"/>
          <w:szCs w:val="24"/>
          <w:u w:val="single"/>
        </w:rPr>
        <w:t>ВЛ-0,4 кВ № 1 ТП № 154 ВЛ-10 кВ № 1002 ПС 35/10 кВ «Одинцово» 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A32FCA">
        <w:rPr>
          <w:rFonts w:ascii="Times New Roman" w:hAnsi="Times New Roman" w:cs="Times New Roman"/>
          <w:sz w:val="24"/>
          <w:szCs w:val="24"/>
        </w:rPr>
        <w:t>ВЛ-0,4 кВ № 1 ТП № 154 ВЛ-10 кВ № 1002 ПС 35/10 кВ «Одинцово</w:t>
      </w:r>
      <w:proofErr w:type="gramStart"/>
      <w:r w:rsidRPr="00A32FCA">
        <w:rPr>
          <w:rFonts w:ascii="Times New Roman" w:hAnsi="Times New Roman" w:cs="Times New Roman"/>
          <w:sz w:val="24"/>
          <w:szCs w:val="24"/>
        </w:rPr>
        <w:t>»</w:t>
      </w:r>
      <w:r w:rsidRPr="007E36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3634">
        <w:rPr>
          <w:rFonts w:ascii="Times New Roman" w:hAnsi="Times New Roman" w:cs="Times New Roman"/>
          <w:sz w:val="24"/>
          <w:szCs w:val="24"/>
        </w:rPr>
        <w:t xml:space="preserve">о строительством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E3634">
        <w:rPr>
          <w:rFonts w:ascii="Times New Roman" w:hAnsi="Times New Roman" w:cs="Times New Roman"/>
          <w:sz w:val="24"/>
          <w:szCs w:val="24"/>
        </w:rPr>
        <w:t>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375"/>
        <w:gridCol w:w="1491"/>
        <w:gridCol w:w="1669"/>
        <w:gridCol w:w="1922"/>
        <w:gridCol w:w="1316"/>
        <w:gridCol w:w="2259"/>
      </w:tblGrid>
      <w:tr w:rsidR="00934111" w:rsidRPr="007762E6" w:rsidTr="004D169A">
        <w:tc>
          <w:tcPr>
            <w:tcW w:w="685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3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32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958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656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126" w:type="pct"/>
            <w:vAlign w:val="center"/>
          </w:tcPr>
          <w:p w:rsidR="00934111" w:rsidRPr="00E83E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E1D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713"/>
        </w:trPr>
        <w:tc>
          <w:tcPr>
            <w:tcW w:w="685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3" w:type="pct"/>
            <w:vAlign w:val="center"/>
          </w:tcPr>
          <w:p w:rsidR="00934111" w:rsidRDefault="00934111" w:rsidP="004D169A">
            <w:pPr>
              <w:jc w:val="center"/>
            </w:pPr>
            <w:r w:rsidRPr="0047669C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32" w:type="pct"/>
            <w:vAlign w:val="center"/>
          </w:tcPr>
          <w:p w:rsidR="00934111" w:rsidRDefault="00934111" w:rsidP="004D169A">
            <w:pPr>
              <w:jc w:val="center"/>
            </w:pPr>
            <w:r w:rsidRPr="0047669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47669C">
              <w:rPr>
                <w:rFonts w:ascii="Times New Roman" w:eastAsia="Times New Roman" w:hAnsi="Times New Roman" w:cs="Times New Roman"/>
                <w:lang w:eastAsia="ru-RU"/>
              </w:rPr>
              <w:t>Нагать</w:t>
            </w:r>
            <w:proofErr w:type="spellEnd"/>
          </w:p>
        </w:tc>
        <w:tc>
          <w:tcPr>
            <w:tcW w:w="958" w:type="pct"/>
            <w:vAlign w:val="center"/>
          </w:tcPr>
          <w:p w:rsidR="00934111" w:rsidRPr="009B12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27F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656" w:type="pct"/>
            <w:vAlign w:val="center"/>
          </w:tcPr>
          <w:p w:rsidR="00934111" w:rsidRPr="009B12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27F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126" w:type="pct"/>
            <w:vAlign w:val="center"/>
          </w:tcPr>
          <w:p w:rsidR="00934111" w:rsidRPr="009B12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27F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9B127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B127F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275"/>
        <w:gridCol w:w="1985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2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7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99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40371629</w:t>
            </w:r>
          </w:p>
        </w:tc>
        <w:tc>
          <w:tcPr>
            <w:tcW w:w="62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01.09.2011</w:t>
            </w:r>
          </w:p>
        </w:tc>
        <w:tc>
          <w:tcPr>
            <w:tcW w:w="97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Садовников И. А.</w:t>
            </w:r>
          </w:p>
        </w:tc>
        <w:tc>
          <w:tcPr>
            <w:tcW w:w="471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Нагать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99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40380121</w:t>
            </w:r>
          </w:p>
        </w:tc>
        <w:tc>
          <w:tcPr>
            <w:tcW w:w="62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08.08.2011</w:t>
            </w:r>
          </w:p>
        </w:tc>
        <w:tc>
          <w:tcPr>
            <w:tcW w:w="97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Отдельная Л. Е.</w:t>
            </w:r>
          </w:p>
        </w:tc>
        <w:tc>
          <w:tcPr>
            <w:tcW w:w="471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Нагать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998"/>
        </w:trPr>
        <w:tc>
          <w:tcPr>
            <w:tcW w:w="220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40385887</w:t>
            </w:r>
          </w:p>
        </w:tc>
        <w:tc>
          <w:tcPr>
            <w:tcW w:w="62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04.08.2011</w:t>
            </w:r>
          </w:p>
        </w:tc>
        <w:tc>
          <w:tcPr>
            <w:tcW w:w="979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Назаренко</w:t>
            </w:r>
            <w:proofErr w:type="spellEnd"/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 xml:space="preserve"> Н. М.</w:t>
            </w:r>
          </w:p>
        </w:tc>
        <w:tc>
          <w:tcPr>
            <w:tcW w:w="471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443AD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</w:t>
            </w:r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443ADF">
              <w:rPr>
                <w:rFonts w:ascii="Times New Roman" w:eastAsia="Times New Roman" w:hAnsi="Times New Roman" w:cs="Times New Roman"/>
                <w:lang w:eastAsia="ru-RU"/>
              </w:rPr>
              <w:t>Нагать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C13EB5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C13EB5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реконструируемой </w:t>
      </w:r>
      <w:r w:rsidRPr="00B52ABF">
        <w:rPr>
          <w:rFonts w:ascii="Times New Roman" w:hAnsi="Times New Roman" w:cs="Times New Roman"/>
          <w:b/>
          <w:sz w:val="24"/>
          <w:szCs w:val="24"/>
        </w:rPr>
        <w:t>ВЛ-0,4кВ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B52ABF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2хА25 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проектируемой </w:t>
      </w:r>
      <w:r w:rsidRPr="00B52ABF">
        <w:rPr>
          <w:rFonts w:ascii="Times New Roman" w:hAnsi="Times New Roman" w:cs="Times New Roman"/>
          <w:b/>
          <w:sz w:val="24"/>
          <w:szCs w:val="24"/>
        </w:rPr>
        <w:t>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8C5009">
        <w:rPr>
          <w:sz w:val="24"/>
          <w:szCs w:val="24"/>
        </w:rPr>
        <w:t xml:space="preserve">Предусмотреть обеспечение </w:t>
      </w:r>
      <w:proofErr w:type="spellStart"/>
      <w:r w:rsidRPr="008C5009">
        <w:rPr>
          <w:sz w:val="24"/>
          <w:szCs w:val="24"/>
        </w:rPr>
        <w:t>полнофазного</w:t>
      </w:r>
      <w:proofErr w:type="spellEnd"/>
      <w:r w:rsidRPr="008C5009">
        <w:rPr>
          <w:sz w:val="24"/>
          <w:szCs w:val="24"/>
        </w:rPr>
        <w:t xml:space="preserve"> режима (с заменой провода </w:t>
      </w:r>
      <w:r>
        <w:rPr>
          <w:sz w:val="24"/>
          <w:szCs w:val="24"/>
        </w:rPr>
        <w:t>и опор</w:t>
      </w:r>
      <w:r w:rsidRPr="008C5009">
        <w:rPr>
          <w:sz w:val="24"/>
          <w:szCs w:val="24"/>
        </w:rPr>
        <w:t xml:space="preserve">) на </w:t>
      </w:r>
      <w:r w:rsidRPr="004117FC">
        <w:rPr>
          <w:sz w:val="24"/>
          <w:szCs w:val="24"/>
        </w:rPr>
        <w:t>ВЛ-0,4 кВ №1, запитанной от ТП № 154 ВЛ-10 кВ № 1002 ПС «Одинцово» 35/10 кВ в пролетах опор №№ 3-3/1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40</w:t>
      </w:r>
      <w:r w:rsidRPr="001E11CA">
        <w:rPr>
          <w:sz w:val="24"/>
          <w:szCs w:val="24"/>
        </w:rPr>
        <w:t>м</w:t>
      </w:r>
      <w:r>
        <w:rPr>
          <w:sz w:val="24"/>
          <w:szCs w:val="24"/>
        </w:rPr>
        <w:t>, провод 4хА35</w:t>
      </w:r>
      <w:r w:rsidRPr="001E11CA">
        <w:rPr>
          <w:sz w:val="24"/>
          <w:szCs w:val="24"/>
        </w:rPr>
        <w:t>).</w:t>
      </w:r>
    </w:p>
    <w:p w:rsidR="00934111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3C5430">
        <w:rPr>
          <w:sz w:val="24"/>
          <w:szCs w:val="24"/>
        </w:rPr>
        <w:t>Предусмотреть строительство участка ВЛ-0,4 кВ с применением изолированного самонесущего провода от опоры № 3/1 ВЛ-0,4 кВ № 1 ТП № 154 ВЛ-10 кВ № 1002 ПС «Одинцово»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300</w:t>
      </w:r>
      <w:r w:rsidRPr="001E11CA">
        <w:rPr>
          <w:sz w:val="24"/>
          <w:szCs w:val="24"/>
        </w:rPr>
        <w:t>м).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6B15A5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№154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4-241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F46DED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7D9F">
        <w:rPr>
          <w:rFonts w:ascii="Times New Roman" w:hAnsi="Times New Roman" w:cs="Times New Roman"/>
          <w:sz w:val="24"/>
          <w:szCs w:val="24"/>
          <w:u w:val="single"/>
        </w:rPr>
        <w:t>ВЛ-0,4 кВ ТП № 560 ВЛ-10 кВ № 1003 ПС 35/10 кВ «</w:t>
      </w:r>
      <w:proofErr w:type="spellStart"/>
      <w:r w:rsidRPr="00C27D9F">
        <w:rPr>
          <w:rFonts w:ascii="Times New Roman" w:hAnsi="Times New Roman" w:cs="Times New Roman"/>
          <w:sz w:val="24"/>
          <w:szCs w:val="24"/>
          <w:u w:val="single"/>
        </w:rPr>
        <w:t>Кощино</w:t>
      </w:r>
      <w:proofErr w:type="spellEnd"/>
      <w:r w:rsidRPr="00C27D9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>Выполнить проектирование и строительство ВЛ-0,4 кВ ТП № 560 ВЛ-10 кВ № 1003 ПС 35/10 кВ «</w:t>
      </w:r>
      <w:proofErr w:type="spellStart"/>
      <w:r w:rsidRPr="00C27D9F">
        <w:rPr>
          <w:rFonts w:ascii="Times New Roman" w:hAnsi="Times New Roman" w:cs="Times New Roman"/>
          <w:sz w:val="24"/>
          <w:szCs w:val="24"/>
        </w:rPr>
        <w:t>Кощино</w:t>
      </w:r>
      <w:proofErr w:type="spellEnd"/>
      <w:r w:rsidRPr="00C27D9F">
        <w:rPr>
          <w:rFonts w:ascii="Times New Roman" w:hAnsi="Times New Roman" w:cs="Times New Roman"/>
          <w:sz w:val="24"/>
          <w:szCs w:val="24"/>
        </w:rPr>
        <w:t xml:space="preserve">» со строительством ответвления ВЛ-0,4кВ,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Кощино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12000108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320570719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 0,4 КВ ПО ВЛ 1003 ПС КОЩИНО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31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631B28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1B28">
              <w:rPr>
                <w:sz w:val="22"/>
                <w:szCs w:val="22"/>
              </w:rPr>
              <w:t>40349584</w:t>
            </w:r>
          </w:p>
        </w:tc>
        <w:tc>
          <w:tcPr>
            <w:tcW w:w="699" w:type="pct"/>
            <w:vAlign w:val="center"/>
          </w:tcPr>
          <w:p w:rsidR="00934111" w:rsidRPr="00631B28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1B28">
              <w:rPr>
                <w:sz w:val="22"/>
                <w:szCs w:val="22"/>
              </w:rPr>
              <w:t>05.07.2011</w:t>
            </w:r>
          </w:p>
        </w:tc>
        <w:tc>
          <w:tcPr>
            <w:tcW w:w="909" w:type="pct"/>
            <w:vAlign w:val="center"/>
          </w:tcPr>
          <w:p w:rsidR="00934111" w:rsidRPr="00631B28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1B28">
              <w:rPr>
                <w:sz w:val="22"/>
                <w:szCs w:val="22"/>
              </w:rPr>
              <w:t>Дроздова В. К.</w:t>
            </w:r>
          </w:p>
        </w:tc>
        <w:tc>
          <w:tcPr>
            <w:tcW w:w="471" w:type="pct"/>
            <w:vAlign w:val="center"/>
          </w:tcPr>
          <w:p w:rsidR="00934111" w:rsidRPr="00631B28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1B28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631B28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31B28">
              <w:rPr>
                <w:sz w:val="22"/>
                <w:szCs w:val="22"/>
              </w:rPr>
              <w:t>Смоленский район</w:t>
            </w:r>
            <w:r w:rsidRPr="00631B28">
              <w:rPr>
                <w:sz w:val="22"/>
                <w:szCs w:val="22"/>
              </w:rPr>
              <w:br/>
              <w:t xml:space="preserve">д. </w:t>
            </w:r>
            <w:proofErr w:type="spellStart"/>
            <w:r w:rsidRPr="00631B28">
              <w:rPr>
                <w:sz w:val="22"/>
                <w:szCs w:val="22"/>
              </w:rPr>
              <w:t>Кощино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B73E92">
        <w:rPr>
          <w:sz w:val="24"/>
          <w:szCs w:val="24"/>
        </w:rPr>
        <w:t xml:space="preserve">Предусмотреть строительство </w:t>
      </w:r>
      <w:proofErr w:type="gramStart"/>
      <w:r w:rsidRPr="00B73E92">
        <w:rPr>
          <w:sz w:val="24"/>
          <w:szCs w:val="24"/>
        </w:rPr>
        <w:t>отдельной</w:t>
      </w:r>
      <w:proofErr w:type="gramEnd"/>
      <w:r w:rsidRPr="00B73E92">
        <w:rPr>
          <w:sz w:val="24"/>
          <w:szCs w:val="24"/>
        </w:rPr>
        <w:t xml:space="preserve"> ВЛ-0,4 кВ с изолированным самонесущим проводом от ТП № 560 ВЛ-10 кВ № 1003 ПС «</w:t>
      </w:r>
      <w:proofErr w:type="spellStart"/>
      <w:r w:rsidRPr="00B73E92">
        <w:rPr>
          <w:sz w:val="24"/>
          <w:szCs w:val="24"/>
        </w:rPr>
        <w:t>Кощино</w:t>
      </w:r>
      <w:proofErr w:type="spellEnd"/>
      <w:r w:rsidRPr="00B73E92">
        <w:rPr>
          <w:sz w:val="24"/>
          <w:szCs w:val="24"/>
        </w:rPr>
        <w:t>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11</w:t>
      </w:r>
      <w:r w:rsidRPr="001E11CA">
        <w:rPr>
          <w:sz w:val="24"/>
          <w:szCs w:val="24"/>
        </w:rPr>
        <w:t>0м).</w:t>
      </w:r>
    </w:p>
    <w:p w:rsidR="00934111" w:rsidRPr="00B73E92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B73E92">
        <w:rPr>
          <w:sz w:val="24"/>
          <w:szCs w:val="24"/>
        </w:rPr>
        <w:t>В РУ-0,4 кВ ТП № 560 установить автоматический выключатель.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B73E92">
        <w:rPr>
          <w:sz w:val="24"/>
          <w:szCs w:val="24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№560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4-242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34111" w:rsidRPr="00CA5C15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4461">
        <w:rPr>
          <w:rFonts w:ascii="Times New Roman" w:hAnsi="Times New Roman" w:cs="Times New Roman"/>
          <w:sz w:val="24"/>
          <w:szCs w:val="24"/>
          <w:u w:val="single"/>
        </w:rPr>
        <w:t>ВЛ-0,4 кВ № 4 ТП № 714 ВЛ-10 кВ № 1002 ПС 35/10 кВ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74461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EE1D45">
        <w:rPr>
          <w:rFonts w:ascii="Times New Roman" w:hAnsi="Times New Roman" w:cs="Times New Roman"/>
          <w:sz w:val="24"/>
          <w:szCs w:val="24"/>
        </w:rPr>
        <w:t xml:space="preserve">ВЛ-0,4 кВ № 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D45">
        <w:rPr>
          <w:rFonts w:ascii="Times New Roman" w:hAnsi="Times New Roman" w:cs="Times New Roman"/>
          <w:sz w:val="24"/>
          <w:szCs w:val="24"/>
        </w:rPr>
        <w:t xml:space="preserve">ТП № 714 ВЛ-10 кВ № 1002 ПС 35/10 кВ  «Одинцово» </w:t>
      </w:r>
      <w:r w:rsidRPr="000E220A">
        <w:rPr>
          <w:rFonts w:ascii="Times New Roman" w:hAnsi="Times New Roman" w:cs="Times New Roman"/>
          <w:sz w:val="24"/>
          <w:szCs w:val="24"/>
        </w:rPr>
        <w:t xml:space="preserve"> со </w:t>
      </w:r>
      <w:r w:rsidRPr="009D45E6">
        <w:rPr>
          <w:rFonts w:ascii="Times New Roman" w:hAnsi="Times New Roman" w:cs="Times New Roman"/>
          <w:sz w:val="24"/>
          <w:szCs w:val="24"/>
        </w:rPr>
        <w:t>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444"/>
        <w:gridCol w:w="1501"/>
        <w:gridCol w:w="1792"/>
        <w:gridCol w:w="1792"/>
        <w:gridCol w:w="1535"/>
        <w:gridCol w:w="2061"/>
      </w:tblGrid>
      <w:tr w:rsidR="00934111" w:rsidRPr="007762E6" w:rsidTr="004D169A">
        <w:trPr>
          <w:jc w:val="center"/>
        </w:trPr>
        <w:tc>
          <w:tcPr>
            <w:tcW w:w="713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806"/>
          <w:jc w:val="center"/>
        </w:trPr>
        <w:tc>
          <w:tcPr>
            <w:tcW w:w="713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934111" w:rsidRPr="00852FB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</w:p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934111" w:rsidRPr="008A7D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58" w:type="pct"/>
            <w:vAlign w:val="center"/>
          </w:tcPr>
          <w:p w:rsidR="00934111" w:rsidRPr="008A7D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18" w:type="pct"/>
            <w:vAlign w:val="center"/>
          </w:tcPr>
          <w:p w:rsidR="00934111" w:rsidRPr="008A7D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31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7C19F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>40531947</w:t>
            </w:r>
          </w:p>
        </w:tc>
        <w:tc>
          <w:tcPr>
            <w:tcW w:w="699" w:type="pct"/>
            <w:vAlign w:val="center"/>
          </w:tcPr>
          <w:p w:rsidR="00934111" w:rsidRPr="007C19F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>05.04.2012</w:t>
            </w:r>
          </w:p>
        </w:tc>
        <w:tc>
          <w:tcPr>
            <w:tcW w:w="909" w:type="pct"/>
            <w:vAlign w:val="center"/>
          </w:tcPr>
          <w:p w:rsidR="00934111" w:rsidRPr="007C19F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>Кулаков Р. В.</w:t>
            </w:r>
          </w:p>
        </w:tc>
        <w:tc>
          <w:tcPr>
            <w:tcW w:w="471" w:type="pct"/>
            <w:vAlign w:val="center"/>
          </w:tcPr>
          <w:p w:rsidR="00934111" w:rsidRPr="007C19F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7C19FC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7C19FC">
              <w:rPr>
                <w:rFonts w:ascii="Times New Roman" w:eastAsia="Times New Roman" w:hAnsi="Times New Roman" w:cs="Times New Roman"/>
                <w:lang w:eastAsia="ru-RU"/>
              </w:rPr>
              <w:t>Цыбульники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3F5114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2/9 ВЛ-0,4 кВ № 4 ТП № 714 ВЛ-10 кВ № 1002 ПС «Одинцово»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10</w:t>
      </w:r>
      <w:r w:rsidRPr="001E11CA">
        <w:rPr>
          <w:sz w:val="24"/>
          <w:szCs w:val="24"/>
        </w:rPr>
        <w:t>0м).</w:t>
      </w:r>
    </w:p>
    <w:p w:rsidR="00934111" w:rsidRPr="00B43298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714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№714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4-243к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860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Лубн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я</w:t>
      </w:r>
      <w:proofErr w:type="spellEnd"/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78020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7762E6" w:rsidRDefault="00934111" w:rsidP="001715C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860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Лубн</w:t>
      </w:r>
      <w:r w:rsidRPr="00607F11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726"/>
        <w:gridCol w:w="1763"/>
        <w:gridCol w:w="1537"/>
        <w:gridCol w:w="1650"/>
        <w:gridCol w:w="1715"/>
      </w:tblGrid>
      <w:tr w:rsidR="00934111" w:rsidRPr="007762E6" w:rsidTr="004D169A">
        <w:trPr>
          <w:jc w:val="center"/>
        </w:trPr>
        <w:tc>
          <w:tcPr>
            <w:tcW w:w="1028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944207" w:rsidTr="004D169A">
        <w:trPr>
          <w:jc w:val="center"/>
        </w:trPr>
        <w:tc>
          <w:tcPr>
            <w:tcW w:w="1028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34111" w:rsidRPr="005A71B4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Телеши</w:t>
            </w:r>
            <w:proofErr w:type="spellEnd"/>
          </w:p>
        </w:tc>
        <w:tc>
          <w:tcPr>
            <w:tcW w:w="916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F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320955219</w:t>
            </w:r>
          </w:p>
        </w:tc>
        <w:tc>
          <w:tcPr>
            <w:tcW w:w="983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F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12000526</w:t>
            </w:r>
          </w:p>
        </w:tc>
        <w:tc>
          <w:tcPr>
            <w:tcW w:w="1022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F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ОТ Л-1008 </w:t>
            </w:r>
            <w:proofErr w:type="gramStart"/>
            <w:r w:rsidRPr="00DE0F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DE0F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ЛУБНЯ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RPr="00385474" w:rsidTr="004D169A">
        <w:tc>
          <w:tcPr>
            <w:tcW w:w="255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34111" w:rsidRPr="00AF55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57EB9">
              <w:rPr>
                <w:sz w:val="24"/>
                <w:szCs w:val="24"/>
              </w:rPr>
              <w:t>40465766</w:t>
            </w:r>
          </w:p>
        </w:tc>
        <w:tc>
          <w:tcPr>
            <w:tcW w:w="731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  <w:r w:rsidRPr="0038547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34111" w:rsidRPr="00DE0F4D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DE0F4D">
              <w:rPr>
                <w:sz w:val="24"/>
                <w:szCs w:val="24"/>
              </w:rPr>
              <w:t>Лайков</w:t>
            </w:r>
            <w:proofErr w:type="spellEnd"/>
            <w:r w:rsidRPr="00DE0F4D">
              <w:rPr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Default="00934111" w:rsidP="001715C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17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</w:t>
      </w:r>
      <w:r w:rsidRPr="00530372">
        <w:rPr>
          <w:sz w:val="24"/>
          <w:szCs w:val="24"/>
        </w:rPr>
        <w:t xml:space="preserve">№ </w:t>
      </w:r>
      <w:r w:rsidRPr="00FF61C1">
        <w:rPr>
          <w:sz w:val="24"/>
          <w:szCs w:val="24"/>
        </w:rPr>
        <w:t>1-2 ВЛ-0,4 кВ № 1 ТП № 860 ВЛ-10 кВ № 1008 ПС «</w:t>
      </w:r>
      <w:proofErr w:type="spellStart"/>
      <w:r w:rsidRPr="00FF61C1">
        <w:rPr>
          <w:sz w:val="24"/>
          <w:szCs w:val="24"/>
        </w:rPr>
        <w:t>Лубня</w:t>
      </w:r>
      <w:proofErr w:type="spellEnd"/>
      <w:r w:rsidRPr="00FF61C1">
        <w:rPr>
          <w:sz w:val="24"/>
          <w:szCs w:val="24"/>
        </w:rPr>
        <w:t>» 35/10 кВ</w:t>
      </w:r>
      <w:r w:rsidRPr="00491F72">
        <w:rPr>
          <w:sz w:val="24"/>
          <w:szCs w:val="24"/>
        </w:rPr>
        <w:t>, до объекта</w:t>
      </w:r>
      <w:r>
        <w:rPr>
          <w:sz w:val="24"/>
          <w:szCs w:val="24"/>
        </w:rPr>
        <w:t xml:space="preserve"> (ориентировочно 170м).</w:t>
      </w:r>
    </w:p>
    <w:p w:rsidR="00934111" w:rsidRPr="0088445C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860 </w:t>
      </w:r>
      <w:r w:rsidRPr="007762E6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№860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63069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AB093C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34111" w:rsidRPr="007762E6" w:rsidRDefault="00934111" w:rsidP="001715CB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4-244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34111" w:rsidRPr="00CA5C15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1376B">
        <w:rPr>
          <w:rFonts w:ascii="Times New Roman" w:hAnsi="Times New Roman" w:cs="Times New Roman"/>
          <w:sz w:val="24"/>
          <w:szCs w:val="24"/>
          <w:u w:val="single"/>
        </w:rPr>
        <w:t>ВЛ-6 кВ № 602 ПС 35/6кВ «</w:t>
      </w:r>
      <w:proofErr w:type="spellStart"/>
      <w:r w:rsidRPr="0081376B">
        <w:rPr>
          <w:rFonts w:ascii="Times New Roman" w:hAnsi="Times New Roman" w:cs="Times New Roman"/>
          <w:sz w:val="24"/>
          <w:szCs w:val="24"/>
          <w:u w:val="single"/>
        </w:rPr>
        <w:t>Печерск</w:t>
      </w:r>
      <w:proofErr w:type="spellEnd"/>
      <w:r w:rsidRPr="0081376B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ВЛ-6кВ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>и реконструкцию ВЛ</w:t>
      </w:r>
      <w:r w:rsidRPr="00477110">
        <w:rPr>
          <w:rFonts w:ascii="Times New Roman" w:hAnsi="Times New Roman" w:cs="Times New Roman"/>
          <w:sz w:val="24"/>
          <w:szCs w:val="24"/>
        </w:rPr>
        <w:t>-6 кВ № 602 ПС 35/6кВ «</w:t>
      </w:r>
      <w:proofErr w:type="spellStart"/>
      <w:r w:rsidRPr="00477110">
        <w:rPr>
          <w:rFonts w:ascii="Times New Roman" w:hAnsi="Times New Roman" w:cs="Times New Roman"/>
          <w:sz w:val="24"/>
          <w:szCs w:val="24"/>
        </w:rPr>
        <w:t>Печерск</w:t>
      </w:r>
      <w:proofErr w:type="spellEnd"/>
      <w:r w:rsidRPr="00477110">
        <w:rPr>
          <w:rFonts w:ascii="Times New Roman" w:hAnsi="Times New Roman" w:cs="Times New Roman"/>
          <w:sz w:val="24"/>
          <w:szCs w:val="24"/>
        </w:rPr>
        <w:t>» со строительством ответвления ВЛ-6кВ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444"/>
        <w:gridCol w:w="1501"/>
        <w:gridCol w:w="1792"/>
        <w:gridCol w:w="1792"/>
        <w:gridCol w:w="1535"/>
        <w:gridCol w:w="2061"/>
      </w:tblGrid>
      <w:tr w:rsidR="00934111" w:rsidRPr="007762E6" w:rsidTr="004D169A">
        <w:trPr>
          <w:jc w:val="center"/>
        </w:trPr>
        <w:tc>
          <w:tcPr>
            <w:tcW w:w="713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806"/>
          <w:jc w:val="center"/>
        </w:trPr>
        <w:tc>
          <w:tcPr>
            <w:tcW w:w="713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934111" w:rsidRPr="00852FB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Близнаки</w:t>
            </w:r>
            <w:proofErr w:type="spellEnd"/>
          </w:p>
          <w:p w:rsidR="00934111" w:rsidRPr="00F53AE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934111" w:rsidRPr="00B9548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483">
              <w:rPr>
                <w:rFonts w:ascii="Times New Roman" w:eastAsia="Times New Roman" w:hAnsi="Times New Roman" w:cs="Times New Roman"/>
                <w:lang w:eastAsia="ru-RU"/>
              </w:rPr>
              <w:t>12000165</w:t>
            </w:r>
          </w:p>
        </w:tc>
        <w:tc>
          <w:tcPr>
            <w:tcW w:w="758" w:type="pct"/>
            <w:vAlign w:val="center"/>
          </w:tcPr>
          <w:p w:rsidR="00934111" w:rsidRPr="00B9548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483">
              <w:rPr>
                <w:rFonts w:ascii="Times New Roman" w:eastAsia="Times New Roman" w:hAnsi="Times New Roman" w:cs="Times New Roman"/>
                <w:lang w:eastAsia="ru-RU"/>
              </w:rPr>
              <w:t>320456219</w:t>
            </w:r>
          </w:p>
        </w:tc>
        <w:tc>
          <w:tcPr>
            <w:tcW w:w="1018" w:type="pct"/>
            <w:vAlign w:val="center"/>
          </w:tcPr>
          <w:p w:rsidR="00934111" w:rsidRPr="00B9548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483">
              <w:rPr>
                <w:rFonts w:ascii="Times New Roman" w:eastAsia="Times New Roman" w:hAnsi="Times New Roman" w:cs="Times New Roman"/>
                <w:lang w:eastAsia="ru-RU"/>
              </w:rPr>
              <w:t xml:space="preserve">ВЛ-6КВ N602 ОТ </w:t>
            </w:r>
            <w:proofErr w:type="gramStart"/>
            <w:r w:rsidRPr="00B9548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95483">
              <w:rPr>
                <w:rFonts w:ascii="Times New Roman" w:eastAsia="Times New Roman" w:hAnsi="Times New Roman" w:cs="Times New Roman"/>
                <w:lang w:eastAsia="ru-RU"/>
              </w:rPr>
              <w:t>/СТ ПЕЧЕРСК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31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A728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40376371</w:t>
            </w:r>
          </w:p>
        </w:tc>
        <w:tc>
          <w:tcPr>
            <w:tcW w:w="699" w:type="pct"/>
            <w:vAlign w:val="center"/>
          </w:tcPr>
          <w:p w:rsidR="00934111" w:rsidRPr="00A728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02.09.2011</w:t>
            </w:r>
          </w:p>
        </w:tc>
        <w:tc>
          <w:tcPr>
            <w:tcW w:w="909" w:type="pct"/>
            <w:vAlign w:val="center"/>
          </w:tcPr>
          <w:p w:rsidR="00934111" w:rsidRPr="00A728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Кирюхина О. В.</w:t>
            </w:r>
          </w:p>
        </w:tc>
        <w:tc>
          <w:tcPr>
            <w:tcW w:w="471" w:type="pct"/>
            <w:vAlign w:val="center"/>
          </w:tcPr>
          <w:p w:rsidR="00934111" w:rsidRPr="00A728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A7282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Близнаки</w:t>
            </w:r>
            <w:proofErr w:type="spellEnd"/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 xml:space="preserve"> (на расстоянии 600м </w:t>
            </w:r>
            <w:proofErr w:type="gramStart"/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A7282B">
              <w:rPr>
                <w:rFonts w:ascii="Times New Roman" w:eastAsia="Times New Roman" w:hAnsi="Times New Roman" w:cs="Times New Roman"/>
                <w:lang w:eastAsia="ru-RU"/>
              </w:rPr>
              <w:t xml:space="preserve"> "Родничок" ) участок №429</w:t>
            </w:r>
          </w:p>
        </w:tc>
        <w:tc>
          <w:tcPr>
            <w:tcW w:w="61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</w:t>
      </w:r>
      <w:r>
        <w:rPr>
          <w:rFonts w:ascii="Times New Roman" w:hAnsi="Times New Roman" w:cs="Times New Roman"/>
          <w:b/>
          <w:sz w:val="24"/>
          <w:szCs w:val="24"/>
        </w:rPr>
        <w:t>актеристики проектируемой ВЛ-6</w:t>
      </w:r>
      <w:r w:rsidRPr="00B52ABF">
        <w:rPr>
          <w:rFonts w:ascii="Times New Roman" w:hAnsi="Times New Roman" w:cs="Times New Roman"/>
          <w:b/>
          <w:sz w:val="24"/>
          <w:szCs w:val="24"/>
        </w:rPr>
        <w:t>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A97E29">
        <w:rPr>
          <w:sz w:val="24"/>
          <w:szCs w:val="24"/>
        </w:rPr>
        <w:t>Предусмотреть строительство участка ВЛ-6 кВ с самонесущим защищенным проводом от опоры № 85, ВЛ-6 кВ № 602 ПС «</w:t>
      </w:r>
      <w:proofErr w:type="spellStart"/>
      <w:r w:rsidRPr="00A97E29">
        <w:rPr>
          <w:sz w:val="24"/>
          <w:szCs w:val="24"/>
        </w:rPr>
        <w:t>Печерск</w:t>
      </w:r>
      <w:proofErr w:type="spellEnd"/>
      <w:r w:rsidRPr="00A97E29">
        <w:rPr>
          <w:sz w:val="24"/>
          <w:szCs w:val="24"/>
        </w:rPr>
        <w:t>» 35/6, до проектируемой КТП-6/0,4 кВ</w:t>
      </w:r>
      <w:r w:rsidRPr="001E11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Заявителя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10</w:t>
      </w:r>
      <w:r w:rsidRPr="001E11CA">
        <w:rPr>
          <w:sz w:val="24"/>
          <w:szCs w:val="24"/>
        </w:rPr>
        <w:t>0м).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</w:t>
      </w:r>
      <w:r>
        <w:rPr>
          <w:sz w:val="24"/>
          <w:szCs w:val="24"/>
        </w:rPr>
        <w:t xml:space="preserve">ом ж/б стойки типа </w:t>
      </w:r>
      <w:proofErr w:type="gramStart"/>
      <w:r>
        <w:rPr>
          <w:sz w:val="24"/>
          <w:szCs w:val="24"/>
        </w:rPr>
        <w:t>СВ</w:t>
      </w:r>
      <w:proofErr w:type="gramEnd"/>
      <w:r>
        <w:rPr>
          <w:sz w:val="24"/>
          <w:szCs w:val="24"/>
        </w:rPr>
        <w:t xml:space="preserve"> не менее 5</w:t>
      </w:r>
      <w:r w:rsidRPr="007762E6">
        <w:rPr>
          <w:sz w:val="24"/>
          <w:szCs w:val="24"/>
        </w:rPr>
        <w:t>0кНм.</w:t>
      </w:r>
    </w:p>
    <w:p w:rsidR="00934111" w:rsidRPr="006B15A5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4-256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199F">
        <w:rPr>
          <w:rFonts w:ascii="Times New Roman" w:hAnsi="Times New Roman" w:cs="Times New Roman"/>
          <w:sz w:val="24"/>
          <w:szCs w:val="24"/>
          <w:u w:val="single"/>
        </w:rPr>
        <w:t>ВЛ-0,4 кВ № 1 ТП № 285 ВЛ-6 кВ № 613 ПС 110/6 кВ «Западная» 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F16A34">
        <w:rPr>
          <w:rFonts w:ascii="Times New Roman" w:hAnsi="Times New Roman" w:cs="Times New Roman"/>
          <w:sz w:val="24"/>
          <w:szCs w:val="24"/>
        </w:rPr>
        <w:t>ВЛ-0,4 кВ № 1 ТП № 285 ВЛ-6 кВ № 613 ПС 110/6 кВ «</w:t>
      </w:r>
      <w:proofErr w:type="gramStart"/>
      <w:r w:rsidRPr="00F16A34">
        <w:rPr>
          <w:rFonts w:ascii="Times New Roman" w:hAnsi="Times New Roman" w:cs="Times New Roman"/>
          <w:sz w:val="24"/>
          <w:szCs w:val="24"/>
        </w:rPr>
        <w:t>Западная</w:t>
      </w:r>
      <w:proofErr w:type="gramEnd"/>
      <w:r w:rsidRPr="00F16A34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47671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447671">
              <w:rPr>
                <w:rFonts w:ascii="Times New Roman" w:eastAsia="Times New Roman" w:hAnsi="Times New Roman" w:cs="Times New Roman"/>
                <w:lang w:eastAsia="ru-RU"/>
              </w:rPr>
              <w:t xml:space="preserve"> "Берёзка"</w:t>
            </w:r>
          </w:p>
        </w:tc>
        <w:tc>
          <w:tcPr>
            <w:tcW w:w="822" w:type="pct"/>
            <w:vAlign w:val="center"/>
          </w:tcPr>
          <w:p w:rsidR="00934111" w:rsidRPr="001E5E8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E">
              <w:rPr>
                <w:rFonts w:ascii="Times New Roman" w:eastAsia="Times New Roman" w:hAnsi="Times New Roman" w:cs="Times New Roman"/>
                <w:lang w:eastAsia="ru-RU"/>
              </w:rPr>
              <w:t>12000124</w:t>
            </w:r>
          </w:p>
        </w:tc>
        <w:tc>
          <w:tcPr>
            <w:tcW w:w="765" w:type="pct"/>
            <w:vAlign w:val="center"/>
          </w:tcPr>
          <w:p w:rsidR="00934111" w:rsidRPr="001E5E8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E">
              <w:rPr>
                <w:rFonts w:ascii="Times New Roman" w:eastAsia="Times New Roman" w:hAnsi="Times New Roman" w:cs="Times New Roman"/>
                <w:lang w:eastAsia="ru-RU"/>
              </w:rPr>
              <w:t>320511619</w:t>
            </w:r>
          </w:p>
        </w:tc>
        <w:tc>
          <w:tcPr>
            <w:tcW w:w="1027" w:type="pct"/>
            <w:vAlign w:val="center"/>
          </w:tcPr>
          <w:p w:rsidR="00934111" w:rsidRPr="001E5E8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E8E">
              <w:rPr>
                <w:rFonts w:ascii="Times New Roman" w:eastAsia="Times New Roman" w:hAnsi="Times New Roman" w:cs="Times New Roman"/>
                <w:lang w:eastAsia="ru-RU"/>
              </w:rPr>
              <w:t xml:space="preserve">ВЛ-0,4КВ ОТ Л-613 </w:t>
            </w:r>
            <w:proofErr w:type="gramStart"/>
            <w:r w:rsidRPr="001E5E8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E5E8E">
              <w:rPr>
                <w:rFonts w:ascii="Times New Roman" w:eastAsia="Times New Roman" w:hAnsi="Times New Roman" w:cs="Times New Roman"/>
                <w:lang w:eastAsia="ru-RU"/>
              </w:rPr>
              <w:t>/СТ ЗАПАДНАЯ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03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40295987</w:t>
            </w:r>
          </w:p>
        </w:tc>
        <w:tc>
          <w:tcPr>
            <w:tcW w:w="699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01.04.2011</w:t>
            </w:r>
          </w:p>
        </w:tc>
        <w:tc>
          <w:tcPr>
            <w:tcW w:w="909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18765F">
              <w:rPr>
                <w:sz w:val="22"/>
                <w:szCs w:val="22"/>
              </w:rPr>
              <w:t>Лукьянченкова</w:t>
            </w:r>
            <w:proofErr w:type="spellEnd"/>
            <w:r w:rsidRPr="0018765F">
              <w:rPr>
                <w:sz w:val="22"/>
                <w:szCs w:val="22"/>
              </w:rPr>
              <w:t xml:space="preserve"> Л. С.</w:t>
            </w:r>
          </w:p>
        </w:tc>
        <w:tc>
          <w:tcPr>
            <w:tcW w:w="471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 xml:space="preserve">Смоленский район </w:t>
            </w:r>
            <w:r w:rsidRPr="0018765F">
              <w:rPr>
                <w:sz w:val="22"/>
                <w:szCs w:val="22"/>
              </w:rPr>
              <w:br/>
            </w:r>
            <w:proofErr w:type="gramStart"/>
            <w:r w:rsidRPr="0018765F">
              <w:rPr>
                <w:sz w:val="22"/>
                <w:szCs w:val="22"/>
              </w:rPr>
              <w:t>СТ</w:t>
            </w:r>
            <w:proofErr w:type="gramEnd"/>
            <w:r w:rsidRPr="0018765F">
              <w:rPr>
                <w:sz w:val="22"/>
                <w:szCs w:val="22"/>
              </w:rPr>
              <w:t xml:space="preserve"> "Берёзка"</w:t>
            </w:r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978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40312825</w:t>
            </w:r>
          </w:p>
        </w:tc>
        <w:tc>
          <w:tcPr>
            <w:tcW w:w="699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25.04.2011</w:t>
            </w:r>
          </w:p>
        </w:tc>
        <w:tc>
          <w:tcPr>
            <w:tcW w:w="909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Копылов В. И.</w:t>
            </w:r>
          </w:p>
        </w:tc>
        <w:tc>
          <w:tcPr>
            <w:tcW w:w="471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Дачный дом</w:t>
            </w:r>
          </w:p>
        </w:tc>
        <w:tc>
          <w:tcPr>
            <w:tcW w:w="787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Смоленский район</w:t>
            </w:r>
            <w:r w:rsidRPr="0018765F">
              <w:rPr>
                <w:sz w:val="22"/>
                <w:szCs w:val="22"/>
              </w:rPr>
              <w:br/>
            </w:r>
            <w:proofErr w:type="gramStart"/>
            <w:r w:rsidRPr="0018765F">
              <w:rPr>
                <w:sz w:val="22"/>
                <w:szCs w:val="22"/>
              </w:rPr>
              <w:t>СТ</w:t>
            </w:r>
            <w:proofErr w:type="gramEnd"/>
            <w:r w:rsidRPr="0018765F">
              <w:rPr>
                <w:sz w:val="22"/>
                <w:szCs w:val="22"/>
              </w:rPr>
              <w:t xml:space="preserve"> "Березка"</w:t>
            </w:r>
            <w:r w:rsidRPr="0018765F">
              <w:rPr>
                <w:sz w:val="22"/>
                <w:szCs w:val="22"/>
              </w:rPr>
              <w:br/>
            </w:r>
            <w:proofErr w:type="spellStart"/>
            <w:r w:rsidRPr="0018765F">
              <w:rPr>
                <w:sz w:val="22"/>
                <w:szCs w:val="22"/>
              </w:rPr>
              <w:t>уч</w:t>
            </w:r>
            <w:proofErr w:type="spellEnd"/>
            <w:r w:rsidRPr="0018765F">
              <w:rPr>
                <w:sz w:val="22"/>
                <w:szCs w:val="22"/>
              </w:rPr>
              <w:t>. 226</w:t>
            </w:r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934111" w:rsidTr="004D169A">
        <w:trPr>
          <w:trHeight w:val="10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40321282</w:t>
            </w:r>
          </w:p>
        </w:tc>
        <w:tc>
          <w:tcPr>
            <w:tcW w:w="699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17.05.2011</w:t>
            </w:r>
          </w:p>
        </w:tc>
        <w:tc>
          <w:tcPr>
            <w:tcW w:w="909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18765F">
              <w:rPr>
                <w:sz w:val="22"/>
                <w:szCs w:val="22"/>
              </w:rPr>
              <w:t>Мазуров</w:t>
            </w:r>
            <w:proofErr w:type="spellEnd"/>
            <w:r w:rsidRPr="0018765F">
              <w:rPr>
                <w:sz w:val="22"/>
                <w:szCs w:val="22"/>
              </w:rPr>
              <w:t xml:space="preserve"> А. В.</w:t>
            </w:r>
          </w:p>
        </w:tc>
        <w:tc>
          <w:tcPr>
            <w:tcW w:w="471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Дачный дом</w:t>
            </w:r>
          </w:p>
        </w:tc>
        <w:tc>
          <w:tcPr>
            <w:tcW w:w="787" w:type="pct"/>
            <w:vAlign w:val="center"/>
          </w:tcPr>
          <w:p w:rsidR="00934111" w:rsidRPr="0018765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765F">
              <w:rPr>
                <w:sz w:val="22"/>
                <w:szCs w:val="22"/>
              </w:rPr>
              <w:t>Смоленский район</w:t>
            </w:r>
            <w:r w:rsidRPr="0018765F">
              <w:rPr>
                <w:sz w:val="22"/>
                <w:szCs w:val="22"/>
              </w:rPr>
              <w:br/>
            </w:r>
            <w:proofErr w:type="gramStart"/>
            <w:r w:rsidRPr="0018765F">
              <w:rPr>
                <w:sz w:val="22"/>
                <w:szCs w:val="22"/>
              </w:rPr>
              <w:t>СТ</w:t>
            </w:r>
            <w:proofErr w:type="gramEnd"/>
            <w:r w:rsidRPr="0018765F">
              <w:rPr>
                <w:sz w:val="22"/>
                <w:szCs w:val="22"/>
              </w:rPr>
              <w:t xml:space="preserve"> "Березка"</w:t>
            </w:r>
            <w:r w:rsidRPr="0018765F">
              <w:rPr>
                <w:sz w:val="22"/>
                <w:szCs w:val="22"/>
              </w:rPr>
              <w:br/>
              <w:t>№2</w:t>
            </w:r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250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D22005">
        <w:rPr>
          <w:sz w:val="24"/>
          <w:szCs w:val="24"/>
        </w:rPr>
        <w:t xml:space="preserve">Предусмотреть строительство участка ВЛИ-0,4кВ проводом марки СИП-2 от опоры (номер определить проектом) ВЛИ-0,4кВ, проектируемой по ТЗ для Варфоломеевой Г.А. от 11.03.2011г., 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250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285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№285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4-257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C1BF3">
        <w:rPr>
          <w:rFonts w:ascii="Times New Roman" w:hAnsi="Times New Roman" w:cs="Times New Roman"/>
          <w:sz w:val="24"/>
          <w:szCs w:val="24"/>
          <w:u w:val="single"/>
        </w:rPr>
        <w:t>ВЛ-0,4 кВ № 1 ТП № 423 ВЛ-10 кВ № 1008 ПС 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C1BF3">
        <w:rPr>
          <w:rFonts w:ascii="Times New Roman" w:hAnsi="Times New Roman" w:cs="Times New Roman"/>
          <w:sz w:val="24"/>
          <w:szCs w:val="24"/>
          <w:u w:val="single"/>
        </w:rPr>
        <w:t xml:space="preserve">«Рябцево»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0C1BF3">
        <w:rPr>
          <w:rFonts w:ascii="Times New Roman" w:hAnsi="Times New Roman" w:cs="Times New Roman"/>
          <w:sz w:val="24"/>
          <w:szCs w:val="24"/>
        </w:rPr>
        <w:t xml:space="preserve">ВЛ-0,4 кВ № 1 ТП № 423 ВЛ-10 кВ № 1008 ПС 35/10 кВ «Рябцево» </w:t>
      </w:r>
      <w:r w:rsidRPr="00F16A34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с. Талашкино</w:t>
            </w:r>
          </w:p>
        </w:tc>
        <w:tc>
          <w:tcPr>
            <w:tcW w:w="822" w:type="pct"/>
            <w:vAlign w:val="center"/>
          </w:tcPr>
          <w:p w:rsidR="00934111" w:rsidRPr="00580A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A0B">
              <w:rPr>
                <w:rFonts w:ascii="Times New Roman" w:eastAsia="Times New Roman" w:hAnsi="Times New Roman" w:cs="Times New Roman"/>
                <w:lang w:eastAsia="ru-RU"/>
              </w:rPr>
              <w:t>12000505</w:t>
            </w:r>
          </w:p>
        </w:tc>
        <w:tc>
          <w:tcPr>
            <w:tcW w:w="765" w:type="pct"/>
            <w:vAlign w:val="center"/>
          </w:tcPr>
          <w:p w:rsidR="00934111" w:rsidRPr="00580A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A0B">
              <w:rPr>
                <w:rFonts w:ascii="Times New Roman" w:eastAsia="Times New Roman" w:hAnsi="Times New Roman" w:cs="Times New Roman"/>
                <w:lang w:eastAsia="ru-RU"/>
              </w:rPr>
              <w:t>327180319</w:t>
            </w:r>
          </w:p>
        </w:tc>
        <w:tc>
          <w:tcPr>
            <w:tcW w:w="1027" w:type="pct"/>
            <w:vAlign w:val="center"/>
          </w:tcPr>
          <w:p w:rsidR="00934111" w:rsidRPr="00580A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0A0B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580A0B">
              <w:rPr>
                <w:rFonts w:ascii="Times New Roman" w:eastAsia="Times New Roman" w:hAnsi="Times New Roman" w:cs="Times New Roman"/>
                <w:lang w:eastAsia="ru-RU"/>
              </w:rPr>
              <w:t xml:space="preserve"> 0,4 ПО Л 1008 ПС РЯБЦЕВО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40391764</w:t>
            </w:r>
          </w:p>
        </w:tc>
        <w:tc>
          <w:tcPr>
            <w:tcW w:w="699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26.10.2011</w:t>
            </w:r>
          </w:p>
        </w:tc>
        <w:tc>
          <w:tcPr>
            <w:tcW w:w="909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Цурбанов</w:t>
            </w:r>
            <w:proofErr w:type="spellEnd"/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 xml:space="preserve"> Е. А.</w:t>
            </w:r>
          </w:p>
        </w:tc>
        <w:tc>
          <w:tcPr>
            <w:tcW w:w="471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Смоленский район с. Талашкино</w:t>
            </w:r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C16789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4 ВЛ-0,4 кВ № 1 ТП № 423 ВЛ-10 кВ № 1008 ПС «Рябцево» 35/10 </w:t>
      </w:r>
      <w:r>
        <w:rPr>
          <w:sz w:val="24"/>
          <w:szCs w:val="24"/>
        </w:rPr>
        <w:t>кВ, до объекта</w:t>
      </w:r>
      <w:r w:rsidRPr="00D22005">
        <w:rPr>
          <w:sz w:val="24"/>
          <w:szCs w:val="24"/>
        </w:rPr>
        <w:t xml:space="preserve">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70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423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№423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4-258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5AEA">
        <w:rPr>
          <w:rFonts w:ascii="Times New Roman" w:hAnsi="Times New Roman" w:cs="Times New Roman"/>
          <w:sz w:val="24"/>
          <w:szCs w:val="24"/>
          <w:u w:val="single"/>
        </w:rPr>
        <w:t>ВЛ-0,4 кВ № 2 ТП № 199 ВЛ-10 кВ № 1001 ПС 110/35/10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55AEA">
        <w:rPr>
          <w:rFonts w:ascii="Times New Roman" w:hAnsi="Times New Roman" w:cs="Times New Roman"/>
          <w:sz w:val="24"/>
          <w:szCs w:val="24"/>
          <w:u w:val="single"/>
        </w:rPr>
        <w:t xml:space="preserve">«Заводская»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521174">
        <w:rPr>
          <w:rFonts w:ascii="Times New Roman" w:hAnsi="Times New Roman" w:cs="Times New Roman"/>
          <w:sz w:val="24"/>
          <w:szCs w:val="24"/>
        </w:rPr>
        <w:t>ВЛ-0,4 кВ № 2 ТП № 199 ВЛ-10 кВ № 1001 ПС 110/35/10 кВ «</w:t>
      </w:r>
      <w:proofErr w:type="gramStart"/>
      <w:r w:rsidRPr="00521174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521174">
        <w:rPr>
          <w:rFonts w:ascii="Times New Roman" w:hAnsi="Times New Roman" w:cs="Times New Roman"/>
          <w:sz w:val="24"/>
          <w:szCs w:val="24"/>
        </w:rPr>
        <w:t>»</w:t>
      </w:r>
      <w:r w:rsidRPr="00F16A34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Михновка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1B57A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AF">
              <w:rPr>
                <w:rFonts w:ascii="Times New Roman" w:eastAsia="Times New Roman" w:hAnsi="Times New Roman" w:cs="Times New Roman"/>
                <w:lang w:eastAsia="ru-RU"/>
              </w:rPr>
              <w:t>12008495</w:t>
            </w:r>
          </w:p>
        </w:tc>
        <w:tc>
          <w:tcPr>
            <w:tcW w:w="765" w:type="pct"/>
            <w:vAlign w:val="center"/>
          </w:tcPr>
          <w:p w:rsidR="00934111" w:rsidRPr="001B57A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AF">
              <w:rPr>
                <w:rFonts w:ascii="Times New Roman" w:eastAsia="Times New Roman" w:hAnsi="Times New Roman" w:cs="Times New Roman"/>
                <w:lang w:eastAsia="ru-RU"/>
              </w:rPr>
              <w:t>327119419</w:t>
            </w:r>
          </w:p>
        </w:tc>
        <w:tc>
          <w:tcPr>
            <w:tcW w:w="1027" w:type="pct"/>
            <w:vAlign w:val="center"/>
          </w:tcPr>
          <w:p w:rsidR="00934111" w:rsidRPr="001B57A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57AF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1B57AF">
              <w:rPr>
                <w:rFonts w:ascii="Times New Roman" w:eastAsia="Times New Roman" w:hAnsi="Times New Roman" w:cs="Times New Roman"/>
                <w:lang w:eastAsia="ru-RU"/>
              </w:rPr>
              <w:t xml:space="preserve"> 0.4 КВ ПО Л 1001 ПС ЗАВОДСКАЯ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6A5FF2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40390088</w:t>
            </w:r>
          </w:p>
        </w:tc>
        <w:tc>
          <w:tcPr>
            <w:tcW w:w="699" w:type="pct"/>
            <w:vAlign w:val="center"/>
          </w:tcPr>
          <w:p w:rsidR="00934111" w:rsidRPr="006A5FF2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30.08.2011</w:t>
            </w:r>
          </w:p>
        </w:tc>
        <w:tc>
          <w:tcPr>
            <w:tcW w:w="909" w:type="pct"/>
            <w:vAlign w:val="center"/>
          </w:tcPr>
          <w:p w:rsidR="00934111" w:rsidRPr="006A5FF2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Нескучаева</w:t>
            </w:r>
            <w:proofErr w:type="spellEnd"/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 xml:space="preserve"> А. М.</w:t>
            </w:r>
          </w:p>
        </w:tc>
        <w:tc>
          <w:tcPr>
            <w:tcW w:w="471" w:type="pct"/>
            <w:vAlign w:val="center"/>
          </w:tcPr>
          <w:p w:rsidR="00934111" w:rsidRPr="006A5FF2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6A5FF2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proofErr w:type="spellStart"/>
            <w:r w:rsidRPr="006A5FF2">
              <w:rPr>
                <w:rFonts w:ascii="Times New Roman" w:eastAsia="Times New Roman" w:hAnsi="Times New Roman" w:cs="Times New Roman"/>
                <w:lang w:eastAsia="ru-RU"/>
              </w:rPr>
              <w:t>Михновка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0273C9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3 ВЛ-0,4 кВ № 2 ТП № 199 ВЛ-10 кВ № 1001 ПС «Заводская» 110/35/10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30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199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№199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199B">
        <w:rPr>
          <w:rFonts w:ascii="Times New Roman" w:hAnsi="Times New Roman" w:cs="Times New Roman"/>
          <w:sz w:val="24"/>
          <w:szCs w:val="24"/>
          <w:u w:val="single"/>
        </w:rPr>
        <w:t>ВЛ-0,4 кВ № 1 ТП № 70 ВЛ-10 кВ № 1002 ПС 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1199B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632EB9">
        <w:rPr>
          <w:rFonts w:ascii="Times New Roman" w:hAnsi="Times New Roman" w:cs="Times New Roman"/>
          <w:sz w:val="24"/>
          <w:szCs w:val="24"/>
        </w:rPr>
        <w:t>ВЛ-0,4 кВ № 1 ТП № 70 ВЛ-10 кВ № 1002 ПС 35/10 кВ «Одинцово»</w:t>
      </w:r>
      <w:r w:rsidRPr="004119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6A3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Ковалевка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65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27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C157C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7C3">
              <w:rPr>
                <w:rFonts w:ascii="Times New Roman" w:eastAsia="Times New Roman" w:hAnsi="Times New Roman" w:cs="Times New Roman"/>
                <w:lang w:eastAsia="ru-RU"/>
              </w:rPr>
              <w:t>40410103</w:t>
            </w:r>
          </w:p>
        </w:tc>
        <w:tc>
          <w:tcPr>
            <w:tcW w:w="699" w:type="pct"/>
            <w:vAlign w:val="center"/>
          </w:tcPr>
          <w:p w:rsidR="00934111" w:rsidRPr="00C157C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7C3">
              <w:rPr>
                <w:rFonts w:ascii="Times New Roman" w:eastAsia="Times New Roman" w:hAnsi="Times New Roman" w:cs="Times New Roman"/>
                <w:lang w:eastAsia="ru-RU"/>
              </w:rPr>
              <w:t>19.10.2011</w:t>
            </w:r>
          </w:p>
        </w:tc>
        <w:tc>
          <w:tcPr>
            <w:tcW w:w="909" w:type="pct"/>
            <w:vAlign w:val="center"/>
          </w:tcPr>
          <w:p w:rsidR="00934111" w:rsidRPr="00821B1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Анищенко Дмитрий Иванович</w:t>
            </w:r>
          </w:p>
        </w:tc>
        <w:tc>
          <w:tcPr>
            <w:tcW w:w="471" w:type="pct"/>
            <w:vAlign w:val="center"/>
          </w:tcPr>
          <w:p w:rsidR="00934111" w:rsidRPr="00821B1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821B15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</w:t>
            </w:r>
            <w:proofErr w:type="spellStart"/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р-он</w:t>
            </w:r>
            <w:proofErr w:type="spellEnd"/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21B15">
              <w:rPr>
                <w:rFonts w:ascii="Times New Roman" w:eastAsia="Times New Roman" w:hAnsi="Times New Roman" w:cs="Times New Roman"/>
                <w:lang w:eastAsia="ru-RU"/>
              </w:rPr>
              <w:t>Ковалевка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реконструируемой </w:t>
      </w:r>
      <w:r w:rsidRPr="00B52ABF">
        <w:rPr>
          <w:rFonts w:ascii="Times New Roman" w:hAnsi="Times New Roman" w:cs="Times New Roman"/>
          <w:b/>
          <w:sz w:val="24"/>
          <w:szCs w:val="24"/>
        </w:rPr>
        <w:t>ВЛ-0,4кВ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B52ABF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4хА16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rPr>
          <w:trHeight w:val="60"/>
        </w:trPr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0A6F87">
        <w:rPr>
          <w:sz w:val="24"/>
          <w:szCs w:val="24"/>
        </w:rPr>
        <w:t>Предусмотреть замену провода на ВЛ-0,4 кВ № 1</w:t>
      </w:r>
      <w:r>
        <w:rPr>
          <w:sz w:val="24"/>
          <w:szCs w:val="24"/>
        </w:rPr>
        <w:t xml:space="preserve"> (с заменой опор)</w:t>
      </w:r>
      <w:proofErr w:type="gramStart"/>
      <w:r>
        <w:rPr>
          <w:sz w:val="24"/>
          <w:szCs w:val="24"/>
        </w:rPr>
        <w:t xml:space="preserve"> </w:t>
      </w:r>
      <w:r w:rsidRPr="000A6F87">
        <w:rPr>
          <w:sz w:val="24"/>
          <w:szCs w:val="24"/>
        </w:rPr>
        <w:t>,</w:t>
      </w:r>
      <w:proofErr w:type="gramEnd"/>
      <w:r w:rsidRPr="000A6F87">
        <w:rPr>
          <w:sz w:val="24"/>
          <w:szCs w:val="24"/>
        </w:rPr>
        <w:t xml:space="preserve"> запитанной от ТП № 70 ВЛ-10 кВ № 1002 ПС «Одинцово» 35/10 кВ в пролетах опор №№ А2-Б5</w:t>
      </w:r>
      <w:r>
        <w:rPr>
          <w:sz w:val="24"/>
          <w:szCs w:val="24"/>
        </w:rPr>
        <w:t xml:space="preserve"> (ориентировочно 200м).</w:t>
      </w:r>
    </w:p>
    <w:p w:rsidR="00934111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D617CD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Б5 ВЛ-0,4 кВ № 1 ТП № 70 ВЛ-10 кВ № 1002 ПС «Одинцово»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200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70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</w:t>
      </w:r>
      <w:r w:rsidRPr="007762E6">
        <w:rPr>
          <w:sz w:val="24"/>
          <w:szCs w:val="24"/>
        </w:rPr>
        <w:lastRenderedPageBreak/>
        <w:t>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</w:t>
      </w:r>
      <w:r w:rsidRPr="007762E6">
        <w:rPr>
          <w:sz w:val="24"/>
          <w:szCs w:val="24"/>
        </w:rPr>
        <w:lastRenderedPageBreak/>
        <w:t xml:space="preserve">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35D5">
        <w:rPr>
          <w:rFonts w:ascii="Times New Roman" w:hAnsi="Times New Roman" w:cs="Times New Roman"/>
          <w:sz w:val="24"/>
          <w:szCs w:val="24"/>
          <w:u w:val="single"/>
        </w:rPr>
        <w:t>ВЛ-0,4 кВ № 4 ТП № 91 ВЛ-10 кВ № 1004 ПС 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35D5">
        <w:rPr>
          <w:rFonts w:ascii="Times New Roman" w:hAnsi="Times New Roman" w:cs="Times New Roman"/>
          <w:sz w:val="24"/>
          <w:szCs w:val="24"/>
          <w:u w:val="single"/>
        </w:rPr>
        <w:t xml:space="preserve">«РП СХТ»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B966DA">
        <w:rPr>
          <w:rFonts w:ascii="Times New Roman" w:hAnsi="Times New Roman" w:cs="Times New Roman"/>
          <w:sz w:val="24"/>
          <w:szCs w:val="24"/>
        </w:rPr>
        <w:t xml:space="preserve">ВЛ-0,4 кВ № 4 ТП № 91 ВЛ-10 кВ № 1004 ПС 35/10 кВ «РП СХТ» </w:t>
      </w:r>
      <w:r w:rsidRPr="00F16A3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 xml:space="preserve"> "Текстильщик-1"</w:t>
            </w:r>
          </w:p>
        </w:tc>
        <w:tc>
          <w:tcPr>
            <w:tcW w:w="822" w:type="pct"/>
            <w:vAlign w:val="center"/>
          </w:tcPr>
          <w:p w:rsidR="00934111" w:rsidRPr="005F1477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77">
              <w:rPr>
                <w:rFonts w:ascii="Times New Roman" w:eastAsia="Times New Roman" w:hAnsi="Times New Roman" w:cs="Times New Roman"/>
                <w:lang w:eastAsia="ru-RU"/>
              </w:rPr>
              <w:t>12008863</w:t>
            </w:r>
          </w:p>
        </w:tc>
        <w:tc>
          <w:tcPr>
            <w:tcW w:w="765" w:type="pct"/>
            <w:vAlign w:val="center"/>
          </w:tcPr>
          <w:p w:rsidR="00934111" w:rsidRPr="005F1477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77">
              <w:rPr>
                <w:rFonts w:ascii="Times New Roman" w:eastAsia="Times New Roman" w:hAnsi="Times New Roman" w:cs="Times New Roman"/>
                <w:lang w:eastAsia="ru-RU"/>
              </w:rPr>
              <w:t>12008863-00</w:t>
            </w:r>
          </w:p>
        </w:tc>
        <w:tc>
          <w:tcPr>
            <w:tcW w:w="1027" w:type="pct"/>
            <w:vAlign w:val="center"/>
          </w:tcPr>
          <w:p w:rsidR="00934111" w:rsidRPr="005F1477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77">
              <w:rPr>
                <w:rFonts w:ascii="Times New Roman" w:eastAsia="Times New Roman" w:hAnsi="Times New Roman" w:cs="Times New Roman"/>
                <w:lang w:eastAsia="ru-RU"/>
              </w:rPr>
              <w:t>ВЛ-0,4кВ по ВЛ-1004 ПС РП СХТ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701"/>
        <w:gridCol w:w="1097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903C0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3C01">
              <w:rPr>
                <w:rFonts w:ascii="Times New Roman" w:eastAsia="Times New Roman" w:hAnsi="Times New Roman" w:cs="Times New Roman"/>
                <w:lang w:eastAsia="ru-RU"/>
              </w:rPr>
              <w:t>40434395</w:t>
            </w:r>
          </w:p>
        </w:tc>
        <w:tc>
          <w:tcPr>
            <w:tcW w:w="699" w:type="pct"/>
            <w:vAlign w:val="center"/>
          </w:tcPr>
          <w:p w:rsidR="00934111" w:rsidRPr="00903C0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3C01">
              <w:rPr>
                <w:rFonts w:ascii="Times New Roman" w:eastAsia="Times New Roman" w:hAnsi="Times New Roman" w:cs="Times New Roman"/>
                <w:lang w:eastAsia="ru-RU"/>
              </w:rPr>
              <w:t>23.11.2011</w:t>
            </w:r>
          </w:p>
        </w:tc>
        <w:tc>
          <w:tcPr>
            <w:tcW w:w="839" w:type="pct"/>
            <w:vAlign w:val="center"/>
          </w:tcPr>
          <w:p w:rsidR="00934111" w:rsidRPr="007700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Ковалева В. Н.</w:t>
            </w:r>
          </w:p>
        </w:tc>
        <w:tc>
          <w:tcPr>
            <w:tcW w:w="541" w:type="pct"/>
            <w:vAlign w:val="center"/>
          </w:tcPr>
          <w:p w:rsidR="00934111" w:rsidRPr="007700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7700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 xml:space="preserve">г. Смоленск, </w:t>
            </w:r>
            <w:proofErr w:type="spellStart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Рославльское</w:t>
            </w:r>
            <w:proofErr w:type="spellEnd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 xml:space="preserve"> кольцо 5км, </w:t>
            </w:r>
            <w:proofErr w:type="gramStart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 xml:space="preserve"> "Текстильщик-1", </w:t>
            </w:r>
            <w:proofErr w:type="spellStart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proofErr w:type="spellEnd"/>
            <w:r w:rsidRPr="0077001D">
              <w:rPr>
                <w:rFonts w:ascii="Times New Roman" w:eastAsia="Times New Roman" w:hAnsi="Times New Roman" w:cs="Times New Roman"/>
                <w:lang w:eastAsia="ru-RU"/>
              </w:rPr>
              <w:t>. 149</w:t>
            </w:r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FC5E4F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8 ВЛ-0,4 кВ № 4 ТП № 91 ВЛ-10 кВ № 1004 ПС «РП СХТ»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450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91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Default="00934111" w:rsidP="001715CB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№91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934111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lastRenderedPageBreak/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14A1F">
        <w:rPr>
          <w:rFonts w:ascii="Times New Roman" w:hAnsi="Times New Roman" w:cs="Times New Roman"/>
          <w:sz w:val="24"/>
          <w:szCs w:val="24"/>
          <w:u w:val="single"/>
        </w:rPr>
        <w:t>ВЛ-0,4 кВ №3 ТП № 48 ВЛ-10 кВ № 1003 ПС 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14A1F">
        <w:rPr>
          <w:rFonts w:ascii="Times New Roman" w:hAnsi="Times New Roman" w:cs="Times New Roman"/>
          <w:sz w:val="24"/>
          <w:szCs w:val="24"/>
          <w:u w:val="single"/>
        </w:rPr>
        <w:t xml:space="preserve">«Верховье» 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C62443">
        <w:rPr>
          <w:rFonts w:ascii="Times New Roman" w:hAnsi="Times New Roman" w:cs="Times New Roman"/>
          <w:sz w:val="24"/>
          <w:szCs w:val="24"/>
        </w:rPr>
        <w:t>ВЛ-0,4 кВ №3 ТП № 48 ВЛ-10 кВ № 1003 ПС 35/10 кВ  «Верховье»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>д. Верховье</w:t>
            </w:r>
          </w:p>
        </w:tc>
        <w:tc>
          <w:tcPr>
            <w:tcW w:w="822" w:type="pct"/>
            <w:vAlign w:val="center"/>
          </w:tcPr>
          <w:p w:rsidR="00934111" w:rsidRPr="00684C3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>12008081</w:t>
            </w:r>
          </w:p>
        </w:tc>
        <w:tc>
          <w:tcPr>
            <w:tcW w:w="765" w:type="pct"/>
            <w:vAlign w:val="center"/>
          </w:tcPr>
          <w:p w:rsidR="00934111" w:rsidRPr="00684C3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>326903319</w:t>
            </w:r>
          </w:p>
        </w:tc>
        <w:tc>
          <w:tcPr>
            <w:tcW w:w="1027" w:type="pct"/>
            <w:vAlign w:val="center"/>
          </w:tcPr>
          <w:p w:rsidR="00934111" w:rsidRPr="00684C3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 xml:space="preserve">ВЛ-0,4КВ N1003 </w:t>
            </w:r>
            <w:proofErr w:type="gramStart"/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84C3D">
              <w:rPr>
                <w:rFonts w:ascii="Times New Roman" w:eastAsia="Times New Roman" w:hAnsi="Times New Roman" w:cs="Times New Roman"/>
                <w:lang w:eastAsia="ru-RU"/>
              </w:rPr>
              <w:t>/СТ ВЕРХОВЬЕ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40382238</w:t>
            </w:r>
          </w:p>
        </w:tc>
        <w:tc>
          <w:tcPr>
            <w:tcW w:w="699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18.08.2011</w:t>
            </w:r>
          </w:p>
        </w:tc>
        <w:tc>
          <w:tcPr>
            <w:tcW w:w="909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Чернов Р. И</w:t>
            </w:r>
          </w:p>
        </w:tc>
        <w:tc>
          <w:tcPr>
            <w:tcW w:w="471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Смоленский  район</w:t>
            </w:r>
            <w:r>
              <w:rPr>
                <w:sz w:val="22"/>
                <w:szCs w:val="22"/>
              </w:rPr>
              <w:t xml:space="preserve">, </w:t>
            </w:r>
            <w:r w:rsidRPr="00C62443">
              <w:rPr>
                <w:sz w:val="22"/>
                <w:szCs w:val="22"/>
              </w:rPr>
              <w:br/>
              <w:t>д. Верховье</w:t>
            </w:r>
          </w:p>
        </w:tc>
        <w:tc>
          <w:tcPr>
            <w:tcW w:w="613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Pr="00C62443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62443"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реконструируемой </w:t>
      </w:r>
      <w:r w:rsidRPr="00B52ABF">
        <w:rPr>
          <w:rFonts w:ascii="Times New Roman" w:hAnsi="Times New Roman" w:cs="Times New Roman"/>
          <w:b/>
          <w:sz w:val="24"/>
          <w:szCs w:val="24"/>
        </w:rPr>
        <w:t>ВЛ-0,4кВ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B52ABF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2хА35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4D24E0">
        <w:rPr>
          <w:sz w:val="24"/>
          <w:szCs w:val="24"/>
        </w:rPr>
        <w:t xml:space="preserve">Предусмотреть обеспечение </w:t>
      </w:r>
      <w:proofErr w:type="spellStart"/>
      <w:r w:rsidRPr="004D24E0">
        <w:rPr>
          <w:sz w:val="24"/>
          <w:szCs w:val="24"/>
        </w:rPr>
        <w:t>полнофазного</w:t>
      </w:r>
      <w:proofErr w:type="spellEnd"/>
      <w:r w:rsidRPr="004D24E0">
        <w:rPr>
          <w:sz w:val="24"/>
          <w:szCs w:val="24"/>
        </w:rPr>
        <w:t xml:space="preserve"> режима (без замены опор) на ВЛ-0,4 кВ №3, запитанной от ТП № 48 ВЛ-10 кВ № 1003 ПС «Верховье» 35/10 кВ в пролетах опор №№ 14-17 </w:t>
      </w:r>
      <w:r>
        <w:rPr>
          <w:sz w:val="24"/>
          <w:szCs w:val="24"/>
        </w:rPr>
        <w:t>(дополнительная подвеска 2хА35, ориентировочно 120м).</w:t>
      </w:r>
    </w:p>
    <w:p w:rsidR="00934111" w:rsidRPr="00B43298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48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6B15A5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</w:t>
      </w:r>
      <w:r>
        <w:rPr>
          <w:bCs/>
          <w:sz w:val="24"/>
          <w:szCs w:val="24"/>
        </w:rPr>
        <w:t>олнить согласно требованиям ПУЭ.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</w:t>
      </w:r>
      <w:r w:rsidRPr="007762E6">
        <w:rPr>
          <w:sz w:val="24"/>
          <w:szCs w:val="24"/>
        </w:rPr>
        <w:lastRenderedPageBreak/>
        <w:t>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0473">
        <w:rPr>
          <w:rFonts w:ascii="Times New Roman" w:hAnsi="Times New Roman" w:cs="Times New Roman"/>
          <w:sz w:val="24"/>
          <w:szCs w:val="24"/>
          <w:u w:val="single"/>
        </w:rPr>
        <w:t>ВЛ-0,4 кВ № 4 ТП № 714 ВЛ-10 кВ № 1002 ПС 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0473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953DBF">
        <w:rPr>
          <w:rFonts w:ascii="Times New Roman" w:hAnsi="Times New Roman" w:cs="Times New Roman"/>
          <w:sz w:val="24"/>
          <w:szCs w:val="24"/>
        </w:rPr>
        <w:t xml:space="preserve">ВЛ-0,4 кВ № 4 ТП № 714 ВЛ-10 кВ № 1002 ПС 35/10 кВ «Одинцово»  </w:t>
      </w:r>
      <w:r w:rsidRPr="00F16A3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40ED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E840ED">
              <w:rPr>
                <w:rFonts w:ascii="Times New Roman" w:eastAsia="Times New Roman" w:hAnsi="Times New Roman" w:cs="Times New Roman"/>
                <w:lang w:eastAsia="ru-RU"/>
              </w:rPr>
              <w:t>Цыбульники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65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27" w:type="pct"/>
            <w:vAlign w:val="center"/>
          </w:tcPr>
          <w:p w:rsidR="00934111" w:rsidRPr="00D1421A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1421A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DC17D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>40391985</w:t>
            </w:r>
          </w:p>
        </w:tc>
        <w:tc>
          <w:tcPr>
            <w:tcW w:w="699" w:type="pct"/>
            <w:vAlign w:val="center"/>
          </w:tcPr>
          <w:p w:rsidR="00934111" w:rsidRPr="00DC17D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>23.08.2011</w:t>
            </w:r>
          </w:p>
        </w:tc>
        <w:tc>
          <w:tcPr>
            <w:tcW w:w="909" w:type="pct"/>
            <w:vAlign w:val="center"/>
          </w:tcPr>
          <w:p w:rsidR="00934111" w:rsidRPr="00DC17D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>Жук С. Н.</w:t>
            </w:r>
          </w:p>
        </w:tc>
        <w:tc>
          <w:tcPr>
            <w:tcW w:w="471" w:type="pct"/>
            <w:vAlign w:val="center"/>
          </w:tcPr>
          <w:p w:rsidR="00934111" w:rsidRPr="00DC17D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DC17D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DC17D1">
              <w:rPr>
                <w:rFonts w:ascii="Times New Roman" w:eastAsia="Times New Roman" w:hAnsi="Times New Roman" w:cs="Times New Roman"/>
                <w:lang w:eastAsia="ru-RU"/>
              </w:rPr>
              <w:t>Цыбульники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реконструируемой </w:t>
      </w:r>
      <w:r w:rsidRPr="00B52ABF">
        <w:rPr>
          <w:rFonts w:ascii="Times New Roman" w:hAnsi="Times New Roman" w:cs="Times New Roman"/>
          <w:b/>
          <w:sz w:val="24"/>
          <w:szCs w:val="24"/>
        </w:rPr>
        <w:t>ВЛ-0,4кВ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B52ABF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2хА25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rPr>
          <w:trHeight w:val="60"/>
        </w:trPr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A03F75">
        <w:rPr>
          <w:sz w:val="24"/>
          <w:szCs w:val="24"/>
        </w:rPr>
        <w:t xml:space="preserve">Предусмотреть обеспечение </w:t>
      </w:r>
      <w:proofErr w:type="spellStart"/>
      <w:r w:rsidRPr="00A03F75">
        <w:rPr>
          <w:sz w:val="24"/>
          <w:szCs w:val="24"/>
        </w:rPr>
        <w:t>полнофазного</w:t>
      </w:r>
      <w:proofErr w:type="spellEnd"/>
      <w:r w:rsidRPr="00A03F75">
        <w:rPr>
          <w:sz w:val="24"/>
          <w:szCs w:val="24"/>
        </w:rPr>
        <w:t xml:space="preserve"> режима</w:t>
      </w:r>
      <w:r>
        <w:rPr>
          <w:sz w:val="24"/>
          <w:szCs w:val="24"/>
        </w:rPr>
        <w:t xml:space="preserve"> (с заменой провода, без замены опор)</w:t>
      </w:r>
      <w:r w:rsidRPr="00A03F75">
        <w:rPr>
          <w:sz w:val="24"/>
          <w:szCs w:val="24"/>
        </w:rPr>
        <w:t xml:space="preserve"> на ВЛ-0,4 кВ №4, запитанной от ТП № 714 ВЛ-10 кВ № 1002 ПС «Одинцово» 35/10 кВ в пролетах опор №№ 9-14 </w:t>
      </w:r>
      <w:r>
        <w:rPr>
          <w:sz w:val="24"/>
          <w:szCs w:val="24"/>
        </w:rPr>
        <w:t>(ориентировочно 200м, провод марки 4А35).</w:t>
      </w:r>
    </w:p>
    <w:p w:rsidR="00934111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C744E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14 ВЛ-0,4 кВ № 4 ТП № 714 ВЛ-10 кВ № 1002 ПС «Одинцово» 35/10 кВ, до объекта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250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714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№714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</w:t>
      </w:r>
      <w:r w:rsidRPr="007762E6">
        <w:rPr>
          <w:sz w:val="24"/>
          <w:szCs w:val="24"/>
        </w:rPr>
        <w:lastRenderedPageBreak/>
        <w:t>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</w:t>
      </w:r>
      <w:r w:rsidRPr="007762E6">
        <w:rPr>
          <w:sz w:val="24"/>
          <w:szCs w:val="24"/>
        </w:rPr>
        <w:lastRenderedPageBreak/>
        <w:t xml:space="preserve">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CB0742" w:rsidRDefault="00934111" w:rsidP="00934111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490B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613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110/6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"</w:t>
      </w:r>
      <w:r>
        <w:rPr>
          <w:rFonts w:ascii="Times New Roman" w:hAnsi="Times New Roman" w:cs="Times New Roman"/>
          <w:sz w:val="24"/>
          <w:szCs w:val="24"/>
          <w:u w:val="single"/>
        </w:rPr>
        <w:t>Западная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ВЛ-6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ТП-6/0,4кВ </w:t>
      </w:r>
    </w:p>
    <w:p w:rsidR="00934111" w:rsidRPr="007762E6" w:rsidRDefault="00934111" w:rsidP="001715C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E149E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1003</w:t>
      </w:r>
      <w:r w:rsidRPr="006E149E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35/10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Кощино</w:t>
      </w:r>
      <w:proofErr w:type="spellEnd"/>
      <w:r w:rsidRPr="006E149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 </w:t>
      </w:r>
      <w:r w:rsidRPr="006E149E">
        <w:rPr>
          <w:rFonts w:ascii="Times New Roman" w:hAnsi="Times New Roman" w:cs="Times New Roman"/>
          <w:sz w:val="24"/>
          <w:szCs w:val="24"/>
        </w:rPr>
        <w:t>кВ и ВЛ-0,4кВ и установкой ТП-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>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4"/>
        <w:gridCol w:w="1484"/>
        <w:gridCol w:w="2008"/>
        <w:gridCol w:w="1176"/>
        <w:gridCol w:w="1490"/>
        <w:gridCol w:w="2008"/>
      </w:tblGrid>
      <w:tr w:rsidR="00934111" w:rsidRPr="007762E6" w:rsidTr="004D169A">
        <w:trPr>
          <w:jc w:val="center"/>
        </w:trPr>
        <w:tc>
          <w:tcPr>
            <w:tcW w:w="751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934111" w:rsidRPr="00CA422E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Купники</w:t>
            </w:r>
            <w:proofErr w:type="spellEnd"/>
          </w:p>
        </w:tc>
        <w:tc>
          <w:tcPr>
            <w:tcW w:w="612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12000124</w:t>
            </w:r>
          </w:p>
        </w:tc>
        <w:tc>
          <w:tcPr>
            <w:tcW w:w="775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320511619</w:t>
            </w:r>
          </w:p>
        </w:tc>
        <w:tc>
          <w:tcPr>
            <w:tcW w:w="1045" w:type="pct"/>
            <w:vAlign w:val="bottom"/>
          </w:tcPr>
          <w:p w:rsidR="00934111" w:rsidRDefault="00934111" w:rsidP="004D169A">
            <w:pPr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 xml:space="preserve">ВЛ-0,4КВ ОТ Л-613 </w:t>
            </w:r>
            <w:proofErr w:type="gramStart"/>
            <w:r w:rsidRPr="003F36B2">
              <w:rPr>
                <w:rFonts w:ascii="Calibri" w:hAnsi="Calibri"/>
                <w:color w:val="000000"/>
              </w:rPr>
              <w:t>П</w:t>
            </w:r>
            <w:proofErr w:type="gramEnd"/>
            <w:r w:rsidRPr="003F36B2">
              <w:rPr>
                <w:rFonts w:ascii="Calibri" w:hAnsi="Calibri"/>
                <w:color w:val="000000"/>
              </w:rPr>
              <w:t>/СТ ЗАПАДНАЯ</w:t>
            </w:r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934111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12007343</w:t>
            </w:r>
          </w:p>
        </w:tc>
        <w:tc>
          <w:tcPr>
            <w:tcW w:w="775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372445919</w:t>
            </w:r>
          </w:p>
        </w:tc>
        <w:tc>
          <w:tcPr>
            <w:tcW w:w="1045" w:type="pct"/>
            <w:vAlign w:val="bottom"/>
          </w:tcPr>
          <w:p w:rsidR="00934111" w:rsidRDefault="00934111" w:rsidP="004D169A">
            <w:pPr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 xml:space="preserve">ВЛ-6 кВ Л-613 от ПС </w:t>
            </w:r>
            <w:proofErr w:type="gramStart"/>
            <w:r w:rsidRPr="003F36B2">
              <w:rPr>
                <w:rFonts w:ascii="Calibri" w:hAnsi="Calibri"/>
                <w:color w:val="000000"/>
              </w:rPr>
              <w:t>Западная</w:t>
            </w:r>
            <w:proofErr w:type="gramEnd"/>
          </w:p>
        </w:tc>
      </w:tr>
      <w:tr w:rsidR="00934111" w:rsidRPr="007762E6" w:rsidTr="004D169A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934111" w:rsidRPr="007762E6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934111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13006075</w:t>
            </w:r>
          </w:p>
        </w:tc>
        <w:tc>
          <w:tcPr>
            <w:tcW w:w="775" w:type="pct"/>
            <w:vAlign w:val="bottom"/>
          </w:tcPr>
          <w:p w:rsidR="00934111" w:rsidRDefault="00934111" w:rsidP="004D169A">
            <w:pPr>
              <w:jc w:val="right"/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>321212100</w:t>
            </w:r>
          </w:p>
        </w:tc>
        <w:tc>
          <w:tcPr>
            <w:tcW w:w="1045" w:type="pct"/>
            <w:vAlign w:val="bottom"/>
          </w:tcPr>
          <w:p w:rsidR="00934111" w:rsidRDefault="00934111" w:rsidP="004D169A">
            <w:pPr>
              <w:rPr>
                <w:rFonts w:ascii="Calibri" w:hAnsi="Calibri"/>
                <w:color w:val="000000"/>
              </w:rPr>
            </w:pPr>
            <w:r w:rsidRPr="003F36B2">
              <w:rPr>
                <w:rFonts w:ascii="Calibri" w:hAnsi="Calibri"/>
                <w:color w:val="000000"/>
              </w:rPr>
              <w:t xml:space="preserve">ОБОРУДОВАНИЕ ТП ОТ П-613 </w:t>
            </w:r>
            <w:proofErr w:type="gramStart"/>
            <w:r w:rsidRPr="003F36B2">
              <w:rPr>
                <w:rFonts w:ascii="Calibri" w:hAnsi="Calibri"/>
                <w:color w:val="000000"/>
              </w:rPr>
              <w:t>П</w:t>
            </w:r>
            <w:proofErr w:type="gramEnd"/>
            <w:r w:rsidRPr="003F36B2">
              <w:rPr>
                <w:rFonts w:ascii="Calibri" w:hAnsi="Calibri"/>
                <w:color w:val="000000"/>
              </w:rPr>
              <w:t>/СТ ЗАПАДНАЯ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Default="00934111" w:rsidP="001715CB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1275"/>
        <w:gridCol w:w="1275"/>
        <w:gridCol w:w="1845"/>
        <w:gridCol w:w="1133"/>
        <w:gridCol w:w="1701"/>
        <w:gridCol w:w="991"/>
        <w:gridCol w:w="1241"/>
      </w:tblGrid>
      <w:tr w:rsidR="00934111" w:rsidRPr="00EF4E1A" w:rsidTr="004D169A">
        <w:tc>
          <w:tcPr>
            <w:tcW w:w="33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2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2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1140"/>
        </w:trPr>
        <w:tc>
          <w:tcPr>
            <w:tcW w:w="33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9" w:type="pct"/>
            <w:vAlign w:val="center"/>
          </w:tcPr>
          <w:p w:rsidR="00934111" w:rsidRPr="001D36DB" w:rsidRDefault="00934111" w:rsidP="004D16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6DB">
              <w:rPr>
                <w:rFonts w:ascii="Times New Roman" w:hAnsi="Times New Roman" w:cs="Times New Roman"/>
                <w:sz w:val="24"/>
                <w:szCs w:val="24"/>
              </w:rPr>
              <w:t>40534919</w:t>
            </w:r>
          </w:p>
        </w:tc>
        <w:tc>
          <w:tcPr>
            <w:tcW w:w="629" w:type="pct"/>
            <w:vAlign w:val="center"/>
          </w:tcPr>
          <w:p w:rsidR="00934111" w:rsidRPr="00DA1E5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0" w:type="pct"/>
            <w:vAlign w:val="center"/>
          </w:tcPr>
          <w:p w:rsidR="00934111" w:rsidRPr="001D36D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6DB">
              <w:rPr>
                <w:rFonts w:ascii="Times New Roman" w:hAnsi="Times New Roman" w:cs="Times New Roman"/>
                <w:sz w:val="24"/>
                <w:szCs w:val="24"/>
              </w:rPr>
              <w:t>Шавелкин</w:t>
            </w:r>
            <w:proofErr w:type="spellEnd"/>
            <w:r w:rsidRPr="001D36DB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559" w:type="pct"/>
            <w:vAlign w:val="center"/>
          </w:tcPr>
          <w:p w:rsidR="00934111" w:rsidRPr="00725616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934111" w:rsidRPr="00C80AF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AF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Купники</w:t>
            </w:r>
            <w:proofErr w:type="spellEnd"/>
          </w:p>
        </w:tc>
        <w:tc>
          <w:tcPr>
            <w:tcW w:w="489" w:type="pct"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761"/>
        </w:trPr>
        <w:tc>
          <w:tcPr>
            <w:tcW w:w="33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29" w:type="pct"/>
            <w:vAlign w:val="center"/>
          </w:tcPr>
          <w:p w:rsidR="00934111" w:rsidRPr="001D36DB" w:rsidRDefault="00934111" w:rsidP="004D16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6DB">
              <w:rPr>
                <w:rFonts w:ascii="Times New Roman" w:hAnsi="Times New Roman" w:cs="Times New Roman"/>
                <w:sz w:val="24"/>
                <w:szCs w:val="24"/>
              </w:rPr>
              <w:t>40536674</w:t>
            </w:r>
          </w:p>
        </w:tc>
        <w:tc>
          <w:tcPr>
            <w:tcW w:w="629" w:type="pct"/>
            <w:vAlign w:val="center"/>
          </w:tcPr>
          <w:p w:rsidR="0093411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09.04.2012</w:t>
            </w:r>
          </w:p>
        </w:tc>
        <w:tc>
          <w:tcPr>
            <w:tcW w:w="910" w:type="pct"/>
            <w:vAlign w:val="center"/>
          </w:tcPr>
          <w:p w:rsidR="00934111" w:rsidRPr="001D36DB" w:rsidRDefault="00934111" w:rsidP="004D1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6DB">
              <w:rPr>
                <w:rFonts w:ascii="Times New Roman" w:hAnsi="Times New Roman" w:cs="Times New Roman"/>
                <w:sz w:val="24"/>
                <w:szCs w:val="24"/>
              </w:rPr>
              <w:t>Ананьев Дмитрий Александрович</w:t>
            </w:r>
          </w:p>
        </w:tc>
        <w:tc>
          <w:tcPr>
            <w:tcW w:w="559" w:type="pct"/>
            <w:vAlign w:val="center"/>
          </w:tcPr>
          <w:p w:rsidR="00934111" w:rsidRPr="00725616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934111" w:rsidRPr="00C80AFE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AF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Купники</w:t>
            </w:r>
            <w:proofErr w:type="spellEnd"/>
          </w:p>
        </w:tc>
        <w:tc>
          <w:tcPr>
            <w:tcW w:w="489" w:type="pct"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934111" w:rsidRPr="0000339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F63D4C" w:rsidRDefault="00934111" w:rsidP="001715CB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93120C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934111" w:rsidRPr="0093120C" w:rsidRDefault="00934111" w:rsidP="001715CB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0F6727">
        <w:rPr>
          <w:sz w:val="24"/>
          <w:szCs w:val="24"/>
        </w:rPr>
        <w:t>Предусмотреть строительство участка ВЛ-</w:t>
      </w:r>
      <w:r>
        <w:rPr>
          <w:sz w:val="24"/>
          <w:szCs w:val="24"/>
        </w:rPr>
        <w:t>6</w:t>
      </w:r>
      <w:r w:rsidRPr="000F6727">
        <w:rPr>
          <w:sz w:val="24"/>
          <w:szCs w:val="24"/>
        </w:rPr>
        <w:t xml:space="preserve">кВ с самонесущим защищенным проводом от опоры № </w:t>
      </w:r>
      <w:r>
        <w:rPr>
          <w:sz w:val="24"/>
          <w:szCs w:val="24"/>
        </w:rPr>
        <w:t>89</w:t>
      </w:r>
      <w:r w:rsidRPr="000F6727">
        <w:rPr>
          <w:sz w:val="24"/>
          <w:szCs w:val="24"/>
        </w:rPr>
        <w:t>, ВЛ-</w:t>
      </w:r>
      <w:r>
        <w:rPr>
          <w:sz w:val="24"/>
          <w:szCs w:val="24"/>
        </w:rPr>
        <w:t>6</w:t>
      </w:r>
      <w:r w:rsidRPr="000F6727">
        <w:rPr>
          <w:sz w:val="24"/>
          <w:szCs w:val="24"/>
        </w:rPr>
        <w:t xml:space="preserve"> кВ № </w:t>
      </w:r>
      <w:r>
        <w:rPr>
          <w:sz w:val="24"/>
          <w:szCs w:val="24"/>
        </w:rPr>
        <w:t>613</w:t>
      </w:r>
      <w:r w:rsidRPr="000F6727">
        <w:rPr>
          <w:sz w:val="24"/>
          <w:szCs w:val="24"/>
        </w:rPr>
        <w:t xml:space="preserve"> ПС </w:t>
      </w:r>
      <w:r>
        <w:rPr>
          <w:sz w:val="24"/>
          <w:szCs w:val="24"/>
        </w:rPr>
        <w:t>110/6</w:t>
      </w:r>
      <w:r w:rsidRPr="000F6727">
        <w:rPr>
          <w:sz w:val="24"/>
          <w:szCs w:val="24"/>
        </w:rPr>
        <w:t xml:space="preserve"> кВ "</w:t>
      </w:r>
      <w:proofErr w:type="gramStart"/>
      <w:r>
        <w:rPr>
          <w:sz w:val="24"/>
          <w:szCs w:val="24"/>
        </w:rPr>
        <w:t>Западная</w:t>
      </w:r>
      <w:proofErr w:type="gramEnd"/>
      <w:r w:rsidRPr="000F6727">
        <w:rPr>
          <w:sz w:val="24"/>
          <w:szCs w:val="24"/>
        </w:rPr>
        <w:t>", до проектируемой ТП-</w:t>
      </w:r>
      <w:r>
        <w:rPr>
          <w:sz w:val="24"/>
          <w:szCs w:val="24"/>
        </w:rPr>
        <w:t>6</w:t>
      </w:r>
      <w:r w:rsidRPr="000F6727">
        <w:rPr>
          <w:sz w:val="24"/>
          <w:szCs w:val="24"/>
        </w:rPr>
        <w:t>/0,4 кВ</w:t>
      </w:r>
      <w:r>
        <w:rPr>
          <w:sz w:val="24"/>
          <w:szCs w:val="24"/>
        </w:rPr>
        <w:t xml:space="preserve"> (ориентировочно 900м).</w:t>
      </w:r>
    </w:p>
    <w:p w:rsidR="00934111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lastRenderedPageBreak/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0C4518">
        <w:rPr>
          <w:sz w:val="24"/>
          <w:szCs w:val="24"/>
        </w:rPr>
        <w:t>ВЛ-</w:t>
      </w:r>
      <w:r>
        <w:rPr>
          <w:sz w:val="24"/>
          <w:szCs w:val="24"/>
        </w:rPr>
        <w:t>6</w:t>
      </w:r>
      <w:r w:rsidRPr="000C4518">
        <w:rPr>
          <w:sz w:val="24"/>
          <w:szCs w:val="24"/>
        </w:rPr>
        <w:t xml:space="preserve"> кВ № </w:t>
      </w:r>
      <w:r>
        <w:rPr>
          <w:sz w:val="24"/>
          <w:szCs w:val="24"/>
        </w:rPr>
        <w:t>613</w:t>
      </w:r>
      <w:r w:rsidRPr="000C4518">
        <w:rPr>
          <w:sz w:val="24"/>
          <w:szCs w:val="24"/>
        </w:rPr>
        <w:t xml:space="preserve"> ПС </w:t>
      </w:r>
      <w:r>
        <w:rPr>
          <w:sz w:val="24"/>
          <w:szCs w:val="24"/>
        </w:rPr>
        <w:t>110/6</w:t>
      </w:r>
      <w:r w:rsidRPr="000C4518">
        <w:rPr>
          <w:sz w:val="24"/>
          <w:szCs w:val="24"/>
        </w:rPr>
        <w:t xml:space="preserve"> кВ "</w:t>
      </w:r>
      <w:r>
        <w:rPr>
          <w:sz w:val="24"/>
          <w:szCs w:val="24"/>
        </w:rPr>
        <w:t>Западная</w:t>
      </w:r>
      <w:r w:rsidRPr="000C4518">
        <w:rPr>
          <w:sz w:val="24"/>
          <w:szCs w:val="24"/>
        </w:rPr>
        <w:t>"</w:t>
      </w:r>
      <w:r>
        <w:rPr>
          <w:sz w:val="24"/>
          <w:szCs w:val="24"/>
        </w:rPr>
        <w:t xml:space="preserve"> (ориентировочная мощность трансформатора – 40кВА) </w:t>
      </w:r>
    </w:p>
    <w:p w:rsidR="00934111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934111" w:rsidRPr="002568BB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934111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325840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proofErr w:type="gramStart"/>
      <w:r w:rsidRPr="00325840">
        <w:rPr>
          <w:sz w:val="24"/>
          <w:szCs w:val="24"/>
        </w:rPr>
        <w:t>проектируемой</w:t>
      </w:r>
      <w:proofErr w:type="gramEnd"/>
      <w:r w:rsidRPr="00325840">
        <w:rPr>
          <w:sz w:val="24"/>
          <w:szCs w:val="24"/>
        </w:rPr>
        <w:t xml:space="preserve"> ТП-</w:t>
      </w:r>
      <w:r>
        <w:rPr>
          <w:sz w:val="24"/>
          <w:szCs w:val="24"/>
        </w:rPr>
        <w:t>6</w:t>
      </w:r>
      <w:r w:rsidRPr="00325840">
        <w:rPr>
          <w:sz w:val="24"/>
          <w:szCs w:val="24"/>
        </w:rPr>
        <w:t>/0,4 кВ, запитанной от ВЛ-</w:t>
      </w:r>
      <w:r>
        <w:rPr>
          <w:sz w:val="24"/>
          <w:szCs w:val="24"/>
        </w:rPr>
        <w:t>6</w:t>
      </w:r>
      <w:r w:rsidRPr="00325840">
        <w:rPr>
          <w:sz w:val="24"/>
          <w:szCs w:val="24"/>
        </w:rPr>
        <w:t xml:space="preserve"> кВ № </w:t>
      </w:r>
      <w:r>
        <w:rPr>
          <w:sz w:val="24"/>
          <w:szCs w:val="24"/>
        </w:rPr>
        <w:t>6</w:t>
      </w:r>
      <w:r w:rsidRPr="00325840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25840">
        <w:rPr>
          <w:sz w:val="24"/>
          <w:szCs w:val="24"/>
        </w:rPr>
        <w:t xml:space="preserve"> ПС «</w:t>
      </w:r>
      <w:r>
        <w:rPr>
          <w:sz w:val="24"/>
          <w:szCs w:val="24"/>
        </w:rPr>
        <w:t>Западная</w:t>
      </w:r>
      <w:r w:rsidRPr="00325840">
        <w:rPr>
          <w:sz w:val="24"/>
          <w:szCs w:val="24"/>
        </w:rPr>
        <w:t xml:space="preserve">» </w:t>
      </w:r>
      <w:r>
        <w:rPr>
          <w:sz w:val="24"/>
          <w:szCs w:val="24"/>
        </w:rPr>
        <w:t>110/6</w:t>
      </w:r>
      <w:r w:rsidRPr="00325840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100м).</w:t>
      </w:r>
    </w:p>
    <w:p w:rsidR="00934111" w:rsidRPr="00B46665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ВЛ-6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ВЛ-6кВ.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F0116B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C92849" w:rsidRDefault="00934111" w:rsidP="001715CB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202612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 ТП-10/0,4кВ  </w:t>
      </w:r>
      <w:r w:rsidRPr="00301C1C">
        <w:rPr>
          <w:rFonts w:ascii="Times New Roman" w:hAnsi="Times New Roman" w:cs="Times New Roman"/>
          <w:sz w:val="24"/>
          <w:szCs w:val="24"/>
          <w:u w:val="single"/>
        </w:rPr>
        <w:t>ВЛ-10 кВ № 1002 ПС 35/10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  <w:r w:rsidRPr="00301C1C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301C1C"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301C1C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934111" w:rsidRPr="00FD2DF9" w:rsidRDefault="00934111" w:rsidP="001715C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A710AE">
        <w:rPr>
          <w:rFonts w:ascii="Times New Roman" w:hAnsi="Times New Roman" w:cs="Times New Roman"/>
          <w:sz w:val="24"/>
          <w:szCs w:val="24"/>
        </w:rPr>
        <w:t>ВЛ-0,4 кВ  ТП-10/0,4кВ  ВЛ-10 кВ № 1002 ПС 35/10кВ «</w:t>
      </w:r>
      <w:proofErr w:type="spellStart"/>
      <w:r w:rsidRPr="00A710AE"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A710AE">
        <w:rPr>
          <w:rFonts w:ascii="Times New Roman" w:hAnsi="Times New Roman" w:cs="Times New Roman"/>
          <w:sz w:val="24"/>
          <w:szCs w:val="24"/>
        </w:rPr>
        <w:t>»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 xml:space="preserve"> "Солнышко"</w:t>
            </w:r>
          </w:p>
        </w:tc>
        <w:tc>
          <w:tcPr>
            <w:tcW w:w="822" w:type="pct"/>
            <w:vAlign w:val="center"/>
          </w:tcPr>
          <w:p w:rsidR="00934111" w:rsidRPr="0016731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7313">
              <w:rPr>
                <w:rFonts w:ascii="Times New Roman" w:eastAsia="Times New Roman" w:hAnsi="Times New Roman" w:cs="Times New Roman"/>
                <w:lang w:eastAsia="ru-RU"/>
              </w:rPr>
              <w:t>12000109</w:t>
            </w:r>
          </w:p>
        </w:tc>
        <w:tc>
          <w:tcPr>
            <w:tcW w:w="765" w:type="pct"/>
            <w:vAlign w:val="center"/>
          </w:tcPr>
          <w:p w:rsidR="00934111" w:rsidRPr="0016731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7313">
              <w:rPr>
                <w:rFonts w:ascii="Times New Roman" w:eastAsia="Times New Roman" w:hAnsi="Times New Roman" w:cs="Times New Roman"/>
                <w:lang w:eastAsia="ru-RU"/>
              </w:rPr>
              <w:t>320578519</w:t>
            </w:r>
          </w:p>
        </w:tc>
        <w:tc>
          <w:tcPr>
            <w:tcW w:w="1027" w:type="pct"/>
            <w:vAlign w:val="center"/>
          </w:tcPr>
          <w:p w:rsidR="00934111" w:rsidRPr="0016731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67313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167313">
              <w:rPr>
                <w:rFonts w:ascii="Times New Roman" w:eastAsia="Times New Roman" w:hAnsi="Times New Roman" w:cs="Times New Roman"/>
                <w:lang w:eastAsia="ru-RU"/>
              </w:rPr>
              <w:t xml:space="preserve"> 0,4 КВ ОТ Л 1002 ПС ТРУДИЛОВО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701"/>
        <w:gridCol w:w="1097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529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40324191</w:t>
            </w:r>
          </w:p>
        </w:tc>
        <w:tc>
          <w:tcPr>
            <w:tcW w:w="69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25.05.2011</w:t>
            </w:r>
          </w:p>
        </w:tc>
        <w:tc>
          <w:tcPr>
            <w:tcW w:w="83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Захарова С. А.</w:t>
            </w:r>
          </w:p>
        </w:tc>
        <w:tc>
          <w:tcPr>
            <w:tcW w:w="541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787" w:type="pct"/>
            <w:vMerge w:val="restar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 xml:space="preserve"> "Солнышко"</w:t>
            </w:r>
          </w:p>
        </w:tc>
        <w:tc>
          <w:tcPr>
            <w:tcW w:w="613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98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934111" w:rsidTr="004D169A">
        <w:trPr>
          <w:trHeight w:val="701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40436391</w:t>
            </w:r>
          </w:p>
        </w:tc>
        <w:tc>
          <w:tcPr>
            <w:tcW w:w="69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10.10.2011</w:t>
            </w:r>
          </w:p>
        </w:tc>
        <w:tc>
          <w:tcPr>
            <w:tcW w:w="83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Никитина  Т. Л.</w:t>
            </w:r>
          </w:p>
        </w:tc>
        <w:tc>
          <w:tcPr>
            <w:tcW w:w="541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Merge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98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934111" w:rsidTr="004D169A">
        <w:trPr>
          <w:trHeight w:val="754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40430022</w:t>
            </w:r>
          </w:p>
        </w:tc>
        <w:tc>
          <w:tcPr>
            <w:tcW w:w="69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83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Александрова Т. Ф.</w:t>
            </w:r>
          </w:p>
        </w:tc>
        <w:tc>
          <w:tcPr>
            <w:tcW w:w="541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787" w:type="pct"/>
            <w:vMerge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698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934111" w:rsidTr="004D169A">
        <w:trPr>
          <w:trHeight w:val="563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40448219</w:t>
            </w:r>
          </w:p>
        </w:tc>
        <w:tc>
          <w:tcPr>
            <w:tcW w:w="69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27.10.2011</w:t>
            </w:r>
          </w:p>
        </w:tc>
        <w:tc>
          <w:tcPr>
            <w:tcW w:w="839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Новикова Л. П.</w:t>
            </w:r>
          </w:p>
        </w:tc>
        <w:tc>
          <w:tcPr>
            <w:tcW w:w="541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0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Merge/>
            <w:vAlign w:val="center"/>
          </w:tcPr>
          <w:p w:rsidR="00934111" w:rsidRPr="0077001D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3" w:type="pct"/>
            <w:vAlign w:val="center"/>
          </w:tcPr>
          <w:p w:rsidR="0093411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202612" w:rsidRDefault="00934111" w:rsidP="001715CB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770C7E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FC5E4F">
        <w:rPr>
          <w:sz w:val="24"/>
          <w:szCs w:val="24"/>
        </w:rPr>
        <w:t>Предусмотреть строительство участка ВЛ-0,4 кВ с изолированны</w:t>
      </w:r>
      <w:r>
        <w:rPr>
          <w:sz w:val="24"/>
          <w:szCs w:val="24"/>
        </w:rPr>
        <w:t xml:space="preserve">м самонесущим проводом от опоры ВЛ-0,4кВ (номер определить проектом), проектируемой по ТЗ для </w:t>
      </w:r>
      <w:r w:rsidRPr="00770C7E">
        <w:rPr>
          <w:sz w:val="24"/>
          <w:szCs w:val="24"/>
        </w:rPr>
        <w:t>Гончаровой А.</w:t>
      </w:r>
      <w:proofErr w:type="gramStart"/>
      <w:r w:rsidRPr="00770C7E">
        <w:rPr>
          <w:sz w:val="24"/>
          <w:szCs w:val="24"/>
        </w:rPr>
        <w:t>К</w:t>
      </w:r>
      <w:proofErr w:type="gramEnd"/>
      <w:r w:rsidRPr="00770C7E">
        <w:rPr>
          <w:sz w:val="24"/>
          <w:szCs w:val="24"/>
        </w:rPr>
        <w:t>,   до объекта (ориентировочно 500м).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202612" w:rsidRDefault="00934111" w:rsidP="001715CB">
      <w:pPr>
        <w:pStyle w:val="a5"/>
        <w:numPr>
          <w:ilvl w:val="1"/>
          <w:numId w:val="2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lastRenderedPageBreak/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Default="00934111" w:rsidP="001715CB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Pr="00202612" w:rsidRDefault="00934111" w:rsidP="00934111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4-268к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701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607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«Гнездово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34111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7762E6" w:rsidRDefault="00934111" w:rsidP="001715C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701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607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Гнездово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440" w:type="pct"/>
        <w:jc w:val="center"/>
        <w:tblInd w:w="-583" w:type="dxa"/>
        <w:tblLook w:val="04A0"/>
      </w:tblPr>
      <w:tblGrid>
        <w:gridCol w:w="1773"/>
        <w:gridCol w:w="2296"/>
        <w:gridCol w:w="1512"/>
        <w:gridCol w:w="1626"/>
        <w:gridCol w:w="1795"/>
      </w:tblGrid>
      <w:tr w:rsidR="00934111" w:rsidRPr="007762E6" w:rsidTr="004D169A">
        <w:trPr>
          <w:jc w:val="center"/>
        </w:trPr>
        <w:tc>
          <w:tcPr>
            <w:tcW w:w="984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75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40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03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7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944207" w:rsidTr="004D169A">
        <w:trPr>
          <w:trHeight w:val="935"/>
          <w:jc w:val="center"/>
        </w:trPr>
        <w:tc>
          <w:tcPr>
            <w:tcW w:w="984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75" w:type="pct"/>
          </w:tcPr>
          <w:p w:rsidR="00934111" w:rsidRPr="0048177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 w:rsidRPr="002A350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2A3506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 w:rsidRPr="002A3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506">
              <w:rPr>
                <w:rFonts w:ascii="Times New Roman" w:hAnsi="Times New Roman" w:cs="Times New Roman"/>
                <w:sz w:val="24"/>
                <w:szCs w:val="24"/>
              </w:rPr>
              <w:t>Батеки</w:t>
            </w:r>
            <w:proofErr w:type="spellEnd"/>
            <w:r w:rsidRPr="002A3506">
              <w:rPr>
                <w:rFonts w:ascii="Times New Roman" w:hAnsi="Times New Roman" w:cs="Times New Roman"/>
                <w:sz w:val="24"/>
                <w:szCs w:val="24"/>
              </w:rPr>
              <w:t>, ул. Василевского, д. 16</w:t>
            </w:r>
          </w:p>
        </w:tc>
        <w:tc>
          <w:tcPr>
            <w:tcW w:w="840" w:type="pct"/>
          </w:tcPr>
          <w:p w:rsidR="00934111" w:rsidRPr="00370632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219">
              <w:rPr>
                <w:rFonts w:ascii="Times New Roman" w:hAnsi="Times New Roman" w:cs="Times New Roman"/>
                <w:sz w:val="24"/>
              </w:rPr>
              <w:t>320566419</w:t>
            </w:r>
          </w:p>
        </w:tc>
        <w:tc>
          <w:tcPr>
            <w:tcW w:w="903" w:type="pct"/>
          </w:tcPr>
          <w:p w:rsidR="00934111" w:rsidRPr="00370632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219">
              <w:rPr>
                <w:rFonts w:ascii="Times New Roman" w:hAnsi="Times New Roman" w:cs="Times New Roman"/>
                <w:sz w:val="24"/>
              </w:rPr>
              <w:t>12000481</w:t>
            </w:r>
          </w:p>
        </w:tc>
        <w:tc>
          <w:tcPr>
            <w:tcW w:w="997" w:type="pct"/>
          </w:tcPr>
          <w:p w:rsidR="00934111" w:rsidRPr="006E0512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12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2012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607 ПС ГНЕЗДОВО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934111" w:rsidRPr="0090530D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530D">
              <w:rPr>
                <w:sz w:val="24"/>
                <w:szCs w:val="24"/>
              </w:rPr>
              <w:t>40540683</w:t>
            </w:r>
          </w:p>
        </w:tc>
        <w:tc>
          <w:tcPr>
            <w:tcW w:w="731" w:type="pct"/>
            <w:vAlign w:val="center"/>
          </w:tcPr>
          <w:p w:rsidR="00934111" w:rsidRPr="002E4CBE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934111" w:rsidRPr="00201219" w:rsidRDefault="00934111" w:rsidP="004D169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1219">
              <w:rPr>
                <w:rFonts w:ascii="Times New Roman" w:hAnsi="Times New Roman" w:cs="Times New Roman"/>
                <w:sz w:val="24"/>
                <w:szCs w:val="24"/>
              </w:rPr>
              <w:t>Голов Илья Геннадьевич</w:t>
            </w:r>
          </w:p>
        </w:tc>
        <w:tc>
          <w:tcPr>
            <w:tcW w:w="733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34111" w:rsidRPr="0070557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78"/>
        <w:gridCol w:w="4805"/>
      </w:tblGrid>
      <w:tr w:rsidR="00934111" w:rsidRPr="007762E6" w:rsidTr="004D169A">
        <w:tc>
          <w:tcPr>
            <w:tcW w:w="487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805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487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805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</w:t>
            </w:r>
          </w:p>
        </w:tc>
      </w:tr>
      <w:tr w:rsidR="00934111" w:rsidRPr="007762E6" w:rsidTr="004D169A">
        <w:tc>
          <w:tcPr>
            <w:tcW w:w="487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4805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487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805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487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805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2хА16 (0,12км)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2E04BD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2E04BD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</w:t>
      </w:r>
      <w:r w:rsidRPr="00C70DCC">
        <w:rPr>
          <w:sz w:val="24"/>
          <w:szCs w:val="24"/>
        </w:rPr>
        <w:t>3-7 ВЛ-0,4 кВ № 1 ТП № 701 ВЛ-6 кВ № 607 ПС «Гнездово» 35/6 кВ</w:t>
      </w:r>
      <w:r w:rsidRPr="002E04BD">
        <w:rPr>
          <w:sz w:val="24"/>
          <w:szCs w:val="24"/>
        </w:rPr>
        <w:t>, до объекта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риентировочно 20м)</w:t>
      </w:r>
    </w:p>
    <w:p w:rsidR="00934111" w:rsidRPr="002E61F2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1142A9">
        <w:rPr>
          <w:sz w:val="24"/>
          <w:szCs w:val="24"/>
        </w:rPr>
        <w:t xml:space="preserve">Предусмотреть замену провода на ВЛ-0,4 кВ №1, </w:t>
      </w:r>
      <w:proofErr w:type="gramStart"/>
      <w:r w:rsidRPr="001142A9">
        <w:rPr>
          <w:sz w:val="24"/>
          <w:szCs w:val="24"/>
        </w:rPr>
        <w:t>запитанной</w:t>
      </w:r>
      <w:proofErr w:type="gramEnd"/>
      <w:r w:rsidRPr="001142A9">
        <w:rPr>
          <w:sz w:val="24"/>
          <w:szCs w:val="24"/>
        </w:rPr>
        <w:t xml:space="preserve"> от ТП № 701 ВЛ-6 кВ № 607 ПС «Гнездово» 35/6 кВ, в пролетах опор №№ 3-4÷3-7.</w:t>
      </w:r>
      <w:r w:rsidRPr="002E61F2">
        <w:rPr>
          <w:sz w:val="24"/>
          <w:szCs w:val="24"/>
        </w:rPr>
        <w:t xml:space="preserve"> (ориентировочно </w:t>
      </w:r>
      <w:r>
        <w:rPr>
          <w:sz w:val="24"/>
          <w:szCs w:val="24"/>
        </w:rPr>
        <w:t>12</w:t>
      </w:r>
      <w:r w:rsidRPr="002E61F2">
        <w:rPr>
          <w:sz w:val="24"/>
          <w:szCs w:val="24"/>
        </w:rPr>
        <w:t>0м)</w:t>
      </w:r>
    </w:p>
    <w:p w:rsidR="00934111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701 </w:t>
      </w:r>
      <w:r w:rsidRPr="007762E6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701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63069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AB093C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 w:rsidP="00934111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4-271к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200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«Заводская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4111" w:rsidRPr="00780201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7762E6" w:rsidRDefault="00934111" w:rsidP="001715C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7762E6" w:rsidRDefault="00934111" w:rsidP="001715CB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200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607F11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 кВ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7762E6" w:rsidRDefault="00934111" w:rsidP="00934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726"/>
        <w:gridCol w:w="1763"/>
        <w:gridCol w:w="1537"/>
        <w:gridCol w:w="1650"/>
        <w:gridCol w:w="1715"/>
      </w:tblGrid>
      <w:tr w:rsidR="00934111" w:rsidRPr="007762E6" w:rsidTr="004D169A">
        <w:trPr>
          <w:jc w:val="center"/>
        </w:trPr>
        <w:tc>
          <w:tcPr>
            <w:tcW w:w="1028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934111" w:rsidRPr="007762E6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34111" w:rsidRPr="00944207" w:rsidTr="004D169A">
        <w:trPr>
          <w:jc w:val="center"/>
        </w:trPr>
        <w:tc>
          <w:tcPr>
            <w:tcW w:w="1028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934111" w:rsidRPr="005A71B4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Михновка</w:t>
            </w:r>
            <w:proofErr w:type="spellEnd"/>
          </w:p>
        </w:tc>
        <w:tc>
          <w:tcPr>
            <w:tcW w:w="916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1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327119419</w:t>
            </w:r>
          </w:p>
        </w:tc>
        <w:tc>
          <w:tcPr>
            <w:tcW w:w="983" w:type="pct"/>
          </w:tcPr>
          <w:p w:rsidR="00934111" w:rsidRPr="0089635D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1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12008495</w:t>
            </w:r>
          </w:p>
        </w:tc>
        <w:tc>
          <w:tcPr>
            <w:tcW w:w="1022" w:type="pct"/>
          </w:tcPr>
          <w:p w:rsidR="00934111" w:rsidRPr="00944207" w:rsidRDefault="00934111" w:rsidP="004D1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1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F251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0.4 КВ ПО Л 1001 ПС ЗАВОДСКАЯ</w:t>
            </w:r>
          </w:p>
        </w:tc>
      </w:tr>
    </w:tbl>
    <w:p w:rsidR="00934111" w:rsidRPr="007762E6" w:rsidRDefault="00934111" w:rsidP="001715CB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934111" w:rsidRPr="00EF4E1A" w:rsidTr="004D169A">
        <w:tc>
          <w:tcPr>
            <w:tcW w:w="25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RPr="00385474" w:rsidTr="004D169A">
        <w:tc>
          <w:tcPr>
            <w:tcW w:w="255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934111" w:rsidRPr="00F25106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25106">
              <w:rPr>
                <w:sz w:val="24"/>
                <w:szCs w:val="24"/>
              </w:rPr>
              <w:t>40542523</w:t>
            </w:r>
          </w:p>
        </w:tc>
        <w:tc>
          <w:tcPr>
            <w:tcW w:w="731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  <w:r w:rsidRPr="0038547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934111" w:rsidRPr="00F25106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F25106">
              <w:rPr>
                <w:sz w:val="24"/>
                <w:szCs w:val="24"/>
              </w:rPr>
              <w:t>Нечваленко</w:t>
            </w:r>
            <w:proofErr w:type="spellEnd"/>
            <w:r w:rsidRPr="00F25106">
              <w:rPr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934111" w:rsidRPr="00385474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Default="00934111" w:rsidP="001715CB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F25106">
        <w:rPr>
          <w:sz w:val="24"/>
          <w:szCs w:val="24"/>
        </w:rPr>
        <w:t xml:space="preserve">Предусмотреть обеспечение </w:t>
      </w:r>
      <w:proofErr w:type="spellStart"/>
      <w:r w:rsidRPr="00F25106">
        <w:rPr>
          <w:sz w:val="24"/>
          <w:szCs w:val="24"/>
        </w:rPr>
        <w:t>полнофазного</w:t>
      </w:r>
      <w:proofErr w:type="spellEnd"/>
      <w:r w:rsidRPr="00F25106">
        <w:rPr>
          <w:sz w:val="24"/>
          <w:szCs w:val="24"/>
        </w:rPr>
        <w:t xml:space="preserve"> режима на ВЛ-0,4 кВ №2, </w:t>
      </w:r>
      <w:proofErr w:type="gramStart"/>
      <w:r w:rsidRPr="00F25106">
        <w:rPr>
          <w:sz w:val="24"/>
          <w:szCs w:val="24"/>
        </w:rPr>
        <w:t>запитанной</w:t>
      </w:r>
      <w:proofErr w:type="gramEnd"/>
      <w:r w:rsidRPr="00F25106">
        <w:rPr>
          <w:sz w:val="24"/>
          <w:szCs w:val="24"/>
        </w:rPr>
        <w:t xml:space="preserve"> от ТП № 200 ВЛ-10 кВ № 1001 ПС "Заводская" 110/35/10 кВ, в пролетах опор №№ 3/3-3/7, 3/7-Г1</w:t>
      </w:r>
      <w:r>
        <w:rPr>
          <w:sz w:val="24"/>
          <w:szCs w:val="24"/>
        </w:rPr>
        <w:t xml:space="preserve"> (ориентировочно 200м).</w:t>
      </w:r>
    </w:p>
    <w:p w:rsidR="00934111" w:rsidRPr="0088445C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200 </w:t>
      </w:r>
      <w:r w:rsidRPr="007762E6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№200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63069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AB093C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510A35" w:rsidRDefault="00934111" w:rsidP="001715CB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934111" w:rsidRPr="007762E6" w:rsidRDefault="00934111" w:rsidP="001715CB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Pr="007762E6" w:rsidRDefault="00934111" w:rsidP="0093411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4-273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ВЛ-0,4 кВ  ТП-10/0,4кВ  ВЛ</w:t>
      </w:r>
      <w:r w:rsidRPr="00F2104C">
        <w:rPr>
          <w:rFonts w:ascii="Times New Roman" w:hAnsi="Times New Roman" w:cs="Times New Roman"/>
          <w:sz w:val="24"/>
          <w:szCs w:val="24"/>
          <w:u w:val="single"/>
        </w:rPr>
        <w:t>-10 кВ № 1008 ПС 110/35/10кВ</w:t>
      </w:r>
      <w:r w:rsidRPr="00301C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2104C">
        <w:rPr>
          <w:rFonts w:ascii="Times New Roman" w:hAnsi="Times New Roman" w:cs="Times New Roman"/>
          <w:sz w:val="24"/>
          <w:szCs w:val="24"/>
          <w:u w:val="single"/>
        </w:rPr>
        <w:t>«Заводская»</w:t>
      </w:r>
      <w:r w:rsidRPr="00232FA4">
        <w:rPr>
          <w:b/>
        </w:rPr>
        <w:t xml:space="preserve"> </w:t>
      </w:r>
    </w:p>
    <w:p w:rsidR="00934111" w:rsidRPr="00202612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A710AE">
        <w:rPr>
          <w:rFonts w:ascii="Times New Roman" w:hAnsi="Times New Roman" w:cs="Times New Roman"/>
          <w:sz w:val="24"/>
          <w:szCs w:val="24"/>
        </w:rPr>
        <w:t xml:space="preserve">ВЛ-0,4 кВ  ТП-10/0,4кВ  </w:t>
      </w:r>
      <w:r w:rsidRPr="0033381B">
        <w:rPr>
          <w:rFonts w:ascii="Times New Roman" w:hAnsi="Times New Roman" w:cs="Times New Roman"/>
          <w:sz w:val="24"/>
          <w:szCs w:val="24"/>
        </w:rPr>
        <w:t>ВЛ-10 кВ № 1008 ПС 110/35/10кВ «</w:t>
      </w:r>
      <w:proofErr w:type="gramStart"/>
      <w:r w:rsidRPr="0033381B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33381B">
        <w:rPr>
          <w:rFonts w:ascii="Times New Roman" w:hAnsi="Times New Roman" w:cs="Times New Roman"/>
          <w:sz w:val="24"/>
          <w:szCs w:val="24"/>
        </w:rPr>
        <w:t>»</w:t>
      </w:r>
      <w:r w:rsidRPr="00C27D9F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50B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A7750B">
              <w:rPr>
                <w:rFonts w:ascii="Times New Roman" w:eastAsia="Times New Roman" w:hAnsi="Times New Roman" w:cs="Times New Roman"/>
                <w:lang w:eastAsia="ru-RU"/>
              </w:rPr>
              <w:t>Деменщина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A775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50B">
              <w:rPr>
                <w:rFonts w:ascii="Times New Roman" w:eastAsia="Times New Roman" w:hAnsi="Times New Roman" w:cs="Times New Roman"/>
                <w:lang w:eastAsia="ru-RU"/>
              </w:rPr>
              <w:t>12000127</w:t>
            </w:r>
          </w:p>
        </w:tc>
        <w:tc>
          <w:tcPr>
            <w:tcW w:w="765" w:type="pct"/>
            <w:vAlign w:val="center"/>
          </w:tcPr>
          <w:p w:rsidR="00934111" w:rsidRPr="00A775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50B">
              <w:rPr>
                <w:rFonts w:ascii="Times New Roman" w:eastAsia="Times New Roman" w:hAnsi="Times New Roman" w:cs="Times New Roman"/>
                <w:lang w:eastAsia="ru-RU"/>
              </w:rPr>
              <w:t>320734119</w:t>
            </w:r>
          </w:p>
        </w:tc>
        <w:tc>
          <w:tcPr>
            <w:tcW w:w="1027" w:type="pct"/>
            <w:vAlign w:val="center"/>
          </w:tcPr>
          <w:p w:rsidR="00934111" w:rsidRPr="00A7750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50B">
              <w:rPr>
                <w:rFonts w:ascii="Times New Roman" w:eastAsia="Times New Roman" w:hAnsi="Times New Roman" w:cs="Times New Roman"/>
                <w:lang w:eastAsia="ru-RU"/>
              </w:rPr>
              <w:t>ВЛ-0,4КВ ОТ Л-1008 ПС ЗАВОДСКАЯ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701"/>
        <w:gridCol w:w="1097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529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A0073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>40528932</w:t>
            </w:r>
          </w:p>
        </w:tc>
        <w:tc>
          <w:tcPr>
            <w:tcW w:w="699" w:type="pct"/>
            <w:vAlign w:val="center"/>
          </w:tcPr>
          <w:p w:rsidR="00934111" w:rsidRPr="00A0073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>28.03.2012</w:t>
            </w:r>
          </w:p>
        </w:tc>
        <w:tc>
          <w:tcPr>
            <w:tcW w:w="839" w:type="pct"/>
            <w:vAlign w:val="center"/>
          </w:tcPr>
          <w:p w:rsidR="00934111" w:rsidRPr="00A0073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>Ефимов Д.В.</w:t>
            </w:r>
          </w:p>
        </w:tc>
        <w:tc>
          <w:tcPr>
            <w:tcW w:w="541" w:type="pct"/>
            <w:vAlign w:val="center"/>
          </w:tcPr>
          <w:p w:rsidR="00934111" w:rsidRPr="00A0073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A0073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A00731">
              <w:rPr>
                <w:rFonts w:ascii="Times New Roman" w:eastAsia="Times New Roman" w:hAnsi="Times New Roman" w:cs="Times New Roman"/>
                <w:lang w:eastAsia="ru-RU"/>
              </w:rPr>
              <w:t>Деменщина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Pr="004A007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202612" w:rsidRDefault="00934111" w:rsidP="001715CB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Pr="00770C7E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FC5E4F">
        <w:rPr>
          <w:sz w:val="24"/>
          <w:szCs w:val="24"/>
        </w:rPr>
        <w:t>Предусмотреть строительство участка ВЛ-0,4 кВ с изолированны</w:t>
      </w:r>
      <w:r>
        <w:rPr>
          <w:sz w:val="24"/>
          <w:szCs w:val="24"/>
        </w:rPr>
        <w:t xml:space="preserve">м самонесущим проводом от опоры ВЛ-0,4кВ (номер определить проектом), проектируемой по ТЗ для </w:t>
      </w:r>
      <w:proofErr w:type="spellStart"/>
      <w:r>
        <w:rPr>
          <w:sz w:val="24"/>
          <w:szCs w:val="24"/>
        </w:rPr>
        <w:t>Дробышевской</w:t>
      </w:r>
      <w:proofErr w:type="spellEnd"/>
      <w:r>
        <w:rPr>
          <w:sz w:val="24"/>
          <w:szCs w:val="24"/>
        </w:rPr>
        <w:t xml:space="preserve"> З.В. и др.</w:t>
      </w:r>
      <w:r w:rsidRPr="00770C7E">
        <w:rPr>
          <w:sz w:val="24"/>
          <w:szCs w:val="24"/>
        </w:rPr>
        <w:t>,   до объекта (ориентир</w:t>
      </w:r>
      <w:r>
        <w:rPr>
          <w:sz w:val="24"/>
          <w:szCs w:val="24"/>
        </w:rPr>
        <w:t>овочно 15</w:t>
      </w:r>
      <w:r w:rsidRPr="00770C7E">
        <w:rPr>
          <w:sz w:val="24"/>
          <w:szCs w:val="24"/>
        </w:rPr>
        <w:t>0м).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202612" w:rsidRDefault="00934111" w:rsidP="001715CB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</w:t>
      </w:r>
      <w:r w:rsidRPr="007762E6">
        <w:rPr>
          <w:bCs/>
          <w:sz w:val="24"/>
          <w:szCs w:val="24"/>
        </w:rPr>
        <w:lastRenderedPageBreak/>
        <w:t>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Default="00934111" w:rsidP="001715CB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4-274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7130">
        <w:rPr>
          <w:rFonts w:ascii="Times New Roman" w:hAnsi="Times New Roman" w:cs="Times New Roman"/>
          <w:sz w:val="24"/>
          <w:szCs w:val="24"/>
          <w:u w:val="single"/>
        </w:rPr>
        <w:t>ВЛ-0,4 кВ № 2 ТП № 70 ВЛ-10 кВ № 1002 ПС 35/10 кВ</w:t>
      </w:r>
      <w:r w:rsidRPr="000C1B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7130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E27130">
        <w:rPr>
          <w:rFonts w:ascii="Times New Roman" w:hAnsi="Times New Roman" w:cs="Times New Roman"/>
          <w:sz w:val="24"/>
          <w:szCs w:val="24"/>
        </w:rPr>
        <w:t xml:space="preserve">ВЛ-0,4 кВ № 2 ТП № 70 ВЛ-10 кВ № 1002 ПС 35/10 кВ «Одинцово» </w:t>
      </w:r>
      <w:r w:rsidRPr="000C1BF3">
        <w:rPr>
          <w:rFonts w:ascii="Times New Roman" w:hAnsi="Times New Roman" w:cs="Times New Roman"/>
          <w:sz w:val="24"/>
          <w:szCs w:val="24"/>
        </w:rPr>
        <w:t xml:space="preserve"> </w:t>
      </w:r>
      <w:r w:rsidRPr="00F16A34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7139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B87139">
              <w:rPr>
                <w:rFonts w:ascii="Times New Roman" w:eastAsia="Times New Roman" w:hAnsi="Times New Roman" w:cs="Times New Roman"/>
                <w:lang w:eastAsia="ru-RU"/>
              </w:rPr>
              <w:t>Ковалевка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7F116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168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65" w:type="pct"/>
            <w:vAlign w:val="center"/>
          </w:tcPr>
          <w:p w:rsidR="00934111" w:rsidRPr="007F116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168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27" w:type="pct"/>
            <w:vAlign w:val="center"/>
          </w:tcPr>
          <w:p w:rsidR="00934111" w:rsidRPr="007F116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168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7F116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F1168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>40534436</w:t>
            </w:r>
          </w:p>
        </w:tc>
        <w:tc>
          <w:tcPr>
            <w:tcW w:w="699" w:type="pct"/>
            <w:vAlign w:val="center"/>
          </w:tcPr>
          <w:p w:rsidR="00934111" w:rsidRPr="004F23C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>12.04.2012</w:t>
            </w:r>
          </w:p>
        </w:tc>
        <w:tc>
          <w:tcPr>
            <w:tcW w:w="909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>Бомбяков</w:t>
            </w:r>
            <w:proofErr w:type="spellEnd"/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 xml:space="preserve"> Виктор Иванович</w:t>
            </w:r>
          </w:p>
        </w:tc>
        <w:tc>
          <w:tcPr>
            <w:tcW w:w="471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5C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1C45CB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>Ковалевка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30E99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2/11 ВЛ-0,4 кВ № 2 ТП № 70 ВЛ-10 кВ № 1002 ПС «Одинцово» 35/10 кВ, до объекта</w:t>
      </w:r>
      <w:r w:rsidRPr="00D22005">
        <w:rPr>
          <w:sz w:val="24"/>
          <w:szCs w:val="24"/>
        </w:rPr>
        <w:t xml:space="preserve">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50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2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70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4-278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5622">
        <w:rPr>
          <w:rFonts w:ascii="Times New Roman" w:hAnsi="Times New Roman" w:cs="Times New Roman"/>
          <w:sz w:val="24"/>
          <w:szCs w:val="24"/>
          <w:u w:val="single"/>
        </w:rPr>
        <w:t>ВЛ-0,4 кВ № 2 ТП № 396 ВЛ-10 кВ № 1008 ПС 110/35/10 кВ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C5622">
        <w:rPr>
          <w:rFonts w:ascii="Times New Roman" w:hAnsi="Times New Roman" w:cs="Times New Roman"/>
          <w:sz w:val="24"/>
          <w:szCs w:val="24"/>
          <w:u w:val="single"/>
        </w:rPr>
        <w:t xml:space="preserve">«Заводская»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41076D">
        <w:rPr>
          <w:rFonts w:ascii="Times New Roman" w:hAnsi="Times New Roman" w:cs="Times New Roman"/>
          <w:sz w:val="24"/>
          <w:szCs w:val="24"/>
        </w:rPr>
        <w:t>ВЛ-0,4 кВ № 2 ТП № 396 ВЛ-10 кВ № 1008 ПС 110/35/10 кВ  «</w:t>
      </w:r>
      <w:proofErr w:type="gramStart"/>
      <w:r w:rsidRPr="0041076D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41076D">
        <w:rPr>
          <w:rFonts w:ascii="Times New Roman" w:hAnsi="Times New Roman" w:cs="Times New Roman"/>
          <w:sz w:val="24"/>
          <w:szCs w:val="24"/>
        </w:rPr>
        <w:t xml:space="preserve">» </w:t>
      </w:r>
      <w:r w:rsidRPr="00F16A3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1114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7139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04474F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</w:p>
        </w:tc>
        <w:tc>
          <w:tcPr>
            <w:tcW w:w="822" w:type="pct"/>
            <w:vAlign w:val="center"/>
          </w:tcPr>
          <w:p w:rsidR="00934111" w:rsidRPr="00302026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026">
              <w:rPr>
                <w:rFonts w:ascii="Times New Roman" w:eastAsia="Times New Roman" w:hAnsi="Times New Roman" w:cs="Times New Roman"/>
                <w:lang w:eastAsia="ru-RU"/>
              </w:rPr>
              <w:t>12000127</w:t>
            </w:r>
          </w:p>
        </w:tc>
        <w:tc>
          <w:tcPr>
            <w:tcW w:w="765" w:type="pct"/>
            <w:vAlign w:val="center"/>
          </w:tcPr>
          <w:p w:rsidR="00934111" w:rsidRPr="00302026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026">
              <w:rPr>
                <w:rFonts w:ascii="Times New Roman" w:eastAsia="Times New Roman" w:hAnsi="Times New Roman" w:cs="Times New Roman"/>
                <w:lang w:eastAsia="ru-RU"/>
              </w:rPr>
              <w:t>320734119</w:t>
            </w:r>
          </w:p>
        </w:tc>
        <w:tc>
          <w:tcPr>
            <w:tcW w:w="1027" w:type="pct"/>
            <w:vAlign w:val="center"/>
          </w:tcPr>
          <w:p w:rsidR="00934111" w:rsidRPr="00302026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026">
              <w:rPr>
                <w:rFonts w:ascii="Times New Roman" w:eastAsia="Times New Roman" w:hAnsi="Times New Roman" w:cs="Times New Roman"/>
                <w:lang w:eastAsia="ru-RU"/>
              </w:rPr>
              <w:t>ВЛ-0,4КВ ОТ Л-1008 ПС ЗАВОДСКАЯ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892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C910F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>40543378</w:t>
            </w:r>
          </w:p>
        </w:tc>
        <w:tc>
          <w:tcPr>
            <w:tcW w:w="699" w:type="pct"/>
            <w:vAlign w:val="center"/>
          </w:tcPr>
          <w:p w:rsidR="00934111" w:rsidRPr="004F23C9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4F23C9">
              <w:rPr>
                <w:rFonts w:ascii="Times New Roman" w:eastAsia="Times New Roman" w:hAnsi="Times New Roman" w:cs="Times New Roman"/>
                <w:lang w:eastAsia="ru-RU"/>
              </w:rPr>
              <w:t>.04.2012</w:t>
            </w:r>
          </w:p>
        </w:tc>
        <w:tc>
          <w:tcPr>
            <w:tcW w:w="909" w:type="pct"/>
            <w:vAlign w:val="center"/>
          </w:tcPr>
          <w:p w:rsidR="00934111" w:rsidRPr="00C910F3" w:rsidRDefault="00934111" w:rsidP="004D16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>Еремёнок</w:t>
            </w:r>
            <w:proofErr w:type="spellEnd"/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 xml:space="preserve"> С. М.</w:t>
            </w:r>
          </w:p>
        </w:tc>
        <w:tc>
          <w:tcPr>
            <w:tcW w:w="471" w:type="pct"/>
            <w:vAlign w:val="center"/>
          </w:tcPr>
          <w:p w:rsidR="00934111" w:rsidRPr="00C910F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934111" w:rsidRPr="00C910F3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C910F3">
              <w:rPr>
                <w:rFonts w:ascii="Times New Roman" w:eastAsia="Times New Roman" w:hAnsi="Times New Roman" w:cs="Times New Roman"/>
                <w:lang w:eastAsia="ru-RU"/>
              </w:rPr>
              <w:t>Кореневщина</w:t>
            </w:r>
            <w:proofErr w:type="spellEnd"/>
          </w:p>
        </w:tc>
        <w:tc>
          <w:tcPr>
            <w:tcW w:w="613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98" w:type="pct"/>
            <w:vAlign w:val="center"/>
          </w:tcPr>
          <w:p w:rsidR="00934111" w:rsidRPr="0018765F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65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18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F23171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13 ВЛ-0,4 кВ № 2 ТП № 396 ВЛ-10 кВ № 1008 ПС «Заводская» 110/35/10 кВ, до границы земельного участка Заявителя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180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2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396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№396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Pr="00EC5987" w:rsidRDefault="00934111" w:rsidP="001715CB">
      <w:pPr>
        <w:pStyle w:val="a5"/>
        <w:numPr>
          <w:ilvl w:val="0"/>
          <w:numId w:val="3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34111" w:rsidRDefault="009341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br w:type="page"/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4-279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934111" w:rsidRPr="007762E6" w:rsidRDefault="00934111" w:rsidP="00934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934111" w:rsidRPr="0061199F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8203F">
        <w:rPr>
          <w:rFonts w:ascii="Times New Roman" w:hAnsi="Times New Roman" w:cs="Times New Roman"/>
          <w:sz w:val="24"/>
          <w:szCs w:val="24"/>
          <w:u w:val="single"/>
        </w:rPr>
        <w:t>ВЛ-0,4 кВ № 3 ТП № 332 ВЛ-6 кВ № 609 ПС 35/6 кВ</w:t>
      </w:r>
      <w:r w:rsidRPr="008C56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8203F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D8203F">
        <w:rPr>
          <w:rFonts w:ascii="Times New Roman" w:hAnsi="Times New Roman" w:cs="Times New Roman"/>
          <w:sz w:val="24"/>
          <w:szCs w:val="24"/>
          <w:u w:val="single"/>
        </w:rPr>
        <w:t>Печерск</w:t>
      </w:r>
      <w:proofErr w:type="spellEnd"/>
      <w:r w:rsidRPr="00D8203F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61199F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934111" w:rsidRPr="00FD2DF9" w:rsidRDefault="00934111" w:rsidP="00934111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4111" w:rsidRPr="00FD2DF9" w:rsidRDefault="00934111" w:rsidP="001715C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34111" w:rsidRPr="00C27D9F" w:rsidRDefault="00934111" w:rsidP="001715CB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D9F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C03EA8">
        <w:rPr>
          <w:rFonts w:ascii="Times New Roman" w:hAnsi="Times New Roman" w:cs="Times New Roman"/>
          <w:sz w:val="24"/>
          <w:szCs w:val="24"/>
        </w:rPr>
        <w:t>ВЛ-0,4 кВ № 3 ТП № 332 ВЛ-6 кВ № 609 ПС 35/6 кВ «</w:t>
      </w:r>
      <w:proofErr w:type="spellStart"/>
      <w:r w:rsidRPr="00C03EA8">
        <w:rPr>
          <w:rFonts w:ascii="Times New Roman" w:hAnsi="Times New Roman" w:cs="Times New Roman"/>
          <w:sz w:val="24"/>
          <w:szCs w:val="24"/>
        </w:rPr>
        <w:t>Печерск</w:t>
      </w:r>
      <w:proofErr w:type="spellEnd"/>
      <w:r w:rsidRPr="00C03EA8">
        <w:rPr>
          <w:rFonts w:ascii="Times New Roman" w:hAnsi="Times New Roman" w:cs="Times New Roman"/>
          <w:sz w:val="24"/>
          <w:szCs w:val="24"/>
        </w:rPr>
        <w:t xml:space="preserve">» </w:t>
      </w:r>
      <w:r w:rsidRPr="00F16A3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C27D9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7D9F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C27D9F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34111" w:rsidRPr="008B6C06" w:rsidRDefault="00934111" w:rsidP="009341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842"/>
        <w:gridCol w:w="1649"/>
        <w:gridCol w:w="1535"/>
        <w:gridCol w:w="2061"/>
      </w:tblGrid>
      <w:tr w:rsidR="00934111" w:rsidRPr="007762E6" w:rsidTr="004D169A">
        <w:tc>
          <w:tcPr>
            <w:tcW w:w="720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18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934111" w:rsidRPr="00631B28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B2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934111" w:rsidRPr="007762E6" w:rsidTr="004D169A">
        <w:trPr>
          <w:trHeight w:val="713"/>
        </w:trPr>
        <w:tc>
          <w:tcPr>
            <w:tcW w:w="720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934111" w:rsidRPr="00017DC1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7B94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E7B94">
              <w:rPr>
                <w:rFonts w:ascii="Times New Roman" w:eastAsia="Times New Roman" w:hAnsi="Times New Roman" w:cs="Times New Roman"/>
                <w:lang w:eastAsia="ru-RU"/>
              </w:rPr>
              <w:t xml:space="preserve"> "Наука</w:t>
            </w:r>
          </w:p>
        </w:tc>
        <w:tc>
          <w:tcPr>
            <w:tcW w:w="822" w:type="pct"/>
            <w:vAlign w:val="center"/>
          </w:tcPr>
          <w:p w:rsidR="00934111" w:rsidRPr="00CC1F3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F30">
              <w:rPr>
                <w:rFonts w:ascii="Times New Roman" w:eastAsia="Times New Roman" w:hAnsi="Times New Roman" w:cs="Times New Roman"/>
                <w:lang w:eastAsia="ru-RU"/>
              </w:rPr>
              <w:t>12000466</w:t>
            </w:r>
          </w:p>
        </w:tc>
        <w:tc>
          <w:tcPr>
            <w:tcW w:w="765" w:type="pct"/>
            <w:vAlign w:val="center"/>
          </w:tcPr>
          <w:p w:rsidR="00934111" w:rsidRPr="00CC1F3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F30">
              <w:rPr>
                <w:rFonts w:ascii="Times New Roman" w:eastAsia="Times New Roman" w:hAnsi="Times New Roman" w:cs="Times New Roman"/>
                <w:lang w:eastAsia="ru-RU"/>
              </w:rPr>
              <w:t>327057119</w:t>
            </w:r>
          </w:p>
        </w:tc>
        <w:tc>
          <w:tcPr>
            <w:tcW w:w="1027" w:type="pct"/>
            <w:vAlign w:val="center"/>
          </w:tcPr>
          <w:p w:rsidR="00934111" w:rsidRPr="00CC1F30" w:rsidRDefault="00934111" w:rsidP="004D169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C1F30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CC1F30">
              <w:rPr>
                <w:rFonts w:ascii="Times New Roman" w:eastAsia="Times New Roman" w:hAnsi="Times New Roman" w:cs="Times New Roman"/>
                <w:lang w:eastAsia="ru-RU"/>
              </w:rPr>
              <w:t xml:space="preserve"> 0.4 КВ ОТ Л 609 ПЕЧЕРСК</w:t>
            </w:r>
          </w:p>
        </w:tc>
      </w:tr>
    </w:tbl>
    <w:p w:rsidR="00934111" w:rsidRPr="007762E6" w:rsidRDefault="00934111" w:rsidP="00934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34111" w:rsidRPr="007762E6" w:rsidRDefault="00934111" w:rsidP="001715CB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34111" w:rsidRDefault="00934111" w:rsidP="001715CB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934111" w:rsidRDefault="00934111" w:rsidP="0093411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1221"/>
        <w:gridCol w:w="1417"/>
        <w:gridCol w:w="1843"/>
        <w:gridCol w:w="955"/>
        <w:gridCol w:w="1596"/>
        <w:gridCol w:w="1243"/>
        <w:gridCol w:w="1415"/>
      </w:tblGrid>
      <w:tr w:rsidR="00934111" w:rsidRPr="00EF4E1A" w:rsidTr="004D169A"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34111" w:rsidTr="004D169A">
        <w:trPr>
          <w:trHeight w:val="716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40517065</w:t>
            </w:r>
          </w:p>
        </w:tc>
        <w:tc>
          <w:tcPr>
            <w:tcW w:w="69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19.04.2012</w:t>
            </w:r>
          </w:p>
        </w:tc>
        <w:tc>
          <w:tcPr>
            <w:tcW w:w="90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Ярославцева Е. А.</w:t>
            </w:r>
          </w:p>
        </w:tc>
        <w:tc>
          <w:tcPr>
            <w:tcW w:w="471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Merge w:val="restar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 xml:space="preserve">Смоленский район, </w:t>
            </w:r>
            <w:proofErr w:type="gramStart"/>
            <w:r w:rsidRPr="00B3423F">
              <w:rPr>
                <w:sz w:val="22"/>
                <w:szCs w:val="22"/>
              </w:rPr>
              <w:t>СТ</w:t>
            </w:r>
            <w:proofErr w:type="gramEnd"/>
            <w:r w:rsidRPr="00B3423F">
              <w:rPr>
                <w:sz w:val="22"/>
                <w:szCs w:val="22"/>
              </w:rPr>
              <w:t xml:space="preserve"> "Наука"</w:t>
            </w:r>
          </w:p>
        </w:tc>
        <w:tc>
          <w:tcPr>
            <w:tcW w:w="613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699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40517327</w:t>
            </w:r>
          </w:p>
        </w:tc>
        <w:tc>
          <w:tcPr>
            <w:tcW w:w="69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19.04.2012</w:t>
            </w:r>
          </w:p>
        </w:tc>
        <w:tc>
          <w:tcPr>
            <w:tcW w:w="90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Ярославцева Е. А.</w:t>
            </w:r>
          </w:p>
        </w:tc>
        <w:tc>
          <w:tcPr>
            <w:tcW w:w="471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Merge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13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567"/>
        </w:trPr>
        <w:tc>
          <w:tcPr>
            <w:tcW w:w="220" w:type="pct"/>
            <w:vAlign w:val="center"/>
          </w:tcPr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2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40540034</w:t>
            </w:r>
          </w:p>
        </w:tc>
        <w:tc>
          <w:tcPr>
            <w:tcW w:w="69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16.04.2012</w:t>
            </w:r>
          </w:p>
        </w:tc>
        <w:tc>
          <w:tcPr>
            <w:tcW w:w="90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B3423F">
              <w:rPr>
                <w:sz w:val="22"/>
                <w:szCs w:val="22"/>
              </w:rPr>
              <w:t>Бутаков</w:t>
            </w:r>
            <w:proofErr w:type="spellEnd"/>
            <w:r w:rsidRPr="00B3423F">
              <w:rPr>
                <w:sz w:val="22"/>
                <w:szCs w:val="22"/>
              </w:rPr>
              <w:t xml:space="preserve"> А. В.</w:t>
            </w:r>
          </w:p>
        </w:tc>
        <w:tc>
          <w:tcPr>
            <w:tcW w:w="471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Merge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13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0,4</w:t>
            </w:r>
          </w:p>
        </w:tc>
      </w:tr>
      <w:tr w:rsidR="00934111" w:rsidTr="004D169A">
        <w:trPr>
          <w:trHeight w:val="407"/>
        </w:trPr>
        <w:tc>
          <w:tcPr>
            <w:tcW w:w="220" w:type="pct"/>
            <w:vAlign w:val="center"/>
          </w:tcPr>
          <w:p w:rsidR="00934111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934111" w:rsidRPr="00EF4E1A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40540050</w:t>
            </w:r>
          </w:p>
        </w:tc>
        <w:tc>
          <w:tcPr>
            <w:tcW w:w="69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16.04.2012</w:t>
            </w:r>
          </w:p>
        </w:tc>
        <w:tc>
          <w:tcPr>
            <w:tcW w:w="909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B3423F">
              <w:rPr>
                <w:sz w:val="22"/>
                <w:szCs w:val="22"/>
              </w:rPr>
              <w:t>Бутаков</w:t>
            </w:r>
            <w:proofErr w:type="spellEnd"/>
            <w:r w:rsidRPr="00B3423F">
              <w:rPr>
                <w:sz w:val="22"/>
                <w:szCs w:val="22"/>
              </w:rPr>
              <w:t xml:space="preserve"> А. В.</w:t>
            </w:r>
          </w:p>
        </w:tc>
        <w:tc>
          <w:tcPr>
            <w:tcW w:w="471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  <w:vMerge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13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934111" w:rsidRPr="00B3423F" w:rsidRDefault="00934111" w:rsidP="004D169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423F">
              <w:rPr>
                <w:sz w:val="22"/>
                <w:szCs w:val="22"/>
              </w:rPr>
              <w:t>0,4</w:t>
            </w:r>
          </w:p>
        </w:tc>
      </w:tr>
    </w:tbl>
    <w:p w:rsidR="00934111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934111" w:rsidRPr="007762E6" w:rsidRDefault="00934111" w:rsidP="001715C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934111" w:rsidRPr="007762E6" w:rsidRDefault="00934111" w:rsidP="0093411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34111" w:rsidRPr="007762E6" w:rsidRDefault="00934111" w:rsidP="009341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34111" w:rsidRPr="007762E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34111" w:rsidRPr="00671D06" w:rsidRDefault="00934111" w:rsidP="0093411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34111" w:rsidRPr="007762E6" w:rsidRDefault="00934111" w:rsidP="001715C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934111" w:rsidRPr="007762E6" w:rsidRDefault="00934111" w:rsidP="009341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34111" w:rsidRPr="00E307EF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34111" w:rsidRPr="007762E6" w:rsidRDefault="00934111" w:rsidP="0093411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34111" w:rsidRPr="007762E6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34111" w:rsidRDefault="00934111" w:rsidP="0093411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34111" w:rsidRPr="007762E6" w:rsidRDefault="00934111" w:rsidP="00934111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3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934111" w:rsidRPr="007762E6" w:rsidTr="004D169A">
        <w:tc>
          <w:tcPr>
            <w:tcW w:w="5068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934111" w:rsidRPr="007762E6" w:rsidRDefault="00934111" w:rsidP="004D169A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934111" w:rsidRDefault="00934111" w:rsidP="0093411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934111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F23171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</w:t>
      </w:r>
      <w:r>
        <w:rPr>
          <w:sz w:val="24"/>
          <w:szCs w:val="24"/>
        </w:rPr>
        <w:t>(номер определить проектом) ВЛ-0,4кВ, проектируемой для Коваленкова Н.Н., Лебедева С.А. по ТЗ от 16.12.2010</w:t>
      </w:r>
      <w:r w:rsidRPr="00F23171">
        <w:rPr>
          <w:sz w:val="24"/>
          <w:szCs w:val="24"/>
        </w:rPr>
        <w:t>, до гран</w:t>
      </w:r>
      <w:r>
        <w:rPr>
          <w:sz w:val="24"/>
          <w:szCs w:val="24"/>
        </w:rPr>
        <w:t xml:space="preserve">ицы земельного участка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150</w:t>
      </w:r>
      <w:r w:rsidRPr="001E11CA">
        <w:rPr>
          <w:sz w:val="24"/>
          <w:szCs w:val="24"/>
        </w:rPr>
        <w:t>м).</w:t>
      </w:r>
    </w:p>
    <w:p w:rsidR="00934111" w:rsidRPr="00B43298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3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332 </w:t>
      </w:r>
      <w:r w:rsidRPr="00604B53">
        <w:rPr>
          <w:sz w:val="24"/>
          <w:szCs w:val="24"/>
        </w:rPr>
        <w:t>на пропуск нагрузки по ней.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DF4E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934111" w:rsidRPr="006B15A5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934111" w:rsidRPr="007762E6" w:rsidRDefault="00934111" w:rsidP="0093411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 №332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34111" w:rsidRPr="007762E6" w:rsidRDefault="00934111" w:rsidP="0093411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34111" w:rsidRPr="007762E6" w:rsidRDefault="00934111" w:rsidP="0093411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34111" w:rsidRPr="007762E6" w:rsidRDefault="00934111" w:rsidP="0093411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934111" w:rsidRPr="008431D8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34111" w:rsidRPr="007762E6" w:rsidRDefault="00934111" w:rsidP="0093411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34111" w:rsidRPr="007762E6" w:rsidRDefault="00934111" w:rsidP="0093411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934111" w:rsidRPr="00582E47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34111" w:rsidRPr="007762E6" w:rsidRDefault="00934111" w:rsidP="0093411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4111" w:rsidRPr="00FC79B3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34111" w:rsidRPr="007762E6" w:rsidRDefault="00934111" w:rsidP="001715CB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34111" w:rsidRPr="00C903BE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lastRenderedPageBreak/>
        <w:t>Оплата производится в течение 30 рабочих дней с момента подписания сторонами актов выполненных работ.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34111" w:rsidRPr="007762E6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34111" w:rsidRPr="007762E6" w:rsidRDefault="00934111" w:rsidP="0093411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934111" w:rsidRPr="00C42D0D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34111" w:rsidRPr="008264DA" w:rsidRDefault="00934111" w:rsidP="001715CB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934111" w:rsidRDefault="00934111" w:rsidP="001715CB">
      <w:pPr>
        <w:pStyle w:val="a5"/>
        <w:numPr>
          <w:ilvl w:val="0"/>
          <w:numId w:val="3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6D52DE" w:rsidRDefault="006D52DE" w:rsidP="00934111">
      <w:pPr>
        <w:pStyle w:val="a5"/>
        <w:tabs>
          <w:tab w:val="left" w:pos="1134"/>
          <w:tab w:val="left" w:pos="1276"/>
        </w:tabs>
        <w:ind w:left="0" w:firstLine="0"/>
        <w:jc w:val="both"/>
      </w:pPr>
    </w:p>
    <w:sectPr w:rsidR="006D52DE" w:rsidSect="00067A5E">
      <w:headerReference w:type="default" r:id="rId7"/>
      <w:footerReference w:type="default" r:id="rId8"/>
      <w:pgSz w:w="11906" w:h="16838"/>
      <w:pgMar w:top="567" w:right="56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ABF" w:rsidRDefault="00997ABF" w:rsidP="001715CB">
      <w:pPr>
        <w:spacing w:after="0" w:line="240" w:lineRule="auto"/>
      </w:pPr>
      <w:r>
        <w:separator/>
      </w:r>
    </w:p>
  </w:endnote>
  <w:endnote w:type="continuationSeparator" w:id="0">
    <w:p w:rsidR="00997ABF" w:rsidRDefault="00997ABF" w:rsidP="0017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5CB" w:rsidRDefault="001715CB" w:rsidP="001715CB">
    <w:pPr>
      <w:pStyle w:val="a7"/>
      <w:pBdr>
        <w:bottom w:val="single" w:sz="12" w:space="1" w:color="auto"/>
      </w:pBdr>
      <w:ind w:left="360" w:right="-28" w:hanging="360"/>
      <w:jc w:val="right"/>
    </w:pPr>
  </w:p>
  <w:p w:rsidR="001715CB" w:rsidRPr="001715CB" w:rsidRDefault="001715CB" w:rsidP="001715CB">
    <w:pPr>
      <w:pStyle w:val="a7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на право заключения </w:t>
    </w:r>
    <w:r w:rsidRPr="007D14AB">
      <w:rPr>
        <w:sz w:val="18"/>
        <w:szCs w:val="18"/>
      </w:rPr>
      <w:t xml:space="preserve">Договора на выполнение работ по </w:t>
    </w:r>
    <w:r w:rsidRPr="007D18E0">
      <w:rPr>
        <w:sz w:val="18"/>
        <w:szCs w:val="18"/>
      </w:rPr>
      <w:t xml:space="preserve">реконструкции ВЛ-0,4-10кВ для технологического присоединения потребителей </w:t>
    </w:r>
    <w:r w:rsidRPr="002C5A54">
      <w:rPr>
        <w:sz w:val="18"/>
        <w:szCs w:val="18"/>
      </w:rPr>
      <w:t>Смоленского района (Западный участок),</w:t>
    </w:r>
    <w:r w:rsidRPr="007D18E0">
      <w:rPr>
        <w:sz w:val="18"/>
        <w:szCs w:val="18"/>
      </w:rPr>
      <w:t xml:space="preserve"> (четвертый этап)</w:t>
    </w:r>
    <w:r w:rsidRPr="007D14AB">
      <w:rPr>
        <w:sz w:val="18"/>
        <w:szCs w:val="18"/>
      </w:rPr>
      <w:t xml:space="preserve">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160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160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ABF" w:rsidRDefault="00997ABF" w:rsidP="001715CB">
      <w:pPr>
        <w:spacing w:after="0" w:line="240" w:lineRule="auto"/>
      </w:pPr>
      <w:r>
        <w:separator/>
      </w:r>
    </w:p>
  </w:footnote>
  <w:footnote w:type="continuationSeparator" w:id="0">
    <w:p w:rsidR="00997ABF" w:rsidRDefault="00997ABF" w:rsidP="00171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5CB" w:rsidRPr="001715CB" w:rsidRDefault="001715CB" w:rsidP="001715CB">
    <w:pPr>
      <w:pStyle w:val="a9"/>
      <w:jc w:val="right"/>
      <w:rPr>
        <w:rFonts w:ascii="Times New Roman" w:hAnsi="Times New Roman" w:cs="Times New Roman"/>
      </w:rPr>
    </w:pPr>
    <w:r w:rsidRPr="001715CB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8528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DBA43E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B267A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57582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2BA1E2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9197C3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9DE13E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C443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FA7516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0571B4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22C46F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5033E3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27E705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2DE42E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2E975E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5695BF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97125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A82006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D0001C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E9423E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6BD1D8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421BF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EC840B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1DC4F0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540580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81A425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5"/>
  </w:num>
  <w:num w:numId="5">
    <w:abstractNumId w:val="0"/>
  </w:num>
  <w:num w:numId="6">
    <w:abstractNumId w:val="10"/>
  </w:num>
  <w:num w:numId="7">
    <w:abstractNumId w:val="27"/>
  </w:num>
  <w:num w:numId="8">
    <w:abstractNumId w:val="17"/>
  </w:num>
  <w:num w:numId="9">
    <w:abstractNumId w:val="29"/>
  </w:num>
  <w:num w:numId="10">
    <w:abstractNumId w:val="1"/>
  </w:num>
  <w:num w:numId="11">
    <w:abstractNumId w:val="12"/>
  </w:num>
  <w:num w:numId="12">
    <w:abstractNumId w:val="19"/>
  </w:num>
  <w:num w:numId="13">
    <w:abstractNumId w:val="18"/>
  </w:num>
  <w:num w:numId="14">
    <w:abstractNumId w:val="20"/>
  </w:num>
  <w:num w:numId="15">
    <w:abstractNumId w:val="31"/>
  </w:num>
  <w:num w:numId="16">
    <w:abstractNumId w:val="23"/>
  </w:num>
  <w:num w:numId="17">
    <w:abstractNumId w:val="6"/>
  </w:num>
  <w:num w:numId="18">
    <w:abstractNumId w:val="9"/>
  </w:num>
  <w:num w:numId="19">
    <w:abstractNumId w:val="2"/>
  </w:num>
  <w:num w:numId="20">
    <w:abstractNumId w:val="13"/>
  </w:num>
  <w:num w:numId="21">
    <w:abstractNumId w:val="26"/>
  </w:num>
  <w:num w:numId="22">
    <w:abstractNumId w:val="28"/>
  </w:num>
  <w:num w:numId="23">
    <w:abstractNumId w:val="15"/>
  </w:num>
  <w:num w:numId="24">
    <w:abstractNumId w:val="16"/>
  </w:num>
  <w:num w:numId="25">
    <w:abstractNumId w:val="8"/>
  </w:num>
  <w:num w:numId="26">
    <w:abstractNumId w:val="5"/>
  </w:num>
  <w:num w:numId="27">
    <w:abstractNumId w:val="3"/>
  </w:num>
  <w:num w:numId="28">
    <w:abstractNumId w:val="32"/>
  </w:num>
  <w:num w:numId="29">
    <w:abstractNumId w:val="24"/>
  </w:num>
  <w:num w:numId="30">
    <w:abstractNumId w:val="21"/>
  </w:num>
  <w:num w:numId="31">
    <w:abstractNumId w:val="14"/>
  </w:num>
  <w:num w:numId="32">
    <w:abstractNumId w:val="22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111"/>
    <w:rsid w:val="00001752"/>
    <w:rsid w:val="00002697"/>
    <w:rsid w:val="00003671"/>
    <w:rsid w:val="00003A0E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454"/>
    <w:rsid w:val="000078FA"/>
    <w:rsid w:val="00007B5F"/>
    <w:rsid w:val="00007DA5"/>
    <w:rsid w:val="00010F0B"/>
    <w:rsid w:val="000112CD"/>
    <w:rsid w:val="00011328"/>
    <w:rsid w:val="000113E9"/>
    <w:rsid w:val="00011B2E"/>
    <w:rsid w:val="00011C7E"/>
    <w:rsid w:val="000123FD"/>
    <w:rsid w:val="0001260B"/>
    <w:rsid w:val="00012CF1"/>
    <w:rsid w:val="00013964"/>
    <w:rsid w:val="000139C3"/>
    <w:rsid w:val="000161A0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7145"/>
    <w:rsid w:val="00037191"/>
    <w:rsid w:val="00037285"/>
    <w:rsid w:val="000379C9"/>
    <w:rsid w:val="00037A0B"/>
    <w:rsid w:val="00037C81"/>
    <w:rsid w:val="00037E6F"/>
    <w:rsid w:val="000406EA"/>
    <w:rsid w:val="00040761"/>
    <w:rsid w:val="00042E80"/>
    <w:rsid w:val="000435D6"/>
    <w:rsid w:val="00043975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6B4"/>
    <w:rsid w:val="00060DA3"/>
    <w:rsid w:val="00061F65"/>
    <w:rsid w:val="00062562"/>
    <w:rsid w:val="000628FC"/>
    <w:rsid w:val="00062EE1"/>
    <w:rsid w:val="00062F9B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36C7"/>
    <w:rsid w:val="00073CE3"/>
    <w:rsid w:val="00074559"/>
    <w:rsid w:val="00075A06"/>
    <w:rsid w:val="00075AFA"/>
    <w:rsid w:val="00075C5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79F"/>
    <w:rsid w:val="00083D39"/>
    <w:rsid w:val="00084BAA"/>
    <w:rsid w:val="000869D1"/>
    <w:rsid w:val="00087FEC"/>
    <w:rsid w:val="00090457"/>
    <w:rsid w:val="000904AB"/>
    <w:rsid w:val="0009065F"/>
    <w:rsid w:val="00091C16"/>
    <w:rsid w:val="00091ED6"/>
    <w:rsid w:val="00092E89"/>
    <w:rsid w:val="000953C3"/>
    <w:rsid w:val="00095518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5C6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807"/>
    <w:rsid w:val="000B5C06"/>
    <w:rsid w:val="000B6635"/>
    <w:rsid w:val="000B676E"/>
    <w:rsid w:val="000B6C61"/>
    <w:rsid w:val="000B7C39"/>
    <w:rsid w:val="000C0807"/>
    <w:rsid w:val="000C1043"/>
    <w:rsid w:val="000C1156"/>
    <w:rsid w:val="000C1D4E"/>
    <w:rsid w:val="000C2243"/>
    <w:rsid w:val="000C2C6A"/>
    <w:rsid w:val="000C3333"/>
    <w:rsid w:val="000C3C61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4F04"/>
    <w:rsid w:val="000F56C9"/>
    <w:rsid w:val="000F56D5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4763"/>
    <w:rsid w:val="00105115"/>
    <w:rsid w:val="001053A4"/>
    <w:rsid w:val="00106117"/>
    <w:rsid w:val="00106236"/>
    <w:rsid w:val="00111938"/>
    <w:rsid w:val="00111B08"/>
    <w:rsid w:val="00111C5B"/>
    <w:rsid w:val="00111F2A"/>
    <w:rsid w:val="0011206B"/>
    <w:rsid w:val="00112252"/>
    <w:rsid w:val="00112F5E"/>
    <w:rsid w:val="00113249"/>
    <w:rsid w:val="0011342B"/>
    <w:rsid w:val="00113643"/>
    <w:rsid w:val="0011385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9C5"/>
    <w:rsid w:val="00117C90"/>
    <w:rsid w:val="0012064C"/>
    <w:rsid w:val="00120FD0"/>
    <w:rsid w:val="00121413"/>
    <w:rsid w:val="0012268C"/>
    <w:rsid w:val="00122FFF"/>
    <w:rsid w:val="001245DB"/>
    <w:rsid w:val="00124F2B"/>
    <w:rsid w:val="00124FDA"/>
    <w:rsid w:val="001251EE"/>
    <w:rsid w:val="001258FE"/>
    <w:rsid w:val="00125E84"/>
    <w:rsid w:val="0012650C"/>
    <w:rsid w:val="0012666C"/>
    <w:rsid w:val="00127087"/>
    <w:rsid w:val="0012774D"/>
    <w:rsid w:val="00130049"/>
    <w:rsid w:val="00131B59"/>
    <w:rsid w:val="001322C4"/>
    <w:rsid w:val="00132676"/>
    <w:rsid w:val="00132FA7"/>
    <w:rsid w:val="00133833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3CBA"/>
    <w:rsid w:val="001449AD"/>
    <w:rsid w:val="00144B25"/>
    <w:rsid w:val="0014515F"/>
    <w:rsid w:val="00145496"/>
    <w:rsid w:val="00145958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3AF"/>
    <w:rsid w:val="00157DA2"/>
    <w:rsid w:val="001604DE"/>
    <w:rsid w:val="00160B88"/>
    <w:rsid w:val="0016213D"/>
    <w:rsid w:val="00162DCD"/>
    <w:rsid w:val="0016418F"/>
    <w:rsid w:val="00165488"/>
    <w:rsid w:val="00165C06"/>
    <w:rsid w:val="00165EE7"/>
    <w:rsid w:val="00166E06"/>
    <w:rsid w:val="001676E4"/>
    <w:rsid w:val="00167B37"/>
    <w:rsid w:val="00167C31"/>
    <w:rsid w:val="00170724"/>
    <w:rsid w:val="00170B8F"/>
    <w:rsid w:val="001715CB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712B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7850"/>
    <w:rsid w:val="001C7BBF"/>
    <w:rsid w:val="001D02DC"/>
    <w:rsid w:val="001D0C44"/>
    <w:rsid w:val="001D0C7C"/>
    <w:rsid w:val="001D0D5E"/>
    <w:rsid w:val="001D1B5F"/>
    <w:rsid w:val="001D1C40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26B8"/>
    <w:rsid w:val="00203099"/>
    <w:rsid w:val="0020316C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2F30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6CE"/>
    <w:rsid w:val="00223808"/>
    <w:rsid w:val="00223BD2"/>
    <w:rsid w:val="0022456A"/>
    <w:rsid w:val="00225065"/>
    <w:rsid w:val="002254D5"/>
    <w:rsid w:val="00225926"/>
    <w:rsid w:val="0022600D"/>
    <w:rsid w:val="0022672F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3B5A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7FF"/>
    <w:rsid w:val="00247A9F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1453"/>
    <w:rsid w:val="0028148B"/>
    <w:rsid w:val="002838AE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288E"/>
    <w:rsid w:val="00292A16"/>
    <w:rsid w:val="00292D0A"/>
    <w:rsid w:val="0029311B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892"/>
    <w:rsid w:val="002A4B1A"/>
    <w:rsid w:val="002A508E"/>
    <w:rsid w:val="002A53D5"/>
    <w:rsid w:val="002A576E"/>
    <w:rsid w:val="002A5840"/>
    <w:rsid w:val="002A58F6"/>
    <w:rsid w:val="002A6233"/>
    <w:rsid w:val="002A66AB"/>
    <w:rsid w:val="002A6A01"/>
    <w:rsid w:val="002A6BB2"/>
    <w:rsid w:val="002A6D60"/>
    <w:rsid w:val="002A79D6"/>
    <w:rsid w:val="002A7DBA"/>
    <w:rsid w:val="002A7F99"/>
    <w:rsid w:val="002B045E"/>
    <w:rsid w:val="002B0B51"/>
    <w:rsid w:val="002B199C"/>
    <w:rsid w:val="002B1B57"/>
    <w:rsid w:val="002B1B84"/>
    <w:rsid w:val="002B1C4F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B00"/>
    <w:rsid w:val="002F2BBE"/>
    <w:rsid w:val="002F39C4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CDF"/>
    <w:rsid w:val="003019CD"/>
    <w:rsid w:val="00301F71"/>
    <w:rsid w:val="00301F8A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725"/>
    <w:rsid w:val="003269C4"/>
    <w:rsid w:val="00326ACD"/>
    <w:rsid w:val="00327088"/>
    <w:rsid w:val="00327296"/>
    <w:rsid w:val="0032747B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811"/>
    <w:rsid w:val="00366B24"/>
    <w:rsid w:val="00366BF0"/>
    <w:rsid w:val="00366DEE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134"/>
    <w:rsid w:val="00394897"/>
    <w:rsid w:val="003951C5"/>
    <w:rsid w:val="003958CE"/>
    <w:rsid w:val="00395AFD"/>
    <w:rsid w:val="00395B79"/>
    <w:rsid w:val="00395DD7"/>
    <w:rsid w:val="0039637A"/>
    <w:rsid w:val="00396DD5"/>
    <w:rsid w:val="003A0634"/>
    <w:rsid w:val="003A080E"/>
    <w:rsid w:val="003A1377"/>
    <w:rsid w:val="003A144D"/>
    <w:rsid w:val="003A1E5B"/>
    <w:rsid w:val="003A2128"/>
    <w:rsid w:val="003A21BC"/>
    <w:rsid w:val="003A289F"/>
    <w:rsid w:val="003A2BBA"/>
    <w:rsid w:val="003A2D5F"/>
    <w:rsid w:val="003A45B8"/>
    <w:rsid w:val="003A4CA0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38DC"/>
    <w:rsid w:val="003C44E4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3B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1301"/>
    <w:rsid w:val="004021C2"/>
    <w:rsid w:val="00402621"/>
    <w:rsid w:val="00403016"/>
    <w:rsid w:val="004035C9"/>
    <w:rsid w:val="00403A21"/>
    <w:rsid w:val="00403A29"/>
    <w:rsid w:val="004040FB"/>
    <w:rsid w:val="00405239"/>
    <w:rsid w:val="00405363"/>
    <w:rsid w:val="00406634"/>
    <w:rsid w:val="00406D0B"/>
    <w:rsid w:val="00406F98"/>
    <w:rsid w:val="004103A7"/>
    <w:rsid w:val="00410AAC"/>
    <w:rsid w:val="00411595"/>
    <w:rsid w:val="0041189E"/>
    <w:rsid w:val="00411D1A"/>
    <w:rsid w:val="004120F1"/>
    <w:rsid w:val="0041242A"/>
    <w:rsid w:val="00412799"/>
    <w:rsid w:val="00412D23"/>
    <w:rsid w:val="00413120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4F9"/>
    <w:rsid w:val="004210FD"/>
    <w:rsid w:val="00421B84"/>
    <w:rsid w:val="00421BD0"/>
    <w:rsid w:val="00421CE0"/>
    <w:rsid w:val="0042216C"/>
    <w:rsid w:val="00423339"/>
    <w:rsid w:val="0042335D"/>
    <w:rsid w:val="0042353C"/>
    <w:rsid w:val="004236D2"/>
    <w:rsid w:val="0042381B"/>
    <w:rsid w:val="0042419E"/>
    <w:rsid w:val="004243C3"/>
    <w:rsid w:val="004243E4"/>
    <w:rsid w:val="00424469"/>
    <w:rsid w:val="00425627"/>
    <w:rsid w:val="004263D3"/>
    <w:rsid w:val="00426A83"/>
    <w:rsid w:val="00426B16"/>
    <w:rsid w:val="00427C0C"/>
    <w:rsid w:val="004301C4"/>
    <w:rsid w:val="00430642"/>
    <w:rsid w:val="00430796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2EDF"/>
    <w:rsid w:val="0043481B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2961"/>
    <w:rsid w:val="00462C3B"/>
    <w:rsid w:val="0046324A"/>
    <w:rsid w:val="00463697"/>
    <w:rsid w:val="00463768"/>
    <w:rsid w:val="00463DB6"/>
    <w:rsid w:val="0046410C"/>
    <w:rsid w:val="00464486"/>
    <w:rsid w:val="00464BEA"/>
    <w:rsid w:val="00465748"/>
    <w:rsid w:val="00465AF3"/>
    <w:rsid w:val="00465CBF"/>
    <w:rsid w:val="00466379"/>
    <w:rsid w:val="004671ED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172B"/>
    <w:rsid w:val="00482290"/>
    <w:rsid w:val="004823E4"/>
    <w:rsid w:val="004829B8"/>
    <w:rsid w:val="00483378"/>
    <w:rsid w:val="00483C02"/>
    <w:rsid w:val="00484BF1"/>
    <w:rsid w:val="00485446"/>
    <w:rsid w:val="00485508"/>
    <w:rsid w:val="00485EEF"/>
    <w:rsid w:val="00486CF4"/>
    <w:rsid w:val="00487260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AD8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1B72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74C"/>
    <w:rsid w:val="004C58F2"/>
    <w:rsid w:val="004C7269"/>
    <w:rsid w:val="004C788C"/>
    <w:rsid w:val="004C7BB9"/>
    <w:rsid w:val="004D0143"/>
    <w:rsid w:val="004D04CA"/>
    <w:rsid w:val="004D1152"/>
    <w:rsid w:val="004D13D0"/>
    <w:rsid w:val="004D196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14B8"/>
    <w:rsid w:val="004E3452"/>
    <w:rsid w:val="004E3655"/>
    <w:rsid w:val="004E374D"/>
    <w:rsid w:val="004E3978"/>
    <w:rsid w:val="004E4E41"/>
    <w:rsid w:val="004E4EF8"/>
    <w:rsid w:val="004E5D8C"/>
    <w:rsid w:val="004E64AF"/>
    <w:rsid w:val="004E6ACD"/>
    <w:rsid w:val="004E7C4D"/>
    <w:rsid w:val="004F02E7"/>
    <w:rsid w:val="004F02FB"/>
    <w:rsid w:val="004F0302"/>
    <w:rsid w:val="004F042E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32"/>
    <w:rsid w:val="0050358D"/>
    <w:rsid w:val="005036D4"/>
    <w:rsid w:val="005044A4"/>
    <w:rsid w:val="005063C1"/>
    <w:rsid w:val="005065B7"/>
    <w:rsid w:val="00506B41"/>
    <w:rsid w:val="00507D98"/>
    <w:rsid w:val="0051039F"/>
    <w:rsid w:val="005103A6"/>
    <w:rsid w:val="00510FB9"/>
    <w:rsid w:val="005115E4"/>
    <w:rsid w:val="005116A6"/>
    <w:rsid w:val="0051182D"/>
    <w:rsid w:val="00511BDE"/>
    <w:rsid w:val="00511DFC"/>
    <w:rsid w:val="0051235D"/>
    <w:rsid w:val="00512863"/>
    <w:rsid w:val="00512F08"/>
    <w:rsid w:val="00514885"/>
    <w:rsid w:val="0051492B"/>
    <w:rsid w:val="00514FFD"/>
    <w:rsid w:val="00515426"/>
    <w:rsid w:val="00515D2D"/>
    <w:rsid w:val="00516573"/>
    <w:rsid w:val="0051708D"/>
    <w:rsid w:val="00517780"/>
    <w:rsid w:val="00517FE1"/>
    <w:rsid w:val="005217A6"/>
    <w:rsid w:val="00523EFB"/>
    <w:rsid w:val="005249DA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F05"/>
    <w:rsid w:val="00543474"/>
    <w:rsid w:val="00543B70"/>
    <w:rsid w:val="00543BF8"/>
    <w:rsid w:val="00543D79"/>
    <w:rsid w:val="00544618"/>
    <w:rsid w:val="00545164"/>
    <w:rsid w:val="00545C4A"/>
    <w:rsid w:val="00546A79"/>
    <w:rsid w:val="00546DCA"/>
    <w:rsid w:val="00550A7E"/>
    <w:rsid w:val="0055273F"/>
    <w:rsid w:val="00553250"/>
    <w:rsid w:val="00553B03"/>
    <w:rsid w:val="00554E5E"/>
    <w:rsid w:val="005559AE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61B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D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419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966"/>
    <w:rsid w:val="005B5C61"/>
    <w:rsid w:val="005B6CEC"/>
    <w:rsid w:val="005B6E33"/>
    <w:rsid w:val="005B6EE5"/>
    <w:rsid w:val="005C0086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788C"/>
    <w:rsid w:val="005C7B7C"/>
    <w:rsid w:val="005C7E56"/>
    <w:rsid w:val="005D1242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3798"/>
    <w:rsid w:val="005E38B4"/>
    <w:rsid w:val="005E44CE"/>
    <w:rsid w:val="005E5248"/>
    <w:rsid w:val="005E565E"/>
    <w:rsid w:val="005E5F09"/>
    <w:rsid w:val="005E6860"/>
    <w:rsid w:val="005F032D"/>
    <w:rsid w:val="005F0970"/>
    <w:rsid w:val="005F097D"/>
    <w:rsid w:val="005F09B7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1352"/>
    <w:rsid w:val="006018B2"/>
    <w:rsid w:val="00601A5D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0B8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1C3"/>
    <w:rsid w:val="006205D2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94B"/>
    <w:rsid w:val="00633EE7"/>
    <w:rsid w:val="0063495F"/>
    <w:rsid w:val="00635293"/>
    <w:rsid w:val="00635B86"/>
    <w:rsid w:val="00636273"/>
    <w:rsid w:val="006373D8"/>
    <w:rsid w:val="006402BD"/>
    <w:rsid w:val="00640A92"/>
    <w:rsid w:val="00640E84"/>
    <w:rsid w:val="00641525"/>
    <w:rsid w:val="006419C2"/>
    <w:rsid w:val="00641DDF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2AD"/>
    <w:rsid w:val="00650780"/>
    <w:rsid w:val="00651F41"/>
    <w:rsid w:val="00652132"/>
    <w:rsid w:val="00652780"/>
    <w:rsid w:val="00652988"/>
    <w:rsid w:val="006534E3"/>
    <w:rsid w:val="00653A11"/>
    <w:rsid w:val="00653F15"/>
    <w:rsid w:val="0065433B"/>
    <w:rsid w:val="00654C74"/>
    <w:rsid w:val="00655397"/>
    <w:rsid w:val="006559E9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5B17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ECD"/>
    <w:rsid w:val="00681FC4"/>
    <w:rsid w:val="00681FD2"/>
    <w:rsid w:val="00682023"/>
    <w:rsid w:val="00682064"/>
    <w:rsid w:val="00682DF9"/>
    <w:rsid w:val="00683315"/>
    <w:rsid w:val="00684904"/>
    <w:rsid w:val="00684F4F"/>
    <w:rsid w:val="006860C1"/>
    <w:rsid w:val="006866F3"/>
    <w:rsid w:val="00687543"/>
    <w:rsid w:val="00690F10"/>
    <w:rsid w:val="0069195F"/>
    <w:rsid w:val="0069228F"/>
    <w:rsid w:val="0069288A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6012"/>
    <w:rsid w:val="006A7A1D"/>
    <w:rsid w:val="006A7FC6"/>
    <w:rsid w:val="006B024D"/>
    <w:rsid w:val="006B0E11"/>
    <w:rsid w:val="006B1134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AEC"/>
    <w:rsid w:val="006B4BE3"/>
    <w:rsid w:val="006B4D7B"/>
    <w:rsid w:val="006B4EB1"/>
    <w:rsid w:val="006B5556"/>
    <w:rsid w:val="006B55DC"/>
    <w:rsid w:val="006B5B2E"/>
    <w:rsid w:val="006B60F1"/>
    <w:rsid w:val="006B6355"/>
    <w:rsid w:val="006B64C6"/>
    <w:rsid w:val="006B6578"/>
    <w:rsid w:val="006B765D"/>
    <w:rsid w:val="006C12AF"/>
    <w:rsid w:val="006C1C9A"/>
    <w:rsid w:val="006C1D74"/>
    <w:rsid w:val="006C205E"/>
    <w:rsid w:val="006C29E7"/>
    <w:rsid w:val="006C36FE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6CD"/>
    <w:rsid w:val="00701BFF"/>
    <w:rsid w:val="00702E98"/>
    <w:rsid w:val="00702ED4"/>
    <w:rsid w:val="00703BD6"/>
    <w:rsid w:val="007047CA"/>
    <w:rsid w:val="007055FF"/>
    <w:rsid w:val="00705A57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7A38"/>
    <w:rsid w:val="00720143"/>
    <w:rsid w:val="00721B13"/>
    <w:rsid w:val="00721D4B"/>
    <w:rsid w:val="0072207B"/>
    <w:rsid w:val="0072256B"/>
    <w:rsid w:val="007227F5"/>
    <w:rsid w:val="007228EF"/>
    <w:rsid w:val="007246BE"/>
    <w:rsid w:val="00725202"/>
    <w:rsid w:val="007255F7"/>
    <w:rsid w:val="007258A0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9B"/>
    <w:rsid w:val="00732E16"/>
    <w:rsid w:val="00732F99"/>
    <w:rsid w:val="007335A8"/>
    <w:rsid w:val="0073481E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6B7"/>
    <w:rsid w:val="00751820"/>
    <w:rsid w:val="00751913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4EB8"/>
    <w:rsid w:val="00764FFC"/>
    <w:rsid w:val="007650BB"/>
    <w:rsid w:val="0076585D"/>
    <w:rsid w:val="00765BF4"/>
    <w:rsid w:val="00766240"/>
    <w:rsid w:val="00766959"/>
    <w:rsid w:val="0076697D"/>
    <w:rsid w:val="00766D6B"/>
    <w:rsid w:val="007671C8"/>
    <w:rsid w:val="007672A9"/>
    <w:rsid w:val="007672F8"/>
    <w:rsid w:val="00767930"/>
    <w:rsid w:val="00770220"/>
    <w:rsid w:val="007702CF"/>
    <w:rsid w:val="00771CDC"/>
    <w:rsid w:val="00772400"/>
    <w:rsid w:val="007725FD"/>
    <w:rsid w:val="00773C3B"/>
    <w:rsid w:val="00773DCC"/>
    <w:rsid w:val="007740D3"/>
    <w:rsid w:val="007742E8"/>
    <w:rsid w:val="007743FA"/>
    <w:rsid w:val="00774A1F"/>
    <w:rsid w:val="00777521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06E8"/>
    <w:rsid w:val="007A1229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7D8"/>
    <w:rsid w:val="007A69C8"/>
    <w:rsid w:val="007A6B29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AE8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33C9"/>
    <w:rsid w:val="007D3E2D"/>
    <w:rsid w:val="007D449C"/>
    <w:rsid w:val="007D44FD"/>
    <w:rsid w:val="007D45A8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271"/>
    <w:rsid w:val="007F63FD"/>
    <w:rsid w:val="007F66A7"/>
    <w:rsid w:val="007F6711"/>
    <w:rsid w:val="007F6E38"/>
    <w:rsid w:val="007F7217"/>
    <w:rsid w:val="007F7309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669"/>
    <w:rsid w:val="00822C88"/>
    <w:rsid w:val="0082301B"/>
    <w:rsid w:val="00823556"/>
    <w:rsid w:val="00824121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A91"/>
    <w:rsid w:val="00832ED6"/>
    <w:rsid w:val="008336BD"/>
    <w:rsid w:val="008340C8"/>
    <w:rsid w:val="008340FB"/>
    <w:rsid w:val="008341F0"/>
    <w:rsid w:val="008342F5"/>
    <w:rsid w:val="00834637"/>
    <w:rsid w:val="00834A31"/>
    <w:rsid w:val="00834F69"/>
    <w:rsid w:val="00835170"/>
    <w:rsid w:val="00835774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1C72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7CB7"/>
    <w:rsid w:val="00857E76"/>
    <w:rsid w:val="008620C6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073E"/>
    <w:rsid w:val="008A1002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66B"/>
    <w:rsid w:val="008B61BE"/>
    <w:rsid w:val="008B6543"/>
    <w:rsid w:val="008B6722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4CD4"/>
    <w:rsid w:val="008C5416"/>
    <w:rsid w:val="008C56F1"/>
    <w:rsid w:val="008C571E"/>
    <w:rsid w:val="008C5A05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2A1D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01F"/>
    <w:rsid w:val="008D61EB"/>
    <w:rsid w:val="008D6696"/>
    <w:rsid w:val="008D6AB1"/>
    <w:rsid w:val="008D6CB8"/>
    <w:rsid w:val="008D71B3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801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AFA"/>
    <w:rsid w:val="008F6C29"/>
    <w:rsid w:val="008F7026"/>
    <w:rsid w:val="008F740F"/>
    <w:rsid w:val="00900AD0"/>
    <w:rsid w:val="00901308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D62"/>
    <w:rsid w:val="0091236F"/>
    <w:rsid w:val="00912AAB"/>
    <w:rsid w:val="00913CE5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B36"/>
    <w:rsid w:val="0093204E"/>
    <w:rsid w:val="009329B1"/>
    <w:rsid w:val="009334F1"/>
    <w:rsid w:val="00933D93"/>
    <w:rsid w:val="00934111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F1B"/>
    <w:rsid w:val="0094601B"/>
    <w:rsid w:val="0094656A"/>
    <w:rsid w:val="009465C8"/>
    <w:rsid w:val="009466D2"/>
    <w:rsid w:val="009473D7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3361"/>
    <w:rsid w:val="00954A49"/>
    <w:rsid w:val="00955A87"/>
    <w:rsid w:val="00955E62"/>
    <w:rsid w:val="00956213"/>
    <w:rsid w:val="00956417"/>
    <w:rsid w:val="009572F5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31AF"/>
    <w:rsid w:val="009734FF"/>
    <w:rsid w:val="009738A4"/>
    <w:rsid w:val="0097436E"/>
    <w:rsid w:val="009745F3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97ABF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51E"/>
    <w:rsid w:val="009B383B"/>
    <w:rsid w:val="009B4518"/>
    <w:rsid w:val="009B532A"/>
    <w:rsid w:val="009B545E"/>
    <w:rsid w:val="009B5C31"/>
    <w:rsid w:val="009B6A9E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920"/>
    <w:rsid w:val="009C2430"/>
    <w:rsid w:val="009C26CD"/>
    <w:rsid w:val="009C2A40"/>
    <w:rsid w:val="009C3A33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F9"/>
    <w:rsid w:val="009D4900"/>
    <w:rsid w:val="009D4DF9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4DA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17582"/>
    <w:rsid w:val="00A203FC"/>
    <w:rsid w:val="00A206E3"/>
    <w:rsid w:val="00A20DB4"/>
    <w:rsid w:val="00A2155F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2E1"/>
    <w:rsid w:val="00A254BC"/>
    <w:rsid w:val="00A27630"/>
    <w:rsid w:val="00A27A5B"/>
    <w:rsid w:val="00A27ABF"/>
    <w:rsid w:val="00A27F55"/>
    <w:rsid w:val="00A30292"/>
    <w:rsid w:val="00A31B85"/>
    <w:rsid w:val="00A32BBB"/>
    <w:rsid w:val="00A33C80"/>
    <w:rsid w:val="00A33D5B"/>
    <w:rsid w:val="00A341C3"/>
    <w:rsid w:val="00A34451"/>
    <w:rsid w:val="00A34537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7C7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3E45"/>
    <w:rsid w:val="00A64A2C"/>
    <w:rsid w:val="00A64A8A"/>
    <w:rsid w:val="00A64D9C"/>
    <w:rsid w:val="00A65E88"/>
    <w:rsid w:val="00A66A1E"/>
    <w:rsid w:val="00A66FE7"/>
    <w:rsid w:val="00A67706"/>
    <w:rsid w:val="00A709B9"/>
    <w:rsid w:val="00A70B41"/>
    <w:rsid w:val="00A70B62"/>
    <w:rsid w:val="00A71040"/>
    <w:rsid w:val="00A71133"/>
    <w:rsid w:val="00A72624"/>
    <w:rsid w:val="00A72E2A"/>
    <w:rsid w:val="00A73576"/>
    <w:rsid w:val="00A73AAC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77ECC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492"/>
    <w:rsid w:val="00A8587F"/>
    <w:rsid w:val="00A85A7C"/>
    <w:rsid w:val="00A861F3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B8E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60F"/>
    <w:rsid w:val="00B026DB"/>
    <w:rsid w:val="00B02F2A"/>
    <w:rsid w:val="00B03B1B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4084"/>
    <w:rsid w:val="00B345D1"/>
    <w:rsid w:val="00B34AD1"/>
    <w:rsid w:val="00B350F1"/>
    <w:rsid w:val="00B35235"/>
    <w:rsid w:val="00B35F68"/>
    <w:rsid w:val="00B367E1"/>
    <w:rsid w:val="00B37152"/>
    <w:rsid w:val="00B37438"/>
    <w:rsid w:val="00B37CB2"/>
    <w:rsid w:val="00B4070A"/>
    <w:rsid w:val="00B414D4"/>
    <w:rsid w:val="00B414E6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47DCE"/>
    <w:rsid w:val="00B47EE7"/>
    <w:rsid w:val="00B5034E"/>
    <w:rsid w:val="00B50DB0"/>
    <w:rsid w:val="00B50EE0"/>
    <w:rsid w:val="00B50F1C"/>
    <w:rsid w:val="00B512CF"/>
    <w:rsid w:val="00B51707"/>
    <w:rsid w:val="00B51CE0"/>
    <w:rsid w:val="00B52271"/>
    <w:rsid w:val="00B52498"/>
    <w:rsid w:val="00B52535"/>
    <w:rsid w:val="00B53679"/>
    <w:rsid w:val="00B53AB1"/>
    <w:rsid w:val="00B55046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189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96D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2CD4"/>
    <w:rsid w:val="00B83719"/>
    <w:rsid w:val="00B84361"/>
    <w:rsid w:val="00B84AA6"/>
    <w:rsid w:val="00B84D4B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22A"/>
    <w:rsid w:val="00B908ED"/>
    <w:rsid w:val="00B90A97"/>
    <w:rsid w:val="00B918D8"/>
    <w:rsid w:val="00B91F0E"/>
    <w:rsid w:val="00B92660"/>
    <w:rsid w:val="00B92CB3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183D"/>
    <w:rsid w:val="00BA1B75"/>
    <w:rsid w:val="00BA1FDE"/>
    <w:rsid w:val="00BA2A50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617"/>
    <w:rsid w:val="00BA768B"/>
    <w:rsid w:val="00BA76F5"/>
    <w:rsid w:val="00BA77DC"/>
    <w:rsid w:val="00BA7AC6"/>
    <w:rsid w:val="00BA7DF9"/>
    <w:rsid w:val="00BB06BA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55C5"/>
    <w:rsid w:val="00BC58E6"/>
    <w:rsid w:val="00BC6044"/>
    <w:rsid w:val="00BC6BCD"/>
    <w:rsid w:val="00BC6E38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51"/>
    <w:rsid w:val="00BF2D7F"/>
    <w:rsid w:val="00BF31E5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652D"/>
    <w:rsid w:val="00C166A5"/>
    <w:rsid w:val="00C17042"/>
    <w:rsid w:val="00C205AD"/>
    <w:rsid w:val="00C20C5B"/>
    <w:rsid w:val="00C213D4"/>
    <w:rsid w:val="00C216E3"/>
    <w:rsid w:val="00C22026"/>
    <w:rsid w:val="00C221B8"/>
    <w:rsid w:val="00C22599"/>
    <w:rsid w:val="00C22E2D"/>
    <w:rsid w:val="00C22F3B"/>
    <w:rsid w:val="00C24969"/>
    <w:rsid w:val="00C251F4"/>
    <w:rsid w:val="00C255F1"/>
    <w:rsid w:val="00C258DA"/>
    <w:rsid w:val="00C261F0"/>
    <w:rsid w:val="00C263EA"/>
    <w:rsid w:val="00C2774C"/>
    <w:rsid w:val="00C278E3"/>
    <w:rsid w:val="00C27B03"/>
    <w:rsid w:val="00C27DE2"/>
    <w:rsid w:val="00C30223"/>
    <w:rsid w:val="00C323C3"/>
    <w:rsid w:val="00C32779"/>
    <w:rsid w:val="00C334E3"/>
    <w:rsid w:val="00C33702"/>
    <w:rsid w:val="00C342C8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1BF7"/>
    <w:rsid w:val="00C42E76"/>
    <w:rsid w:val="00C43308"/>
    <w:rsid w:val="00C43729"/>
    <w:rsid w:val="00C4423C"/>
    <w:rsid w:val="00C4467A"/>
    <w:rsid w:val="00C448AB"/>
    <w:rsid w:val="00C44B63"/>
    <w:rsid w:val="00C44FC3"/>
    <w:rsid w:val="00C45A36"/>
    <w:rsid w:val="00C4622A"/>
    <w:rsid w:val="00C46493"/>
    <w:rsid w:val="00C46D1C"/>
    <w:rsid w:val="00C470CC"/>
    <w:rsid w:val="00C50D08"/>
    <w:rsid w:val="00C5125D"/>
    <w:rsid w:val="00C5180B"/>
    <w:rsid w:val="00C520AE"/>
    <w:rsid w:val="00C52526"/>
    <w:rsid w:val="00C52A79"/>
    <w:rsid w:val="00C52D17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AA0"/>
    <w:rsid w:val="00C779E7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A34"/>
    <w:rsid w:val="00C90A3B"/>
    <w:rsid w:val="00C913AC"/>
    <w:rsid w:val="00C91BE7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EE7"/>
    <w:rsid w:val="00CA6199"/>
    <w:rsid w:val="00CA783E"/>
    <w:rsid w:val="00CA78FD"/>
    <w:rsid w:val="00CB0445"/>
    <w:rsid w:val="00CB0B15"/>
    <w:rsid w:val="00CB10BC"/>
    <w:rsid w:val="00CB1328"/>
    <w:rsid w:val="00CB1BF7"/>
    <w:rsid w:val="00CB2107"/>
    <w:rsid w:val="00CB24BE"/>
    <w:rsid w:val="00CB2838"/>
    <w:rsid w:val="00CB3924"/>
    <w:rsid w:val="00CB4339"/>
    <w:rsid w:val="00CB5697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389"/>
    <w:rsid w:val="00CD1601"/>
    <w:rsid w:val="00CD174C"/>
    <w:rsid w:val="00CD1A8F"/>
    <w:rsid w:val="00CD1B2B"/>
    <w:rsid w:val="00CD1C71"/>
    <w:rsid w:val="00CD20CE"/>
    <w:rsid w:val="00CD21B3"/>
    <w:rsid w:val="00CD35EF"/>
    <w:rsid w:val="00CD36B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F5C"/>
    <w:rsid w:val="00CE0269"/>
    <w:rsid w:val="00CE0571"/>
    <w:rsid w:val="00CE086D"/>
    <w:rsid w:val="00CE16FC"/>
    <w:rsid w:val="00CE1AAA"/>
    <w:rsid w:val="00CE2E98"/>
    <w:rsid w:val="00CE34BF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2FA"/>
    <w:rsid w:val="00CF15CF"/>
    <w:rsid w:val="00CF169D"/>
    <w:rsid w:val="00CF1DBA"/>
    <w:rsid w:val="00CF2762"/>
    <w:rsid w:val="00CF3450"/>
    <w:rsid w:val="00CF4030"/>
    <w:rsid w:val="00CF54EC"/>
    <w:rsid w:val="00CF5721"/>
    <w:rsid w:val="00CF5822"/>
    <w:rsid w:val="00CF58B4"/>
    <w:rsid w:val="00CF6B50"/>
    <w:rsid w:val="00CF766D"/>
    <w:rsid w:val="00D015F1"/>
    <w:rsid w:val="00D0173D"/>
    <w:rsid w:val="00D01C68"/>
    <w:rsid w:val="00D03539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C22"/>
    <w:rsid w:val="00D10FC3"/>
    <w:rsid w:val="00D114FB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0B"/>
    <w:rsid w:val="00D16F68"/>
    <w:rsid w:val="00D174C7"/>
    <w:rsid w:val="00D17DE4"/>
    <w:rsid w:val="00D21472"/>
    <w:rsid w:val="00D2176E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29D8"/>
    <w:rsid w:val="00D3307F"/>
    <w:rsid w:val="00D3310F"/>
    <w:rsid w:val="00D3313D"/>
    <w:rsid w:val="00D3345F"/>
    <w:rsid w:val="00D33CA9"/>
    <w:rsid w:val="00D34B73"/>
    <w:rsid w:val="00D34D99"/>
    <w:rsid w:val="00D357A0"/>
    <w:rsid w:val="00D35AD2"/>
    <w:rsid w:val="00D366A4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CE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3130"/>
    <w:rsid w:val="00D73846"/>
    <w:rsid w:val="00D7413F"/>
    <w:rsid w:val="00D743F4"/>
    <w:rsid w:val="00D7577D"/>
    <w:rsid w:val="00D758BF"/>
    <w:rsid w:val="00D75A93"/>
    <w:rsid w:val="00D75D92"/>
    <w:rsid w:val="00D764B0"/>
    <w:rsid w:val="00D7665E"/>
    <w:rsid w:val="00D769B9"/>
    <w:rsid w:val="00D76EB5"/>
    <w:rsid w:val="00D77CAF"/>
    <w:rsid w:val="00D77D3C"/>
    <w:rsid w:val="00D77F60"/>
    <w:rsid w:val="00D8025C"/>
    <w:rsid w:val="00D8035A"/>
    <w:rsid w:val="00D80758"/>
    <w:rsid w:val="00D80AD1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064B"/>
    <w:rsid w:val="00DA1CF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823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B68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032"/>
    <w:rsid w:val="00DE11A8"/>
    <w:rsid w:val="00DE1230"/>
    <w:rsid w:val="00DE126C"/>
    <w:rsid w:val="00DE17CB"/>
    <w:rsid w:val="00DE3AEE"/>
    <w:rsid w:val="00DE3D0B"/>
    <w:rsid w:val="00DE4103"/>
    <w:rsid w:val="00DE416C"/>
    <w:rsid w:val="00DE5E85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2654B"/>
    <w:rsid w:val="00E27267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2038"/>
    <w:rsid w:val="00E438CF"/>
    <w:rsid w:val="00E445F0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217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105C"/>
    <w:rsid w:val="00E71247"/>
    <w:rsid w:val="00E712CB"/>
    <w:rsid w:val="00E7200C"/>
    <w:rsid w:val="00E72156"/>
    <w:rsid w:val="00E72BE2"/>
    <w:rsid w:val="00E7304A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5B2"/>
    <w:rsid w:val="00E97E73"/>
    <w:rsid w:val="00EA044B"/>
    <w:rsid w:val="00EA0AD8"/>
    <w:rsid w:val="00EA1649"/>
    <w:rsid w:val="00EA17E1"/>
    <w:rsid w:val="00EA18F8"/>
    <w:rsid w:val="00EA258D"/>
    <w:rsid w:val="00EA372D"/>
    <w:rsid w:val="00EA4CD3"/>
    <w:rsid w:val="00EA4CF1"/>
    <w:rsid w:val="00EA5481"/>
    <w:rsid w:val="00EA5747"/>
    <w:rsid w:val="00EA5A48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69FD"/>
    <w:rsid w:val="00EB6BA1"/>
    <w:rsid w:val="00EB7123"/>
    <w:rsid w:val="00EB73DD"/>
    <w:rsid w:val="00EB7650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501E"/>
    <w:rsid w:val="00EC51CB"/>
    <w:rsid w:val="00EC65B9"/>
    <w:rsid w:val="00EC66E6"/>
    <w:rsid w:val="00EC6AA4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241"/>
    <w:rsid w:val="00EF52FE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1065E"/>
    <w:rsid w:val="00F1079E"/>
    <w:rsid w:val="00F11172"/>
    <w:rsid w:val="00F1181A"/>
    <w:rsid w:val="00F11D62"/>
    <w:rsid w:val="00F12418"/>
    <w:rsid w:val="00F1251C"/>
    <w:rsid w:val="00F125D3"/>
    <w:rsid w:val="00F137F9"/>
    <w:rsid w:val="00F13FFE"/>
    <w:rsid w:val="00F14D05"/>
    <w:rsid w:val="00F163F3"/>
    <w:rsid w:val="00F168C2"/>
    <w:rsid w:val="00F16AC5"/>
    <w:rsid w:val="00F17B3B"/>
    <w:rsid w:val="00F202D9"/>
    <w:rsid w:val="00F21184"/>
    <w:rsid w:val="00F21381"/>
    <w:rsid w:val="00F21CAD"/>
    <w:rsid w:val="00F229F3"/>
    <w:rsid w:val="00F263F6"/>
    <w:rsid w:val="00F26EDB"/>
    <w:rsid w:val="00F274CC"/>
    <w:rsid w:val="00F2775A"/>
    <w:rsid w:val="00F27C73"/>
    <w:rsid w:val="00F305D0"/>
    <w:rsid w:val="00F30DD6"/>
    <w:rsid w:val="00F3103A"/>
    <w:rsid w:val="00F310AC"/>
    <w:rsid w:val="00F313D1"/>
    <w:rsid w:val="00F31B0B"/>
    <w:rsid w:val="00F329DF"/>
    <w:rsid w:val="00F339B2"/>
    <w:rsid w:val="00F33E67"/>
    <w:rsid w:val="00F34A5B"/>
    <w:rsid w:val="00F35C9D"/>
    <w:rsid w:val="00F36441"/>
    <w:rsid w:val="00F36571"/>
    <w:rsid w:val="00F3699A"/>
    <w:rsid w:val="00F370BB"/>
    <w:rsid w:val="00F3731C"/>
    <w:rsid w:val="00F37853"/>
    <w:rsid w:val="00F379EF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D32"/>
    <w:rsid w:val="00F64EEF"/>
    <w:rsid w:val="00F65D82"/>
    <w:rsid w:val="00F663E8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6A9"/>
    <w:rsid w:val="00F73C3F"/>
    <w:rsid w:val="00F74580"/>
    <w:rsid w:val="00F7498D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4D9E"/>
    <w:rsid w:val="00F85B94"/>
    <w:rsid w:val="00F86797"/>
    <w:rsid w:val="00F87004"/>
    <w:rsid w:val="00F87180"/>
    <w:rsid w:val="00F87A0D"/>
    <w:rsid w:val="00F87D13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1F93"/>
    <w:rsid w:val="00FA2303"/>
    <w:rsid w:val="00FA2552"/>
    <w:rsid w:val="00FA2B0C"/>
    <w:rsid w:val="00FA2B29"/>
    <w:rsid w:val="00FA3C54"/>
    <w:rsid w:val="00FA3E41"/>
    <w:rsid w:val="00FA3EA4"/>
    <w:rsid w:val="00FA4316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565F"/>
    <w:rsid w:val="00FB5F0A"/>
    <w:rsid w:val="00FB6035"/>
    <w:rsid w:val="00FB6DED"/>
    <w:rsid w:val="00FC0372"/>
    <w:rsid w:val="00FC072C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6CB8"/>
    <w:rsid w:val="00FD73C3"/>
    <w:rsid w:val="00FD7465"/>
    <w:rsid w:val="00FD7CC0"/>
    <w:rsid w:val="00FE0233"/>
    <w:rsid w:val="00FE1645"/>
    <w:rsid w:val="00FE1D40"/>
    <w:rsid w:val="00FE2DBD"/>
    <w:rsid w:val="00FE3454"/>
    <w:rsid w:val="00FE4DBC"/>
    <w:rsid w:val="00FE55E1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3EA8"/>
    <w:rsid w:val="00FF42C2"/>
    <w:rsid w:val="00FF43C2"/>
    <w:rsid w:val="00FF54CF"/>
    <w:rsid w:val="00FF5896"/>
    <w:rsid w:val="00FF60E6"/>
    <w:rsid w:val="00FF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111"/>
    <w:pPr>
      <w:ind w:left="720"/>
      <w:contextualSpacing/>
    </w:pPr>
  </w:style>
  <w:style w:type="table" w:styleId="a4">
    <w:name w:val="Table Grid"/>
    <w:basedOn w:val="a1"/>
    <w:uiPriority w:val="59"/>
    <w:rsid w:val="009341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934111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3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3411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3411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rsid w:val="009341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341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41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7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71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60861</Words>
  <Characters>346909</Characters>
  <Application>Microsoft Office Word</Application>
  <DocSecurity>0</DocSecurity>
  <Lines>2890</Lines>
  <Paragraphs>813</Paragraphs>
  <ScaleCrop>false</ScaleCrop>
  <Company/>
  <LinksUpToDate>false</LinksUpToDate>
  <CharactersWithSpaces>406957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4</cp:revision>
  <dcterms:created xsi:type="dcterms:W3CDTF">2012-08-10T04:33:00Z</dcterms:created>
  <dcterms:modified xsi:type="dcterms:W3CDTF">2012-08-10T04:44:00Z</dcterms:modified>
</cp:coreProperties>
</file>