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4-201к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190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Трудилово</w:t>
      </w:r>
      <w:proofErr w:type="spellEnd"/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C1A1A" w:rsidRPr="007762E6" w:rsidRDefault="005C1A1A" w:rsidP="005C1A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5C1A1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2 ТП № 190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Трудилово</w:t>
      </w:r>
      <w:proofErr w:type="spellEnd"/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236" w:type="pct"/>
        <w:jc w:val="center"/>
        <w:tblInd w:w="-198" w:type="dxa"/>
        <w:tblLook w:val="04A0"/>
      </w:tblPr>
      <w:tblGrid>
        <w:gridCol w:w="1488"/>
        <w:gridCol w:w="1943"/>
        <w:gridCol w:w="1428"/>
        <w:gridCol w:w="1535"/>
        <w:gridCol w:w="1715"/>
      </w:tblGrid>
      <w:tr w:rsidR="005C1A1A" w:rsidRPr="007762E6" w:rsidTr="00A72616">
        <w:trPr>
          <w:jc w:val="center"/>
        </w:trPr>
        <w:tc>
          <w:tcPr>
            <w:tcW w:w="933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213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895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61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998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944207" w:rsidTr="00A72616">
        <w:trPr>
          <w:jc w:val="center"/>
        </w:trPr>
        <w:tc>
          <w:tcPr>
            <w:tcW w:w="933" w:type="pct"/>
          </w:tcPr>
          <w:p w:rsidR="005C1A1A" w:rsidRPr="00944207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213" w:type="pct"/>
          </w:tcPr>
          <w:p w:rsidR="005C1A1A" w:rsidRPr="00260502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502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Сож</w:t>
            </w:r>
            <w:proofErr w:type="spellEnd"/>
          </w:p>
        </w:tc>
        <w:tc>
          <w:tcPr>
            <w:tcW w:w="895" w:type="pct"/>
          </w:tcPr>
          <w:p w:rsidR="005C1A1A" w:rsidRPr="00370F44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F44">
              <w:rPr>
                <w:rFonts w:ascii="Times New Roman" w:hAnsi="Times New Roman" w:cs="Times New Roman"/>
                <w:sz w:val="24"/>
              </w:rPr>
              <w:t>320947020</w:t>
            </w:r>
          </w:p>
        </w:tc>
        <w:tc>
          <w:tcPr>
            <w:tcW w:w="961" w:type="pct"/>
          </w:tcPr>
          <w:p w:rsidR="005C1A1A" w:rsidRPr="00370F44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F44">
              <w:rPr>
                <w:rFonts w:ascii="Times New Roman" w:hAnsi="Times New Roman" w:cs="Times New Roman"/>
                <w:sz w:val="24"/>
              </w:rPr>
              <w:t>12000557</w:t>
            </w:r>
          </w:p>
        </w:tc>
        <w:tc>
          <w:tcPr>
            <w:tcW w:w="998" w:type="pct"/>
          </w:tcPr>
          <w:p w:rsidR="005C1A1A" w:rsidRPr="00370F44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F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ВЛ-0,4КВ Л-1006 </w:t>
            </w:r>
            <w:proofErr w:type="gramStart"/>
            <w:r w:rsidRPr="00370F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370F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/СТ ТРУДИЛОВО</w:t>
            </w:r>
          </w:p>
        </w:tc>
      </w:tr>
    </w:tbl>
    <w:p w:rsidR="005C1A1A" w:rsidRPr="007762E6" w:rsidRDefault="005C1A1A" w:rsidP="005C1A1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5C1A1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5C1A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5C1A1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C1A1A" w:rsidRPr="007B323B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22375">
              <w:rPr>
                <w:sz w:val="24"/>
                <w:szCs w:val="24"/>
              </w:rPr>
              <w:t>40465426</w:t>
            </w:r>
          </w:p>
        </w:tc>
        <w:tc>
          <w:tcPr>
            <w:tcW w:w="731" w:type="pct"/>
            <w:vAlign w:val="center"/>
          </w:tcPr>
          <w:p w:rsidR="005C1A1A" w:rsidRPr="002E4CBE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5C1A1A" w:rsidRPr="00A25054" w:rsidRDefault="005C1A1A" w:rsidP="00A7261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25054">
              <w:rPr>
                <w:rFonts w:ascii="Times New Roman" w:hAnsi="Times New Roman" w:cs="Times New Roman"/>
                <w:sz w:val="24"/>
                <w:szCs w:val="24"/>
              </w:rPr>
              <w:t>Медведева Елена Александровна</w:t>
            </w:r>
          </w:p>
        </w:tc>
        <w:tc>
          <w:tcPr>
            <w:tcW w:w="73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1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5C1A1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5C1A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5C1A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16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A71E5F">
        <w:rPr>
          <w:sz w:val="24"/>
          <w:szCs w:val="24"/>
        </w:rPr>
        <w:t>12/1 ВЛ-0,4 кВ № 2 ТП № 190 ВЛ-10 кВ № 1006 ПС «</w:t>
      </w:r>
      <w:proofErr w:type="spellStart"/>
      <w:r w:rsidRPr="00A71E5F">
        <w:rPr>
          <w:sz w:val="24"/>
          <w:szCs w:val="24"/>
        </w:rPr>
        <w:t>Трудилово</w:t>
      </w:r>
      <w:proofErr w:type="spellEnd"/>
      <w:r w:rsidRPr="00A71E5F">
        <w:rPr>
          <w:sz w:val="24"/>
          <w:szCs w:val="24"/>
        </w:rPr>
        <w:t>» 35/10 кВ</w:t>
      </w:r>
      <w:r w:rsidRPr="003861B6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160</w:t>
      </w:r>
      <w:r w:rsidRPr="002E61F2">
        <w:rPr>
          <w:sz w:val="24"/>
          <w:szCs w:val="24"/>
        </w:rPr>
        <w:t>м)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190 </w:t>
      </w:r>
      <w:r w:rsidRPr="007762E6">
        <w:rPr>
          <w:sz w:val="24"/>
          <w:szCs w:val="24"/>
        </w:rPr>
        <w:t>на пропуск нагрузки по ней.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190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63069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AB093C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5C1A1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5C1A1A" w:rsidRPr="007762E6" w:rsidRDefault="005C1A1A" w:rsidP="005C1A1A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4-202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Pr="00CA5C15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4461">
        <w:rPr>
          <w:rFonts w:ascii="Times New Roman" w:hAnsi="Times New Roman" w:cs="Times New Roman"/>
          <w:sz w:val="24"/>
          <w:szCs w:val="24"/>
          <w:u w:val="single"/>
        </w:rPr>
        <w:t xml:space="preserve">ВЛ-0,4 кВ № 4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и </w:t>
      </w:r>
      <w:r w:rsidRPr="00C74461">
        <w:rPr>
          <w:rFonts w:ascii="Times New Roman" w:hAnsi="Times New Roman" w:cs="Times New Roman"/>
          <w:sz w:val="24"/>
          <w:szCs w:val="24"/>
          <w:u w:val="single"/>
        </w:rPr>
        <w:t>ТП № 714 ВЛ-10 кВ № 1002 ПС 35/10 кВ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74461">
        <w:rPr>
          <w:rFonts w:ascii="Times New Roman" w:hAnsi="Times New Roman" w:cs="Times New Roman"/>
          <w:sz w:val="24"/>
          <w:szCs w:val="24"/>
          <w:u w:val="single"/>
        </w:rPr>
        <w:t xml:space="preserve">«Одинцово» </w:t>
      </w:r>
      <w:r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5C1A1A" w:rsidRPr="00FD2DF9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C1A1A" w:rsidRPr="00FD2DF9" w:rsidRDefault="005C1A1A" w:rsidP="00EA40B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EE1D45">
        <w:rPr>
          <w:rFonts w:ascii="Times New Roman" w:hAnsi="Times New Roman" w:cs="Times New Roman"/>
          <w:sz w:val="24"/>
          <w:szCs w:val="24"/>
        </w:rPr>
        <w:t xml:space="preserve">ВЛ-0,4 кВ № 4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EE1D45">
        <w:rPr>
          <w:rFonts w:ascii="Times New Roman" w:hAnsi="Times New Roman" w:cs="Times New Roman"/>
          <w:sz w:val="24"/>
          <w:szCs w:val="24"/>
        </w:rPr>
        <w:t xml:space="preserve">ТП № 714 ВЛ-10 кВ № 1002 ПС 35/10 кВ  «Одинцово» </w:t>
      </w:r>
      <w:r w:rsidRPr="000E220A">
        <w:rPr>
          <w:rFonts w:ascii="Times New Roman" w:hAnsi="Times New Roman" w:cs="Times New Roman"/>
          <w:sz w:val="24"/>
          <w:szCs w:val="24"/>
        </w:rPr>
        <w:t xml:space="preserve"> со </w:t>
      </w:r>
      <w:r w:rsidRPr="009D45E6">
        <w:rPr>
          <w:rFonts w:ascii="Times New Roman" w:hAnsi="Times New Roman" w:cs="Times New Roman"/>
          <w:sz w:val="24"/>
          <w:szCs w:val="24"/>
        </w:rPr>
        <w:t>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5C1A1A" w:rsidRPr="008B6C06" w:rsidRDefault="005C1A1A" w:rsidP="005C1A1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351"/>
        <w:gridCol w:w="1405"/>
        <w:gridCol w:w="1680"/>
        <w:gridCol w:w="1681"/>
        <w:gridCol w:w="1438"/>
        <w:gridCol w:w="2005"/>
      </w:tblGrid>
      <w:tr w:rsidR="005C1A1A" w:rsidRPr="007762E6" w:rsidTr="00A72616">
        <w:trPr>
          <w:jc w:val="center"/>
        </w:trPr>
        <w:tc>
          <w:tcPr>
            <w:tcW w:w="713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1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5C1A1A" w:rsidRPr="007762E6" w:rsidTr="00A72616">
        <w:trPr>
          <w:trHeight w:val="806"/>
          <w:jc w:val="center"/>
        </w:trPr>
        <w:tc>
          <w:tcPr>
            <w:tcW w:w="713" w:type="pct"/>
            <w:vMerge w:val="restar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1" w:type="pct"/>
            <w:vMerge w:val="restar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Merge w:val="restart"/>
            <w:vAlign w:val="center"/>
          </w:tcPr>
          <w:p w:rsidR="005C1A1A" w:rsidRPr="00852FB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Цы</w:t>
            </w:r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>бульники</w:t>
            </w:r>
            <w:proofErr w:type="spellEnd"/>
          </w:p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pct"/>
            <w:vAlign w:val="center"/>
          </w:tcPr>
          <w:p w:rsidR="005C1A1A" w:rsidRPr="008A7D2B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12008448</w:t>
            </w:r>
          </w:p>
        </w:tc>
        <w:tc>
          <w:tcPr>
            <w:tcW w:w="758" w:type="pct"/>
            <w:vAlign w:val="center"/>
          </w:tcPr>
          <w:p w:rsidR="005C1A1A" w:rsidRPr="008A7D2B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326881419</w:t>
            </w:r>
          </w:p>
        </w:tc>
        <w:tc>
          <w:tcPr>
            <w:tcW w:w="1018" w:type="pct"/>
            <w:vAlign w:val="center"/>
          </w:tcPr>
          <w:p w:rsidR="005C1A1A" w:rsidRPr="008A7D2B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 xml:space="preserve">ВЛ-0,4КВ Л-1002 </w:t>
            </w:r>
            <w:proofErr w:type="gramStart"/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/СТ ОДИНЦОВО</w:t>
            </w:r>
          </w:p>
        </w:tc>
      </w:tr>
      <w:tr w:rsidR="005C1A1A" w:rsidRPr="007762E6" w:rsidTr="00A72616">
        <w:trPr>
          <w:trHeight w:val="806"/>
          <w:jc w:val="center"/>
        </w:trPr>
        <w:tc>
          <w:tcPr>
            <w:tcW w:w="713" w:type="pct"/>
            <w:vMerge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Merge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pct"/>
            <w:vMerge/>
            <w:vAlign w:val="center"/>
          </w:tcPr>
          <w:p w:rsidR="005C1A1A" w:rsidRPr="00852FB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pct"/>
            <w:vAlign w:val="center"/>
          </w:tcPr>
          <w:p w:rsidR="005C1A1A" w:rsidRPr="004C688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888">
              <w:rPr>
                <w:rFonts w:ascii="Times New Roman" w:eastAsia="Times New Roman" w:hAnsi="Times New Roman" w:cs="Times New Roman"/>
                <w:lang w:eastAsia="ru-RU"/>
              </w:rPr>
              <w:t>13006479</w:t>
            </w:r>
          </w:p>
        </w:tc>
        <w:tc>
          <w:tcPr>
            <w:tcW w:w="758" w:type="pct"/>
            <w:vAlign w:val="center"/>
          </w:tcPr>
          <w:p w:rsidR="005C1A1A" w:rsidRPr="004C688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888">
              <w:rPr>
                <w:rFonts w:ascii="Times New Roman" w:eastAsia="Times New Roman" w:hAnsi="Times New Roman" w:cs="Times New Roman"/>
                <w:lang w:eastAsia="ru-RU"/>
              </w:rPr>
              <w:t>325005400</w:t>
            </w:r>
          </w:p>
        </w:tc>
        <w:tc>
          <w:tcPr>
            <w:tcW w:w="1018" w:type="pct"/>
            <w:vAlign w:val="center"/>
          </w:tcPr>
          <w:p w:rsidR="005C1A1A" w:rsidRPr="004C688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888">
              <w:rPr>
                <w:rFonts w:ascii="Times New Roman" w:eastAsia="Times New Roman" w:hAnsi="Times New Roman" w:cs="Times New Roman"/>
                <w:lang w:eastAsia="ru-RU"/>
              </w:rPr>
              <w:t xml:space="preserve">ОБОРУДОВАНИЕ ТП ПО </w:t>
            </w:r>
            <w:proofErr w:type="gramStart"/>
            <w:r w:rsidRPr="004C6888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4C6888">
              <w:rPr>
                <w:rFonts w:ascii="Times New Roman" w:eastAsia="Times New Roman" w:hAnsi="Times New Roman" w:cs="Times New Roman"/>
                <w:lang w:eastAsia="ru-RU"/>
              </w:rPr>
              <w:t xml:space="preserve"> 1002 ПС ОДИНЦОВО</w:t>
            </w:r>
          </w:p>
        </w:tc>
      </w:tr>
    </w:tbl>
    <w:p w:rsidR="005C1A1A" w:rsidRPr="007762E6" w:rsidRDefault="005C1A1A" w:rsidP="005C1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EA40BB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153"/>
        <w:gridCol w:w="1339"/>
        <w:gridCol w:w="1740"/>
        <w:gridCol w:w="902"/>
        <w:gridCol w:w="1506"/>
        <w:gridCol w:w="1173"/>
        <w:gridCol w:w="1336"/>
      </w:tblGrid>
      <w:tr w:rsidR="005C1A1A" w:rsidRPr="00EF4E1A" w:rsidTr="00A72616">
        <w:tc>
          <w:tcPr>
            <w:tcW w:w="22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Tr="00A72616">
        <w:trPr>
          <w:trHeight w:val="1486"/>
        </w:trPr>
        <w:tc>
          <w:tcPr>
            <w:tcW w:w="22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5C1A1A" w:rsidRPr="003B49F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>40402144</w:t>
            </w:r>
          </w:p>
        </w:tc>
        <w:tc>
          <w:tcPr>
            <w:tcW w:w="699" w:type="pct"/>
            <w:vAlign w:val="center"/>
          </w:tcPr>
          <w:p w:rsidR="005C1A1A" w:rsidRPr="003B49F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>28.10.2011</w:t>
            </w:r>
          </w:p>
        </w:tc>
        <w:tc>
          <w:tcPr>
            <w:tcW w:w="909" w:type="pct"/>
            <w:vAlign w:val="center"/>
          </w:tcPr>
          <w:p w:rsidR="005C1A1A" w:rsidRPr="003B49F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>Андриеш</w:t>
            </w:r>
            <w:proofErr w:type="spellEnd"/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 xml:space="preserve"> Л. Ф. </w:t>
            </w:r>
          </w:p>
        </w:tc>
        <w:tc>
          <w:tcPr>
            <w:tcW w:w="471" w:type="pct"/>
            <w:vAlign w:val="center"/>
          </w:tcPr>
          <w:p w:rsidR="005C1A1A" w:rsidRPr="003B49F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5C1A1A" w:rsidRPr="003B49F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Цы</w:t>
            </w:r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>бульники</w:t>
            </w:r>
            <w:proofErr w:type="spellEnd"/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 xml:space="preserve"> ул. </w:t>
            </w:r>
            <w:proofErr w:type="gramStart"/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  <w:proofErr w:type="gramEnd"/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 xml:space="preserve"> д.12</w:t>
            </w:r>
          </w:p>
        </w:tc>
        <w:tc>
          <w:tcPr>
            <w:tcW w:w="61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98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5C1A1A" w:rsidTr="00A72616">
        <w:trPr>
          <w:trHeight w:val="1314"/>
        </w:trPr>
        <w:tc>
          <w:tcPr>
            <w:tcW w:w="22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2" w:type="pct"/>
            <w:vAlign w:val="center"/>
          </w:tcPr>
          <w:p w:rsidR="005C1A1A" w:rsidRPr="003B49F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>40464520</w:t>
            </w:r>
          </w:p>
        </w:tc>
        <w:tc>
          <w:tcPr>
            <w:tcW w:w="699" w:type="pct"/>
            <w:vAlign w:val="center"/>
          </w:tcPr>
          <w:p w:rsidR="005C1A1A" w:rsidRPr="003B49F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>23.11.2011</w:t>
            </w:r>
          </w:p>
        </w:tc>
        <w:tc>
          <w:tcPr>
            <w:tcW w:w="909" w:type="pct"/>
            <w:vAlign w:val="center"/>
          </w:tcPr>
          <w:p w:rsidR="005C1A1A" w:rsidRPr="003B49F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 xml:space="preserve">Сафронов В. И. </w:t>
            </w:r>
          </w:p>
        </w:tc>
        <w:tc>
          <w:tcPr>
            <w:tcW w:w="471" w:type="pct"/>
            <w:vAlign w:val="center"/>
          </w:tcPr>
          <w:p w:rsidR="005C1A1A" w:rsidRPr="003B49F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5C1A1A" w:rsidRPr="003B49F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3B49F1">
              <w:rPr>
                <w:rFonts w:ascii="Times New Roman" w:eastAsia="Times New Roman" w:hAnsi="Times New Roman" w:cs="Times New Roman"/>
                <w:lang w:eastAsia="ru-RU"/>
              </w:rPr>
              <w:t>Цыбульники</w:t>
            </w:r>
            <w:proofErr w:type="spellEnd"/>
          </w:p>
        </w:tc>
        <w:tc>
          <w:tcPr>
            <w:tcW w:w="61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671D0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5C1A1A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5C1A1A" w:rsidRPr="0093120C" w:rsidRDefault="005C1A1A" w:rsidP="00EA40BB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>проектируемой КЛ-0,4кВ: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17"/>
        <w:gridCol w:w="4754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КЛ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0,4кВ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ПВХ изоляцией</w:t>
            </w:r>
          </w:p>
        </w:tc>
      </w:tr>
    </w:tbl>
    <w:p w:rsidR="005C1A1A" w:rsidRPr="002D0F33" w:rsidRDefault="005C1A1A" w:rsidP="005C1A1A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 xml:space="preserve">Основные характеристики </w:t>
      </w:r>
      <w:r>
        <w:rPr>
          <w:rFonts w:ascii="Times New Roman" w:hAnsi="Times New Roman" w:cs="Times New Roman"/>
          <w:b/>
          <w:sz w:val="24"/>
          <w:szCs w:val="24"/>
        </w:rPr>
        <w:t>реконструируемой</w:t>
      </w:r>
      <w:r w:rsidRPr="00B52ABF">
        <w:rPr>
          <w:rFonts w:ascii="Times New Roman" w:hAnsi="Times New Roman" w:cs="Times New Roman"/>
          <w:b/>
          <w:sz w:val="24"/>
          <w:szCs w:val="24"/>
        </w:rPr>
        <w:t xml:space="preserve"> ВЛ-0,4кВ: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13"/>
        <w:gridCol w:w="4758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Оп. 1-2/5 (0,3км), оп. 2/5-2/12 (0,3км)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1-2/5 (4хАС35), оп. 2/5-2/12 (СИП 2 3х35+1х50)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lastRenderedPageBreak/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Pr="00BF2D80" w:rsidRDefault="005C1A1A" w:rsidP="005C1A1A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реконструкцию ВЛ-0,4кВ №4 на участке опор №1-2/5 (с заменой неизолированного провода и опор) , 2/5-2/12 (с заменой провода марки СИП-2 на большее сечение и заменой опор).</w:t>
      </w:r>
    </w:p>
    <w:p w:rsidR="005C1A1A" w:rsidRPr="00E241A3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A54F95">
        <w:rPr>
          <w:sz w:val="24"/>
          <w:szCs w:val="24"/>
        </w:rPr>
        <w:t>Предусмотреть строительство участка ВЛ-0,4 кВ с изолированным сам</w:t>
      </w:r>
      <w:r>
        <w:rPr>
          <w:sz w:val="24"/>
          <w:szCs w:val="24"/>
        </w:rPr>
        <w:t xml:space="preserve">онесущим проводом от опоры №2/12 ВЛ-0,4кВ №4 </w:t>
      </w:r>
      <w:r w:rsidRPr="00A54F95">
        <w:rPr>
          <w:sz w:val="24"/>
          <w:szCs w:val="24"/>
        </w:rPr>
        <w:t>до объекта</w:t>
      </w:r>
      <w:r>
        <w:rPr>
          <w:sz w:val="24"/>
          <w:szCs w:val="24"/>
        </w:rPr>
        <w:t xml:space="preserve"> </w:t>
      </w:r>
      <w:r w:rsidRPr="00D10087">
        <w:rPr>
          <w:sz w:val="24"/>
          <w:szCs w:val="24"/>
        </w:rPr>
        <w:t>(</w:t>
      </w:r>
      <w:r>
        <w:rPr>
          <w:sz w:val="24"/>
          <w:szCs w:val="24"/>
        </w:rPr>
        <w:t>ориентировочно 300</w:t>
      </w:r>
      <w:r w:rsidRPr="00D10087">
        <w:rPr>
          <w:sz w:val="24"/>
          <w:szCs w:val="24"/>
        </w:rPr>
        <w:t>м).</w:t>
      </w:r>
    </w:p>
    <w:p w:rsidR="005C1A1A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 xml:space="preserve">4 ТП №714 </w:t>
      </w:r>
      <w:r w:rsidRPr="007762E6">
        <w:rPr>
          <w:sz w:val="24"/>
          <w:szCs w:val="24"/>
        </w:rPr>
        <w:t>на пропуск нагрузки по ней.</w:t>
      </w:r>
    </w:p>
    <w:p w:rsidR="005C1A1A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Предусмотреть замену </w:t>
      </w:r>
      <w:r w:rsidRPr="00B44557">
        <w:rPr>
          <w:sz w:val="24"/>
          <w:szCs w:val="24"/>
        </w:rPr>
        <w:t>ТП</w:t>
      </w:r>
      <w:r>
        <w:rPr>
          <w:sz w:val="24"/>
          <w:szCs w:val="24"/>
        </w:rPr>
        <w:t xml:space="preserve"> №714 с трансформатором 160кВА на К</w:t>
      </w:r>
      <w:r w:rsidRPr="00B44557">
        <w:rPr>
          <w:sz w:val="24"/>
          <w:szCs w:val="24"/>
        </w:rPr>
        <w:t>ТП</w:t>
      </w:r>
      <w:r>
        <w:rPr>
          <w:sz w:val="24"/>
          <w:szCs w:val="24"/>
        </w:rPr>
        <w:t>-10/0,4кВ с трансформатором расчетной мощности (ориентировочно 250кВА).</w:t>
      </w:r>
    </w:p>
    <w:p w:rsidR="005C1A1A" w:rsidRPr="00EF1995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7DCE">
        <w:rPr>
          <w:sz w:val="24"/>
          <w:szCs w:val="24"/>
        </w:rPr>
        <w:t>Предус</w:t>
      </w:r>
      <w:r>
        <w:rPr>
          <w:sz w:val="24"/>
          <w:szCs w:val="24"/>
        </w:rPr>
        <w:t>мотреть строительство участка</w:t>
      </w:r>
      <w:r w:rsidRPr="00EF1995">
        <w:rPr>
          <w:sz w:val="24"/>
          <w:szCs w:val="24"/>
        </w:rPr>
        <w:t xml:space="preserve"> КЛ-0,4 кВ (кабель применить с ПВХ изоляцией) от проектируемой ТП-10/0,4 кВ до опоры №1 ВЛ-0,4кВ №4  (ориентировочно 90м).</w:t>
      </w:r>
      <w:proofErr w:type="gramEnd"/>
    </w:p>
    <w:p w:rsidR="005C1A1A" w:rsidRPr="00C72C19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</w:t>
      </w:r>
      <w:r>
        <w:rPr>
          <w:bCs/>
          <w:sz w:val="24"/>
          <w:szCs w:val="24"/>
        </w:rPr>
        <w:t>олнить согласно требованиям ПУЭ.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№714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8431D8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582E47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FC79B3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Default="005C1A1A" w:rsidP="00EA40B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5C1A1A" w:rsidRPr="00C42D0D" w:rsidRDefault="005C1A1A" w:rsidP="005C1A1A">
      <w:pPr>
        <w:pStyle w:val="a5"/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</w:p>
    <w:p w:rsidR="005C1A1A" w:rsidRPr="008264DA" w:rsidRDefault="005C1A1A" w:rsidP="00EA40BB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C1A1A" w:rsidRPr="00C92849" w:rsidRDefault="005C1A1A" w:rsidP="00EA40BB">
      <w:pPr>
        <w:pStyle w:val="a5"/>
        <w:numPr>
          <w:ilvl w:val="0"/>
          <w:numId w:val="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Pr="007762E6" w:rsidRDefault="005C1A1A" w:rsidP="005C1A1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4-203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Pr="001A5577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ВЛ-0,4 кВ № 1 ТП № 847 ВЛ-10 кВ № 1016 ПС 35/10 кВ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Тычинино</w:t>
      </w:r>
      <w:proofErr w:type="spellEnd"/>
      <w:r w:rsidRPr="00CF0316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</w:t>
      </w:r>
      <w:r>
        <w:rPr>
          <w:rFonts w:ascii="Times New Roman" w:hAnsi="Times New Roman" w:cs="Times New Roman"/>
          <w:sz w:val="24"/>
          <w:szCs w:val="24"/>
          <w:u w:val="single"/>
        </w:rPr>
        <w:t>0,4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кВ</w:t>
      </w:r>
    </w:p>
    <w:p w:rsidR="005C1A1A" w:rsidRPr="00FD2DF9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C1A1A" w:rsidRPr="00FD2DF9" w:rsidRDefault="005C1A1A" w:rsidP="00EA40B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696908">
        <w:rPr>
          <w:rFonts w:ascii="Times New Roman" w:hAnsi="Times New Roman" w:cs="Times New Roman"/>
          <w:sz w:val="24"/>
          <w:szCs w:val="24"/>
        </w:rPr>
        <w:t>ВЛ-0,4 кВ № 1 ТП № 847 ВЛ-10 кВ № 1016 ПС 35/10 кВ «</w:t>
      </w:r>
      <w:proofErr w:type="spellStart"/>
      <w:r w:rsidRPr="00696908">
        <w:rPr>
          <w:rFonts w:ascii="Times New Roman" w:hAnsi="Times New Roman" w:cs="Times New Roman"/>
          <w:sz w:val="24"/>
          <w:szCs w:val="24"/>
        </w:rPr>
        <w:t>Тычинино</w:t>
      </w:r>
      <w:proofErr w:type="spellEnd"/>
      <w:r w:rsidRPr="00696908">
        <w:rPr>
          <w:rFonts w:ascii="Times New Roman" w:hAnsi="Times New Roman" w:cs="Times New Roman"/>
          <w:sz w:val="24"/>
          <w:szCs w:val="24"/>
        </w:rPr>
        <w:t>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5C1A1A" w:rsidRPr="008B6C06" w:rsidRDefault="005C1A1A" w:rsidP="005C1A1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362"/>
        <w:gridCol w:w="1419"/>
        <w:gridCol w:w="1692"/>
        <w:gridCol w:w="1692"/>
        <w:gridCol w:w="1449"/>
        <w:gridCol w:w="1946"/>
      </w:tblGrid>
      <w:tr w:rsidR="005C1A1A" w:rsidRPr="008B6C06" w:rsidTr="00A72616">
        <w:trPr>
          <w:jc w:val="center"/>
        </w:trPr>
        <w:tc>
          <w:tcPr>
            <w:tcW w:w="712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2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5C1A1A" w:rsidRPr="008B6C06" w:rsidTr="00A72616">
        <w:trPr>
          <w:trHeight w:val="806"/>
          <w:jc w:val="center"/>
        </w:trPr>
        <w:tc>
          <w:tcPr>
            <w:tcW w:w="712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2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Align w:val="center"/>
          </w:tcPr>
          <w:p w:rsidR="005C1A1A" w:rsidRPr="00A150B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>Корюзино</w:t>
            </w:r>
            <w:proofErr w:type="spellEnd"/>
          </w:p>
        </w:tc>
        <w:tc>
          <w:tcPr>
            <w:tcW w:w="885" w:type="pct"/>
            <w:vAlign w:val="center"/>
          </w:tcPr>
          <w:p w:rsidR="005C1A1A" w:rsidRPr="008B6C0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>12000485</w:t>
            </w:r>
          </w:p>
        </w:tc>
        <w:tc>
          <w:tcPr>
            <w:tcW w:w="758" w:type="pct"/>
            <w:vAlign w:val="center"/>
          </w:tcPr>
          <w:p w:rsidR="005C1A1A" w:rsidRPr="008B6C0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>320203819</w:t>
            </w:r>
          </w:p>
        </w:tc>
        <w:tc>
          <w:tcPr>
            <w:tcW w:w="1018" w:type="pct"/>
            <w:vAlign w:val="center"/>
          </w:tcPr>
          <w:p w:rsidR="005C1A1A" w:rsidRPr="008B6C0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 xml:space="preserve"> 0,4 КВ ОТ ВЛ 1016 ПС ТЫЧИНИНО</w:t>
            </w:r>
          </w:p>
        </w:tc>
      </w:tr>
    </w:tbl>
    <w:p w:rsidR="005C1A1A" w:rsidRPr="007762E6" w:rsidRDefault="005C1A1A" w:rsidP="005C1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EA40B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4"/>
        <w:gridCol w:w="1248"/>
        <w:gridCol w:w="1190"/>
        <w:gridCol w:w="1760"/>
        <w:gridCol w:w="669"/>
        <w:gridCol w:w="1876"/>
        <w:gridCol w:w="701"/>
        <w:gridCol w:w="616"/>
      </w:tblGrid>
      <w:tr w:rsidR="005C1A1A" w:rsidRPr="00EF4E1A" w:rsidTr="00A72616">
        <w:trPr>
          <w:trHeight w:val="1359"/>
          <w:jc w:val="center"/>
        </w:trPr>
        <w:tc>
          <w:tcPr>
            <w:tcW w:w="278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5C1A1A" w:rsidRPr="0006131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5C1A1A" w:rsidRPr="0006131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Дата договора</w:t>
            </w:r>
          </w:p>
        </w:tc>
        <w:tc>
          <w:tcPr>
            <w:tcW w:w="1031" w:type="pct"/>
            <w:vAlign w:val="center"/>
          </w:tcPr>
          <w:p w:rsidR="005C1A1A" w:rsidRPr="0006131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</w:tc>
        <w:tc>
          <w:tcPr>
            <w:tcW w:w="392" w:type="pct"/>
            <w:vAlign w:val="center"/>
          </w:tcPr>
          <w:p w:rsidR="005C1A1A" w:rsidRPr="0006131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1099" w:type="pct"/>
            <w:vAlign w:val="center"/>
          </w:tcPr>
          <w:p w:rsidR="005C1A1A" w:rsidRPr="0006131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41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2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Tr="00A72616">
        <w:trPr>
          <w:trHeight w:hRule="exact" w:val="1275"/>
          <w:jc w:val="center"/>
        </w:trPr>
        <w:tc>
          <w:tcPr>
            <w:tcW w:w="278" w:type="pct"/>
            <w:vAlign w:val="center"/>
          </w:tcPr>
          <w:p w:rsidR="005C1A1A" w:rsidRPr="00EF4E1A" w:rsidRDefault="005C1A1A" w:rsidP="005C1A1A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5C1A1A" w:rsidRPr="0001021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216">
              <w:rPr>
                <w:rFonts w:ascii="Times New Roman" w:eastAsia="Times New Roman" w:hAnsi="Times New Roman" w:cs="Times New Roman"/>
                <w:lang w:eastAsia="ru-RU"/>
              </w:rPr>
              <w:t>40298102</w:t>
            </w:r>
          </w:p>
        </w:tc>
        <w:tc>
          <w:tcPr>
            <w:tcW w:w="697" w:type="pct"/>
            <w:vAlign w:val="center"/>
          </w:tcPr>
          <w:p w:rsidR="005C1A1A" w:rsidRPr="0001021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216">
              <w:rPr>
                <w:rFonts w:ascii="Times New Roman" w:eastAsia="Times New Roman" w:hAnsi="Times New Roman" w:cs="Times New Roman"/>
                <w:lang w:eastAsia="ru-RU"/>
              </w:rPr>
              <w:t>13.04.2011</w:t>
            </w:r>
          </w:p>
        </w:tc>
        <w:tc>
          <w:tcPr>
            <w:tcW w:w="1031" w:type="pct"/>
            <w:vAlign w:val="center"/>
          </w:tcPr>
          <w:p w:rsidR="005C1A1A" w:rsidRPr="0001021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10216">
              <w:rPr>
                <w:rFonts w:ascii="Times New Roman" w:eastAsia="Times New Roman" w:hAnsi="Times New Roman" w:cs="Times New Roman"/>
                <w:lang w:eastAsia="ru-RU"/>
              </w:rPr>
              <w:t>Удовицкий</w:t>
            </w:r>
            <w:proofErr w:type="spellEnd"/>
            <w:r w:rsidRPr="00010216">
              <w:rPr>
                <w:rFonts w:ascii="Times New Roman" w:eastAsia="Times New Roman" w:hAnsi="Times New Roman" w:cs="Times New Roman"/>
                <w:lang w:eastAsia="ru-RU"/>
              </w:rPr>
              <w:t xml:space="preserve"> Н. О.</w:t>
            </w:r>
          </w:p>
        </w:tc>
        <w:tc>
          <w:tcPr>
            <w:tcW w:w="392" w:type="pct"/>
            <w:vAlign w:val="center"/>
          </w:tcPr>
          <w:p w:rsidR="005C1A1A" w:rsidRPr="0001021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216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099" w:type="pct"/>
            <w:vAlign w:val="center"/>
          </w:tcPr>
          <w:p w:rsidR="005C1A1A" w:rsidRPr="0001021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216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</w:t>
            </w:r>
            <w:r w:rsidRPr="0001021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010216">
              <w:rPr>
                <w:rFonts w:ascii="Times New Roman" w:eastAsia="Times New Roman" w:hAnsi="Times New Roman" w:cs="Times New Roman"/>
                <w:lang w:eastAsia="ru-RU"/>
              </w:rPr>
              <w:t>Корюзино</w:t>
            </w:r>
            <w:proofErr w:type="spellEnd"/>
            <w:r w:rsidRPr="00010216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gramStart"/>
            <w:r w:rsidRPr="00010216">
              <w:rPr>
                <w:rFonts w:ascii="Times New Roman" w:eastAsia="Times New Roman" w:hAnsi="Times New Roman" w:cs="Times New Roman"/>
                <w:lang w:eastAsia="ru-RU"/>
              </w:rPr>
              <w:t>Садовая</w:t>
            </w:r>
            <w:proofErr w:type="gramEnd"/>
          </w:p>
        </w:tc>
        <w:tc>
          <w:tcPr>
            <w:tcW w:w="411" w:type="pct"/>
            <w:vAlign w:val="center"/>
          </w:tcPr>
          <w:p w:rsidR="005C1A1A" w:rsidRPr="00E62A7C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2" w:type="pct"/>
            <w:vAlign w:val="center"/>
          </w:tcPr>
          <w:p w:rsidR="005C1A1A" w:rsidRPr="00E62A7C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671D0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0,4</w:t>
      </w:r>
      <w:r w:rsidRPr="007762E6">
        <w:rPr>
          <w:b/>
          <w:sz w:val="24"/>
          <w:szCs w:val="24"/>
        </w:rPr>
        <w:t>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1E11CA" w:rsidTr="00A72616">
        <w:tc>
          <w:tcPr>
            <w:tcW w:w="5068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1E11CA" w:rsidTr="00A72616">
        <w:tc>
          <w:tcPr>
            <w:tcW w:w="5068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,12</w:t>
            </w:r>
          </w:p>
        </w:tc>
      </w:tr>
      <w:tr w:rsidR="005C1A1A" w:rsidRPr="001E11CA" w:rsidTr="00A72616">
        <w:tc>
          <w:tcPr>
            <w:tcW w:w="5068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1E11CA" w:rsidTr="00A72616">
        <w:tc>
          <w:tcPr>
            <w:tcW w:w="5068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1E11CA" w:rsidTr="00A72616">
        <w:tc>
          <w:tcPr>
            <w:tcW w:w="5068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9F7EF2">
        <w:rPr>
          <w:sz w:val="24"/>
          <w:szCs w:val="24"/>
        </w:rPr>
        <w:t>Предусмотреть строительство участка ВЛ-0,4 кВ с изолированным само</w:t>
      </w:r>
      <w:r>
        <w:rPr>
          <w:sz w:val="24"/>
          <w:szCs w:val="24"/>
        </w:rPr>
        <w:t>несущим проводом от опоры № 5</w:t>
      </w:r>
      <w:r w:rsidRPr="009F7EF2">
        <w:rPr>
          <w:sz w:val="24"/>
          <w:szCs w:val="24"/>
        </w:rPr>
        <w:t xml:space="preserve"> </w:t>
      </w:r>
      <w:r w:rsidRPr="00AE04E9">
        <w:rPr>
          <w:sz w:val="24"/>
          <w:szCs w:val="24"/>
        </w:rPr>
        <w:t>ВЛ-0,4 кВ № 1 ТП № 847 ВЛ-10 кВ № 1016 ПС 35/10 кВ «</w:t>
      </w:r>
      <w:proofErr w:type="spellStart"/>
      <w:r w:rsidRPr="00AE04E9">
        <w:rPr>
          <w:sz w:val="24"/>
          <w:szCs w:val="24"/>
        </w:rPr>
        <w:t>Тычинино</w:t>
      </w:r>
      <w:proofErr w:type="spellEnd"/>
      <w:r w:rsidRPr="00AE04E9">
        <w:rPr>
          <w:sz w:val="24"/>
          <w:szCs w:val="24"/>
        </w:rPr>
        <w:t>»</w:t>
      </w:r>
      <w:r w:rsidRPr="009F7EF2">
        <w:rPr>
          <w:sz w:val="24"/>
          <w:szCs w:val="24"/>
        </w:rPr>
        <w:t>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12</w:t>
      </w:r>
      <w:r w:rsidRPr="001E11CA">
        <w:rPr>
          <w:sz w:val="24"/>
          <w:szCs w:val="24"/>
        </w:rPr>
        <w:t>0м).</w:t>
      </w:r>
    </w:p>
    <w:p w:rsidR="005C1A1A" w:rsidRPr="00B43298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847 </w:t>
      </w:r>
      <w:r w:rsidRPr="00604B53">
        <w:rPr>
          <w:sz w:val="24"/>
          <w:szCs w:val="24"/>
        </w:rPr>
        <w:t>на пропуск нагрузки по ней.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ВЛИ 0,4</w:t>
      </w:r>
      <w:r w:rsidRPr="007762E6">
        <w:rPr>
          <w:sz w:val="24"/>
          <w:szCs w:val="24"/>
        </w:rPr>
        <w:t xml:space="preserve">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начале и в конце ВЛИ </w:t>
      </w:r>
      <w:r>
        <w:rPr>
          <w:bCs/>
          <w:sz w:val="24"/>
          <w:szCs w:val="24"/>
        </w:rPr>
        <w:t>0,4</w:t>
      </w:r>
      <w:r w:rsidRPr="007762E6">
        <w:rPr>
          <w:bCs/>
          <w:sz w:val="24"/>
          <w:szCs w:val="24"/>
        </w:rPr>
        <w:t>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6B15A5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Default="005C1A1A" w:rsidP="00EA40BB">
      <w:pPr>
        <w:pStyle w:val="a5"/>
        <w:numPr>
          <w:ilvl w:val="1"/>
          <w:numId w:val="1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№847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AE0CC8" w:rsidRDefault="005C1A1A" w:rsidP="005C1A1A">
      <w:pPr>
        <w:pStyle w:val="a5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</w:t>
      </w:r>
      <w:r w:rsidRPr="007762E6">
        <w:rPr>
          <w:sz w:val="24"/>
          <w:szCs w:val="24"/>
        </w:rPr>
        <w:lastRenderedPageBreak/>
        <w:t>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8431D8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582E47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FC79B3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C42D0D" w:rsidRDefault="005C1A1A" w:rsidP="00EA40B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A61386" w:rsidRDefault="005C1A1A" w:rsidP="00EA40BB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C1A1A" w:rsidRPr="00C92849" w:rsidRDefault="005C1A1A" w:rsidP="00EA40BB">
      <w:pPr>
        <w:pStyle w:val="a5"/>
        <w:numPr>
          <w:ilvl w:val="0"/>
          <w:numId w:val="1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4-204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Pr="001A5577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ВЛ-0,4 кВ № 2 ТП № 847 ВЛ-10 кВ № 1016 ПС 35/10 кВ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Тычинино</w:t>
      </w:r>
      <w:proofErr w:type="spellEnd"/>
      <w:r w:rsidRPr="00CF0316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</w:t>
      </w:r>
      <w:r>
        <w:rPr>
          <w:rFonts w:ascii="Times New Roman" w:hAnsi="Times New Roman" w:cs="Times New Roman"/>
          <w:sz w:val="24"/>
          <w:szCs w:val="24"/>
          <w:u w:val="single"/>
        </w:rPr>
        <w:t>0,4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кВ</w:t>
      </w:r>
    </w:p>
    <w:p w:rsidR="005C1A1A" w:rsidRPr="00FD2DF9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C1A1A" w:rsidRPr="00FD2DF9" w:rsidRDefault="005C1A1A" w:rsidP="00EA40B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>и реконструкцию ВЛ-0,4 кВ № 2</w:t>
      </w:r>
      <w:r w:rsidRPr="00696908">
        <w:rPr>
          <w:rFonts w:ascii="Times New Roman" w:hAnsi="Times New Roman" w:cs="Times New Roman"/>
          <w:sz w:val="24"/>
          <w:szCs w:val="24"/>
        </w:rPr>
        <w:t xml:space="preserve"> ТП № 847 ВЛ-10 кВ № 1016 ПС 35/10 кВ «</w:t>
      </w:r>
      <w:proofErr w:type="spellStart"/>
      <w:r w:rsidRPr="00696908">
        <w:rPr>
          <w:rFonts w:ascii="Times New Roman" w:hAnsi="Times New Roman" w:cs="Times New Roman"/>
          <w:sz w:val="24"/>
          <w:szCs w:val="24"/>
        </w:rPr>
        <w:t>Тычинино</w:t>
      </w:r>
      <w:proofErr w:type="spellEnd"/>
      <w:r w:rsidRPr="00696908">
        <w:rPr>
          <w:rFonts w:ascii="Times New Roman" w:hAnsi="Times New Roman" w:cs="Times New Roman"/>
          <w:sz w:val="24"/>
          <w:szCs w:val="24"/>
        </w:rPr>
        <w:t>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5C1A1A" w:rsidRPr="008B6C06" w:rsidRDefault="005C1A1A" w:rsidP="005C1A1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362"/>
        <w:gridCol w:w="1419"/>
        <w:gridCol w:w="1692"/>
        <w:gridCol w:w="1692"/>
        <w:gridCol w:w="1449"/>
        <w:gridCol w:w="1946"/>
      </w:tblGrid>
      <w:tr w:rsidR="005C1A1A" w:rsidRPr="008B6C06" w:rsidTr="00A72616">
        <w:trPr>
          <w:jc w:val="center"/>
        </w:trPr>
        <w:tc>
          <w:tcPr>
            <w:tcW w:w="712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2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5C1A1A" w:rsidRPr="008B6C06" w:rsidTr="00A72616">
        <w:trPr>
          <w:trHeight w:val="806"/>
          <w:jc w:val="center"/>
        </w:trPr>
        <w:tc>
          <w:tcPr>
            <w:tcW w:w="712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2" w:type="pct"/>
            <w:vAlign w:val="center"/>
          </w:tcPr>
          <w:p w:rsidR="005C1A1A" w:rsidRPr="00F53AE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Align w:val="center"/>
          </w:tcPr>
          <w:p w:rsidR="005C1A1A" w:rsidRPr="00A150B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>Корюзино</w:t>
            </w:r>
            <w:proofErr w:type="spellEnd"/>
          </w:p>
        </w:tc>
        <w:tc>
          <w:tcPr>
            <w:tcW w:w="885" w:type="pct"/>
            <w:vAlign w:val="center"/>
          </w:tcPr>
          <w:p w:rsidR="005C1A1A" w:rsidRPr="008B6C0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>12000485</w:t>
            </w:r>
          </w:p>
        </w:tc>
        <w:tc>
          <w:tcPr>
            <w:tcW w:w="758" w:type="pct"/>
            <w:vAlign w:val="center"/>
          </w:tcPr>
          <w:p w:rsidR="005C1A1A" w:rsidRPr="008B6C0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>320203819</w:t>
            </w:r>
          </w:p>
        </w:tc>
        <w:tc>
          <w:tcPr>
            <w:tcW w:w="1018" w:type="pct"/>
            <w:vAlign w:val="center"/>
          </w:tcPr>
          <w:p w:rsidR="005C1A1A" w:rsidRPr="008B6C0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8B6C06">
              <w:rPr>
                <w:rFonts w:ascii="Times New Roman" w:eastAsia="Times New Roman" w:hAnsi="Times New Roman" w:cs="Times New Roman"/>
                <w:lang w:eastAsia="ru-RU"/>
              </w:rPr>
              <w:t xml:space="preserve"> 0,4 КВ ОТ ВЛ 1016 ПС ТЫЧИНИНО</w:t>
            </w:r>
          </w:p>
        </w:tc>
      </w:tr>
    </w:tbl>
    <w:p w:rsidR="005C1A1A" w:rsidRPr="007762E6" w:rsidRDefault="005C1A1A" w:rsidP="005C1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EA40BB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4"/>
        <w:gridCol w:w="1246"/>
        <w:gridCol w:w="1190"/>
        <w:gridCol w:w="1627"/>
        <w:gridCol w:w="804"/>
        <w:gridCol w:w="1876"/>
        <w:gridCol w:w="701"/>
        <w:gridCol w:w="616"/>
      </w:tblGrid>
      <w:tr w:rsidR="005C1A1A" w:rsidRPr="00EF4E1A" w:rsidTr="00A72616">
        <w:trPr>
          <w:trHeight w:val="1370"/>
          <w:jc w:val="center"/>
        </w:trPr>
        <w:tc>
          <w:tcPr>
            <w:tcW w:w="278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0" w:type="pct"/>
            <w:vAlign w:val="center"/>
          </w:tcPr>
          <w:p w:rsidR="005C1A1A" w:rsidRPr="0006131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5C1A1A" w:rsidRPr="0006131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Дата договора</w:t>
            </w:r>
          </w:p>
        </w:tc>
        <w:tc>
          <w:tcPr>
            <w:tcW w:w="953" w:type="pct"/>
            <w:vAlign w:val="center"/>
          </w:tcPr>
          <w:p w:rsidR="005C1A1A" w:rsidRPr="0006131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5C1A1A" w:rsidRPr="0006131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1099" w:type="pct"/>
            <w:vAlign w:val="center"/>
          </w:tcPr>
          <w:p w:rsidR="005C1A1A" w:rsidRPr="0006131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41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Tr="00A72616">
        <w:trPr>
          <w:trHeight w:hRule="exact" w:val="719"/>
          <w:jc w:val="center"/>
        </w:trPr>
        <w:tc>
          <w:tcPr>
            <w:tcW w:w="278" w:type="pct"/>
            <w:vAlign w:val="center"/>
          </w:tcPr>
          <w:p w:rsidR="005C1A1A" w:rsidRPr="00EF4E1A" w:rsidRDefault="005C1A1A" w:rsidP="005C1A1A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0" w:type="pct"/>
            <w:vAlign w:val="center"/>
          </w:tcPr>
          <w:p w:rsidR="005C1A1A" w:rsidRPr="0063540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>40325352</w:t>
            </w:r>
          </w:p>
        </w:tc>
        <w:tc>
          <w:tcPr>
            <w:tcW w:w="697" w:type="pct"/>
            <w:vAlign w:val="center"/>
          </w:tcPr>
          <w:p w:rsidR="005C1A1A" w:rsidRPr="0063540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>20.05.2011</w:t>
            </w:r>
          </w:p>
        </w:tc>
        <w:tc>
          <w:tcPr>
            <w:tcW w:w="953" w:type="pct"/>
            <w:vAlign w:val="center"/>
          </w:tcPr>
          <w:p w:rsidR="005C1A1A" w:rsidRPr="0063540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>Хуторова</w:t>
            </w:r>
            <w:proofErr w:type="spellEnd"/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 xml:space="preserve"> Е. А.</w:t>
            </w:r>
          </w:p>
        </w:tc>
        <w:tc>
          <w:tcPr>
            <w:tcW w:w="471" w:type="pct"/>
            <w:vAlign w:val="center"/>
          </w:tcPr>
          <w:p w:rsidR="005C1A1A" w:rsidRPr="0063540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099" w:type="pct"/>
            <w:vMerge w:val="restart"/>
            <w:vAlign w:val="center"/>
          </w:tcPr>
          <w:p w:rsidR="005C1A1A" w:rsidRPr="0063540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>Корюзино</w:t>
            </w:r>
            <w:proofErr w:type="spellEnd"/>
          </w:p>
        </w:tc>
        <w:tc>
          <w:tcPr>
            <w:tcW w:w="411" w:type="pct"/>
            <w:vAlign w:val="center"/>
          </w:tcPr>
          <w:p w:rsidR="005C1A1A" w:rsidRPr="00E62A7C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1" w:type="pct"/>
            <w:vAlign w:val="center"/>
          </w:tcPr>
          <w:p w:rsidR="005C1A1A" w:rsidRPr="00E62A7C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C1A1A" w:rsidTr="00A72616">
        <w:trPr>
          <w:trHeight w:hRule="exact" w:val="701"/>
          <w:jc w:val="center"/>
        </w:trPr>
        <w:tc>
          <w:tcPr>
            <w:tcW w:w="278" w:type="pct"/>
            <w:vAlign w:val="center"/>
          </w:tcPr>
          <w:p w:rsidR="005C1A1A" w:rsidRPr="00EF4E1A" w:rsidRDefault="005C1A1A" w:rsidP="005C1A1A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0" w:type="pct"/>
            <w:vAlign w:val="center"/>
          </w:tcPr>
          <w:p w:rsidR="005C1A1A" w:rsidRPr="0063540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>40384595</w:t>
            </w:r>
          </w:p>
        </w:tc>
        <w:tc>
          <w:tcPr>
            <w:tcW w:w="697" w:type="pct"/>
            <w:vAlign w:val="center"/>
          </w:tcPr>
          <w:p w:rsidR="005C1A1A" w:rsidRPr="0063540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>03.08.2011</w:t>
            </w:r>
          </w:p>
        </w:tc>
        <w:tc>
          <w:tcPr>
            <w:tcW w:w="953" w:type="pct"/>
            <w:vAlign w:val="center"/>
          </w:tcPr>
          <w:p w:rsidR="005C1A1A" w:rsidRPr="0063540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>Колесова Л. М.</w:t>
            </w:r>
          </w:p>
        </w:tc>
        <w:tc>
          <w:tcPr>
            <w:tcW w:w="471" w:type="pct"/>
            <w:vAlign w:val="center"/>
          </w:tcPr>
          <w:p w:rsidR="005C1A1A" w:rsidRPr="0063540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40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099" w:type="pct"/>
            <w:vMerge/>
            <w:vAlign w:val="center"/>
          </w:tcPr>
          <w:p w:rsidR="005C1A1A" w:rsidRPr="0063540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Align w:val="center"/>
          </w:tcPr>
          <w:p w:rsidR="005C1A1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361" w:type="pct"/>
            <w:vAlign w:val="center"/>
          </w:tcPr>
          <w:p w:rsidR="005C1A1A" w:rsidRPr="00E62A7C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671D0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0,4</w:t>
      </w:r>
      <w:r w:rsidRPr="007762E6">
        <w:rPr>
          <w:b/>
          <w:sz w:val="24"/>
          <w:szCs w:val="24"/>
        </w:rPr>
        <w:t>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1E11CA" w:rsidTr="00A72616">
        <w:tc>
          <w:tcPr>
            <w:tcW w:w="5068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1E11CA" w:rsidTr="00A72616">
        <w:tc>
          <w:tcPr>
            <w:tcW w:w="5068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,12</w:t>
            </w:r>
          </w:p>
        </w:tc>
      </w:tr>
      <w:tr w:rsidR="005C1A1A" w:rsidRPr="001E11CA" w:rsidTr="00A72616">
        <w:tc>
          <w:tcPr>
            <w:tcW w:w="5068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1E11CA" w:rsidTr="00A72616">
        <w:tc>
          <w:tcPr>
            <w:tcW w:w="5068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1E11CA" w:rsidTr="00A72616">
        <w:tc>
          <w:tcPr>
            <w:tcW w:w="5068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1E11CA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9F7EF2">
        <w:rPr>
          <w:sz w:val="24"/>
          <w:szCs w:val="24"/>
        </w:rPr>
        <w:t>Предусмотреть строительство участка ВЛ-0,4 кВ с изолированным само</w:t>
      </w:r>
      <w:r>
        <w:rPr>
          <w:sz w:val="24"/>
          <w:szCs w:val="24"/>
        </w:rPr>
        <w:t>несущим проводом от опоры № 6</w:t>
      </w:r>
      <w:r w:rsidRPr="009F7E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ВЛ-0,4 кВ № 2 </w:t>
      </w:r>
      <w:r w:rsidRPr="00AE04E9">
        <w:rPr>
          <w:sz w:val="24"/>
          <w:szCs w:val="24"/>
        </w:rPr>
        <w:t>ТП № 847 ВЛ-10 кВ № 1016 ПС 35/10 кВ «</w:t>
      </w:r>
      <w:proofErr w:type="spellStart"/>
      <w:r w:rsidRPr="00AE04E9">
        <w:rPr>
          <w:sz w:val="24"/>
          <w:szCs w:val="24"/>
        </w:rPr>
        <w:t>Тычинино</w:t>
      </w:r>
      <w:proofErr w:type="spellEnd"/>
      <w:r w:rsidRPr="00AE04E9">
        <w:rPr>
          <w:sz w:val="24"/>
          <w:szCs w:val="24"/>
        </w:rPr>
        <w:t>»</w:t>
      </w:r>
      <w:r w:rsidRPr="009F7EF2">
        <w:rPr>
          <w:sz w:val="24"/>
          <w:szCs w:val="24"/>
        </w:rPr>
        <w:t>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12</w:t>
      </w:r>
      <w:r w:rsidRPr="001E11CA">
        <w:rPr>
          <w:sz w:val="24"/>
          <w:szCs w:val="24"/>
        </w:rPr>
        <w:t>0м).</w:t>
      </w:r>
    </w:p>
    <w:p w:rsidR="005C1A1A" w:rsidRPr="00B43298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847 </w:t>
      </w:r>
      <w:r w:rsidRPr="00604B53">
        <w:rPr>
          <w:sz w:val="24"/>
          <w:szCs w:val="24"/>
        </w:rPr>
        <w:t>на пропуск нагрузки по ней.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ВЛИ 0,4</w:t>
      </w:r>
      <w:r w:rsidRPr="007762E6">
        <w:rPr>
          <w:sz w:val="24"/>
          <w:szCs w:val="24"/>
        </w:rPr>
        <w:t xml:space="preserve">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начале и в конце ВЛИ </w:t>
      </w:r>
      <w:r>
        <w:rPr>
          <w:bCs/>
          <w:sz w:val="24"/>
          <w:szCs w:val="24"/>
        </w:rPr>
        <w:t>0,4</w:t>
      </w:r>
      <w:r w:rsidRPr="007762E6">
        <w:rPr>
          <w:bCs/>
          <w:sz w:val="24"/>
          <w:szCs w:val="24"/>
        </w:rPr>
        <w:t>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6B15A5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Pr="005A0E0C" w:rsidRDefault="005C1A1A" w:rsidP="00EA40BB">
      <w:pPr>
        <w:pStyle w:val="a5"/>
        <w:numPr>
          <w:ilvl w:val="1"/>
          <w:numId w:val="1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№847 </w:t>
      </w:r>
      <w:r w:rsidRPr="007762E6">
        <w:rPr>
          <w:bCs/>
          <w:sz w:val="24"/>
          <w:szCs w:val="24"/>
        </w:rPr>
        <w:t>выполнить проверку пускозащитной аппаратуры 0,4кВ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</w:t>
      </w:r>
      <w:r w:rsidRPr="007762E6">
        <w:rPr>
          <w:sz w:val="24"/>
          <w:szCs w:val="24"/>
        </w:rPr>
        <w:lastRenderedPageBreak/>
        <w:t>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8431D8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582E47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FC79B3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C42D0D" w:rsidRDefault="005C1A1A" w:rsidP="00EA40B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A61386" w:rsidRDefault="005C1A1A" w:rsidP="00EA40BB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C1A1A" w:rsidRPr="00C92849" w:rsidRDefault="005C1A1A" w:rsidP="00EA40BB">
      <w:pPr>
        <w:pStyle w:val="a5"/>
        <w:numPr>
          <w:ilvl w:val="0"/>
          <w:numId w:val="1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4-205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Pr="00CB0742" w:rsidRDefault="005C1A1A" w:rsidP="005C1A1A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74A43">
        <w:rPr>
          <w:rFonts w:ascii="Times New Roman" w:hAnsi="Times New Roman" w:cs="Times New Roman"/>
          <w:sz w:val="24"/>
          <w:szCs w:val="24"/>
          <w:u w:val="single"/>
        </w:rPr>
        <w:t>ВЛ-10 кВ № 1002 ПС 35/10 кВ "Одинцово"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участков ВЛ-10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кВ и ВЛ-0,4кВ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установкой ТП-10/0,4кВ </w:t>
      </w:r>
    </w:p>
    <w:p w:rsidR="005C1A1A" w:rsidRPr="007762E6" w:rsidRDefault="005C1A1A" w:rsidP="00EA40B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84329B">
        <w:rPr>
          <w:rFonts w:ascii="Times New Roman" w:hAnsi="Times New Roman" w:cs="Times New Roman"/>
          <w:sz w:val="24"/>
          <w:szCs w:val="24"/>
        </w:rPr>
        <w:t>ВЛ-10 кВ № 1002 ПС 35/10 кВ "Одинцово"</w:t>
      </w:r>
      <w:r w:rsidRPr="006E149E">
        <w:rPr>
          <w:rFonts w:ascii="Times New Roman" w:hAnsi="Times New Roman" w:cs="Times New Roman"/>
          <w:sz w:val="24"/>
          <w:szCs w:val="24"/>
        </w:rPr>
        <w:t xml:space="preserve">  со строительством участков ВЛ-10кВ и ВЛ-0,4кВ и установкой ТП-10/0,4кВ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3"/>
        <w:gridCol w:w="1483"/>
        <w:gridCol w:w="1507"/>
        <w:gridCol w:w="1176"/>
        <w:gridCol w:w="1296"/>
        <w:gridCol w:w="2168"/>
      </w:tblGrid>
      <w:tr w:rsidR="005C1A1A" w:rsidRPr="007762E6" w:rsidTr="00A72616">
        <w:trPr>
          <w:jc w:val="center"/>
        </w:trPr>
        <w:tc>
          <w:tcPr>
            <w:tcW w:w="751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72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4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</w:p>
        </w:tc>
        <w:tc>
          <w:tcPr>
            <w:tcW w:w="612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7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4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751" w:type="pct"/>
            <w:vMerge w:val="restar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72" w:type="pct"/>
            <w:vMerge w:val="restar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45" w:type="pct"/>
            <w:vMerge w:val="restart"/>
            <w:vAlign w:val="center"/>
          </w:tcPr>
          <w:p w:rsidR="005C1A1A" w:rsidRPr="00CA422E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6B1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766B1">
              <w:rPr>
                <w:rFonts w:ascii="Times New Roman" w:hAnsi="Times New Roman" w:cs="Times New Roman"/>
                <w:sz w:val="24"/>
                <w:szCs w:val="24"/>
              </w:rPr>
              <w:t>Шабаново</w:t>
            </w:r>
            <w:proofErr w:type="spellEnd"/>
          </w:p>
        </w:tc>
        <w:tc>
          <w:tcPr>
            <w:tcW w:w="612" w:type="pct"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12008448</w:t>
            </w:r>
          </w:p>
        </w:tc>
        <w:tc>
          <w:tcPr>
            <w:tcW w:w="775" w:type="pct"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326881419</w:t>
            </w:r>
          </w:p>
        </w:tc>
        <w:tc>
          <w:tcPr>
            <w:tcW w:w="1045" w:type="pct"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D34">
              <w:rPr>
                <w:rFonts w:ascii="Times New Roman" w:hAnsi="Times New Roman" w:cs="Times New Roman"/>
                <w:sz w:val="24"/>
                <w:szCs w:val="24"/>
              </w:rPr>
              <w:t xml:space="preserve">ВЛ-0,4КВ Л-1002 </w:t>
            </w:r>
            <w:proofErr w:type="gramStart"/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/СТ ОДИНЦОВО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5C1A1A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12000161</w:t>
            </w:r>
          </w:p>
        </w:tc>
        <w:tc>
          <w:tcPr>
            <w:tcW w:w="775" w:type="pct"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326916119</w:t>
            </w:r>
          </w:p>
        </w:tc>
        <w:tc>
          <w:tcPr>
            <w:tcW w:w="1045" w:type="pct"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D34">
              <w:rPr>
                <w:rFonts w:ascii="Times New Roman" w:hAnsi="Times New Roman" w:cs="Times New Roman"/>
                <w:sz w:val="24"/>
                <w:szCs w:val="24"/>
              </w:rPr>
              <w:t xml:space="preserve">ВЛ-10КВ N1002 </w:t>
            </w:r>
            <w:proofErr w:type="gramStart"/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/СТ ОДИНЦОВО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5C1A1A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13006479</w:t>
            </w:r>
          </w:p>
        </w:tc>
        <w:tc>
          <w:tcPr>
            <w:tcW w:w="775" w:type="pct"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325005400</w:t>
            </w:r>
          </w:p>
        </w:tc>
        <w:tc>
          <w:tcPr>
            <w:tcW w:w="1045" w:type="pct"/>
            <w:vAlign w:val="center"/>
          </w:tcPr>
          <w:p w:rsidR="005C1A1A" w:rsidRPr="00E70D34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D34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ТП ПО </w:t>
            </w:r>
            <w:proofErr w:type="gramStart"/>
            <w:r w:rsidRPr="00E70D34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E70D34">
              <w:rPr>
                <w:rFonts w:ascii="Times New Roman" w:hAnsi="Times New Roman" w:cs="Times New Roman"/>
                <w:sz w:val="24"/>
                <w:szCs w:val="24"/>
              </w:rPr>
              <w:t xml:space="preserve"> 1002 ПС ОДИНЦОВО</w:t>
            </w:r>
          </w:p>
        </w:tc>
      </w:tr>
    </w:tbl>
    <w:p w:rsidR="005C1A1A" w:rsidRPr="007762E6" w:rsidRDefault="005C1A1A" w:rsidP="005C1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Default="005C1A1A" w:rsidP="00EA40BB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070"/>
        <w:gridCol w:w="1338"/>
        <w:gridCol w:w="1742"/>
        <w:gridCol w:w="1070"/>
        <w:gridCol w:w="1606"/>
        <w:gridCol w:w="936"/>
        <w:gridCol w:w="1171"/>
      </w:tblGrid>
      <w:tr w:rsidR="005C1A1A" w:rsidRPr="00EF4E1A" w:rsidTr="00A72616">
        <w:tc>
          <w:tcPr>
            <w:tcW w:w="3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55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Tr="00A72616">
        <w:trPr>
          <w:trHeight w:val="454"/>
        </w:trPr>
        <w:tc>
          <w:tcPr>
            <w:tcW w:w="3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40519593</w:t>
            </w:r>
          </w:p>
        </w:tc>
        <w:tc>
          <w:tcPr>
            <w:tcW w:w="69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14.03.2012</w:t>
            </w:r>
          </w:p>
        </w:tc>
        <w:tc>
          <w:tcPr>
            <w:tcW w:w="910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Георгиева Т. Н.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Merge w:val="restar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Шабаново</w:t>
            </w:r>
            <w:proofErr w:type="spellEnd"/>
          </w:p>
        </w:tc>
        <w:tc>
          <w:tcPr>
            <w:tcW w:w="48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C1A1A" w:rsidTr="00A72616">
        <w:trPr>
          <w:trHeight w:val="454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40522606</w:t>
            </w:r>
          </w:p>
        </w:tc>
        <w:tc>
          <w:tcPr>
            <w:tcW w:w="699" w:type="pct"/>
            <w:vAlign w:val="center"/>
          </w:tcPr>
          <w:p w:rsidR="005C1A1A" w:rsidRPr="00DA1E5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27.03.2012</w:t>
            </w:r>
          </w:p>
        </w:tc>
        <w:tc>
          <w:tcPr>
            <w:tcW w:w="910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Кушаков Е. Б.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C1A1A" w:rsidTr="00A72616">
        <w:trPr>
          <w:trHeight w:val="454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40522668</w:t>
            </w:r>
          </w:p>
        </w:tc>
        <w:tc>
          <w:tcPr>
            <w:tcW w:w="699" w:type="pct"/>
            <w:vAlign w:val="center"/>
          </w:tcPr>
          <w:p w:rsidR="005C1A1A" w:rsidRPr="00DA1E5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27.03.2012</w:t>
            </w:r>
          </w:p>
        </w:tc>
        <w:tc>
          <w:tcPr>
            <w:tcW w:w="910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Кушаков Е. Б.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C1A1A" w:rsidTr="00A72616">
        <w:trPr>
          <w:trHeight w:val="454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40522653</w:t>
            </w:r>
          </w:p>
        </w:tc>
        <w:tc>
          <w:tcPr>
            <w:tcW w:w="699" w:type="pct"/>
            <w:vAlign w:val="center"/>
          </w:tcPr>
          <w:p w:rsidR="005C1A1A" w:rsidRPr="00DA1E5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27.03.2012</w:t>
            </w:r>
          </w:p>
        </w:tc>
        <w:tc>
          <w:tcPr>
            <w:tcW w:w="910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Кушаков Е. Б.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C1A1A" w:rsidTr="00A72616">
        <w:trPr>
          <w:trHeight w:val="454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40522644</w:t>
            </w:r>
          </w:p>
        </w:tc>
        <w:tc>
          <w:tcPr>
            <w:tcW w:w="699" w:type="pct"/>
            <w:vAlign w:val="center"/>
          </w:tcPr>
          <w:p w:rsidR="005C1A1A" w:rsidRPr="00DA1E5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27.03.2012</w:t>
            </w:r>
          </w:p>
        </w:tc>
        <w:tc>
          <w:tcPr>
            <w:tcW w:w="910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Кушаков Е. Б.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C1A1A" w:rsidTr="00A72616">
        <w:trPr>
          <w:trHeight w:val="454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40522622</w:t>
            </w:r>
          </w:p>
        </w:tc>
        <w:tc>
          <w:tcPr>
            <w:tcW w:w="699" w:type="pct"/>
            <w:vAlign w:val="center"/>
          </w:tcPr>
          <w:p w:rsidR="005C1A1A" w:rsidRPr="00DA1E5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27.03.2012</w:t>
            </w:r>
          </w:p>
        </w:tc>
        <w:tc>
          <w:tcPr>
            <w:tcW w:w="910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Кушаков Е. Б.</w:t>
            </w:r>
          </w:p>
        </w:tc>
        <w:tc>
          <w:tcPr>
            <w:tcW w:w="55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Merge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5C1A1A" w:rsidRPr="00627D43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D4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F63D4C" w:rsidRDefault="005C1A1A" w:rsidP="00EA40BB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Pr="0093120C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5C1A1A" w:rsidRPr="0093120C" w:rsidRDefault="005C1A1A" w:rsidP="00EA40BB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10</w:t>
      </w:r>
      <w:r w:rsidRPr="007762E6">
        <w:rPr>
          <w:b/>
          <w:sz w:val="24"/>
          <w:szCs w:val="24"/>
        </w:rPr>
        <w:t>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lastRenderedPageBreak/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0C4518">
        <w:rPr>
          <w:sz w:val="24"/>
          <w:szCs w:val="24"/>
        </w:rPr>
        <w:t>Предусмотреть строительство участка ВЛ-10кВ с самонесущим з</w:t>
      </w:r>
      <w:r>
        <w:rPr>
          <w:sz w:val="24"/>
          <w:szCs w:val="24"/>
        </w:rPr>
        <w:t>ащищенным проводом от опоры № 18-20</w:t>
      </w:r>
      <w:r w:rsidRPr="000C4518">
        <w:rPr>
          <w:sz w:val="24"/>
          <w:szCs w:val="24"/>
        </w:rPr>
        <w:t xml:space="preserve">, </w:t>
      </w:r>
      <w:r w:rsidRPr="0084329B">
        <w:rPr>
          <w:sz w:val="24"/>
          <w:szCs w:val="24"/>
        </w:rPr>
        <w:t>ВЛ-10 кВ № 1002 ПС 35/10 кВ "Одинцово"</w:t>
      </w:r>
      <w:r w:rsidRPr="000C4518">
        <w:rPr>
          <w:sz w:val="24"/>
          <w:szCs w:val="24"/>
        </w:rPr>
        <w:t>, до проектируемой ТП-10/0,4 кВ</w:t>
      </w:r>
      <w:r>
        <w:rPr>
          <w:sz w:val="24"/>
          <w:szCs w:val="24"/>
        </w:rPr>
        <w:t xml:space="preserve"> (ориентировочно 200м).</w:t>
      </w:r>
      <w:proofErr w:type="gramEnd"/>
    </w:p>
    <w:p w:rsidR="005C1A1A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СТП-10</w:t>
      </w:r>
      <w:r w:rsidRPr="00FE7DCE">
        <w:rPr>
          <w:sz w:val="24"/>
          <w:szCs w:val="24"/>
        </w:rPr>
        <w:t xml:space="preserve">/0,4 кВ, </w:t>
      </w:r>
      <w:proofErr w:type="gramStart"/>
      <w:r w:rsidRPr="00FE7DCE">
        <w:rPr>
          <w:sz w:val="24"/>
          <w:szCs w:val="24"/>
        </w:rPr>
        <w:t>запитанной</w:t>
      </w:r>
      <w:proofErr w:type="gramEnd"/>
      <w:r w:rsidRPr="00FE7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Pr="0084329B">
        <w:rPr>
          <w:sz w:val="24"/>
          <w:szCs w:val="24"/>
        </w:rPr>
        <w:t>ВЛ-10 кВ № 1002 ПС 35/10 кВ "Одинцово"</w:t>
      </w:r>
      <w:r>
        <w:rPr>
          <w:sz w:val="24"/>
          <w:szCs w:val="24"/>
        </w:rPr>
        <w:t xml:space="preserve"> (ориентировочная мощность трансформатора – 63кВА) </w:t>
      </w:r>
    </w:p>
    <w:p w:rsidR="005C1A1A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5C1A1A" w:rsidRPr="002568BB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5C1A1A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ТП-10</w:t>
      </w:r>
      <w:r w:rsidRPr="00FE7DCE">
        <w:rPr>
          <w:sz w:val="24"/>
          <w:szCs w:val="24"/>
        </w:rPr>
        <w:t xml:space="preserve">/0,4 кВ, запитанной от </w:t>
      </w:r>
      <w:r w:rsidRPr="0084329B">
        <w:rPr>
          <w:sz w:val="24"/>
          <w:szCs w:val="24"/>
        </w:rPr>
        <w:t>ВЛ-10 кВ № 1002 ПС 35/10 кВ "Одинцово"</w:t>
      </w:r>
      <w:r>
        <w:rPr>
          <w:sz w:val="24"/>
          <w:szCs w:val="24"/>
        </w:rPr>
        <w:t>, до территории Заявителей (ориентировочно 300м).</w:t>
      </w:r>
      <w:proofErr w:type="gramEnd"/>
    </w:p>
    <w:p w:rsidR="005C1A1A" w:rsidRPr="00B46665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</w:t>
      </w:r>
      <w:r w:rsidRPr="007762E6">
        <w:rPr>
          <w:sz w:val="24"/>
          <w:szCs w:val="24"/>
        </w:rPr>
        <w:lastRenderedPageBreak/>
        <w:t>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F0116B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5C1A1A" w:rsidRPr="00582E47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FC79B3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EA40B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510A35" w:rsidRDefault="005C1A1A" w:rsidP="00EA40BB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C1A1A" w:rsidRPr="00C92849" w:rsidRDefault="005C1A1A" w:rsidP="00EA40BB">
      <w:pPr>
        <w:pStyle w:val="a5"/>
        <w:numPr>
          <w:ilvl w:val="0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4-206к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689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1009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«Одинцово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C1A1A" w:rsidRPr="007762E6" w:rsidRDefault="005C1A1A" w:rsidP="00EA40B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689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1009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Одинцово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236" w:type="pct"/>
        <w:jc w:val="center"/>
        <w:tblInd w:w="-198" w:type="dxa"/>
        <w:tblLook w:val="04A0"/>
      </w:tblPr>
      <w:tblGrid>
        <w:gridCol w:w="1488"/>
        <w:gridCol w:w="1943"/>
        <w:gridCol w:w="1428"/>
        <w:gridCol w:w="1535"/>
        <w:gridCol w:w="1715"/>
      </w:tblGrid>
      <w:tr w:rsidR="005C1A1A" w:rsidRPr="007762E6" w:rsidTr="00A72616">
        <w:trPr>
          <w:jc w:val="center"/>
        </w:trPr>
        <w:tc>
          <w:tcPr>
            <w:tcW w:w="933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213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895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61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998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944207" w:rsidTr="00A72616">
        <w:trPr>
          <w:jc w:val="center"/>
        </w:trPr>
        <w:tc>
          <w:tcPr>
            <w:tcW w:w="933" w:type="pct"/>
          </w:tcPr>
          <w:p w:rsidR="005C1A1A" w:rsidRPr="00944207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213" w:type="pct"/>
          </w:tcPr>
          <w:p w:rsidR="005C1A1A" w:rsidRPr="00891A6C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A6C">
              <w:rPr>
                <w:rFonts w:ascii="Times New Roman" w:hAnsi="Times New Roman" w:cs="Times New Roman"/>
                <w:sz w:val="24"/>
                <w:szCs w:val="24"/>
              </w:rPr>
              <w:t>г. Смоленск, садоводческое товарищество "Липки"</w:t>
            </w:r>
          </w:p>
        </w:tc>
        <w:tc>
          <w:tcPr>
            <w:tcW w:w="895" w:type="pct"/>
          </w:tcPr>
          <w:p w:rsidR="005C1A1A" w:rsidRPr="00E04BAE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66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327123719</w:t>
            </w:r>
          </w:p>
        </w:tc>
        <w:tc>
          <w:tcPr>
            <w:tcW w:w="961" w:type="pct"/>
          </w:tcPr>
          <w:p w:rsidR="005C1A1A" w:rsidRPr="00E04BAE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66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12000529</w:t>
            </w:r>
          </w:p>
        </w:tc>
        <w:tc>
          <w:tcPr>
            <w:tcW w:w="998" w:type="pct"/>
          </w:tcPr>
          <w:p w:rsidR="005C1A1A" w:rsidRPr="00944207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26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</w:t>
            </w:r>
            <w:proofErr w:type="gramEnd"/>
            <w:r w:rsidRPr="008426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0,4КВ ПО Л 1009 ОДИНЦОВО</w:t>
            </w:r>
          </w:p>
        </w:tc>
      </w:tr>
    </w:tbl>
    <w:p w:rsidR="005C1A1A" w:rsidRPr="007762E6" w:rsidRDefault="005C1A1A" w:rsidP="00EA40B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EA40B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C1A1A" w:rsidRPr="00842663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42663">
              <w:rPr>
                <w:sz w:val="24"/>
                <w:szCs w:val="24"/>
              </w:rPr>
              <w:t>40524674</w:t>
            </w:r>
          </w:p>
        </w:tc>
        <w:tc>
          <w:tcPr>
            <w:tcW w:w="731" w:type="pct"/>
            <w:vAlign w:val="center"/>
          </w:tcPr>
          <w:p w:rsidR="005C1A1A" w:rsidRPr="002E4CBE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5C1A1A" w:rsidRPr="00E10047" w:rsidRDefault="005C1A1A" w:rsidP="00A7261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10047">
              <w:rPr>
                <w:rFonts w:ascii="Times New Roman" w:hAnsi="Times New Roman" w:cs="Times New Roman"/>
                <w:sz w:val="24"/>
                <w:szCs w:val="24"/>
              </w:rPr>
              <w:t>Поляков Василий Сергеевич</w:t>
            </w:r>
          </w:p>
        </w:tc>
        <w:tc>
          <w:tcPr>
            <w:tcW w:w="73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3E3F32">
        <w:rPr>
          <w:sz w:val="24"/>
          <w:szCs w:val="24"/>
        </w:rPr>
        <w:t>Г1 ВЛ-0,4 кВ № 1 ТП № 689 ВЛ-10 кВ № 1009 ПС «Одинцово» 35/10 кВ</w:t>
      </w:r>
      <w:r w:rsidRPr="00236344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150</w:t>
      </w:r>
      <w:r w:rsidRPr="002E61F2">
        <w:rPr>
          <w:sz w:val="24"/>
          <w:szCs w:val="24"/>
        </w:rPr>
        <w:t>м)</w:t>
      </w:r>
    </w:p>
    <w:p w:rsidR="005C1A1A" w:rsidRPr="00381732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472FB1">
        <w:rPr>
          <w:sz w:val="24"/>
          <w:szCs w:val="24"/>
        </w:rPr>
        <w:t xml:space="preserve">Предусмотреть замену провода с обеспечением </w:t>
      </w:r>
      <w:proofErr w:type="spellStart"/>
      <w:r w:rsidRPr="00472FB1">
        <w:rPr>
          <w:sz w:val="24"/>
          <w:szCs w:val="24"/>
        </w:rPr>
        <w:t>полнофазности</w:t>
      </w:r>
      <w:proofErr w:type="spellEnd"/>
      <w:r w:rsidRPr="00472FB1">
        <w:rPr>
          <w:sz w:val="24"/>
          <w:szCs w:val="24"/>
        </w:rPr>
        <w:t xml:space="preserve"> на ВЛ-0,4 кВ №1, </w:t>
      </w:r>
      <w:proofErr w:type="gramStart"/>
      <w:r w:rsidRPr="00472FB1">
        <w:rPr>
          <w:sz w:val="24"/>
          <w:szCs w:val="24"/>
        </w:rPr>
        <w:t>запитанной</w:t>
      </w:r>
      <w:proofErr w:type="gramEnd"/>
      <w:r w:rsidRPr="00472FB1">
        <w:rPr>
          <w:sz w:val="24"/>
          <w:szCs w:val="24"/>
        </w:rPr>
        <w:t xml:space="preserve"> от ТП № 689 ВЛ-10 кВ № 1009 ПС "Одинцово" 35/10 кВ, в пролетах опор №№ 4/8-Г1</w:t>
      </w:r>
      <w:r>
        <w:rPr>
          <w:sz w:val="24"/>
          <w:szCs w:val="24"/>
        </w:rPr>
        <w:t xml:space="preserve"> (ориентировочно 40м)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689 </w:t>
      </w:r>
      <w:r w:rsidRPr="007762E6">
        <w:rPr>
          <w:sz w:val="24"/>
          <w:szCs w:val="24"/>
        </w:rPr>
        <w:t>на пропуск нагрузки по ней.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689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lastRenderedPageBreak/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63069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AB093C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0"/>
          <w:numId w:val="1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4-207к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443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Тычинино</w:t>
      </w:r>
      <w:proofErr w:type="spellEnd"/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C1A1A" w:rsidRPr="007762E6" w:rsidRDefault="005C1A1A" w:rsidP="00EA40B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443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Тычинино</w:t>
      </w:r>
      <w:proofErr w:type="spellEnd"/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5C1A1A" w:rsidRPr="007762E6" w:rsidTr="00A72616">
        <w:trPr>
          <w:jc w:val="center"/>
        </w:trPr>
        <w:tc>
          <w:tcPr>
            <w:tcW w:w="1028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944207" w:rsidTr="00A72616">
        <w:trPr>
          <w:jc w:val="center"/>
        </w:trPr>
        <w:tc>
          <w:tcPr>
            <w:tcW w:w="1028" w:type="pct"/>
          </w:tcPr>
          <w:p w:rsidR="005C1A1A" w:rsidRPr="00944207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5C1A1A" w:rsidRPr="002B7F1E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Борщевщина</w:t>
            </w:r>
            <w:proofErr w:type="spellEnd"/>
          </w:p>
        </w:tc>
        <w:tc>
          <w:tcPr>
            <w:tcW w:w="916" w:type="pct"/>
          </w:tcPr>
          <w:p w:rsidR="005C1A1A" w:rsidRPr="00370632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150">
              <w:rPr>
                <w:rFonts w:ascii="Times New Roman" w:hAnsi="Times New Roman" w:cs="Times New Roman"/>
                <w:sz w:val="24"/>
              </w:rPr>
              <w:t>327118719</w:t>
            </w:r>
          </w:p>
        </w:tc>
        <w:tc>
          <w:tcPr>
            <w:tcW w:w="983" w:type="pct"/>
          </w:tcPr>
          <w:p w:rsidR="005C1A1A" w:rsidRPr="00370632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150">
              <w:rPr>
                <w:rFonts w:ascii="Times New Roman" w:hAnsi="Times New Roman" w:cs="Times New Roman"/>
                <w:sz w:val="24"/>
              </w:rPr>
              <w:t>12000558</w:t>
            </w:r>
          </w:p>
        </w:tc>
        <w:tc>
          <w:tcPr>
            <w:tcW w:w="1022" w:type="pct"/>
          </w:tcPr>
          <w:p w:rsidR="005C1A1A" w:rsidRPr="006E0512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1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</w:t>
            </w:r>
            <w:proofErr w:type="gramEnd"/>
            <w:r w:rsidRPr="008041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0.4 КВ ОТ Л 1002 ПС ТЫЧИНИНО</w:t>
            </w:r>
          </w:p>
        </w:tc>
      </w:tr>
    </w:tbl>
    <w:p w:rsidR="005C1A1A" w:rsidRPr="007762E6" w:rsidRDefault="005C1A1A" w:rsidP="00EA40BB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EA40BB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C1A1A" w:rsidRPr="007E5E35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7E5E35">
              <w:rPr>
                <w:sz w:val="24"/>
                <w:szCs w:val="24"/>
              </w:rPr>
              <w:t>40488411</w:t>
            </w:r>
          </w:p>
        </w:tc>
        <w:tc>
          <w:tcPr>
            <w:tcW w:w="731" w:type="pct"/>
            <w:vAlign w:val="center"/>
          </w:tcPr>
          <w:p w:rsidR="005C1A1A" w:rsidRPr="002E4CBE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5C1A1A" w:rsidRPr="007E5E35" w:rsidRDefault="005C1A1A" w:rsidP="00A7261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E5E35">
              <w:rPr>
                <w:rFonts w:ascii="Times New Roman" w:hAnsi="Times New Roman" w:cs="Times New Roman"/>
                <w:sz w:val="24"/>
                <w:szCs w:val="24"/>
              </w:rPr>
              <w:t>Пономарева Елена Владимировна</w:t>
            </w:r>
          </w:p>
        </w:tc>
        <w:tc>
          <w:tcPr>
            <w:tcW w:w="73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1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5C1A1A" w:rsidRPr="007E5E35" w:rsidRDefault="005C1A1A" w:rsidP="00A726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E35">
              <w:rPr>
                <w:rFonts w:ascii="Times New Roman" w:hAnsi="Times New Roman" w:cs="Times New Roman"/>
                <w:sz w:val="24"/>
                <w:szCs w:val="24"/>
              </w:rPr>
              <w:t>40456297</w:t>
            </w:r>
          </w:p>
          <w:p w:rsidR="005C1A1A" w:rsidRPr="008D1AEC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03.11.2011г.</w:t>
            </w:r>
          </w:p>
        </w:tc>
        <w:tc>
          <w:tcPr>
            <w:tcW w:w="909" w:type="pct"/>
            <w:vAlign w:val="center"/>
          </w:tcPr>
          <w:p w:rsidR="005C1A1A" w:rsidRPr="007E5E35" w:rsidRDefault="005C1A1A" w:rsidP="00A7261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5E35">
              <w:rPr>
                <w:rFonts w:ascii="Times New Roman" w:hAnsi="Times New Roman" w:cs="Times New Roman"/>
                <w:sz w:val="24"/>
                <w:szCs w:val="24"/>
              </w:rPr>
              <w:t>Штабнова</w:t>
            </w:r>
            <w:proofErr w:type="spellEnd"/>
            <w:r w:rsidRPr="007E5E3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73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1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36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Pr="002E61F2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</w:t>
      </w:r>
      <w:r w:rsidRPr="00370632">
        <w:rPr>
          <w:sz w:val="24"/>
          <w:szCs w:val="24"/>
        </w:rPr>
        <w:t xml:space="preserve">№ </w:t>
      </w:r>
      <w:r w:rsidRPr="00AF3766">
        <w:rPr>
          <w:sz w:val="24"/>
          <w:szCs w:val="24"/>
        </w:rPr>
        <w:t>13/2 ВЛ-0,4 кВ № 1 ТП № 443 ВЛ-10 кВ № 1002 ПС «</w:t>
      </w:r>
      <w:proofErr w:type="spellStart"/>
      <w:r w:rsidRPr="00AF3766">
        <w:rPr>
          <w:sz w:val="24"/>
          <w:szCs w:val="24"/>
        </w:rPr>
        <w:t>Тычинино</w:t>
      </w:r>
      <w:proofErr w:type="spellEnd"/>
      <w:r w:rsidRPr="00AF3766">
        <w:rPr>
          <w:sz w:val="24"/>
          <w:szCs w:val="24"/>
        </w:rPr>
        <w:t>» 35/10 кВ</w:t>
      </w:r>
      <w:r w:rsidRPr="00630011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360</w:t>
      </w:r>
      <w:r w:rsidRPr="002E61F2">
        <w:rPr>
          <w:sz w:val="24"/>
          <w:szCs w:val="24"/>
        </w:rPr>
        <w:t>м)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443 </w:t>
      </w:r>
      <w:r w:rsidRPr="007762E6">
        <w:rPr>
          <w:sz w:val="24"/>
          <w:szCs w:val="24"/>
        </w:rPr>
        <w:t>на пропуск нагрузки по ней.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443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63069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AB093C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4-209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Pr="00CB0742" w:rsidRDefault="005C1A1A" w:rsidP="005C1A1A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2490B">
        <w:rPr>
          <w:rFonts w:ascii="Times New Roman" w:hAnsi="Times New Roman" w:cs="Times New Roman"/>
          <w:sz w:val="24"/>
          <w:szCs w:val="24"/>
          <w:u w:val="single"/>
        </w:rPr>
        <w:t>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110/35/10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кВ "</w:t>
      </w:r>
      <w:r>
        <w:rPr>
          <w:rFonts w:ascii="Times New Roman" w:hAnsi="Times New Roman" w:cs="Times New Roman"/>
          <w:sz w:val="24"/>
          <w:szCs w:val="24"/>
          <w:u w:val="single"/>
        </w:rPr>
        <w:t>Заводская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участков ВЛ-10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кВ и ВЛ-0,4кВ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установкой СТП-10/0,4кВ </w:t>
      </w:r>
    </w:p>
    <w:p w:rsidR="005C1A1A" w:rsidRPr="007762E6" w:rsidRDefault="005C1A1A" w:rsidP="00EA40B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6E149E">
        <w:rPr>
          <w:rFonts w:ascii="Times New Roman" w:hAnsi="Times New Roman" w:cs="Times New Roman"/>
          <w:sz w:val="24"/>
          <w:szCs w:val="24"/>
        </w:rPr>
        <w:t>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E149E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6E149E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110/35/10</w:t>
      </w:r>
      <w:r w:rsidRPr="006E149E">
        <w:rPr>
          <w:rFonts w:ascii="Times New Roman" w:hAnsi="Times New Roman" w:cs="Times New Roman"/>
          <w:sz w:val="24"/>
          <w:szCs w:val="24"/>
        </w:rPr>
        <w:t xml:space="preserve"> кВ "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 w:rsidRPr="006E149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участков ВЛ-10 </w:t>
      </w:r>
      <w:r w:rsidRPr="006E149E">
        <w:rPr>
          <w:rFonts w:ascii="Times New Roman" w:hAnsi="Times New Roman" w:cs="Times New Roman"/>
          <w:sz w:val="24"/>
          <w:szCs w:val="24"/>
        </w:rPr>
        <w:t xml:space="preserve">кВ и ВЛ-0,4кВ и установкой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E149E">
        <w:rPr>
          <w:rFonts w:ascii="Times New Roman" w:hAnsi="Times New Roman" w:cs="Times New Roman"/>
          <w:sz w:val="24"/>
          <w:szCs w:val="24"/>
        </w:rPr>
        <w:t>ТП-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E149E">
        <w:rPr>
          <w:rFonts w:ascii="Times New Roman" w:hAnsi="Times New Roman" w:cs="Times New Roman"/>
          <w:sz w:val="24"/>
          <w:szCs w:val="24"/>
        </w:rPr>
        <w:t>/0,4кВ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3"/>
        <w:gridCol w:w="1483"/>
        <w:gridCol w:w="1855"/>
        <w:gridCol w:w="1109"/>
        <w:gridCol w:w="1327"/>
        <w:gridCol w:w="1856"/>
      </w:tblGrid>
      <w:tr w:rsidR="005C1A1A" w:rsidRPr="007762E6" w:rsidTr="00A72616">
        <w:trPr>
          <w:jc w:val="center"/>
        </w:trPr>
        <w:tc>
          <w:tcPr>
            <w:tcW w:w="751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72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4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</w:p>
        </w:tc>
        <w:tc>
          <w:tcPr>
            <w:tcW w:w="612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7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4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751" w:type="pct"/>
            <w:vMerge w:val="restar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72" w:type="pct"/>
            <w:vMerge w:val="restar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45" w:type="pct"/>
            <w:vMerge w:val="restart"/>
            <w:vAlign w:val="center"/>
          </w:tcPr>
          <w:p w:rsidR="005C1A1A" w:rsidRPr="00CA422E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Ясенная</w:t>
            </w:r>
          </w:p>
        </w:tc>
        <w:tc>
          <w:tcPr>
            <w:tcW w:w="612" w:type="pct"/>
            <w:vAlign w:val="bottom"/>
          </w:tcPr>
          <w:p w:rsidR="005C1A1A" w:rsidRDefault="005C1A1A" w:rsidP="00A72616">
            <w:pPr>
              <w:jc w:val="right"/>
              <w:rPr>
                <w:rFonts w:ascii="Calibri" w:hAnsi="Calibri"/>
                <w:color w:val="000000"/>
              </w:rPr>
            </w:pPr>
            <w:r w:rsidRPr="00B72BA0">
              <w:rPr>
                <w:rFonts w:ascii="Calibri" w:hAnsi="Calibri"/>
                <w:color w:val="000000"/>
              </w:rPr>
              <w:t>12000117</w:t>
            </w:r>
          </w:p>
        </w:tc>
        <w:tc>
          <w:tcPr>
            <w:tcW w:w="775" w:type="pct"/>
            <w:vAlign w:val="bottom"/>
          </w:tcPr>
          <w:p w:rsidR="005C1A1A" w:rsidRDefault="005C1A1A" w:rsidP="00A72616">
            <w:pPr>
              <w:jc w:val="right"/>
              <w:rPr>
                <w:rFonts w:ascii="Calibri" w:hAnsi="Calibri"/>
                <w:color w:val="000000"/>
              </w:rPr>
            </w:pPr>
            <w:r w:rsidRPr="00B72BA0">
              <w:rPr>
                <w:rFonts w:ascii="Calibri" w:hAnsi="Calibri"/>
                <w:color w:val="000000"/>
              </w:rPr>
              <w:t>327120519</w:t>
            </w:r>
          </w:p>
        </w:tc>
        <w:tc>
          <w:tcPr>
            <w:tcW w:w="1045" w:type="pct"/>
            <w:vAlign w:val="bottom"/>
          </w:tcPr>
          <w:p w:rsidR="005C1A1A" w:rsidRDefault="005C1A1A" w:rsidP="00A72616">
            <w:pPr>
              <w:rPr>
                <w:rFonts w:ascii="Calibri" w:hAnsi="Calibri"/>
                <w:color w:val="000000"/>
              </w:rPr>
            </w:pPr>
            <w:proofErr w:type="gramStart"/>
            <w:r w:rsidRPr="00B72BA0">
              <w:rPr>
                <w:rFonts w:ascii="Calibri" w:hAnsi="Calibri"/>
                <w:color w:val="000000"/>
              </w:rPr>
              <w:t>ВЛ</w:t>
            </w:r>
            <w:proofErr w:type="gramEnd"/>
            <w:r w:rsidRPr="00B72BA0">
              <w:rPr>
                <w:rFonts w:ascii="Calibri" w:hAnsi="Calibri"/>
                <w:color w:val="000000"/>
              </w:rPr>
              <w:t xml:space="preserve"> 0,4 КВ ПО Л 1002 ПС ЗАВОДСКАЯ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5C1A1A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5C1A1A" w:rsidRPr="0000339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bottom"/>
          </w:tcPr>
          <w:p w:rsidR="005C1A1A" w:rsidRDefault="005C1A1A" w:rsidP="00A72616">
            <w:pPr>
              <w:jc w:val="right"/>
              <w:rPr>
                <w:rFonts w:ascii="Calibri" w:hAnsi="Calibri"/>
                <w:color w:val="000000"/>
              </w:rPr>
            </w:pPr>
            <w:r w:rsidRPr="00B72BA0">
              <w:rPr>
                <w:rFonts w:ascii="Calibri" w:hAnsi="Calibri"/>
                <w:color w:val="000000"/>
              </w:rPr>
              <w:t>12000155</w:t>
            </w:r>
          </w:p>
        </w:tc>
        <w:tc>
          <w:tcPr>
            <w:tcW w:w="775" w:type="pct"/>
            <w:vAlign w:val="bottom"/>
          </w:tcPr>
          <w:p w:rsidR="005C1A1A" w:rsidRDefault="005C1A1A" w:rsidP="00A72616">
            <w:pPr>
              <w:jc w:val="right"/>
              <w:rPr>
                <w:rFonts w:ascii="Calibri" w:hAnsi="Calibri"/>
                <w:color w:val="000000"/>
              </w:rPr>
            </w:pPr>
            <w:r w:rsidRPr="00B72BA0">
              <w:rPr>
                <w:rFonts w:ascii="Calibri" w:hAnsi="Calibri"/>
                <w:color w:val="000000"/>
              </w:rPr>
              <w:t>327037719</w:t>
            </w:r>
          </w:p>
        </w:tc>
        <w:tc>
          <w:tcPr>
            <w:tcW w:w="1045" w:type="pct"/>
            <w:vAlign w:val="bottom"/>
          </w:tcPr>
          <w:p w:rsidR="005C1A1A" w:rsidRDefault="005C1A1A" w:rsidP="00A72616">
            <w:pPr>
              <w:rPr>
                <w:rFonts w:ascii="Calibri" w:hAnsi="Calibri"/>
                <w:color w:val="000000"/>
              </w:rPr>
            </w:pPr>
            <w:r w:rsidRPr="00B72BA0">
              <w:rPr>
                <w:rFonts w:ascii="Calibri" w:hAnsi="Calibri"/>
                <w:color w:val="000000"/>
              </w:rPr>
              <w:t xml:space="preserve">ВЛ-1002 ОТ </w:t>
            </w:r>
            <w:proofErr w:type="gramStart"/>
            <w:r w:rsidRPr="00B72BA0">
              <w:rPr>
                <w:rFonts w:ascii="Calibri" w:hAnsi="Calibri"/>
                <w:color w:val="000000"/>
              </w:rPr>
              <w:t>П</w:t>
            </w:r>
            <w:proofErr w:type="gramEnd"/>
            <w:r w:rsidRPr="00B72BA0">
              <w:rPr>
                <w:rFonts w:ascii="Calibri" w:hAnsi="Calibri"/>
                <w:color w:val="000000"/>
              </w:rPr>
              <w:t>/СТ ЗАВОДСКАЯ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5C1A1A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5C1A1A" w:rsidRPr="0000339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bottom"/>
          </w:tcPr>
          <w:p w:rsidR="005C1A1A" w:rsidRDefault="005C1A1A" w:rsidP="00A72616">
            <w:pPr>
              <w:jc w:val="right"/>
              <w:rPr>
                <w:rFonts w:ascii="Calibri" w:hAnsi="Calibri"/>
                <w:color w:val="000000"/>
              </w:rPr>
            </w:pPr>
            <w:r w:rsidRPr="00B72BA0">
              <w:rPr>
                <w:rFonts w:ascii="Calibri" w:hAnsi="Calibri"/>
                <w:color w:val="000000"/>
              </w:rPr>
              <w:t>13000148</w:t>
            </w:r>
          </w:p>
        </w:tc>
        <w:tc>
          <w:tcPr>
            <w:tcW w:w="775" w:type="pct"/>
            <w:vAlign w:val="bottom"/>
          </w:tcPr>
          <w:p w:rsidR="005C1A1A" w:rsidRDefault="005C1A1A" w:rsidP="00A72616">
            <w:pPr>
              <w:jc w:val="right"/>
              <w:rPr>
                <w:rFonts w:ascii="Calibri" w:hAnsi="Calibri"/>
                <w:color w:val="000000"/>
              </w:rPr>
            </w:pPr>
            <w:r w:rsidRPr="00B72BA0">
              <w:rPr>
                <w:rFonts w:ascii="Calibri" w:hAnsi="Calibri"/>
                <w:color w:val="000000"/>
              </w:rPr>
              <w:t>325256400</w:t>
            </w:r>
          </w:p>
        </w:tc>
        <w:tc>
          <w:tcPr>
            <w:tcW w:w="1045" w:type="pct"/>
            <w:vAlign w:val="bottom"/>
          </w:tcPr>
          <w:p w:rsidR="005C1A1A" w:rsidRDefault="005C1A1A" w:rsidP="00A72616">
            <w:pPr>
              <w:rPr>
                <w:rFonts w:ascii="Calibri" w:hAnsi="Calibri"/>
                <w:color w:val="000000"/>
              </w:rPr>
            </w:pPr>
            <w:r w:rsidRPr="00B72BA0">
              <w:rPr>
                <w:rFonts w:ascii="Calibri" w:hAnsi="Calibri"/>
                <w:color w:val="000000"/>
              </w:rPr>
              <w:t xml:space="preserve">ОБОРУДОВАНИЕ ТП ОТ </w:t>
            </w:r>
            <w:proofErr w:type="gramStart"/>
            <w:r w:rsidRPr="00B72BA0">
              <w:rPr>
                <w:rFonts w:ascii="Calibri" w:hAnsi="Calibri"/>
                <w:color w:val="000000"/>
              </w:rPr>
              <w:t>ВЛ</w:t>
            </w:r>
            <w:proofErr w:type="gramEnd"/>
            <w:r w:rsidRPr="00B72BA0">
              <w:rPr>
                <w:rFonts w:ascii="Calibri" w:hAnsi="Calibri"/>
                <w:color w:val="000000"/>
              </w:rPr>
              <w:t xml:space="preserve"> 1002 ПС ЗАВОДСКАЯ</w:t>
            </w:r>
          </w:p>
        </w:tc>
      </w:tr>
    </w:tbl>
    <w:p w:rsidR="005C1A1A" w:rsidRPr="007762E6" w:rsidRDefault="005C1A1A" w:rsidP="005C1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Default="005C1A1A" w:rsidP="00EA40BB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205"/>
        <w:gridCol w:w="1205"/>
        <w:gridCol w:w="1744"/>
        <w:gridCol w:w="1336"/>
        <w:gridCol w:w="1470"/>
        <w:gridCol w:w="936"/>
        <w:gridCol w:w="1037"/>
      </w:tblGrid>
      <w:tr w:rsidR="005C1A1A" w:rsidRPr="00EF4E1A" w:rsidTr="00A72616">
        <w:tc>
          <w:tcPr>
            <w:tcW w:w="3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2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2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98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8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proofErr w:type="gramStart"/>
            <w:r w:rsidRPr="00EF4E1A">
              <w:rPr>
                <w:sz w:val="22"/>
                <w:szCs w:val="22"/>
              </w:rPr>
              <w:t>Макси</w:t>
            </w:r>
            <w:r>
              <w:rPr>
                <w:sz w:val="22"/>
                <w:szCs w:val="22"/>
              </w:rPr>
              <w:t>-</w:t>
            </w:r>
            <w:r w:rsidRPr="00EF4E1A">
              <w:rPr>
                <w:sz w:val="22"/>
                <w:szCs w:val="22"/>
              </w:rPr>
              <w:t>мальная</w:t>
            </w:r>
            <w:proofErr w:type="spellEnd"/>
            <w:proofErr w:type="gramEnd"/>
            <w:r w:rsidRPr="00EF4E1A">
              <w:rPr>
                <w:sz w:val="22"/>
                <w:szCs w:val="22"/>
              </w:rPr>
              <w:t xml:space="preserve"> мощность, кВт</w:t>
            </w:r>
          </w:p>
        </w:tc>
        <w:tc>
          <w:tcPr>
            <w:tcW w:w="542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Tr="00A72616">
        <w:trPr>
          <w:trHeight w:val="1140"/>
        </w:trPr>
        <w:tc>
          <w:tcPr>
            <w:tcW w:w="3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29" w:type="pct"/>
            <w:vAlign w:val="center"/>
          </w:tcPr>
          <w:p w:rsidR="005C1A1A" w:rsidRPr="00B72BA0" w:rsidRDefault="005C1A1A" w:rsidP="00A726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BA0">
              <w:rPr>
                <w:rFonts w:ascii="Times New Roman" w:hAnsi="Times New Roman" w:cs="Times New Roman"/>
              </w:rPr>
              <w:t>40470765</w:t>
            </w:r>
          </w:p>
        </w:tc>
        <w:tc>
          <w:tcPr>
            <w:tcW w:w="629" w:type="pct"/>
            <w:vAlign w:val="center"/>
          </w:tcPr>
          <w:p w:rsidR="005C1A1A" w:rsidRPr="00DA1E5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1" w:type="pct"/>
            <w:vAlign w:val="center"/>
          </w:tcPr>
          <w:p w:rsidR="005C1A1A" w:rsidRPr="00B72BA0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A0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B72BA0">
              <w:rPr>
                <w:rFonts w:ascii="Times New Roman" w:hAnsi="Times New Roman" w:cs="Times New Roman"/>
                <w:sz w:val="24"/>
                <w:szCs w:val="24"/>
              </w:rPr>
              <w:t>Чупин</w:t>
            </w:r>
            <w:proofErr w:type="spellEnd"/>
            <w:r w:rsidRPr="00B72BA0">
              <w:rPr>
                <w:rFonts w:ascii="Times New Roman" w:hAnsi="Times New Roman" w:cs="Times New Roman"/>
                <w:sz w:val="24"/>
                <w:szCs w:val="24"/>
              </w:rPr>
              <w:t xml:space="preserve"> Григорий Александрович</w:t>
            </w:r>
          </w:p>
        </w:tc>
        <w:tc>
          <w:tcPr>
            <w:tcW w:w="698" w:type="pct"/>
            <w:vAlign w:val="center"/>
          </w:tcPr>
          <w:p w:rsidR="005C1A1A" w:rsidRPr="00B72BA0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A0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физкультурно-оздоровительный комплекс</w:t>
            </w:r>
          </w:p>
        </w:tc>
        <w:tc>
          <w:tcPr>
            <w:tcW w:w="768" w:type="pct"/>
            <w:vAlign w:val="center"/>
          </w:tcPr>
          <w:p w:rsidR="005C1A1A" w:rsidRPr="00C80AFE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AFE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Ясенная</w:t>
            </w:r>
          </w:p>
        </w:tc>
        <w:tc>
          <w:tcPr>
            <w:tcW w:w="489" w:type="pct"/>
            <w:vAlign w:val="center"/>
          </w:tcPr>
          <w:p w:rsidR="005C1A1A" w:rsidRPr="0000339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542" w:type="pct"/>
            <w:vAlign w:val="center"/>
          </w:tcPr>
          <w:p w:rsidR="005C1A1A" w:rsidRPr="0000339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F63D4C" w:rsidRDefault="005C1A1A" w:rsidP="00EA40BB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Pr="0093120C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5C1A1A" w:rsidRPr="0093120C" w:rsidRDefault="005C1A1A" w:rsidP="00EA40BB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6</w:t>
      </w:r>
      <w:r w:rsidRPr="007762E6">
        <w:rPr>
          <w:b/>
          <w:sz w:val="24"/>
          <w:szCs w:val="24"/>
        </w:rPr>
        <w:t>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0F6727">
        <w:rPr>
          <w:sz w:val="24"/>
          <w:szCs w:val="24"/>
        </w:rPr>
        <w:t xml:space="preserve">Предусмотреть строительство участка ВЛ-10кВ с самонесущим защищенным проводом от опоры № </w:t>
      </w:r>
      <w:r w:rsidRPr="00B72BA0">
        <w:rPr>
          <w:sz w:val="24"/>
          <w:szCs w:val="24"/>
        </w:rPr>
        <w:t>39, ВЛ-10 кВ № 1002 ПС 110/35/10 кВ "</w:t>
      </w:r>
      <w:proofErr w:type="gramStart"/>
      <w:r w:rsidRPr="00B72BA0">
        <w:rPr>
          <w:sz w:val="24"/>
          <w:szCs w:val="24"/>
        </w:rPr>
        <w:t>Заводская</w:t>
      </w:r>
      <w:proofErr w:type="gramEnd"/>
      <w:r w:rsidRPr="00B72BA0">
        <w:rPr>
          <w:sz w:val="24"/>
          <w:szCs w:val="24"/>
        </w:rPr>
        <w:t>", до проектируемой ТП-10/0,4 кВ</w:t>
      </w:r>
      <w:r>
        <w:rPr>
          <w:sz w:val="24"/>
          <w:szCs w:val="24"/>
        </w:rPr>
        <w:t xml:space="preserve"> (ориентировочно 150м).</w:t>
      </w:r>
    </w:p>
    <w:p w:rsidR="005C1A1A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СТП-10</w:t>
      </w:r>
      <w:r w:rsidRPr="00FE7DCE">
        <w:rPr>
          <w:sz w:val="24"/>
          <w:szCs w:val="24"/>
        </w:rPr>
        <w:t xml:space="preserve">/0,4 кВ, </w:t>
      </w:r>
      <w:proofErr w:type="gramStart"/>
      <w:r w:rsidRPr="00FE7DCE">
        <w:rPr>
          <w:sz w:val="24"/>
          <w:szCs w:val="24"/>
        </w:rPr>
        <w:t>запитанной</w:t>
      </w:r>
      <w:proofErr w:type="gramEnd"/>
      <w:r w:rsidRPr="00FE7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Pr="000C4518">
        <w:rPr>
          <w:sz w:val="24"/>
          <w:szCs w:val="24"/>
        </w:rPr>
        <w:t>ВЛ-</w:t>
      </w:r>
      <w:r>
        <w:rPr>
          <w:sz w:val="24"/>
          <w:szCs w:val="24"/>
        </w:rPr>
        <w:t>10</w:t>
      </w:r>
      <w:r w:rsidRPr="000C4518">
        <w:rPr>
          <w:sz w:val="24"/>
          <w:szCs w:val="24"/>
        </w:rPr>
        <w:t xml:space="preserve"> кВ № </w:t>
      </w:r>
      <w:r>
        <w:rPr>
          <w:sz w:val="24"/>
          <w:szCs w:val="24"/>
        </w:rPr>
        <w:t>1002</w:t>
      </w:r>
      <w:r w:rsidRPr="000C4518">
        <w:rPr>
          <w:sz w:val="24"/>
          <w:szCs w:val="24"/>
        </w:rPr>
        <w:t xml:space="preserve"> ПС </w:t>
      </w:r>
      <w:r>
        <w:rPr>
          <w:sz w:val="24"/>
          <w:szCs w:val="24"/>
        </w:rPr>
        <w:t>110/35/10</w:t>
      </w:r>
      <w:r w:rsidRPr="000C4518">
        <w:rPr>
          <w:sz w:val="24"/>
          <w:szCs w:val="24"/>
        </w:rPr>
        <w:t xml:space="preserve"> кВ "</w:t>
      </w:r>
      <w:r>
        <w:rPr>
          <w:sz w:val="24"/>
          <w:szCs w:val="24"/>
        </w:rPr>
        <w:t>Заводская</w:t>
      </w:r>
      <w:r w:rsidRPr="000C4518">
        <w:rPr>
          <w:sz w:val="24"/>
          <w:szCs w:val="24"/>
        </w:rPr>
        <w:t>"</w:t>
      </w:r>
      <w:r>
        <w:rPr>
          <w:sz w:val="24"/>
          <w:szCs w:val="24"/>
        </w:rPr>
        <w:t xml:space="preserve"> (ориентировочная мощность трансформатора – 40кВА) </w:t>
      </w:r>
    </w:p>
    <w:p w:rsidR="005C1A1A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5C1A1A" w:rsidRPr="002568BB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5C1A1A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325840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</w:t>
      </w:r>
      <w:proofErr w:type="gramStart"/>
      <w:r w:rsidRPr="00325840">
        <w:rPr>
          <w:sz w:val="24"/>
          <w:szCs w:val="24"/>
        </w:rPr>
        <w:t>проектируемой</w:t>
      </w:r>
      <w:proofErr w:type="gramEnd"/>
      <w:r w:rsidRPr="00325840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325840">
        <w:rPr>
          <w:sz w:val="24"/>
          <w:szCs w:val="24"/>
        </w:rPr>
        <w:t>ТП-10/0,4 кВ, запитанной от ВЛ-10 кВ № 100</w:t>
      </w:r>
      <w:r>
        <w:rPr>
          <w:sz w:val="24"/>
          <w:szCs w:val="24"/>
        </w:rPr>
        <w:t>2</w:t>
      </w:r>
      <w:r w:rsidRPr="00325840">
        <w:rPr>
          <w:sz w:val="24"/>
          <w:szCs w:val="24"/>
        </w:rPr>
        <w:t xml:space="preserve"> ПС «</w:t>
      </w:r>
      <w:r>
        <w:rPr>
          <w:sz w:val="24"/>
          <w:szCs w:val="24"/>
        </w:rPr>
        <w:t>Заводская</w:t>
      </w:r>
      <w:r w:rsidRPr="00325840">
        <w:rPr>
          <w:sz w:val="24"/>
          <w:szCs w:val="24"/>
        </w:rPr>
        <w:t xml:space="preserve">» </w:t>
      </w:r>
      <w:r>
        <w:rPr>
          <w:sz w:val="24"/>
          <w:szCs w:val="24"/>
        </w:rPr>
        <w:t>110/</w:t>
      </w:r>
      <w:r w:rsidRPr="00325840">
        <w:rPr>
          <w:sz w:val="24"/>
          <w:szCs w:val="24"/>
        </w:rPr>
        <w:t>35/10 кВ, до объекта</w:t>
      </w:r>
      <w:r>
        <w:rPr>
          <w:sz w:val="24"/>
          <w:szCs w:val="24"/>
        </w:rPr>
        <w:t xml:space="preserve"> (ориентировочно 50м).</w:t>
      </w:r>
    </w:p>
    <w:p w:rsidR="005C1A1A" w:rsidRPr="00B46665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F0116B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582E47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FC79B3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EA40B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5C1A1A" w:rsidRPr="00510A35" w:rsidRDefault="005C1A1A" w:rsidP="00EA40BB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C1A1A" w:rsidRPr="00C92849" w:rsidRDefault="005C1A1A" w:rsidP="00EA40BB">
      <w:pPr>
        <w:pStyle w:val="a5"/>
        <w:numPr>
          <w:ilvl w:val="0"/>
          <w:numId w:val="1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 w:rsidP="005C1A1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4-210к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5C1A1A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346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«Жуковская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C1A1A" w:rsidRPr="00780201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C1A1A" w:rsidRPr="007762E6" w:rsidRDefault="005C1A1A" w:rsidP="00EA40B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3 ТП № 346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1001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Жуковская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597"/>
        <w:gridCol w:w="1632"/>
        <w:gridCol w:w="1419"/>
        <w:gridCol w:w="1527"/>
        <w:gridCol w:w="1748"/>
      </w:tblGrid>
      <w:tr w:rsidR="005C1A1A" w:rsidRPr="007762E6" w:rsidTr="00A72616">
        <w:trPr>
          <w:jc w:val="center"/>
        </w:trPr>
        <w:tc>
          <w:tcPr>
            <w:tcW w:w="1028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944207" w:rsidTr="00A72616">
        <w:trPr>
          <w:jc w:val="center"/>
        </w:trPr>
        <w:tc>
          <w:tcPr>
            <w:tcW w:w="1028" w:type="pct"/>
          </w:tcPr>
          <w:p w:rsidR="005C1A1A" w:rsidRPr="00944207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5C1A1A" w:rsidRPr="00704A68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A68">
              <w:rPr>
                <w:rFonts w:ascii="Times New Roman" w:hAnsi="Times New Roman" w:cs="Times New Roman"/>
                <w:sz w:val="24"/>
              </w:rPr>
              <w:t xml:space="preserve">Смоленский район, д. </w:t>
            </w:r>
            <w:proofErr w:type="gramStart"/>
            <w:r w:rsidRPr="00704A68">
              <w:rPr>
                <w:rFonts w:ascii="Times New Roman" w:hAnsi="Times New Roman" w:cs="Times New Roman"/>
                <w:sz w:val="24"/>
              </w:rPr>
              <w:t>Покорное</w:t>
            </w:r>
            <w:proofErr w:type="gramEnd"/>
            <w:r w:rsidRPr="00704A68">
              <w:rPr>
                <w:rFonts w:ascii="Times New Roman" w:hAnsi="Times New Roman" w:cs="Times New Roman"/>
                <w:sz w:val="24"/>
              </w:rPr>
              <w:t>, ул. Школьная, д. 16</w:t>
            </w:r>
          </w:p>
        </w:tc>
        <w:tc>
          <w:tcPr>
            <w:tcW w:w="916" w:type="pct"/>
          </w:tcPr>
          <w:p w:rsidR="005C1A1A" w:rsidRPr="00804230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6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326872519</w:t>
            </w:r>
          </w:p>
        </w:tc>
        <w:tc>
          <w:tcPr>
            <w:tcW w:w="983" w:type="pct"/>
          </w:tcPr>
          <w:p w:rsidR="005C1A1A" w:rsidRPr="00804230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63B">
              <w:rPr>
                <w:rFonts w:ascii="Times New Roman" w:hAnsi="Times New Roman" w:cs="Times New Roman"/>
                <w:sz w:val="24"/>
              </w:rPr>
              <w:t>12000119</w:t>
            </w:r>
          </w:p>
        </w:tc>
        <w:tc>
          <w:tcPr>
            <w:tcW w:w="1022" w:type="pct"/>
          </w:tcPr>
          <w:p w:rsidR="005C1A1A" w:rsidRPr="00944207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63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ВЛ-0,4КВ ОТ ВЛ-1001 </w:t>
            </w:r>
            <w:proofErr w:type="gramStart"/>
            <w:r w:rsidRPr="007C263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7C263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/СТ ЖУКОВСКАЯ</w:t>
            </w:r>
          </w:p>
        </w:tc>
      </w:tr>
    </w:tbl>
    <w:p w:rsidR="005C1A1A" w:rsidRPr="007762E6" w:rsidRDefault="005C1A1A" w:rsidP="00EA40BB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EA40BB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C1A1A" w:rsidRPr="00F90C46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13C8A">
              <w:rPr>
                <w:sz w:val="24"/>
                <w:szCs w:val="24"/>
              </w:rPr>
              <w:t>40463958</w:t>
            </w:r>
          </w:p>
        </w:tc>
        <w:tc>
          <w:tcPr>
            <w:tcW w:w="731" w:type="pct"/>
            <w:vAlign w:val="center"/>
          </w:tcPr>
          <w:p w:rsidR="005C1A1A" w:rsidRPr="002E4CBE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5C1A1A" w:rsidRPr="009D14B5" w:rsidRDefault="005C1A1A" w:rsidP="00A7261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Емельяновна</w:t>
            </w:r>
            <w:proofErr w:type="spellEnd"/>
          </w:p>
        </w:tc>
        <w:tc>
          <w:tcPr>
            <w:tcW w:w="73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1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5C1A1A" w:rsidRPr="007762E6" w:rsidRDefault="005C1A1A" w:rsidP="00EA40BB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Pr="002E61F2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053B1F">
        <w:rPr>
          <w:sz w:val="24"/>
          <w:szCs w:val="24"/>
        </w:rPr>
        <w:t xml:space="preserve">Предусмотреть замену провода с обеспечением </w:t>
      </w:r>
      <w:proofErr w:type="spellStart"/>
      <w:r w:rsidRPr="00053B1F">
        <w:rPr>
          <w:sz w:val="24"/>
          <w:szCs w:val="24"/>
        </w:rPr>
        <w:t>полнофазного</w:t>
      </w:r>
      <w:proofErr w:type="spellEnd"/>
      <w:r w:rsidRPr="00053B1F">
        <w:rPr>
          <w:sz w:val="24"/>
          <w:szCs w:val="24"/>
        </w:rPr>
        <w:t xml:space="preserve"> режима </w:t>
      </w:r>
      <w:r>
        <w:rPr>
          <w:sz w:val="24"/>
          <w:szCs w:val="24"/>
        </w:rPr>
        <w:t xml:space="preserve">с заменой опор </w:t>
      </w:r>
      <w:r w:rsidRPr="00053B1F">
        <w:rPr>
          <w:sz w:val="24"/>
          <w:szCs w:val="24"/>
        </w:rPr>
        <w:t>в пролетах опор №Г3-Г4, Г4-Г4/3 ВЛ-0,4кВ №3 ТП №346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16</w:t>
      </w:r>
      <w:r w:rsidRPr="002E61F2">
        <w:rPr>
          <w:sz w:val="24"/>
          <w:szCs w:val="24"/>
        </w:rPr>
        <w:t>0м)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3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№346 </w:t>
      </w:r>
      <w:r w:rsidRPr="007762E6">
        <w:rPr>
          <w:sz w:val="24"/>
          <w:szCs w:val="24"/>
        </w:rPr>
        <w:t>на пропуск нагрузки по ней.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№346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63069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AB093C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0"/>
          <w:numId w:val="1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4-217к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№3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ТП № 36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«Колод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ня»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C1A1A" w:rsidRPr="00780201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C1A1A" w:rsidRPr="007762E6" w:rsidRDefault="005C1A1A" w:rsidP="00EA40B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36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606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 кВ «Колод</w:t>
      </w:r>
      <w:r w:rsidRPr="00607F11">
        <w:rPr>
          <w:rFonts w:ascii="Times New Roman" w:hAnsi="Times New Roman" w:cs="Times New Roman"/>
          <w:sz w:val="24"/>
          <w:szCs w:val="24"/>
        </w:rPr>
        <w:t>ня»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5C1A1A" w:rsidRPr="007762E6" w:rsidTr="00A72616">
        <w:trPr>
          <w:jc w:val="center"/>
        </w:trPr>
        <w:tc>
          <w:tcPr>
            <w:tcW w:w="1028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944207" w:rsidTr="00A72616">
        <w:trPr>
          <w:jc w:val="center"/>
        </w:trPr>
        <w:tc>
          <w:tcPr>
            <w:tcW w:w="1028" w:type="pct"/>
          </w:tcPr>
          <w:p w:rsidR="005C1A1A" w:rsidRPr="00944207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Смоленский</w:t>
            </w:r>
          </w:p>
        </w:tc>
        <w:tc>
          <w:tcPr>
            <w:tcW w:w="1050" w:type="pct"/>
          </w:tcPr>
          <w:p w:rsidR="005C1A1A" w:rsidRPr="005A71B4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1B4">
              <w:rPr>
                <w:rFonts w:ascii="Times New Roman" w:hAnsi="Times New Roman" w:cs="Times New Roman"/>
                <w:sz w:val="24"/>
                <w:szCs w:val="24"/>
              </w:rPr>
              <w:t>КОАП "Дружба"</w:t>
            </w:r>
          </w:p>
        </w:tc>
        <w:tc>
          <w:tcPr>
            <w:tcW w:w="916" w:type="pct"/>
          </w:tcPr>
          <w:p w:rsidR="005C1A1A" w:rsidRPr="0089635D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35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320514820</w:t>
            </w:r>
          </w:p>
        </w:tc>
        <w:tc>
          <w:tcPr>
            <w:tcW w:w="983" w:type="pct"/>
          </w:tcPr>
          <w:p w:rsidR="005C1A1A" w:rsidRPr="0089635D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35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12000497</w:t>
            </w:r>
          </w:p>
        </w:tc>
        <w:tc>
          <w:tcPr>
            <w:tcW w:w="1022" w:type="pct"/>
          </w:tcPr>
          <w:p w:rsidR="005C1A1A" w:rsidRPr="00944207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606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КОЛОД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НЯ</w:t>
            </w:r>
          </w:p>
        </w:tc>
      </w:tr>
    </w:tbl>
    <w:p w:rsidR="005C1A1A" w:rsidRPr="007762E6" w:rsidRDefault="005C1A1A" w:rsidP="00EA40BB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EA40BB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RPr="00385474" w:rsidTr="00A72616">
        <w:tc>
          <w:tcPr>
            <w:tcW w:w="255" w:type="pct"/>
            <w:vAlign w:val="center"/>
          </w:tcPr>
          <w:p w:rsidR="005C1A1A" w:rsidRPr="00385474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5C1A1A" w:rsidRPr="009A4A84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A4A84">
              <w:rPr>
                <w:sz w:val="24"/>
                <w:szCs w:val="24"/>
              </w:rPr>
              <w:t>40447811</w:t>
            </w:r>
          </w:p>
        </w:tc>
        <w:tc>
          <w:tcPr>
            <w:tcW w:w="731" w:type="pct"/>
            <w:vAlign w:val="center"/>
          </w:tcPr>
          <w:p w:rsidR="005C1A1A" w:rsidRPr="00385474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85474"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</w:rPr>
              <w:t>1</w:t>
            </w:r>
            <w:r w:rsidRPr="00385474">
              <w:rPr>
                <w:sz w:val="24"/>
                <w:szCs w:val="24"/>
              </w:rPr>
              <w:t>.2011г.</w:t>
            </w:r>
          </w:p>
        </w:tc>
        <w:tc>
          <w:tcPr>
            <w:tcW w:w="828" w:type="pct"/>
            <w:vAlign w:val="center"/>
          </w:tcPr>
          <w:p w:rsidR="005C1A1A" w:rsidRPr="009A4A84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9A4A84">
              <w:rPr>
                <w:sz w:val="24"/>
                <w:szCs w:val="24"/>
              </w:rPr>
              <w:t>Дробязкин</w:t>
            </w:r>
            <w:proofErr w:type="spellEnd"/>
            <w:r w:rsidRPr="009A4A84">
              <w:rPr>
                <w:sz w:val="24"/>
                <w:szCs w:val="24"/>
              </w:rPr>
              <w:t xml:space="preserve"> Николай Иванович</w:t>
            </w:r>
          </w:p>
        </w:tc>
        <w:tc>
          <w:tcPr>
            <w:tcW w:w="814" w:type="pct"/>
            <w:vAlign w:val="center"/>
          </w:tcPr>
          <w:p w:rsidR="005C1A1A" w:rsidRPr="00385474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C1A1A" w:rsidRPr="00385474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85474">
              <w:rPr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5C1A1A" w:rsidRPr="00385474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</w:tbl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Default="005C1A1A" w:rsidP="00EA40BB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№ </w:t>
      </w:r>
      <w:r>
        <w:rPr>
          <w:sz w:val="24"/>
          <w:szCs w:val="24"/>
        </w:rPr>
        <w:t>3-9</w:t>
      </w:r>
      <w:r w:rsidRPr="00491F72">
        <w:rPr>
          <w:sz w:val="24"/>
          <w:szCs w:val="24"/>
        </w:rPr>
        <w:t xml:space="preserve"> ВЛ-0,4 кВ №</w:t>
      </w:r>
      <w:r>
        <w:rPr>
          <w:sz w:val="24"/>
          <w:szCs w:val="24"/>
        </w:rPr>
        <w:t>3</w:t>
      </w:r>
      <w:r w:rsidRPr="00491F72">
        <w:rPr>
          <w:sz w:val="24"/>
          <w:szCs w:val="24"/>
        </w:rPr>
        <w:t>, запитанной от ТП № 36</w:t>
      </w:r>
      <w:r>
        <w:rPr>
          <w:sz w:val="24"/>
          <w:szCs w:val="24"/>
        </w:rPr>
        <w:t>4</w:t>
      </w:r>
      <w:r w:rsidRPr="00491F72">
        <w:rPr>
          <w:sz w:val="24"/>
          <w:szCs w:val="24"/>
        </w:rPr>
        <w:t xml:space="preserve"> ВЛ-</w:t>
      </w:r>
      <w:r>
        <w:rPr>
          <w:sz w:val="24"/>
          <w:szCs w:val="24"/>
        </w:rPr>
        <w:t>6</w:t>
      </w:r>
      <w:r w:rsidRPr="00491F72">
        <w:rPr>
          <w:sz w:val="24"/>
          <w:szCs w:val="24"/>
        </w:rPr>
        <w:t xml:space="preserve"> кВ № </w:t>
      </w:r>
      <w:r>
        <w:rPr>
          <w:sz w:val="24"/>
          <w:szCs w:val="24"/>
        </w:rPr>
        <w:t>606</w:t>
      </w:r>
      <w:r w:rsidRPr="00491F72">
        <w:rPr>
          <w:sz w:val="24"/>
          <w:szCs w:val="24"/>
        </w:rPr>
        <w:t xml:space="preserve"> ПС «</w:t>
      </w:r>
      <w:r>
        <w:rPr>
          <w:sz w:val="24"/>
          <w:szCs w:val="24"/>
        </w:rPr>
        <w:t>Колод</w:t>
      </w:r>
      <w:r w:rsidRPr="00491F72">
        <w:rPr>
          <w:sz w:val="24"/>
          <w:szCs w:val="24"/>
        </w:rPr>
        <w:t>ня» 35/</w:t>
      </w:r>
      <w:r>
        <w:rPr>
          <w:sz w:val="24"/>
          <w:szCs w:val="24"/>
        </w:rPr>
        <w:t>6</w:t>
      </w:r>
      <w:r w:rsidRPr="00491F72">
        <w:rPr>
          <w:sz w:val="24"/>
          <w:szCs w:val="24"/>
        </w:rPr>
        <w:t xml:space="preserve"> кВ, до объекта</w:t>
      </w:r>
      <w:r>
        <w:rPr>
          <w:sz w:val="24"/>
          <w:szCs w:val="24"/>
        </w:rPr>
        <w:t xml:space="preserve"> (ориентировочно 110м).</w:t>
      </w:r>
    </w:p>
    <w:p w:rsidR="005C1A1A" w:rsidRPr="0088445C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3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364 </w:t>
      </w:r>
      <w:r w:rsidRPr="007762E6">
        <w:rPr>
          <w:sz w:val="24"/>
          <w:szCs w:val="24"/>
        </w:rPr>
        <w:t>на пропуск нагрузки по ней.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№364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63069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AB093C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510A35" w:rsidRDefault="005C1A1A" w:rsidP="00EA40BB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5C1A1A" w:rsidRPr="007762E6" w:rsidRDefault="005C1A1A" w:rsidP="00EA40BB">
      <w:pPr>
        <w:pStyle w:val="a5"/>
        <w:numPr>
          <w:ilvl w:val="0"/>
          <w:numId w:val="1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4-218к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«Южная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C1A1A" w:rsidRPr="007762E6" w:rsidRDefault="005C1A1A" w:rsidP="00EA40B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1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0A6877">
        <w:rPr>
          <w:rFonts w:ascii="Times New Roman" w:hAnsi="Times New Roman" w:cs="Times New Roman"/>
          <w:sz w:val="24"/>
          <w:szCs w:val="24"/>
        </w:rPr>
        <w:t>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Южная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483"/>
        <w:gridCol w:w="1822"/>
        <w:gridCol w:w="1398"/>
        <w:gridCol w:w="1505"/>
        <w:gridCol w:w="1715"/>
      </w:tblGrid>
      <w:tr w:rsidR="005C1A1A" w:rsidRPr="007762E6" w:rsidTr="00A72616">
        <w:trPr>
          <w:jc w:val="center"/>
        </w:trPr>
        <w:tc>
          <w:tcPr>
            <w:tcW w:w="896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83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5C1A1A" w:rsidRPr="007762E6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944207" w:rsidTr="00A72616">
        <w:trPr>
          <w:jc w:val="center"/>
        </w:trPr>
        <w:tc>
          <w:tcPr>
            <w:tcW w:w="896" w:type="pct"/>
          </w:tcPr>
          <w:p w:rsidR="005C1A1A" w:rsidRPr="00944207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183" w:type="pct"/>
          </w:tcPr>
          <w:p w:rsidR="005C1A1A" w:rsidRPr="00FF2E3C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E3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Станички</w:t>
            </w:r>
            <w:proofErr w:type="spellEnd"/>
          </w:p>
        </w:tc>
        <w:tc>
          <w:tcPr>
            <w:tcW w:w="916" w:type="pct"/>
          </w:tcPr>
          <w:p w:rsidR="005C1A1A" w:rsidRPr="00FF2E3C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A5">
              <w:rPr>
                <w:rFonts w:ascii="Times New Roman" w:hAnsi="Times New Roman" w:cs="Times New Roman"/>
                <w:sz w:val="24"/>
              </w:rPr>
              <w:t>320569619</w:t>
            </w:r>
          </w:p>
        </w:tc>
        <w:tc>
          <w:tcPr>
            <w:tcW w:w="983" w:type="pct"/>
          </w:tcPr>
          <w:p w:rsidR="005C1A1A" w:rsidRPr="00FF2E3C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A5">
              <w:rPr>
                <w:rFonts w:ascii="Times New Roman" w:hAnsi="Times New Roman" w:cs="Times New Roman"/>
                <w:sz w:val="24"/>
              </w:rPr>
              <w:t>12008204</w:t>
            </w:r>
          </w:p>
        </w:tc>
        <w:tc>
          <w:tcPr>
            <w:tcW w:w="1022" w:type="pct"/>
          </w:tcPr>
          <w:p w:rsidR="005C1A1A" w:rsidRPr="00FF2E3C" w:rsidRDefault="005C1A1A" w:rsidP="00A72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3DA5">
              <w:rPr>
                <w:rFonts w:ascii="Times New Roman" w:hAnsi="Times New Roman" w:cs="Times New Roman"/>
                <w:sz w:val="24"/>
                <w:u w:val="single"/>
              </w:rPr>
              <w:t>ВЛ</w:t>
            </w:r>
            <w:proofErr w:type="gramEnd"/>
            <w:r w:rsidRPr="001B3DA5">
              <w:rPr>
                <w:rFonts w:ascii="Times New Roman" w:hAnsi="Times New Roman" w:cs="Times New Roman"/>
                <w:sz w:val="24"/>
                <w:u w:val="single"/>
              </w:rPr>
              <w:t xml:space="preserve"> 0,4 КВ ОТ ВЛ 602 ПС ЮЖНАЯ</w:t>
            </w:r>
          </w:p>
        </w:tc>
      </w:tr>
    </w:tbl>
    <w:p w:rsidR="005C1A1A" w:rsidRPr="007762E6" w:rsidRDefault="005C1A1A" w:rsidP="00EA40BB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EA40BB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C1A1A" w:rsidRPr="007530BC" w:rsidRDefault="005C1A1A" w:rsidP="00A7261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BC">
              <w:rPr>
                <w:rFonts w:ascii="Times New Roman" w:hAnsi="Times New Roman" w:cs="Times New Roman"/>
                <w:sz w:val="24"/>
                <w:szCs w:val="24"/>
              </w:rPr>
              <w:t>40446337</w:t>
            </w:r>
          </w:p>
          <w:p w:rsidR="005C1A1A" w:rsidRPr="007530BC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 w:rsidR="005C1A1A" w:rsidRPr="002E4CBE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5C1A1A" w:rsidRPr="007530BC" w:rsidRDefault="005C1A1A" w:rsidP="00A7261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30BC">
              <w:rPr>
                <w:rFonts w:ascii="Times New Roman" w:hAnsi="Times New Roman" w:cs="Times New Roman"/>
                <w:sz w:val="24"/>
                <w:szCs w:val="24"/>
              </w:rPr>
              <w:t>Матвеенко</w:t>
            </w:r>
            <w:proofErr w:type="spellEnd"/>
            <w:r w:rsidRPr="007530BC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Михайловна</w:t>
            </w:r>
          </w:p>
        </w:tc>
        <w:tc>
          <w:tcPr>
            <w:tcW w:w="73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1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5C1A1A" w:rsidRPr="00E34DF2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34DF2">
              <w:rPr>
                <w:sz w:val="24"/>
                <w:szCs w:val="24"/>
              </w:rPr>
              <w:t>40446337</w:t>
            </w:r>
          </w:p>
        </w:tc>
        <w:tc>
          <w:tcPr>
            <w:tcW w:w="731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20.10.2011г.</w:t>
            </w:r>
          </w:p>
        </w:tc>
        <w:tc>
          <w:tcPr>
            <w:tcW w:w="909" w:type="pct"/>
            <w:vAlign w:val="center"/>
          </w:tcPr>
          <w:p w:rsidR="005C1A1A" w:rsidRPr="00E34DF2" w:rsidRDefault="005C1A1A" w:rsidP="00A7261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4DF2">
              <w:rPr>
                <w:rFonts w:ascii="Times New Roman" w:hAnsi="Times New Roman" w:cs="Times New Roman"/>
                <w:sz w:val="24"/>
                <w:szCs w:val="24"/>
              </w:rPr>
              <w:t>Воронцов Михаил Александрович</w:t>
            </w:r>
          </w:p>
        </w:tc>
        <w:tc>
          <w:tcPr>
            <w:tcW w:w="73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1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5C1A1A" w:rsidRPr="00EF4E1A" w:rsidTr="00A72616">
        <w:tc>
          <w:tcPr>
            <w:tcW w:w="255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45" w:type="pct"/>
            <w:vAlign w:val="center"/>
          </w:tcPr>
          <w:p w:rsidR="005C1A1A" w:rsidRPr="00E34DF2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34DF2">
              <w:rPr>
                <w:sz w:val="24"/>
                <w:szCs w:val="24"/>
              </w:rPr>
              <w:t>40446610</w:t>
            </w:r>
          </w:p>
        </w:tc>
        <w:tc>
          <w:tcPr>
            <w:tcW w:w="731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20.10.2011г.</w:t>
            </w:r>
          </w:p>
        </w:tc>
        <w:tc>
          <w:tcPr>
            <w:tcW w:w="909" w:type="pct"/>
            <w:vAlign w:val="center"/>
          </w:tcPr>
          <w:p w:rsidR="005C1A1A" w:rsidRPr="00E34DF2" w:rsidRDefault="005C1A1A" w:rsidP="00A7261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DF2">
              <w:rPr>
                <w:rFonts w:ascii="Times New Roman" w:hAnsi="Times New Roman" w:cs="Times New Roman"/>
                <w:sz w:val="24"/>
                <w:szCs w:val="24"/>
              </w:rPr>
              <w:t>Супимирзоев</w:t>
            </w:r>
            <w:proofErr w:type="spellEnd"/>
            <w:r w:rsidRPr="00E34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4DF2">
              <w:rPr>
                <w:rFonts w:ascii="Times New Roman" w:hAnsi="Times New Roman" w:cs="Times New Roman"/>
                <w:sz w:val="24"/>
                <w:szCs w:val="24"/>
              </w:rPr>
              <w:t>Шерали</w:t>
            </w:r>
            <w:proofErr w:type="spellEnd"/>
            <w:r w:rsidRPr="00E34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4DF2">
              <w:rPr>
                <w:rFonts w:ascii="Times New Roman" w:hAnsi="Times New Roman" w:cs="Times New Roman"/>
                <w:sz w:val="24"/>
                <w:szCs w:val="24"/>
              </w:rPr>
              <w:t>Миралиевич</w:t>
            </w:r>
            <w:proofErr w:type="spellEnd"/>
          </w:p>
        </w:tc>
        <w:tc>
          <w:tcPr>
            <w:tcW w:w="73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1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5C1A1A" w:rsidRPr="007762E6" w:rsidRDefault="005C1A1A" w:rsidP="00EA40BB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Pr="002E61F2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</w:t>
      </w:r>
      <w:r w:rsidRPr="00370632">
        <w:rPr>
          <w:sz w:val="24"/>
          <w:szCs w:val="24"/>
        </w:rPr>
        <w:t xml:space="preserve">№ </w:t>
      </w:r>
      <w:r w:rsidRPr="00D172C6">
        <w:rPr>
          <w:sz w:val="24"/>
          <w:szCs w:val="24"/>
        </w:rPr>
        <w:t>4 ВЛ-0,4 кВ № 1 ТП № 1 ВЛ-6 кВ № 602 ПС «Южная» 110/35/6 кВ,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120</w:t>
      </w:r>
      <w:r w:rsidRPr="002E61F2">
        <w:rPr>
          <w:sz w:val="24"/>
          <w:szCs w:val="24"/>
        </w:rPr>
        <w:t>м)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1 </w:t>
      </w:r>
      <w:r w:rsidRPr="007762E6">
        <w:rPr>
          <w:sz w:val="24"/>
          <w:szCs w:val="24"/>
        </w:rPr>
        <w:t>на пропуск нагрузки по ней.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63069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AB093C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0"/>
          <w:numId w:val="1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 w:rsidP="005C1A1A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</w:rPr>
      </w:pP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4-219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Pr="00CB0742" w:rsidRDefault="005C1A1A" w:rsidP="005C1A1A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8301F">
        <w:rPr>
          <w:rFonts w:ascii="Times New Roman" w:hAnsi="Times New Roman" w:cs="Times New Roman"/>
          <w:sz w:val="24"/>
          <w:szCs w:val="24"/>
          <w:u w:val="single"/>
        </w:rPr>
        <w:t xml:space="preserve">ТП № 165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>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1005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35/10</w:t>
      </w:r>
      <w:r w:rsidRPr="0032490B">
        <w:rPr>
          <w:rFonts w:ascii="Times New Roman" w:hAnsi="Times New Roman" w:cs="Times New Roman"/>
          <w:sz w:val="24"/>
          <w:szCs w:val="24"/>
          <w:u w:val="single"/>
        </w:rPr>
        <w:t xml:space="preserve"> кВ "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Аполье</w:t>
      </w:r>
      <w:proofErr w:type="spellEnd"/>
      <w:r w:rsidRPr="0032490B">
        <w:rPr>
          <w:rFonts w:ascii="Times New Roman" w:hAnsi="Times New Roman" w:cs="Times New Roman"/>
          <w:sz w:val="24"/>
          <w:szCs w:val="24"/>
          <w:u w:val="single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участков КЛ-0,4кВ 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и ВЛ-0,4кВ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C1A1A" w:rsidRPr="007762E6" w:rsidRDefault="005C1A1A" w:rsidP="00EA40B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6E149E">
        <w:rPr>
          <w:rFonts w:ascii="Times New Roman" w:hAnsi="Times New Roman" w:cs="Times New Roman"/>
          <w:sz w:val="24"/>
          <w:szCs w:val="24"/>
        </w:rPr>
        <w:t>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E149E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1005</w:t>
      </w:r>
      <w:r w:rsidRPr="006E149E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35/10</w:t>
      </w:r>
      <w:r w:rsidRPr="006E149E">
        <w:rPr>
          <w:rFonts w:ascii="Times New Roman" w:hAnsi="Times New Roman" w:cs="Times New Roman"/>
          <w:sz w:val="24"/>
          <w:szCs w:val="24"/>
        </w:rPr>
        <w:t xml:space="preserve"> кВ "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Аполье</w:t>
      </w:r>
      <w:proofErr w:type="spellEnd"/>
      <w:r w:rsidRPr="006E149E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участков ВЛ-10 </w:t>
      </w:r>
      <w:r w:rsidRPr="006E149E">
        <w:rPr>
          <w:rFonts w:ascii="Times New Roman" w:hAnsi="Times New Roman" w:cs="Times New Roman"/>
          <w:sz w:val="24"/>
          <w:szCs w:val="24"/>
        </w:rPr>
        <w:t>кВ и ВЛ-0,4кВ и установкой ТП-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E149E">
        <w:rPr>
          <w:rFonts w:ascii="Times New Roman" w:hAnsi="Times New Roman" w:cs="Times New Roman"/>
          <w:sz w:val="24"/>
          <w:szCs w:val="24"/>
        </w:rPr>
        <w:t>/0,4кВ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3"/>
        <w:gridCol w:w="1483"/>
        <w:gridCol w:w="1805"/>
        <w:gridCol w:w="1096"/>
        <w:gridCol w:w="1241"/>
        <w:gridCol w:w="2005"/>
      </w:tblGrid>
      <w:tr w:rsidR="005C1A1A" w:rsidRPr="007762E6" w:rsidTr="00A72616">
        <w:trPr>
          <w:jc w:val="center"/>
        </w:trPr>
        <w:tc>
          <w:tcPr>
            <w:tcW w:w="751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72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4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</w:p>
        </w:tc>
        <w:tc>
          <w:tcPr>
            <w:tcW w:w="612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7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4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751" w:type="pct"/>
            <w:vMerge w:val="restar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72" w:type="pct"/>
            <w:vMerge w:val="restar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45" w:type="pct"/>
            <w:vMerge w:val="restart"/>
            <w:vAlign w:val="center"/>
          </w:tcPr>
          <w:p w:rsidR="005C1A1A" w:rsidRPr="007A450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Вязгино</w:t>
            </w:r>
            <w:proofErr w:type="spellEnd"/>
          </w:p>
        </w:tc>
        <w:tc>
          <w:tcPr>
            <w:tcW w:w="612" w:type="pct"/>
            <w:vAlign w:val="center"/>
          </w:tcPr>
          <w:p w:rsidR="005C1A1A" w:rsidRPr="007A450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508">
              <w:rPr>
                <w:rFonts w:ascii="Times New Roman" w:eastAsia="Times New Roman" w:hAnsi="Times New Roman" w:cs="Times New Roman"/>
                <w:lang w:eastAsia="ru-RU"/>
              </w:rPr>
              <w:t>12000872</w:t>
            </w:r>
          </w:p>
        </w:tc>
        <w:tc>
          <w:tcPr>
            <w:tcW w:w="775" w:type="pct"/>
            <w:vAlign w:val="center"/>
          </w:tcPr>
          <w:p w:rsidR="005C1A1A" w:rsidRPr="007A450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508">
              <w:rPr>
                <w:rFonts w:ascii="Times New Roman" w:eastAsia="Times New Roman" w:hAnsi="Times New Roman" w:cs="Times New Roman"/>
                <w:lang w:eastAsia="ru-RU"/>
              </w:rPr>
              <w:t>320292820</w:t>
            </w:r>
          </w:p>
        </w:tc>
        <w:tc>
          <w:tcPr>
            <w:tcW w:w="1045" w:type="pct"/>
            <w:vAlign w:val="center"/>
          </w:tcPr>
          <w:p w:rsidR="005C1A1A" w:rsidRPr="007A450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508">
              <w:rPr>
                <w:rFonts w:ascii="Times New Roman" w:eastAsia="Times New Roman" w:hAnsi="Times New Roman" w:cs="Times New Roman"/>
                <w:lang w:eastAsia="ru-RU"/>
              </w:rPr>
              <w:t xml:space="preserve">ВЛ-0,4КВ ОТ Л-1005 </w:t>
            </w:r>
            <w:proofErr w:type="gramStart"/>
            <w:r w:rsidRPr="007A450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A4508">
              <w:rPr>
                <w:rFonts w:ascii="Times New Roman" w:eastAsia="Times New Roman" w:hAnsi="Times New Roman" w:cs="Times New Roman"/>
                <w:lang w:eastAsia="ru-RU"/>
              </w:rPr>
              <w:t>/СТ АПОЛЬЕ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5C1A1A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5C1A1A" w:rsidRPr="0000339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center"/>
          </w:tcPr>
          <w:p w:rsidR="005C1A1A" w:rsidRPr="007A450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508">
              <w:rPr>
                <w:rFonts w:ascii="Times New Roman" w:eastAsia="Times New Roman" w:hAnsi="Times New Roman" w:cs="Times New Roman"/>
                <w:lang w:eastAsia="ru-RU"/>
              </w:rPr>
              <w:t>13000123</w:t>
            </w:r>
          </w:p>
        </w:tc>
        <w:tc>
          <w:tcPr>
            <w:tcW w:w="775" w:type="pct"/>
            <w:vAlign w:val="center"/>
          </w:tcPr>
          <w:p w:rsidR="005C1A1A" w:rsidRPr="007A450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508">
              <w:rPr>
                <w:rFonts w:ascii="Times New Roman" w:eastAsia="Times New Roman" w:hAnsi="Times New Roman" w:cs="Times New Roman"/>
                <w:lang w:eastAsia="ru-RU"/>
              </w:rPr>
              <w:t>324927600</w:t>
            </w:r>
          </w:p>
        </w:tc>
        <w:tc>
          <w:tcPr>
            <w:tcW w:w="1045" w:type="pct"/>
            <w:vAlign w:val="center"/>
          </w:tcPr>
          <w:p w:rsidR="005C1A1A" w:rsidRPr="007A450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508">
              <w:rPr>
                <w:rFonts w:ascii="Times New Roman" w:eastAsia="Times New Roman" w:hAnsi="Times New Roman" w:cs="Times New Roman"/>
                <w:lang w:eastAsia="ru-RU"/>
              </w:rPr>
              <w:t xml:space="preserve">ОБОРУДОВАНИЕ ТП ОТ Л-1005 </w:t>
            </w:r>
            <w:proofErr w:type="gramStart"/>
            <w:r w:rsidRPr="007A450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A4508">
              <w:rPr>
                <w:rFonts w:ascii="Times New Roman" w:eastAsia="Times New Roman" w:hAnsi="Times New Roman" w:cs="Times New Roman"/>
                <w:lang w:eastAsia="ru-RU"/>
              </w:rPr>
              <w:t>/СТ АПОЛЬЕ</w:t>
            </w:r>
          </w:p>
        </w:tc>
      </w:tr>
    </w:tbl>
    <w:p w:rsidR="005C1A1A" w:rsidRPr="007762E6" w:rsidRDefault="005C1A1A" w:rsidP="005C1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Default="005C1A1A" w:rsidP="00EA40B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204"/>
        <w:gridCol w:w="1204"/>
        <w:gridCol w:w="1742"/>
        <w:gridCol w:w="1070"/>
        <w:gridCol w:w="1606"/>
        <w:gridCol w:w="936"/>
        <w:gridCol w:w="1171"/>
      </w:tblGrid>
      <w:tr w:rsidR="005C1A1A" w:rsidRPr="00EF4E1A" w:rsidTr="00A72616">
        <w:tc>
          <w:tcPr>
            <w:tcW w:w="3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2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2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Tr="00A72616">
        <w:trPr>
          <w:trHeight w:val="1140"/>
        </w:trPr>
        <w:tc>
          <w:tcPr>
            <w:tcW w:w="3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29" w:type="pct"/>
            <w:vAlign w:val="center"/>
          </w:tcPr>
          <w:p w:rsidR="005C1A1A" w:rsidRPr="0094181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12">
              <w:rPr>
                <w:rFonts w:ascii="Times New Roman" w:eastAsia="Times New Roman" w:hAnsi="Times New Roman" w:cs="Times New Roman"/>
                <w:lang w:eastAsia="ru-RU"/>
              </w:rPr>
              <w:t>40456226</w:t>
            </w:r>
          </w:p>
        </w:tc>
        <w:tc>
          <w:tcPr>
            <w:tcW w:w="629" w:type="pct"/>
            <w:vAlign w:val="center"/>
          </w:tcPr>
          <w:p w:rsidR="005C1A1A" w:rsidRPr="00DA1E5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" w:type="pct"/>
            <w:vAlign w:val="center"/>
          </w:tcPr>
          <w:p w:rsidR="005C1A1A" w:rsidRPr="00BD7DFE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12">
              <w:rPr>
                <w:rFonts w:ascii="Times New Roman" w:eastAsia="Times New Roman" w:hAnsi="Times New Roman" w:cs="Times New Roman"/>
                <w:lang w:eastAsia="ru-RU"/>
              </w:rPr>
              <w:t>Поздняков Михаил Трофимович</w:t>
            </w:r>
          </w:p>
        </w:tc>
        <w:tc>
          <w:tcPr>
            <w:tcW w:w="559" w:type="pct"/>
            <w:vAlign w:val="center"/>
          </w:tcPr>
          <w:p w:rsidR="005C1A1A" w:rsidRPr="00725616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1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C1A1A" w:rsidRPr="00C80AFE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812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941812">
              <w:rPr>
                <w:rFonts w:ascii="Times New Roman" w:eastAsia="Times New Roman" w:hAnsi="Times New Roman" w:cs="Times New Roman"/>
                <w:lang w:eastAsia="ru-RU"/>
              </w:rPr>
              <w:t>Вязгино</w:t>
            </w:r>
            <w:proofErr w:type="spellEnd"/>
          </w:p>
        </w:tc>
        <w:tc>
          <w:tcPr>
            <w:tcW w:w="489" w:type="pct"/>
            <w:vAlign w:val="center"/>
          </w:tcPr>
          <w:p w:rsidR="005C1A1A" w:rsidRPr="0000339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12" w:type="pct"/>
            <w:vAlign w:val="center"/>
          </w:tcPr>
          <w:p w:rsidR="005C1A1A" w:rsidRPr="0000339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C1A1A" w:rsidTr="00A72616">
        <w:trPr>
          <w:trHeight w:val="1140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2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40355561</w:t>
            </w:r>
          </w:p>
        </w:tc>
        <w:tc>
          <w:tcPr>
            <w:tcW w:w="62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12.09.2011</w:t>
            </w:r>
          </w:p>
        </w:tc>
        <w:tc>
          <w:tcPr>
            <w:tcW w:w="910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Федосов Ю. В.</w:t>
            </w:r>
          </w:p>
        </w:tc>
        <w:tc>
          <w:tcPr>
            <w:tcW w:w="55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Смоленский  район</w:t>
            </w: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Вязгино</w:t>
            </w:r>
            <w:proofErr w:type="spellEnd"/>
          </w:p>
        </w:tc>
        <w:tc>
          <w:tcPr>
            <w:tcW w:w="48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5C1A1A" w:rsidRDefault="005C1A1A" w:rsidP="00A726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</w:tr>
      <w:tr w:rsidR="005C1A1A" w:rsidTr="00A72616">
        <w:trPr>
          <w:trHeight w:val="1140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2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40364502</w:t>
            </w:r>
          </w:p>
        </w:tc>
        <w:tc>
          <w:tcPr>
            <w:tcW w:w="62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19.07.2011</w:t>
            </w:r>
          </w:p>
        </w:tc>
        <w:tc>
          <w:tcPr>
            <w:tcW w:w="910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Андреева З. В.</w:t>
            </w:r>
          </w:p>
        </w:tc>
        <w:tc>
          <w:tcPr>
            <w:tcW w:w="55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Смоленский  район</w:t>
            </w: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Вязгино</w:t>
            </w:r>
            <w:proofErr w:type="spellEnd"/>
          </w:p>
        </w:tc>
        <w:tc>
          <w:tcPr>
            <w:tcW w:w="48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5C1A1A" w:rsidRDefault="005C1A1A" w:rsidP="00A726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</w:tr>
      <w:tr w:rsidR="005C1A1A" w:rsidTr="00A72616">
        <w:trPr>
          <w:trHeight w:val="1140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62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40380636</w:t>
            </w:r>
          </w:p>
        </w:tc>
        <w:tc>
          <w:tcPr>
            <w:tcW w:w="62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29.11.2011</w:t>
            </w:r>
          </w:p>
        </w:tc>
        <w:tc>
          <w:tcPr>
            <w:tcW w:w="910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Коренькова</w:t>
            </w:r>
            <w:proofErr w:type="spellEnd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 xml:space="preserve"> В. А.</w:t>
            </w:r>
          </w:p>
        </w:tc>
        <w:tc>
          <w:tcPr>
            <w:tcW w:w="55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Вязгино</w:t>
            </w:r>
            <w:proofErr w:type="spellEnd"/>
          </w:p>
        </w:tc>
        <w:tc>
          <w:tcPr>
            <w:tcW w:w="48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5C1A1A" w:rsidRDefault="005C1A1A" w:rsidP="00A726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</w:tr>
      <w:tr w:rsidR="005C1A1A" w:rsidTr="00A72616">
        <w:trPr>
          <w:trHeight w:val="1140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2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40452276</w:t>
            </w:r>
          </w:p>
        </w:tc>
        <w:tc>
          <w:tcPr>
            <w:tcW w:w="62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01.11.2011</w:t>
            </w:r>
          </w:p>
        </w:tc>
        <w:tc>
          <w:tcPr>
            <w:tcW w:w="910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Кучумова</w:t>
            </w:r>
            <w:proofErr w:type="spellEnd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 xml:space="preserve"> С. Н.</w:t>
            </w:r>
          </w:p>
        </w:tc>
        <w:tc>
          <w:tcPr>
            <w:tcW w:w="55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Вязгино</w:t>
            </w:r>
            <w:proofErr w:type="spellEnd"/>
          </w:p>
        </w:tc>
        <w:tc>
          <w:tcPr>
            <w:tcW w:w="48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5C1A1A" w:rsidRDefault="005C1A1A" w:rsidP="00A726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</w:tr>
      <w:tr w:rsidR="005C1A1A" w:rsidTr="00A72616">
        <w:trPr>
          <w:trHeight w:val="1140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2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40452263</w:t>
            </w:r>
          </w:p>
        </w:tc>
        <w:tc>
          <w:tcPr>
            <w:tcW w:w="62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01.11.2011</w:t>
            </w:r>
          </w:p>
        </w:tc>
        <w:tc>
          <w:tcPr>
            <w:tcW w:w="910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Кучумов</w:t>
            </w:r>
            <w:proofErr w:type="spellEnd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 xml:space="preserve"> А. Б.</w:t>
            </w:r>
          </w:p>
        </w:tc>
        <w:tc>
          <w:tcPr>
            <w:tcW w:w="55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Вязгино</w:t>
            </w:r>
            <w:proofErr w:type="spellEnd"/>
          </w:p>
        </w:tc>
        <w:tc>
          <w:tcPr>
            <w:tcW w:w="489" w:type="pct"/>
            <w:vAlign w:val="center"/>
          </w:tcPr>
          <w:p w:rsidR="005C1A1A" w:rsidRPr="00574772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12" w:type="pct"/>
            <w:vAlign w:val="center"/>
          </w:tcPr>
          <w:p w:rsidR="005C1A1A" w:rsidRDefault="005C1A1A" w:rsidP="00A726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F63D4C" w:rsidRDefault="005C1A1A" w:rsidP="00EA40B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подготовительные работы, рекультивация земли;</w:t>
      </w:r>
    </w:p>
    <w:p w:rsidR="005C1A1A" w:rsidRPr="0093120C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5C1A1A" w:rsidRPr="0093120C" w:rsidRDefault="005C1A1A" w:rsidP="00EA40B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>проектируемой КЛ-0,4кВ: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17"/>
        <w:gridCol w:w="4754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0,4кВ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ПВХ изоляцией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Pr="002C2823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 xml:space="preserve">замену существующей ТП 165  (160кВА) на КТП-10/0,4кВ с трансформатором расчетной мощности (ориентировочная мощность трансформатора – 250кВА) </w:t>
      </w:r>
    </w:p>
    <w:p w:rsidR="005C1A1A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5C1A1A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5C1A1A" w:rsidRPr="002C2823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>Предус</w:t>
      </w:r>
      <w:r>
        <w:rPr>
          <w:sz w:val="24"/>
          <w:szCs w:val="24"/>
        </w:rPr>
        <w:t>мотреть строительство участка КЛ-0,4 кВ (кабель применить с ПВХ изоляцией) от проектируемой ТП-10/0,4 кВ до первой проектируемой опоры ВЛ-0,4кВ (ориентировочно 90м).</w:t>
      </w:r>
    </w:p>
    <w:p w:rsidR="005C1A1A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325840">
        <w:rPr>
          <w:sz w:val="24"/>
          <w:szCs w:val="24"/>
        </w:rPr>
        <w:t>Предусмотреть строительство участка ВЛ-0,4 кВ с изолированным самонесущим проводом от</w:t>
      </w:r>
      <w:r>
        <w:rPr>
          <w:sz w:val="24"/>
          <w:szCs w:val="24"/>
        </w:rPr>
        <w:t xml:space="preserve"> первой проектируемой опоры</w:t>
      </w:r>
      <w:r w:rsidRPr="00325840">
        <w:rPr>
          <w:sz w:val="24"/>
          <w:szCs w:val="24"/>
        </w:rPr>
        <w:t>, до объекта</w:t>
      </w:r>
      <w:r>
        <w:rPr>
          <w:sz w:val="24"/>
          <w:szCs w:val="24"/>
        </w:rPr>
        <w:t xml:space="preserve"> (ориентировочно 1100м).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F0116B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582E47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FC79B3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510A35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C1A1A" w:rsidRPr="00C92849" w:rsidRDefault="005C1A1A" w:rsidP="00EA40BB">
      <w:pPr>
        <w:pStyle w:val="a5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4-220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C1A1A" w:rsidRPr="00CA5C15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</w:t>
      </w:r>
      <w:r w:rsidRPr="00605F57">
        <w:rPr>
          <w:rFonts w:ascii="Times New Roman" w:hAnsi="Times New Roman" w:cs="Times New Roman"/>
          <w:sz w:val="24"/>
          <w:szCs w:val="24"/>
          <w:u w:val="single"/>
        </w:rPr>
        <w:t xml:space="preserve">ТП № 433 ВЛ-10 кВ № 1003 ПС 35/10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кВ </w:t>
      </w:r>
      <w:r w:rsidRPr="00605F57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605F57">
        <w:rPr>
          <w:rFonts w:ascii="Times New Roman" w:hAnsi="Times New Roman" w:cs="Times New Roman"/>
          <w:sz w:val="24"/>
          <w:szCs w:val="24"/>
          <w:u w:val="single"/>
        </w:rPr>
        <w:t>Лубня</w:t>
      </w:r>
      <w:proofErr w:type="spellEnd"/>
      <w:r w:rsidRPr="00605F57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5C1A1A" w:rsidRPr="00FD2DF9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C1A1A" w:rsidRPr="00FD2DF9" w:rsidRDefault="005C1A1A" w:rsidP="00EA40B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513C3A">
        <w:rPr>
          <w:rFonts w:ascii="Times New Roman" w:hAnsi="Times New Roman" w:cs="Times New Roman"/>
          <w:sz w:val="24"/>
          <w:szCs w:val="24"/>
        </w:rPr>
        <w:t>ВЛ-0,4кВ ТП № 433 ВЛ-10 кВ № 1003 ПС 35/10 кВ «</w:t>
      </w:r>
      <w:proofErr w:type="spellStart"/>
      <w:r w:rsidRPr="00513C3A">
        <w:rPr>
          <w:rFonts w:ascii="Times New Roman" w:hAnsi="Times New Roman" w:cs="Times New Roman"/>
          <w:sz w:val="24"/>
          <w:szCs w:val="24"/>
        </w:rPr>
        <w:t>Лубня</w:t>
      </w:r>
      <w:proofErr w:type="spellEnd"/>
      <w:r w:rsidRPr="00513C3A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5C1A1A" w:rsidRPr="008B6C06" w:rsidRDefault="005C1A1A" w:rsidP="005C1A1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5C1A1A" w:rsidRPr="007762E6" w:rsidTr="00A72616">
        <w:tc>
          <w:tcPr>
            <w:tcW w:w="720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7762E6" w:rsidTr="00A72616">
        <w:trPr>
          <w:trHeight w:val="1114"/>
        </w:trPr>
        <w:tc>
          <w:tcPr>
            <w:tcW w:w="720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5C1A1A" w:rsidRPr="00E364A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970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7A7970">
              <w:rPr>
                <w:rFonts w:ascii="Times New Roman" w:eastAsia="Times New Roman" w:hAnsi="Times New Roman" w:cs="Times New Roman"/>
                <w:lang w:eastAsia="ru-RU"/>
              </w:rPr>
              <w:t>Хохлово</w:t>
            </w:r>
            <w:proofErr w:type="spellEnd"/>
          </w:p>
        </w:tc>
        <w:tc>
          <w:tcPr>
            <w:tcW w:w="822" w:type="pct"/>
            <w:vAlign w:val="center"/>
          </w:tcPr>
          <w:p w:rsidR="005C1A1A" w:rsidRPr="00D603FD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FD">
              <w:rPr>
                <w:rFonts w:ascii="Times New Roman" w:hAnsi="Times New Roman" w:cs="Times New Roman"/>
                <w:sz w:val="24"/>
                <w:szCs w:val="24"/>
              </w:rPr>
              <w:t>12008493</w:t>
            </w:r>
          </w:p>
        </w:tc>
        <w:tc>
          <w:tcPr>
            <w:tcW w:w="765" w:type="pct"/>
            <w:vAlign w:val="center"/>
          </w:tcPr>
          <w:p w:rsidR="005C1A1A" w:rsidRPr="00D603FD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FD">
              <w:rPr>
                <w:rFonts w:ascii="Times New Roman" w:hAnsi="Times New Roman" w:cs="Times New Roman"/>
                <w:sz w:val="24"/>
                <w:szCs w:val="24"/>
              </w:rPr>
              <w:t>320580319</w:t>
            </w:r>
          </w:p>
        </w:tc>
        <w:tc>
          <w:tcPr>
            <w:tcW w:w="1027" w:type="pct"/>
            <w:vAlign w:val="center"/>
          </w:tcPr>
          <w:p w:rsidR="005C1A1A" w:rsidRPr="00D603FD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FD">
              <w:rPr>
                <w:rFonts w:ascii="Times New Roman" w:hAnsi="Times New Roman" w:cs="Times New Roman"/>
                <w:sz w:val="24"/>
                <w:szCs w:val="24"/>
              </w:rPr>
              <w:t xml:space="preserve">ВЛ-0,4КВ ОТ Л-1003 </w:t>
            </w:r>
            <w:proofErr w:type="gramStart"/>
            <w:r w:rsidRPr="00D603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03FD">
              <w:rPr>
                <w:rFonts w:ascii="Times New Roman" w:hAnsi="Times New Roman" w:cs="Times New Roman"/>
                <w:sz w:val="24"/>
                <w:szCs w:val="24"/>
              </w:rPr>
              <w:t>/СТ ЛУБНЯ</w:t>
            </w:r>
          </w:p>
        </w:tc>
      </w:tr>
    </w:tbl>
    <w:p w:rsidR="005C1A1A" w:rsidRPr="007762E6" w:rsidRDefault="005C1A1A" w:rsidP="005C1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EA40B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153"/>
        <w:gridCol w:w="1339"/>
        <w:gridCol w:w="1740"/>
        <w:gridCol w:w="902"/>
        <w:gridCol w:w="1506"/>
        <w:gridCol w:w="1173"/>
        <w:gridCol w:w="1336"/>
      </w:tblGrid>
      <w:tr w:rsidR="005C1A1A" w:rsidRPr="00EF4E1A" w:rsidTr="00A72616">
        <w:tc>
          <w:tcPr>
            <w:tcW w:w="22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Tr="00A72616">
        <w:trPr>
          <w:trHeight w:val="1314"/>
        </w:trPr>
        <w:tc>
          <w:tcPr>
            <w:tcW w:w="22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5C1A1A" w:rsidRPr="00DA3DDD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970">
              <w:rPr>
                <w:rFonts w:ascii="Times New Roman" w:eastAsia="Times New Roman" w:hAnsi="Times New Roman" w:cs="Times New Roman"/>
                <w:lang w:eastAsia="ru-RU"/>
              </w:rPr>
              <w:t>40534148</w:t>
            </w:r>
          </w:p>
        </w:tc>
        <w:tc>
          <w:tcPr>
            <w:tcW w:w="699" w:type="pct"/>
            <w:vAlign w:val="center"/>
          </w:tcPr>
          <w:p w:rsidR="005C1A1A" w:rsidRPr="00DA3DDD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04.04.2012</w:t>
            </w:r>
          </w:p>
        </w:tc>
        <w:tc>
          <w:tcPr>
            <w:tcW w:w="909" w:type="pct"/>
            <w:vAlign w:val="center"/>
          </w:tcPr>
          <w:p w:rsidR="005C1A1A" w:rsidRPr="00DA3DDD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7A7970">
              <w:rPr>
                <w:rFonts w:ascii="Times New Roman" w:eastAsia="Times New Roman" w:hAnsi="Times New Roman" w:cs="Times New Roman"/>
                <w:lang w:eastAsia="ru-RU"/>
              </w:rPr>
              <w:t>Чуваков</w:t>
            </w:r>
            <w:proofErr w:type="spellEnd"/>
            <w:proofErr w:type="gramEnd"/>
            <w:r w:rsidRPr="007A7970"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Петрович</w:t>
            </w:r>
          </w:p>
        </w:tc>
        <w:tc>
          <w:tcPr>
            <w:tcW w:w="471" w:type="pct"/>
            <w:vAlign w:val="center"/>
          </w:tcPr>
          <w:p w:rsidR="005C1A1A" w:rsidRPr="00DA3DDD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3DD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5C1A1A" w:rsidRPr="00DA3DDD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970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7A7970">
              <w:rPr>
                <w:rFonts w:ascii="Times New Roman" w:eastAsia="Times New Roman" w:hAnsi="Times New Roman" w:cs="Times New Roman"/>
                <w:lang w:eastAsia="ru-RU"/>
              </w:rPr>
              <w:t>Хохлово</w:t>
            </w:r>
            <w:proofErr w:type="spellEnd"/>
          </w:p>
        </w:tc>
        <w:tc>
          <w:tcPr>
            <w:tcW w:w="61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671D0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E307EF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B156B6">
        <w:rPr>
          <w:sz w:val="24"/>
          <w:szCs w:val="24"/>
        </w:rPr>
        <w:t xml:space="preserve">Предусмотреть строительство </w:t>
      </w:r>
      <w:proofErr w:type="gramStart"/>
      <w:r w:rsidRPr="00B156B6">
        <w:rPr>
          <w:sz w:val="24"/>
          <w:szCs w:val="24"/>
        </w:rPr>
        <w:t>отдельной</w:t>
      </w:r>
      <w:proofErr w:type="gramEnd"/>
      <w:r w:rsidRPr="00B156B6">
        <w:rPr>
          <w:sz w:val="24"/>
          <w:szCs w:val="24"/>
        </w:rPr>
        <w:t xml:space="preserve"> ВЛ-0,4 кВ с изолированным самонесущим проводом от ТП № 433 ВЛ-10 кВ № 1003 ПС «</w:t>
      </w:r>
      <w:proofErr w:type="spellStart"/>
      <w:r w:rsidRPr="00B156B6">
        <w:rPr>
          <w:sz w:val="24"/>
          <w:szCs w:val="24"/>
        </w:rPr>
        <w:t>Лубня</w:t>
      </w:r>
      <w:proofErr w:type="spellEnd"/>
      <w:r w:rsidRPr="00B156B6">
        <w:rPr>
          <w:sz w:val="24"/>
          <w:szCs w:val="24"/>
        </w:rPr>
        <w:t xml:space="preserve">» 35/10 </w:t>
      </w:r>
      <w:r>
        <w:rPr>
          <w:sz w:val="24"/>
          <w:szCs w:val="24"/>
        </w:rPr>
        <w:t xml:space="preserve">кВ, до объекта </w:t>
      </w:r>
      <w:r w:rsidRPr="00D10087">
        <w:rPr>
          <w:sz w:val="24"/>
          <w:szCs w:val="24"/>
        </w:rPr>
        <w:t>(</w:t>
      </w:r>
      <w:r>
        <w:rPr>
          <w:sz w:val="24"/>
          <w:szCs w:val="24"/>
        </w:rPr>
        <w:t>ориентировочно 120</w:t>
      </w:r>
      <w:r w:rsidRPr="00D10087">
        <w:rPr>
          <w:sz w:val="24"/>
          <w:szCs w:val="24"/>
        </w:rPr>
        <w:t>м).</w:t>
      </w:r>
    </w:p>
    <w:p w:rsidR="005C1A1A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B156B6">
        <w:rPr>
          <w:sz w:val="24"/>
          <w:szCs w:val="24"/>
        </w:rPr>
        <w:t>В РУ-0,4 кВ ТП № 433 установить автоматический выключатель.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</w:t>
      </w:r>
      <w:r>
        <w:rPr>
          <w:bCs/>
          <w:sz w:val="24"/>
          <w:szCs w:val="24"/>
        </w:rPr>
        <w:t>олнить согласно требованиям ПУЭ.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№433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</w:t>
      </w:r>
      <w:r w:rsidRPr="007762E6">
        <w:rPr>
          <w:sz w:val="24"/>
          <w:szCs w:val="24"/>
        </w:rPr>
        <w:lastRenderedPageBreak/>
        <w:t>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8431D8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5C1A1A" w:rsidRPr="00582E47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FC79B3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C42D0D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8264DA" w:rsidRDefault="005C1A1A" w:rsidP="00EA40BB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C1A1A" w:rsidRPr="00C92849" w:rsidRDefault="005C1A1A" w:rsidP="00EA40BB">
      <w:pPr>
        <w:pStyle w:val="a5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 w:rsidP="005C1A1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4-221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C1A1A" w:rsidRPr="00F46DED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46DED">
        <w:rPr>
          <w:rFonts w:ascii="Times New Roman" w:hAnsi="Times New Roman" w:cs="Times New Roman"/>
          <w:sz w:val="24"/>
          <w:szCs w:val="24"/>
          <w:u w:val="single"/>
        </w:rPr>
        <w:t>ВЛ-0,4 кВ № 2 ТП № 254 ВЛ-10 кВ № 1001 ПС 110/35/10 кВ «Заводская»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F46D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C1A1A" w:rsidRPr="00FD2DF9" w:rsidRDefault="005C1A1A" w:rsidP="005C1A1A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C1A1A" w:rsidRPr="00FD2DF9" w:rsidRDefault="005C1A1A" w:rsidP="00EA40B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7762E6" w:rsidRDefault="005C1A1A" w:rsidP="00EA40BB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8C42FD">
        <w:rPr>
          <w:rFonts w:ascii="Times New Roman" w:hAnsi="Times New Roman" w:cs="Times New Roman"/>
          <w:sz w:val="24"/>
          <w:szCs w:val="24"/>
        </w:rPr>
        <w:t>ВЛ-0,4 кВ № 2 ТП № 254 ВЛ-10 кВ № 1001 ПС 110/35/10 кВ «</w:t>
      </w:r>
      <w:proofErr w:type="gramStart"/>
      <w:r w:rsidRPr="008C42FD"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 w:rsidRPr="008C42FD">
        <w:rPr>
          <w:rFonts w:ascii="Times New Roman" w:hAnsi="Times New Roman" w:cs="Times New Roman"/>
          <w:sz w:val="24"/>
          <w:szCs w:val="24"/>
        </w:rPr>
        <w:t>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C1A1A" w:rsidRPr="008B6C06" w:rsidRDefault="005C1A1A" w:rsidP="005C1A1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364"/>
        <w:gridCol w:w="1417"/>
        <w:gridCol w:w="1739"/>
        <w:gridCol w:w="1557"/>
        <w:gridCol w:w="1449"/>
        <w:gridCol w:w="1945"/>
      </w:tblGrid>
      <w:tr w:rsidR="005C1A1A" w:rsidRPr="007762E6" w:rsidTr="00A72616">
        <w:tc>
          <w:tcPr>
            <w:tcW w:w="720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5C1A1A" w:rsidRPr="007762E6" w:rsidRDefault="005C1A1A" w:rsidP="00A72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C1A1A" w:rsidRPr="007762E6" w:rsidTr="00A72616">
        <w:trPr>
          <w:trHeight w:val="1114"/>
        </w:trPr>
        <w:tc>
          <w:tcPr>
            <w:tcW w:w="720" w:type="pct"/>
            <w:vAlign w:val="center"/>
          </w:tcPr>
          <w:p w:rsidR="005C1A1A" w:rsidRPr="00017DC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5C1A1A" w:rsidRPr="00017DC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918" w:type="pct"/>
            <w:vAlign w:val="center"/>
          </w:tcPr>
          <w:p w:rsidR="005C1A1A" w:rsidRPr="00017DC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8A1">
              <w:rPr>
                <w:rFonts w:ascii="Times New Roman" w:eastAsia="Times New Roman" w:hAnsi="Times New Roman" w:cs="Times New Roman"/>
                <w:lang w:eastAsia="ru-RU"/>
              </w:rPr>
              <w:t>д. Боровая</w:t>
            </w:r>
          </w:p>
        </w:tc>
        <w:tc>
          <w:tcPr>
            <w:tcW w:w="822" w:type="pct"/>
            <w:vAlign w:val="center"/>
          </w:tcPr>
          <w:p w:rsidR="005C1A1A" w:rsidRPr="00017DC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12008495</w:t>
            </w:r>
          </w:p>
        </w:tc>
        <w:tc>
          <w:tcPr>
            <w:tcW w:w="765" w:type="pct"/>
            <w:vAlign w:val="center"/>
          </w:tcPr>
          <w:p w:rsidR="005C1A1A" w:rsidRPr="00017DC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327119419</w:t>
            </w:r>
          </w:p>
        </w:tc>
        <w:tc>
          <w:tcPr>
            <w:tcW w:w="1027" w:type="pct"/>
            <w:vAlign w:val="center"/>
          </w:tcPr>
          <w:p w:rsidR="005C1A1A" w:rsidRPr="00017DC1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017DC1">
              <w:rPr>
                <w:rFonts w:ascii="Times New Roman" w:eastAsia="Times New Roman" w:hAnsi="Times New Roman" w:cs="Times New Roman"/>
                <w:lang w:eastAsia="ru-RU"/>
              </w:rPr>
              <w:t xml:space="preserve"> 0.4 КВ ПО Л 1001 ПС ЗАВОДСКАЯ</w:t>
            </w:r>
          </w:p>
        </w:tc>
      </w:tr>
    </w:tbl>
    <w:p w:rsidR="005C1A1A" w:rsidRPr="007762E6" w:rsidRDefault="005C1A1A" w:rsidP="005C1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7762E6" w:rsidRDefault="005C1A1A" w:rsidP="00EA40BB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Default="005C1A1A" w:rsidP="00EA40BB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153"/>
        <w:gridCol w:w="1339"/>
        <w:gridCol w:w="1740"/>
        <w:gridCol w:w="902"/>
        <w:gridCol w:w="1506"/>
        <w:gridCol w:w="1173"/>
        <w:gridCol w:w="1336"/>
      </w:tblGrid>
      <w:tr w:rsidR="005C1A1A" w:rsidRPr="00EF4E1A" w:rsidTr="00A72616">
        <w:tc>
          <w:tcPr>
            <w:tcW w:w="22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Tr="00A72616">
        <w:trPr>
          <w:trHeight w:val="1314"/>
        </w:trPr>
        <w:tc>
          <w:tcPr>
            <w:tcW w:w="22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5C1A1A" w:rsidRPr="00DA3DDD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8A1">
              <w:rPr>
                <w:rFonts w:ascii="Times New Roman" w:eastAsia="Times New Roman" w:hAnsi="Times New Roman" w:cs="Times New Roman"/>
                <w:lang w:eastAsia="ru-RU"/>
              </w:rPr>
              <w:t>40532621</w:t>
            </w:r>
          </w:p>
        </w:tc>
        <w:tc>
          <w:tcPr>
            <w:tcW w:w="699" w:type="pct"/>
            <w:vAlign w:val="center"/>
          </w:tcPr>
          <w:p w:rsidR="005C1A1A" w:rsidRPr="00DA3DDD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05.04.2012</w:t>
            </w:r>
          </w:p>
        </w:tc>
        <w:tc>
          <w:tcPr>
            <w:tcW w:w="909" w:type="pct"/>
            <w:vAlign w:val="center"/>
          </w:tcPr>
          <w:p w:rsidR="005C1A1A" w:rsidRPr="00DA3DDD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848A1">
              <w:rPr>
                <w:rFonts w:ascii="Times New Roman" w:eastAsia="Times New Roman" w:hAnsi="Times New Roman" w:cs="Times New Roman"/>
                <w:lang w:eastAsia="ru-RU"/>
              </w:rPr>
              <w:t>Сковородкина</w:t>
            </w:r>
            <w:proofErr w:type="spellEnd"/>
            <w:r w:rsidRPr="001848A1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Владимировна</w:t>
            </w:r>
          </w:p>
        </w:tc>
        <w:tc>
          <w:tcPr>
            <w:tcW w:w="471" w:type="pct"/>
            <w:vAlign w:val="center"/>
          </w:tcPr>
          <w:p w:rsidR="005C1A1A" w:rsidRPr="00DA3DDD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3DD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5C1A1A" w:rsidRPr="00DA3DDD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8A1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gramStart"/>
            <w:r w:rsidRPr="001848A1">
              <w:rPr>
                <w:rFonts w:ascii="Times New Roman" w:eastAsia="Times New Roman" w:hAnsi="Times New Roman" w:cs="Times New Roman"/>
                <w:lang w:eastAsia="ru-RU"/>
              </w:rPr>
              <w:t>Боровая</w:t>
            </w:r>
            <w:proofErr w:type="gramEnd"/>
          </w:p>
        </w:tc>
        <w:tc>
          <w:tcPr>
            <w:tcW w:w="613" w:type="pct"/>
            <w:vAlign w:val="center"/>
          </w:tcPr>
          <w:p w:rsidR="005C1A1A" w:rsidRPr="0070557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98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671D0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E307EF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0"/>
          <w:numId w:val="20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2B3223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16 ВЛ-0,4 кВ № 2 ТП № 254 ВЛ-10 кВ № 1001 ПС «Заводская» 110/35/10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4</w:t>
      </w:r>
      <w:r w:rsidRPr="001E11CA">
        <w:rPr>
          <w:sz w:val="24"/>
          <w:szCs w:val="24"/>
        </w:rPr>
        <w:t>0м).</w:t>
      </w:r>
    </w:p>
    <w:p w:rsidR="005C1A1A" w:rsidRPr="00B43298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254 </w:t>
      </w:r>
      <w:r w:rsidRPr="00604B53">
        <w:rPr>
          <w:sz w:val="24"/>
          <w:szCs w:val="24"/>
        </w:rPr>
        <w:t>на пропуск нагрузки по ней.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6B15A5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№254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</w:t>
      </w:r>
      <w:r w:rsidRPr="007762E6">
        <w:rPr>
          <w:sz w:val="24"/>
          <w:szCs w:val="24"/>
        </w:rPr>
        <w:lastRenderedPageBreak/>
        <w:t>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8431D8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582E47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FC79B3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C42D0D" w:rsidRDefault="005C1A1A" w:rsidP="00EA40B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C1A1A" w:rsidRPr="008264DA" w:rsidRDefault="005C1A1A" w:rsidP="00EA40BB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C1A1A" w:rsidRPr="00C92849" w:rsidRDefault="005C1A1A" w:rsidP="00EA40BB">
      <w:pPr>
        <w:pStyle w:val="a5"/>
        <w:numPr>
          <w:ilvl w:val="0"/>
          <w:numId w:val="2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4-224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C1A1A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D3878">
        <w:rPr>
          <w:rFonts w:ascii="Times New Roman" w:hAnsi="Times New Roman" w:cs="Times New Roman"/>
          <w:sz w:val="24"/>
          <w:szCs w:val="24"/>
        </w:rPr>
        <w:t xml:space="preserve">реконструкцию </w:t>
      </w:r>
    </w:p>
    <w:p w:rsidR="005C1A1A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375">
        <w:rPr>
          <w:rFonts w:ascii="Times New Roman" w:hAnsi="Times New Roman" w:cs="Times New Roman"/>
          <w:sz w:val="24"/>
          <w:szCs w:val="24"/>
          <w:u w:val="single"/>
        </w:rPr>
        <w:t>ВЛ-6 кВ № 602 ПС 35/6 кВ "Ясенная"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34694">
        <w:rPr>
          <w:rFonts w:ascii="Times New Roman" w:hAnsi="Times New Roman" w:cs="Times New Roman"/>
          <w:sz w:val="24"/>
          <w:szCs w:val="24"/>
          <w:u w:val="single"/>
        </w:rPr>
        <w:t xml:space="preserve">со </w:t>
      </w:r>
      <w:r>
        <w:rPr>
          <w:rFonts w:ascii="Times New Roman" w:hAnsi="Times New Roman" w:cs="Times New Roman"/>
          <w:sz w:val="24"/>
          <w:szCs w:val="24"/>
          <w:u w:val="single"/>
        </w:rPr>
        <w:t>строительством участков ВЛ-6</w:t>
      </w:r>
      <w:r w:rsidRPr="00F34694">
        <w:rPr>
          <w:rFonts w:ascii="Times New Roman" w:hAnsi="Times New Roman" w:cs="Times New Roman"/>
          <w:sz w:val="24"/>
          <w:szCs w:val="24"/>
          <w:u w:val="single"/>
        </w:rPr>
        <w:t>кВ и ВЛ-0,4кВ 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установкой ТП-6</w:t>
      </w:r>
      <w:r w:rsidRPr="00F34694">
        <w:rPr>
          <w:rFonts w:ascii="Times New Roman" w:hAnsi="Times New Roman" w:cs="Times New Roman"/>
          <w:sz w:val="24"/>
          <w:szCs w:val="24"/>
          <w:u w:val="single"/>
        </w:rPr>
        <w:t>/0,4кВ</w:t>
      </w:r>
      <w:r w:rsidRPr="008D38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A1A" w:rsidRPr="008D3878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Pr="00E54593" w:rsidRDefault="005C1A1A" w:rsidP="00EA40BB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593">
        <w:rPr>
          <w:rFonts w:ascii="Times New Roman" w:hAnsi="Times New Roman" w:cs="Times New Roman"/>
          <w:sz w:val="24"/>
          <w:szCs w:val="24"/>
        </w:rPr>
        <w:t xml:space="preserve">Выполнить  проектирование и реконструкцию </w:t>
      </w:r>
      <w:r w:rsidRPr="00AE6BBA">
        <w:rPr>
          <w:rFonts w:ascii="Times New Roman" w:hAnsi="Times New Roman" w:cs="Times New Roman"/>
          <w:sz w:val="24"/>
          <w:szCs w:val="24"/>
        </w:rPr>
        <w:t>ВЛ-6 кВ № 602 ПС 35/6 кВ "Ясенная"</w:t>
      </w:r>
      <w:r w:rsidRPr="00E54593">
        <w:rPr>
          <w:rFonts w:ascii="Times New Roman" w:hAnsi="Times New Roman" w:cs="Times New Roman"/>
          <w:sz w:val="24"/>
          <w:szCs w:val="24"/>
        </w:rPr>
        <w:t xml:space="preserve"> со строительством участков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54593">
        <w:rPr>
          <w:rFonts w:ascii="Times New Roman" w:hAnsi="Times New Roman" w:cs="Times New Roman"/>
          <w:sz w:val="24"/>
          <w:szCs w:val="24"/>
        </w:rPr>
        <w:t>кВ и ВЛ-0,4кВ и установкой ТП-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54593">
        <w:rPr>
          <w:rFonts w:ascii="Times New Roman" w:hAnsi="Times New Roman" w:cs="Times New Roman"/>
          <w:sz w:val="24"/>
          <w:szCs w:val="24"/>
        </w:rPr>
        <w:t xml:space="preserve">/0,4кВ, расположенных </w:t>
      </w:r>
      <w:proofErr w:type="gramStart"/>
      <w:r w:rsidRPr="00E5459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54593">
        <w:rPr>
          <w:rFonts w:ascii="Times New Roman" w:hAnsi="Times New Roman" w:cs="Times New Roman"/>
          <w:sz w:val="24"/>
          <w:szCs w:val="24"/>
        </w:rPr>
        <w:t>:</w:t>
      </w: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820" w:type="pct"/>
        <w:jc w:val="center"/>
        <w:tblLook w:val="04A0"/>
      </w:tblPr>
      <w:tblGrid>
        <w:gridCol w:w="1350"/>
        <w:gridCol w:w="1486"/>
        <w:gridCol w:w="1098"/>
        <w:gridCol w:w="1344"/>
        <w:gridCol w:w="2034"/>
      </w:tblGrid>
      <w:tr w:rsidR="005C1A1A" w:rsidRPr="007762E6" w:rsidTr="00A72616">
        <w:trPr>
          <w:jc w:val="center"/>
        </w:trPr>
        <w:tc>
          <w:tcPr>
            <w:tcW w:w="923" w:type="pct"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1016" w:type="pct"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751" w:type="pct"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 xml:space="preserve">Номер </w:t>
            </w:r>
            <w:proofErr w:type="spellStart"/>
            <w:r w:rsidRPr="00902C07">
              <w:rPr>
                <w:rFonts w:ascii="Times New Roman" w:hAnsi="Times New Roman" w:cs="Times New Roman"/>
              </w:rPr>
              <w:t>осн</w:t>
            </w:r>
            <w:proofErr w:type="spellEnd"/>
            <w:r w:rsidRPr="00902C07">
              <w:rPr>
                <w:rFonts w:ascii="Times New Roman" w:hAnsi="Times New Roman" w:cs="Times New Roman"/>
              </w:rPr>
              <w:t>. средства</w:t>
            </w:r>
          </w:p>
        </w:tc>
        <w:tc>
          <w:tcPr>
            <w:tcW w:w="919" w:type="pct"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Инв. номер</w:t>
            </w:r>
          </w:p>
        </w:tc>
        <w:tc>
          <w:tcPr>
            <w:tcW w:w="1391" w:type="pct"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Наименование основного средства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923" w:type="pct"/>
            <w:vMerge w:val="restart"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654358">
              <w:rPr>
                <w:rFonts w:ascii="Times New Roman" w:hAnsi="Times New Roman" w:cs="Times New Roman"/>
              </w:rPr>
              <w:t>Смоленская</w:t>
            </w:r>
          </w:p>
        </w:tc>
        <w:tc>
          <w:tcPr>
            <w:tcW w:w="1016" w:type="pct"/>
            <w:vMerge w:val="restart"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 xml:space="preserve">Смоленский </w:t>
            </w:r>
          </w:p>
        </w:tc>
        <w:tc>
          <w:tcPr>
            <w:tcW w:w="751" w:type="pct"/>
            <w:vAlign w:val="bottom"/>
          </w:tcPr>
          <w:p w:rsidR="005C1A1A" w:rsidRPr="002B646F" w:rsidRDefault="005C1A1A" w:rsidP="00A72616">
            <w:pPr>
              <w:jc w:val="right"/>
              <w:rPr>
                <w:rFonts w:ascii="Times New Roman" w:hAnsi="Times New Roman" w:cs="Times New Roman"/>
              </w:rPr>
            </w:pPr>
            <w:r w:rsidRPr="002B646F">
              <w:rPr>
                <w:rFonts w:ascii="Times New Roman" w:hAnsi="Times New Roman" w:cs="Times New Roman"/>
              </w:rPr>
              <w:t>12000152</w:t>
            </w:r>
          </w:p>
        </w:tc>
        <w:tc>
          <w:tcPr>
            <w:tcW w:w="919" w:type="pct"/>
            <w:vAlign w:val="bottom"/>
          </w:tcPr>
          <w:p w:rsidR="005C1A1A" w:rsidRPr="002B646F" w:rsidRDefault="005C1A1A" w:rsidP="00A72616">
            <w:pPr>
              <w:jc w:val="right"/>
              <w:rPr>
                <w:rFonts w:ascii="Times New Roman" w:hAnsi="Times New Roman" w:cs="Times New Roman"/>
              </w:rPr>
            </w:pPr>
            <w:r w:rsidRPr="002B646F">
              <w:rPr>
                <w:rFonts w:ascii="Times New Roman" w:hAnsi="Times New Roman" w:cs="Times New Roman"/>
              </w:rPr>
              <w:t>320784319</w:t>
            </w:r>
          </w:p>
        </w:tc>
        <w:tc>
          <w:tcPr>
            <w:tcW w:w="1391" w:type="pct"/>
            <w:vAlign w:val="bottom"/>
          </w:tcPr>
          <w:p w:rsidR="005C1A1A" w:rsidRPr="002B646F" w:rsidRDefault="005C1A1A" w:rsidP="00A72616">
            <w:pPr>
              <w:rPr>
                <w:rFonts w:ascii="Times New Roman" w:hAnsi="Times New Roman" w:cs="Times New Roman"/>
              </w:rPr>
            </w:pPr>
            <w:r w:rsidRPr="002B646F">
              <w:rPr>
                <w:rFonts w:ascii="Times New Roman" w:hAnsi="Times New Roman" w:cs="Times New Roman"/>
              </w:rPr>
              <w:t xml:space="preserve">ВЛ-6КВ N602 ОТ </w:t>
            </w:r>
            <w:proofErr w:type="gramStart"/>
            <w:r w:rsidRPr="002B646F">
              <w:rPr>
                <w:rFonts w:ascii="Times New Roman" w:hAnsi="Times New Roman" w:cs="Times New Roman"/>
              </w:rPr>
              <w:t>П</w:t>
            </w:r>
            <w:proofErr w:type="gramEnd"/>
            <w:r w:rsidRPr="002B646F">
              <w:rPr>
                <w:rFonts w:ascii="Times New Roman" w:hAnsi="Times New Roman" w:cs="Times New Roman"/>
              </w:rPr>
              <w:t>/СТ ВЕРХНЕ-ЯСЕННАЯ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923" w:type="pct"/>
            <w:vMerge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pct"/>
            <w:vMerge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" w:type="pct"/>
            <w:vAlign w:val="bottom"/>
          </w:tcPr>
          <w:p w:rsidR="005C1A1A" w:rsidRPr="002B646F" w:rsidRDefault="005C1A1A" w:rsidP="00A72616">
            <w:pPr>
              <w:jc w:val="right"/>
              <w:rPr>
                <w:rFonts w:ascii="Times New Roman" w:hAnsi="Times New Roman" w:cs="Times New Roman"/>
              </w:rPr>
            </w:pPr>
            <w:r w:rsidRPr="002B646F">
              <w:rPr>
                <w:rFonts w:ascii="Times New Roman" w:hAnsi="Times New Roman" w:cs="Times New Roman"/>
              </w:rPr>
              <w:t>12000483</w:t>
            </w:r>
          </w:p>
        </w:tc>
        <w:tc>
          <w:tcPr>
            <w:tcW w:w="919" w:type="pct"/>
            <w:vAlign w:val="bottom"/>
          </w:tcPr>
          <w:p w:rsidR="005C1A1A" w:rsidRPr="002B646F" w:rsidRDefault="005C1A1A" w:rsidP="00A72616">
            <w:pPr>
              <w:jc w:val="right"/>
              <w:rPr>
                <w:rFonts w:ascii="Times New Roman" w:hAnsi="Times New Roman" w:cs="Times New Roman"/>
              </w:rPr>
            </w:pPr>
            <w:r w:rsidRPr="002B646F">
              <w:rPr>
                <w:rFonts w:ascii="Times New Roman" w:hAnsi="Times New Roman" w:cs="Times New Roman"/>
              </w:rPr>
              <w:t>327179219</w:t>
            </w:r>
          </w:p>
        </w:tc>
        <w:tc>
          <w:tcPr>
            <w:tcW w:w="1391" w:type="pct"/>
            <w:vAlign w:val="bottom"/>
          </w:tcPr>
          <w:p w:rsidR="005C1A1A" w:rsidRPr="002B646F" w:rsidRDefault="005C1A1A" w:rsidP="00A72616">
            <w:pPr>
              <w:rPr>
                <w:rFonts w:ascii="Times New Roman" w:hAnsi="Times New Roman" w:cs="Times New Roman"/>
              </w:rPr>
            </w:pPr>
            <w:proofErr w:type="gramStart"/>
            <w:r w:rsidRPr="002B646F">
              <w:rPr>
                <w:rFonts w:ascii="Times New Roman" w:hAnsi="Times New Roman" w:cs="Times New Roman"/>
              </w:rPr>
              <w:t>ВЛ</w:t>
            </w:r>
            <w:proofErr w:type="gramEnd"/>
            <w:r w:rsidRPr="002B646F">
              <w:rPr>
                <w:rFonts w:ascii="Times New Roman" w:hAnsi="Times New Roman" w:cs="Times New Roman"/>
              </w:rPr>
              <w:t xml:space="preserve"> 0,4 ПО Л 602 ПС ЯСЕННАЯ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923" w:type="pct"/>
            <w:vMerge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pct"/>
            <w:vMerge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" w:type="pct"/>
            <w:vAlign w:val="bottom"/>
          </w:tcPr>
          <w:p w:rsidR="005C1A1A" w:rsidRPr="002B646F" w:rsidRDefault="005C1A1A" w:rsidP="00A72616">
            <w:pPr>
              <w:jc w:val="right"/>
              <w:rPr>
                <w:rFonts w:ascii="Times New Roman" w:hAnsi="Times New Roman" w:cs="Times New Roman"/>
              </w:rPr>
            </w:pPr>
            <w:r w:rsidRPr="002B646F">
              <w:rPr>
                <w:rFonts w:ascii="Times New Roman" w:hAnsi="Times New Roman" w:cs="Times New Roman"/>
              </w:rPr>
              <w:t>13000142</w:t>
            </w:r>
          </w:p>
        </w:tc>
        <w:tc>
          <w:tcPr>
            <w:tcW w:w="919" w:type="pct"/>
            <w:vAlign w:val="bottom"/>
          </w:tcPr>
          <w:p w:rsidR="005C1A1A" w:rsidRPr="002B646F" w:rsidRDefault="005C1A1A" w:rsidP="00A72616">
            <w:pPr>
              <w:jc w:val="right"/>
              <w:rPr>
                <w:rFonts w:ascii="Times New Roman" w:hAnsi="Times New Roman" w:cs="Times New Roman"/>
              </w:rPr>
            </w:pPr>
            <w:r w:rsidRPr="002B646F">
              <w:rPr>
                <w:rFonts w:ascii="Times New Roman" w:hAnsi="Times New Roman" w:cs="Times New Roman"/>
              </w:rPr>
              <w:t>325207100</w:t>
            </w:r>
          </w:p>
        </w:tc>
        <w:tc>
          <w:tcPr>
            <w:tcW w:w="1391" w:type="pct"/>
            <w:vAlign w:val="bottom"/>
          </w:tcPr>
          <w:p w:rsidR="005C1A1A" w:rsidRPr="002B646F" w:rsidRDefault="005C1A1A" w:rsidP="00A72616">
            <w:pPr>
              <w:rPr>
                <w:rFonts w:ascii="Times New Roman" w:hAnsi="Times New Roman" w:cs="Times New Roman"/>
              </w:rPr>
            </w:pPr>
            <w:r w:rsidRPr="002B646F">
              <w:rPr>
                <w:rFonts w:ascii="Times New Roman" w:hAnsi="Times New Roman" w:cs="Times New Roman"/>
              </w:rPr>
              <w:t xml:space="preserve">ОБОРУДОВАНИЕ ТП ПО </w:t>
            </w:r>
            <w:proofErr w:type="gramStart"/>
            <w:r w:rsidRPr="002B646F">
              <w:rPr>
                <w:rFonts w:ascii="Times New Roman" w:hAnsi="Times New Roman" w:cs="Times New Roman"/>
              </w:rPr>
              <w:t>ВЛ</w:t>
            </w:r>
            <w:proofErr w:type="gramEnd"/>
            <w:r w:rsidRPr="002B646F">
              <w:rPr>
                <w:rFonts w:ascii="Times New Roman" w:hAnsi="Times New Roman" w:cs="Times New Roman"/>
              </w:rPr>
              <w:t xml:space="preserve"> 602 ПС ЯСЕННАЯ</w:t>
            </w:r>
          </w:p>
        </w:tc>
      </w:tr>
    </w:tbl>
    <w:p w:rsidR="005C1A1A" w:rsidRPr="007762E6" w:rsidRDefault="005C1A1A" w:rsidP="005C1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9923A0" w:rsidRDefault="005C1A1A" w:rsidP="00EA40BB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Pr="00731DE8" w:rsidRDefault="005C1A1A" w:rsidP="00EA40BB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070"/>
        <w:gridCol w:w="1206"/>
        <w:gridCol w:w="1876"/>
        <w:gridCol w:w="1202"/>
        <w:gridCol w:w="1472"/>
        <w:gridCol w:w="936"/>
        <w:gridCol w:w="1171"/>
      </w:tblGrid>
      <w:tr w:rsidR="005C1A1A" w:rsidRPr="00EF4E1A" w:rsidTr="00A72616">
        <w:tc>
          <w:tcPr>
            <w:tcW w:w="3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55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3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8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28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Tr="00A72616">
        <w:trPr>
          <w:trHeight w:val="551"/>
        </w:trPr>
        <w:tc>
          <w:tcPr>
            <w:tcW w:w="3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9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40524827</w:t>
            </w:r>
          </w:p>
        </w:tc>
        <w:tc>
          <w:tcPr>
            <w:tcW w:w="630" w:type="pct"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10.02.2012</w:t>
            </w:r>
          </w:p>
        </w:tc>
        <w:tc>
          <w:tcPr>
            <w:tcW w:w="980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Соболева Т. И.</w:t>
            </w:r>
          </w:p>
        </w:tc>
        <w:tc>
          <w:tcPr>
            <w:tcW w:w="628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</w:tc>
        <w:tc>
          <w:tcPr>
            <w:tcW w:w="769" w:type="pct"/>
            <w:vMerge w:val="restar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Александровка, </w:t>
            </w:r>
            <w:proofErr w:type="gramStart"/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gramEnd"/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 xml:space="preserve"> "Рассвет"</w:t>
            </w:r>
          </w:p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5C1A1A" w:rsidRPr="0000339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612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C1A1A" w:rsidTr="00A72616">
        <w:trPr>
          <w:trHeight w:val="551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9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40529787</w:t>
            </w:r>
          </w:p>
        </w:tc>
        <w:tc>
          <w:tcPr>
            <w:tcW w:w="630" w:type="pct"/>
            <w:vAlign w:val="center"/>
          </w:tcPr>
          <w:p w:rsidR="005C1A1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05.04.2012</w:t>
            </w:r>
          </w:p>
        </w:tc>
        <w:tc>
          <w:tcPr>
            <w:tcW w:w="980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Дудович</w:t>
            </w:r>
            <w:proofErr w:type="spellEnd"/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 xml:space="preserve"> О. А.</w:t>
            </w:r>
          </w:p>
        </w:tc>
        <w:tc>
          <w:tcPr>
            <w:tcW w:w="628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</w:tc>
        <w:tc>
          <w:tcPr>
            <w:tcW w:w="769" w:type="pct"/>
            <w:vMerge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5C1A1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612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5C1A1A" w:rsidTr="00A72616">
        <w:trPr>
          <w:trHeight w:val="651"/>
        </w:trPr>
        <w:tc>
          <w:tcPr>
            <w:tcW w:w="333" w:type="pct"/>
            <w:vAlign w:val="center"/>
          </w:tcPr>
          <w:p w:rsidR="005C1A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9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40536087</w:t>
            </w:r>
          </w:p>
        </w:tc>
        <w:tc>
          <w:tcPr>
            <w:tcW w:w="630" w:type="pct"/>
            <w:vAlign w:val="center"/>
          </w:tcPr>
          <w:p w:rsidR="005C1A1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09.04.2012</w:t>
            </w:r>
          </w:p>
        </w:tc>
        <w:tc>
          <w:tcPr>
            <w:tcW w:w="980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Козырев В. И.</w:t>
            </w:r>
          </w:p>
        </w:tc>
        <w:tc>
          <w:tcPr>
            <w:tcW w:w="628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</w:tc>
        <w:tc>
          <w:tcPr>
            <w:tcW w:w="769" w:type="pct"/>
            <w:vMerge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5C1A1A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612" w:type="pct"/>
            <w:vAlign w:val="center"/>
          </w:tcPr>
          <w:p w:rsidR="005C1A1A" w:rsidRPr="004651DF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DF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F63D4C" w:rsidRDefault="005C1A1A" w:rsidP="00EA40BB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Pr="0093120C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5C1A1A" w:rsidRPr="004F4466" w:rsidRDefault="005C1A1A" w:rsidP="00EA40BB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b/>
          <w:sz w:val="24"/>
          <w:szCs w:val="24"/>
          <w:u w:val="single"/>
        </w:rPr>
      </w:pPr>
      <w:proofErr w:type="gramStart"/>
      <w:r w:rsidRPr="004F4466">
        <w:rPr>
          <w:b/>
          <w:sz w:val="24"/>
          <w:szCs w:val="24"/>
        </w:rPr>
        <w:t>Основные характеристики проектируемой ВЛ-</w:t>
      </w:r>
      <w:r>
        <w:rPr>
          <w:b/>
          <w:sz w:val="24"/>
          <w:szCs w:val="24"/>
        </w:rPr>
        <w:t>6</w:t>
      </w:r>
      <w:r w:rsidRPr="004F4466">
        <w:rPr>
          <w:b/>
          <w:sz w:val="24"/>
          <w:szCs w:val="24"/>
        </w:rPr>
        <w:t>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Табл.5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0C4518">
        <w:rPr>
          <w:sz w:val="24"/>
          <w:szCs w:val="24"/>
        </w:rPr>
        <w:lastRenderedPageBreak/>
        <w:t>Предусмотреть строительство участка ВЛ-</w:t>
      </w:r>
      <w:r>
        <w:rPr>
          <w:sz w:val="24"/>
          <w:szCs w:val="24"/>
        </w:rPr>
        <w:t>6</w:t>
      </w:r>
      <w:r w:rsidRPr="000C4518">
        <w:rPr>
          <w:sz w:val="24"/>
          <w:szCs w:val="24"/>
        </w:rPr>
        <w:t>кВ с самонесущим з</w:t>
      </w:r>
      <w:r>
        <w:rPr>
          <w:sz w:val="24"/>
          <w:szCs w:val="24"/>
        </w:rPr>
        <w:t xml:space="preserve">ащищенным проводом от опоры </w:t>
      </w:r>
      <w:r w:rsidRPr="00200A62">
        <w:rPr>
          <w:sz w:val="24"/>
          <w:szCs w:val="24"/>
        </w:rPr>
        <w:t>№ 31 ВЛ-6 кВ № 602 ПС 35/6 кВ "Ясенная"</w:t>
      </w:r>
      <w:r>
        <w:rPr>
          <w:sz w:val="24"/>
          <w:szCs w:val="24"/>
        </w:rPr>
        <w:t xml:space="preserve"> </w:t>
      </w:r>
      <w:r w:rsidRPr="00FB1534">
        <w:rPr>
          <w:sz w:val="24"/>
          <w:szCs w:val="24"/>
        </w:rPr>
        <w:t>до РУ-</w:t>
      </w:r>
      <w:r>
        <w:rPr>
          <w:sz w:val="24"/>
          <w:szCs w:val="24"/>
        </w:rPr>
        <w:t>6</w:t>
      </w:r>
      <w:r w:rsidRPr="00FB1534">
        <w:rPr>
          <w:sz w:val="24"/>
          <w:szCs w:val="24"/>
        </w:rPr>
        <w:t xml:space="preserve">кВ проектируемой ТП </w:t>
      </w:r>
      <w:r>
        <w:rPr>
          <w:sz w:val="24"/>
          <w:szCs w:val="24"/>
        </w:rPr>
        <w:t>6</w:t>
      </w:r>
      <w:r w:rsidRPr="00FB1534">
        <w:rPr>
          <w:sz w:val="24"/>
          <w:szCs w:val="24"/>
        </w:rPr>
        <w:t>/0,4кВ</w:t>
      </w:r>
      <w:r>
        <w:rPr>
          <w:sz w:val="24"/>
          <w:szCs w:val="24"/>
        </w:rPr>
        <w:t xml:space="preserve"> (ориентировочно 1500м).</w:t>
      </w:r>
    </w:p>
    <w:p w:rsidR="005C1A1A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СТП-6</w:t>
      </w:r>
      <w:r w:rsidRPr="00FE7DCE">
        <w:rPr>
          <w:sz w:val="24"/>
          <w:szCs w:val="24"/>
        </w:rPr>
        <w:t xml:space="preserve">/0,4 кВ, </w:t>
      </w:r>
      <w:proofErr w:type="gramStart"/>
      <w:r w:rsidRPr="00FE7DCE">
        <w:rPr>
          <w:sz w:val="24"/>
          <w:szCs w:val="24"/>
        </w:rPr>
        <w:t>запитанной</w:t>
      </w:r>
      <w:proofErr w:type="gramEnd"/>
      <w:r w:rsidRPr="00FE7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проектируемой ВЛ-6 кВ (ориентировочная мощность трансформатора – 63кВА) </w:t>
      </w:r>
    </w:p>
    <w:p w:rsidR="005C1A1A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5C1A1A" w:rsidRPr="002568BB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5C1A1A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ТП-6/0,4 кВ до территории Заявителей (ориентировочно 100м).</w:t>
      </w:r>
      <w:proofErr w:type="gramEnd"/>
    </w:p>
    <w:p w:rsidR="005C1A1A" w:rsidRPr="00C6177E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Pr="00B46665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ВЛ-6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ВЛИ-0,4кВ, не менее 50кНм  для ВЛ-6кВ.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</w:t>
      </w:r>
      <w:r>
        <w:rPr>
          <w:sz w:val="24"/>
          <w:szCs w:val="24"/>
        </w:rPr>
        <w:t>6</w:t>
      </w:r>
      <w:r w:rsidRPr="007762E6">
        <w:rPr>
          <w:sz w:val="24"/>
          <w:szCs w:val="24"/>
        </w:rPr>
        <w:t>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F0116B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582E47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FC79B3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EA40B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5C1A1A" w:rsidRPr="00510A35" w:rsidRDefault="005C1A1A" w:rsidP="00EA40BB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C1A1A" w:rsidRDefault="005C1A1A" w:rsidP="00EA40BB">
      <w:pPr>
        <w:pStyle w:val="a5"/>
        <w:numPr>
          <w:ilvl w:val="0"/>
          <w:numId w:val="2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 w:rsidP="005C1A1A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</w:p>
    <w:p w:rsidR="005C1A1A" w:rsidRDefault="005C1A1A">
      <w:r>
        <w:br w:type="page"/>
      </w:r>
    </w:p>
    <w:p w:rsidR="005C1A1A" w:rsidRPr="007762E6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4-225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5C1A1A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D3878">
        <w:rPr>
          <w:rFonts w:ascii="Times New Roman" w:hAnsi="Times New Roman" w:cs="Times New Roman"/>
          <w:sz w:val="24"/>
          <w:szCs w:val="24"/>
        </w:rPr>
        <w:t xml:space="preserve">реконструкцию </w:t>
      </w:r>
    </w:p>
    <w:p w:rsidR="005C1A1A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5E90">
        <w:rPr>
          <w:rFonts w:ascii="Times New Roman" w:hAnsi="Times New Roman" w:cs="Times New Roman"/>
          <w:sz w:val="24"/>
          <w:szCs w:val="24"/>
          <w:u w:val="single"/>
        </w:rPr>
        <w:t>ВЛ-10 кВ № 1002 ПС 35/10 кВ "Одинцово"</w:t>
      </w:r>
      <w:r w:rsidRPr="00F74C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34694">
        <w:rPr>
          <w:rFonts w:ascii="Times New Roman" w:hAnsi="Times New Roman" w:cs="Times New Roman"/>
          <w:sz w:val="24"/>
          <w:szCs w:val="24"/>
          <w:u w:val="single"/>
        </w:rPr>
        <w:t>со строительством участков ВЛ-10кВ и ВЛ-0,4кВ и установкой ТП-10/0,4кВ</w:t>
      </w:r>
      <w:r w:rsidRPr="008D38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A1A" w:rsidRPr="008D3878" w:rsidRDefault="005C1A1A" w:rsidP="005C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C1A1A" w:rsidRDefault="005C1A1A" w:rsidP="00EA40BB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593">
        <w:rPr>
          <w:rFonts w:ascii="Times New Roman" w:hAnsi="Times New Roman" w:cs="Times New Roman"/>
          <w:sz w:val="24"/>
          <w:szCs w:val="24"/>
        </w:rPr>
        <w:t xml:space="preserve">Выполнить  проектирование и реконструкцию </w:t>
      </w:r>
      <w:r w:rsidRPr="00145E90">
        <w:rPr>
          <w:rFonts w:ascii="Times New Roman" w:hAnsi="Times New Roman" w:cs="Times New Roman"/>
          <w:sz w:val="24"/>
          <w:szCs w:val="24"/>
        </w:rPr>
        <w:t xml:space="preserve">ВЛ-10 кВ № 1002 ПС 35/10 кВ "Одинцово" </w:t>
      </w:r>
      <w:r w:rsidRPr="00E54593">
        <w:rPr>
          <w:rFonts w:ascii="Times New Roman" w:hAnsi="Times New Roman" w:cs="Times New Roman"/>
          <w:sz w:val="24"/>
          <w:szCs w:val="24"/>
        </w:rPr>
        <w:t xml:space="preserve"> со строительством участков ВЛ-10кВ и ВЛ-0,4кВ и установкой ТП-10/0,4кВ, расположенных </w:t>
      </w:r>
      <w:proofErr w:type="gramStart"/>
      <w:r w:rsidRPr="00E5459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54593">
        <w:rPr>
          <w:rFonts w:ascii="Times New Roman" w:hAnsi="Times New Roman" w:cs="Times New Roman"/>
          <w:sz w:val="24"/>
          <w:szCs w:val="24"/>
        </w:rPr>
        <w:t>:</w:t>
      </w:r>
    </w:p>
    <w:p w:rsidR="005C1A1A" w:rsidRPr="00E54593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5C1A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820" w:type="pct"/>
        <w:jc w:val="center"/>
        <w:tblLook w:val="04A0"/>
      </w:tblPr>
      <w:tblGrid>
        <w:gridCol w:w="1350"/>
        <w:gridCol w:w="1486"/>
        <w:gridCol w:w="1098"/>
        <w:gridCol w:w="1344"/>
        <w:gridCol w:w="2034"/>
      </w:tblGrid>
      <w:tr w:rsidR="005C1A1A" w:rsidRPr="007762E6" w:rsidTr="00A72616">
        <w:trPr>
          <w:jc w:val="center"/>
        </w:trPr>
        <w:tc>
          <w:tcPr>
            <w:tcW w:w="923" w:type="pct"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1016" w:type="pct"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751" w:type="pct"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 xml:space="preserve">Номер </w:t>
            </w:r>
            <w:proofErr w:type="spellStart"/>
            <w:r w:rsidRPr="00902C07">
              <w:rPr>
                <w:rFonts w:ascii="Times New Roman" w:hAnsi="Times New Roman" w:cs="Times New Roman"/>
              </w:rPr>
              <w:t>осн</w:t>
            </w:r>
            <w:proofErr w:type="spellEnd"/>
            <w:r w:rsidRPr="00902C07">
              <w:rPr>
                <w:rFonts w:ascii="Times New Roman" w:hAnsi="Times New Roman" w:cs="Times New Roman"/>
              </w:rPr>
              <w:t>. средства</w:t>
            </w:r>
          </w:p>
        </w:tc>
        <w:tc>
          <w:tcPr>
            <w:tcW w:w="919" w:type="pct"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Инв. номер</w:t>
            </w:r>
          </w:p>
        </w:tc>
        <w:tc>
          <w:tcPr>
            <w:tcW w:w="1391" w:type="pct"/>
            <w:vAlign w:val="center"/>
          </w:tcPr>
          <w:p w:rsidR="005C1A1A" w:rsidRPr="00902C07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Наименование основного средства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923" w:type="pct"/>
            <w:vMerge w:val="restart"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654358">
              <w:rPr>
                <w:rFonts w:ascii="Times New Roman" w:hAnsi="Times New Roman" w:cs="Times New Roman"/>
              </w:rPr>
              <w:t>Смоленская</w:t>
            </w:r>
          </w:p>
        </w:tc>
        <w:tc>
          <w:tcPr>
            <w:tcW w:w="1016" w:type="pct"/>
            <w:vMerge w:val="restart"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902C07">
              <w:rPr>
                <w:rFonts w:ascii="Times New Roman" w:hAnsi="Times New Roman" w:cs="Times New Roman"/>
              </w:rPr>
              <w:t>Смоленский</w:t>
            </w:r>
          </w:p>
        </w:tc>
        <w:tc>
          <w:tcPr>
            <w:tcW w:w="751" w:type="pct"/>
            <w:vAlign w:val="center"/>
          </w:tcPr>
          <w:p w:rsidR="005C1A1A" w:rsidRPr="002A4D6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12008448</w:t>
            </w:r>
          </w:p>
        </w:tc>
        <w:tc>
          <w:tcPr>
            <w:tcW w:w="919" w:type="pct"/>
            <w:vAlign w:val="center"/>
          </w:tcPr>
          <w:p w:rsidR="005C1A1A" w:rsidRPr="002A4D6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326881419</w:t>
            </w:r>
          </w:p>
        </w:tc>
        <w:tc>
          <w:tcPr>
            <w:tcW w:w="1391" w:type="pct"/>
            <w:vAlign w:val="center"/>
          </w:tcPr>
          <w:p w:rsidR="005C1A1A" w:rsidRPr="002A4D6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 xml:space="preserve">ВЛ-0,4КВ Л-1002 </w:t>
            </w:r>
            <w:proofErr w:type="gramStart"/>
            <w:r w:rsidRPr="002A4D68">
              <w:rPr>
                <w:rFonts w:ascii="Times New Roman" w:hAnsi="Times New Roman" w:cs="Times New Roman"/>
              </w:rPr>
              <w:t>П</w:t>
            </w:r>
            <w:proofErr w:type="gramEnd"/>
            <w:r w:rsidRPr="002A4D68">
              <w:rPr>
                <w:rFonts w:ascii="Times New Roman" w:hAnsi="Times New Roman" w:cs="Times New Roman"/>
              </w:rPr>
              <w:t>/СТ ОДИНЦОВО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923" w:type="pct"/>
            <w:vMerge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pct"/>
            <w:vMerge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" w:type="pct"/>
            <w:vAlign w:val="center"/>
          </w:tcPr>
          <w:p w:rsidR="005C1A1A" w:rsidRPr="002A4D6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12000161</w:t>
            </w:r>
          </w:p>
        </w:tc>
        <w:tc>
          <w:tcPr>
            <w:tcW w:w="919" w:type="pct"/>
            <w:vAlign w:val="center"/>
          </w:tcPr>
          <w:p w:rsidR="005C1A1A" w:rsidRPr="002A4D6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326916119</w:t>
            </w:r>
          </w:p>
        </w:tc>
        <w:tc>
          <w:tcPr>
            <w:tcW w:w="1391" w:type="pct"/>
            <w:vAlign w:val="center"/>
          </w:tcPr>
          <w:p w:rsidR="005C1A1A" w:rsidRPr="002A4D6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 xml:space="preserve">ВЛ-10КВ N1002 </w:t>
            </w:r>
            <w:proofErr w:type="gramStart"/>
            <w:r w:rsidRPr="002A4D68">
              <w:rPr>
                <w:rFonts w:ascii="Times New Roman" w:hAnsi="Times New Roman" w:cs="Times New Roman"/>
              </w:rPr>
              <w:t>П</w:t>
            </w:r>
            <w:proofErr w:type="gramEnd"/>
            <w:r w:rsidRPr="002A4D68">
              <w:rPr>
                <w:rFonts w:ascii="Times New Roman" w:hAnsi="Times New Roman" w:cs="Times New Roman"/>
              </w:rPr>
              <w:t>/СТ ОДИНЦОВО</w:t>
            </w:r>
          </w:p>
        </w:tc>
      </w:tr>
      <w:tr w:rsidR="005C1A1A" w:rsidRPr="007762E6" w:rsidTr="00A72616">
        <w:trPr>
          <w:trHeight w:val="535"/>
          <w:jc w:val="center"/>
        </w:trPr>
        <w:tc>
          <w:tcPr>
            <w:tcW w:w="923" w:type="pct"/>
            <w:vMerge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pct"/>
            <w:vMerge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" w:type="pct"/>
            <w:vAlign w:val="center"/>
          </w:tcPr>
          <w:p w:rsidR="005C1A1A" w:rsidRPr="002A4D6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13006479</w:t>
            </w:r>
          </w:p>
        </w:tc>
        <w:tc>
          <w:tcPr>
            <w:tcW w:w="919" w:type="pct"/>
            <w:vAlign w:val="center"/>
          </w:tcPr>
          <w:p w:rsidR="005C1A1A" w:rsidRPr="002A4D6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>325005400</w:t>
            </w:r>
          </w:p>
        </w:tc>
        <w:tc>
          <w:tcPr>
            <w:tcW w:w="1391" w:type="pct"/>
            <w:vAlign w:val="center"/>
          </w:tcPr>
          <w:p w:rsidR="005C1A1A" w:rsidRPr="002A4D68" w:rsidRDefault="005C1A1A" w:rsidP="00A72616">
            <w:pPr>
              <w:jc w:val="center"/>
              <w:rPr>
                <w:rFonts w:ascii="Times New Roman" w:hAnsi="Times New Roman" w:cs="Times New Roman"/>
              </w:rPr>
            </w:pPr>
            <w:r w:rsidRPr="002A4D68">
              <w:rPr>
                <w:rFonts w:ascii="Times New Roman" w:hAnsi="Times New Roman" w:cs="Times New Roman"/>
              </w:rPr>
              <w:t xml:space="preserve">ОБОРУДОВАНИЕ ТП ПО </w:t>
            </w:r>
            <w:proofErr w:type="gramStart"/>
            <w:r w:rsidRPr="002A4D68">
              <w:rPr>
                <w:rFonts w:ascii="Times New Roman" w:hAnsi="Times New Roman" w:cs="Times New Roman"/>
              </w:rPr>
              <w:t>ВЛ</w:t>
            </w:r>
            <w:proofErr w:type="gramEnd"/>
            <w:r w:rsidRPr="002A4D68">
              <w:rPr>
                <w:rFonts w:ascii="Times New Roman" w:hAnsi="Times New Roman" w:cs="Times New Roman"/>
              </w:rPr>
              <w:t xml:space="preserve"> 1002 ПС ОДИНЦОВО</w:t>
            </w:r>
          </w:p>
        </w:tc>
      </w:tr>
    </w:tbl>
    <w:p w:rsidR="005C1A1A" w:rsidRPr="007762E6" w:rsidRDefault="005C1A1A" w:rsidP="005C1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7762E6" w:rsidRDefault="005C1A1A" w:rsidP="00EA40BB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C1A1A" w:rsidRPr="009923A0" w:rsidRDefault="005C1A1A" w:rsidP="00EA40BB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C1A1A" w:rsidRPr="00731DE8" w:rsidRDefault="005C1A1A" w:rsidP="00EA40BB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C1A1A" w:rsidRDefault="005C1A1A" w:rsidP="005C1A1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070"/>
        <w:gridCol w:w="1206"/>
        <w:gridCol w:w="1606"/>
        <w:gridCol w:w="1472"/>
        <w:gridCol w:w="1472"/>
        <w:gridCol w:w="936"/>
        <w:gridCol w:w="1171"/>
      </w:tblGrid>
      <w:tr w:rsidR="005C1A1A" w:rsidRPr="00EF4E1A" w:rsidTr="00A72616">
        <w:tc>
          <w:tcPr>
            <w:tcW w:w="3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55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30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6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C1A1A" w:rsidTr="00A72616">
        <w:trPr>
          <w:trHeight w:val="551"/>
        </w:trPr>
        <w:tc>
          <w:tcPr>
            <w:tcW w:w="333" w:type="pct"/>
            <w:vAlign w:val="center"/>
          </w:tcPr>
          <w:p w:rsidR="005C1A1A" w:rsidRPr="00EF4E1A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9" w:type="pct"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2F0">
              <w:rPr>
                <w:rFonts w:ascii="Times New Roman" w:eastAsia="Times New Roman" w:hAnsi="Times New Roman" w:cs="Times New Roman"/>
                <w:lang w:eastAsia="ru-RU"/>
              </w:rPr>
              <w:t>40532047</w:t>
            </w:r>
          </w:p>
        </w:tc>
        <w:tc>
          <w:tcPr>
            <w:tcW w:w="630" w:type="pct"/>
            <w:vAlign w:val="center"/>
          </w:tcPr>
          <w:p w:rsidR="005C1A1A" w:rsidRPr="00654358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06.04.2012</w:t>
            </w:r>
          </w:p>
        </w:tc>
        <w:tc>
          <w:tcPr>
            <w:tcW w:w="839" w:type="pct"/>
            <w:vAlign w:val="center"/>
          </w:tcPr>
          <w:p w:rsidR="005C1A1A" w:rsidRPr="004F4466" w:rsidRDefault="005C1A1A" w:rsidP="00A72616">
            <w:pPr>
              <w:pStyle w:val="ConsPlusNonformat"/>
              <w:widowControl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42F0">
              <w:rPr>
                <w:rFonts w:ascii="Times New Roman" w:hAnsi="Times New Roman" w:cs="Times New Roman"/>
                <w:sz w:val="22"/>
                <w:szCs w:val="22"/>
              </w:rPr>
              <w:t xml:space="preserve"> ОГКУ «Управление капитального строительства Смоленской области»</w:t>
            </w:r>
          </w:p>
          <w:p w:rsidR="005C1A1A" w:rsidRPr="00F04FD0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69" w:type="pct"/>
            <w:vAlign w:val="center"/>
          </w:tcPr>
          <w:p w:rsidR="005C1A1A" w:rsidRPr="00F04FD0" w:rsidRDefault="005C1A1A" w:rsidP="00A72616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0842F0">
              <w:rPr>
                <w:sz w:val="22"/>
                <w:szCs w:val="22"/>
              </w:rPr>
              <w:t>стройплощадка комплексной застройки жилого района "Славутич"</w:t>
            </w:r>
          </w:p>
        </w:tc>
        <w:tc>
          <w:tcPr>
            <w:tcW w:w="769" w:type="pct"/>
            <w:vAlign w:val="center"/>
          </w:tcPr>
          <w:p w:rsidR="005C1A1A" w:rsidRPr="00F04FD0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2F0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с. </w:t>
            </w:r>
            <w:proofErr w:type="spellStart"/>
            <w:r w:rsidRPr="000842F0">
              <w:rPr>
                <w:rFonts w:ascii="Times New Roman" w:eastAsia="Times New Roman" w:hAnsi="Times New Roman" w:cs="Times New Roman"/>
                <w:lang w:eastAsia="ru-RU"/>
              </w:rPr>
              <w:t>Пригорское</w:t>
            </w:r>
            <w:proofErr w:type="spellEnd"/>
            <w:r w:rsidRPr="000842F0">
              <w:rPr>
                <w:rFonts w:ascii="Times New Roman" w:eastAsia="Times New Roman" w:hAnsi="Times New Roman" w:cs="Times New Roman"/>
                <w:lang w:eastAsia="ru-RU"/>
              </w:rPr>
              <w:t xml:space="preserve">, южнее д. </w:t>
            </w:r>
            <w:proofErr w:type="spellStart"/>
            <w:r w:rsidRPr="000842F0">
              <w:rPr>
                <w:rFonts w:ascii="Times New Roman" w:eastAsia="Times New Roman" w:hAnsi="Times New Roman" w:cs="Times New Roman"/>
                <w:lang w:eastAsia="ru-RU"/>
              </w:rPr>
              <w:t>Ковалевка</w:t>
            </w:r>
            <w:proofErr w:type="spellEnd"/>
          </w:p>
        </w:tc>
        <w:tc>
          <w:tcPr>
            <w:tcW w:w="489" w:type="pct"/>
            <w:vAlign w:val="center"/>
          </w:tcPr>
          <w:p w:rsidR="005C1A1A" w:rsidRPr="0000339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12" w:type="pct"/>
            <w:vAlign w:val="center"/>
          </w:tcPr>
          <w:p w:rsidR="005C1A1A" w:rsidRPr="00003399" w:rsidRDefault="005C1A1A" w:rsidP="00A726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5C1A1A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C1A1A" w:rsidRPr="00F63D4C" w:rsidRDefault="005C1A1A" w:rsidP="00EA40BB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C1A1A" w:rsidRPr="007762E6" w:rsidRDefault="005C1A1A" w:rsidP="00EA40B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C1A1A" w:rsidRPr="007762E6" w:rsidRDefault="005C1A1A" w:rsidP="005C1A1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C1A1A" w:rsidRPr="007762E6" w:rsidRDefault="005C1A1A" w:rsidP="005C1A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C1A1A" w:rsidRPr="007762E6" w:rsidRDefault="005C1A1A" w:rsidP="00EA40B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C1A1A" w:rsidRPr="007762E6" w:rsidRDefault="005C1A1A" w:rsidP="005C1A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C1A1A" w:rsidRPr="007762E6" w:rsidRDefault="005C1A1A" w:rsidP="005C1A1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C1A1A" w:rsidRPr="007762E6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C1A1A" w:rsidRPr="0093120C" w:rsidRDefault="005C1A1A" w:rsidP="005C1A1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C1A1A" w:rsidRPr="007762E6" w:rsidRDefault="005C1A1A" w:rsidP="005C1A1A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5C1A1A" w:rsidRPr="004F4466" w:rsidRDefault="005C1A1A" w:rsidP="00EA40BB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b/>
          <w:sz w:val="24"/>
          <w:szCs w:val="24"/>
          <w:u w:val="single"/>
        </w:rPr>
      </w:pPr>
      <w:proofErr w:type="gramStart"/>
      <w:r w:rsidRPr="004F4466">
        <w:rPr>
          <w:b/>
          <w:sz w:val="24"/>
          <w:szCs w:val="24"/>
        </w:rPr>
        <w:t>Основные характеристики проектируемой ВЛ-10кВ: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5C1A1A" w:rsidRDefault="005C1A1A" w:rsidP="005C1A1A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Табл.5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C1A1A" w:rsidRPr="007762E6" w:rsidTr="00A72616">
        <w:tc>
          <w:tcPr>
            <w:tcW w:w="5068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C1A1A" w:rsidRPr="007762E6" w:rsidRDefault="005C1A1A" w:rsidP="00A72616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C1A1A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0C4518">
        <w:rPr>
          <w:sz w:val="24"/>
          <w:szCs w:val="24"/>
        </w:rPr>
        <w:lastRenderedPageBreak/>
        <w:t>Предусмотреть строительство участка ВЛ-10кВ с самонесущим з</w:t>
      </w:r>
      <w:r>
        <w:rPr>
          <w:sz w:val="24"/>
          <w:szCs w:val="24"/>
        </w:rPr>
        <w:t xml:space="preserve">ащищенным проводом от опоры </w:t>
      </w:r>
      <w:r w:rsidRPr="00532582">
        <w:rPr>
          <w:sz w:val="24"/>
          <w:szCs w:val="24"/>
        </w:rPr>
        <w:t>от опоры (№ определить проектом), ВЛ-10 кВ № 1002 ПС 35/10 кВ "Одинцово"</w:t>
      </w:r>
      <w:r>
        <w:rPr>
          <w:sz w:val="24"/>
          <w:szCs w:val="24"/>
        </w:rPr>
        <w:t xml:space="preserve"> </w:t>
      </w:r>
      <w:r w:rsidRPr="00FB1534">
        <w:rPr>
          <w:sz w:val="24"/>
          <w:szCs w:val="24"/>
        </w:rPr>
        <w:t>до РУ-10кВ проектируемой ТП 10/0,4кВ</w:t>
      </w:r>
      <w:r>
        <w:rPr>
          <w:sz w:val="24"/>
          <w:szCs w:val="24"/>
        </w:rPr>
        <w:t xml:space="preserve"> (ориентировочно 100м).</w:t>
      </w:r>
    </w:p>
    <w:p w:rsidR="005C1A1A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СТП-10</w:t>
      </w:r>
      <w:r w:rsidRPr="00FE7DCE">
        <w:rPr>
          <w:sz w:val="24"/>
          <w:szCs w:val="24"/>
        </w:rPr>
        <w:t xml:space="preserve">/0,4 кВ, </w:t>
      </w:r>
      <w:proofErr w:type="gramStart"/>
      <w:r w:rsidRPr="00FE7DCE">
        <w:rPr>
          <w:sz w:val="24"/>
          <w:szCs w:val="24"/>
        </w:rPr>
        <w:t>запитанной</w:t>
      </w:r>
      <w:proofErr w:type="gramEnd"/>
      <w:r w:rsidRPr="00FE7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проектируемой ВЛ-10 кВ (ориентировочная мощность трансформатора – 40кВА) </w:t>
      </w:r>
    </w:p>
    <w:p w:rsidR="005C1A1A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5C1A1A" w:rsidRPr="002568BB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5C1A1A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ТП-10/0,4 кВ до территории Заявителя (ориентировочно 100м).</w:t>
      </w:r>
      <w:proofErr w:type="gramEnd"/>
    </w:p>
    <w:p w:rsidR="005C1A1A" w:rsidRPr="00C6177E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C1A1A" w:rsidRPr="00B46665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C1A1A" w:rsidRPr="007762E6" w:rsidRDefault="005C1A1A" w:rsidP="005C1A1A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C1A1A" w:rsidRPr="007762E6" w:rsidRDefault="005C1A1A" w:rsidP="005C1A1A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и расчет затрат на реализацию природоохранных мероприятий и компенсационных выплат.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C1A1A" w:rsidRPr="007762E6" w:rsidRDefault="005C1A1A" w:rsidP="005C1A1A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C1A1A" w:rsidRPr="007762E6" w:rsidRDefault="005C1A1A" w:rsidP="005C1A1A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C1A1A" w:rsidRPr="00F0116B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Требования к линейной арматуре и проводу.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C1A1A" w:rsidRPr="007762E6" w:rsidRDefault="005C1A1A" w:rsidP="005C1A1A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C1A1A" w:rsidRPr="007762E6" w:rsidRDefault="005C1A1A" w:rsidP="005C1A1A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C1A1A" w:rsidRPr="00582E47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работы должны быть выполнены в соответствии с нормативно-технической документацией (НТД):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C1A1A" w:rsidRPr="007762E6" w:rsidRDefault="005C1A1A" w:rsidP="005C1A1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C1A1A" w:rsidRPr="00FC79B3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C1A1A" w:rsidRPr="007762E6" w:rsidRDefault="005C1A1A" w:rsidP="00EA40BB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C1A1A" w:rsidRPr="00C903BE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C1A1A" w:rsidRPr="007762E6" w:rsidRDefault="005C1A1A" w:rsidP="005C1A1A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5C1A1A" w:rsidRPr="007762E6" w:rsidRDefault="005C1A1A" w:rsidP="00EA40B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5C1A1A" w:rsidRPr="00510A35" w:rsidRDefault="005C1A1A" w:rsidP="00EA40BB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5C1A1A" w:rsidRDefault="005C1A1A" w:rsidP="00EA40BB">
      <w:pPr>
        <w:pStyle w:val="a5"/>
        <w:numPr>
          <w:ilvl w:val="0"/>
          <w:numId w:val="2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C1A1A" w:rsidRDefault="005C1A1A" w:rsidP="005C1A1A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</w:p>
    <w:p w:rsidR="006D52DE" w:rsidRDefault="006D52DE"/>
    <w:sectPr w:rsidR="006D52DE" w:rsidSect="006D52D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4FD" w:rsidRDefault="003254FD" w:rsidP="00EA40BB">
      <w:pPr>
        <w:spacing w:after="0" w:line="240" w:lineRule="auto"/>
      </w:pPr>
      <w:r>
        <w:separator/>
      </w:r>
    </w:p>
  </w:endnote>
  <w:endnote w:type="continuationSeparator" w:id="0">
    <w:p w:rsidR="003254FD" w:rsidRDefault="003254FD" w:rsidP="00EA4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BB" w:rsidRPr="00EA40BB" w:rsidRDefault="00EA40BB" w:rsidP="00EA40BB">
    <w:pPr>
      <w:pStyle w:val="a9"/>
      <w:pBdr>
        <w:bottom w:val="single" w:sz="12" w:space="1" w:color="auto"/>
      </w:pBdr>
      <w:ind w:left="360" w:right="-28" w:hanging="360"/>
      <w:jc w:val="right"/>
      <w:rPr>
        <w:rFonts w:ascii="Times New Roman" w:hAnsi="Times New Roman" w:cs="Times New Roman"/>
        <w:sz w:val="20"/>
        <w:szCs w:val="20"/>
      </w:rPr>
    </w:pPr>
  </w:p>
  <w:p w:rsidR="00EA40BB" w:rsidRPr="00EA40BB" w:rsidRDefault="00EA40BB" w:rsidP="00EA40BB">
    <w:pPr>
      <w:pStyle w:val="a9"/>
      <w:tabs>
        <w:tab w:val="clear" w:pos="9355"/>
        <w:tab w:val="right" w:pos="10206"/>
        <w:tab w:val="left" w:pos="10980"/>
      </w:tabs>
      <w:ind w:right="-28"/>
      <w:rPr>
        <w:rFonts w:ascii="Times New Roman" w:hAnsi="Times New Roman" w:cs="Times New Roman"/>
        <w:sz w:val="20"/>
        <w:szCs w:val="20"/>
      </w:rPr>
    </w:pPr>
    <w:r w:rsidRPr="00EA40BB">
      <w:rPr>
        <w:rFonts w:ascii="Times New Roman" w:hAnsi="Times New Roman" w:cs="Times New Roman"/>
        <w:sz w:val="20"/>
        <w:szCs w:val="20"/>
      </w:rPr>
      <w:t>Закрытый запрос предложений на право заключения Договора на выполнение работ по реконструкции ВЛ-0,4-10кВ для технологического присоединения потребителей Западной зоны Смоленской области (четвертый этап) для нужд ОАО «МРСК Центра» (филиала «Смоленскэнерго»)</w:t>
    </w:r>
    <w:r w:rsidRPr="00EA40BB">
      <w:rPr>
        <w:rFonts w:ascii="Times New Roman" w:hAnsi="Times New Roman" w:cs="Times New Roman"/>
        <w:sz w:val="20"/>
        <w:szCs w:val="20"/>
      </w:rPr>
      <w:tab/>
      <w:t>стр.</w:t>
    </w:r>
    <w:r w:rsidRPr="00EA40BB">
      <w:rPr>
        <w:rFonts w:ascii="Times New Roman" w:hAnsi="Times New Roman" w:cs="Times New Roman"/>
        <w:sz w:val="20"/>
        <w:szCs w:val="20"/>
      </w:rPr>
      <w:fldChar w:fldCharType="begin"/>
    </w:r>
    <w:r w:rsidRPr="00EA40BB">
      <w:rPr>
        <w:rFonts w:ascii="Times New Roman" w:hAnsi="Times New Roman" w:cs="Times New Roman"/>
        <w:sz w:val="20"/>
        <w:szCs w:val="20"/>
      </w:rPr>
      <w:instrText xml:space="preserve"> PAGE </w:instrText>
    </w:r>
    <w:r w:rsidRPr="00EA40BB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102</w:t>
    </w:r>
    <w:r w:rsidRPr="00EA40BB">
      <w:rPr>
        <w:rFonts w:ascii="Times New Roman" w:hAnsi="Times New Roman" w:cs="Times New Roman"/>
        <w:sz w:val="20"/>
        <w:szCs w:val="20"/>
      </w:rPr>
      <w:fldChar w:fldCharType="end"/>
    </w:r>
    <w:r w:rsidRPr="00EA40BB">
      <w:rPr>
        <w:rFonts w:ascii="Times New Roman" w:hAnsi="Times New Roman" w:cs="Times New Roman"/>
        <w:sz w:val="20"/>
        <w:szCs w:val="20"/>
      </w:rPr>
      <w:t xml:space="preserve"> из </w:t>
    </w:r>
    <w:r w:rsidRPr="00EA40BB">
      <w:rPr>
        <w:rFonts w:ascii="Times New Roman" w:hAnsi="Times New Roman" w:cs="Times New Roman"/>
        <w:sz w:val="20"/>
        <w:szCs w:val="20"/>
      </w:rPr>
      <w:fldChar w:fldCharType="begin"/>
    </w:r>
    <w:r w:rsidRPr="00EA40BB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EA40BB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102</w:t>
    </w:r>
    <w:r w:rsidRPr="00EA40BB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4FD" w:rsidRDefault="003254FD" w:rsidP="00EA40BB">
      <w:pPr>
        <w:spacing w:after="0" w:line="240" w:lineRule="auto"/>
      </w:pPr>
      <w:r>
        <w:separator/>
      </w:r>
    </w:p>
  </w:footnote>
  <w:footnote w:type="continuationSeparator" w:id="0">
    <w:p w:rsidR="003254FD" w:rsidRDefault="003254FD" w:rsidP="00EA4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0BB" w:rsidRPr="00EA40BB" w:rsidRDefault="00EA40BB" w:rsidP="00EA40BB">
    <w:pPr>
      <w:pStyle w:val="a7"/>
      <w:jc w:val="right"/>
      <w:rPr>
        <w:rFonts w:ascii="Times New Roman" w:hAnsi="Times New Roman" w:cs="Times New Roman"/>
      </w:rPr>
    </w:pPr>
    <w:r w:rsidRPr="00EA40BB">
      <w:rPr>
        <w:rFonts w:ascii="Times New Roman" w:hAnsi="Times New Roman" w:cs="Times New Roman"/>
      </w:rPr>
      <w:t>Пр</w:t>
    </w:r>
    <w:r>
      <w:rPr>
        <w:rFonts w:ascii="Times New Roman" w:hAnsi="Times New Roman" w:cs="Times New Roman"/>
      </w:rPr>
      <w:t>иложение №1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B31A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5D61B5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A686C7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FD334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5D780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6D17A4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DDE101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F097D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A6B087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DEC01E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0FA240D"/>
    <w:multiLevelType w:val="hybridMultilevel"/>
    <w:tmpl w:val="9E42C24C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CAA172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8873A1B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61B353B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6402F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18"/>
  </w:num>
  <w:num w:numId="5">
    <w:abstractNumId w:val="0"/>
  </w:num>
  <w:num w:numId="6">
    <w:abstractNumId w:val="10"/>
  </w:num>
  <w:num w:numId="7">
    <w:abstractNumId w:val="20"/>
  </w:num>
  <w:num w:numId="8">
    <w:abstractNumId w:val="15"/>
  </w:num>
  <w:num w:numId="9">
    <w:abstractNumId w:val="17"/>
  </w:num>
  <w:num w:numId="10">
    <w:abstractNumId w:val="19"/>
  </w:num>
  <w:num w:numId="11">
    <w:abstractNumId w:val="12"/>
  </w:num>
  <w:num w:numId="12">
    <w:abstractNumId w:val="14"/>
  </w:num>
  <w:num w:numId="13">
    <w:abstractNumId w:val="6"/>
  </w:num>
  <w:num w:numId="14">
    <w:abstractNumId w:val="9"/>
  </w:num>
  <w:num w:numId="15">
    <w:abstractNumId w:val="3"/>
  </w:num>
  <w:num w:numId="16">
    <w:abstractNumId w:val="1"/>
  </w:num>
  <w:num w:numId="17">
    <w:abstractNumId w:val="4"/>
  </w:num>
  <w:num w:numId="18">
    <w:abstractNumId w:val="7"/>
  </w:num>
  <w:num w:numId="19">
    <w:abstractNumId w:val="16"/>
  </w:num>
  <w:num w:numId="20">
    <w:abstractNumId w:val="13"/>
  </w:num>
  <w:num w:numId="21">
    <w:abstractNumId w:val="21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1A1A"/>
    <w:rsid w:val="00001752"/>
    <w:rsid w:val="00002697"/>
    <w:rsid w:val="00003671"/>
    <w:rsid w:val="00003A0E"/>
    <w:rsid w:val="00004316"/>
    <w:rsid w:val="00004993"/>
    <w:rsid w:val="00004BC9"/>
    <w:rsid w:val="00005160"/>
    <w:rsid w:val="00005679"/>
    <w:rsid w:val="00005EE3"/>
    <w:rsid w:val="00006785"/>
    <w:rsid w:val="00006B71"/>
    <w:rsid w:val="00006F99"/>
    <w:rsid w:val="000078FA"/>
    <w:rsid w:val="00007B5F"/>
    <w:rsid w:val="00007DA5"/>
    <w:rsid w:val="00010F0B"/>
    <w:rsid w:val="000112CD"/>
    <w:rsid w:val="00011328"/>
    <w:rsid w:val="000113E9"/>
    <w:rsid w:val="00011B2E"/>
    <w:rsid w:val="00011C7E"/>
    <w:rsid w:val="000123FD"/>
    <w:rsid w:val="0001260B"/>
    <w:rsid w:val="00012CF1"/>
    <w:rsid w:val="00013964"/>
    <w:rsid w:val="000139C3"/>
    <w:rsid w:val="000161A0"/>
    <w:rsid w:val="00017296"/>
    <w:rsid w:val="00017E68"/>
    <w:rsid w:val="000204CB"/>
    <w:rsid w:val="00020DEB"/>
    <w:rsid w:val="000239BB"/>
    <w:rsid w:val="00023E4B"/>
    <w:rsid w:val="00024859"/>
    <w:rsid w:val="0002578B"/>
    <w:rsid w:val="00026ADD"/>
    <w:rsid w:val="00026DB9"/>
    <w:rsid w:val="00026EEE"/>
    <w:rsid w:val="000272CE"/>
    <w:rsid w:val="00031517"/>
    <w:rsid w:val="000317BA"/>
    <w:rsid w:val="0003224E"/>
    <w:rsid w:val="00032407"/>
    <w:rsid w:val="00032BAD"/>
    <w:rsid w:val="000335B2"/>
    <w:rsid w:val="0003366F"/>
    <w:rsid w:val="00034AAD"/>
    <w:rsid w:val="00034DB6"/>
    <w:rsid w:val="00034E43"/>
    <w:rsid w:val="00035668"/>
    <w:rsid w:val="000363F1"/>
    <w:rsid w:val="000364CE"/>
    <w:rsid w:val="00037145"/>
    <w:rsid w:val="00037191"/>
    <w:rsid w:val="00037285"/>
    <w:rsid w:val="000379C9"/>
    <w:rsid w:val="00037A0B"/>
    <w:rsid w:val="00037C81"/>
    <w:rsid w:val="00037E6F"/>
    <w:rsid w:val="000406EA"/>
    <w:rsid w:val="00040761"/>
    <w:rsid w:val="00042E80"/>
    <w:rsid w:val="000435D6"/>
    <w:rsid w:val="00043975"/>
    <w:rsid w:val="00043F6F"/>
    <w:rsid w:val="0004429F"/>
    <w:rsid w:val="000442AE"/>
    <w:rsid w:val="00044FCB"/>
    <w:rsid w:val="00045003"/>
    <w:rsid w:val="00045FC4"/>
    <w:rsid w:val="00046332"/>
    <w:rsid w:val="0004662F"/>
    <w:rsid w:val="00046795"/>
    <w:rsid w:val="00046A64"/>
    <w:rsid w:val="000500FE"/>
    <w:rsid w:val="00050264"/>
    <w:rsid w:val="00050667"/>
    <w:rsid w:val="00050E4A"/>
    <w:rsid w:val="00050E53"/>
    <w:rsid w:val="0005105B"/>
    <w:rsid w:val="000511E3"/>
    <w:rsid w:val="0005160C"/>
    <w:rsid w:val="000524B7"/>
    <w:rsid w:val="00052627"/>
    <w:rsid w:val="000528BB"/>
    <w:rsid w:val="00052CDF"/>
    <w:rsid w:val="00053CAD"/>
    <w:rsid w:val="0005506B"/>
    <w:rsid w:val="000556E2"/>
    <w:rsid w:val="00055B9C"/>
    <w:rsid w:val="00055E31"/>
    <w:rsid w:val="00056DCD"/>
    <w:rsid w:val="00057AFD"/>
    <w:rsid w:val="00057C48"/>
    <w:rsid w:val="00057CEC"/>
    <w:rsid w:val="00057ED7"/>
    <w:rsid w:val="0006025C"/>
    <w:rsid w:val="000606B4"/>
    <w:rsid w:val="00060DA3"/>
    <w:rsid w:val="00061F65"/>
    <w:rsid w:val="00062562"/>
    <w:rsid w:val="000628FC"/>
    <w:rsid w:val="00062EE1"/>
    <w:rsid w:val="00062F9B"/>
    <w:rsid w:val="00063633"/>
    <w:rsid w:val="00063DC8"/>
    <w:rsid w:val="00064296"/>
    <w:rsid w:val="00064861"/>
    <w:rsid w:val="00064EC5"/>
    <w:rsid w:val="0006513C"/>
    <w:rsid w:val="0006578F"/>
    <w:rsid w:val="00065957"/>
    <w:rsid w:val="00066702"/>
    <w:rsid w:val="00066BCA"/>
    <w:rsid w:val="000672BF"/>
    <w:rsid w:val="00067508"/>
    <w:rsid w:val="000679B3"/>
    <w:rsid w:val="00070B71"/>
    <w:rsid w:val="00070F4C"/>
    <w:rsid w:val="000710FA"/>
    <w:rsid w:val="00071485"/>
    <w:rsid w:val="00072319"/>
    <w:rsid w:val="0007263F"/>
    <w:rsid w:val="000736C7"/>
    <w:rsid w:val="00073CE3"/>
    <w:rsid w:val="00074559"/>
    <w:rsid w:val="00075A06"/>
    <w:rsid w:val="00075AFA"/>
    <w:rsid w:val="00075C5A"/>
    <w:rsid w:val="0007624D"/>
    <w:rsid w:val="000766ED"/>
    <w:rsid w:val="00076DC7"/>
    <w:rsid w:val="000803FB"/>
    <w:rsid w:val="00080CF6"/>
    <w:rsid w:val="0008118B"/>
    <w:rsid w:val="000826AE"/>
    <w:rsid w:val="00082F18"/>
    <w:rsid w:val="000831AC"/>
    <w:rsid w:val="0008379F"/>
    <w:rsid w:val="00083D39"/>
    <w:rsid w:val="00084BAA"/>
    <w:rsid w:val="000869D1"/>
    <w:rsid w:val="00087FEC"/>
    <w:rsid w:val="00090457"/>
    <w:rsid w:val="000904AB"/>
    <w:rsid w:val="0009065F"/>
    <w:rsid w:val="00091C16"/>
    <w:rsid w:val="00091ED6"/>
    <w:rsid w:val="00092E89"/>
    <w:rsid w:val="000953C3"/>
    <w:rsid w:val="00095518"/>
    <w:rsid w:val="00095FD9"/>
    <w:rsid w:val="000965DF"/>
    <w:rsid w:val="00097068"/>
    <w:rsid w:val="00097C1E"/>
    <w:rsid w:val="00097E47"/>
    <w:rsid w:val="00097F03"/>
    <w:rsid w:val="000A0136"/>
    <w:rsid w:val="000A13B6"/>
    <w:rsid w:val="000A1594"/>
    <w:rsid w:val="000A1A23"/>
    <w:rsid w:val="000A1AA6"/>
    <w:rsid w:val="000A237A"/>
    <w:rsid w:val="000A3888"/>
    <w:rsid w:val="000A44DD"/>
    <w:rsid w:val="000A47B6"/>
    <w:rsid w:val="000A5781"/>
    <w:rsid w:val="000A65C6"/>
    <w:rsid w:val="000A686E"/>
    <w:rsid w:val="000A6BDD"/>
    <w:rsid w:val="000A702E"/>
    <w:rsid w:val="000A76D0"/>
    <w:rsid w:val="000A78F3"/>
    <w:rsid w:val="000A7BB3"/>
    <w:rsid w:val="000A7C58"/>
    <w:rsid w:val="000B0E66"/>
    <w:rsid w:val="000B2175"/>
    <w:rsid w:val="000B237E"/>
    <w:rsid w:val="000B281E"/>
    <w:rsid w:val="000B30F6"/>
    <w:rsid w:val="000B31A4"/>
    <w:rsid w:val="000B33E7"/>
    <w:rsid w:val="000B3D41"/>
    <w:rsid w:val="000B3EB5"/>
    <w:rsid w:val="000B3FA3"/>
    <w:rsid w:val="000B44B5"/>
    <w:rsid w:val="000B4A5B"/>
    <w:rsid w:val="000B5807"/>
    <w:rsid w:val="000B5C06"/>
    <w:rsid w:val="000B6635"/>
    <w:rsid w:val="000B676E"/>
    <w:rsid w:val="000B6C61"/>
    <w:rsid w:val="000B7C39"/>
    <w:rsid w:val="000C0807"/>
    <w:rsid w:val="000C1043"/>
    <w:rsid w:val="000C1156"/>
    <w:rsid w:val="000C1D4E"/>
    <w:rsid w:val="000C2243"/>
    <w:rsid w:val="000C2C6A"/>
    <w:rsid w:val="000C3333"/>
    <w:rsid w:val="000C3C61"/>
    <w:rsid w:val="000C4E4F"/>
    <w:rsid w:val="000C5B9E"/>
    <w:rsid w:val="000C61BE"/>
    <w:rsid w:val="000C73C9"/>
    <w:rsid w:val="000C7887"/>
    <w:rsid w:val="000C7899"/>
    <w:rsid w:val="000D0377"/>
    <w:rsid w:val="000D06B2"/>
    <w:rsid w:val="000D0803"/>
    <w:rsid w:val="000D1CE9"/>
    <w:rsid w:val="000D207B"/>
    <w:rsid w:val="000D3776"/>
    <w:rsid w:val="000D3A06"/>
    <w:rsid w:val="000D4C47"/>
    <w:rsid w:val="000D51A1"/>
    <w:rsid w:val="000D564C"/>
    <w:rsid w:val="000D5794"/>
    <w:rsid w:val="000D5A7F"/>
    <w:rsid w:val="000D5AAC"/>
    <w:rsid w:val="000D6787"/>
    <w:rsid w:val="000D71D4"/>
    <w:rsid w:val="000D7A27"/>
    <w:rsid w:val="000D7F64"/>
    <w:rsid w:val="000E0338"/>
    <w:rsid w:val="000E09D9"/>
    <w:rsid w:val="000E0D54"/>
    <w:rsid w:val="000E0F5D"/>
    <w:rsid w:val="000E1558"/>
    <w:rsid w:val="000E19C7"/>
    <w:rsid w:val="000E2370"/>
    <w:rsid w:val="000E2E0A"/>
    <w:rsid w:val="000E3FF2"/>
    <w:rsid w:val="000E406B"/>
    <w:rsid w:val="000E4130"/>
    <w:rsid w:val="000E497D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4F04"/>
    <w:rsid w:val="000F56C9"/>
    <w:rsid w:val="000F56D5"/>
    <w:rsid w:val="000F5A98"/>
    <w:rsid w:val="000F6200"/>
    <w:rsid w:val="000F6BAA"/>
    <w:rsid w:val="000F6D5A"/>
    <w:rsid w:val="000F71A6"/>
    <w:rsid w:val="000F73CF"/>
    <w:rsid w:val="000F73E9"/>
    <w:rsid w:val="000F7B0E"/>
    <w:rsid w:val="000F7C33"/>
    <w:rsid w:val="00100581"/>
    <w:rsid w:val="0010129F"/>
    <w:rsid w:val="0010143D"/>
    <w:rsid w:val="0010160C"/>
    <w:rsid w:val="00101C54"/>
    <w:rsid w:val="00102078"/>
    <w:rsid w:val="0010294E"/>
    <w:rsid w:val="00102C09"/>
    <w:rsid w:val="00102D1D"/>
    <w:rsid w:val="00102F3F"/>
    <w:rsid w:val="001035DE"/>
    <w:rsid w:val="00104004"/>
    <w:rsid w:val="001043D8"/>
    <w:rsid w:val="00105115"/>
    <w:rsid w:val="001053A4"/>
    <w:rsid w:val="00106117"/>
    <w:rsid w:val="00106236"/>
    <w:rsid w:val="00111938"/>
    <w:rsid w:val="00111B08"/>
    <w:rsid w:val="00111C5B"/>
    <w:rsid w:val="00111F2A"/>
    <w:rsid w:val="0011206B"/>
    <w:rsid w:val="00112252"/>
    <w:rsid w:val="00112F5E"/>
    <w:rsid w:val="00113249"/>
    <w:rsid w:val="0011342B"/>
    <w:rsid w:val="00113643"/>
    <w:rsid w:val="00113853"/>
    <w:rsid w:val="00113C48"/>
    <w:rsid w:val="00113DF0"/>
    <w:rsid w:val="001140A2"/>
    <w:rsid w:val="00114385"/>
    <w:rsid w:val="001147A3"/>
    <w:rsid w:val="00114869"/>
    <w:rsid w:val="00114D44"/>
    <w:rsid w:val="00114E5B"/>
    <w:rsid w:val="00115A35"/>
    <w:rsid w:val="00116299"/>
    <w:rsid w:val="001179C5"/>
    <w:rsid w:val="00117C90"/>
    <w:rsid w:val="0012064C"/>
    <w:rsid w:val="00120FD0"/>
    <w:rsid w:val="00121413"/>
    <w:rsid w:val="0012268C"/>
    <w:rsid w:val="00122FFF"/>
    <w:rsid w:val="001245DB"/>
    <w:rsid w:val="00124F2B"/>
    <w:rsid w:val="00124FDA"/>
    <w:rsid w:val="001251EE"/>
    <w:rsid w:val="001258FE"/>
    <w:rsid w:val="00125E84"/>
    <w:rsid w:val="0012650C"/>
    <w:rsid w:val="0012666C"/>
    <w:rsid w:val="00127087"/>
    <w:rsid w:val="0012774D"/>
    <w:rsid w:val="00130049"/>
    <w:rsid w:val="00131B59"/>
    <w:rsid w:val="001322C4"/>
    <w:rsid w:val="00132676"/>
    <w:rsid w:val="00132FA7"/>
    <w:rsid w:val="00133833"/>
    <w:rsid w:val="001338AA"/>
    <w:rsid w:val="0013540C"/>
    <w:rsid w:val="00135A02"/>
    <w:rsid w:val="00135FEC"/>
    <w:rsid w:val="001363BB"/>
    <w:rsid w:val="001367A6"/>
    <w:rsid w:val="00137FE4"/>
    <w:rsid w:val="0014207F"/>
    <w:rsid w:val="001421C8"/>
    <w:rsid w:val="00142288"/>
    <w:rsid w:val="001422AA"/>
    <w:rsid w:val="00142CAB"/>
    <w:rsid w:val="00143CBA"/>
    <w:rsid w:val="001449AD"/>
    <w:rsid w:val="00144B25"/>
    <w:rsid w:val="0014515F"/>
    <w:rsid w:val="00145496"/>
    <w:rsid w:val="00145958"/>
    <w:rsid w:val="00145C62"/>
    <w:rsid w:val="00146399"/>
    <w:rsid w:val="0014691B"/>
    <w:rsid w:val="00146AE5"/>
    <w:rsid w:val="00146C58"/>
    <w:rsid w:val="00147784"/>
    <w:rsid w:val="00147916"/>
    <w:rsid w:val="00147FA4"/>
    <w:rsid w:val="00150FB9"/>
    <w:rsid w:val="001517BD"/>
    <w:rsid w:val="00152577"/>
    <w:rsid w:val="0015277F"/>
    <w:rsid w:val="00152E55"/>
    <w:rsid w:val="0015328D"/>
    <w:rsid w:val="00153720"/>
    <w:rsid w:val="00153B5C"/>
    <w:rsid w:val="00154A34"/>
    <w:rsid w:val="00155726"/>
    <w:rsid w:val="001573AF"/>
    <w:rsid w:val="00157DA2"/>
    <w:rsid w:val="001604DE"/>
    <w:rsid w:val="00160B88"/>
    <w:rsid w:val="0016213D"/>
    <w:rsid w:val="00162DCD"/>
    <w:rsid w:val="0016418F"/>
    <w:rsid w:val="00165488"/>
    <w:rsid w:val="00165C06"/>
    <w:rsid w:val="00165EE7"/>
    <w:rsid w:val="00166E06"/>
    <w:rsid w:val="001676E4"/>
    <w:rsid w:val="00167B37"/>
    <w:rsid w:val="00167C31"/>
    <w:rsid w:val="00170724"/>
    <w:rsid w:val="00170B8F"/>
    <w:rsid w:val="00172234"/>
    <w:rsid w:val="001723D5"/>
    <w:rsid w:val="001723E9"/>
    <w:rsid w:val="00172CE0"/>
    <w:rsid w:val="00173233"/>
    <w:rsid w:val="0017324D"/>
    <w:rsid w:val="0017443C"/>
    <w:rsid w:val="00174BD7"/>
    <w:rsid w:val="00174CD7"/>
    <w:rsid w:val="00175787"/>
    <w:rsid w:val="0017581E"/>
    <w:rsid w:val="00175E02"/>
    <w:rsid w:val="0017630D"/>
    <w:rsid w:val="0017637C"/>
    <w:rsid w:val="00176B1B"/>
    <w:rsid w:val="00177371"/>
    <w:rsid w:val="00177CA4"/>
    <w:rsid w:val="00177D76"/>
    <w:rsid w:val="00177E12"/>
    <w:rsid w:val="001813D0"/>
    <w:rsid w:val="00182FD9"/>
    <w:rsid w:val="001835E0"/>
    <w:rsid w:val="00184A5A"/>
    <w:rsid w:val="00185332"/>
    <w:rsid w:val="001853A7"/>
    <w:rsid w:val="001859F2"/>
    <w:rsid w:val="00185EEA"/>
    <w:rsid w:val="0018606C"/>
    <w:rsid w:val="001862E7"/>
    <w:rsid w:val="00186904"/>
    <w:rsid w:val="001909A1"/>
    <w:rsid w:val="00190AC7"/>
    <w:rsid w:val="00192B0E"/>
    <w:rsid w:val="00192EFA"/>
    <w:rsid w:val="001931AA"/>
    <w:rsid w:val="00193647"/>
    <w:rsid w:val="00193FCE"/>
    <w:rsid w:val="001940FD"/>
    <w:rsid w:val="00194808"/>
    <w:rsid w:val="0019512E"/>
    <w:rsid w:val="0019513D"/>
    <w:rsid w:val="001953B0"/>
    <w:rsid w:val="00196426"/>
    <w:rsid w:val="00196458"/>
    <w:rsid w:val="00196C5D"/>
    <w:rsid w:val="00196D0B"/>
    <w:rsid w:val="001971C5"/>
    <w:rsid w:val="001977A0"/>
    <w:rsid w:val="001A0559"/>
    <w:rsid w:val="001A078F"/>
    <w:rsid w:val="001A0E13"/>
    <w:rsid w:val="001A1581"/>
    <w:rsid w:val="001A2D10"/>
    <w:rsid w:val="001A3B67"/>
    <w:rsid w:val="001A3CB9"/>
    <w:rsid w:val="001A40B5"/>
    <w:rsid w:val="001A518E"/>
    <w:rsid w:val="001A5C33"/>
    <w:rsid w:val="001A5C84"/>
    <w:rsid w:val="001A65A1"/>
    <w:rsid w:val="001A6792"/>
    <w:rsid w:val="001A721A"/>
    <w:rsid w:val="001A7D45"/>
    <w:rsid w:val="001B029D"/>
    <w:rsid w:val="001B0503"/>
    <w:rsid w:val="001B091D"/>
    <w:rsid w:val="001B208C"/>
    <w:rsid w:val="001B212A"/>
    <w:rsid w:val="001B2860"/>
    <w:rsid w:val="001B2B4D"/>
    <w:rsid w:val="001B3288"/>
    <w:rsid w:val="001B3920"/>
    <w:rsid w:val="001B47AD"/>
    <w:rsid w:val="001B4ED2"/>
    <w:rsid w:val="001B522B"/>
    <w:rsid w:val="001B5362"/>
    <w:rsid w:val="001B53D0"/>
    <w:rsid w:val="001B5B02"/>
    <w:rsid w:val="001B712B"/>
    <w:rsid w:val="001B74D8"/>
    <w:rsid w:val="001B7AAC"/>
    <w:rsid w:val="001B7F40"/>
    <w:rsid w:val="001B7F58"/>
    <w:rsid w:val="001C03EF"/>
    <w:rsid w:val="001C1554"/>
    <w:rsid w:val="001C2034"/>
    <w:rsid w:val="001C2050"/>
    <w:rsid w:val="001C294A"/>
    <w:rsid w:val="001C3943"/>
    <w:rsid w:val="001C39E1"/>
    <w:rsid w:val="001C3B9F"/>
    <w:rsid w:val="001C52E6"/>
    <w:rsid w:val="001C5B5B"/>
    <w:rsid w:val="001C7850"/>
    <w:rsid w:val="001C7BBF"/>
    <w:rsid w:val="001D02DC"/>
    <w:rsid w:val="001D0C44"/>
    <w:rsid w:val="001D0C7C"/>
    <w:rsid w:val="001D0D5E"/>
    <w:rsid w:val="001D1B5F"/>
    <w:rsid w:val="001D1C40"/>
    <w:rsid w:val="001D4CAF"/>
    <w:rsid w:val="001D5CFA"/>
    <w:rsid w:val="001D5EFD"/>
    <w:rsid w:val="001D68AA"/>
    <w:rsid w:val="001D7122"/>
    <w:rsid w:val="001E0381"/>
    <w:rsid w:val="001E0DC5"/>
    <w:rsid w:val="001E10C8"/>
    <w:rsid w:val="001E1447"/>
    <w:rsid w:val="001E1A3D"/>
    <w:rsid w:val="001E21E7"/>
    <w:rsid w:val="001E3B10"/>
    <w:rsid w:val="001E3EA6"/>
    <w:rsid w:val="001E405F"/>
    <w:rsid w:val="001E4279"/>
    <w:rsid w:val="001E5141"/>
    <w:rsid w:val="001E515F"/>
    <w:rsid w:val="001E5854"/>
    <w:rsid w:val="001E5E36"/>
    <w:rsid w:val="001E6260"/>
    <w:rsid w:val="001E6CC0"/>
    <w:rsid w:val="001E750F"/>
    <w:rsid w:val="001F0010"/>
    <w:rsid w:val="001F07CF"/>
    <w:rsid w:val="001F0811"/>
    <w:rsid w:val="001F084D"/>
    <w:rsid w:val="001F0C41"/>
    <w:rsid w:val="001F175C"/>
    <w:rsid w:val="001F21D9"/>
    <w:rsid w:val="001F2202"/>
    <w:rsid w:val="001F2CCB"/>
    <w:rsid w:val="001F380F"/>
    <w:rsid w:val="001F396F"/>
    <w:rsid w:val="001F3D72"/>
    <w:rsid w:val="001F47A0"/>
    <w:rsid w:val="001F5A1F"/>
    <w:rsid w:val="001F675F"/>
    <w:rsid w:val="001F6F7F"/>
    <w:rsid w:val="001F77C5"/>
    <w:rsid w:val="001F7F03"/>
    <w:rsid w:val="002000BE"/>
    <w:rsid w:val="00200652"/>
    <w:rsid w:val="002006FC"/>
    <w:rsid w:val="002008D3"/>
    <w:rsid w:val="00200D71"/>
    <w:rsid w:val="00200F03"/>
    <w:rsid w:val="0020120C"/>
    <w:rsid w:val="002026B8"/>
    <w:rsid w:val="00203099"/>
    <w:rsid w:val="0020316C"/>
    <w:rsid w:val="00204546"/>
    <w:rsid w:val="002059D4"/>
    <w:rsid w:val="002063C7"/>
    <w:rsid w:val="0020661F"/>
    <w:rsid w:val="0020669C"/>
    <w:rsid w:val="00207702"/>
    <w:rsid w:val="00207945"/>
    <w:rsid w:val="0021118B"/>
    <w:rsid w:val="0021141F"/>
    <w:rsid w:val="00211FC1"/>
    <w:rsid w:val="00212119"/>
    <w:rsid w:val="00212285"/>
    <w:rsid w:val="0021261D"/>
    <w:rsid w:val="00212687"/>
    <w:rsid w:val="00212943"/>
    <w:rsid w:val="00212F30"/>
    <w:rsid w:val="00213041"/>
    <w:rsid w:val="00214474"/>
    <w:rsid w:val="002146D1"/>
    <w:rsid w:val="00214708"/>
    <w:rsid w:val="00214899"/>
    <w:rsid w:val="00214ADD"/>
    <w:rsid w:val="0021577F"/>
    <w:rsid w:val="002157FC"/>
    <w:rsid w:val="00215838"/>
    <w:rsid w:val="00216DFE"/>
    <w:rsid w:val="00216F0D"/>
    <w:rsid w:val="00217211"/>
    <w:rsid w:val="0021789A"/>
    <w:rsid w:val="00217D15"/>
    <w:rsid w:val="00220592"/>
    <w:rsid w:val="002208CA"/>
    <w:rsid w:val="00221789"/>
    <w:rsid w:val="00222AC5"/>
    <w:rsid w:val="00223227"/>
    <w:rsid w:val="002232D5"/>
    <w:rsid w:val="002236CE"/>
    <w:rsid w:val="00223808"/>
    <w:rsid w:val="00223BD2"/>
    <w:rsid w:val="0022456A"/>
    <w:rsid w:val="00225065"/>
    <w:rsid w:val="002254D5"/>
    <w:rsid w:val="00225926"/>
    <w:rsid w:val="0022600D"/>
    <w:rsid w:val="0022672F"/>
    <w:rsid w:val="00230380"/>
    <w:rsid w:val="002309B1"/>
    <w:rsid w:val="00230B60"/>
    <w:rsid w:val="00230C00"/>
    <w:rsid w:val="00230D21"/>
    <w:rsid w:val="00230EB3"/>
    <w:rsid w:val="0023172C"/>
    <w:rsid w:val="00231B0A"/>
    <w:rsid w:val="002320AF"/>
    <w:rsid w:val="002328F2"/>
    <w:rsid w:val="00232DFE"/>
    <w:rsid w:val="00233B5A"/>
    <w:rsid w:val="00234E23"/>
    <w:rsid w:val="00235664"/>
    <w:rsid w:val="00236128"/>
    <w:rsid w:val="00236D04"/>
    <w:rsid w:val="00237476"/>
    <w:rsid w:val="00237734"/>
    <w:rsid w:val="0023781A"/>
    <w:rsid w:val="00237954"/>
    <w:rsid w:val="00237DC5"/>
    <w:rsid w:val="00240477"/>
    <w:rsid w:val="00240842"/>
    <w:rsid w:val="00241561"/>
    <w:rsid w:val="002415C3"/>
    <w:rsid w:val="00242570"/>
    <w:rsid w:val="00242959"/>
    <w:rsid w:val="00242F5F"/>
    <w:rsid w:val="0024372D"/>
    <w:rsid w:val="00243E1C"/>
    <w:rsid w:val="0024409F"/>
    <w:rsid w:val="002448B8"/>
    <w:rsid w:val="00244ABF"/>
    <w:rsid w:val="00245D72"/>
    <w:rsid w:val="002460E8"/>
    <w:rsid w:val="00246733"/>
    <w:rsid w:val="002467E1"/>
    <w:rsid w:val="00246B60"/>
    <w:rsid w:val="00247481"/>
    <w:rsid w:val="002477FF"/>
    <w:rsid w:val="00247A9F"/>
    <w:rsid w:val="002503E8"/>
    <w:rsid w:val="00250CC1"/>
    <w:rsid w:val="00250D21"/>
    <w:rsid w:val="0025137E"/>
    <w:rsid w:val="00251D03"/>
    <w:rsid w:val="00251D6A"/>
    <w:rsid w:val="00251E09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1B1"/>
    <w:rsid w:val="002563EA"/>
    <w:rsid w:val="00256B4B"/>
    <w:rsid w:val="0025713B"/>
    <w:rsid w:val="002611B8"/>
    <w:rsid w:val="002617C5"/>
    <w:rsid w:val="00262355"/>
    <w:rsid w:val="0026359A"/>
    <w:rsid w:val="00263863"/>
    <w:rsid w:val="002642D8"/>
    <w:rsid w:val="002644D0"/>
    <w:rsid w:val="002649DF"/>
    <w:rsid w:val="00265444"/>
    <w:rsid w:val="002659AB"/>
    <w:rsid w:val="00266264"/>
    <w:rsid w:val="00266894"/>
    <w:rsid w:val="0026775F"/>
    <w:rsid w:val="00267FAC"/>
    <w:rsid w:val="00270BA3"/>
    <w:rsid w:val="00271ACC"/>
    <w:rsid w:val="00271D80"/>
    <w:rsid w:val="00272AF0"/>
    <w:rsid w:val="002730C5"/>
    <w:rsid w:val="002736F3"/>
    <w:rsid w:val="00274FC8"/>
    <w:rsid w:val="00275A34"/>
    <w:rsid w:val="00276437"/>
    <w:rsid w:val="00276EF6"/>
    <w:rsid w:val="0027709B"/>
    <w:rsid w:val="002800C6"/>
    <w:rsid w:val="00280680"/>
    <w:rsid w:val="00280855"/>
    <w:rsid w:val="00280B03"/>
    <w:rsid w:val="00281453"/>
    <w:rsid w:val="0028148B"/>
    <w:rsid w:val="002838AE"/>
    <w:rsid w:val="002852C4"/>
    <w:rsid w:val="002864C2"/>
    <w:rsid w:val="0028653F"/>
    <w:rsid w:val="00287232"/>
    <w:rsid w:val="00287458"/>
    <w:rsid w:val="0028785D"/>
    <w:rsid w:val="00287D02"/>
    <w:rsid w:val="00287F1C"/>
    <w:rsid w:val="00290DC5"/>
    <w:rsid w:val="00290FDF"/>
    <w:rsid w:val="0029288E"/>
    <w:rsid w:val="00292A16"/>
    <w:rsid w:val="00292D0A"/>
    <w:rsid w:val="0029311B"/>
    <w:rsid w:val="00293635"/>
    <w:rsid w:val="00294DFD"/>
    <w:rsid w:val="00295A6B"/>
    <w:rsid w:val="00295B3C"/>
    <w:rsid w:val="002964D6"/>
    <w:rsid w:val="002965EF"/>
    <w:rsid w:val="0029681C"/>
    <w:rsid w:val="00296985"/>
    <w:rsid w:val="00296EC3"/>
    <w:rsid w:val="002972C1"/>
    <w:rsid w:val="00297927"/>
    <w:rsid w:val="002A10C1"/>
    <w:rsid w:val="002A15A8"/>
    <w:rsid w:val="002A189E"/>
    <w:rsid w:val="002A1B4C"/>
    <w:rsid w:val="002A20A3"/>
    <w:rsid w:val="002A23D7"/>
    <w:rsid w:val="002A2529"/>
    <w:rsid w:val="002A29AC"/>
    <w:rsid w:val="002A2D52"/>
    <w:rsid w:val="002A37F8"/>
    <w:rsid w:val="002A3865"/>
    <w:rsid w:val="002A38C6"/>
    <w:rsid w:val="002A4892"/>
    <w:rsid w:val="002A4B1A"/>
    <w:rsid w:val="002A508E"/>
    <w:rsid w:val="002A53D5"/>
    <w:rsid w:val="002A576E"/>
    <w:rsid w:val="002A5840"/>
    <w:rsid w:val="002A58F6"/>
    <w:rsid w:val="002A6233"/>
    <w:rsid w:val="002A66AB"/>
    <w:rsid w:val="002A6A01"/>
    <w:rsid w:val="002A6BB2"/>
    <w:rsid w:val="002A6D60"/>
    <w:rsid w:val="002A79D6"/>
    <w:rsid w:val="002A7DBA"/>
    <w:rsid w:val="002A7F99"/>
    <w:rsid w:val="002B045E"/>
    <w:rsid w:val="002B0B51"/>
    <w:rsid w:val="002B199C"/>
    <w:rsid w:val="002B1B57"/>
    <w:rsid w:val="002B1B84"/>
    <w:rsid w:val="002B1C4F"/>
    <w:rsid w:val="002B28FB"/>
    <w:rsid w:val="002B3CCC"/>
    <w:rsid w:val="002B4696"/>
    <w:rsid w:val="002B4DFF"/>
    <w:rsid w:val="002B558C"/>
    <w:rsid w:val="002B6F53"/>
    <w:rsid w:val="002B73B7"/>
    <w:rsid w:val="002B74C4"/>
    <w:rsid w:val="002B76DA"/>
    <w:rsid w:val="002B796A"/>
    <w:rsid w:val="002B7B22"/>
    <w:rsid w:val="002C0166"/>
    <w:rsid w:val="002C038E"/>
    <w:rsid w:val="002C03C3"/>
    <w:rsid w:val="002C2FEB"/>
    <w:rsid w:val="002C3472"/>
    <w:rsid w:val="002C4154"/>
    <w:rsid w:val="002C5441"/>
    <w:rsid w:val="002C5924"/>
    <w:rsid w:val="002C596E"/>
    <w:rsid w:val="002C61D7"/>
    <w:rsid w:val="002C6428"/>
    <w:rsid w:val="002C6AE1"/>
    <w:rsid w:val="002C6F4E"/>
    <w:rsid w:val="002C7A98"/>
    <w:rsid w:val="002C7F76"/>
    <w:rsid w:val="002D004F"/>
    <w:rsid w:val="002D0284"/>
    <w:rsid w:val="002D057A"/>
    <w:rsid w:val="002D16F3"/>
    <w:rsid w:val="002D1FEA"/>
    <w:rsid w:val="002D277B"/>
    <w:rsid w:val="002D2B77"/>
    <w:rsid w:val="002D3E59"/>
    <w:rsid w:val="002D4926"/>
    <w:rsid w:val="002D57D5"/>
    <w:rsid w:val="002D6E87"/>
    <w:rsid w:val="002D7065"/>
    <w:rsid w:val="002D72DE"/>
    <w:rsid w:val="002D753B"/>
    <w:rsid w:val="002D7661"/>
    <w:rsid w:val="002D7D6D"/>
    <w:rsid w:val="002E0328"/>
    <w:rsid w:val="002E1C1E"/>
    <w:rsid w:val="002E1EDB"/>
    <w:rsid w:val="002E2A11"/>
    <w:rsid w:val="002E2BD4"/>
    <w:rsid w:val="002E2D36"/>
    <w:rsid w:val="002E3312"/>
    <w:rsid w:val="002E4243"/>
    <w:rsid w:val="002E490C"/>
    <w:rsid w:val="002E4BE9"/>
    <w:rsid w:val="002E5080"/>
    <w:rsid w:val="002E74F3"/>
    <w:rsid w:val="002E7547"/>
    <w:rsid w:val="002E7B86"/>
    <w:rsid w:val="002E7B88"/>
    <w:rsid w:val="002F031F"/>
    <w:rsid w:val="002F079A"/>
    <w:rsid w:val="002F0A87"/>
    <w:rsid w:val="002F1B00"/>
    <w:rsid w:val="002F2BBE"/>
    <w:rsid w:val="002F39C4"/>
    <w:rsid w:val="002F3B42"/>
    <w:rsid w:val="002F3D29"/>
    <w:rsid w:val="002F473E"/>
    <w:rsid w:val="002F519E"/>
    <w:rsid w:val="002F5D5C"/>
    <w:rsid w:val="002F602F"/>
    <w:rsid w:val="002F655D"/>
    <w:rsid w:val="002F70D3"/>
    <w:rsid w:val="002F711D"/>
    <w:rsid w:val="002F7E83"/>
    <w:rsid w:val="002F7EEC"/>
    <w:rsid w:val="003000B7"/>
    <w:rsid w:val="00300CDF"/>
    <w:rsid w:val="003019CD"/>
    <w:rsid w:val="00301F71"/>
    <w:rsid w:val="00301F8A"/>
    <w:rsid w:val="00302080"/>
    <w:rsid w:val="003022EE"/>
    <w:rsid w:val="00303565"/>
    <w:rsid w:val="00303750"/>
    <w:rsid w:val="003044C5"/>
    <w:rsid w:val="00305303"/>
    <w:rsid w:val="00305C86"/>
    <w:rsid w:val="00305D96"/>
    <w:rsid w:val="00305FA0"/>
    <w:rsid w:val="00306504"/>
    <w:rsid w:val="00306C50"/>
    <w:rsid w:val="003074FD"/>
    <w:rsid w:val="0030754E"/>
    <w:rsid w:val="003076E6"/>
    <w:rsid w:val="00307F9B"/>
    <w:rsid w:val="00310513"/>
    <w:rsid w:val="00310A21"/>
    <w:rsid w:val="0031158E"/>
    <w:rsid w:val="003117E5"/>
    <w:rsid w:val="00311B9C"/>
    <w:rsid w:val="00312569"/>
    <w:rsid w:val="003130F3"/>
    <w:rsid w:val="00313266"/>
    <w:rsid w:val="0031369D"/>
    <w:rsid w:val="003152DB"/>
    <w:rsid w:val="00315CBE"/>
    <w:rsid w:val="00315FB0"/>
    <w:rsid w:val="00316335"/>
    <w:rsid w:val="00316962"/>
    <w:rsid w:val="00317651"/>
    <w:rsid w:val="00317770"/>
    <w:rsid w:val="00317892"/>
    <w:rsid w:val="00317B4E"/>
    <w:rsid w:val="00320F08"/>
    <w:rsid w:val="003211DA"/>
    <w:rsid w:val="00321741"/>
    <w:rsid w:val="0032245A"/>
    <w:rsid w:val="0032390F"/>
    <w:rsid w:val="00323F0A"/>
    <w:rsid w:val="00323F5F"/>
    <w:rsid w:val="00324391"/>
    <w:rsid w:val="00324641"/>
    <w:rsid w:val="003254FD"/>
    <w:rsid w:val="00325806"/>
    <w:rsid w:val="00325E20"/>
    <w:rsid w:val="00325F21"/>
    <w:rsid w:val="0032624A"/>
    <w:rsid w:val="00326611"/>
    <w:rsid w:val="00326725"/>
    <w:rsid w:val="003269C4"/>
    <w:rsid w:val="00326ACD"/>
    <w:rsid w:val="00327088"/>
    <w:rsid w:val="00327296"/>
    <w:rsid w:val="0032747B"/>
    <w:rsid w:val="00330494"/>
    <w:rsid w:val="00330AD2"/>
    <w:rsid w:val="00331DE0"/>
    <w:rsid w:val="00332506"/>
    <w:rsid w:val="00332569"/>
    <w:rsid w:val="003329FC"/>
    <w:rsid w:val="00332EB7"/>
    <w:rsid w:val="003330F0"/>
    <w:rsid w:val="003332F6"/>
    <w:rsid w:val="0033331D"/>
    <w:rsid w:val="0033351D"/>
    <w:rsid w:val="00333974"/>
    <w:rsid w:val="0033461B"/>
    <w:rsid w:val="00335619"/>
    <w:rsid w:val="00335731"/>
    <w:rsid w:val="00336616"/>
    <w:rsid w:val="003366A3"/>
    <w:rsid w:val="00336D42"/>
    <w:rsid w:val="00337091"/>
    <w:rsid w:val="003405D4"/>
    <w:rsid w:val="0034082C"/>
    <w:rsid w:val="003408C7"/>
    <w:rsid w:val="00340A6A"/>
    <w:rsid w:val="00340C95"/>
    <w:rsid w:val="00342D19"/>
    <w:rsid w:val="003445D3"/>
    <w:rsid w:val="0034467A"/>
    <w:rsid w:val="00344772"/>
    <w:rsid w:val="0034511B"/>
    <w:rsid w:val="00345361"/>
    <w:rsid w:val="003455A1"/>
    <w:rsid w:val="00345849"/>
    <w:rsid w:val="00345CBF"/>
    <w:rsid w:val="00345CC4"/>
    <w:rsid w:val="003466AE"/>
    <w:rsid w:val="00346D2F"/>
    <w:rsid w:val="00346E19"/>
    <w:rsid w:val="00347FF7"/>
    <w:rsid w:val="00350422"/>
    <w:rsid w:val="00351000"/>
    <w:rsid w:val="003515A3"/>
    <w:rsid w:val="003516B2"/>
    <w:rsid w:val="003516F7"/>
    <w:rsid w:val="00351F35"/>
    <w:rsid w:val="00352ABA"/>
    <w:rsid w:val="00352BFD"/>
    <w:rsid w:val="003531DB"/>
    <w:rsid w:val="003535F3"/>
    <w:rsid w:val="00354002"/>
    <w:rsid w:val="0035418A"/>
    <w:rsid w:val="0035426F"/>
    <w:rsid w:val="003550F0"/>
    <w:rsid w:val="00355FAB"/>
    <w:rsid w:val="00356045"/>
    <w:rsid w:val="00356FFE"/>
    <w:rsid w:val="0035711C"/>
    <w:rsid w:val="0035781A"/>
    <w:rsid w:val="00357E30"/>
    <w:rsid w:val="00357EFC"/>
    <w:rsid w:val="00357F59"/>
    <w:rsid w:val="00360159"/>
    <w:rsid w:val="00361B13"/>
    <w:rsid w:val="00362292"/>
    <w:rsid w:val="003626DB"/>
    <w:rsid w:val="00362AAF"/>
    <w:rsid w:val="00362F82"/>
    <w:rsid w:val="00363B9E"/>
    <w:rsid w:val="00363D6E"/>
    <w:rsid w:val="00363F5E"/>
    <w:rsid w:val="003646E7"/>
    <w:rsid w:val="00364BD5"/>
    <w:rsid w:val="0036507C"/>
    <w:rsid w:val="00365A75"/>
    <w:rsid w:val="00365B78"/>
    <w:rsid w:val="00366811"/>
    <w:rsid w:val="00366B24"/>
    <w:rsid w:val="00366BF0"/>
    <w:rsid w:val="00366DEE"/>
    <w:rsid w:val="0037048F"/>
    <w:rsid w:val="003718EF"/>
    <w:rsid w:val="00372381"/>
    <w:rsid w:val="003729FC"/>
    <w:rsid w:val="00372B48"/>
    <w:rsid w:val="003730DF"/>
    <w:rsid w:val="003731DA"/>
    <w:rsid w:val="00374B16"/>
    <w:rsid w:val="00374DE3"/>
    <w:rsid w:val="003750B0"/>
    <w:rsid w:val="00375565"/>
    <w:rsid w:val="0037597F"/>
    <w:rsid w:val="003765F2"/>
    <w:rsid w:val="00376ABE"/>
    <w:rsid w:val="0038017D"/>
    <w:rsid w:val="0038189E"/>
    <w:rsid w:val="00382040"/>
    <w:rsid w:val="00382083"/>
    <w:rsid w:val="003823F1"/>
    <w:rsid w:val="00382C41"/>
    <w:rsid w:val="00383E9F"/>
    <w:rsid w:val="0038430E"/>
    <w:rsid w:val="00384400"/>
    <w:rsid w:val="00384766"/>
    <w:rsid w:val="00385083"/>
    <w:rsid w:val="003859AF"/>
    <w:rsid w:val="00386598"/>
    <w:rsid w:val="003867EE"/>
    <w:rsid w:val="00386D75"/>
    <w:rsid w:val="00386F94"/>
    <w:rsid w:val="0038728E"/>
    <w:rsid w:val="0038751E"/>
    <w:rsid w:val="003875B3"/>
    <w:rsid w:val="0038796B"/>
    <w:rsid w:val="003916AC"/>
    <w:rsid w:val="00391970"/>
    <w:rsid w:val="00392369"/>
    <w:rsid w:val="003931DF"/>
    <w:rsid w:val="003933B4"/>
    <w:rsid w:val="0039355C"/>
    <w:rsid w:val="0039373C"/>
    <w:rsid w:val="00393C67"/>
    <w:rsid w:val="00393D2E"/>
    <w:rsid w:val="00394134"/>
    <w:rsid w:val="00394897"/>
    <w:rsid w:val="003951C5"/>
    <w:rsid w:val="003958CE"/>
    <w:rsid w:val="00395AFD"/>
    <w:rsid w:val="00395B79"/>
    <w:rsid w:val="00395DD7"/>
    <w:rsid w:val="0039637A"/>
    <w:rsid w:val="00396DD5"/>
    <w:rsid w:val="003A0634"/>
    <w:rsid w:val="003A080E"/>
    <w:rsid w:val="003A1377"/>
    <w:rsid w:val="003A144D"/>
    <w:rsid w:val="003A1E5B"/>
    <w:rsid w:val="003A2128"/>
    <w:rsid w:val="003A21BC"/>
    <w:rsid w:val="003A289F"/>
    <w:rsid w:val="003A2BBA"/>
    <w:rsid w:val="003A2D5F"/>
    <w:rsid w:val="003A45B8"/>
    <w:rsid w:val="003A4CA0"/>
    <w:rsid w:val="003A4FCD"/>
    <w:rsid w:val="003A5CE1"/>
    <w:rsid w:val="003A5ED2"/>
    <w:rsid w:val="003A60F0"/>
    <w:rsid w:val="003A6301"/>
    <w:rsid w:val="003A66E8"/>
    <w:rsid w:val="003A6A8D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1ED"/>
    <w:rsid w:val="003B28CE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210"/>
    <w:rsid w:val="003C1D13"/>
    <w:rsid w:val="003C26D4"/>
    <w:rsid w:val="003C2730"/>
    <w:rsid w:val="003C295F"/>
    <w:rsid w:val="003C2A4D"/>
    <w:rsid w:val="003C310C"/>
    <w:rsid w:val="003C3632"/>
    <w:rsid w:val="003C38DC"/>
    <w:rsid w:val="003C44E4"/>
    <w:rsid w:val="003C5942"/>
    <w:rsid w:val="003C63F5"/>
    <w:rsid w:val="003D0099"/>
    <w:rsid w:val="003D0308"/>
    <w:rsid w:val="003D0605"/>
    <w:rsid w:val="003D08A2"/>
    <w:rsid w:val="003D0A63"/>
    <w:rsid w:val="003D0F26"/>
    <w:rsid w:val="003D1333"/>
    <w:rsid w:val="003D1A77"/>
    <w:rsid w:val="003D1BB6"/>
    <w:rsid w:val="003D1FBD"/>
    <w:rsid w:val="003D22ED"/>
    <w:rsid w:val="003D236C"/>
    <w:rsid w:val="003D23BC"/>
    <w:rsid w:val="003D2596"/>
    <w:rsid w:val="003D27D9"/>
    <w:rsid w:val="003D2977"/>
    <w:rsid w:val="003D2A03"/>
    <w:rsid w:val="003D2C94"/>
    <w:rsid w:val="003D2DA5"/>
    <w:rsid w:val="003D34A1"/>
    <w:rsid w:val="003D3C72"/>
    <w:rsid w:val="003D570F"/>
    <w:rsid w:val="003D5A68"/>
    <w:rsid w:val="003D5CB4"/>
    <w:rsid w:val="003D734F"/>
    <w:rsid w:val="003D754B"/>
    <w:rsid w:val="003D7794"/>
    <w:rsid w:val="003D7871"/>
    <w:rsid w:val="003E0876"/>
    <w:rsid w:val="003E0F66"/>
    <w:rsid w:val="003E11A8"/>
    <w:rsid w:val="003E11CF"/>
    <w:rsid w:val="003E1D1D"/>
    <w:rsid w:val="003E255B"/>
    <w:rsid w:val="003E25B1"/>
    <w:rsid w:val="003E29C7"/>
    <w:rsid w:val="003E3956"/>
    <w:rsid w:val="003E3C9E"/>
    <w:rsid w:val="003E3D21"/>
    <w:rsid w:val="003E4F38"/>
    <w:rsid w:val="003E4F78"/>
    <w:rsid w:val="003E520A"/>
    <w:rsid w:val="003E63DB"/>
    <w:rsid w:val="003E70E5"/>
    <w:rsid w:val="003E7453"/>
    <w:rsid w:val="003E75AD"/>
    <w:rsid w:val="003E7655"/>
    <w:rsid w:val="003E7B44"/>
    <w:rsid w:val="003E7D96"/>
    <w:rsid w:val="003F0A55"/>
    <w:rsid w:val="003F1E1F"/>
    <w:rsid w:val="003F38B0"/>
    <w:rsid w:val="003F3A1D"/>
    <w:rsid w:val="003F3ABE"/>
    <w:rsid w:val="003F3CFD"/>
    <w:rsid w:val="003F3F1A"/>
    <w:rsid w:val="003F4E07"/>
    <w:rsid w:val="003F54A4"/>
    <w:rsid w:val="003F58B2"/>
    <w:rsid w:val="003F5F56"/>
    <w:rsid w:val="003F612E"/>
    <w:rsid w:val="003F6B5A"/>
    <w:rsid w:val="003F71F5"/>
    <w:rsid w:val="003F730B"/>
    <w:rsid w:val="003F74A5"/>
    <w:rsid w:val="003F7B28"/>
    <w:rsid w:val="00400160"/>
    <w:rsid w:val="004001F7"/>
    <w:rsid w:val="00400586"/>
    <w:rsid w:val="00401301"/>
    <w:rsid w:val="004021C2"/>
    <w:rsid w:val="00402621"/>
    <w:rsid w:val="00403016"/>
    <w:rsid w:val="004035C9"/>
    <w:rsid w:val="00403A21"/>
    <w:rsid w:val="00403A29"/>
    <w:rsid w:val="004040FB"/>
    <w:rsid w:val="00405239"/>
    <w:rsid w:val="00405363"/>
    <w:rsid w:val="00406634"/>
    <w:rsid w:val="00406D0B"/>
    <w:rsid w:val="00406F98"/>
    <w:rsid w:val="004103A7"/>
    <w:rsid w:val="00410AAC"/>
    <w:rsid w:val="00411595"/>
    <w:rsid w:val="0041189E"/>
    <w:rsid w:val="00411D1A"/>
    <w:rsid w:val="004120F1"/>
    <w:rsid w:val="0041242A"/>
    <w:rsid w:val="00412799"/>
    <w:rsid w:val="00412D23"/>
    <w:rsid w:val="00413120"/>
    <w:rsid w:val="004136AC"/>
    <w:rsid w:val="0041399A"/>
    <w:rsid w:val="00413C80"/>
    <w:rsid w:val="00413D0E"/>
    <w:rsid w:val="00413E75"/>
    <w:rsid w:val="004142D4"/>
    <w:rsid w:val="00415306"/>
    <w:rsid w:val="00415CCE"/>
    <w:rsid w:val="00416228"/>
    <w:rsid w:val="00416C24"/>
    <w:rsid w:val="00416E38"/>
    <w:rsid w:val="0041710C"/>
    <w:rsid w:val="00417920"/>
    <w:rsid w:val="004204F9"/>
    <w:rsid w:val="004210FD"/>
    <w:rsid w:val="00421B84"/>
    <w:rsid w:val="00421BD0"/>
    <w:rsid w:val="00421CE0"/>
    <w:rsid w:val="0042216C"/>
    <w:rsid w:val="00423339"/>
    <w:rsid w:val="0042335D"/>
    <w:rsid w:val="0042353C"/>
    <w:rsid w:val="004236D2"/>
    <w:rsid w:val="0042381B"/>
    <w:rsid w:val="0042419E"/>
    <w:rsid w:val="004243C3"/>
    <w:rsid w:val="004243E4"/>
    <w:rsid w:val="00424469"/>
    <w:rsid w:val="00425627"/>
    <w:rsid w:val="004263D3"/>
    <w:rsid w:val="00426A83"/>
    <w:rsid w:val="00426B16"/>
    <w:rsid w:val="00427C0C"/>
    <w:rsid w:val="004301C4"/>
    <w:rsid w:val="00430642"/>
    <w:rsid w:val="00430796"/>
    <w:rsid w:val="00431174"/>
    <w:rsid w:val="004313E1"/>
    <w:rsid w:val="004313E5"/>
    <w:rsid w:val="0043140B"/>
    <w:rsid w:val="00431AE2"/>
    <w:rsid w:val="00431C9F"/>
    <w:rsid w:val="00432246"/>
    <w:rsid w:val="00432293"/>
    <w:rsid w:val="004324C7"/>
    <w:rsid w:val="004327D8"/>
    <w:rsid w:val="00432EDF"/>
    <w:rsid w:val="0043481B"/>
    <w:rsid w:val="00434976"/>
    <w:rsid w:val="00436145"/>
    <w:rsid w:val="004370A7"/>
    <w:rsid w:val="004373D8"/>
    <w:rsid w:val="00440987"/>
    <w:rsid w:val="00440A70"/>
    <w:rsid w:val="00441042"/>
    <w:rsid w:val="00441EDB"/>
    <w:rsid w:val="00442670"/>
    <w:rsid w:val="00442A75"/>
    <w:rsid w:val="00443043"/>
    <w:rsid w:val="004444E1"/>
    <w:rsid w:val="004444F8"/>
    <w:rsid w:val="00445ACD"/>
    <w:rsid w:val="00446BB0"/>
    <w:rsid w:val="00446E7C"/>
    <w:rsid w:val="00447334"/>
    <w:rsid w:val="004475FA"/>
    <w:rsid w:val="00447804"/>
    <w:rsid w:val="00450099"/>
    <w:rsid w:val="00450932"/>
    <w:rsid w:val="00450A84"/>
    <w:rsid w:val="00450DD9"/>
    <w:rsid w:val="00450E6D"/>
    <w:rsid w:val="00451FC9"/>
    <w:rsid w:val="00452955"/>
    <w:rsid w:val="00452ACE"/>
    <w:rsid w:val="00452C42"/>
    <w:rsid w:val="00453276"/>
    <w:rsid w:val="004542EF"/>
    <w:rsid w:val="0045458E"/>
    <w:rsid w:val="00455999"/>
    <w:rsid w:val="0045699D"/>
    <w:rsid w:val="004571B2"/>
    <w:rsid w:val="004572ED"/>
    <w:rsid w:val="004574F2"/>
    <w:rsid w:val="0045763D"/>
    <w:rsid w:val="00457C8A"/>
    <w:rsid w:val="00457D0A"/>
    <w:rsid w:val="00457E37"/>
    <w:rsid w:val="00460094"/>
    <w:rsid w:val="0046098A"/>
    <w:rsid w:val="00462961"/>
    <w:rsid w:val="00462C3B"/>
    <w:rsid w:val="0046324A"/>
    <w:rsid w:val="00463697"/>
    <w:rsid w:val="00463768"/>
    <w:rsid w:val="00463DB6"/>
    <w:rsid w:val="0046410C"/>
    <w:rsid w:val="00464486"/>
    <w:rsid w:val="00464BEA"/>
    <w:rsid w:val="00465748"/>
    <w:rsid w:val="00465AF3"/>
    <w:rsid w:val="00465CBF"/>
    <w:rsid w:val="00466379"/>
    <w:rsid w:val="004671ED"/>
    <w:rsid w:val="00467898"/>
    <w:rsid w:val="004704A6"/>
    <w:rsid w:val="004704B2"/>
    <w:rsid w:val="004707A3"/>
    <w:rsid w:val="004712D8"/>
    <w:rsid w:val="004716AC"/>
    <w:rsid w:val="00472F28"/>
    <w:rsid w:val="0047310B"/>
    <w:rsid w:val="00474764"/>
    <w:rsid w:val="004754A1"/>
    <w:rsid w:val="00475F1A"/>
    <w:rsid w:val="00476148"/>
    <w:rsid w:val="00476990"/>
    <w:rsid w:val="00477631"/>
    <w:rsid w:val="00477F1D"/>
    <w:rsid w:val="00480295"/>
    <w:rsid w:val="004802C0"/>
    <w:rsid w:val="00480688"/>
    <w:rsid w:val="004811D1"/>
    <w:rsid w:val="00481720"/>
    <w:rsid w:val="0048172B"/>
    <w:rsid w:val="00482290"/>
    <w:rsid w:val="004823E4"/>
    <w:rsid w:val="004829B8"/>
    <w:rsid w:val="00483378"/>
    <w:rsid w:val="00483C02"/>
    <w:rsid w:val="00484BF1"/>
    <w:rsid w:val="00485446"/>
    <w:rsid w:val="00485508"/>
    <w:rsid w:val="00485EEF"/>
    <w:rsid w:val="00486CF4"/>
    <w:rsid w:val="00487260"/>
    <w:rsid w:val="00490432"/>
    <w:rsid w:val="00490905"/>
    <w:rsid w:val="00490E7A"/>
    <w:rsid w:val="00491372"/>
    <w:rsid w:val="004930C0"/>
    <w:rsid w:val="00494050"/>
    <w:rsid w:val="004949DA"/>
    <w:rsid w:val="00494CB6"/>
    <w:rsid w:val="00494CE0"/>
    <w:rsid w:val="0049506D"/>
    <w:rsid w:val="004952D3"/>
    <w:rsid w:val="00495AD8"/>
    <w:rsid w:val="00495D78"/>
    <w:rsid w:val="00495DE1"/>
    <w:rsid w:val="00496B90"/>
    <w:rsid w:val="00496D2E"/>
    <w:rsid w:val="00496F6B"/>
    <w:rsid w:val="00497231"/>
    <w:rsid w:val="0049748C"/>
    <w:rsid w:val="00497496"/>
    <w:rsid w:val="00497A08"/>
    <w:rsid w:val="00497AD7"/>
    <w:rsid w:val="004A0A31"/>
    <w:rsid w:val="004A0C92"/>
    <w:rsid w:val="004A11F7"/>
    <w:rsid w:val="004A1989"/>
    <w:rsid w:val="004A20A1"/>
    <w:rsid w:val="004A23B8"/>
    <w:rsid w:val="004A29DA"/>
    <w:rsid w:val="004A2EAA"/>
    <w:rsid w:val="004A3A07"/>
    <w:rsid w:val="004A3D87"/>
    <w:rsid w:val="004A4D99"/>
    <w:rsid w:val="004A549C"/>
    <w:rsid w:val="004A65BB"/>
    <w:rsid w:val="004A6BE9"/>
    <w:rsid w:val="004A7184"/>
    <w:rsid w:val="004A7631"/>
    <w:rsid w:val="004A7911"/>
    <w:rsid w:val="004A7A75"/>
    <w:rsid w:val="004B099D"/>
    <w:rsid w:val="004B0E27"/>
    <w:rsid w:val="004B13DB"/>
    <w:rsid w:val="004B1507"/>
    <w:rsid w:val="004B162B"/>
    <w:rsid w:val="004B1771"/>
    <w:rsid w:val="004B23A2"/>
    <w:rsid w:val="004B2476"/>
    <w:rsid w:val="004B24DD"/>
    <w:rsid w:val="004B2C12"/>
    <w:rsid w:val="004B2E24"/>
    <w:rsid w:val="004B378F"/>
    <w:rsid w:val="004B3964"/>
    <w:rsid w:val="004B3CCF"/>
    <w:rsid w:val="004B4B9C"/>
    <w:rsid w:val="004B68F5"/>
    <w:rsid w:val="004B6EBC"/>
    <w:rsid w:val="004B70CD"/>
    <w:rsid w:val="004C0231"/>
    <w:rsid w:val="004C04DE"/>
    <w:rsid w:val="004C056E"/>
    <w:rsid w:val="004C063E"/>
    <w:rsid w:val="004C0B7E"/>
    <w:rsid w:val="004C1FC1"/>
    <w:rsid w:val="004C2263"/>
    <w:rsid w:val="004C2570"/>
    <w:rsid w:val="004C4091"/>
    <w:rsid w:val="004C4A31"/>
    <w:rsid w:val="004C52F4"/>
    <w:rsid w:val="004C574C"/>
    <w:rsid w:val="004C58F2"/>
    <w:rsid w:val="004C7269"/>
    <w:rsid w:val="004C788C"/>
    <w:rsid w:val="004C7BB9"/>
    <w:rsid w:val="004D0143"/>
    <w:rsid w:val="004D04CA"/>
    <w:rsid w:val="004D1152"/>
    <w:rsid w:val="004D13D0"/>
    <w:rsid w:val="004D1968"/>
    <w:rsid w:val="004D291B"/>
    <w:rsid w:val="004D3D44"/>
    <w:rsid w:val="004D3E38"/>
    <w:rsid w:val="004D50C4"/>
    <w:rsid w:val="004D5A38"/>
    <w:rsid w:val="004D6243"/>
    <w:rsid w:val="004D648C"/>
    <w:rsid w:val="004D68D0"/>
    <w:rsid w:val="004D6CD3"/>
    <w:rsid w:val="004D7396"/>
    <w:rsid w:val="004D74E4"/>
    <w:rsid w:val="004E072F"/>
    <w:rsid w:val="004E112D"/>
    <w:rsid w:val="004E14B8"/>
    <w:rsid w:val="004E3452"/>
    <w:rsid w:val="004E3655"/>
    <w:rsid w:val="004E374D"/>
    <w:rsid w:val="004E3978"/>
    <w:rsid w:val="004E4E41"/>
    <w:rsid w:val="004E4EF8"/>
    <w:rsid w:val="004E5D8C"/>
    <w:rsid w:val="004E64AF"/>
    <w:rsid w:val="004E6ACD"/>
    <w:rsid w:val="004E7C4D"/>
    <w:rsid w:val="004F02E7"/>
    <w:rsid w:val="004F02FB"/>
    <w:rsid w:val="004F0302"/>
    <w:rsid w:val="004F042E"/>
    <w:rsid w:val="004F0C53"/>
    <w:rsid w:val="004F2259"/>
    <w:rsid w:val="004F24F7"/>
    <w:rsid w:val="004F2927"/>
    <w:rsid w:val="004F3374"/>
    <w:rsid w:val="004F435D"/>
    <w:rsid w:val="004F467A"/>
    <w:rsid w:val="004F4C4C"/>
    <w:rsid w:val="004F6996"/>
    <w:rsid w:val="004F6BDB"/>
    <w:rsid w:val="004F794B"/>
    <w:rsid w:val="004F7CFF"/>
    <w:rsid w:val="0050012B"/>
    <w:rsid w:val="00501914"/>
    <w:rsid w:val="005019B4"/>
    <w:rsid w:val="00501A56"/>
    <w:rsid w:val="00501D59"/>
    <w:rsid w:val="00502694"/>
    <w:rsid w:val="0050358D"/>
    <w:rsid w:val="005036D4"/>
    <w:rsid w:val="005044A4"/>
    <w:rsid w:val="005063C1"/>
    <w:rsid w:val="005065B7"/>
    <w:rsid w:val="00506B41"/>
    <w:rsid w:val="00507D98"/>
    <w:rsid w:val="0051039F"/>
    <w:rsid w:val="005103A6"/>
    <w:rsid w:val="00510FB9"/>
    <w:rsid w:val="005115E4"/>
    <w:rsid w:val="005116A6"/>
    <w:rsid w:val="0051182D"/>
    <w:rsid w:val="00511BDE"/>
    <w:rsid w:val="00511DFC"/>
    <w:rsid w:val="0051235D"/>
    <w:rsid w:val="00512863"/>
    <w:rsid w:val="00512F08"/>
    <w:rsid w:val="00514885"/>
    <w:rsid w:val="0051492B"/>
    <w:rsid w:val="00514FFD"/>
    <w:rsid w:val="00515426"/>
    <w:rsid w:val="00515D2D"/>
    <w:rsid w:val="00516573"/>
    <w:rsid w:val="0051708D"/>
    <w:rsid w:val="00517780"/>
    <w:rsid w:val="00517FE1"/>
    <w:rsid w:val="005217A6"/>
    <w:rsid w:val="00523EFB"/>
    <w:rsid w:val="005249DA"/>
    <w:rsid w:val="00525604"/>
    <w:rsid w:val="005266C9"/>
    <w:rsid w:val="00526DC5"/>
    <w:rsid w:val="0052776A"/>
    <w:rsid w:val="00527875"/>
    <w:rsid w:val="0052791B"/>
    <w:rsid w:val="005302E6"/>
    <w:rsid w:val="0053032C"/>
    <w:rsid w:val="00530743"/>
    <w:rsid w:val="00530C26"/>
    <w:rsid w:val="00530E55"/>
    <w:rsid w:val="00531121"/>
    <w:rsid w:val="00531D14"/>
    <w:rsid w:val="005320A3"/>
    <w:rsid w:val="005326B5"/>
    <w:rsid w:val="00532C4C"/>
    <w:rsid w:val="00532EE7"/>
    <w:rsid w:val="005336E2"/>
    <w:rsid w:val="0053509E"/>
    <w:rsid w:val="00535B6C"/>
    <w:rsid w:val="0053606E"/>
    <w:rsid w:val="00536305"/>
    <w:rsid w:val="00536490"/>
    <w:rsid w:val="00536EFD"/>
    <w:rsid w:val="00537004"/>
    <w:rsid w:val="005375E8"/>
    <w:rsid w:val="00537B2E"/>
    <w:rsid w:val="00537D21"/>
    <w:rsid w:val="005400E0"/>
    <w:rsid w:val="005401A7"/>
    <w:rsid w:val="005401E9"/>
    <w:rsid w:val="00540AD4"/>
    <w:rsid w:val="00540C57"/>
    <w:rsid w:val="00540FD3"/>
    <w:rsid w:val="00541790"/>
    <w:rsid w:val="00542F05"/>
    <w:rsid w:val="00543474"/>
    <w:rsid w:val="00543B70"/>
    <w:rsid w:val="00543BF8"/>
    <w:rsid w:val="00543D79"/>
    <w:rsid w:val="00544618"/>
    <w:rsid w:val="00545164"/>
    <w:rsid w:val="00545C4A"/>
    <w:rsid w:val="00546A79"/>
    <w:rsid w:val="00546DCA"/>
    <w:rsid w:val="00550A7E"/>
    <w:rsid w:val="0055273F"/>
    <w:rsid w:val="00553250"/>
    <w:rsid w:val="00553B03"/>
    <w:rsid w:val="00554E5E"/>
    <w:rsid w:val="005559AE"/>
    <w:rsid w:val="00557AC0"/>
    <w:rsid w:val="00557C2D"/>
    <w:rsid w:val="00557DB4"/>
    <w:rsid w:val="00561007"/>
    <w:rsid w:val="005610FF"/>
    <w:rsid w:val="005615E6"/>
    <w:rsid w:val="0056187C"/>
    <w:rsid w:val="00561B0A"/>
    <w:rsid w:val="00561D53"/>
    <w:rsid w:val="00562F64"/>
    <w:rsid w:val="00563052"/>
    <w:rsid w:val="00563422"/>
    <w:rsid w:val="0056353F"/>
    <w:rsid w:val="005635B7"/>
    <w:rsid w:val="00564072"/>
    <w:rsid w:val="00564C31"/>
    <w:rsid w:val="005654A4"/>
    <w:rsid w:val="005659C8"/>
    <w:rsid w:val="00565D10"/>
    <w:rsid w:val="005678AA"/>
    <w:rsid w:val="00567C3F"/>
    <w:rsid w:val="0057041C"/>
    <w:rsid w:val="00570893"/>
    <w:rsid w:val="00571C1D"/>
    <w:rsid w:val="0057261B"/>
    <w:rsid w:val="00572717"/>
    <w:rsid w:val="00572D14"/>
    <w:rsid w:val="005741B9"/>
    <w:rsid w:val="005747AF"/>
    <w:rsid w:val="00574F01"/>
    <w:rsid w:val="00575F5D"/>
    <w:rsid w:val="00576074"/>
    <w:rsid w:val="0057659E"/>
    <w:rsid w:val="00576785"/>
    <w:rsid w:val="005809B9"/>
    <w:rsid w:val="00581BB9"/>
    <w:rsid w:val="005823DD"/>
    <w:rsid w:val="005823DE"/>
    <w:rsid w:val="00582D3B"/>
    <w:rsid w:val="00583D2D"/>
    <w:rsid w:val="00583E62"/>
    <w:rsid w:val="005843E1"/>
    <w:rsid w:val="00584509"/>
    <w:rsid w:val="00584C08"/>
    <w:rsid w:val="00585A34"/>
    <w:rsid w:val="00585DB6"/>
    <w:rsid w:val="0058647B"/>
    <w:rsid w:val="005865FF"/>
    <w:rsid w:val="00586621"/>
    <w:rsid w:val="00586972"/>
    <w:rsid w:val="00586E82"/>
    <w:rsid w:val="00587193"/>
    <w:rsid w:val="00587CFD"/>
    <w:rsid w:val="00587DE6"/>
    <w:rsid w:val="005919AD"/>
    <w:rsid w:val="005927E3"/>
    <w:rsid w:val="00592C02"/>
    <w:rsid w:val="00592C6B"/>
    <w:rsid w:val="00592E87"/>
    <w:rsid w:val="005939BA"/>
    <w:rsid w:val="00594E62"/>
    <w:rsid w:val="00595285"/>
    <w:rsid w:val="00595292"/>
    <w:rsid w:val="00595B68"/>
    <w:rsid w:val="00595B79"/>
    <w:rsid w:val="00596001"/>
    <w:rsid w:val="005963BB"/>
    <w:rsid w:val="00596433"/>
    <w:rsid w:val="0059659A"/>
    <w:rsid w:val="00596DB0"/>
    <w:rsid w:val="005977F2"/>
    <w:rsid w:val="005A0419"/>
    <w:rsid w:val="005A0770"/>
    <w:rsid w:val="005A0D67"/>
    <w:rsid w:val="005A0FE2"/>
    <w:rsid w:val="005A13E9"/>
    <w:rsid w:val="005A151D"/>
    <w:rsid w:val="005A15AD"/>
    <w:rsid w:val="005A1A52"/>
    <w:rsid w:val="005A28F7"/>
    <w:rsid w:val="005A3040"/>
    <w:rsid w:val="005A3E04"/>
    <w:rsid w:val="005A3F67"/>
    <w:rsid w:val="005A48DC"/>
    <w:rsid w:val="005A4927"/>
    <w:rsid w:val="005A49E0"/>
    <w:rsid w:val="005A49EA"/>
    <w:rsid w:val="005A49F8"/>
    <w:rsid w:val="005A4A1C"/>
    <w:rsid w:val="005A58AF"/>
    <w:rsid w:val="005A59B6"/>
    <w:rsid w:val="005B07DD"/>
    <w:rsid w:val="005B0939"/>
    <w:rsid w:val="005B0E78"/>
    <w:rsid w:val="005B1188"/>
    <w:rsid w:val="005B1E8F"/>
    <w:rsid w:val="005B1EBD"/>
    <w:rsid w:val="005B20A9"/>
    <w:rsid w:val="005B23B8"/>
    <w:rsid w:val="005B396A"/>
    <w:rsid w:val="005B441D"/>
    <w:rsid w:val="005B465F"/>
    <w:rsid w:val="005B5966"/>
    <w:rsid w:val="005B5C61"/>
    <w:rsid w:val="005B6CEC"/>
    <w:rsid w:val="005B6E33"/>
    <w:rsid w:val="005B6EE5"/>
    <w:rsid w:val="005C0086"/>
    <w:rsid w:val="005C08E0"/>
    <w:rsid w:val="005C1446"/>
    <w:rsid w:val="005C18E2"/>
    <w:rsid w:val="005C1A1A"/>
    <w:rsid w:val="005C2BE0"/>
    <w:rsid w:val="005C3792"/>
    <w:rsid w:val="005C3DB5"/>
    <w:rsid w:val="005C3E07"/>
    <w:rsid w:val="005C4076"/>
    <w:rsid w:val="005C44AD"/>
    <w:rsid w:val="005C4EDD"/>
    <w:rsid w:val="005C6C3D"/>
    <w:rsid w:val="005C788C"/>
    <w:rsid w:val="005C7B7C"/>
    <w:rsid w:val="005C7E56"/>
    <w:rsid w:val="005D1242"/>
    <w:rsid w:val="005D2496"/>
    <w:rsid w:val="005D26A4"/>
    <w:rsid w:val="005D27CB"/>
    <w:rsid w:val="005D3277"/>
    <w:rsid w:val="005D35DE"/>
    <w:rsid w:val="005D488E"/>
    <w:rsid w:val="005D5815"/>
    <w:rsid w:val="005D6405"/>
    <w:rsid w:val="005D662B"/>
    <w:rsid w:val="005D66E3"/>
    <w:rsid w:val="005D6846"/>
    <w:rsid w:val="005D6B4C"/>
    <w:rsid w:val="005D76EC"/>
    <w:rsid w:val="005D7B9C"/>
    <w:rsid w:val="005E02B7"/>
    <w:rsid w:val="005E05FB"/>
    <w:rsid w:val="005E0B25"/>
    <w:rsid w:val="005E14D6"/>
    <w:rsid w:val="005E3798"/>
    <w:rsid w:val="005E38B4"/>
    <w:rsid w:val="005E44CE"/>
    <w:rsid w:val="005E5248"/>
    <w:rsid w:val="005E565E"/>
    <w:rsid w:val="005E5F09"/>
    <w:rsid w:val="005E6860"/>
    <w:rsid w:val="005F032D"/>
    <w:rsid w:val="005F0970"/>
    <w:rsid w:val="005F097D"/>
    <w:rsid w:val="005F09B7"/>
    <w:rsid w:val="005F15F9"/>
    <w:rsid w:val="005F27E3"/>
    <w:rsid w:val="005F3AB6"/>
    <w:rsid w:val="005F3E05"/>
    <w:rsid w:val="005F47B9"/>
    <w:rsid w:val="005F48A5"/>
    <w:rsid w:val="005F4D27"/>
    <w:rsid w:val="005F5718"/>
    <w:rsid w:val="005F5872"/>
    <w:rsid w:val="005F5F42"/>
    <w:rsid w:val="005F611C"/>
    <w:rsid w:val="005F7B35"/>
    <w:rsid w:val="00601352"/>
    <w:rsid w:val="006018B2"/>
    <w:rsid w:val="00601A5D"/>
    <w:rsid w:val="00603557"/>
    <w:rsid w:val="00603A80"/>
    <w:rsid w:val="00603BC7"/>
    <w:rsid w:val="00603CDF"/>
    <w:rsid w:val="006048EB"/>
    <w:rsid w:val="006051F8"/>
    <w:rsid w:val="00605F1E"/>
    <w:rsid w:val="006061DC"/>
    <w:rsid w:val="00606D21"/>
    <w:rsid w:val="006070B8"/>
    <w:rsid w:val="0060787C"/>
    <w:rsid w:val="00607999"/>
    <w:rsid w:val="00607B47"/>
    <w:rsid w:val="00607C9B"/>
    <w:rsid w:val="00607CBF"/>
    <w:rsid w:val="006103C8"/>
    <w:rsid w:val="0061076F"/>
    <w:rsid w:val="00610C3E"/>
    <w:rsid w:val="00610D6D"/>
    <w:rsid w:val="00611C98"/>
    <w:rsid w:val="006124CE"/>
    <w:rsid w:val="006141E0"/>
    <w:rsid w:val="0061448D"/>
    <w:rsid w:val="0061489D"/>
    <w:rsid w:val="00614935"/>
    <w:rsid w:val="00614DE2"/>
    <w:rsid w:val="00614EAF"/>
    <w:rsid w:val="00614F8C"/>
    <w:rsid w:val="0061527D"/>
    <w:rsid w:val="006152C1"/>
    <w:rsid w:val="00615770"/>
    <w:rsid w:val="00615851"/>
    <w:rsid w:val="006164D3"/>
    <w:rsid w:val="00616737"/>
    <w:rsid w:val="0061708B"/>
    <w:rsid w:val="00617BBA"/>
    <w:rsid w:val="00617CC8"/>
    <w:rsid w:val="00617FFE"/>
    <w:rsid w:val="006201C3"/>
    <w:rsid w:val="006205D2"/>
    <w:rsid w:val="0062087E"/>
    <w:rsid w:val="00620BB9"/>
    <w:rsid w:val="00620F97"/>
    <w:rsid w:val="006211EE"/>
    <w:rsid w:val="00621A88"/>
    <w:rsid w:val="00621AAA"/>
    <w:rsid w:val="00621FA3"/>
    <w:rsid w:val="006234E5"/>
    <w:rsid w:val="006236E3"/>
    <w:rsid w:val="00623F1A"/>
    <w:rsid w:val="00624085"/>
    <w:rsid w:val="0062593B"/>
    <w:rsid w:val="006260E0"/>
    <w:rsid w:val="00626D61"/>
    <w:rsid w:val="00627E95"/>
    <w:rsid w:val="006308BD"/>
    <w:rsid w:val="00630A48"/>
    <w:rsid w:val="0063102A"/>
    <w:rsid w:val="006314D4"/>
    <w:rsid w:val="00631769"/>
    <w:rsid w:val="00631BB4"/>
    <w:rsid w:val="006323B0"/>
    <w:rsid w:val="00632574"/>
    <w:rsid w:val="00632DC3"/>
    <w:rsid w:val="00632E68"/>
    <w:rsid w:val="006331B4"/>
    <w:rsid w:val="0063394B"/>
    <w:rsid w:val="00633EE7"/>
    <w:rsid w:val="0063495F"/>
    <w:rsid w:val="00635293"/>
    <w:rsid w:val="00635B86"/>
    <w:rsid w:val="00636273"/>
    <w:rsid w:val="006373D8"/>
    <w:rsid w:val="006402BD"/>
    <w:rsid w:val="00640A92"/>
    <w:rsid w:val="00640E84"/>
    <w:rsid w:val="00641525"/>
    <w:rsid w:val="006419C2"/>
    <w:rsid w:val="00641DDF"/>
    <w:rsid w:val="006423A0"/>
    <w:rsid w:val="0064292E"/>
    <w:rsid w:val="00642AA2"/>
    <w:rsid w:val="0064345F"/>
    <w:rsid w:val="006436E0"/>
    <w:rsid w:val="00643D52"/>
    <w:rsid w:val="00643F10"/>
    <w:rsid w:val="00644361"/>
    <w:rsid w:val="006452F8"/>
    <w:rsid w:val="006457B6"/>
    <w:rsid w:val="00647785"/>
    <w:rsid w:val="00647E6A"/>
    <w:rsid w:val="006502AD"/>
    <w:rsid w:val="00650780"/>
    <w:rsid w:val="00651F41"/>
    <w:rsid w:val="00652132"/>
    <w:rsid w:val="00652780"/>
    <w:rsid w:val="00652988"/>
    <w:rsid w:val="006534E3"/>
    <w:rsid w:val="00653A11"/>
    <w:rsid w:val="00653F15"/>
    <w:rsid w:val="0065433B"/>
    <w:rsid w:val="00654C74"/>
    <w:rsid w:val="00655397"/>
    <w:rsid w:val="006559E9"/>
    <w:rsid w:val="00657909"/>
    <w:rsid w:val="00660108"/>
    <w:rsid w:val="006601BC"/>
    <w:rsid w:val="0066116D"/>
    <w:rsid w:val="0066179F"/>
    <w:rsid w:val="00661A41"/>
    <w:rsid w:val="00662449"/>
    <w:rsid w:val="00662DC4"/>
    <w:rsid w:val="00663055"/>
    <w:rsid w:val="006638ED"/>
    <w:rsid w:val="00663A11"/>
    <w:rsid w:val="00665B17"/>
    <w:rsid w:val="00666C0F"/>
    <w:rsid w:val="006674CA"/>
    <w:rsid w:val="006679D0"/>
    <w:rsid w:val="00670489"/>
    <w:rsid w:val="00670783"/>
    <w:rsid w:val="006714FB"/>
    <w:rsid w:val="00671995"/>
    <w:rsid w:val="00672CCF"/>
    <w:rsid w:val="00672EA9"/>
    <w:rsid w:val="006739BE"/>
    <w:rsid w:val="00673E7D"/>
    <w:rsid w:val="00674385"/>
    <w:rsid w:val="00674EE0"/>
    <w:rsid w:val="0067608D"/>
    <w:rsid w:val="006769E8"/>
    <w:rsid w:val="00676D8A"/>
    <w:rsid w:val="00676F28"/>
    <w:rsid w:val="00677DE4"/>
    <w:rsid w:val="00677E39"/>
    <w:rsid w:val="00681320"/>
    <w:rsid w:val="006815C7"/>
    <w:rsid w:val="00681ECD"/>
    <w:rsid w:val="00681FC4"/>
    <w:rsid w:val="00681FD2"/>
    <w:rsid w:val="00682023"/>
    <w:rsid w:val="00682064"/>
    <w:rsid w:val="00682DF9"/>
    <w:rsid w:val="00683315"/>
    <w:rsid w:val="00684904"/>
    <w:rsid w:val="00684F4F"/>
    <w:rsid w:val="006860C1"/>
    <w:rsid w:val="006866F3"/>
    <w:rsid w:val="00687543"/>
    <w:rsid w:val="00690F10"/>
    <w:rsid w:val="0069195F"/>
    <w:rsid w:val="0069228F"/>
    <w:rsid w:val="0069288A"/>
    <w:rsid w:val="00693D89"/>
    <w:rsid w:val="00693FBD"/>
    <w:rsid w:val="00694541"/>
    <w:rsid w:val="00694F2E"/>
    <w:rsid w:val="00695AD7"/>
    <w:rsid w:val="00697ED3"/>
    <w:rsid w:val="006A06C4"/>
    <w:rsid w:val="006A10A1"/>
    <w:rsid w:val="006A1C2A"/>
    <w:rsid w:val="006A3309"/>
    <w:rsid w:val="006A3644"/>
    <w:rsid w:val="006A447B"/>
    <w:rsid w:val="006A4C4D"/>
    <w:rsid w:val="006A4D75"/>
    <w:rsid w:val="006A6012"/>
    <w:rsid w:val="006A7A1D"/>
    <w:rsid w:val="006A7FC6"/>
    <w:rsid w:val="006B024D"/>
    <w:rsid w:val="006B0E11"/>
    <w:rsid w:val="006B1134"/>
    <w:rsid w:val="006B14FC"/>
    <w:rsid w:val="006B1E10"/>
    <w:rsid w:val="006B1EE7"/>
    <w:rsid w:val="006B229B"/>
    <w:rsid w:val="006B29FD"/>
    <w:rsid w:val="006B2FAA"/>
    <w:rsid w:val="006B345F"/>
    <w:rsid w:val="006B3B97"/>
    <w:rsid w:val="006B429E"/>
    <w:rsid w:val="006B42EF"/>
    <w:rsid w:val="006B431A"/>
    <w:rsid w:val="006B4AEC"/>
    <w:rsid w:val="006B4BE3"/>
    <w:rsid w:val="006B4D7B"/>
    <w:rsid w:val="006B4EB1"/>
    <w:rsid w:val="006B5556"/>
    <w:rsid w:val="006B55DC"/>
    <w:rsid w:val="006B5B2E"/>
    <w:rsid w:val="006B60F1"/>
    <w:rsid w:val="006B6355"/>
    <w:rsid w:val="006B64C6"/>
    <w:rsid w:val="006B6578"/>
    <w:rsid w:val="006B765D"/>
    <w:rsid w:val="006C12AF"/>
    <w:rsid w:val="006C1C9A"/>
    <w:rsid w:val="006C1D74"/>
    <w:rsid w:val="006C205E"/>
    <w:rsid w:val="006C29E7"/>
    <w:rsid w:val="006C36FE"/>
    <w:rsid w:val="006D03F6"/>
    <w:rsid w:val="006D04C4"/>
    <w:rsid w:val="006D0B89"/>
    <w:rsid w:val="006D16C6"/>
    <w:rsid w:val="006D1CC6"/>
    <w:rsid w:val="006D1DC3"/>
    <w:rsid w:val="006D20D8"/>
    <w:rsid w:val="006D244A"/>
    <w:rsid w:val="006D2D93"/>
    <w:rsid w:val="006D3017"/>
    <w:rsid w:val="006D3A59"/>
    <w:rsid w:val="006D4E6C"/>
    <w:rsid w:val="006D5066"/>
    <w:rsid w:val="006D52DE"/>
    <w:rsid w:val="006D53D3"/>
    <w:rsid w:val="006D548C"/>
    <w:rsid w:val="006D5672"/>
    <w:rsid w:val="006D5831"/>
    <w:rsid w:val="006D58AD"/>
    <w:rsid w:val="006D5F75"/>
    <w:rsid w:val="006D5FB2"/>
    <w:rsid w:val="006D77B3"/>
    <w:rsid w:val="006D7946"/>
    <w:rsid w:val="006E033C"/>
    <w:rsid w:val="006E0A5F"/>
    <w:rsid w:val="006E1E50"/>
    <w:rsid w:val="006E277E"/>
    <w:rsid w:val="006E278D"/>
    <w:rsid w:val="006E3031"/>
    <w:rsid w:val="006E4C33"/>
    <w:rsid w:val="006E4DB1"/>
    <w:rsid w:val="006E549D"/>
    <w:rsid w:val="006E6126"/>
    <w:rsid w:val="006E6573"/>
    <w:rsid w:val="006E683F"/>
    <w:rsid w:val="006E71A4"/>
    <w:rsid w:val="006E7C2F"/>
    <w:rsid w:val="006E7E4E"/>
    <w:rsid w:val="006F040C"/>
    <w:rsid w:val="006F0772"/>
    <w:rsid w:val="006F0D8A"/>
    <w:rsid w:val="006F0E58"/>
    <w:rsid w:val="006F378E"/>
    <w:rsid w:val="006F39C3"/>
    <w:rsid w:val="006F4398"/>
    <w:rsid w:val="006F45A2"/>
    <w:rsid w:val="006F4A44"/>
    <w:rsid w:val="006F4FB4"/>
    <w:rsid w:val="006F6189"/>
    <w:rsid w:val="006F6F4B"/>
    <w:rsid w:val="006F7266"/>
    <w:rsid w:val="006F7424"/>
    <w:rsid w:val="006F74D8"/>
    <w:rsid w:val="006F76CD"/>
    <w:rsid w:val="006F7EA5"/>
    <w:rsid w:val="007016CD"/>
    <w:rsid w:val="00701BFF"/>
    <w:rsid w:val="00702E98"/>
    <w:rsid w:val="00702ED4"/>
    <w:rsid w:val="00703BD6"/>
    <w:rsid w:val="007047CA"/>
    <w:rsid w:val="007055FF"/>
    <w:rsid w:val="00705A57"/>
    <w:rsid w:val="007068B1"/>
    <w:rsid w:val="00706FF9"/>
    <w:rsid w:val="007076FA"/>
    <w:rsid w:val="00710055"/>
    <w:rsid w:val="007100D5"/>
    <w:rsid w:val="00710571"/>
    <w:rsid w:val="00710F43"/>
    <w:rsid w:val="007113B5"/>
    <w:rsid w:val="0071191F"/>
    <w:rsid w:val="00712B70"/>
    <w:rsid w:val="00712D82"/>
    <w:rsid w:val="00713884"/>
    <w:rsid w:val="00714493"/>
    <w:rsid w:val="0071575C"/>
    <w:rsid w:val="00715D51"/>
    <w:rsid w:val="00715F2B"/>
    <w:rsid w:val="0071601E"/>
    <w:rsid w:val="007161FF"/>
    <w:rsid w:val="00717A38"/>
    <w:rsid w:val="00720143"/>
    <w:rsid w:val="00721B13"/>
    <w:rsid w:val="00721D4B"/>
    <w:rsid w:val="0072207B"/>
    <w:rsid w:val="0072256B"/>
    <w:rsid w:val="007227F5"/>
    <w:rsid w:val="007228EF"/>
    <w:rsid w:val="007246BE"/>
    <w:rsid w:val="00725202"/>
    <w:rsid w:val="007255F7"/>
    <w:rsid w:val="007258A0"/>
    <w:rsid w:val="0072608C"/>
    <w:rsid w:val="0072710A"/>
    <w:rsid w:val="00727176"/>
    <w:rsid w:val="00727536"/>
    <w:rsid w:val="007300A4"/>
    <w:rsid w:val="00730117"/>
    <w:rsid w:val="00730FDC"/>
    <w:rsid w:val="00731710"/>
    <w:rsid w:val="00731B2E"/>
    <w:rsid w:val="0073269B"/>
    <w:rsid w:val="00732E16"/>
    <w:rsid w:val="00732F99"/>
    <w:rsid w:val="007335A8"/>
    <w:rsid w:val="0073481E"/>
    <w:rsid w:val="0073677C"/>
    <w:rsid w:val="007367FA"/>
    <w:rsid w:val="00736801"/>
    <w:rsid w:val="007376A6"/>
    <w:rsid w:val="00737863"/>
    <w:rsid w:val="007379B5"/>
    <w:rsid w:val="007379D4"/>
    <w:rsid w:val="0074049B"/>
    <w:rsid w:val="00740894"/>
    <w:rsid w:val="00741A86"/>
    <w:rsid w:val="00742540"/>
    <w:rsid w:val="00743079"/>
    <w:rsid w:val="0074311B"/>
    <w:rsid w:val="00743202"/>
    <w:rsid w:val="007438FD"/>
    <w:rsid w:val="00743A3B"/>
    <w:rsid w:val="00744E63"/>
    <w:rsid w:val="00745996"/>
    <w:rsid w:val="00746058"/>
    <w:rsid w:val="007470D7"/>
    <w:rsid w:val="007479DC"/>
    <w:rsid w:val="00747A87"/>
    <w:rsid w:val="00750D4A"/>
    <w:rsid w:val="00750D52"/>
    <w:rsid w:val="00750F30"/>
    <w:rsid w:val="007516B7"/>
    <w:rsid w:val="00751820"/>
    <w:rsid w:val="00751913"/>
    <w:rsid w:val="00751BB6"/>
    <w:rsid w:val="00751FE5"/>
    <w:rsid w:val="00752763"/>
    <w:rsid w:val="00752B6B"/>
    <w:rsid w:val="00752D7C"/>
    <w:rsid w:val="00753064"/>
    <w:rsid w:val="007534DE"/>
    <w:rsid w:val="0075379B"/>
    <w:rsid w:val="00754A72"/>
    <w:rsid w:val="0075589D"/>
    <w:rsid w:val="00755D2A"/>
    <w:rsid w:val="007564F4"/>
    <w:rsid w:val="007571B6"/>
    <w:rsid w:val="0075741F"/>
    <w:rsid w:val="00760CBB"/>
    <w:rsid w:val="00761759"/>
    <w:rsid w:val="00761E4E"/>
    <w:rsid w:val="007621FA"/>
    <w:rsid w:val="007648CE"/>
    <w:rsid w:val="00764EB8"/>
    <w:rsid w:val="00764FFC"/>
    <w:rsid w:val="007650BB"/>
    <w:rsid w:val="0076585D"/>
    <w:rsid w:val="00765BF4"/>
    <w:rsid w:val="00766240"/>
    <w:rsid w:val="00766959"/>
    <w:rsid w:val="0076697D"/>
    <w:rsid w:val="00766D6B"/>
    <w:rsid w:val="007671C8"/>
    <w:rsid w:val="007672A9"/>
    <w:rsid w:val="007672F8"/>
    <w:rsid w:val="00767930"/>
    <w:rsid w:val="00770220"/>
    <w:rsid w:val="007702CF"/>
    <w:rsid w:val="00771CDC"/>
    <w:rsid w:val="00772400"/>
    <w:rsid w:val="007725FD"/>
    <w:rsid w:val="00773C3B"/>
    <w:rsid w:val="00773DCC"/>
    <w:rsid w:val="007740D3"/>
    <w:rsid w:val="007742E8"/>
    <w:rsid w:val="007743FA"/>
    <w:rsid w:val="00774A1F"/>
    <w:rsid w:val="00777521"/>
    <w:rsid w:val="00777AE4"/>
    <w:rsid w:val="0078084D"/>
    <w:rsid w:val="00780A77"/>
    <w:rsid w:val="00780B41"/>
    <w:rsid w:val="0078121D"/>
    <w:rsid w:val="00781262"/>
    <w:rsid w:val="007814E6"/>
    <w:rsid w:val="00781CC6"/>
    <w:rsid w:val="0078251F"/>
    <w:rsid w:val="00784ECC"/>
    <w:rsid w:val="00785233"/>
    <w:rsid w:val="00785D78"/>
    <w:rsid w:val="00786162"/>
    <w:rsid w:val="007866AD"/>
    <w:rsid w:val="00786AF4"/>
    <w:rsid w:val="00786D52"/>
    <w:rsid w:val="00786EF2"/>
    <w:rsid w:val="0079129B"/>
    <w:rsid w:val="0079215C"/>
    <w:rsid w:val="007926EC"/>
    <w:rsid w:val="00792736"/>
    <w:rsid w:val="00792EC3"/>
    <w:rsid w:val="00794913"/>
    <w:rsid w:val="00795D8E"/>
    <w:rsid w:val="007963D6"/>
    <w:rsid w:val="0079684A"/>
    <w:rsid w:val="007969F4"/>
    <w:rsid w:val="00797FF3"/>
    <w:rsid w:val="007A03EC"/>
    <w:rsid w:val="007A03FD"/>
    <w:rsid w:val="007A06E8"/>
    <w:rsid w:val="007A1229"/>
    <w:rsid w:val="007A16DB"/>
    <w:rsid w:val="007A1BAA"/>
    <w:rsid w:val="007A1CB4"/>
    <w:rsid w:val="007A2BA5"/>
    <w:rsid w:val="007A3576"/>
    <w:rsid w:val="007A39FE"/>
    <w:rsid w:val="007A4DE7"/>
    <w:rsid w:val="007A61B2"/>
    <w:rsid w:val="007A64D1"/>
    <w:rsid w:val="007A6557"/>
    <w:rsid w:val="007A67D8"/>
    <w:rsid w:val="007A69C8"/>
    <w:rsid w:val="007A6B29"/>
    <w:rsid w:val="007B03F7"/>
    <w:rsid w:val="007B087C"/>
    <w:rsid w:val="007B0F8B"/>
    <w:rsid w:val="007B117C"/>
    <w:rsid w:val="007B11C0"/>
    <w:rsid w:val="007B1946"/>
    <w:rsid w:val="007B1A96"/>
    <w:rsid w:val="007B270E"/>
    <w:rsid w:val="007B2A5B"/>
    <w:rsid w:val="007B2B77"/>
    <w:rsid w:val="007B3AE8"/>
    <w:rsid w:val="007B46EA"/>
    <w:rsid w:val="007B4A4B"/>
    <w:rsid w:val="007B4BE2"/>
    <w:rsid w:val="007B52E3"/>
    <w:rsid w:val="007B56B1"/>
    <w:rsid w:val="007B6A23"/>
    <w:rsid w:val="007B6D2D"/>
    <w:rsid w:val="007B6F11"/>
    <w:rsid w:val="007C0240"/>
    <w:rsid w:val="007C0315"/>
    <w:rsid w:val="007C0561"/>
    <w:rsid w:val="007C0576"/>
    <w:rsid w:val="007C06BD"/>
    <w:rsid w:val="007C098B"/>
    <w:rsid w:val="007C0D58"/>
    <w:rsid w:val="007C1F36"/>
    <w:rsid w:val="007C2C88"/>
    <w:rsid w:val="007C3A10"/>
    <w:rsid w:val="007C44DD"/>
    <w:rsid w:val="007C653D"/>
    <w:rsid w:val="007C68A6"/>
    <w:rsid w:val="007C6CA4"/>
    <w:rsid w:val="007C707E"/>
    <w:rsid w:val="007C7B26"/>
    <w:rsid w:val="007C7D5A"/>
    <w:rsid w:val="007C7D63"/>
    <w:rsid w:val="007D01E7"/>
    <w:rsid w:val="007D0821"/>
    <w:rsid w:val="007D0B1E"/>
    <w:rsid w:val="007D0DE5"/>
    <w:rsid w:val="007D33C9"/>
    <w:rsid w:val="007D3E2D"/>
    <w:rsid w:val="007D449C"/>
    <w:rsid w:val="007D44FD"/>
    <w:rsid w:val="007D45A8"/>
    <w:rsid w:val="007D5699"/>
    <w:rsid w:val="007D7006"/>
    <w:rsid w:val="007D72EA"/>
    <w:rsid w:val="007E006A"/>
    <w:rsid w:val="007E0164"/>
    <w:rsid w:val="007E0EF6"/>
    <w:rsid w:val="007E0F49"/>
    <w:rsid w:val="007E18A6"/>
    <w:rsid w:val="007E1B2C"/>
    <w:rsid w:val="007E23A3"/>
    <w:rsid w:val="007E3497"/>
    <w:rsid w:val="007E36EC"/>
    <w:rsid w:val="007E3BA7"/>
    <w:rsid w:val="007E4228"/>
    <w:rsid w:val="007E5117"/>
    <w:rsid w:val="007E5AFF"/>
    <w:rsid w:val="007E5CAB"/>
    <w:rsid w:val="007E5EC2"/>
    <w:rsid w:val="007E6143"/>
    <w:rsid w:val="007E6287"/>
    <w:rsid w:val="007E6931"/>
    <w:rsid w:val="007E7366"/>
    <w:rsid w:val="007E7CE6"/>
    <w:rsid w:val="007F17B6"/>
    <w:rsid w:val="007F17EB"/>
    <w:rsid w:val="007F1A34"/>
    <w:rsid w:val="007F1A7F"/>
    <w:rsid w:val="007F2305"/>
    <w:rsid w:val="007F2DC6"/>
    <w:rsid w:val="007F347F"/>
    <w:rsid w:val="007F3C69"/>
    <w:rsid w:val="007F4F0D"/>
    <w:rsid w:val="007F57B4"/>
    <w:rsid w:val="007F5E22"/>
    <w:rsid w:val="007F6271"/>
    <w:rsid w:val="007F63FD"/>
    <w:rsid w:val="007F66A7"/>
    <w:rsid w:val="007F6711"/>
    <w:rsid w:val="007F6E38"/>
    <w:rsid w:val="007F7217"/>
    <w:rsid w:val="007F7309"/>
    <w:rsid w:val="00800486"/>
    <w:rsid w:val="008004EE"/>
    <w:rsid w:val="008021DF"/>
    <w:rsid w:val="0080222A"/>
    <w:rsid w:val="00802805"/>
    <w:rsid w:val="0080288A"/>
    <w:rsid w:val="00802C93"/>
    <w:rsid w:val="00803C17"/>
    <w:rsid w:val="00803C39"/>
    <w:rsid w:val="00803E71"/>
    <w:rsid w:val="00804139"/>
    <w:rsid w:val="00804803"/>
    <w:rsid w:val="00804A01"/>
    <w:rsid w:val="00804E34"/>
    <w:rsid w:val="00805825"/>
    <w:rsid w:val="00805B50"/>
    <w:rsid w:val="00805C25"/>
    <w:rsid w:val="00805D76"/>
    <w:rsid w:val="00806988"/>
    <w:rsid w:val="00806A44"/>
    <w:rsid w:val="00806FF6"/>
    <w:rsid w:val="00807059"/>
    <w:rsid w:val="008072A2"/>
    <w:rsid w:val="008075DF"/>
    <w:rsid w:val="00810162"/>
    <w:rsid w:val="00810696"/>
    <w:rsid w:val="00811893"/>
    <w:rsid w:val="008119F6"/>
    <w:rsid w:val="00811FDD"/>
    <w:rsid w:val="00812DB4"/>
    <w:rsid w:val="00812F6A"/>
    <w:rsid w:val="008132D3"/>
    <w:rsid w:val="008135F0"/>
    <w:rsid w:val="00813BCD"/>
    <w:rsid w:val="00813E71"/>
    <w:rsid w:val="00814774"/>
    <w:rsid w:val="00814E8F"/>
    <w:rsid w:val="00815470"/>
    <w:rsid w:val="00815726"/>
    <w:rsid w:val="00816560"/>
    <w:rsid w:val="008166F7"/>
    <w:rsid w:val="00816B2D"/>
    <w:rsid w:val="00816D1E"/>
    <w:rsid w:val="008171F2"/>
    <w:rsid w:val="0081769E"/>
    <w:rsid w:val="00817F1C"/>
    <w:rsid w:val="008204AB"/>
    <w:rsid w:val="00820CFE"/>
    <w:rsid w:val="00820E8F"/>
    <w:rsid w:val="00821601"/>
    <w:rsid w:val="0082167E"/>
    <w:rsid w:val="008217CE"/>
    <w:rsid w:val="00821876"/>
    <w:rsid w:val="00821BCC"/>
    <w:rsid w:val="00822669"/>
    <w:rsid w:val="00822C88"/>
    <w:rsid w:val="0082301B"/>
    <w:rsid w:val="00823556"/>
    <w:rsid w:val="00824121"/>
    <w:rsid w:val="008242A8"/>
    <w:rsid w:val="00825219"/>
    <w:rsid w:val="00825280"/>
    <w:rsid w:val="008256AE"/>
    <w:rsid w:val="0082583A"/>
    <w:rsid w:val="008260A5"/>
    <w:rsid w:val="0082655B"/>
    <w:rsid w:val="008304FF"/>
    <w:rsid w:val="00830DF0"/>
    <w:rsid w:val="00832A91"/>
    <w:rsid w:val="00832ED6"/>
    <w:rsid w:val="008336BD"/>
    <w:rsid w:val="008340C8"/>
    <w:rsid w:val="008340FB"/>
    <w:rsid w:val="008341F0"/>
    <w:rsid w:val="008342F5"/>
    <w:rsid w:val="00834637"/>
    <w:rsid w:val="00834A31"/>
    <w:rsid w:val="00834F69"/>
    <w:rsid w:val="00835170"/>
    <w:rsid w:val="00835774"/>
    <w:rsid w:val="00835A05"/>
    <w:rsid w:val="00835CCC"/>
    <w:rsid w:val="00835D84"/>
    <w:rsid w:val="008362CC"/>
    <w:rsid w:val="008365BA"/>
    <w:rsid w:val="00837C6E"/>
    <w:rsid w:val="008405AA"/>
    <w:rsid w:val="00840C45"/>
    <w:rsid w:val="008410E5"/>
    <w:rsid w:val="00841391"/>
    <w:rsid w:val="00841C72"/>
    <w:rsid w:val="00842153"/>
    <w:rsid w:val="008422F8"/>
    <w:rsid w:val="008428E6"/>
    <w:rsid w:val="00842D71"/>
    <w:rsid w:val="00842DDC"/>
    <w:rsid w:val="00842EA6"/>
    <w:rsid w:val="00843127"/>
    <w:rsid w:val="008431D0"/>
    <w:rsid w:val="0084337D"/>
    <w:rsid w:val="0084352D"/>
    <w:rsid w:val="00843E54"/>
    <w:rsid w:val="008446A2"/>
    <w:rsid w:val="008446B4"/>
    <w:rsid w:val="00844CDE"/>
    <w:rsid w:val="00845135"/>
    <w:rsid w:val="00845666"/>
    <w:rsid w:val="008473AD"/>
    <w:rsid w:val="0084778C"/>
    <w:rsid w:val="00847C7E"/>
    <w:rsid w:val="00850A89"/>
    <w:rsid w:val="00850DF3"/>
    <w:rsid w:val="00851914"/>
    <w:rsid w:val="008524DD"/>
    <w:rsid w:val="00852687"/>
    <w:rsid w:val="00852DE9"/>
    <w:rsid w:val="00853C08"/>
    <w:rsid w:val="0085477B"/>
    <w:rsid w:val="00854C8B"/>
    <w:rsid w:val="00854D9C"/>
    <w:rsid w:val="00854FA6"/>
    <w:rsid w:val="00855224"/>
    <w:rsid w:val="0085572C"/>
    <w:rsid w:val="0085592A"/>
    <w:rsid w:val="00855AB9"/>
    <w:rsid w:val="00855D02"/>
    <w:rsid w:val="0085609A"/>
    <w:rsid w:val="00857CB7"/>
    <w:rsid w:val="00857E76"/>
    <w:rsid w:val="008620C6"/>
    <w:rsid w:val="00862536"/>
    <w:rsid w:val="00862B54"/>
    <w:rsid w:val="00862D4C"/>
    <w:rsid w:val="008630A4"/>
    <w:rsid w:val="00863370"/>
    <w:rsid w:val="00863981"/>
    <w:rsid w:val="00863ADD"/>
    <w:rsid w:val="00863DAE"/>
    <w:rsid w:val="00863E00"/>
    <w:rsid w:val="00864BC9"/>
    <w:rsid w:val="00864BF0"/>
    <w:rsid w:val="0086668C"/>
    <w:rsid w:val="00866F35"/>
    <w:rsid w:val="00867061"/>
    <w:rsid w:val="00867162"/>
    <w:rsid w:val="00870A96"/>
    <w:rsid w:val="00871561"/>
    <w:rsid w:val="00872B0F"/>
    <w:rsid w:val="00873B46"/>
    <w:rsid w:val="00873BA5"/>
    <w:rsid w:val="00873D7F"/>
    <w:rsid w:val="008744E0"/>
    <w:rsid w:val="00874C2A"/>
    <w:rsid w:val="0087529F"/>
    <w:rsid w:val="00875365"/>
    <w:rsid w:val="00875C0E"/>
    <w:rsid w:val="00875D78"/>
    <w:rsid w:val="00875E6F"/>
    <w:rsid w:val="00876797"/>
    <w:rsid w:val="0087699B"/>
    <w:rsid w:val="008774A7"/>
    <w:rsid w:val="00877B8C"/>
    <w:rsid w:val="008801EB"/>
    <w:rsid w:val="008811D7"/>
    <w:rsid w:val="008812FA"/>
    <w:rsid w:val="00882601"/>
    <w:rsid w:val="00882692"/>
    <w:rsid w:val="00882E88"/>
    <w:rsid w:val="00883735"/>
    <w:rsid w:val="00883788"/>
    <w:rsid w:val="00883A47"/>
    <w:rsid w:val="0088433D"/>
    <w:rsid w:val="008843E1"/>
    <w:rsid w:val="00884F4B"/>
    <w:rsid w:val="00884FC8"/>
    <w:rsid w:val="00886435"/>
    <w:rsid w:val="00886B75"/>
    <w:rsid w:val="00886D7F"/>
    <w:rsid w:val="00890685"/>
    <w:rsid w:val="008907EA"/>
    <w:rsid w:val="00890FB5"/>
    <w:rsid w:val="00891841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97E92"/>
    <w:rsid w:val="008A000C"/>
    <w:rsid w:val="008A0012"/>
    <w:rsid w:val="008A049A"/>
    <w:rsid w:val="008A073E"/>
    <w:rsid w:val="008A1002"/>
    <w:rsid w:val="008A202B"/>
    <w:rsid w:val="008A2465"/>
    <w:rsid w:val="008A2698"/>
    <w:rsid w:val="008A2A34"/>
    <w:rsid w:val="008A2C6A"/>
    <w:rsid w:val="008A2C79"/>
    <w:rsid w:val="008A39B0"/>
    <w:rsid w:val="008A3A80"/>
    <w:rsid w:val="008A3F66"/>
    <w:rsid w:val="008A41D6"/>
    <w:rsid w:val="008A4893"/>
    <w:rsid w:val="008A4D3A"/>
    <w:rsid w:val="008A4FB6"/>
    <w:rsid w:val="008A509F"/>
    <w:rsid w:val="008A6189"/>
    <w:rsid w:val="008A6207"/>
    <w:rsid w:val="008A7629"/>
    <w:rsid w:val="008A7B35"/>
    <w:rsid w:val="008B09CD"/>
    <w:rsid w:val="008B1067"/>
    <w:rsid w:val="008B15F4"/>
    <w:rsid w:val="008B1631"/>
    <w:rsid w:val="008B1DF0"/>
    <w:rsid w:val="008B2647"/>
    <w:rsid w:val="008B2818"/>
    <w:rsid w:val="008B3860"/>
    <w:rsid w:val="008B4457"/>
    <w:rsid w:val="008B566B"/>
    <w:rsid w:val="008B61BE"/>
    <w:rsid w:val="008B6543"/>
    <w:rsid w:val="008B6722"/>
    <w:rsid w:val="008B6A2A"/>
    <w:rsid w:val="008B7EC7"/>
    <w:rsid w:val="008C001C"/>
    <w:rsid w:val="008C081C"/>
    <w:rsid w:val="008C18A4"/>
    <w:rsid w:val="008C1916"/>
    <w:rsid w:val="008C1A9C"/>
    <w:rsid w:val="008C23EA"/>
    <w:rsid w:val="008C2757"/>
    <w:rsid w:val="008C2F38"/>
    <w:rsid w:val="008C376D"/>
    <w:rsid w:val="008C3D0F"/>
    <w:rsid w:val="008C4CD4"/>
    <w:rsid w:val="008C5416"/>
    <w:rsid w:val="008C56F1"/>
    <w:rsid w:val="008C571E"/>
    <w:rsid w:val="008C5A05"/>
    <w:rsid w:val="008C5A86"/>
    <w:rsid w:val="008C5F97"/>
    <w:rsid w:val="008C6DCC"/>
    <w:rsid w:val="008C6F27"/>
    <w:rsid w:val="008C7E82"/>
    <w:rsid w:val="008D0DD8"/>
    <w:rsid w:val="008D1B18"/>
    <w:rsid w:val="008D2367"/>
    <w:rsid w:val="008D236A"/>
    <w:rsid w:val="008D2457"/>
    <w:rsid w:val="008D2A1D"/>
    <w:rsid w:val="008D3811"/>
    <w:rsid w:val="008D3864"/>
    <w:rsid w:val="008D3DC3"/>
    <w:rsid w:val="008D416F"/>
    <w:rsid w:val="008D418D"/>
    <w:rsid w:val="008D45F4"/>
    <w:rsid w:val="008D482D"/>
    <w:rsid w:val="008D4B31"/>
    <w:rsid w:val="008D5467"/>
    <w:rsid w:val="008D5710"/>
    <w:rsid w:val="008D601F"/>
    <w:rsid w:val="008D61EB"/>
    <w:rsid w:val="008D6696"/>
    <w:rsid w:val="008D6AB1"/>
    <w:rsid w:val="008D6CB8"/>
    <w:rsid w:val="008D71B3"/>
    <w:rsid w:val="008E27D6"/>
    <w:rsid w:val="008E355A"/>
    <w:rsid w:val="008E3666"/>
    <w:rsid w:val="008E37DC"/>
    <w:rsid w:val="008E4F21"/>
    <w:rsid w:val="008E50E8"/>
    <w:rsid w:val="008E5571"/>
    <w:rsid w:val="008E5AE1"/>
    <w:rsid w:val="008E5D1E"/>
    <w:rsid w:val="008E6B29"/>
    <w:rsid w:val="008E73A2"/>
    <w:rsid w:val="008E7BE0"/>
    <w:rsid w:val="008E7E39"/>
    <w:rsid w:val="008F0439"/>
    <w:rsid w:val="008F06BC"/>
    <w:rsid w:val="008F0CD0"/>
    <w:rsid w:val="008F0D74"/>
    <w:rsid w:val="008F0E6D"/>
    <w:rsid w:val="008F1801"/>
    <w:rsid w:val="008F1C65"/>
    <w:rsid w:val="008F2067"/>
    <w:rsid w:val="008F3223"/>
    <w:rsid w:val="008F3774"/>
    <w:rsid w:val="008F419A"/>
    <w:rsid w:val="008F4444"/>
    <w:rsid w:val="008F55EE"/>
    <w:rsid w:val="008F5A83"/>
    <w:rsid w:val="008F6168"/>
    <w:rsid w:val="008F651A"/>
    <w:rsid w:val="008F6A8A"/>
    <w:rsid w:val="008F6AFA"/>
    <w:rsid w:val="008F6C29"/>
    <w:rsid w:val="008F7026"/>
    <w:rsid w:val="008F740F"/>
    <w:rsid w:val="00900AD0"/>
    <w:rsid w:val="00901308"/>
    <w:rsid w:val="009030C4"/>
    <w:rsid w:val="00903A06"/>
    <w:rsid w:val="009048E7"/>
    <w:rsid w:val="00904FC8"/>
    <w:rsid w:val="009102AE"/>
    <w:rsid w:val="00910779"/>
    <w:rsid w:val="00910939"/>
    <w:rsid w:val="009109DB"/>
    <w:rsid w:val="00911336"/>
    <w:rsid w:val="00911394"/>
    <w:rsid w:val="00911D62"/>
    <w:rsid w:val="0091236F"/>
    <w:rsid w:val="00912AAB"/>
    <w:rsid w:val="00913CE5"/>
    <w:rsid w:val="009140F7"/>
    <w:rsid w:val="00915435"/>
    <w:rsid w:val="00915554"/>
    <w:rsid w:val="00915C6A"/>
    <w:rsid w:val="00915FF8"/>
    <w:rsid w:val="00916364"/>
    <w:rsid w:val="00916C0A"/>
    <w:rsid w:val="009176BA"/>
    <w:rsid w:val="00917B9F"/>
    <w:rsid w:val="00917D19"/>
    <w:rsid w:val="00920062"/>
    <w:rsid w:val="0092099E"/>
    <w:rsid w:val="00920DB1"/>
    <w:rsid w:val="00921086"/>
    <w:rsid w:val="009226FE"/>
    <w:rsid w:val="0092340D"/>
    <w:rsid w:val="00923712"/>
    <w:rsid w:val="009237D7"/>
    <w:rsid w:val="00923A8D"/>
    <w:rsid w:val="009246CB"/>
    <w:rsid w:val="00924CF1"/>
    <w:rsid w:val="00924FF1"/>
    <w:rsid w:val="00925564"/>
    <w:rsid w:val="00926045"/>
    <w:rsid w:val="00926855"/>
    <w:rsid w:val="0092685B"/>
    <w:rsid w:val="00926A91"/>
    <w:rsid w:val="009272A8"/>
    <w:rsid w:val="00930757"/>
    <w:rsid w:val="00931B36"/>
    <w:rsid w:val="0093204E"/>
    <w:rsid w:val="009329B1"/>
    <w:rsid w:val="009334F1"/>
    <w:rsid w:val="00933D93"/>
    <w:rsid w:val="009341EB"/>
    <w:rsid w:val="009342A2"/>
    <w:rsid w:val="0093471B"/>
    <w:rsid w:val="00934DED"/>
    <w:rsid w:val="00934F21"/>
    <w:rsid w:val="0093510B"/>
    <w:rsid w:val="00936749"/>
    <w:rsid w:val="00936994"/>
    <w:rsid w:val="00936E08"/>
    <w:rsid w:val="009372AF"/>
    <w:rsid w:val="00937578"/>
    <w:rsid w:val="0093759C"/>
    <w:rsid w:val="009404ED"/>
    <w:rsid w:val="00941561"/>
    <w:rsid w:val="009415CC"/>
    <w:rsid w:val="00941DDA"/>
    <w:rsid w:val="0094339F"/>
    <w:rsid w:val="0094347B"/>
    <w:rsid w:val="00943499"/>
    <w:rsid w:val="00943C1A"/>
    <w:rsid w:val="009455B4"/>
    <w:rsid w:val="00945F1B"/>
    <w:rsid w:val="0094601B"/>
    <w:rsid w:val="0094656A"/>
    <w:rsid w:val="009465C8"/>
    <w:rsid w:val="009466D2"/>
    <w:rsid w:val="009473D7"/>
    <w:rsid w:val="00950385"/>
    <w:rsid w:val="00950994"/>
    <w:rsid w:val="00950ACD"/>
    <w:rsid w:val="00951502"/>
    <w:rsid w:val="009515C0"/>
    <w:rsid w:val="009518EC"/>
    <w:rsid w:val="00952046"/>
    <w:rsid w:val="009520F9"/>
    <w:rsid w:val="00952B11"/>
    <w:rsid w:val="009532B4"/>
    <w:rsid w:val="00953361"/>
    <w:rsid w:val="009545CA"/>
    <w:rsid w:val="00954A49"/>
    <w:rsid w:val="00955A87"/>
    <w:rsid w:val="00955E62"/>
    <w:rsid w:val="00956213"/>
    <w:rsid w:val="00956417"/>
    <w:rsid w:val="009572F5"/>
    <w:rsid w:val="00957722"/>
    <w:rsid w:val="00957A40"/>
    <w:rsid w:val="00957DFA"/>
    <w:rsid w:val="00960A82"/>
    <w:rsid w:val="00961B1E"/>
    <w:rsid w:val="00961B67"/>
    <w:rsid w:val="00961CD3"/>
    <w:rsid w:val="00962F11"/>
    <w:rsid w:val="009640FE"/>
    <w:rsid w:val="00964B7F"/>
    <w:rsid w:val="0096641C"/>
    <w:rsid w:val="0096664C"/>
    <w:rsid w:val="00966D77"/>
    <w:rsid w:val="00967047"/>
    <w:rsid w:val="00967F50"/>
    <w:rsid w:val="00967FE8"/>
    <w:rsid w:val="00970748"/>
    <w:rsid w:val="00970772"/>
    <w:rsid w:val="00971513"/>
    <w:rsid w:val="009718BC"/>
    <w:rsid w:val="00971B16"/>
    <w:rsid w:val="00971C36"/>
    <w:rsid w:val="009731AF"/>
    <w:rsid w:val="009734FF"/>
    <w:rsid w:val="009738A4"/>
    <w:rsid w:val="0097436E"/>
    <w:rsid w:val="009745F3"/>
    <w:rsid w:val="00975607"/>
    <w:rsid w:val="00975B1C"/>
    <w:rsid w:val="00975EEA"/>
    <w:rsid w:val="00975F7E"/>
    <w:rsid w:val="0097677E"/>
    <w:rsid w:val="009768D1"/>
    <w:rsid w:val="00976C02"/>
    <w:rsid w:val="00976DE3"/>
    <w:rsid w:val="00977065"/>
    <w:rsid w:val="00977982"/>
    <w:rsid w:val="009804F5"/>
    <w:rsid w:val="00980788"/>
    <w:rsid w:val="00980B25"/>
    <w:rsid w:val="00981474"/>
    <w:rsid w:val="009815E4"/>
    <w:rsid w:val="0098187B"/>
    <w:rsid w:val="00981E84"/>
    <w:rsid w:val="00981EDA"/>
    <w:rsid w:val="00982595"/>
    <w:rsid w:val="0098304E"/>
    <w:rsid w:val="0098359E"/>
    <w:rsid w:val="0098375E"/>
    <w:rsid w:val="00983F9A"/>
    <w:rsid w:val="009840F2"/>
    <w:rsid w:val="0098450D"/>
    <w:rsid w:val="0098472E"/>
    <w:rsid w:val="00984818"/>
    <w:rsid w:val="00985C5A"/>
    <w:rsid w:val="00986127"/>
    <w:rsid w:val="00986468"/>
    <w:rsid w:val="00986630"/>
    <w:rsid w:val="00986E39"/>
    <w:rsid w:val="00987100"/>
    <w:rsid w:val="00987CB1"/>
    <w:rsid w:val="009909A8"/>
    <w:rsid w:val="00990A45"/>
    <w:rsid w:val="00990CBF"/>
    <w:rsid w:val="00991321"/>
    <w:rsid w:val="009915B0"/>
    <w:rsid w:val="00992517"/>
    <w:rsid w:val="00992D5E"/>
    <w:rsid w:val="009934D3"/>
    <w:rsid w:val="009942F1"/>
    <w:rsid w:val="00994C32"/>
    <w:rsid w:val="0099696C"/>
    <w:rsid w:val="00996B84"/>
    <w:rsid w:val="009A0927"/>
    <w:rsid w:val="009A1266"/>
    <w:rsid w:val="009A16FA"/>
    <w:rsid w:val="009A177E"/>
    <w:rsid w:val="009A24F6"/>
    <w:rsid w:val="009A2DDF"/>
    <w:rsid w:val="009A36A9"/>
    <w:rsid w:val="009A3711"/>
    <w:rsid w:val="009A376E"/>
    <w:rsid w:val="009A4852"/>
    <w:rsid w:val="009A6193"/>
    <w:rsid w:val="009A6721"/>
    <w:rsid w:val="009A6CD4"/>
    <w:rsid w:val="009A75B7"/>
    <w:rsid w:val="009A7CD0"/>
    <w:rsid w:val="009A7F3A"/>
    <w:rsid w:val="009B2191"/>
    <w:rsid w:val="009B3171"/>
    <w:rsid w:val="009B34ED"/>
    <w:rsid w:val="009B351E"/>
    <w:rsid w:val="009B383B"/>
    <w:rsid w:val="009B4518"/>
    <w:rsid w:val="009B532A"/>
    <w:rsid w:val="009B545E"/>
    <w:rsid w:val="009B5C31"/>
    <w:rsid w:val="009B6A9E"/>
    <w:rsid w:val="009B73A8"/>
    <w:rsid w:val="009B785D"/>
    <w:rsid w:val="009B7888"/>
    <w:rsid w:val="009B7D97"/>
    <w:rsid w:val="009B7DA8"/>
    <w:rsid w:val="009C0026"/>
    <w:rsid w:val="009C03E4"/>
    <w:rsid w:val="009C0423"/>
    <w:rsid w:val="009C0B1B"/>
    <w:rsid w:val="009C0EA6"/>
    <w:rsid w:val="009C1920"/>
    <w:rsid w:val="009C2430"/>
    <w:rsid w:val="009C26CD"/>
    <w:rsid w:val="009C2A40"/>
    <w:rsid w:val="009C3A33"/>
    <w:rsid w:val="009C3CA7"/>
    <w:rsid w:val="009C3F2E"/>
    <w:rsid w:val="009C5211"/>
    <w:rsid w:val="009C59E1"/>
    <w:rsid w:val="009C5A89"/>
    <w:rsid w:val="009C5FA9"/>
    <w:rsid w:val="009C72CB"/>
    <w:rsid w:val="009C73C9"/>
    <w:rsid w:val="009C73E8"/>
    <w:rsid w:val="009C796B"/>
    <w:rsid w:val="009D07A0"/>
    <w:rsid w:val="009D1AA1"/>
    <w:rsid w:val="009D29C7"/>
    <w:rsid w:val="009D3009"/>
    <w:rsid w:val="009D3387"/>
    <w:rsid w:val="009D4041"/>
    <w:rsid w:val="009D43F9"/>
    <w:rsid w:val="009D4900"/>
    <w:rsid w:val="009D4DF9"/>
    <w:rsid w:val="009D524B"/>
    <w:rsid w:val="009D544D"/>
    <w:rsid w:val="009D5532"/>
    <w:rsid w:val="009D6079"/>
    <w:rsid w:val="009D61B7"/>
    <w:rsid w:val="009D6222"/>
    <w:rsid w:val="009D66CE"/>
    <w:rsid w:val="009D711F"/>
    <w:rsid w:val="009E08D8"/>
    <w:rsid w:val="009E0C1A"/>
    <w:rsid w:val="009E1046"/>
    <w:rsid w:val="009E15D1"/>
    <w:rsid w:val="009E1D3B"/>
    <w:rsid w:val="009E28C9"/>
    <w:rsid w:val="009E2F84"/>
    <w:rsid w:val="009E35FF"/>
    <w:rsid w:val="009E3C6C"/>
    <w:rsid w:val="009E416E"/>
    <w:rsid w:val="009E4363"/>
    <w:rsid w:val="009E44B3"/>
    <w:rsid w:val="009E5C53"/>
    <w:rsid w:val="009E65F1"/>
    <w:rsid w:val="009E69B5"/>
    <w:rsid w:val="009E72EB"/>
    <w:rsid w:val="009E7A31"/>
    <w:rsid w:val="009E7C82"/>
    <w:rsid w:val="009E7E3F"/>
    <w:rsid w:val="009F01BE"/>
    <w:rsid w:val="009F08F2"/>
    <w:rsid w:val="009F1109"/>
    <w:rsid w:val="009F1374"/>
    <w:rsid w:val="009F1505"/>
    <w:rsid w:val="009F2795"/>
    <w:rsid w:val="009F31A4"/>
    <w:rsid w:val="009F3696"/>
    <w:rsid w:val="009F3916"/>
    <w:rsid w:val="009F53AA"/>
    <w:rsid w:val="009F709F"/>
    <w:rsid w:val="009F748E"/>
    <w:rsid w:val="00A00741"/>
    <w:rsid w:val="00A008CE"/>
    <w:rsid w:val="00A012C0"/>
    <w:rsid w:val="00A01DC2"/>
    <w:rsid w:val="00A01F79"/>
    <w:rsid w:val="00A029BA"/>
    <w:rsid w:val="00A02FA9"/>
    <w:rsid w:val="00A03D97"/>
    <w:rsid w:val="00A04786"/>
    <w:rsid w:val="00A04ADF"/>
    <w:rsid w:val="00A04DAF"/>
    <w:rsid w:val="00A0572D"/>
    <w:rsid w:val="00A05EFC"/>
    <w:rsid w:val="00A06EF1"/>
    <w:rsid w:val="00A07211"/>
    <w:rsid w:val="00A078AD"/>
    <w:rsid w:val="00A10A0E"/>
    <w:rsid w:val="00A10B70"/>
    <w:rsid w:val="00A1194D"/>
    <w:rsid w:val="00A12A98"/>
    <w:rsid w:val="00A13776"/>
    <w:rsid w:val="00A1412C"/>
    <w:rsid w:val="00A147DB"/>
    <w:rsid w:val="00A15B59"/>
    <w:rsid w:val="00A15C3C"/>
    <w:rsid w:val="00A169A0"/>
    <w:rsid w:val="00A17300"/>
    <w:rsid w:val="00A17582"/>
    <w:rsid w:val="00A203FC"/>
    <w:rsid w:val="00A206E3"/>
    <w:rsid w:val="00A20DB4"/>
    <w:rsid w:val="00A2155F"/>
    <w:rsid w:val="00A215F9"/>
    <w:rsid w:val="00A21965"/>
    <w:rsid w:val="00A2204B"/>
    <w:rsid w:val="00A230A7"/>
    <w:rsid w:val="00A2397B"/>
    <w:rsid w:val="00A23B75"/>
    <w:rsid w:val="00A24503"/>
    <w:rsid w:val="00A24C2D"/>
    <w:rsid w:val="00A252C8"/>
    <w:rsid w:val="00A252E1"/>
    <w:rsid w:val="00A254BC"/>
    <w:rsid w:val="00A27630"/>
    <w:rsid w:val="00A27A5B"/>
    <w:rsid w:val="00A27ABF"/>
    <w:rsid w:val="00A27F55"/>
    <w:rsid w:val="00A30292"/>
    <w:rsid w:val="00A31B85"/>
    <w:rsid w:val="00A32BBB"/>
    <w:rsid w:val="00A33C80"/>
    <w:rsid w:val="00A33D5B"/>
    <w:rsid w:val="00A341C3"/>
    <w:rsid w:val="00A34451"/>
    <w:rsid w:val="00A34537"/>
    <w:rsid w:val="00A34E0D"/>
    <w:rsid w:val="00A35D90"/>
    <w:rsid w:val="00A36B2B"/>
    <w:rsid w:val="00A379C4"/>
    <w:rsid w:val="00A37D74"/>
    <w:rsid w:val="00A405F9"/>
    <w:rsid w:val="00A40A74"/>
    <w:rsid w:val="00A41036"/>
    <w:rsid w:val="00A410A8"/>
    <w:rsid w:val="00A412F8"/>
    <w:rsid w:val="00A413D4"/>
    <w:rsid w:val="00A41B94"/>
    <w:rsid w:val="00A41F75"/>
    <w:rsid w:val="00A42896"/>
    <w:rsid w:val="00A42C74"/>
    <w:rsid w:val="00A431B0"/>
    <w:rsid w:val="00A43A3A"/>
    <w:rsid w:val="00A4442C"/>
    <w:rsid w:val="00A44446"/>
    <w:rsid w:val="00A447D4"/>
    <w:rsid w:val="00A448C1"/>
    <w:rsid w:val="00A44A6C"/>
    <w:rsid w:val="00A459EC"/>
    <w:rsid w:val="00A4614A"/>
    <w:rsid w:val="00A463CF"/>
    <w:rsid w:val="00A478A9"/>
    <w:rsid w:val="00A504ED"/>
    <w:rsid w:val="00A50BA8"/>
    <w:rsid w:val="00A5173F"/>
    <w:rsid w:val="00A51855"/>
    <w:rsid w:val="00A51D1E"/>
    <w:rsid w:val="00A51D8C"/>
    <w:rsid w:val="00A51D9E"/>
    <w:rsid w:val="00A5265D"/>
    <w:rsid w:val="00A527C7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3529"/>
    <w:rsid w:val="00A63E45"/>
    <w:rsid w:val="00A64A2C"/>
    <w:rsid w:val="00A64A8A"/>
    <w:rsid w:val="00A64D9C"/>
    <w:rsid w:val="00A65E88"/>
    <w:rsid w:val="00A66A1E"/>
    <w:rsid w:val="00A66FE7"/>
    <w:rsid w:val="00A67706"/>
    <w:rsid w:val="00A709B9"/>
    <w:rsid w:val="00A70B41"/>
    <w:rsid w:val="00A70B62"/>
    <w:rsid w:val="00A71040"/>
    <w:rsid w:val="00A71133"/>
    <w:rsid w:val="00A72624"/>
    <w:rsid w:val="00A72E2A"/>
    <w:rsid w:val="00A73576"/>
    <w:rsid w:val="00A73AAC"/>
    <w:rsid w:val="00A74377"/>
    <w:rsid w:val="00A753A5"/>
    <w:rsid w:val="00A753EB"/>
    <w:rsid w:val="00A75768"/>
    <w:rsid w:val="00A75BA3"/>
    <w:rsid w:val="00A75C29"/>
    <w:rsid w:val="00A75E15"/>
    <w:rsid w:val="00A76C3A"/>
    <w:rsid w:val="00A7785D"/>
    <w:rsid w:val="00A77ECC"/>
    <w:rsid w:val="00A8038F"/>
    <w:rsid w:val="00A80757"/>
    <w:rsid w:val="00A80DFA"/>
    <w:rsid w:val="00A80FEE"/>
    <w:rsid w:val="00A81F13"/>
    <w:rsid w:val="00A81F9E"/>
    <w:rsid w:val="00A823BC"/>
    <w:rsid w:val="00A82AA9"/>
    <w:rsid w:val="00A82E44"/>
    <w:rsid w:val="00A83279"/>
    <w:rsid w:val="00A843E0"/>
    <w:rsid w:val="00A852C1"/>
    <w:rsid w:val="00A85345"/>
    <w:rsid w:val="00A85492"/>
    <w:rsid w:val="00A8587F"/>
    <w:rsid w:val="00A85A7C"/>
    <w:rsid w:val="00A861F3"/>
    <w:rsid w:val="00A862C0"/>
    <w:rsid w:val="00A86D9E"/>
    <w:rsid w:val="00A87D20"/>
    <w:rsid w:val="00A90890"/>
    <w:rsid w:val="00A90C00"/>
    <w:rsid w:val="00A91B28"/>
    <w:rsid w:val="00A92077"/>
    <w:rsid w:val="00A92226"/>
    <w:rsid w:val="00A92464"/>
    <w:rsid w:val="00A928CC"/>
    <w:rsid w:val="00A93E63"/>
    <w:rsid w:val="00A949F4"/>
    <w:rsid w:val="00A9547B"/>
    <w:rsid w:val="00A9573A"/>
    <w:rsid w:val="00A9636B"/>
    <w:rsid w:val="00A965BF"/>
    <w:rsid w:val="00A96B09"/>
    <w:rsid w:val="00A97398"/>
    <w:rsid w:val="00A973A7"/>
    <w:rsid w:val="00A97989"/>
    <w:rsid w:val="00AA1212"/>
    <w:rsid w:val="00AA127E"/>
    <w:rsid w:val="00AA151A"/>
    <w:rsid w:val="00AA18F2"/>
    <w:rsid w:val="00AA2129"/>
    <w:rsid w:val="00AA2B6D"/>
    <w:rsid w:val="00AA3814"/>
    <w:rsid w:val="00AA383D"/>
    <w:rsid w:val="00AA3C3E"/>
    <w:rsid w:val="00AA50A1"/>
    <w:rsid w:val="00AA69C0"/>
    <w:rsid w:val="00AA74C5"/>
    <w:rsid w:val="00AA7E2F"/>
    <w:rsid w:val="00AB0159"/>
    <w:rsid w:val="00AB1506"/>
    <w:rsid w:val="00AB1D61"/>
    <w:rsid w:val="00AB1E9F"/>
    <w:rsid w:val="00AB22B5"/>
    <w:rsid w:val="00AB28E7"/>
    <w:rsid w:val="00AB2D64"/>
    <w:rsid w:val="00AB33F4"/>
    <w:rsid w:val="00AB52D8"/>
    <w:rsid w:val="00AB5A1D"/>
    <w:rsid w:val="00AB5D82"/>
    <w:rsid w:val="00AB6851"/>
    <w:rsid w:val="00AB68BF"/>
    <w:rsid w:val="00AB6DE8"/>
    <w:rsid w:val="00AB6E4B"/>
    <w:rsid w:val="00AB6E9B"/>
    <w:rsid w:val="00AB782D"/>
    <w:rsid w:val="00AB7D49"/>
    <w:rsid w:val="00AB7E7F"/>
    <w:rsid w:val="00AC0419"/>
    <w:rsid w:val="00AC05DD"/>
    <w:rsid w:val="00AC08DD"/>
    <w:rsid w:val="00AC0A52"/>
    <w:rsid w:val="00AC1012"/>
    <w:rsid w:val="00AC155E"/>
    <w:rsid w:val="00AC1EDB"/>
    <w:rsid w:val="00AC1F34"/>
    <w:rsid w:val="00AC2C00"/>
    <w:rsid w:val="00AC3148"/>
    <w:rsid w:val="00AC3FDB"/>
    <w:rsid w:val="00AC42B1"/>
    <w:rsid w:val="00AC51A9"/>
    <w:rsid w:val="00AC58FA"/>
    <w:rsid w:val="00AC5E7B"/>
    <w:rsid w:val="00AC697A"/>
    <w:rsid w:val="00AC6BD1"/>
    <w:rsid w:val="00AC6C82"/>
    <w:rsid w:val="00AC74C6"/>
    <w:rsid w:val="00AC756D"/>
    <w:rsid w:val="00AD039B"/>
    <w:rsid w:val="00AD0517"/>
    <w:rsid w:val="00AD0C7E"/>
    <w:rsid w:val="00AD0EE0"/>
    <w:rsid w:val="00AD0EF5"/>
    <w:rsid w:val="00AD1563"/>
    <w:rsid w:val="00AD19CC"/>
    <w:rsid w:val="00AD1B8E"/>
    <w:rsid w:val="00AD2430"/>
    <w:rsid w:val="00AD2B48"/>
    <w:rsid w:val="00AD35C3"/>
    <w:rsid w:val="00AD36EF"/>
    <w:rsid w:val="00AD4A21"/>
    <w:rsid w:val="00AD5912"/>
    <w:rsid w:val="00AD6319"/>
    <w:rsid w:val="00AD764C"/>
    <w:rsid w:val="00AE0D61"/>
    <w:rsid w:val="00AE14E3"/>
    <w:rsid w:val="00AE1790"/>
    <w:rsid w:val="00AE29F8"/>
    <w:rsid w:val="00AE3039"/>
    <w:rsid w:val="00AE3E22"/>
    <w:rsid w:val="00AE43BE"/>
    <w:rsid w:val="00AE47C2"/>
    <w:rsid w:val="00AE4C24"/>
    <w:rsid w:val="00AE60D0"/>
    <w:rsid w:val="00AE7EF4"/>
    <w:rsid w:val="00AF0112"/>
    <w:rsid w:val="00AF0357"/>
    <w:rsid w:val="00AF0640"/>
    <w:rsid w:val="00AF07BB"/>
    <w:rsid w:val="00AF18BA"/>
    <w:rsid w:val="00AF1D22"/>
    <w:rsid w:val="00AF2211"/>
    <w:rsid w:val="00AF2805"/>
    <w:rsid w:val="00AF2862"/>
    <w:rsid w:val="00AF2ED4"/>
    <w:rsid w:val="00AF34AB"/>
    <w:rsid w:val="00AF3B73"/>
    <w:rsid w:val="00AF5398"/>
    <w:rsid w:val="00AF6E88"/>
    <w:rsid w:val="00AF7A9F"/>
    <w:rsid w:val="00AF7B7A"/>
    <w:rsid w:val="00AF7FAD"/>
    <w:rsid w:val="00B00C57"/>
    <w:rsid w:val="00B00E9A"/>
    <w:rsid w:val="00B016E7"/>
    <w:rsid w:val="00B01842"/>
    <w:rsid w:val="00B01FFA"/>
    <w:rsid w:val="00B02240"/>
    <w:rsid w:val="00B0260F"/>
    <w:rsid w:val="00B026DB"/>
    <w:rsid w:val="00B02F2A"/>
    <w:rsid w:val="00B03B1B"/>
    <w:rsid w:val="00B0449C"/>
    <w:rsid w:val="00B04B1E"/>
    <w:rsid w:val="00B04CCA"/>
    <w:rsid w:val="00B05065"/>
    <w:rsid w:val="00B0556B"/>
    <w:rsid w:val="00B05FA3"/>
    <w:rsid w:val="00B05FD8"/>
    <w:rsid w:val="00B0699B"/>
    <w:rsid w:val="00B071BC"/>
    <w:rsid w:val="00B07DF9"/>
    <w:rsid w:val="00B102AE"/>
    <w:rsid w:val="00B103CB"/>
    <w:rsid w:val="00B107FE"/>
    <w:rsid w:val="00B10BE2"/>
    <w:rsid w:val="00B10F04"/>
    <w:rsid w:val="00B10F18"/>
    <w:rsid w:val="00B1158A"/>
    <w:rsid w:val="00B1313F"/>
    <w:rsid w:val="00B133DB"/>
    <w:rsid w:val="00B1350A"/>
    <w:rsid w:val="00B1364B"/>
    <w:rsid w:val="00B140B7"/>
    <w:rsid w:val="00B14333"/>
    <w:rsid w:val="00B14570"/>
    <w:rsid w:val="00B14867"/>
    <w:rsid w:val="00B14AD3"/>
    <w:rsid w:val="00B153CB"/>
    <w:rsid w:val="00B15640"/>
    <w:rsid w:val="00B1581E"/>
    <w:rsid w:val="00B15D79"/>
    <w:rsid w:val="00B16E80"/>
    <w:rsid w:val="00B16E9F"/>
    <w:rsid w:val="00B177E5"/>
    <w:rsid w:val="00B20AEA"/>
    <w:rsid w:val="00B2103C"/>
    <w:rsid w:val="00B21570"/>
    <w:rsid w:val="00B21862"/>
    <w:rsid w:val="00B22260"/>
    <w:rsid w:val="00B228C6"/>
    <w:rsid w:val="00B22973"/>
    <w:rsid w:val="00B22FBB"/>
    <w:rsid w:val="00B23882"/>
    <w:rsid w:val="00B24C76"/>
    <w:rsid w:val="00B2612F"/>
    <w:rsid w:val="00B26700"/>
    <w:rsid w:val="00B26D4E"/>
    <w:rsid w:val="00B27546"/>
    <w:rsid w:val="00B27B44"/>
    <w:rsid w:val="00B27E0A"/>
    <w:rsid w:val="00B31487"/>
    <w:rsid w:val="00B31617"/>
    <w:rsid w:val="00B31C6F"/>
    <w:rsid w:val="00B32064"/>
    <w:rsid w:val="00B32286"/>
    <w:rsid w:val="00B32303"/>
    <w:rsid w:val="00B33174"/>
    <w:rsid w:val="00B33345"/>
    <w:rsid w:val="00B3372D"/>
    <w:rsid w:val="00B34084"/>
    <w:rsid w:val="00B345D1"/>
    <w:rsid w:val="00B34AD1"/>
    <w:rsid w:val="00B350F1"/>
    <w:rsid w:val="00B35235"/>
    <w:rsid w:val="00B35F68"/>
    <w:rsid w:val="00B367E1"/>
    <w:rsid w:val="00B37152"/>
    <w:rsid w:val="00B37438"/>
    <w:rsid w:val="00B37CB2"/>
    <w:rsid w:val="00B4070A"/>
    <w:rsid w:val="00B414D4"/>
    <w:rsid w:val="00B414E6"/>
    <w:rsid w:val="00B42E6B"/>
    <w:rsid w:val="00B43149"/>
    <w:rsid w:val="00B433AD"/>
    <w:rsid w:val="00B43959"/>
    <w:rsid w:val="00B43F2B"/>
    <w:rsid w:val="00B45EA0"/>
    <w:rsid w:val="00B45F34"/>
    <w:rsid w:val="00B46664"/>
    <w:rsid w:val="00B46686"/>
    <w:rsid w:val="00B46B06"/>
    <w:rsid w:val="00B4739D"/>
    <w:rsid w:val="00B47DCE"/>
    <w:rsid w:val="00B47EE7"/>
    <w:rsid w:val="00B5034E"/>
    <w:rsid w:val="00B50DB0"/>
    <w:rsid w:val="00B50EE0"/>
    <w:rsid w:val="00B50F1C"/>
    <w:rsid w:val="00B512CF"/>
    <w:rsid w:val="00B51707"/>
    <w:rsid w:val="00B51CE0"/>
    <w:rsid w:val="00B52271"/>
    <w:rsid w:val="00B52498"/>
    <w:rsid w:val="00B52535"/>
    <w:rsid w:val="00B53679"/>
    <w:rsid w:val="00B53AB1"/>
    <w:rsid w:val="00B55046"/>
    <w:rsid w:val="00B554CA"/>
    <w:rsid w:val="00B55AE5"/>
    <w:rsid w:val="00B573D1"/>
    <w:rsid w:val="00B57B37"/>
    <w:rsid w:val="00B57C23"/>
    <w:rsid w:val="00B57F78"/>
    <w:rsid w:val="00B60192"/>
    <w:rsid w:val="00B60362"/>
    <w:rsid w:val="00B60749"/>
    <w:rsid w:val="00B60750"/>
    <w:rsid w:val="00B60B4D"/>
    <w:rsid w:val="00B60B67"/>
    <w:rsid w:val="00B60C52"/>
    <w:rsid w:val="00B61892"/>
    <w:rsid w:val="00B6206B"/>
    <w:rsid w:val="00B6209F"/>
    <w:rsid w:val="00B62771"/>
    <w:rsid w:val="00B6378E"/>
    <w:rsid w:val="00B6453F"/>
    <w:rsid w:val="00B64E53"/>
    <w:rsid w:val="00B65532"/>
    <w:rsid w:val="00B657AD"/>
    <w:rsid w:val="00B65865"/>
    <w:rsid w:val="00B66D03"/>
    <w:rsid w:val="00B67488"/>
    <w:rsid w:val="00B677F1"/>
    <w:rsid w:val="00B6796D"/>
    <w:rsid w:val="00B67DE7"/>
    <w:rsid w:val="00B67DED"/>
    <w:rsid w:val="00B67EB2"/>
    <w:rsid w:val="00B70164"/>
    <w:rsid w:val="00B70EA7"/>
    <w:rsid w:val="00B7103A"/>
    <w:rsid w:val="00B718EC"/>
    <w:rsid w:val="00B719FD"/>
    <w:rsid w:val="00B75348"/>
    <w:rsid w:val="00B7574D"/>
    <w:rsid w:val="00B75B43"/>
    <w:rsid w:val="00B7656D"/>
    <w:rsid w:val="00B76FCC"/>
    <w:rsid w:val="00B77341"/>
    <w:rsid w:val="00B77B90"/>
    <w:rsid w:val="00B77FC8"/>
    <w:rsid w:val="00B806F4"/>
    <w:rsid w:val="00B8095C"/>
    <w:rsid w:val="00B818F0"/>
    <w:rsid w:val="00B81A40"/>
    <w:rsid w:val="00B82130"/>
    <w:rsid w:val="00B82238"/>
    <w:rsid w:val="00B826CC"/>
    <w:rsid w:val="00B82940"/>
    <w:rsid w:val="00B82B21"/>
    <w:rsid w:val="00B82CD4"/>
    <w:rsid w:val="00B83719"/>
    <w:rsid w:val="00B84361"/>
    <w:rsid w:val="00B84AA6"/>
    <w:rsid w:val="00B84D4B"/>
    <w:rsid w:val="00B84DA3"/>
    <w:rsid w:val="00B85204"/>
    <w:rsid w:val="00B854E0"/>
    <w:rsid w:val="00B85800"/>
    <w:rsid w:val="00B85963"/>
    <w:rsid w:val="00B869F1"/>
    <w:rsid w:val="00B8722B"/>
    <w:rsid w:val="00B87475"/>
    <w:rsid w:val="00B87795"/>
    <w:rsid w:val="00B9022A"/>
    <w:rsid w:val="00B908ED"/>
    <w:rsid w:val="00B90A97"/>
    <w:rsid w:val="00B918D8"/>
    <w:rsid w:val="00B91F0E"/>
    <w:rsid w:val="00B92660"/>
    <w:rsid w:val="00B92CB3"/>
    <w:rsid w:val="00B94F3A"/>
    <w:rsid w:val="00B95126"/>
    <w:rsid w:val="00B95141"/>
    <w:rsid w:val="00B96050"/>
    <w:rsid w:val="00B96839"/>
    <w:rsid w:val="00B96CFA"/>
    <w:rsid w:val="00B97936"/>
    <w:rsid w:val="00B97F0E"/>
    <w:rsid w:val="00BA0403"/>
    <w:rsid w:val="00BA183D"/>
    <w:rsid w:val="00BA1B75"/>
    <w:rsid w:val="00BA1FDE"/>
    <w:rsid w:val="00BA2A50"/>
    <w:rsid w:val="00BA3B49"/>
    <w:rsid w:val="00BA477D"/>
    <w:rsid w:val="00BA4A76"/>
    <w:rsid w:val="00BA4B4B"/>
    <w:rsid w:val="00BA4CEE"/>
    <w:rsid w:val="00BA4F06"/>
    <w:rsid w:val="00BA5123"/>
    <w:rsid w:val="00BA51ED"/>
    <w:rsid w:val="00BA556F"/>
    <w:rsid w:val="00BA5C7C"/>
    <w:rsid w:val="00BA6617"/>
    <w:rsid w:val="00BA768B"/>
    <w:rsid w:val="00BA76F5"/>
    <w:rsid w:val="00BA77DC"/>
    <w:rsid w:val="00BA7AC6"/>
    <w:rsid w:val="00BA7DF9"/>
    <w:rsid w:val="00BB06BA"/>
    <w:rsid w:val="00BB0D66"/>
    <w:rsid w:val="00BB10E2"/>
    <w:rsid w:val="00BB1192"/>
    <w:rsid w:val="00BB1954"/>
    <w:rsid w:val="00BB19B2"/>
    <w:rsid w:val="00BB1B69"/>
    <w:rsid w:val="00BB2EB6"/>
    <w:rsid w:val="00BB3C15"/>
    <w:rsid w:val="00BB471D"/>
    <w:rsid w:val="00BB4DEC"/>
    <w:rsid w:val="00BB4FE8"/>
    <w:rsid w:val="00BB4FFD"/>
    <w:rsid w:val="00BB6215"/>
    <w:rsid w:val="00BB62F8"/>
    <w:rsid w:val="00BB763B"/>
    <w:rsid w:val="00BB7821"/>
    <w:rsid w:val="00BB7F83"/>
    <w:rsid w:val="00BC075F"/>
    <w:rsid w:val="00BC1210"/>
    <w:rsid w:val="00BC19A8"/>
    <w:rsid w:val="00BC1C3E"/>
    <w:rsid w:val="00BC29C5"/>
    <w:rsid w:val="00BC3DF3"/>
    <w:rsid w:val="00BC3EE1"/>
    <w:rsid w:val="00BC4025"/>
    <w:rsid w:val="00BC55C5"/>
    <w:rsid w:val="00BC58E6"/>
    <w:rsid w:val="00BC6044"/>
    <w:rsid w:val="00BC6BCD"/>
    <w:rsid w:val="00BC6E38"/>
    <w:rsid w:val="00BC76E1"/>
    <w:rsid w:val="00BC773F"/>
    <w:rsid w:val="00BC77C0"/>
    <w:rsid w:val="00BC7970"/>
    <w:rsid w:val="00BD029A"/>
    <w:rsid w:val="00BD076B"/>
    <w:rsid w:val="00BD0790"/>
    <w:rsid w:val="00BD0E32"/>
    <w:rsid w:val="00BD25AB"/>
    <w:rsid w:val="00BD2624"/>
    <w:rsid w:val="00BD2A51"/>
    <w:rsid w:val="00BD3441"/>
    <w:rsid w:val="00BD3BC9"/>
    <w:rsid w:val="00BD465B"/>
    <w:rsid w:val="00BD560B"/>
    <w:rsid w:val="00BD643E"/>
    <w:rsid w:val="00BD68E9"/>
    <w:rsid w:val="00BD6A86"/>
    <w:rsid w:val="00BD7A44"/>
    <w:rsid w:val="00BD7DC9"/>
    <w:rsid w:val="00BE02E7"/>
    <w:rsid w:val="00BE0E71"/>
    <w:rsid w:val="00BE185E"/>
    <w:rsid w:val="00BE1EAC"/>
    <w:rsid w:val="00BE2D25"/>
    <w:rsid w:val="00BE3161"/>
    <w:rsid w:val="00BE31AF"/>
    <w:rsid w:val="00BE3E1D"/>
    <w:rsid w:val="00BE427C"/>
    <w:rsid w:val="00BE4C76"/>
    <w:rsid w:val="00BE6152"/>
    <w:rsid w:val="00BE6322"/>
    <w:rsid w:val="00BE6FB2"/>
    <w:rsid w:val="00BE7809"/>
    <w:rsid w:val="00BE7B92"/>
    <w:rsid w:val="00BF068F"/>
    <w:rsid w:val="00BF0703"/>
    <w:rsid w:val="00BF0786"/>
    <w:rsid w:val="00BF09A5"/>
    <w:rsid w:val="00BF1A07"/>
    <w:rsid w:val="00BF1C18"/>
    <w:rsid w:val="00BF2201"/>
    <w:rsid w:val="00BF2D51"/>
    <w:rsid w:val="00BF2D7F"/>
    <w:rsid w:val="00BF31E5"/>
    <w:rsid w:val="00BF392B"/>
    <w:rsid w:val="00BF3D0B"/>
    <w:rsid w:val="00BF3EF8"/>
    <w:rsid w:val="00BF4372"/>
    <w:rsid w:val="00BF4942"/>
    <w:rsid w:val="00BF4F60"/>
    <w:rsid w:val="00BF5BEA"/>
    <w:rsid w:val="00BF5F0B"/>
    <w:rsid w:val="00BF5F0C"/>
    <w:rsid w:val="00BF6169"/>
    <w:rsid w:val="00BF64B0"/>
    <w:rsid w:val="00BF6811"/>
    <w:rsid w:val="00BF6C7C"/>
    <w:rsid w:val="00BF77D5"/>
    <w:rsid w:val="00BF78CA"/>
    <w:rsid w:val="00C007E6"/>
    <w:rsid w:val="00C00AB2"/>
    <w:rsid w:val="00C01E00"/>
    <w:rsid w:val="00C01F4D"/>
    <w:rsid w:val="00C0221D"/>
    <w:rsid w:val="00C023C8"/>
    <w:rsid w:val="00C02928"/>
    <w:rsid w:val="00C0360C"/>
    <w:rsid w:val="00C03FBE"/>
    <w:rsid w:val="00C04CBC"/>
    <w:rsid w:val="00C05149"/>
    <w:rsid w:val="00C053D3"/>
    <w:rsid w:val="00C05A3D"/>
    <w:rsid w:val="00C05DE7"/>
    <w:rsid w:val="00C07825"/>
    <w:rsid w:val="00C0782A"/>
    <w:rsid w:val="00C10B14"/>
    <w:rsid w:val="00C11118"/>
    <w:rsid w:val="00C11753"/>
    <w:rsid w:val="00C11857"/>
    <w:rsid w:val="00C132E0"/>
    <w:rsid w:val="00C13742"/>
    <w:rsid w:val="00C13AED"/>
    <w:rsid w:val="00C14B5F"/>
    <w:rsid w:val="00C14BAB"/>
    <w:rsid w:val="00C150EB"/>
    <w:rsid w:val="00C1652D"/>
    <w:rsid w:val="00C166A5"/>
    <w:rsid w:val="00C17042"/>
    <w:rsid w:val="00C205AD"/>
    <w:rsid w:val="00C20C5B"/>
    <w:rsid w:val="00C213D4"/>
    <w:rsid w:val="00C216E3"/>
    <w:rsid w:val="00C22026"/>
    <w:rsid w:val="00C221B8"/>
    <w:rsid w:val="00C22599"/>
    <w:rsid w:val="00C22E2D"/>
    <w:rsid w:val="00C22F3B"/>
    <w:rsid w:val="00C24969"/>
    <w:rsid w:val="00C251F4"/>
    <w:rsid w:val="00C255F1"/>
    <w:rsid w:val="00C258DA"/>
    <w:rsid w:val="00C261F0"/>
    <w:rsid w:val="00C263EA"/>
    <w:rsid w:val="00C2774C"/>
    <w:rsid w:val="00C278E3"/>
    <w:rsid w:val="00C27B03"/>
    <w:rsid w:val="00C27DE2"/>
    <w:rsid w:val="00C30223"/>
    <w:rsid w:val="00C323C3"/>
    <w:rsid w:val="00C32779"/>
    <w:rsid w:val="00C334E3"/>
    <w:rsid w:val="00C33702"/>
    <w:rsid w:val="00C342C8"/>
    <w:rsid w:val="00C34F49"/>
    <w:rsid w:val="00C354EB"/>
    <w:rsid w:val="00C356DB"/>
    <w:rsid w:val="00C359AB"/>
    <w:rsid w:val="00C405E0"/>
    <w:rsid w:val="00C40959"/>
    <w:rsid w:val="00C40AF0"/>
    <w:rsid w:val="00C40D4C"/>
    <w:rsid w:val="00C41457"/>
    <w:rsid w:val="00C415A6"/>
    <w:rsid w:val="00C4178F"/>
    <w:rsid w:val="00C41BF7"/>
    <w:rsid w:val="00C42E76"/>
    <w:rsid w:val="00C43308"/>
    <w:rsid w:val="00C43729"/>
    <w:rsid w:val="00C4423C"/>
    <w:rsid w:val="00C4467A"/>
    <w:rsid w:val="00C448AB"/>
    <w:rsid w:val="00C44B63"/>
    <w:rsid w:val="00C44FC3"/>
    <w:rsid w:val="00C45A36"/>
    <w:rsid w:val="00C4622A"/>
    <w:rsid w:val="00C46493"/>
    <w:rsid w:val="00C46D1C"/>
    <w:rsid w:val="00C470CC"/>
    <w:rsid w:val="00C50D08"/>
    <w:rsid w:val="00C5125D"/>
    <w:rsid w:val="00C5180B"/>
    <w:rsid w:val="00C520AE"/>
    <w:rsid w:val="00C52526"/>
    <w:rsid w:val="00C52A79"/>
    <w:rsid w:val="00C52D17"/>
    <w:rsid w:val="00C53919"/>
    <w:rsid w:val="00C5393A"/>
    <w:rsid w:val="00C540E5"/>
    <w:rsid w:val="00C541CF"/>
    <w:rsid w:val="00C54BF2"/>
    <w:rsid w:val="00C554AD"/>
    <w:rsid w:val="00C558F9"/>
    <w:rsid w:val="00C55BC2"/>
    <w:rsid w:val="00C563D6"/>
    <w:rsid w:val="00C56746"/>
    <w:rsid w:val="00C571C7"/>
    <w:rsid w:val="00C60743"/>
    <w:rsid w:val="00C60998"/>
    <w:rsid w:val="00C6148D"/>
    <w:rsid w:val="00C61C11"/>
    <w:rsid w:val="00C61F50"/>
    <w:rsid w:val="00C620D6"/>
    <w:rsid w:val="00C62789"/>
    <w:rsid w:val="00C63A00"/>
    <w:rsid w:val="00C63F35"/>
    <w:rsid w:val="00C64AA4"/>
    <w:rsid w:val="00C658C5"/>
    <w:rsid w:val="00C666ED"/>
    <w:rsid w:val="00C67236"/>
    <w:rsid w:val="00C6734B"/>
    <w:rsid w:val="00C71303"/>
    <w:rsid w:val="00C71676"/>
    <w:rsid w:val="00C72564"/>
    <w:rsid w:val="00C72A81"/>
    <w:rsid w:val="00C735D5"/>
    <w:rsid w:val="00C74908"/>
    <w:rsid w:val="00C74F77"/>
    <w:rsid w:val="00C7586B"/>
    <w:rsid w:val="00C759EA"/>
    <w:rsid w:val="00C75F6E"/>
    <w:rsid w:val="00C766D1"/>
    <w:rsid w:val="00C76AA0"/>
    <w:rsid w:val="00C779E7"/>
    <w:rsid w:val="00C81533"/>
    <w:rsid w:val="00C81926"/>
    <w:rsid w:val="00C81FDC"/>
    <w:rsid w:val="00C82003"/>
    <w:rsid w:val="00C8209D"/>
    <w:rsid w:val="00C8282A"/>
    <w:rsid w:val="00C82A30"/>
    <w:rsid w:val="00C8380D"/>
    <w:rsid w:val="00C83F70"/>
    <w:rsid w:val="00C84A28"/>
    <w:rsid w:val="00C84E75"/>
    <w:rsid w:val="00C8513F"/>
    <w:rsid w:val="00C85C1C"/>
    <w:rsid w:val="00C85DEB"/>
    <w:rsid w:val="00C8652B"/>
    <w:rsid w:val="00C872FC"/>
    <w:rsid w:val="00C877B3"/>
    <w:rsid w:val="00C90A34"/>
    <w:rsid w:val="00C90A3B"/>
    <w:rsid w:val="00C913AC"/>
    <w:rsid w:val="00C91BE7"/>
    <w:rsid w:val="00C9299D"/>
    <w:rsid w:val="00C930D5"/>
    <w:rsid w:val="00C9328A"/>
    <w:rsid w:val="00C93324"/>
    <w:rsid w:val="00C93D37"/>
    <w:rsid w:val="00C94308"/>
    <w:rsid w:val="00C943E1"/>
    <w:rsid w:val="00C94F00"/>
    <w:rsid w:val="00C953DD"/>
    <w:rsid w:val="00C955A8"/>
    <w:rsid w:val="00C95A15"/>
    <w:rsid w:val="00C95F50"/>
    <w:rsid w:val="00C9615A"/>
    <w:rsid w:val="00C963F7"/>
    <w:rsid w:val="00C966F0"/>
    <w:rsid w:val="00C96FE7"/>
    <w:rsid w:val="00C979CC"/>
    <w:rsid w:val="00C97C77"/>
    <w:rsid w:val="00CA1222"/>
    <w:rsid w:val="00CA2265"/>
    <w:rsid w:val="00CA28BA"/>
    <w:rsid w:val="00CA2AD5"/>
    <w:rsid w:val="00CA2BC4"/>
    <w:rsid w:val="00CA32F2"/>
    <w:rsid w:val="00CA3344"/>
    <w:rsid w:val="00CA383C"/>
    <w:rsid w:val="00CA517D"/>
    <w:rsid w:val="00CA5EE7"/>
    <w:rsid w:val="00CA6199"/>
    <w:rsid w:val="00CA783E"/>
    <w:rsid w:val="00CA78FD"/>
    <w:rsid w:val="00CB0445"/>
    <w:rsid w:val="00CB0B15"/>
    <w:rsid w:val="00CB10BC"/>
    <w:rsid w:val="00CB1328"/>
    <w:rsid w:val="00CB1BF7"/>
    <w:rsid w:val="00CB2107"/>
    <w:rsid w:val="00CB24BE"/>
    <w:rsid w:val="00CB2838"/>
    <w:rsid w:val="00CB3924"/>
    <w:rsid w:val="00CB4339"/>
    <w:rsid w:val="00CB5697"/>
    <w:rsid w:val="00CB5A69"/>
    <w:rsid w:val="00CB60F3"/>
    <w:rsid w:val="00CB68C1"/>
    <w:rsid w:val="00CB6E23"/>
    <w:rsid w:val="00CB6F9B"/>
    <w:rsid w:val="00CB725F"/>
    <w:rsid w:val="00CB7C32"/>
    <w:rsid w:val="00CB7DCD"/>
    <w:rsid w:val="00CC21D6"/>
    <w:rsid w:val="00CC2A28"/>
    <w:rsid w:val="00CC3CF8"/>
    <w:rsid w:val="00CC4687"/>
    <w:rsid w:val="00CC5525"/>
    <w:rsid w:val="00CC5FE7"/>
    <w:rsid w:val="00CC6053"/>
    <w:rsid w:val="00CC6580"/>
    <w:rsid w:val="00CC6BD6"/>
    <w:rsid w:val="00CC6DB0"/>
    <w:rsid w:val="00CC7437"/>
    <w:rsid w:val="00CD01CD"/>
    <w:rsid w:val="00CD0BA4"/>
    <w:rsid w:val="00CD0DBA"/>
    <w:rsid w:val="00CD0F94"/>
    <w:rsid w:val="00CD1389"/>
    <w:rsid w:val="00CD1601"/>
    <w:rsid w:val="00CD174C"/>
    <w:rsid w:val="00CD1A8F"/>
    <w:rsid w:val="00CD1B2B"/>
    <w:rsid w:val="00CD1C71"/>
    <w:rsid w:val="00CD20CE"/>
    <w:rsid w:val="00CD21B3"/>
    <w:rsid w:val="00CD35EF"/>
    <w:rsid w:val="00CD36B8"/>
    <w:rsid w:val="00CD49C9"/>
    <w:rsid w:val="00CD51B5"/>
    <w:rsid w:val="00CD557F"/>
    <w:rsid w:val="00CD5BE3"/>
    <w:rsid w:val="00CD60E9"/>
    <w:rsid w:val="00CD62D9"/>
    <w:rsid w:val="00CD683F"/>
    <w:rsid w:val="00CD6C42"/>
    <w:rsid w:val="00CD716E"/>
    <w:rsid w:val="00CD725A"/>
    <w:rsid w:val="00CD73D0"/>
    <w:rsid w:val="00CD7F5C"/>
    <w:rsid w:val="00CE0269"/>
    <w:rsid w:val="00CE0571"/>
    <w:rsid w:val="00CE086D"/>
    <w:rsid w:val="00CE16FC"/>
    <w:rsid w:val="00CE1AAA"/>
    <w:rsid w:val="00CE2E98"/>
    <w:rsid w:val="00CE34BF"/>
    <w:rsid w:val="00CE3AC9"/>
    <w:rsid w:val="00CE3FAE"/>
    <w:rsid w:val="00CE5845"/>
    <w:rsid w:val="00CE5997"/>
    <w:rsid w:val="00CE618C"/>
    <w:rsid w:val="00CE629B"/>
    <w:rsid w:val="00CE72E5"/>
    <w:rsid w:val="00CF03CF"/>
    <w:rsid w:val="00CF0712"/>
    <w:rsid w:val="00CF12FA"/>
    <w:rsid w:val="00CF15CF"/>
    <w:rsid w:val="00CF169D"/>
    <w:rsid w:val="00CF1DBA"/>
    <w:rsid w:val="00CF2762"/>
    <w:rsid w:val="00CF3450"/>
    <w:rsid w:val="00CF4030"/>
    <w:rsid w:val="00CF54EC"/>
    <w:rsid w:val="00CF5721"/>
    <w:rsid w:val="00CF5822"/>
    <w:rsid w:val="00CF58B4"/>
    <w:rsid w:val="00CF6B50"/>
    <w:rsid w:val="00CF766D"/>
    <w:rsid w:val="00D015F1"/>
    <w:rsid w:val="00D0173D"/>
    <w:rsid w:val="00D01C68"/>
    <w:rsid w:val="00D03539"/>
    <w:rsid w:val="00D03FF5"/>
    <w:rsid w:val="00D048F9"/>
    <w:rsid w:val="00D04BCE"/>
    <w:rsid w:val="00D05216"/>
    <w:rsid w:val="00D0532F"/>
    <w:rsid w:val="00D06A2E"/>
    <w:rsid w:val="00D06FDB"/>
    <w:rsid w:val="00D07780"/>
    <w:rsid w:val="00D10028"/>
    <w:rsid w:val="00D10132"/>
    <w:rsid w:val="00D10B8D"/>
    <w:rsid w:val="00D10C22"/>
    <w:rsid w:val="00D10FC3"/>
    <w:rsid w:val="00D114FB"/>
    <w:rsid w:val="00D11DA9"/>
    <w:rsid w:val="00D132A7"/>
    <w:rsid w:val="00D13610"/>
    <w:rsid w:val="00D13821"/>
    <w:rsid w:val="00D13C72"/>
    <w:rsid w:val="00D13DD8"/>
    <w:rsid w:val="00D14079"/>
    <w:rsid w:val="00D15091"/>
    <w:rsid w:val="00D1517C"/>
    <w:rsid w:val="00D15453"/>
    <w:rsid w:val="00D158C1"/>
    <w:rsid w:val="00D16A4D"/>
    <w:rsid w:val="00D16F0B"/>
    <w:rsid w:val="00D16F68"/>
    <w:rsid w:val="00D174C7"/>
    <w:rsid w:val="00D17DE4"/>
    <w:rsid w:val="00D21472"/>
    <w:rsid w:val="00D2176E"/>
    <w:rsid w:val="00D2213D"/>
    <w:rsid w:val="00D22360"/>
    <w:rsid w:val="00D226FA"/>
    <w:rsid w:val="00D23010"/>
    <w:rsid w:val="00D231C9"/>
    <w:rsid w:val="00D23493"/>
    <w:rsid w:val="00D238B0"/>
    <w:rsid w:val="00D2413D"/>
    <w:rsid w:val="00D24782"/>
    <w:rsid w:val="00D248EA"/>
    <w:rsid w:val="00D24AB9"/>
    <w:rsid w:val="00D24B84"/>
    <w:rsid w:val="00D255FD"/>
    <w:rsid w:val="00D25858"/>
    <w:rsid w:val="00D25B16"/>
    <w:rsid w:val="00D25D80"/>
    <w:rsid w:val="00D25F24"/>
    <w:rsid w:val="00D26C40"/>
    <w:rsid w:val="00D27A72"/>
    <w:rsid w:val="00D30E28"/>
    <w:rsid w:val="00D31049"/>
    <w:rsid w:val="00D3133D"/>
    <w:rsid w:val="00D314F3"/>
    <w:rsid w:val="00D31B1F"/>
    <w:rsid w:val="00D31EA4"/>
    <w:rsid w:val="00D3245F"/>
    <w:rsid w:val="00D329D8"/>
    <w:rsid w:val="00D3307F"/>
    <w:rsid w:val="00D3310F"/>
    <w:rsid w:val="00D3313D"/>
    <w:rsid w:val="00D3345F"/>
    <w:rsid w:val="00D33CA9"/>
    <w:rsid w:val="00D34B73"/>
    <w:rsid w:val="00D34D99"/>
    <w:rsid w:val="00D357A0"/>
    <w:rsid w:val="00D35AD2"/>
    <w:rsid w:val="00D366A4"/>
    <w:rsid w:val="00D376C5"/>
    <w:rsid w:val="00D406E9"/>
    <w:rsid w:val="00D4080E"/>
    <w:rsid w:val="00D40F4D"/>
    <w:rsid w:val="00D41204"/>
    <w:rsid w:val="00D41C28"/>
    <w:rsid w:val="00D41DDC"/>
    <w:rsid w:val="00D42E7D"/>
    <w:rsid w:val="00D43D0A"/>
    <w:rsid w:val="00D445D3"/>
    <w:rsid w:val="00D45867"/>
    <w:rsid w:val="00D45BD3"/>
    <w:rsid w:val="00D45F83"/>
    <w:rsid w:val="00D462EE"/>
    <w:rsid w:val="00D46A82"/>
    <w:rsid w:val="00D46D70"/>
    <w:rsid w:val="00D4732E"/>
    <w:rsid w:val="00D505A6"/>
    <w:rsid w:val="00D507D5"/>
    <w:rsid w:val="00D50C4E"/>
    <w:rsid w:val="00D51366"/>
    <w:rsid w:val="00D51982"/>
    <w:rsid w:val="00D51EA0"/>
    <w:rsid w:val="00D521B0"/>
    <w:rsid w:val="00D52AD3"/>
    <w:rsid w:val="00D52BB6"/>
    <w:rsid w:val="00D52BE8"/>
    <w:rsid w:val="00D52EA2"/>
    <w:rsid w:val="00D53050"/>
    <w:rsid w:val="00D53D49"/>
    <w:rsid w:val="00D53D8B"/>
    <w:rsid w:val="00D54D75"/>
    <w:rsid w:val="00D54EFD"/>
    <w:rsid w:val="00D5538A"/>
    <w:rsid w:val="00D55C2A"/>
    <w:rsid w:val="00D55D0B"/>
    <w:rsid w:val="00D55E8B"/>
    <w:rsid w:val="00D566D9"/>
    <w:rsid w:val="00D56792"/>
    <w:rsid w:val="00D56EC2"/>
    <w:rsid w:val="00D5711C"/>
    <w:rsid w:val="00D57C49"/>
    <w:rsid w:val="00D57D1D"/>
    <w:rsid w:val="00D60316"/>
    <w:rsid w:val="00D60869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CE"/>
    <w:rsid w:val="00D671DE"/>
    <w:rsid w:val="00D67A04"/>
    <w:rsid w:val="00D67BCC"/>
    <w:rsid w:val="00D67F21"/>
    <w:rsid w:val="00D70632"/>
    <w:rsid w:val="00D7113B"/>
    <w:rsid w:val="00D7157A"/>
    <w:rsid w:val="00D71893"/>
    <w:rsid w:val="00D72498"/>
    <w:rsid w:val="00D73130"/>
    <w:rsid w:val="00D73846"/>
    <w:rsid w:val="00D7413F"/>
    <w:rsid w:val="00D743F4"/>
    <w:rsid w:val="00D7577D"/>
    <w:rsid w:val="00D758BF"/>
    <w:rsid w:val="00D75A93"/>
    <w:rsid w:val="00D75D92"/>
    <w:rsid w:val="00D764B0"/>
    <w:rsid w:val="00D7665E"/>
    <w:rsid w:val="00D769B9"/>
    <w:rsid w:val="00D76EB5"/>
    <w:rsid w:val="00D77CAF"/>
    <w:rsid w:val="00D77D3C"/>
    <w:rsid w:val="00D77F60"/>
    <w:rsid w:val="00D8025C"/>
    <w:rsid w:val="00D8035A"/>
    <w:rsid w:val="00D80758"/>
    <w:rsid w:val="00D80AD1"/>
    <w:rsid w:val="00D8211D"/>
    <w:rsid w:val="00D82580"/>
    <w:rsid w:val="00D825EB"/>
    <w:rsid w:val="00D82DF0"/>
    <w:rsid w:val="00D82E04"/>
    <w:rsid w:val="00D84F9A"/>
    <w:rsid w:val="00D85330"/>
    <w:rsid w:val="00D8595F"/>
    <w:rsid w:val="00D86F6D"/>
    <w:rsid w:val="00D90040"/>
    <w:rsid w:val="00D909EC"/>
    <w:rsid w:val="00D913BE"/>
    <w:rsid w:val="00D921A7"/>
    <w:rsid w:val="00D92422"/>
    <w:rsid w:val="00D928D7"/>
    <w:rsid w:val="00D92DD8"/>
    <w:rsid w:val="00D932DE"/>
    <w:rsid w:val="00D9441D"/>
    <w:rsid w:val="00D951F6"/>
    <w:rsid w:val="00D95609"/>
    <w:rsid w:val="00D95B98"/>
    <w:rsid w:val="00D95F4F"/>
    <w:rsid w:val="00D961A5"/>
    <w:rsid w:val="00D96776"/>
    <w:rsid w:val="00D97372"/>
    <w:rsid w:val="00D97B74"/>
    <w:rsid w:val="00DA064B"/>
    <w:rsid w:val="00DA1CF1"/>
    <w:rsid w:val="00DA31AB"/>
    <w:rsid w:val="00DA3A60"/>
    <w:rsid w:val="00DA43B7"/>
    <w:rsid w:val="00DA4BD9"/>
    <w:rsid w:val="00DA5543"/>
    <w:rsid w:val="00DA55ED"/>
    <w:rsid w:val="00DA59E9"/>
    <w:rsid w:val="00DA6A53"/>
    <w:rsid w:val="00DA6FE6"/>
    <w:rsid w:val="00DA75B0"/>
    <w:rsid w:val="00DB0986"/>
    <w:rsid w:val="00DB0BCE"/>
    <w:rsid w:val="00DB0F24"/>
    <w:rsid w:val="00DB14B7"/>
    <w:rsid w:val="00DB2538"/>
    <w:rsid w:val="00DB259E"/>
    <w:rsid w:val="00DB3AE4"/>
    <w:rsid w:val="00DB3EB5"/>
    <w:rsid w:val="00DB4F15"/>
    <w:rsid w:val="00DB56B7"/>
    <w:rsid w:val="00DB5F61"/>
    <w:rsid w:val="00DB61B9"/>
    <w:rsid w:val="00DB6858"/>
    <w:rsid w:val="00DB7214"/>
    <w:rsid w:val="00DB7589"/>
    <w:rsid w:val="00DB7C36"/>
    <w:rsid w:val="00DC0435"/>
    <w:rsid w:val="00DC0944"/>
    <w:rsid w:val="00DC0BB1"/>
    <w:rsid w:val="00DC1661"/>
    <w:rsid w:val="00DC1823"/>
    <w:rsid w:val="00DC1A2A"/>
    <w:rsid w:val="00DC214B"/>
    <w:rsid w:val="00DC26EE"/>
    <w:rsid w:val="00DC28B8"/>
    <w:rsid w:val="00DC391F"/>
    <w:rsid w:val="00DC3DDB"/>
    <w:rsid w:val="00DC4852"/>
    <w:rsid w:val="00DC4B2A"/>
    <w:rsid w:val="00DC60FA"/>
    <w:rsid w:val="00DC6C5A"/>
    <w:rsid w:val="00DC728D"/>
    <w:rsid w:val="00DD010B"/>
    <w:rsid w:val="00DD0F32"/>
    <w:rsid w:val="00DD1B68"/>
    <w:rsid w:val="00DD2924"/>
    <w:rsid w:val="00DD2BA2"/>
    <w:rsid w:val="00DD2C0F"/>
    <w:rsid w:val="00DD2C18"/>
    <w:rsid w:val="00DD2DAF"/>
    <w:rsid w:val="00DD3C5D"/>
    <w:rsid w:val="00DD3E41"/>
    <w:rsid w:val="00DD3EB6"/>
    <w:rsid w:val="00DD423E"/>
    <w:rsid w:val="00DD472E"/>
    <w:rsid w:val="00DD4BA3"/>
    <w:rsid w:val="00DD4E3A"/>
    <w:rsid w:val="00DD5A40"/>
    <w:rsid w:val="00DD68C8"/>
    <w:rsid w:val="00DD695A"/>
    <w:rsid w:val="00DD6A89"/>
    <w:rsid w:val="00DD718D"/>
    <w:rsid w:val="00DD73D8"/>
    <w:rsid w:val="00DD76DF"/>
    <w:rsid w:val="00DD77DA"/>
    <w:rsid w:val="00DD7A40"/>
    <w:rsid w:val="00DD7A5A"/>
    <w:rsid w:val="00DE080A"/>
    <w:rsid w:val="00DE0EBE"/>
    <w:rsid w:val="00DE1032"/>
    <w:rsid w:val="00DE11A8"/>
    <w:rsid w:val="00DE1230"/>
    <w:rsid w:val="00DE126C"/>
    <w:rsid w:val="00DE17CB"/>
    <w:rsid w:val="00DE3AEE"/>
    <w:rsid w:val="00DE3D0B"/>
    <w:rsid w:val="00DE4103"/>
    <w:rsid w:val="00DE416C"/>
    <w:rsid w:val="00DE5E85"/>
    <w:rsid w:val="00DE61E4"/>
    <w:rsid w:val="00DE65B5"/>
    <w:rsid w:val="00DE672D"/>
    <w:rsid w:val="00DF064F"/>
    <w:rsid w:val="00DF09C5"/>
    <w:rsid w:val="00DF1568"/>
    <w:rsid w:val="00DF1906"/>
    <w:rsid w:val="00DF2461"/>
    <w:rsid w:val="00DF37E6"/>
    <w:rsid w:val="00DF3FD6"/>
    <w:rsid w:val="00DF4FCF"/>
    <w:rsid w:val="00DF50E2"/>
    <w:rsid w:val="00DF53B7"/>
    <w:rsid w:val="00DF672C"/>
    <w:rsid w:val="00DF67BE"/>
    <w:rsid w:val="00DF7029"/>
    <w:rsid w:val="00DF70F6"/>
    <w:rsid w:val="00DF7230"/>
    <w:rsid w:val="00DF7322"/>
    <w:rsid w:val="00DF7E38"/>
    <w:rsid w:val="00E003FF"/>
    <w:rsid w:val="00E014A7"/>
    <w:rsid w:val="00E01923"/>
    <w:rsid w:val="00E01E6E"/>
    <w:rsid w:val="00E029BE"/>
    <w:rsid w:val="00E02DC3"/>
    <w:rsid w:val="00E032DF"/>
    <w:rsid w:val="00E033EA"/>
    <w:rsid w:val="00E03475"/>
    <w:rsid w:val="00E03B2F"/>
    <w:rsid w:val="00E04001"/>
    <w:rsid w:val="00E04959"/>
    <w:rsid w:val="00E04C9A"/>
    <w:rsid w:val="00E04E6F"/>
    <w:rsid w:val="00E05270"/>
    <w:rsid w:val="00E05B4A"/>
    <w:rsid w:val="00E05F5C"/>
    <w:rsid w:val="00E05FD4"/>
    <w:rsid w:val="00E06A82"/>
    <w:rsid w:val="00E07286"/>
    <w:rsid w:val="00E07DB3"/>
    <w:rsid w:val="00E10C7F"/>
    <w:rsid w:val="00E10F74"/>
    <w:rsid w:val="00E11257"/>
    <w:rsid w:val="00E1164E"/>
    <w:rsid w:val="00E11F06"/>
    <w:rsid w:val="00E12719"/>
    <w:rsid w:val="00E128A3"/>
    <w:rsid w:val="00E135F5"/>
    <w:rsid w:val="00E14AE3"/>
    <w:rsid w:val="00E1505D"/>
    <w:rsid w:val="00E15AD0"/>
    <w:rsid w:val="00E16746"/>
    <w:rsid w:val="00E177AF"/>
    <w:rsid w:val="00E1798E"/>
    <w:rsid w:val="00E179D4"/>
    <w:rsid w:val="00E203FF"/>
    <w:rsid w:val="00E208F0"/>
    <w:rsid w:val="00E22224"/>
    <w:rsid w:val="00E222EF"/>
    <w:rsid w:val="00E227D9"/>
    <w:rsid w:val="00E22B61"/>
    <w:rsid w:val="00E22D5B"/>
    <w:rsid w:val="00E2317F"/>
    <w:rsid w:val="00E23F6C"/>
    <w:rsid w:val="00E25274"/>
    <w:rsid w:val="00E2596B"/>
    <w:rsid w:val="00E2654B"/>
    <w:rsid w:val="00E27267"/>
    <w:rsid w:val="00E31806"/>
    <w:rsid w:val="00E31C47"/>
    <w:rsid w:val="00E31D29"/>
    <w:rsid w:val="00E32D1B"/>
    <w:rsid w:val="00E32E04"/>
    <w:rsid w:val="00E32F13"/>
    <w:rsid w:val="00E330D4"/>
    <w:rsid w:val="00E33357"/>
    <w:rsid w:val="00E333D5"/>
    <w:rsid w:val="00E34731"/>
    <w:rsid w:val="00E34E53"/>
    <w:rsid w:val="00E34FAA"/>
    <w:rsid w:val="00E3673C"/>
    <w:rsid w:val="00E36918"/>
    <w:rsid w:val="00E40223"/>
    <w:rsid w:val="00E40493"/>
    <w:rsid w:val="00E40613"/>
    <w:rsid w:val="00E40C53"/>
    <w:rsid w:val="00E40DD5"/>
    <w:rsid w:val="00E42038"/>
    <w:rsid w:val="00E438CF"/>
    <w:rsid w:val="00E445F0"/>
    <w:rsid w:val="00E455CB"/>
    <w:rsid w:val="00E45B01"/>
    <w:rsid w:val="00E45DD4"/>
    <w:rsid w:val="00E46ADA"/>
    <w:rsid w:val="00E50201"/>
    <w:rsid w:val="00E504D3"/>
    <w:rsid w:val="00E507AC"/>
    <w:rsid w:val="00E50848"/>
    <w:rsid w:val="00E50F3B"/>
    <w:rsid w:val="00E513F0"/>
    <w:rsid w:val="00E51478"/>
    <w:rsid w:val="00E52DF2"/>
    <w:rsid w:val="00E53012"/>
    <w:rsid w:val="00E54807"/>
    <w:rsid w:val="00E5493F"/>
    <w:rsid w:val="00E549FB"/>
    <w:rsid w:val="00E54CF7"/>
    <w:rsid w:val="00E55344"/>
    <w:rsid w:val="00E55F3D"/>
    <w:rsid w:val="00E563D0"/>
    <w:rsid w:val="00E57112"/>
    <w:rsid w:val="00E5735E"/>
    <w:rsid w:val="00E60217"/>
    <w:rsid w:val="00E60792"/>
    <w:rsid w:val="00E61948"/>
    <w:rsid w:val="00E61F53"/>
    <w:rsid w:val="00E626B8"/>
    <w:rsid w:val="00E62DE2"/>
    <w:rsid w:val="00E63196"/>
    <w:rsid w:val="00E63B90"/>
    <w:rsid w:val="00E6417D"/>
    <w:rsid w:val="00E6418D"/>
    <w:rsid w:val="00E64D3F"/>
    <w:rsid w:val="00E65733"/>
    <w:rsid w:val="00E657DE"/>
    <w:rsid w:val="00E65BCD"/>
    <w:rsid w:val="00E660E1"/>
    <w:rsid w:val="00E660F7"/>
    <w:rsid w:val="00E66348"/>
    <w:rsid w:val="00E676D9"/>
    <w:rsid w:val="00E70008"/>
    <w:rsid w:val="00E7105C"/>
    <w:rsid w:val="00E71247"/>
    <w:rsid w:val="00E712CB"/>
    <w:rsid w:val="00E7200C"/>
    <w:rsid w:val="00E72156"/>
    <w:rsid w:val="00E72BE2"/>
    <w:rsid w:val="00E7304A"/>
    <w:rsid w:val="00E74842"/>
    <w:rsid w:val="00E74CCC"/>
    <w:rsid w:val="00E750A2"/>
    <w:rsid w:val="00E764A2"/>
    <w:rsid w:val="00E767BA"/>
    <w:rsid w:val="00E81264"/>
    <w:rsid w:val="00E8129F"/>
    <w:rsid w:val="00E82685"/>
    <w:rsid w:val="00E82FFC"/>
    <w:rsid w:val="00E8321E"/>
    <w:rsid w:val="00E835BD"/>
    <w:rsid w:val="00E838DB"/>
    <w:rsid w:val="00E83E40"/>
    <w:rsid w:val="00E8409A"/>
    <w:rsid w:val="00E84427"/>
    <w:rsid w:val="00E85CC2"/>
    <w:rsid w:val="00E85CFF"/>
    <w:rsid w:val="00E863BE"/>
    <w:rsid w:val="00E874B7"/>
    <w:rsid w:val="00E879EF"/>
    <w:rsid w:val="00E87B4C"/>
    <w:rsid w:val="00E87F5C"/>
    <w:rsid w:val="00E904EF"/>
    <w:rsid w:val="00E90653"/>
    <w:rsid w:val="00E90741"/>
    <w:rsid w:val="00E9098A"/>
    <w:rsid w:val="00E90FFA"/>
    <w:rsid w:val="00E91C9F"/>
    <w:rsid w:val="00E924E6"/>
    <w:rsid w:val="00E93A13"/>
    <w:rsid w:val="00E93B22"/>
    <w:rsid w:val="00E95F34"/>
    <w:rsid w:val="00E966CD"/>
    <w:rsid w:val="00E96BD5"/>
    <w:rsid w:val="00E96E1A"/>
    <w:rsid w:val="00E975B2"/>
    <w:rsid w:val="00E97E73"/>
    <w:rsid w:val="00EA044B"/>
    <w:rsid w:val="00EA0AD8"/>
    <w:rsid w:val="00EA1649"/>
    <w:rsid w:val="00EA17E1"/>
    <w:rsid w:val="00EA18F8"/>
    <w:rsid w:val="00EA258D"/>
    <w:rsid w:val="00EA372D"/>
    <w:rsid w:val="00EA40BB"/>
    <w:rsid w:val="00EA4CD3"/>
    <w:rsid w:val="00EA4CF1"/>
    <w:rsid w:val="00EA5481"/>
    <w:rsid w:val="00EA5747"/>
    <w:rsid w:val="00EA5A48"/>
    <w:rsid w:val="00EA68FA"/>
    <w:rsid w:val="00EA713B"/>
    <w:rsid w:val="00EA78EC"/>
    <w:rsid w:val="00EA7E76"/>
    <w:rsid w:val="00EB03A9"/>
    <w:rsid w:val="00EB052B"/>
    <w:rsid w:val="00EB19C4"/>
    <w:rsid w:val="00EB2FD0"/>
    <w:rsid w:val="00EB3E8B"/>
    <w:rsid w:val="00EB3EEC"/>
    <w:rsid w:val="00EB47F7"/>
    <w:rsid w:val="00EB50D3"/>
    <w:rsid w:val="00EB5FFC"/>
    <w:rsid w:val="00EB6212"/>
    <w:rsid w:val="00EB6720"/>
    <w:rsid w:val="00EB69FD"/>
    <w:rsid w:val="00EB6BA1"/>
    <w:rsid w:val="00EB7123"/>
    <w:rsid w:val="00EB73DD"/>
    <w:rsid w:val="00EB7650"/>
    <w:rsid w:val="00EC03CE"/>
    <w:rsid w:val="00EC0FAA"/>
    <w:rsid w:val="00EC17C2"/>
    <w:rsid w:val="00EC1C88"/>
    <w:rsid w:val="00EC22B4"/>
    <w:rsid w:val="00EC2339"/>
    <w:rsid w:val="00EC2F3F"/>
    <w:rsid w:val="00EC430A"/>
    <w:rsid w:val="00EC49CE"/>
    <w:rsid w:val="00EC501E"/>
    <w:rsid w:val="00EC51CB"/>
    <w:rsid w:val="00EC65B9"/>
    <w:rsid w:val="00EC66E6"/>
    <w:rsid w:val="00EC6AA4"/>
    <w:rsid w:val="00EC700E"/>
    <w:rsid w:val="00EC70DE"/>
    <w:rsid w:val="00EC71E8"/>
    <w:rsid w:val="00ED01A7"/>
    <w:rsid w:val="00ED0FB0"/>
    <w:rsid w:val="00ED116B"/>
    <w:rsid w:val="00ED155D"/>
    <w:rsid w:val="00ED172E"/>
    <w:rsid w:val="00ED176B"/>
    <w:rsid w:val="00ED1B06"/>
    <w:rsid w:val="00ED3662"/>
    <w:rsid w:val="00ED3A4B"/>
    <w:rsid w:val="00ED3A87"/>
    <w:rsid w:val="00ED3D01"/>
    <w:rsid w:val="00ED3D43"/>
    <w:rsid w:val="00ED6C53"/>
    <w:rsid w:val="00ED7074"/>
    <w:rsid w:val="00EE159E"/>
    <w:rsid w:val="00EE20FC"/>
    <w:rsid w:val="00EE248D"/>
    <w:rsid w:val="00EE374E"/>
    <w:rsid w:val="00EE4022"/>
    <w:rsid w:val="00EE42A3"/>
    <w:rsid w:val="00EE48B9"/>
    <w:rsid w:val="00EE4F0B"/>
    <w:rsid w:val="00EE511C"/>
    <w:rsid w:val="00EE526F"/>
    <w:rsid w:val="00EE58A7"/>
    <w:rsid w:val="00EE6105"/>
    <w:rsid w:val="00EE61FE"/>
    <w:rsid w:val="00EE710B"/>
    <w:rsid w:val="00EE7BA1"/>
    <w:rsid w:val="00EE7D04"/>
    <w:rsid w:val="00EF0526"/>
    <w:rsid w:val="00EF1941"/>
    <w:rsid w:val="00EF1944"/>
    <w:rsid w:val="00EF1C05"/>
    <w:rsid w:val="00EF1EAA"/>
    <w:rsid w:val="00EF2853"/>
    <w:rsid w:val="00EF2B83"/>
    <w:rsid w:val="00EF3805"/>
    <w:rsid w:val="00EF3B48"/>
    <w:rsid w:val="00EF3B94"/>
    <w:rsid w:val="00EF4000"/>
    <w:rsid w:val="00EF4593"/>
    <w:rsid w:val="00EF5241"/>
    <w:rsid w:val="00EF52FE"/>
    <w:rsid w:val="00EF543F"/>
    <w:rsid w:val="00EF69AA"/>
    <w:rsid w:val="00EF69D2"/>
    <w:rsid w:val="00EF703E"/>
    <w:rsid w:val="00EF71E2"/>
    <w:rsid w:val="00EF7CD0"/>
    <w:rsid w:val="00F00193"/>
    <w:rsid w:val="00F00471"/>
    <w:rsid w:val="00F00B4F"/>
    <w:rsid w:val="00F00C09"/>
    <w:rsid w:val="00F00CDB"/>
    <w:rsid w:val="00F00CE9"/>
    <w:rsid w:val="00F01E50"/>
    <w:rsid w:val="00F02202"/>
    <w:rsid w:val="00F02352"/>
    <w:rsid w:val="00F02599"/>
    <w:rsid w:val="00F02A15"/>
    <w:rsid w:val="00F02B42"/>
    <w:rsid w:val="00F03A4F"/>
    <w:rsid w:val="00F03B54"/>
    <w:rsid w:val="00F046EF"/>
    <w:rsid w:val="00F04C1D"/>
    <w:rsid w:val="00F04E48"/>
    <w:rsid w:val="00F052D5"/>
    <w:rsid w:val="00F05579"/>
    <w:rsid w:val="00F05DB8"/>
    <w:rsid w:val="00F06800"/>
    <w:rsid w:val="00F06C8A"/>
    <w:rsid w:val="00F070F0"/>
    <w:rsid w:val="00F07665"/>
    <w:rsid w:val="00F1065E"/>
    <w:rsid w:val="00F1079E"/>
    <w:rsid w:val="00F11172"/>
    <w:rsid w:val="00F1181A"/>
    <w:rsid w:val="00F11D62"/>
    <w:rsid w:val="00F12418"/>
    <w:rsid w:val="00F1251C"/>
    <w:rsid w:val="00F125D3"/>
    <w:rsid w:val="00F137F9"/>
    <w:rsid w:val="00F13FFE"/>
    <w:rsid w:val="00F14D05"/>
    <w:rsid w:val="00F163F3"/>
    <w:rsid w:val="00F168C2"/>
    <w:rsid w:val="00F16AC5"/>
    <w:rsid w:val="00F17B3B"/>
    <w:rsid w:val="00F202D9"/>
    <w:rsid w:val="00F21184"/>
    <w:rsid w:val="00F21381"/>
    <w:rsid w:val="00F21CAD"/>
    <w:rsid w:val="00F229F3"/>
    <w:rsid w:val="00F263F6"/>
    <w:rsid w:val="00F26EDB"/>
    <w:rsid w:val="00F274CC"/>
    <w:rsid w:val="00F2775A"/>
    <w:rsid w:val="00F27C73"/>
    <w:rsid w:val="00F305D0"/>
    <w:rsid w:val="00F30DD6"/>
    <w:rsid w:val="00F3103A"/>
    <w:rsid w:val="00F310AC"/>
    <w:rsid w:val="00F313D1"/>
    <w:rsid w:val="00F31B0B"/>
    <w:rsid w:val="00F329DF"/>
    <w:rsid w:val="00F339B2"/>
    <w:rsid w:val="00F33E67"/>
    <w:rsid w:val="00F34A5B"/>
    <w:rsid w:val="00F35C9D"/>
    <w:rsid w:val="00F36441"/>
    <w:rsid w:val="00F36571"/>
    <w:rsid w:val="00F3699A"/>
    <w:rsid w:val="00F370BB"/>
    <w:rsid w:val="00F3731C"/>
    <w:rsid w:val="00F37853"/>
    <w:rsid w:val="00F379EF"/>
    <w:rsid w:val="00F40695"/>
    <w:rsid w:val="00F4113C"/>
    <w:rsid w:val="00F41FA6"/>
    <w:rsid w:val="00F42BD1"/>
    <w:rsid w:val="00F42C36"/>
    <w:rsid w:val="00F42D14"/>
    <w:rsid w:val="00F43281"/>
    <w:rsid w:val="00F433CA"/>
    <w:rsid w:val="00F43908"/>
    <w:rsid w:val="00F44985"/>
    <w:rsid w:val="00F44E94"/>
    <w:rsid w:val="00F44FB7"/>
    <w:rsid w:val="00F4508C"/>
    <w:rsid w:val="00F454B8"/>
    <w:rsid w:val="00F468A4"/>
    <w:rsid w:val="00F4728E"/>
    <w:rsid w:val="00F511CA"/>
    <w:rsid w:val="00F513AC"/>
    <w:rsid w:val="00F514CF"/>
    <w:rsid w:val="00F51592"/>
    <w:rsid w:val="00F516F5"/>
    <w:rsid w:val="00F5175B"/>
    <w:rsid w:val="00F518A6"/>
    <w:rsid w:val="00F53604"/>
    <w:rsid w:val="00F5480A"/>
    <w:rsid w:val="00F553D0"/>
    <w:rsid w:val="00F55867"/>
    <w:rsid w:val="00F55E8A"/>
    <w:rsid w:val="00F563E6"/>
    <w:rsid w:val="00F566DF"/>
    <w:rsid w:val="00F56C55"/>
    <w:rsid w:val="00F57264"/>
    <w:rsid w:val="00F57777"/>
    <w:rsid w:val="00F608D8"/>
    <w:rsid w:val="00F60E6D"/>
    <w:rsid w:val="00F60F12"/>
    <w:rsid w:val="00F61113"/>
    <w:rsid w:val="00F61155"/>
    <w:rsid w:val="00F62B3E"/>
    <w:rsid w:val="00F641C7"/>
    <w:rsid w:val="00F64D32"/>
    <w:rsid w:val="00F64EEF"/>
    <w:rsid w:val="00F65D82"/>
    <w:rsid w:val="00F663E8"/>
    <w:rsid w:val="00F66607"/>
    <w:rsid w:val="00F703B3"/>
    <w:rsid w:val="00F70A97"/>
    <w:rsid w:val="00F70E92"/>
    <w:rsid w:val="00F71091"/>
    <w:rsid w:val="00F72566"/>
    <w:rsid w:val="00F72ACE"/>
    <w:rsid w:val="00F72C18"/>
    <w:rsid w:val="00F73060"/>
    <w:rsid w:val="00F736A9"/>
    <w:rsid w:val="00F73C3F"/>
    <w:rsid w:val="00F74580"/>
    <w:rsid w:val="00F7498D"/>
    <w:rsid w:val="00F7593A"/>
    <w:rsid w:val="00F75C41"/>
    <w:rsid w:val="00F765FA"/>
    <w:rsid w:val="00F7785D"/>
    <w:rsid w:val="00F778A2"/>
    <w:rsid w:val="00F77E34"/>
    <w:rsid w:val="00F8067C"/>
    <w:rsid w:val="00F80BC0"/>
    <w:rsid w:val="00F810C6"/>
    <w:rsid w:val="00F81C72"/>
    <w:rsid w:val="00F8300F"/>
    <w:rsid w:val="00F834D5"/>
    <w:rsid w:val="00F83691"/>
    <w:rsid w:val="00F83B7D"/>
    <w:rsid w:val="00F83FB4"/>
    <w:rsid w:val="00F842FD"/>
    <w:rsid w:val="00F84D9E"/>
    <w:rsid w:val="00F85B94"/>
    <w:rsid w:val="00F86797"/>
    <w:rsid w:val="00F87004"/>
    <w:rsid w:val="00F87180"/>
    <w:rsid w:val="00F87A0D"/>
    <w:rsid w:val="00F87D13"/>
    <w:rsid w:val="00F90576"/>
    <w:rsid w:val="00F90859"/>
    <w:rsid w:val="00F90A2F"/>
    <w:rsid w:val="00F90ACB"/>
    <w:rsid w:val="00F913D5"/>
    <w:rsid w:val="00F92423"/>
    <w:rsid w:val="00F92BD0"/>
    <w:rsid w:val="00F93194"/>
    <w:rsid w:val="00F931C6"/>
    <w:rsid w:val="00F9339D"/>
    <w:rsid w:val="00F93C82"/>
    <w:rsid w:val="00F94C84"/>
    <w:rsid w:val="00F95741"/>
    <w:rsid w:val="00F959C0"/>
    <w:rsid w:val="00F96023"/>
    <w:rsid w:val="00F9620A"/>
    <w:rsid w:val="00F96FB8"/>
    <w:rsid w:val="00F971D7"/>
    <w:rsid w:val="00F97657"/>
    <w:rsid w:val="00F976AE"/>
    <w:rsid w:val="00F977EE"/>
    <w:rsid w:val="00F9786C"/>
    <w:rsid w:val="00FA0FBB"/>
    <w:rsid w:val="00FA1F93"/>
    <w:rsid w:val="00FA2303"/>
    <w:rsid w:val="00FA2552"/>
    <w:rsid w:val="00FA2B0C"/>
    <w:rsid w:val="00FA2B29"/>
    <w:rsid w:val="00FA3C54"/>
    <w:rsid w:val="00FA3E41"/>
    <w:rsid w:val="00FA3EA4"/>
    <w:rsid w:val="00FA4316"/>
    <w:rsid w:val="00FA4D58"/>
    <w:rsid w:val="00FA504B"/>
    <w:rsid w:val="00FA51C8"/>
    <w:rsid w:val="00FA5704"/>
    <w:rsid w:val="00FA5838"/>
    <w:rsid w:val="00FA5D3A"/>
    <w:rsid w:val="00FA5D6D"/>
    <w:rsid w:val="00FA5F6B"/>
    <w:rsid w:val="00FA6285"/>
    <w:rsid w:val="00FA686E"/>
    <w:rsid w:val="00FA7590"/>
    <w:rsid w:val="00FA78DE"/>
    <w:rsid w:val="00FA7CF3"/>
    <w:rsid w:val="00FB0862"/>
    <w:rsid w:val="00FB0E7E"/>
    <w:rsid w:val="00FB135C"/>
    <w:rsid w:val="00FB22E2"/>
    <w:rsid w:val="00FB3837"/>
    <w:rsid w:val="00FB3A36"/>
    <w:rsid w:val="00FB3F16"/>
    <w:rsid w:val="00FB3F33"/>
    <w:rsid w:val="00FB4096"/>
    <w:rsid w:val="00FB4751"/>
    <w:rsid w:val="00FB4D29"/>
    <w:rsid w:val="00FB565F"/>
    <w:rsid w:val="00FB5F0A"/>
    <w:rsid w:val="00FB6035"/>
    <w:rsid w:val="00FB6DED"/>
    <w:rsid w:val="00FC0372"/>
    <w:rsid w:val="00FC072C"/>
    <w:rsid w:val="00FC124C"/>
    <w:rsid w:val="00FC147C"/>
    <w:rsid w:val="00FC2001"/>
    <w:rsid w:val="00FC2080"/>
    <w:rsid w:val="00FC2340"/>
    <w:rsid w:val="00FC254B"/>
    <w:rsid w:val="00FC2636"/>
    <w:rsid w:val="00FC2A98"/>
    <w:rsid w:val="00FC49EA"/>
    <w:rsid w:val="00FC56F6"/>
    <w:rsid w:val="00FC5E7C"/>
    <w:rsid w:val="00FC6856"/>
    <w:rsid w:val="00FC6E22"/>
    <w:rsid w:val="00FC7D81"/>
    <w:rsid w:val="00FD0449"/>
    <w:rsid w:val="00FD1CCE"/>
    <w:rsid w:val="00FD1EF0"/>
    <w:rsid w:val="00FD365E"/>
    <w:rsid w:val="00FD3B2C"/>
    <w:rsid w:val="00FD3D64"/>
    <w:rsid w:val="00FD3E3F"/>
    <w:rsid w:val="00FD434A"/>
    <w:rsid w:val="00FD5030"/>
    <w:rsid w:val="00FD57E6"/>
    <w:rsid w:val="00FD6CB8"/>
    <w:rsid w:val="00FD73C3"/>
    <w:rsid w:val="00FD7465"/>
    <w:rsid w:val="00FD7CC0"/>
    <w:rsid w:val="00FE0233"/>
    <w:rsid w:val="00FE1645"/>
    <w:rsid w:val="00FE1D40"/>
    <w:rsid w:val="00FE2DBD"/>
    <w:rsid w:val="00FE3454"/>
    <w:rsid w:val="00FE4DBC"/>
    <w:rsid w:val="00FE55E1"/>
    <w:rsid w:val="00FE5E44"/>
    <w:rsid w:val="00FE6102"/>
    <w:rsid w:val="00FE62DE"/>
    <w:rsid w:val="00FE6C38"/>
    <w:rsid w:val="00FE6E4F"/>
    <w:rsid w:val="00FE719B"/>
    <w:rsid w:val="00FE7320"/>
    <w:rsid w:val="00FE7B54"/>
    <w:rsid w:val="00FF07C2"/>
    <w:rsid w:val="00FF08EB"/>
    <w:rsid w:val="00FF30F3"/>
    <w:rsid w:val="00FF3903"/>
    <w:rsid w:val="00FF3D64"/>
    <w:rsid w:val="00FF3EA8"/>
    <w:rsid w:val="00FF42C2"/>
    <w:rsid w:val="00FF43C2"/>
    <w:rsid w:val="00FF54CF"/>
    <w:rsid w:val="00FF5896"/>
    <w:rsid w:val="00FF60E6"/>
    <w:rsid w:val="00FF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1A"/>
    <w:pPr>
      <w:ind w:left="720"/>
      <w:contextualSpacing/>
    </w:pPr>
  </w:style>
  <w:style w:type="table" w:styleId="a4">
    <w:name w:val="Table Grid"/>
    <w:basedOn w:val="a1"/>
    <w:rsid w:val="005C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5C1A1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C1A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5C1A1A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C1A1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5C1A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A4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A40BB"/>
  </w:style>
  <w:style w:type="paragraph" w:styleId="a9">
    <w:name w:val="footer"/>
    <w:basedOn w:val="a"/>
    <w:link w:val="aa"/>
    <w:unhideWhenUsed/>
    <w:rsid w:val="00EA4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40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102</Pages>
  <Words>37099</Words>
  <Characters>211466</Characters>
  <Application>Microsoft Office Word</Application>
  <DocSecurity>0</DocSecurity>
  <Lines>1762</Lines>
  <Paragraphs>496</Paragraphs>
  <ScaleCrop>false</ScaleCrop>
  <Company/>
  <LinksUpToDate>false</LinksUpToDate>
  <CharactersWithSpaces>248069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3</cp:revision>
  <dcterms:created xsi:type="dcterms:W3CDTF">2012-08-09T13:08:00Z</dcterms:created>
  <dcterms:modified xsi:type="dcterms:W3CDTF">2012-08-09T13:17:00Z</dcterms:modified>
</cp:coreProperties>
</file>