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16F" w:rsidRPr="007762E6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-0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46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3A416F" w:rsidRPr="007762E6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A416F" w:rsidRPr="00C17993" w:rsidRDefault="003A416F" w:rsidP="003A416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80946">
        <w:rPr>
          <w:rFonts w:ascii="Times New Roman" w:hAnsi="Times New Roman" w:cs="Times New Roman"/>
          <w:sz w:val="24"/>
          <w:szCs w:val="24"/>
          <w:u w:val="single"/>
        </w:rPr>
        <w:t xml:space="preserve">ВЛ-0,4 кВ № 2 ТП № 178 ВЛ-10 кВ № 1008 ПС 110/35/10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кВ </w:t>
      </w:r>
      <w:r w:rsidRPr="00480946">
        <w:rPr>
          <w:rFonts w:ascii="Times New Roman" w:hAnsi="Times New Roman" w:cs="Times New Roman"/>
          <w:sz w:val="24"/>
          <w:szCs w:val="24"/>
          <w:u w:val="single"/>
        </w:rPr>
        <w:t xml:space="preserve">«Заводская» 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со строительством ответвления </w:t>
      </w:r>
      <w:proofErr w:type="gramStart"/>
      <w:r w:rsidRPr="007762E6">
        <w:rPr>
          <w:rFonts w:ascii="Times New Roman" w:hAnsi="Times New Roman" w:cs="Times New Roman"/>
          <w:sz w:val="24"/>
          <w:szCs w:val="24"/>
          <w:u w:val="single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 0,4кВ</w:t>
      </w:r>
    </w:p>
    <w:p w:rsidR="003A416F" w:rsidRPr="007762E6" w:rsidRDefault="003A416F" w:rsidP="003A41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A416F" w:rsidRPr="007762E6" w:rsidRDefault="003A416F" w:rsidP="003A416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A416F" w:rsidRPr="007762E6" w:rsidRDefault="003A416F" w:rsidP="003A416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C630A1">
        <w:rPr>
          <w:rFonts w:ascii="Times New Roman" w:hAnsi="Times New Roman" w:cs="Times New Roman"/>
          <w:sz w:val="24"/>
          <w:szCs w:val="24"/>
        </w:rPr>
        <w:t>ВЛ-0,4 кВ № 2 ТП № 178 ВЛ-10 кВ № 1008 ПС 110/35/10 кВ «Заводская»</w:t>
      </w:r>
      <w:r w:rsidRPr="004673FC">
        <w:rPr>
          <w:rFonts w:ascii="Times New Roman" w:hAnsi="Times New Roman" w:cs="Times New Roman"/>
          <w:sz w:val="24"/>
          <w:szCs w:val="24"/>
        </w:rPr>
        <w:t xml:space="preserve"> </w:t>
      </w:r>
      <w:r w:rsidRPr="00826181">
        <w:rPr>
          <w:rFonts w:ascii="Times New Roman" w:hAnsi="Times New Roman" w:cs="Times New Roman"/>
          <w:sz w:val="24"/>
          <w:szCs w:val="24"/>
        </w:rPr>
        <w:t xml:space="preserve"> со строительством ответвления </w:t>
      </w:r>
      <w:proofErr w:type="gramStart"/>
      <w:r w:rsidRPr="00826181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826181">
        <w:rPr>
          <w:rFonts w:ascii="Times New Roman" w:hAnsi="Times New Roman" w:cs="Times New Roman"/>
          <w:sz w:val="24"/>
          <w:szCs w:val="24"/>
        </w:rPr>
        <w:t xml:space="preserve"> 0,4кВ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3A416F" w:rsidRPr="007762E6" w:rsidRDefault="003A416F" w:rsidP="003A41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483"/>
        <w:gridCol w:w="1810"/>
        <w:gridCol w:w="1413"/>
        <w:gridCol w:w="1413"/>
        <w:gridCol w:w="1909"/>
      </w:tblGrid>
      <w:tr w:rsidR="003A416F" w:rsidRPr="007762E6" w:rsidTr="00224335">
        <w:tc>
          <w:tcPr>
            <w:tcW w:w="720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75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765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7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A416F" w:rsidRPr="007762E6" w:rsidTr="00224335">
        <w:trPr>
          <w:trHeight w:val="1114"/>
        </w:trPr>
        <w:tc>
          <w:tcPr>
            <w:tcW w:w="720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975" w:type="pct"/>
          </w:tcPr>
          <w:p w:rsidR="003A416F" w:rsidRPr="00E364A6" w:rsidRDefault="003A416F" w:rsidP="0022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E5A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A42E5A">
              <w:rPr>
                <w:rFonts w:ascii="Times New Roman" w:hAnsi="Times New Roman" w:cs="Times New Roman"/>
                <w:sz w:val="24"/>
                <w:szCs w:val="24"/>
              </w:rPr>
              <w:t>Деменщина</w:t>
            </w:r>
            <w:proofErr w:type="spellEnd"/>
          </w:p>
        </w:tc>
        <w:tc>
          <w:tcPr>
            <w:tcW w:w="765" w:type="pct"/>
          </w:tcPr>
          <w:p w:rsidR="003A416F" w:rsidRPr="00E364A6" w:rsidRDefault="003A416F" w:rsidP="0022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16E">
              <w:rPr>
                <w:rFonts w:ascii="Times New Roman" w:hAnsi="Times New Roman" w:cs="Times New Roman"/>
                <w:sz w:val="24"/>
                <w:szCs w:val="24"/>
              </w:rPr>
              <w:t>326817319</w:t>
            </w:r>
          </w:p>
        </w:tc>
        <w:tc>
          <w:tcPr>
            <w:tcW w:w="765" w:type="pct"/>
          </w:tcPr>
          <w:p w:rsidR="003A416F" w:rsidRPr="007C67EB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16E">
              <w:rPr>
                <w:rFonts w:ascii="Times New Roman" w:hAnsi="Times New Roman" w:cs="Times New Roman"/>
                <w:sz w:val="24"/>
                <w:szCs w:val="24"/>
              </w:rPr>
              <w:t>12008189</w:t>
            </w:r>
          </w:p>
        </w:tc>
        <w:tc>
          <w:tcPr>
            <w:tcW w:w="1027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516E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29516E">
              <w:rPr>
                <w:rFonts w:ascii="Times New Roman" w:hAnsi="Times New Roman" w:cs="Times New Roman"/>
                <w:sz w:val="24"/>
                <w:szCs w:val="24"/>
              </w:rPr>
              <w:t xml:space="preserve"> 1008 ПС ЗАВОДСКАЯ</w:t>
            </w:r>
          </w:p>
        </w:tc>
      </w:tr>
    </w:tbl>
    <w:p w:rsidR="003A416F" w:rsidRPr="007762E6" w:rsidRDefault="003A416F" w:rsidP="003A4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16F" w:rsidRPr="007762E6" w:rsidRDefault="003A416F" w:rsidP="003A416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A416F" w:rsidRPr="007762E6" w:rsidRDefault="003A416F" w:rsidP="003A416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A416F" w:rsidRPr="007762E6" w:rsidRDefault="003A416F" w:rsidP="003A416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A416F" w:rsidRDefault="003A416F" w:rsidP="003A416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A416F" w:rsidRDefault="003A416F" w:rsidP="003A416F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287"/>
        <w:gridCol w:w="1069"/>
        <w:gridCol w:w="1742"/>
        <w:gridCol w:w="1036"/>
        <w:gridCol w:w="1506"/>
        <w:gridCol w:w="1173"/>
        <w:gridCol w:w="1336"/>
      </w:tblGrid>
      <w:tr w:rsidR="003A416F" w:rsidRPr="00EF4E1A" w:rsidTr="00224335">
        <w:tc>
          <w:tcPr>
            <w:tcW w:w="220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72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558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10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41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A416F" w:rsidTr="00224335">
        <w:tc>
          <w:tcPr>
            <w:tcW w:w="220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72" w:type="pct"/>
            <w:vAlign w:val="center"/>
          </w:tcPr>
          <w:p w:rsidR="003A416F" w:rsidRPr="002C3D01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2C42CD">
              <w:rPr>
                <w:sz w:val="22"/>
                <w:szCs w:val="22"/>
              </w:rPr>
              <w:t>40501144</w:t>
            </w:r>
          </w:p>
        </w:tc>
        <w:tc>
          <w:tcPr>
            <w:tcW w:w="558" w:type="pct"/>
            <w:vAlign w:val="center"/>
          </w:tcPr>
          <w:p w:rsidR="003A416F" w:rsidRPr="002E4CBE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21.02.2012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10" w:type="pct"/>
            <w:vAlign w:val="center"/>
          </w:tcPr>
          <w:p w:rsidR="003A416F" w:rsidRPr="007C67EB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2C42CD">
              <w:rPr>
                <w:sz w:val="22"/>
                <w:szCs w:val="22"/>
              </w:rPr>
              <w:t>Кузьмина Тамара Алексеевна</w:t>
            </w:r>
          </w:p>
        </w:tc>
        <w:tc>
          <w:tcPr>
            <w:tcW w:w="541" w:type="pct"/>
            <w:vAlign w:val="center"/>
          </w:tcPr>
          <w:p w:rsidR="003A416F" w:rsidRPr="0070557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787" w:type="pct"/>
          </w:tcPr>
          <w:p w:rsidR="003A416F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2C42CD">
              <w:rPr>
                <w:sz w:val="22"/>
                <w:szCs w:val="22"/>
              </w:rPr>
              <w:t xml:space="preserve">Смоленский район, д. </w:t>
            </w:r>
            <w:proofErr w:type="spellStart"/>
            <w:r w:rsidRPr="002C42CD">
              <w:rPr>
                <w:sz w:val="22"/>
                <w:szCs w:val="22"/>
              </w:rPr>
              <w:t>Деменщина</w:t>
            </w:r>
            <w:proofErr w:type="spellEnd"/>
          </w:p>
        </w:tc>
        <w:tc>
          <w:tcPr>
            <w:tcW w:w="613" w:type="pct"/>
            <w:vAlign w:val="center"/>
          </w:tcPr>
          <w:p w:rsidR="003A416F" w:rsidRPr="0070557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698" w:type="pct"/>
            <w:vAlign w:val="center"/>
          </w:tcPr>
          <w:p w:rsidR="003A416F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3A416F" w:rsidRPr="00A13748" w:rsidRDefault="003A416F" w:rsidP="003A4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16F" w:rsidRPr="007762E6" w:rsidRDefault="003A416F" w:rsidP="003A416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A416F" w:rsidRPr="007762E6" w:rsidRDefault="003A416F" w:rsidP="003A416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методические указания по защите распределительных сетей напряжением 0,4-10кВ от грозовых перенапряжений;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A416F" w:rsidRPr="007762E6" w:rsidRDefault="003A416F" w:rsidP="003A416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A416F" w:rsidRPr="007762E6" w:rsidRDefault="003A416F" w:rsidP="003A416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A416F" w:rsidRPr="007762E6" w:rsidRDefault="003A416F" w:rsidP="003A41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A416F" w:rsidRPr="007762E6" w:rsidRDefault="003A416F" w:rsidP="003A416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A416F" w:rsidRPr="007762E6" w:rsidRDefault="003A416F" w:rsidP="003A416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A416F" w:rsidRPr="007762E6" w:rsidRDefault="003A416F" w:rsidP="003A416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16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A416F" w:rsidRDefault="003A416F" w:rsidP="003A416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642514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от опоры № 23 ВЛ-0,4 кВ № 2 ТП № 178 ВЛ-10 кВ № 1008 ПС «Заводская» 110/35/10 кВ, до объекта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160</w:t>
      </w:r>
      <w:r w:rsidRPr="007762E6">
        <w:rPr>
          <w:sz w:val="24"/>
          <w:szCs w:val="24"/>
        </w:rPr>
        <w:t>м).</w:t>
      </w:r>
    </w:p>
    <w:p w:rsidR="003A416F" w:rsidRPr="00604B53" w:rsidRDefault="003A416F" w:rsidP="003A416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2</w:t>
      </w:r>
      <w:r w:rsidRPr="007762E6">
        <w:rPr>
          <w:sz w:val="24"/>
          <w:szCs w:val="24"/>
        </w:rPr>
        <w:t xml:space="preserve"> ТП №</w:t>
      </w:r>
      <w:r>
        <w:rPr>
          <w:sz w:val="24"/>
          <w:szCs w:val="24"/>
        </w:rPr>
        <w:t xml:space="preserve">178 </w:t>
      </w:r>
      <w:r w:rsidRPr="00604B53">
        <w:rPr>
          <w:sz w:val="24"/>
          <w:szCs w:val="24"/>
        </w:rPr>
        <w:t>на пропуск нагрузки по ней.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5.7. 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№178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A416F" w:rsidRPr="007762E6" w:rsidRDefault="003A416F" w:rsidP="003A416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</w:t>
      </w:r>
      <w:r w:rsidRPr="007762E6">
        <w:rPr>
          <w:sz w:val="24"/>
          <w:szCs w:val="24"/>
        </w:rPr>
        <w:lastRenderedPageBreak/>
        <w:t>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Необходимо предусматривать проведение следующих видов землеустроительных, кадастровых и оценочных работ: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сбор сведений о собственниках и правообладателях земельных участков, на которых предполагается размещение объекта капитального строительства;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размещение объекта капитального строительства;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акта о выборе земельного участка 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proofErr w:type="gramStart"/>
      <w:r w:rsidRPr="007762E6">
        <w:rPr>
          <w:bCs/>
          <w:sz w:val="24"/>
          <w:szCs w:val="24"/>
        </w:rPr>
        <w:t>подготовка в установленном законодательством РФ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проведение кадастровых работ и подготовка документов и материалов, необходимых для проведения постановки на государственный кадастровый учет земельных участков;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проектов соглашений с собственниками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подготовка документов и материалов, необходимых для перевода земельного участка из одной категории в другую в соответствии с ФЗ от 21.12.2004 г. № 172-ФЗ.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A416F" w:rsidRPr="008431D8" w:rsidRDefault="003A416F" w:rsidP="003A416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A416F" w:rsidRPr="007762E6" w:rsidRDefault="003A416F" w:rsidP="003A416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A416F" w:rsidRPr="007762E6" w:rsidRDefault="003A416F" w:rsidP="003A416F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A416F" w:rsidRPr="007762E6" w:rsidRDefault="003A416F" w:rsidP="003A416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A416F" w:rsidRPr="007762E6" w:rsidRDefault="003A416F" w:rsidP="003A416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A416F" w:rsidRPr="007762E6" w:rsidRDefault="003A416F" w:rsidP="003A416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A416F" w:rsidRPr="007762E6" w:rsidRDefault="003A416F" w:rsidP="003A416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A416F" w:rsidRPr="007762E6" w:rsidRDefault="003A416F" w:rsidP="003A416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A416F" w:rsidRPr="00582E47" w:rsidRDefault="003A416F" w:rsidP="003A416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A416F" w:rsidRPr="007762E6" w:rsidRDefault="003A416F" w:rsidP="003A416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A416F" w:rsidRPr="007762E6" w:rsidRDefault="003A416F" w:rsidP="003A416F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A416F" w:rsidRPr="007762E6" w:rsidRDefault="003A416F" w:rsidP="003A416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A416F" w:rsidRPr="00C903BE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A416F" w:rsidRPr="007762E6" w:rsidRDefault="003A416F" w:rsidP="003A416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Выполнение работ произвести в соответствии с разделом проекта «Охрана окружающей среды».</w:t>
      </w:r>
    </w:p>
    <w:p w:rsidR="003A416F" w:rsidRPr="007762E6" w:rsidRDefault="003A416F" w:rsidP="003A416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A416F" w:rsidRPr="007762E6" w:rsidRDefault="003A416F" w:rsidP="003A416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A416F" w:rsidRPr="00510A35" w:rsidRDefault="003A416F" w:rsidP="003A416F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3A416F" w:rsidRDefault="003A416F" w:rsidP="003A416F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A416F" w:rsidRDefault="003A416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3A416F" w:rsidRPr="007762E6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4-101к</w:t>
      </w:r>
    </w:p>
    <w:p w:rsidR="003A416F" w:rsidRPr="007762E6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A416F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 кВ №1 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ТП № </w:t>
      </w:r>
      <w:r>
        <w:rPr>
          <w:rFonts w:ascii="Times New Roman" w:hAnsi="Times New Roman" w:cs="Times New Roman"/>
          <w:sz w:val="24"/>
          <w:szCs w:val="24"/>
          <w:u w:val="single"/>
        </w:rPr>
        <w:t>100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1002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«Одинцово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3A416F" w:rsidRPr="00780201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A416F" w:rsidRPr="007762E6" w:rsidRDefault="003A416F" w:rsidP="003A416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A416F" w:rsidRPr="007762E6" w:rsidRDefault="003A416F" w:rsidP="003A416F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607F11">
        <w:rPr>
          <w:rFonts w:ascii="Times New Roman" w:hAnsi="Times New Roman" w:cs="Times New Roman"/>
          <w:sz w:val="24"/>
          <w:szCs w:val="24"/>
        </w:rPr>
        <w:t>ВЛ-0,4 кВ №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07F11">
        <w:rPr>
          <w:rFonts w:ascii="Times New Roman" w:hAnsi="Times New Roman" w:cs="Times New Roman"/>
          <w:sz w:val="24"/>
          <w:szCs w:val="24"/>
        </w:rPr>
        <w:t xml:space="preserve"> ТП №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607F11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07F11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1002</w:t>
      </w:r>
      <w:r w:rsidRPr="00607F11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 кВ «Одинцово</w:t>
      </w:r>
      <w:r w:rsidRPr="00607F1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09A"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3A416F" w:rsidRPr="007762E6" w:rsidRDefault="003A416F" w:rsidP="003A41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605"/>
        <w:gridCol w:w="1640"/>
        <w:gridCol w:w="1428"/>
        <w:gridCol w:w="1535"/>
        <w:gridCol w:w="1715"/>
      </w:tblGrid>
      <w:tr w:rsidR="003A416F" w:rsidRPr="007762E6" w:rsidTr="00224335">
        <w:trPr>
          <w:jc w:val="center"/>
        </w:trPr>
        <w:tc>
          <w:tcPr>
            <w:tcW w:w="1028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2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A416F" w:rsidRPr="00944207" w:rsidTr="00224335">
        <w:trPr>
          <w:jc w:val="center"/>
        </w:trPr>
        <w:tc>
          <w:tcPr>
            <w:tcW w:w="1028" w:type="pct"/>
          </w:tcPr>
          <w:p w:rsidR="003A416F" w:rsidRPr="00944207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944207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1050" w:type="pct"/>
          </w:tcPr>
          <w:p w:rsidR="003A416F" w:rsidRPr="00DB5B5D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B5D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DB5B5D">
              <w:rPr>
                <w:rFonts w:ascii="Times New Roman" w:hAnsi="Times New Roman" w:cs="Times New Roman"/>
                <w:sz w:val="24"/>
                <w:szCs w:val="24"/>
              </w:rPr>
              <w:t>Щеченки</w:t>
            </w:r>
            <w:proofErr w:type="spellEnd"/>
            <w:r w:rsidRPr="00DB5B5D">
              <w:rPr>
                <w:rFonts w:ascii="Times New Roman" w:hAnsi="Times New Roman" w:cs="Times New Roman"/>
                <w:sz w:val="24"/>
                <w:szCs w:val="24"/>
              </w:rPr>
              <w:t>, ул. Березовая, д. 21</w:t>
            </w:r>
          </w:p>
        </w:tc>
        <w:tc>
          <w:tcPr>
            <w:tcW w:w="916" w:type="pct"/>
          </w:tcPr>
          <w:p w:rsidR="003A416F" w:rsidRPr="00F0067B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67B">
              <w:rPr>
                <w:rFonts w:ascii="Times New Roman" w:hAnsi="Times New Roman" w:cs="Times New Roman"/>
                <w:sz w:val="24"/>
              </w:rPr>
              <w:t>326881419</w:t>
            </w:r>
          </w:p>
        </w:tc>
        <w:tc>
          <w:tcPr>
            <w:tcW w:w="983" w:type="pct"/>
          </w:tcPr>
          <w:p w:rsidR="003A416F" w:rsidRPr="00F0067B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67B">
              <w:rPr>
                <w:rFonts w:ascii="Times New Roman" w:hAnsi="Times New Roman" w:cs="Times New Roman"/>
                <w:sz w:val="24"/>
              </w:rPr>
              <w:t>12008448</w:t>
            </w:r>
          </w:p>
        </w:tc>
        <w:tc>
          <w:tcPr>
            <w:tcW w:w="1022" w:type="pct"/>
          </w:tcPr>
          <w:p w:rsidR="003A416F" w:rsidRPr="00944207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ВЛ-0,4КВ ОТ Л-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1002</w:t>
            </w: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gramStart"/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proofErr w:type="gramEnd"/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/СТ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ОДИНЦОВО</w:t>
            </w:r>
          </w:p>
        </w:tc>
      </w:tr>
    </w:tbl>
    <w:p w:rsidR="003A416F" w:rsidRPr="007762E6" w:rsidRDefault="003A416F" w:rsidP="003A4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16F" w:rsidRPr="007762E6" w:rsidRDefault="003A416F" w:rsidP="003A416F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A416F" w:rsidRPr="007762E6" w:rsidRDefault="003A416F" w:rsidP="003A416F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A416F" w:rsidRPr="007762E6" w:rsidRDefault="003A416F" w:rsidP="003A416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A416F" w:rsidRDefault="003A416F" w:rsidP="003A416F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A416F" w:rsidRDefault="003A416F" w:rsidP="003A41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585"/>
        <w:gridCol w:w="1558"/>
        <w:gridCol w:w="1558"/>
        <w:gridCol w:w="1556"/>
      </w:tblGrid>
      <w:tr w:rsidR="003A416F" w:rsidRPr="00EF4E1A" w:rsidTr="00224335">
        <w:tc>
          <w:tcPr>
            <w:tcW w:w="255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A416F" w:rsidRPr="00385474" w:rsidTr="00224335">
        <w:tc>
          <w:tcPr>
            <w:tcW w:w="255" w:type="pct"/>
            <w:vAlign w:val="center"/>
          </w:tcPr>
          <w:p w:rsidR="003A416F" w:rsidRPr="00385474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1</w:t>
            </w:r>
          </w:p>
        </w:tc>
        <w:tc>
          <w:tcPr>
            <w:tcW w:w="745" w:type="pct"/>
            <w:vAlign w:val="center"/>
          </w:tcPr>
          <w:p w:rsidR="003A416F" w:rsidRPr="009F3813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D136AD">
              <w:rPr>
                <w:sz w:val="24"/>
                <w:szCs w:val="24"/>
              </w:rPr>
              <w:t>40356831</w:t>
            </w:r>
          </w:p>
        </w:tc>
        <w:tc>
          <w:tcPr>
            <w:tcW w:w="731" w:type="pct"/>
            <w:vAlign w:val="center"/>
          </w:tcPr>
          <w:p w:rsidR="003A416F" w:rsidRPr="00385474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3854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08.2011</w:t>
            </w:r>
            <w:r w:rsidRPr="00385474">
              <w:rPr>
                <w:sz w:val="24"/>
                <w:szCs w:val="24"/>
              </w:rPr>
              <w:t>г.</w:t>
            </w:r>
          </w:p>
        </w:tc>
        <w:tc>
          <w:tcPr>
            <w:tcW w:w="828" w:type="pct"/>
            <w:vAlign w:val="center"/>
          </w:tcPr>
          <w:p w:rsidR="003A416F" w:rsidRPr="006E0A0E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proofErr w:type="spellStart"/>
            <w:r w:rsidRPr="006E0A0E">
              <w:rPr>
                <w:sz w:val="24"/>
                <w:szCs w:val="24"/>
              </w:rPr>
              <w:t>Личардина</w:t>
            </w:r>
            <w:proofErr w:type="spellEnd"/>
            <w:r w:rsidRPr="006E0A0E">
              <w:rPr>
                <w:sz w:val="24"/>
                <w:szCs w:val="24"/>
              </w:rPr>
              <w:t xml:space="preserve"> Елена Петровна</w:t>
            </w:r>
          </w:p>
        </w:tc>
        <w:tc>
          <w:tcPr>
            <w:tcW w:w="814" w:type="pct"/>
            <w:vAlign w:val="center"/>
          </w:tcPr>
          <w:p w:rsidR="003A416F" w:rsidRPr="00385474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3A416F" w:rsidRPr="00385474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813" w:type="pct"/>
            <w:vAlign w:val="center"/>
          </w:tcPr>
          <w:p w:rsidR="003A416F" w:rsidRPr="00385474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23</w:t>
            </w:r>
          </w:p>
        </w:tc>
      </w:tr>
    </w:tbl>
    <w:p w:rsidR="003A416F" w:rsidRPr="007762E6" w:rsidRDefault="003A416F" w:rsidP="003A41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A416F" w:rsidRDefault="003A416F" w:rsidP="003A416F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A416F" w:rsidRPr="007762E6" w:rsidRDefault="003A416F" w:rsidP="003A416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A416F" w:rsidRPr="007762E6" w:rsidRDefault="003A416F" w:rsidP="003A416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A416F" w:rsidRPr="007762E6" w:rsidRDefault="003A416F" w:rsidP="003A416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A416F" w:rsidRPr="007762E6" w:rsidRDefault="003A416F" w:rsidP="003A41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A416F" w:rsidRPr="007762E6" w:rsidRDefault="003A416F" w:rsidP="003A416F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A416F" w:rsidRPr="007762E6" w:rsidRDefault="003A416F" w:rsidP="003A416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A416F" w:rsidRPr="007762E6" w:rsidRDefault="003A416F" w:rsidP="003A416F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23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A416F" w:rsidRDefault="003A416F" w:rsidP="003A416F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A416F" w:rsidRDefault="003A416F" w:rsidP="003A416F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491F72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опоры № </w:t>
      </w:r>
      <w:r>
        <w:rPr>
          <w:sz w:val="24"/>
          <w:szCs w:val="24"/>
        </w:rPr>
        <w:t>Е5</w:t>
      </w:r>
      <w:r w:rsidRPr="00491F72">
        <w:rPr>
          <w:sz w:val="24"/>
          <w:szCs w:val="24"/>
        </w:rPr>
        <w:t xml:space="preserve"> ВЛ-0,4 кВ №</w:t>
      </w:r>
      <w:r>
        <w:rPr>
          <w:sz w:val="24"/>
          <w:szCs w:val="24"/>
        </w:rPr>
        <w:t>1</w:t>
      </w:r>
      <w:r w:rsidRPr="00491F72">
        <w:rPr>
          <w:sz w:val="24"/>
          <w:szCs w:val="24"/>
        </w:rPr>
        <w:t xml:space="preserve">, запитанной от ТП № </w:t>
      </w:r>
      <w:r>
        <w:rPr>
          <w:sz w:val="24"/>
          <w:szCs w:val="24"/>
        </w:rPr>
        <w:t>100</w:t>
      </w:r>
      <w:r w:rsidRPr="00491F72">
        <w:rPr>
          <w:sz w:val="24"/>
          <w:szCs w:val="24"/>
        </w:rPr>
        <w:t xml:space="preserve"> ВЛ-</w:t>
      </w:r>
      <w:r>
        <w:rPr>
          <w:sz w:val="24"/>
          <w:szCs w:val="24"/>
        </w:rPr>
        <w:t>10</w:t>
      </w:r>
      <w:r w:rsidRPr="00491F72">
        <w:rPr>
          <w:sz w:val="24"/>
          <w:szCs w:val="24"/>
        </w:rPr>
        <w:t xml:space="preserve"> кВ № </w:t>
      </w:r>
      <w:r>
        <w:rPr>
          <w:sz w:val="24"/>
          <w:szCs w:val="24"/>
        </w:rPr>
        <w:t>1002</w:t>
      </w:r>
      <w:r w:rsidRPr="00491F72">
        <w:rPr>
          <w:sz w:val="24"/>
          <w:szCs w:val="24"/>
        </w:rPr>
        <w:t xml:space="preserve"> ПС «</w:t>
      </w:r>
      <w:r>
        <w:rPr>
          <w:sz w:val="24"/>
          <w:szCs w:val="24"/>
        </w:rPr>
        <w:t>Одинцово</w:t>
      </w:r>
      <w:r w:rsidRPr="00491F72">
        <w:rPr>
          <w:sz w:val="24"/>
          <w:szCs w:val="24"/>
        </w:rPr>
        <w:t>» 35/</w:t>
      </w:r>
      <w:r>
        <w:rPr>
          <w:sz w:val="24"/>
          <w:szCs w:val="24"/>
        </w:rPr>
        <w:t>10</w:t>
      </w:r>
      <w:r w:rsidRPr="00491F72">
        <w:rPr>
          <w:sz w:val="24"/>
          <w:szCs w:val="24"/>
        </w:rPr>
        <w:t xml:space="preserve"> кВ, до объекта</w:t>
      </w:r>
      <w:r>
        <w:rPr>
          <w:sz w:val="24"/>
          <w:szCs w:val="24"/>
        </w:rPr>
        <w:t xml:space="preserve"> (ориентировочно 400 м).</w:t>
      </w:r>
    </w:p>
    <w:p w:rsidR="003A416F" w:rsidRPr="0088445C" w:rsidRDefault="003A416F" w:rsidP="003A416F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ТП № 100 </w:t>
      </w:r>
      <w:r w:rsidRPr="007762E6">
        <w:rPr>
          <w:sz w:val="24"/>
          <w:szCs w:val="24"/>
        </w:rPr>
        <w:t>на пропуск нагрузки по ней.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№100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A416F" w:rsidRPr="007762E6" w:rsidRDefault="003A416F" w:rsidP="003A416F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A416F" w:rsidRPr="007762E6" w:rsidRDefault="003A416F" w:rsidP="003A416F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A416F" w:rsidRPr="007762E6" w:rsidRDefault="003A416F" w:rsidP="003A416F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A416F" w:rsidRPr="007762E6" w:rsidRDefault="003A416F" w:rsidP="003A416F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A416F" w:rsidRPr="007762E6" w:rsidRDefault="003A416F" w:rsidP="003A416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A416F" w:rsidRPr="007762E6" w:rsidRDefault="003A416F" w:rsidP="003A416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A416F" w:rsidRPr="007762E6" w:rsidRDefault="003A416F" w:rsidP="003A416F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A416F" w:rsidRPr="007762E6" w:rsidRDefault="003A416F" w:rsidP="003A416F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A416F" w:rsidRPr="00630696" w:rsidRDefault="003A416F" w:rsidP="003A416F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A416F" w:rsidRPr="00AB093C" w:rsidRDefault="003A416F" w:rsidP="003A416F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A416F" w:rsidRPr="007762E6" w:rsidRDefault="003A416F" w:rsidP="003A416F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</w:t>
      </w:r>
      <w:r w:rsidRPr="007762E6">
        <w:rPr>
          <w:sz w:val="24"/>
          <w:szCs w:val="24"/>
        </w:rPr>
        <w:lastRenderedPageBreak/>
        <w:t xml:space="preserve">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A416F" w:rsidRPr="007762E6" w:rsidRDefault="003A416F" w:rsidP="003A416F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A416F" w:rsidRPr="007762E6" w:rsidRDefault="003A416F" w:rsidP="003A416F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A416F" w:rsidRPr="00C903BE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A416F" w:rsidRPr="007762E6" w:rsidRDefault="003A416F" w:rsidP="003A416F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A416F" w:rsidRPr="007762E6" w:rsidRDefault="003A416F" w:rsidP="003A416F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A416F" w:rsidRPr="007762E6" w:rsidRDefault="003A416F" w:rsidP="003A416F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A416F" w:rsidRPr="00510A35" w:rsidRDefault="003A416F" w:rsidP="003A416F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3A416F" w:rsidRPr="007762E6" w:rsidRDefault="003A416F" w:rsidP="003A416F">
      <w:pPr>
        <w:pStyle w:val="a5"/>
        <w:numPr>
          <w:ilvl w:val="0"/>
          <w:numId w:val="9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A416F" w:rsidRDefault="003A416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3A416F" w:rsidRPr="007762E6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4-101к</w:t>
      </w:r>
    </w:p>
    <w:p w:rsidR="003A416F" w:rsidRPr="007762E6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A416F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 кВ №1 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ТП № </w:t>
      </w:r>
      <w:r>
        <w:rPr>
          <w:rFonts w:ascii="Times New Roman" w:hAnsi="Times New Roman" w:cs="Times New Roman"/>
          <w:sz w:val="24"/>
          <w:szCs w:val="24"/>
          <w:u w:val="single"/>
        </w:rPr>
        <w:t>287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613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ПС </w:t>
      </w:r>
      <w:r>
        <w:rPr>
          <w:rFonts w:ascii="Times New Roman" w:hAnsi="Times New Roman" w:cs="Times New Roman"/>
          <w:sz w:val="24"/>
          <w:szCs w:val="24"/>
          <w:u w:val="single"/>
        </w:rPr>
        <w:t>110/6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«Западная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3A416F" w:rsidRPr="00780201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A416F" w:rsidRPr="007762E6" w:rsidRDefault="003A416F" w:rsidP="003A416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A416F" w:rsidRPr="007762E6" w:rsidRDefault="003A416F" w:rsidP="003A416F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607F11">
        <w:rPr>
          <w:rFonts w:ascii="Times New Roman" w:hAnsi="Times New Roman" w:cs="Times New Roman"/>
          <w:sz w:val="24"/>
          <w:szCs w:val="24"/>
        </w:rPr>
        <w:t>ВЛ-0,4 кВ №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07F11">
        <w:rPr>
          <w:rFonts w:ascii="Times New Roman" w:hAnsi="Times New Roman" w:cs="Times New Roman"/>
          <w:sz w:val="24"/>
          <w:szCs w:val="24"/>
        </w:rPr>
        <w:t xml:space="preserve"> ТП № </w:t>
      </w:r>
      <w:r>
        <w:rPr>
          <w:rFonts w:ascii="Times New Roman" w:hAnsi="Times New Roman" w:cs="Times New Roman"/>
          <w:sz w:val="24"/>
          <w:szCs w:val="24"/>
        </w:rPr>
        <w:t>287</w:t>
      </w:r>
      <w:r w:rsidRPr="00607F11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07F11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613</w:t>
      </w:r>
      <w:r w:rsidRPr="00607F11">
        <w:rPr>
          <w:rFonts w:ascii="Times New Roman" w:hAnsi="Times New Roman" w:cs="Times New Roman"/>
          <w:sz w:val="24"/>
          <w:szCs w:val="24"/>
        </w:rPr>
        <w:t xml:space="preserve"> ПС </w:t>
      </w:r>
      <w:r>
        <w:rPr>
          <w:rFonts w:ascii="Times New Roman" w:hAnsi="Times New Roman" w:cs="Times New Roman"/>
          <w:sz w:val="24"/>
          <w:szCs w:val="24"/>
        </w:rPr>
        <w:t>110/6 кВ «</w:t>
      </w:r>
      <w:proofErr w:type="gramStart"/>
      <w:r>
        <w:rPr>
          <w:rFonts w:ascii="Times New Roman" w:hAnsi="Times New Roman" w:cs="Times New Roman"/>
          <w:sz w:val="24"/>
          <w:szCs w:val="24"/>
        </w:rPr>
        <w:t>Западная</w:t>
      </w:r>
      <w:proofErr w:type="gramEnd"/>
      <w:r w:rsidRPr="00607F1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09A"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</w:rPr>
        <w:t>, расположенной</w:t>
      </w:r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3A416F" w:rsidRPr="007762E6" w:rsidRDefault="003A416F" w:rsidP="003A41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605"/>
        <w:gridCol w:w="1640"/>
        <w:gridCol w:w="1428"/>
        <w:gridCol w:w="1535"/>
        <w:gridCol w:w="1715"/>
      </w:tblGrid>
      <w:tr w:rsidR="003A416F" w:rsidRPr="007762E6" w:rsidTr="00224335">
        <w:trPr>
          <w:jc w:val="center"/>
        </w:trPr>
        <w:tc>
          <w:tcPr>
            <w:tcW w:w="1028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2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A416F" w:rsidRPr="00944207" w:rsidTr="00224335">
        <w:trPr>
          <w:jc w:val="center"/>
        </w:trPr>
        <w:tc>
          <w:tcPr>
            <w:tcW w:w="1028" w:type="pct"/>
          </w:tcPr>
          <w:p w:rsidR="003A416F" w:rsidRPr="00944207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944207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1050" w:type="pct"/>
          </w:tcPr>
          <w:p w:rsidR="003A416F" w:rsidRPr="001F6CDB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CDB">
              <w:rPr>
                <w:rFonts w:ascii="Times New Roman" w:hAnsi="Times New Roman" w:cs="Times New Roman"/>
                <w:sz w:val="24"/>
                <w:szCs w:val="24"/>
              </w:rPr>
              <w:t xml:space="preserve">г. Смоленск, п. </w:t>
            </w:r>
            <w:proofErr w:type="spellStart"/>
            <w:r w:rsidRPr="001F6CDB">
              <w:rPr>
                <w:rFonts w:ascii="Times New Roman" w:hAnsi="Times New Roman" w:cs="Times New Roman"/>
                <w:sz w:val="24"/>
                <w:szCs w:val="24"/>
              </w:rPr>
              <w:t>Анастасино</w:t>
            </w:r>
            <w:proofErr w:type="spellEnd"/>
            <w:r w:rsidRPr="001F6CDB">
              <w:rPr>
                <w:rFonts w:ascii="Times New Roman" w:hAnsi="Times New Roman" w:cs="Times New Roman"/>
                <w:sz w:val="24"/>
                <w:szCs w:val="24"/>
              </w:rPr>
              <w:t>, д. 63-а</w:t>
            </w:r>
          </w:p>
        </w:tc>
        <w:tc>
          <w:tcPr>
            <w:tcW w:w="916" w:type="pct"/>
          </w:tcPr>
          <w:p w:rsidR="003A416F" w:rsidRPr="001F6CDB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C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320511619</w:t>
            </w:r>
          </w:p>
        </w:tc>
        <w:tc>
          <w:tcPr>
            <w:tcW w:w="983" w:type="pct"/>
          </w:tcPr>
          <w:p w:rsidR="003A416F" w:rsidRPr="001F6CDB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C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12000124</w:t>
            </w:r>
          </w:p>
        </w:tc>
        <w:tc>
          <w:tcPr>
            <w:tcW w:w="1022" w:type="pct"/>
          </w:tcPr>
          <w:p w:rsidR="003A416F" w:rsidRPr="00944207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ВЛ-0,4КВ ОТ Л-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613</w:t>
            </w: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gramStart"/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proofErr w:type="gramEnd"/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/СТ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ЗАПАДНАЯ</w:t>
            </w:r>
          </w:p>
        </w:tc>
      </w:tr>
    </w:tbl>
    <w:p w:rsidR="003A416F" w:rsidRPr="007762E6" w:rsidRDefault="003A416F" w:rsidP="003A4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16F" w:rsidRPr="007762E6" w:rsidRDefault="003A416F" w:rsidP="003A416F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A416F" w:rsidRPr="007762E6" w:rsidRDefault="003A416F" w:rsidP="003A416F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A416F" w:rsidRPr="007762E6" w:rsidRDefault="003A416F" w:rsidP="003A416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A416F" w:rsidRDefault="003A416F" w:rsidP="003A416F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A416F" w:rsidRDefault="003A416F" w:rsidP="003A41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585"/>
        <w:gridCol w:w="1558"/>
        <w:gridCol w:w="1558"/>
        <w:gridCol w:w="1556"/>
      </w:tblGrid>
      <w:tr w:rsidR="003A416F" w:rsidRPr="00EF4E1A" w:rsidTr="00224335">
        <w:tc>
          <w:tcPr>
            <w:tcW w:w="255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A416F" w:rsidRPr="00385474" w:rsidTr="00224335">
        <w:tc>
          <w:tcPr>
            <w:tcW w:w="255" w:type="pct"/>
            <w:vAlign w:val="center"/>
          </w:tcPr>
          <w:p w:rsidR="003A416F" w:rsidRPr="00385474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1</w:t>
            </w:r>
          </w:p>
        </w:tc>
        <w:tc>
          <w:tcPr>
            <w:tcW w:w="745" w:type="pct"/>
            <w:vAlign w:val="center"/>
          </w:tcPr>
          <w:p w:rsidR="003A416F" w:rsidRPr="009F3813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6DB8">
              <w:rPr>
                <w:sz w:val="24"/>
                <w:szCs w:val="24"/>
              </w:rPr>
              <w:t>40492125</w:t>
            </w:r>
          </w:p>
        </w:tc>
        <w:tc>
          <w:tcPr>
            <w:tcW w:w="731" w:type="pct"/>
            <w:vAlign w:val="center"/>
          </w:tcPr>
          <w:p w:rsidR="003A416F" w:rsidRPr="00385474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3854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01.2012</w:t>
            </w:r>
            <w:r w:rsidRPr="00385474">
              <w:rPr>
                <w:sz w:val="24"/>
                <w:szCs w:val="24"/>
              </w:rPr>
              <w:t>г.</w:t>
            </w:r>
          </w:p>
        </w:tc>
        <w:tc>
          <w:tcPr>
            <w:tcW w:w="828" w:type="pct"/>
            <w:vAlign w:val="center"/>
          </w:tcPr>
          <w:p w:rsidR="003A416F" w:rsidRPr="0048074F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48074F">
              <w:rPr>
                <w:sz w:val="24"/>
                <w:szCs w:val="24"/>
              </w:rPr>
              <w:t>Сафонов Андрей Евгеньевич</w:t>
            </w:r>
          </w:p>
        </w:tc>
        <w:tc>
          <w:tcPr>
            <w:tcW w:w="814" w:type="pct"/>
            <w:vAlign w:val="center"/>
          </w:tcPr>
          <w:p w:rsidR="003A416F" w:rsidRPr="00385474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3A416F" w:rsidRPr="00385474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813" w:type="pct"/>
            <w:vAlign w:val="center"/>
          </w:tcPr>
          <w:p w:rsidR="003A416F" w:rsidRPr="00385474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3A416F" w:rsidRPr="007762E6" w:rsidRDefault="003A416F" w:rsidP="003A41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A416F" w:rsidRDefault="003A416F" w:rsidP="003A416F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A416F" w:rsidRPr="007762E6" w:rsidRDefault="003A416F" w:rsidP="003A416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A416F" w:rsidRPr="007762E6" w:rsidRDefault="003A416F" w:rsidP="003A416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A416F" w:rsidRPr="007762E6" w:rsidRDefault="003A416F" w:rsidP="003A416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A416F" w:rsidRPr="007762E6" w:rsidRDefault="003A416F" w:rsidP="003A41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A416F" w:rsidRPr="007762E6" w:rsidRDefault="003A416F" w:rsidP="003A416F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A416F" w:rsidRPr="007762E6" w:rsidRDefault="003A416F" w:rsidP="003A416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A416F" w:rsidRPr="007762E6" w:rsidRDefault="003A416F" w:rsidP="003A416F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08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A416F" w:rsidRDefault="003A416F" w:rsidP="003A416F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A416F" w:rsidRDefault="003A416F" w:rsidP="003A416F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491F72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опоры </w:t>
      </w:r>
      <w:r w:rsidRPr="005215A1">
        <w:rPr>
          <w:sz w:val="24"/>
          <w:szCs w:val="24"/>
        </w:rPr>
        <w:t>№ 2 ВЛ-0,4 кВ № 1 ТП № 287 ВЛ-6 кВ № 613 ПС «Западная» 110/6 кВ, до объекта</w:t>
      </w:r>
      <w:r>
        <w:rPr>
          <w:sz w:val="24"/>
          <w:szCs w:val="24"/>
        </w:rPr>
        <w:t xml:space="preserve"> (ориентировочно 80 м).</w:t>
      </w:r>
    </w:p>
    <w:p w:rsidR="003A416F" w:rsidRPr="0088445C" w:rsidRDefault="003A416F" w:rsidP="003A416F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2</w:t>
      </w:r>
      <w:r w:rsidRPr="007762E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ТП № 287 </w:t>
      </w:r>
      <w:r w:rsidRPr="007762E6">
        <w:rPr>
          <w:sz w:val="24"/>
          <w:szCs w:val="24"/>
        </w:rPr>
        <w:t>на пропуск нагрузки по ней.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№287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A416F" w:rsidRPr="007762E6" w:rsidRDefault="003A416F" w:rsidP="003A416F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A416F" w:rsidRPr="007762E6" w:rsidRDefault="003A416F" w:rsidP="003A416F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A416F" w:rsidRPr="007762E6" w:rsidRDefault="003A416F" w:rsidP="003A416F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A416F" w:rsidRPr="007762E6" w:rsidRDefault="003A416F" w:rsidP="003A416F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A416F" w:rsidRPr="007762E6" w:rsidRDefault="003A416F" w:rsidP="003A416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A416F" w:rsidRPr="007762E6" w:rsidRDefault="003A416F" w:rsidP="003A416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A416F" w:rsidRPr="007762E6" w:rsidRDefault="003A416F" w:rsidP="003A416F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A416F" w:rsidRPr="007762E6" w:rsidRDefault="003A416F" w:rsidP="003A416F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A416F" w:rsidRPr="00630696" w:rsidRDefault="003A416F" w:rsidP="003A416F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A416F" w:rsidRPr="00AB093C" w:rsidRDefault="003A416F" w:rsidP="003A416F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A416F" w:rsidRPr="007762E6" w:rsidRDefault="003A416F" w:rsidP="003A416F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</w:t>
      </w:r>
      <w:r w:rsidRPr="007762E6">
        <w:rPr>
          <w:sz w:val="24"/>
          <w:szCs w:val="24"/>
        </w:rPr>
        <w:lastRenderedPageBreak/>
        <w:t xml:space="preserve">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A416F" w:rsidRPr="007762E6" w:rsidRDefault="003A416F" w:rsidP="003A416F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A416F" w:rsidRPr="007762E6" w:rsidRDefault="003A416F" w:rsidP="003A416F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A416F" w:rsidRPr="00C903BE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A416F" w:rsidRPr="007762E6" w:rsidRDefault="003A416F" w:rsidP="003A416F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A416F" w:rsidRPr="007762E6" w:rsidRDefault="003A416F" w:rsidP="003A416F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A416F" w:rsidRPr="007762E6" w:rsidRDefault="003A416F" w:rsidP="003A416F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A416F" w:rsidRPr="00510A35" w:rsidRDefault="003A416F" w:rsidP="003A416F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6 </w:t>
      </w:r>
      <w:r w:rsidRPr="00510A35">
        <w:rPr>
          <w:b/>
          <w:sz w:val="24"/>
          <w:szCs w:val="24"/>
        </w:rPr>
        <w:t>месяцев с момента заключения Договора.</w:t>
      </w:r>
    </w:p>
    <w:p w:rsidR="003A416F" w:rsidRPr="007762E6" w:rsidRDefault="003A416F" w:rsidP="003A416F">
      <w:pPr>
        <w:pStyle w:val="a5"/>
        <w:numPr>
          <w:ilvl w:val="0"/>
          <w:numId w:val="10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A416F" w:rsidRDefault="003A416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3A416F" w:rsidRPr="007762E6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4-111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3A416F" w:rsidRPr="007762E6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A416F" w:rsidRPr="004C26FE" w:rsidRDefault="003A416F" w:rsidP="003A416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C26FE">
        <w:rPr>
          <w:rFonts w:ascii="Times New Roman" w:hAnsi="Times New Roman" w:cs="Times New Roman"/>
          <w:sz w:val="24"/>
          <w:szCs w:val="24"/>
          <w:u w:val="single"/>
        </w:rPr>
        <w:t xml:space="preserve">ВЛ-0,4кВ ТП-10/0,4кВ </w:t>
      </w:r>
      <w:r w:rsidRPr="008214E0">
        <w:rPr>
          <w:rFonts w:ascii="Times New Roman" w:hAnsi="Times New Roman" w:cs="Times New Roman"/>
          <w:sz w:val="24"/>
          <w:szCs w:val="24"/>
          <w:u w:val="single"/>
        </w:rPr>
        <w:t>ВЛ-10 кВ № 1002 ПС 35/10 кВ "Одинцово"</w:t>
      </w:r>
    </w:p>
    <w:p w:rsidR="003A416F" w:rsidRPr="00FD2DF9" w:rsidRDefault="003A416F" w:rsidP="003A416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A416F" w:rsidRPr="00FD2DF9" w:rsidRDefault="003A416F" w:rsidP="003A416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A416F" w:rsidRPr="007762E6" w:rsidRDefault="003A416F" w:rsidP="003A416F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строительство </w:t>
      </w:r>
      <w:r w:rsidRPr="00B733B8">
        <w:rPr>
          <w:rFonts w:ascii="Times New Roman" w:hAnsi="Times New Roman" w:cs="Times New Roman"/>
          <w:sz w:val="24"/>
          <w:szCs w:val="24"/>
        </w:rPr>
        <w:t xml:space="preserve">ВЛ-0,4кВ ТП-10/0,4кВ </w:t>
      </w:r>
      <w:r w:rsidRPr="008214E0">
        <w:rPr>
          <w:rFonts w:ascii="Times New Roman" w:hAnsi="Times New Roman" w:cs="Times New Roman"/>
          <w:sz w:val="24"/>
          <w:szCs w:val="24"/>
        </w:rPr>
        <w:t>ВЛ-10 кВ № 1002 ПС 35/10 кВ "Одинцово"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3A416F" w:rsidRPr="007762E6" w:rsidRDefault="003A416F" w:rsidP="003A41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483"/>
        <w:gridCol w:w="1702"/>
        <w:gridCol w:w="1521"/>
        <w:gridCol w:w="1413"/>
        <w:gridCol w:w="1909"/>
      </w:tblGrid>
      <w:tr w:rsidR="003A416F" w:rsidRPr="007762E6" w:rsidTr="00224335">
        <w:tc>
          <w:tcPr>
            <w:tcW w:w="720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18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22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7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A416F" w:rsidRPr="007762E6" w:rsidTr="00224335">
        <w:trPr>
          <w:trHeight w:val="868"/>
        </w:trPr>
        <w:tc>
          <w:tcPr>
            <w:tcW w:w="720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918" w:type="pct"/>
            <w:vAlign w:val="center"/>
          </w:tcPr>
          <w:p w:rsidR="003A416F" w:rsidRPr="00E364A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9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1B4459">
              <w:rPr>
                <w:rFonts w:ascii="Times New Roman" w:hAnsi="Times New Roman" w:cs="Times New Roman"/>
                <w:sz w:val="24"/>
                <w:szCs w:val="24"/>
              </w:rPr>
              <w:t>Шабаново</w:t>
            </w:r>
            <w:proofErr w:type="spellEnd"/>
          </w:p>
        </w:tc>
        <w:tc>
          <w:tcPr>
            <w:tcW w:w="822" w:type="pct"/>
            <w:vAlign w:val="center"/>
          </w:tcPr>
          <w:p w:rsidR="003A416F" w:rsidRPr="001B4459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9">
              <w:rPr>
                <w:rFonts w:ascii="Times New Roman" w:hAnsi="Times New Roman" w:cs="Times New Roman"/>
                <w:sz w:val="24"/>
                <w:szCs w:val="24"/>
              </w:rPr>
              <w:t>12008448</w:t>
            </w:r>
          </w:p>
        </w:tc>
        <w:tc>
          <w:tcPr>
            <w:tcW w:w="765" w:type="pct"/>
            <w:vAlign w:val="center"/>
          </w:tcPr>
          <w:p w:rsidR="003A416F" w:rsidRPr="001B4459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9">
              <w:rPr>
                <w:rFonts w:ascii="Times New Roman" w:hAnsi="Times New Roman" w:cs="Times New Roman"/>
                <w:sz w:val="24"/>
                <w:szCs w:val="24"/>
              </w:rPr>
              <w:t>326881419</w:t>
            </w:r>
          </w:p>
        </w:tc>
        <w:tc>
          <w:tcPr>
            <w:tcW w:w="1027" w:type="pct"/>
            <w:vAlign w:val="center"/>
          </w:tcPr>
          <w:p w:rsidR="003A416F" w:rsidRPr="001B4459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9">
              <w:rPr>
                <w:rFonts w:ascii="Times New Roman" w:hAnsi="Times New Roman" w:cs="Times New Roman"/>
                <w:sz w:val="24"/>
                <w:szCs w:val="24"/>
              </w:rPr>
              <w:t xml:space="preserve">ВЛ-0,4КВ Л-1002 </w:t>
            </w:r>
            <w:proofErr w:type="gramStart"/>
            <w:r w:rsidRPr="001B445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B4459">
              <w:rPr>
                <w:rFonts w:ascii="Times New Roman" w:hAnsi="Times New Roman" w:cs="Times New Roman"/>
                <w:sz w:val="24"/>
                <w:szCs w:val="24"/>
              </w:rPr>
              <w:t>/СТ ОДИНЦОВО</w:t>
            </w:r>
          </w:p>
        </w:tc>
      </w:tr>
    </w:tbl>
    <w:p w:rsidR="003A416F" w:rsidRPr="007762E6" w:rsidRDefault="003A416F" w:rsidP="003A4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16F" w:rsidRPr="007762E6" w:rsidRDefault="003A416F" w:rsidP="003A416F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A416F" w:rsidRPr="007762E6" w:rsidRDefault="003A416F" w:rsidP="003A416F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A416F" w:rsidRPr="007762E6" w:rsidRDefault="003A416F" w:rsidP="003A416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A416F" w:rsidRDefault="003A416F" w:rsidP="003A416F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A416F" w:rsidRDefault="003A416F" w:rsidP="003A416F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473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4"/>
        <w:gridCol w:w="1249"/>
        <w:gridCol w:w="1190"/>
        <w:gridCol w:w="1875"/>
        <w:gridCol w:w="804"/>
        <w:gridCol w:w="1230"/>
        <w:gridCol w:w="1092"/>
        <w:gridCol w:w="1155"/>
      </w:tblGrid>
      <w:tr w:rsidR="003A416F" w:rsidRPr="00EF4E1A" w:rsidTr="00224335">
        <w:trPr>
          <w:trHeight w:val="141"/>
        </w:trPr>
        <w:tc>
          <w:tcPr>
            <w:tcW w:w="261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88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56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1034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43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678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02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37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A416F" w:rsidTr="00224335">
        <w:trPr>
          <w:trHeight w:hRule="exact" w:val="487"/>
        </w:trPr>
        <w:tc>
          <w:tcPr>
            <w:tcW w:w="261" w:type="pct"/>
            <w:vAlign w:val="center"/>
          </w:tcPr>
          <w:p w:rsidR="003A416F" w:rsidRPr="00EF4E1A" w:rsidRDefault="003A416F" w:rsidP="003A416F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:rsidR="003A416F" w:rsidRPr="00582882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2882">
              <w:rPr>
                <w:rFonts w:ascii="Times New Roman" w:eastAsia="Times New Roman" w:hAnsi="Times New Roman" w:cs="Times New Roman"/>
                <w:lang w:eastAsia="ru-RU"/>
              </w:rPr>
              <w:t>40477455</w:t>
            </w:r>
          </w:p>
        </w:tc>
        <w:tc>
          <w:tcPr>
            <w:tcW w:w="656" w:type="pct"/>
            <w:vAlign w:val="center"/>
          </w:tcPr>
          <w:p w:rsidR="003A416F" w:rsidRPr="00582882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2882">
              <w:rPr>
                <w:rFonts w:ascii="Times New Roman" w:eastAsia="Times New Roman" w:hAnsi="Times New Roman" w:cs="Times New Roman"/>
                <w:lang w:eastAsia="ru-RU"/>
              </w:rPr>
              <w:t>14.12.2011</w:t>
            </w:r>
          </w:p>
        </w:tc>
        <w:tc>
          <w:tcPr>
            <w:tcW w:w="1034" w:type="pct"/>
            <w:vAlign w:val="center"/>
          </w:tcPr>
          <w:p w:rsidR="003A416F" w:rsidRPr="00582882" w:rsidRDefault="003A416F" w:rsidP="00224335">
            <w:pPr>
              <w:pStyle w:val="ConsPlusNonformat"/>
              <w:widowControl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2882">
              <w:rPr>
                <w:rFonts w:ascii="Times New Roman" w:hAnsi="Times New Roman" w:cs="Times New Roman"/>
                <w:sz w:val="22"/>
                <w:szCs w:val="22"/>
              </w:rPr>
              <w:t>Масютина</w:t>
            </w:r>
            <w:proofErr w:type="spellEnd"/>
            <w:r w:rsidRPr="005828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Е.Т.</w:t>
            </w:r>
          </w:p>
        </w:tc>
        <w:tc>
          <w:tcPr>
            <w:tcW w:w="443" w:type="pct"/>
            <w:vAlign w:val="center"/>
          </w:tcPr>
          <w:p w:rsidR="003A416F" w:rsidRPr="00B31FD8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жилой дом</w:t>
            </w:r>
          </w:p>
        </w:tc>
        <w:tc>
          <w:tcPr>
            <w:tcW w:w="678" w:type="pct"/>
            <w:vMerge w:val="restart"/>
            <w:vAlign w:val="center"/>
          </w:tcPr>
          <w:p w:rsidR="003A416F" w:rsidRPr="00B31FD8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82882">
              <w:rPr>
                <w:sz w:val="22"/>
                <w:szCs w:val="22"/>
              </w:rPr>
              <w:t xml:space="preserve">Смоленский район, д. </w:t>
            </w:r>
            <w:proofErr w:type="spellStart"/>
            <w:r w:rsidRPr="00582882">
              <w:rPr>
                <w:sz w:val="22"/>
                <w:szCs w:val="22"/>
              </w:rPr>
              <w:t>Шабаново</w:t>
            </w:r>
            <w:proofErr w:type="spellEnd"/>
          </w:p>
        </w:tc>
        <w:tc>
          <w:tcPr>
            <w:tcW w:w="602" w:type="pct"/>
            <w:vAlign w:val="center"/>
          </w:tcPr>
          <w:p w:rsidR="003A416F" w:rsidRPr="00B31FD8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B31FD8">
              <w:rPr>
                <w:sz w:val="22"/>
                <w:szCs w:val="22"/>
              </w:rPr>
              <w:t>,0</w:t>
            </w:r>
          </w:p>
        </w:tc>
        <w:tc>
          <w:tcPr>
            <w:tcW w:w="637" w:type="pct"/>
            <w:vMerge w:val="restart"/>
            <w:vAlign w:val="center"/>
          </w:tcPr>
          <w:p w:rsidR="003A416F" w:rsidRPr="00B31FD8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0,4</w:t>
            </w:r>
          </w:p>
        </w:tc>
      </w:tr>
      <w:tr w:rsidR="003A416F" w:rsidTr="00224335">
        <w:trPr>
          <w:trHeight w:hRule="exact" w:val="561"/>
        </w:trPr>
        <w:tc>
          <w:tcPr>
            <w:tcW w:w="261" w:type="pct"/>
            <w:vAlign w:val="center"/>
          </w:tcPr>
          <w:p w:rsidR="003A416F" w:rsidRPr="00EF4E1A" w:rsidRDefault="003A416F" w:rsidP="003A416F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:rsidR="003A416F" w:rsidRPr="003C4128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128">
              <w:rPr>
                <w:rFonts w:ascii="Times New Roman" w:eastAsia="Times New Roman" w:hAnsi="Times New Roman" w:cs="Times New Roman"/>
                <w:lang w:eastAsia="ru-RU"/>
              </w:rPr>
              <w:t>40416858</w:t>
            </w:r>
          </w:p>
        </w:tc>
        <w:tc>
          <w:tcPr>
            <w:tcW w:w="656" w:type="pct"/>
            <w:vAlign w:val="center"/>
          </w:tcPr>
          <w:p w:rsidR="003A416F" w:rsidRPr="003C4128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128">
              <w:rPr>
                <w:rFonts w:ascii="Times New Roman" w:eastAsia="Times New Roman" w:hAnsi="Times New Roman" w:cs="Times New Roman"/>
                <w:lang w:eastAsia="ru-RU"/>
              </w:rPr>
              <w:t>06.10.2011</w:t>
            </w:r>
          </w:p>
        </w:tc>
        <w:tc>
          <w:tcPr>
            <w:tcW w:w="1034" w:type="pct"/>
            <w:vAlign w:val="center"/>
          </w:tcPr>
          <w:p w:rsidR="003A416F" w:rsidRPr="007777E3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777E3">
              <w:rPr>
                <w:rFonts w:ascii="Times New Roman" w:eastAsia="Times New Roman" w:hAnsi="Times New Roman" w:cs="Times New Roman"/>
                <w:lang w:eastAsia="ru-RU"/>
              </w:rPr>
              <w:t>Переливская</w:t>
            </w:r>
            <w:proofErr w:type="spellEnd"/>
            <w:r w:rsidRPr="007777E3">
              <w:rPr>
                <w:rFonts w:ascii="Times New Roman" w:eastAsia="Times New Roman" w:hAnsi="Times New Roman" w:cs="Times New Roman"/>
                <w:lang w:eastAsia="ru-RU"/>
              </w:rPr>
              <w:t xml:space="preserve"> Е. С.</w:t>
            </w:r>
          </w:p>
        </w:tc>
        <w:tc>
          <w:tcPr>
            <w:tcW w:w="443" w:type="pct"/>
            <w:vAlign w:val="center"/>
          </w:tcPr>
          <w:p w:rsidR="003A416F" w:rsidRPr="007777E3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7E3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678" w:type="pct"/>
            <w:vMerge/>
            <w:vAlign w:val="center"/>
          </w:tcPr>
          <w:p w:rsidR="003A416F" w:rsidRPr="007777E3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2" w:type="pct"/>
            <w:vAlign w:val="center"/>
          </w:tcPr>
          <w:p w:rsidR="003A416F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637" w:type="pct"/>
            <w:vMerge/>
            <w:vAlign w:val="center"/>
          </w:tcPr>
          <w:p w:rsidR="003A416F" w:rsidRPr="00B31FD8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</w:tr>
      <w:tr w:rsidR="003A416F" w:rsidTr="00224335">
        <w:trPr>
          <w:trHeight w:hRule="exact" w:val="565"/>
        </w:trPr>
        <w:tc>
          <w:tcPr>
            <w:tcW w:w="261" w:type="pct"/>
            <w:vAlign w:val="center"/>
          </w:tcPr>
          <w:p w:rsidR="003A416F" w:rsidRPr="00EF4E1A" w:rsidRDefault="003A416F" w:rsidP="003A416F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:rsidR="003A416F" w:rsidRPr="003C4128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128">
              <w:rPr>
                <w:rFonts w:ascii="Times New Roman" w:eastAsia="Times New Roman" w:hAnsi="Times New Roman" w:cs="Times New Roman"/>
                <w:lang w:eastAsia="ru-RU"/>
              </w:rPr>
              <w:t>40479270</w:t>
            </w:r>
          </w:p>
        </w:tc>
        <w:tc>
          <w:tcPr>
            <w:tcW w:w="656" w:type="pct"/>
            <w:vAlign w:val="center"/>
          </w:tcPr>
          <w:p w:rsidR="003A416F" w:rsidRPr="003C4128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128">
              <w:rPr>
                <w:rFonts w:ascii="Times New Roman" w:eastAsia="Times New Roman" w:hAnsi="Times New Roman" w:cs="Times New Roman"/>
                <w:lang w:eastAsia="ru-RU"/>
              </w:rPr>
              <w:t>15.12.2011</w:t>
            </w:r>
          </w:p>
        </w:tc>
        <w:tc>
          <w:tcPr>
            <w:tcW w:w="1034" w:type="pct"/>
            <w:vAlign w:val="center"/>
          </w:tcPr>
          <w:p w:rsidR="003A416F" w:rsidRPr="007777E3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777E3">
              <w:rPr>
                <w:rFonts w:ascii="Times New Roman" w:eastAsia="Times New Roman" w:hAnsi="Times New Roman" w:cs="Times New Roman"/>
                <w:lang w:eastAsia="ru-RU"/>
              </w:rPr>
              <w:t>Злотов</w:t>
            </w:r>
            <w:proofErr w:type="spellEnd"/>
            <w:r w:rsidRPr="007777E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Н.М.</w:t>
            </w:r>
          </w:p>
        </w:tc>
        <w:tc>
          <w:tcPr>
            <w:tcW w:w="443" w:type="pct"/>
            <w:vAlign w:val="center"/>
          </w:tcPr>
          <w:p w:rsidR="003A416F" w:rsidRPr="007777E3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7E3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678" w:type="pct"/>
            <w:vMerge/>
            <w:vAlign w:val="center"/>
          </w:tcPr>
          <w:p w:rsidR="003A416F" w:rsidRPr="007777E3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2" w:type="pct"/>
            <w:vAlign w:val="center"/>
          </w:tcPr>
          <w:p w:rsidR="003A416F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37" w:type="pct"/>
            <w:vMerge/>
            <w:vAlign w:val="center"/>
          </w:tcPr>
          <w:p w:rsidR="003A416F" w:rsidRPr="00B31FD8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</w:tr>
    </w:tbl>
    <w:p w:rsidR="003A416F" w:rsidRPr="007762E6" w:rsidRDefault="003A416F" w:rsidP="003A416F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A416F" w:rsidRPr="007762E6" w:rsidRDefault="003A416F" w:rsidP="003A416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A416F" w:rsidRPr="007762E6" w:rsidRDefault="003A416F" w:rsidP="003A416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A416F" w:rsidRPr="00671D0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A416F" w:rsidRPr="007762E6" w:rsidRDefault="003A416F" w:rsidP="003A416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A416F" w:rsidRPr="007762E6" w:rsidRDefault="003A416F" w:rsidP="003A41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A416F" w:rsidRPr="007762E6" w:rsidRDefault="003A416F" w:rsidP="003A416F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A416F" w:rsidRPr="007762E6" w:rsidRDefault="003A416F" w:rsidP="003A416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A416F" w:rsidRPr="008C5E8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A416F" w:rsidRPr="007762E6" w:rsidRDefault="003A416F" w:rsidP="003A416F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A416F" w:rsidRPr="001E11CA" w:rsidTr="00224335">
        <w:tc>
          <w:tcPr>
            <w:tcW w:w="5068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Напряжение ВЛИ</w:t>
            </w:r>
            <w:proofErr w:type="gramStart"/>
            <w:r w:rsidRPr="001E11CA">
              <w:rPr>
                <w:sz w:val="24"/>
                <w:szCs w:val="24"/>
              </w:rPr>
              <w:t xml:space="preserve"> ,</w:t>
            </w:r>
            <w:proofErr w:type="gramEnd"/>
            <w:r w:rsidRPr="001E11CA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0,4</w:t>
            </w:r>
          </w:p>
        </w:tc>
      </w:tr>
      <w:tr w:rsidR="003A416F" w:rsidRPr="001E11CA" w:rsidTr="00224335">
        <w:tc>
          <w:tcPr>
            <w:tcW w:w="5068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1E11CA">
              <w:rPr>
                <w:sz w:val="24"/>
                <w:szCs w:val="24"/>
              </w:rPr>
              <w:t>км</w:t>
            </w:r>
            <w:proofErr w:type="gramEnd"/>
            <w:r w:rsidRPr="001E11CA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,75</w:t>
            </w:r>
          </w:p>
        </w:tc>
      </w:tr>
      <w:tr w:rsidR="003A416F" w:rsidRPr="001E11CA" w:rsidTr="00224335">
        <w:tc>
          <w:tcPr>
            <w:tcW w:w="5068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СИП-2 ГОСТ </w:t>
            </w:r>
            <w:proofErr w:type="gramStart"/>
            <w:r w:rsidRPr="001E11CA">
              <w:rPr>
                <w:sz w:val="24"/>
                <w:szCs w:val="24"/>
              </w:rPr>
              <w:t>Р</w:t>
            </w:r>
            <w:proofErr w:type="gramEnd"/>
            <w:r w:rsidRPr="001E11CA">
              <w:rPr>
                <w:sz w:val="24"/>
                <w:szCs w:val="24"/>
              </w:rPr>
              <w:t xml:space="preserve"> 52373-2005</w:t>
            </w:r>
          </w:p>
        </w:tc>
      </w:tr>
      <w:tr w:rsidR="003A416F" w:rsidRPr="001E11CA" w:rsidTr="00224335">
        <w:tc>
          <w:tcPr>
            <w:tcW w:w="5068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Тип новых </w:t>
            </w:r>
            <w:proofErr w:type="gramStart"/>
            <w:r w:rsidRPr="001E11CA">
              <w:rPr>
                <w:sz w:val="24"/>
                <w:szCs w:val="24"/>
              </w:rPr>
              <w:t>ж/б</w:t>
            </w:r>
            <w:proofErr w:type="gramEnd"/>
            <w:r w:rsidRPr="001E11CA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1E11CA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A416F" w:rsidRPr="001E11CA" w:rsidTr="00224335">
        <w:tc>
          <w:tcPr>
            <w:tcW w:w="5068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1E11CA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30</w:t>
            </w:r>
          </w:p>
        </w:tc>
      </w:tr>
    </w:tbl>
    <w:p w:rsidR="003A416F" w:rsidRDefault="003A416F" w:rsidP="003A416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A416F" w:rsidRPr="001E11CA" w:rsidRDefault="003A416F" w:rsidP="003A416F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1E11CA">
        <w:rPr>
          <w:sz w:val="24"/>
          <w:szCs w:val="24"/>
        </w:rPr>
        <w:t>Предусмотреть строительство участка ВЛ-0,4кВ проводом марки СИП-2 от опоры</w:t>
      </w:r>
      <w:r>
        <w:rPr>
          <w:sz w:val="24"/>
          <w:szCs w:val="24"/>
        </w:rPr>
        <w:t xml:space="preserve"> (номер определить проектом)</w:t>
      </w:r>
      <w:r w:rsidRPr="001E11CA">
        <w:rPr>
          <w:sz w:val="24"/>
          <w:szCs w:val="24"/>
        </w:rPr>
        <w:t xml:space="preserve"> ВЛ-0,4кВ</w:t>
      </w:r>
      <w:proofErr w:type="gramStart"/>
      <w:r>
        <w:rPr>
          <w:sz w:val="24"/>
          <w:szCs w:val="24"/>
        </w:rPr>
        <w:t xml:space="preserve"> </w:t>
      </w:r>
      <w:r w:rsidRPr="001E11CA">
        <w:rPr>
          <w:sz w:val="24"/>
          <w:szCs w:val="24"/>
        </w:rPr>
        <w:t>,</w:t>
      </w:r>
      <w:proofErr w:type="gramEnd"/>
      <w:r w:rsidRPr="001E11CA">
        <w:rPr>
          <w:sz w:val="24"/>
          <w:szCs w:val="24"/>
        </w:rPr>
        <w:t xml:space="preserve"> проектируемой по ТЗ для Тюрин</w:t>
      </w:r>
      <w:r>
        <w:rPr>
          <w:sz w:val="24"/>
          <w:szCs w:val="24"/>
        </w:rPr>
        <w:t>а</w:t>
      </w:r>
      <w:r w:rsidRPr="001E11CA">
        <w:rPr>
          <w:sz w:val="24"/>
          <w:szCs w:val="24"/>
        </w:rPr>
        <w:t xml:space="preserve"> Н.В. от 27.05.2011г., </w:t>
      </w:r>
      <w:r>
        <w:rPr>
          <w:sz w:val="24"/>
          <w:szCs w:val="24"/>
        </w:rPr>
        <w:t>до территории Заявителей</w:t>
      </w:r>
      <w:r w:rsidRPr="001E11CA">
        <w:rPr>
          <w:sz w:val="24"/>
          <w:szCs w:val="24"/>
        </w:rPr>
        <w:t xml:space="preserve"> (</w:t>
      </w:r>
      <w:r>
        <w:rPr>
          <w:sz w:val="24"/>
          <w:szCs w:val="24"/>
        </w:rPr>
        <w:t>ориентировочно 75</w:t>
      </w:r>
      <w:r w:rsidRPr="001E11CA">
        <w:rPr>
          <w:sz w:val="24"/>
          <w:szCs w:val="24"/>
        </w:rPr>
        <w:t>0м).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5.7. 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A416F" w:rsidRPr="007762E6" w:rsidRDefault="003A416F" w:rsidP="003A416F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A416F" w:rsidRPr="008431D8" w:rsidRDefault="003A416F" w:rsidP="003A416F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A416F" w:rsidRPr="007762E6" w:rsidRDefault="003A416F" w:rsidP="003A416F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A416F" w:rsidRPr="007762E6" w:rsidRDefault="003A416F" w:rsidP="003A416F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A416F" w:rsidRPr="007762E6" w:rsidRDefault="003A416F" w:rsidP="003A416F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A416F" w:rsidRPr="007762E6" w:rsidRDefault="003A416F" w:rsidP="003A416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A416F" w:rsidRPr="007762E6" w:rsidRDefault="003A416F" w:rsidP="003A416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A416F" w:rsidRPr="007762E6" w:rsidRDefault="003A416F" w:rsidP="003A416F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A416F" w:rsidRPr="007762E6" w:rsidRDefault="003A416F" w:rsidP="003A416F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A416F" w:rsidRPr="00582E47" w:rsidRDefault="003A416F" w:rsidP="003A416F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A416F" w:rsidRPr="00FC79B3" w:rsidRDefault="003A416F" w:rsidP="003A416F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A416F" w:rsidRPr="007762E6" w:rsidRDefault="003A416F" w:rsidP="003A416F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A416F" w:rsidRPr="007762E6" w:rsidRDefault="003A416F" w:rsidP="003A416F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A416F" w:rsidRPr="007762E6" w:rsidRDefault="003A416F" w:rsidP="003A416F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A416F" w:rsidRPr="00C903BE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A416F" w:rsidRPr="007762E6" w:rsidRDefault="003A416F" w:rsidP="003A416F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A416F" w:rsidRPr="007762E6" w:rsidRDefault="003A416F" w:rsidP="003A416F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A416F" w:rsidRPr="007762E6" w:rsidRDefault="003A416F" w:rsidP="003A416F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A416F" w:rsidRPr="00904C7E" w:rsidRDefault="003A416F" w:rsidP="003A416F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3A416F" w:rsidRDefault="003A416F" w:rsidP="003A416F">
      <w:pPr>
        <w:pStyle w:val="a5"/>
        <w:numPr>
          <w:ilvl w:val="0"/>
          <w:numId w:val="1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A416F" w:rsidRDefault="003A416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3A416F" w:rsidRPr="007762E6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4-125к</w:t>
      </w:r>
    </w:p>
    <w:p w:rsidR="003A416F" w:rsidRPr="007762E6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>,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 xml:space="preserve"> и реконструкцию:</w:t>
      </w:r>
    </w:p>
    <w:p w:rsidR="003A416F" w:rsidRDefault="003A416F" w:rsidP="003A416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ТП № </w:t>
      </w:r>
      <w:r>
        <w:rPr>
          <w:rFonts w:ascii="Times New Roman" w:hAnsi="Times New Roman" w:cs="Times New Roman"/>
          <w:sz w:val="24"/>
          <w:szCs w:val="24"/>
          <w:u w:val="single"/>
        </w:rPr>
        <w:t>70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1002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«Одинцово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3A416F" w:rsidRPr="00780201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A416F" w:rsidRPr="007762E6" w:rsidRDefault="003A416F" w:rsidP="003A416F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A416F" w:rsidRPr="007762E6" w:rsidRDefault="003A416F" w:rsidP="003A416F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реконструкцию </w:t>
      </w:r>
      <w:r w:rsidRPr="000A6877">
        <w:rPr>
          <w:rFonts w:ascii="Times New Roman" w:hAnsi="Times New Roman" w:cs="Times New Roman"/>
          <w:sz w:val="24"/>
          <w:szCs w:val="24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</w:rPr>
        <w:t>2 ТП № 70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1002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r>
        <w:rPr>
          <w:rFonts w:ascii="Times New Roman" w:hAnsi="Times New Roman" w:cs="Times New Roman"/>
          <w:sz w:val="24"/>
          <w:szCs w:val="24"/>
        </w:rPr>
        <w:t>Одинцово</w:t>
      </w:r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 xml:space="preserve">со строительством ответвления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3A416F" w:rsidRPr="007762E6" w:rsidRDefault="003A416F" w:rsidP="003A41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605"/>
        <w:gridCol w:w="1640"/>
        <w:gridCol w:w="1428"/>
        <w:gridCol w:w="1535"/>
        <w:gridCol w:w="1715"/>
      </w:tblGrid>
      <w:tr w:rsidR="003A416F" w:rsidRPr="007762E6" w:rsidTr="00224335">
        <w:trPr>
          <w:jc w:val="center"/>
        </w:trPr>
        <w:tc>
          <w:tcPr>
            <w:tcW w:w="1028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2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A416F" w:rsidRPr="00944207" w:rsidTr="00224335">
        <w:trPr>
          <w:jc w:val="center"/>
        </w:trPr>
        <w:tc>
          <w:tcPr>
            <w:tcW w:w="1028" w:type="pct"/>
          </w:tcPr>
          <w:p w:rsidR="003A416F" w:rsidRPr="00944207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050" w:type="pct"/>
          </w:tcPr>
          <w:p w:rsidR="003A416F" w:rsidRPr="00FB0F01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F01">
              <w:rPr>
                <w:rFonts w:ascii="Times New Roman" w:hAnsi="Times New Roman" w:cs="Times New Roman"/>
                <w:sz w:val="24"/>
                <w:szCs w:val="24"/>
              </w:rPr>
              <w:t xml:space="preserve">Смоленский район,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Ковалевка</w:t>
            </w:r>
            <w:proofErr w:type="spellEnd"/>
          </w:p>
        </w:tc>
        <w:tc>
          <w:tcPr>
            <w:tcW w:w="916" w:type="pct"/>
          </w:tcPr>
          <w:p w:rsidR="003A416F" w:rsidRPr="00E04BAE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44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326881419</w:t>
            </w:r>
          </w:p>
        </w:tc>
        <w:tc>
          <w:tcPr>
            <w:tcW w:w="983" w:type="pct"/>
          </w:tcPr>
          <w:p w:rsidR="003A416F" w:rsidRPr="00E04BAE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44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12008448</w:t>
            </w:r>
          </w:p>
        </w:tc>
        <w:tc>
          <w:tcPr>
            <w:tcW w:w="1022" w:type="pct"/>
          </w:tcPr>
          <w:p w:rsidR="003A416F" w:rsidRPr="00944207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4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ВЛ-0,4КВ Л-1002 </w:t>
            </w:r>
            <w:proofErr w:type="gramStart"/>
            <w:r w:rsidRPr="00E004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proofErr w:type="gramEnd"/>
            <w:r w:rsidRPr="00E004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/СТ ОДИНЦОВО</w:t>
            </w:r>
          </w:p>
        </w:tc>
      </w:tr>
    </w:tbl>
    <w:p w:rsidR="003A416F" w:rsidRPr="007762E6" w:rsidRDefault="003A416F" w:rsidP="003A416F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A416F" w:rsidRPr="007762E6" w:rsidRDefault="003A416F" w:rsidP="003A416F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A416F" w:rsidRPr="007762E6" w:rsidRDefault="003A416F" w:rsidP="003A416F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A416F" w:rsidRDefault="003A416F" w:rsidP="003A416F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A416F" w:rsidRDefault="003A416F" w:rsidP="003A416F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3A416F" w:rsidRPr="00EF4E1A" w:rsidTr="00224335">
        <w:tc>
          <w:tcPr>
            <w:tcW w:w="255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A416F" w:rsidRPr="00EF4E1A" w:rsidTr="00224335">
        <w:tc>
          <w:tcPr>
            <w:tcW w:w="255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3A416F" w:rsidRPr="0013036D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3036D">
              <w:rPr>
                <w:sz w:val="24"/>
                <w:szCs w:val="24"/>
              </w:rPr>
              <w:t>40521908</w:t>
            </w:r>
          </w:p>
        </w:tc>
        <w:tc>
          <w:tcPr>
            <w:tcW w:w="731" w:type="pct"/>
            <w:vAlign w:val="center"/>
          </w:tcPr>
          <w:p w:rsidR="003A416F" w:rsidRPr="002E4CBE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12.03.2012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3A416F" w:rsidRPr="0013036D" w:rsidRDefault="003A416F" w:rsidP="00224335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3036D">
              <w:rPr>
                <w:rFonts w:ascii="Times New Roman" w:hAnsi="Times New Roman" w:cs="Times New Roman"/>
                <w:sz w:val="24"/>
                <w:szCs w:val="24"/>
              </w:rPr>
              <w:t>Уданов</w:t>
            </w:r>
            <w:proofErr w:type="spellEnd"/>
            <w:r w:rsidRPr="0013036D">
              <w:rPr>
                <w:rFonts w:ascii="Times New Roman" w:hAnsi="Times New Roman" w:cs="Times New Roman"/>
                <w:sz w:val="24"/>
                <w:szCs w:val="24"/>
              </w:rPr>
              <w:t xml:space="preserve"> Рустам </w:t>
            </w:r>
            <w:proofErr w:type="spellStart"/>
            <w:r w:rsidRPr="0013036D">
              <w:rPr>
                <w:rFonts w:ascii="Times New Roman" w:hAnsi="Times New Roman" w:cs="Times New Roman"/>
                <w:sz w:val="24"/>
                <w:szCs w:val="24"/>
              </w:rPr>
              <w:t>Юсупович</w:t>
            </w:r>
            <w:proofErr w:type="spellEnd"/>
          </w:p>
        </w:tc>
        <w:tc>
          <w:tcPr>
            <w:tcW w:w="733" w:type="pct"/>
            <w:vAlign w:val="center"/>
          </w:tcPr>
          <w:p w:rsidR="003A416F" w:rsidRPr="0070557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3A416F" w:rsidRPr="0070557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3A416F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3A416F" w:rsidRDefault="003A416F" w:rsidP="003A41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A416F" w:rsidRPr="007762E6" w:rsidRDefault="003A416F" w:rsidP="003A416F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A416F" w:rsidRPr="007762E6" w:rsidRDefault="003A416F" w:rsidP="003A416F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A416F" w:rsidRPr="007762E6" w:rsidRDefault="003A416F" w:rsidP="003A416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A416F" w:rsidRPr="007762E6" w:rsidRDefault="003A416F" w:rsidP="003A416F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A416F" w:rsidRPr="007762E6" w:rsidRDefault="003A416F" w:rsidP="003A41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A416F" w:rsidRPr="007762E6" w:rsidRDefault="003A416F" w:rsidP="003A416F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A416F" w:rsidRPr="007762E6" w:rsidRDefault="003A416F" w:rsidP="003A416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A416F" w:rsidRPr="007762E6" w:rsidRDefault="003A416F" w:rsidP="003A416F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07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A416F" w:rsidRDefault="003A416F" w:rsidP="003A416F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A416F" w:rsidRPr="002E61F2" w:rsidRDefault="003A416F" w:rsidP="003A416F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6497B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</w:t>
      </w:r>
      <w:r w:rsidRPr="002E61F2">
        <w:rPr>
          <w:sz w:val="24"/>
          <w:szCs w:val="24"/>
        </w:rPr>
        <w:t xml:space="preserve">от опоры № </w:t>
      </w:r>
      <w:r w:rsidRPr="00656D11">
        <w:rPr>
          <w:sz w:val="24"/>
          <w:szCs w:val="24"/>
        </w:rPr>
        <w:t>2/3 ВЛ-0,4 кВ № 2 ТП № 70 ВЛ-10 кВ № 1002 ПС «Одинцово» 35/10 кВ</w:t>
      </w:r>
      <w:r w:rsidRPr="006E1233">
        <w:rPr>
          <w:sz w:val="24"/>
          <w:szCs w:val="24"/>
        </w:rPr>
        <w:t>,</w:t>
      </w:r>
      <w:r w:rsidRPr="00653B2B">
        <w:rPr>
          <w:sz w:val="24"/>
          <w:szCs w:val="24"/>
        </w:rPr>
        <w:t xml:space="preserve"> до объекта</w:t>
      </w:r>
      <w:proofErr w:type="gramStart"/>
      <w:r w:rsidRPr="002E61F2">
        <w:rPr>
          <w:sz w:val="24"/>
          <w:szCs w:val="24"/>
        </w:rPr>
        <w:t>.</w:t>
      </w:r>
      <w:proofErr w:type="gramEnd"/>
      <w:r w:rsidRPr="002E61F2">
        <w:rPr>
          <w:sz w:val="24"/>
          <w:szCs w:val="24"/>
        </w:rPr>
        <w:t xml:space="preserve"> (</w:t>
      </w:r>
      <w:proofErr w:type="gramStart"/>
      <w:r w:rsidRPr="002E61F2">
        <w:rPr>
          <w:sz w:val="24"/>
          <w:szCs w:val="24"/>
        </w:rPr>
        <w:t>о</w:t>
      </w:r>
      <w:proofErr w:type="gramEnd"/>
      <w:r w:rsidRPr="002E61F2">
        <w:rPr>
          <w:sz w:val="24"/>
          <w:szCs w:val="24"/>
        </w:rPr>
        <w:t xml:space="preserve">риентировочно </w:t>
      </w:r>
      <w:r>
        <w:rPr>
          <w:sz w:val="24"/>
          <w:szCs w:val="24"/>
        </w:rPr>
        <w:t>7</w:t>
      </w:r>
      <w:r w:rsidRPr="002E61F2">
        <w:rPr>
          <w:sz w:val="24"/>
          <w:szCs w:val="24"/>
        </w:rPr>
        <w:t>0м)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2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№70 </w:t>
      </w:r>
      <w:r w:rsidRPr="007762E6">
        <w:rPr>
          <w:sz w:val="24"/>
          <w:szCs w:val="24"/>
        </w:rPr>
        <w:t>на пропуск нагрузки по ней.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№70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A416F" w:rsidRPr="007762E6" w:rsidRDefault="003A416F" w:rsidP="003A416F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A416F" w:rsidRPr="007762E6" w:rsidRDefault="003A416F" w:rsidP="003A416F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A416F" w:rsidRPr="007762E6" w:rsidRDefault="003A416F" w:rsidP="003A416F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A416F" w:rsidRPr="007762E6" w:rsidRDefault="003A416F" w:rsidP="003A416F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A416F" w:rsidRPr="007762E6" w:rsidRDefault="003A416F" w:rsidP="003A416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A416F" w:rsidRPr="007762E6" w:rsidRDefault="003A416F" w:rsidP="003A416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A416F" w:rsidRPr="007762E6" w:rsidRDefault="003A416F" w:rsidP="003A416F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A416F" w:rsidRPr="007762E6" w:rsidRDefault="003A416F" w:rsidP="003A416F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A416F" w:rsidRPr="00630696" w:rsidRDefault="003A416F" w:rsidP="003A416F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A416F" w:rsidRPr="00AB093C" w:rsidRDefault="003A416F" w:rsidP="003A416F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A416F" w:rsidRPr="007762E6" w:rsidRDefault="003A416F" w:rsidP="003A416F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</w:t>
      </w:r>
      <w:r w:rsidRPr="007762E6">
        <w:rPr>
          <w:sz w:val="24"/>
          <w:szCs w:val="24"/>
        </w:rPr>
        <w:lastRenderedPageBreak/>
        <w:t xml:space="preserve">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A416F" w:rsidRPr="007762E6" w:rsidRDefault="003A416F" w:rsidP="003A416F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A416F" w:rsidRPr="007762E6" w:rsidRDefault="003A416F" w:rsidP="003A416F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Расчеты за выполненные работы производятся в течение 30 (тридцати) рабочих дней с момента подписания сторонами актов выполненных работ.</w:t>
      </w:r>
    </w:p>
    <w:p w:rsidR="003A416F" w:rsidRPr="007762E6" w:rsidRDefault="003A416F" w:rsidP="003A416F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A416F" w:rsidRPr="007762E6" w:rsidRDefault="003A416F" w:rsidP="003A416F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A416F" w:rsidRPr="007762E6" w:rsidRDefault="003A416F" w:rsidP="003A416F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A416F" w:rsidRPr="007762E6" w:rsidRDefault="003A416F" w:rsidP="003A416F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</w:t>
      </w:r>
      <w:r w:rsidRPr="007762E6">
        <w:rPr>
          <w:b/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0"/>
          <w:numId w:val="12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A416F" w:rsidRDefault="003A416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3A416F" w:rsidRPr="007762E6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4-126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3A416F" w:rsidRPr="007762E6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A416F" w:rsidRPr="005C1D79" w:rsidRDefault="003A416F" w:rsidP="003A416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ВЛ-0,4кВ ТП-10/0,4кВ </w:t>
      </w:r>
      <w:r w:rsidRPr="000205AB">
        <w:rPr>
          <w:rFonts w:ascii="Times New Roman" w:hAnsi="Times New Roman" w:cs="Times New Roman"/>
          <w:sz w:val="24"/>
          <w:szCs w:val="24"/>
          <w:u w:val="single"/>
        </w:rPr>
        <w:t>ВЛ-10 кВ № 1006 ПС 35/10 кВ "</w:t>
      </w:r>
      <w:proofErr w:type="spellStart"/>
      <w:r w:rsidRPr="000205AB">
        <w:rPr>
          <w:rFonts w:ascii="Times New Roman" w:hAnsi="Times New Roman" w:cs="Times New Roman"/>
          <w:sz w:val="24"/>
          <w:szCs w:val="24"/>
          <w:u w:val="single"/>
        </w:rPr>
        <w:t>Лубня</w:t>
      </w:r>
      <w:proofErr w:type="spellEnd"/>
      <w:r w:rsidRPr="000205AB">
        <w:rPr>
          <w:rFonts w:ascii="Times New Roman" w:hAnsi="Times New Roman" w:cs="Times New Roman"/>
          <w:sz w:val="24"/>
          <w:szCs w:val="24"/>
          <w:u w:val="single"/>
        </w:rPr>
        <w:t>"</w:t>
      </w:r>
      <w:r w:rsidRPr="00804A6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3A416F" w:rsidRPr="00FD2DF9" w:rsidRDefault="003A416F" w:rsidP="003A416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A416F" w:rsidRPr="00FD2DF9" w:rsidRDefault="003A416F" w:rsidP="003A416F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A416F" w:rsidRPr="007762E6" w:rsidRDefault="003A416F" w:rsidP="003A416F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строительство </w:t>
      </w:r>
      <w:r w:rsidRPr="000205AB">
        <w:rPr>
          <w:rFonts w:ascii="Times New Roman" w:hAnsi="Times New Roman" w:cs="Times New Roman"/>
          <w:sz w:val="24"/>
          <w:szCs w:val="24"/>
        </w:rPr>
        <w:t>ВЛ-0,4кВ ТП-10/0,4кВ ВЛ-10 кВ № 1006 ПС 35/10 кВ «</w:t>
      </w:r>
      <w:proofErr w:type="spellStart"/>
      <w:r w:rsidRPr="000205AB">
        <w:rPr>
          <w:rFonts w:ascii="Times New Roman" w:hAnsi="Times New Roman" w:cs="Times New Roman"/>
          <w:sz w:val="24"/>
          <w:szCs w:val="24"/>
        </w:rPr>
        <w:t>Лубня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3A416F" w:rsidRPr="007762E6" w:rsidRDefault="003A416F" w:rsidP="003A41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483"/>
        <w:gridCol w:w="1567"/>
        <w:gridCol w:w="1656"/>
        <w:gridCol w:w="1413"/>
        <w:gridCol w:w="1909"/>
      </w:tblGrid>
      <w:tr w:rsidR="003A416F" w:rsidRPr="007762E6" w:rsidTr="00224335">
        <w:tc>
          <w:tcPr>
            <w:tcW w:w="720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47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93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765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1027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A416F" w:rsidRPr="007762E6" w:rsidTr="00224335">
        <w:trPr>
          <w:trHeight w:val="1114"/>
        </w:trPr>
        <w:tc>
          <w:tcPr>
            <w:tcW w:w="720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847" w:type="pct"/>
            <w:vAlign w:val="center"/>
          </w:tcPr>
          <w:p w:rsidR="003A416F" w:rsidRPr="00E364A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141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63141">
              <w:rPr>
                <w:rFonts w:ascii="Times New Roman" w:hAnsi="Times New Roman" w:cs="Times New Roman"/>
                <w:sz w:val="24"/>
                <w:szCs w:val="24"/>
              </w:rPr>
              <w:t>Зубовщина</w:t>
            </w:r>
            <w:proofErr w:type="spellEnd"/>
          </w:p>
        </w:tc>
        <w:tc>
          <w:tcPr>
            <w:tcW w:w="893" w:type="pct"/>
            <w:vAlign w:val="center"/>
          </w:tcPr>
          <w:p w:rsidR="003A416F" w:rsidRPr="0002066C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C">
              <w:rPr>
                <w:rFonts w:ascii="Times New Roman" w:hAnsi="Times New Roman" w:cs="Times New Roman"/>
                <w:sz w:val="24"/>
                <w:szCs w:val="24"/>
              </w:rPr>
              <w:t>12000129</w:t>
            </w:r>
          </w:p>
        </w:tc>
        <w:tc>
          <w:tcPr>
            <w:tcW w:w="765" w:type="pct"/>
            <w:vAlign w:val="center"/>
          </w:tcPr>
          <w:p w:rsidR="003A416F" w:rsidRPr="0002066C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C">
              <w:rPr>
                <w:rFonts w:ascii="Times New Roman" w:hAnsi="Times New Roman" w:cs="Times New Roman"/>
                <w:sz w:val="24"/>
                <w:szCs w:val="24"/>
              </w:rPr>
              <w:t>320291019</w:t>
            </w:r>
          </w:p>
        </w:tc>
        <w:tc>
          <w:tcPr>
            <w:tcW w:w="1027" w:type="pct"/>
            <w:vAlign w:val="center"/>
          </w:tcPr>
          <w:p w:rsidR="003A416F" w:rsidRPr="0002066C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C">
              <w:rPr>
                <w:rFonts w:ascii="Times New Roman" w:hAnsi="Times New Roman" w:cs="Times New Roman"/>
                <w:sz w:val="24"/>
                <w:szCs w:val="24"/>
              </w:rPr>
              <w:t xml:space="preserve">ВЛ-0,4КВ ОТ Л-1006 </w:t>
            </w:r>
            <w:proofErr w:type="gramStart"/>
            <w:r w:rsidRPr="000206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2066C">
              <w:rPr>
                <w:rFonts w:ascii="Times New Roman" w:hAnsi="Times New Roman" w:cs="Times New Roman"/>
                <w:sz w:val="24"/>
                <w:szCs w:val="24"/>
              </w:rPr>
              <w:t>/СТ ЛУБНЯ</w:t>
            </w:r>
          </w:p>
        </w:tc>
      </w:tr>
    </w:tbl>
    <w:p w:rsidR="003A416F" w:rsidRPr="007762E6" w:rsidRDefault="003A416F" w:rsidP="003A4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16F" w:rsidRPr="007762E6" w:rsidRDefault="003A416F" w:rsidP="003A416F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A416F" w:rsidRPr="007762E6" w:rsidRDefault="003A416F" w:rsidP="003A416F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A416F" w:rsidRPr="007762E6" w:rsidRDefault="003A416F" w:rsidP="003A416F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A416F" w:rsidRDefault="003A416F" w:rsidP="003A416F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A416F" w:rsidRDefault="003A416F" w:rsidP="003A416F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445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3"/>
        <w:gridCol w:w="1248"/>
        <w:gridCol w:w="1190"/>
        <w:gridCol w:w="1876"/>
        <w:gridCol w:w="804"/>
        <w:gridCol w:w="1470"/>
        <w:gridCol w:w="853"/>
        <w:gridCol w:w="620"/>
      </w:tblGrid>
      <w:tr w:rsidR="003A416F" w:rsidRPr="00EF4E1A" w:rsidTr="00224335">
        <w:trPr>
          <w:trHeight w:val="141"/>
        </w:trPr>
        <w:tc>
          <w:tcPr>
            <w:tcW w:w="278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31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7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1099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61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500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363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A416F" w:rsidTr="00224335">
        <w:trPr>
          <w:trHeight w:hRule="exact" w:val="1077"/>
        </w:trPr>
        <w:tc>
          <w:tcPr>
            <w:tcW w:w="278" w:type="pct"/>
            <w:vAlign w:val="center"/>
          </w:tcPr>
          <w:p w:rsidR="003A416F" w:rsidRPr="00EF4E1A" w:rsidRDefault="003A416F" w:rsidP="003A416F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40395310</w:t>
            </w:r>
          </w:p>
        </w:tc>
        <w:tc>
          <w:tcPr>
            <w:tcW w:w="697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22.08.2011</w:t>
            </w:r>
          </w:p>
        </w:tc>
        <w:tc>
          <w:tcPr>
            <w:tcW w:w="1099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гр. Сивцова Е. А.</w:t>
            </w:r>
          </w:p>
        </w:tc>
        <w:tc>
          <w:tcPr>
            <w:tcW w:w="471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61" w:type="pct"/>
            <w:vAlign w:val="center"/>
          </w:tcPr>
          <w:p w:rsidR="003A416F" w:rsidRPr="0018064D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 xml:space="preserve">Смоленский район, д. </w:t>
            </w:r>
            <w:proofErr w:type="spellStart"/>
            <w:r w:rsidRPr="0018064D">
              <w:rPr>
                <w:sz w:val="22"/>
                <w:szCs w:val="22"/>
              </w:rPr>
              <w:t>Зубовщина</w:t>
            </w:r>
            <w:proofErr w:type="spellEnd"/>
          </w:p>
        </w:tc>
        <w:tc>
          <w:tcPr>
            <w:tcW w:w="500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363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3A416F" w:rsidTr="00224335">
        <w:trPr>
          <w:trHeight w:hRule="exact" w:val="1077"/>
        </w:trPr>
        <w:tc>
          <w:tcPr>
            <w:tcW w:w="278" w:type="pct"/>
            <w:vAlign w:val="center"/>
          </w:tcPr>
          <w:p w:rsidR="003A416F" w:rsidRPr="00EF4E1A" w:rsidRDefault="003A416F" w:rsidP="003A416F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40401972</w:t>
            </w:r>
          </w:p>
        </w:tc>
        <w:tc>
          <w:tcPr>
            <w:tcW w:w="697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25.08.2011</w:t>
            </w:r>
          </w:p>
        </w:tc>
        <w:tc>
          <w:tcPr>
            <w:tcW w:w="1099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гр. Сивцова В. В.</w:t>
            </w:r>
          </w:p>
        </w:tc>
        <w:tc>
          <w:tcPr>
            <w:tcW w:w="471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61" w:type="pct"/>
            <w:vAlign w:val="center"/>
          </w:tcPr>
          <w:p w:rsidR="003A416F" w:rsidRPr="0018064D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Смоленский район</w:t>
            </w:r>
            <w:r w:rsidRPr="0018064D">
              <w:rPr>
                <w:sz w:val="22"/>
                <w:szCs w:val="22"/>
              </w:rPr>
              <w:br/>
              <w:t xml:space="preserve">д. </w:t>
            </w:r>
            <w:proofErr w:type="spellStart"/>
            <w:r w:rsidRPr="0018064D">
              <w:rPr>
                <w:sz w:val="22"/>
                <w:szCs w:val="22"/>
              </w:rPr>
              <w:t>Зубовщина</w:t>
            </w:r>
            <w:proofErr w:type="spellEnd"/>
          </w:p>
        </w:tc>
        <w:tc>
          <w:tcPr>
            <w:tcW w:w="500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363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0,23</w:t>
            </w:r>
          </w:p>
        </w:tc>
      </w:tr>
      <w:tr w:rsidR="003A416F" w:rsidTr="00224335">
        <w:trPr>
          <w:trHeight w:hRule="exact" w:val="1077"/>
        </w:trPr>
        <w:tc>
          <w:tcPr>
            <w:tcW w:w="278" w:type="pct"/>
            <w:vAlign w:val="center"/>
          </w:tcPr>
          <w:p w:rsidR="003A416F" w:rsidRPr="00EF4E1A" w:rsidRDefault="003A416F" w:rsidP="003A416F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40401895</w:t>
            </w:r>
          </w:p>
        </w:tc>
        <w:tc>
          <w:tcPr>
            <w:tcW w:w="697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05.09.2011</w:t>
            </w:r>
          </w:p>
        </w:tc>
        <w:tc>
          <w:tcPr>
            <w:tcW w:w="1099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гр. Савин В. В.</w:t>
            </w:r>
          </w:p>
        </w:tc>
        <w:tc>
          <w:tcPr>
            <w:tcW w:w="471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61" w:type="pct"/>
            <w:vAlign w:val="center"/>
          </w:tcPr>
          <w:p w:rsidR="003A416F" w:rsidRPr="0018064D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 xml:space="preserve">Смоленский район, д. </w:t>
            </w:r>
            <w:proofErr w:type="spellStart"/>
            <w:r w:rsidRPr="0018064D">
              <w:rPr>
                <w:sz w:val="22"/>
                <w:szCs w:val="22"/>
              </w:rPr>
              <w:t>Зубовщина</w:t>
            </w:r>
            <w:proofErr w:type="spellEnd"/>
          </w:p>
        </w:tc>
        <w:tc>
          <w:tcPr>
            <w:tcW w:w="500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363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0,23</w:t>
            </w:r>
          </w:p>
        </w:tc>
      </w:tr>
      <w:tr w:rsidR="003A416F" w:rsidTr="00224335">
        <w:trPr>
          <w:trHeight w:hRule="exact" w:val="1077"/>
        </w:trPr>
        <w:tc>
          <w:tcPr>
            <w:tcW w:w="278" w:type="pct"/>
            <w:vAlign w:val="center"/>
          </w:tcPr>
          <w:p w:rsidR="003A416F" w:rsidRPr="00EF4E1A" w:rsidRDefault="003A416F" w:rsidP="003A416F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40401909</w:t>
            </w:r>
          </w:p>
        </w:tc>
        <w:tc>
          <w:tcPr>
            <w:tcW w:w="697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30.09.2011</w:t>
            </w:r>
          </w:p>
        </w:tc>
        <w:tc>
          <w:tcPr>
            <w:tcW w:w="1099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 xml:space="preserve">гр. </w:t>
            </w:r>
            <w:proofErr w:type="spellStart"/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Дудас</w:t>
            </w:r>
            <w:proofErr w:type="spellEnd"/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 xml:space="preserve"> В. И.</w:t>
            </w:r>
          </w:p>
        </w:tc>
        <w:tc>
          <w:tcPr>
            <w:tcW w:w="471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61" w:type="pct"/>
            <w:vAlign w:val="center"/>
          </w:tcPr>
          <w:p w:rsidR="003A416F" w:rsidRPr="0018064D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 xml:space="preserve">Смоленский район, д. </w:t>
            </w:r>
            <w:proofErr w:type="spellStart"/>
            <w:r w:rsidRPr="0018064D">
              <w:rPr>
                <w:sz w:val="22"/>
                <w:szCs w:val="22"/>
              </w:rPr>
              <w:t>Зубовщина</w:t>
            </w:r>
            <w:proofErr w:type="spellEnd"/>
          </w:p>
        </w:tc>
        <w:tc>
          <w:tcPr>
            <w:tcW w:w="500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63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3A416F" w:rsidTr="00224335">
        <w:trPr>
          <w:trHeight w:hRule="exact" w:val="1077"/>
        </w:trPr>
        <w:tc>
          <w:tcPr>
            <w:tcW w:w="278" w:type="pct"/>
            <w:vAlign w:val="center"/>
          </w:tcPr>
          <w:p w:rsidR="003A416F" w:rsidRPr="00EF4E1A" w:rsidRDefault="003A416F" w:rsidP="003A416F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40401998</w:t>
            </w:r>
          </w:p>
        </w:tc>
        <w:tc>
          <w:tcPr>
            <w:tcW w:w="697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26.09.2011</w:t>
            </w:r>
          </w:p>
        </w:tc>
        <w:tc>
          <w:tcPr>
            <w:tcW w:w="1099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гр. Пунин Д. А.</w:t>
            </w:r>
          </w:p>
        </w:tc>
        <w:tc>
          <w:tcPr>
            <w:tcW w:w="471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61" w:type="pct"/>
            <w:vAlign w:val="center"/>
          </w:tcPr>
          <w:p w:rsidR="003A416F" w:rsidRPr="0018064D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Смоленский район</w:t>
            </w:r>
            <w:r w:rsidRPr="0018064D">
              <w:rPr>
                <w:sz w:val="22"/>
                <w:szCs w:val="22"/>
              </w:rPr>
              <w:br/>
              <w:t xml:space="preserve">д. </w:t>
            </w:r>
            <w:proofErr w:type="spellStart"/>
            <w:r w:rsidRPr="0018064D">
              <w:rPr>
                <w:sz w:val="22"/>
                <w:szCs w:val="22"/>
              </w:rPr>
              <w:t>Зубовщина</w:t>
            </w:r>
            <w:proofErr w:type="spellEnd"/>
          </w:p>
        </w:tc>
        <w:tc>
          <w:tcPr>
            <w:tcW w:w="500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363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0,23</w:t>
            </w:r>
          </w:p>
        </w:tc>
      </w:tr>
      <w:tr w:rsidR="003A416F" w:rsidTr="00224335">
        <w:trPr>
          <w:trHeight w:hRule="exact" w:val="1077"/>
        </w:trPr>
        <w:tc>
          <w:tcPr>
            <w:tcW w:w="278" w:type="pct"/>
            <w:vAlign w:val="center"/>
          </w:tcPr>
          <w:p w:rsidR="003A416F" w:rsidRPr="00EF4E1A" w:rsidRDefault="003A416F" w:rsidP="003A416F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40401986</w:t>
            </w:r>
          </w:p>
        </w:tc>
        <w:tc>
          <w:tcPr>
            <w:tcW w:w="697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26.09.2011</w:t>
            </w:r>
          </w:p>
        </w:tc>
        <w:tc>
          <w:tcPr>
            <w:tcW w:w="1099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 xml:space="preserve">гр. </w:t>
            </w:r>
            <w:proofErr w:type="spellStart"/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Осипенкова</w:t>
            </w:r>
            <w:proofErr w:type="spellEnd"/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 xml:space="preserve"> Г. С.</w:t>
            </w:r>
          </w:p>
        </w:tc>
        <w:tc>
          <w:tcPr>
            <w:tcW w:w="471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61" w:type="pct"/>
            <w:vAlign w:val="center"/>
          </w:tcPr>
          <w:p w:rsidR="003A416F" w:rsidRPr="0018064D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 xml:space="preserve">Смоленский район, д. </w:t>
            </w:r>
            <w:proofErr w:type="spellStart"/>
            <w:r w:rsidRPr="0018064D">
              <w:rPr>
                <w:sz w:val="22"/>
                <w:szCs w:val="22"/>
              </w:rPr>
              <w:t>Зубовщина</w:t>
            </w:r>
            <w:proofErr w:type="spellEnd"/>
          </w:p>
        </w:tc>
        <w:tc>
          <w:tcPr>
            <w:tcW w:w="500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363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0,23</w:t>
            </w:r>
          </w:p>
        </w:tc>
      </w:tr>
      <w:tr w:rsidR="003A416F" w:rsidTr="00224335">
        <w:trPr>
          <w:trHeight w:hRule="exact" w:val="1077"/>
        </w:trPr>
        <w:tc>
          <w:tcPr>
            <w:tcW w:w="278" w:type="pct"/>
            <w:vAlign w:val="center"/>
          </w:tcPr>
          <w:p w:rsidR="003A416F" w:rsidRPr="00EF4E1A" w:rsidRDefault="003A416F" w:rsidP="003A416F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40410138</w:t>
            </w:r>
          </w:p>
        </w:tc>
        <w:tc>
          <w:tcPr>
            <w:tcW w:w="697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15.09.2011</w:t>
            </w:r>
          </w:p>
        </w:tc>
        <w:tc>
          <w:tcPr>
            <w:tcW w:w="1099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 xml:space="preserve">гр. </w:t>
            </w:r>
            <w:proofErr w:type="spellStart"/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Ряжечкин</w:t>
            </w:r>
            <w:proofErr w:type="spellEnd"/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 xml:space="preserve"> В. А.</w:t>
            </w:r>
          </w:p>
        </w:tc>
        <w:tc>
          <w:tcPr>
            <w:tcW w:w="471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61" w:type="pct"/>
            <w:vAlign w:val="center"/>
          </w:tcPr>
          <w:p w:rsidR="003A416F" w:rsidRPr="0018064D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Смоленский район</w:t>
            </w:r>
            <w:r w:rsidRPr="0018064D">
              <w:rPr>
                <w:sz w:val="22"/>
                <w:szCs w:val="22"/>
              </w:rPr>
              <w:br/>
              <w:t xml:space="preserve">д. </w:t>
            </w:r>
            <w:proofErr w:type="spellStart"/>
            <w:r w:rsidRPr="0018064D">
              <w:rPr>
                <w:sz w:val="22"/>
                <w:szCs w:val="22"/>
              </w:rPr>
              <w:t>Зубовщина</w:t>
            </w:r>
            <w:proofErr w:type="spellEnd"/>
          </w:p>
        </w:tc>
        <w:tc>
          <w:tcPr>
            <w:tcW w:w="500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363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3A416F" w:rsidTr="00224335">
        <w:trPr>
          <w:trHeight w:hRule="exact" w:val="1077"/>
        </w:trPr>
        <w:tc>
          <w:tcPr>
            <w:tcW w:w="278" w:type="pct"/>
            <w:vAlign w:val="center"/>
          </w:tcPr>
          <w:p w:rsidR="003A416F" w:rsidRPr="00EF4E1A" w:rsidRDefault="003A416F" w:rsidP="003A416F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40488855</w:t>
            </w:r>
          </w:p>
        </w:tc>
        <w:tc>
          <w:tcPr>
            <w:tcW w:w="697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29.12.2011</w:t>
            </w:r>
          </w:p>
        </w:tc>
        <w:tc>
          <w:tcPr>
            <w:tcW w:w="1099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 xml:space="preserve">гр. </w:t>
            </w:r>
            <w:proofErr w:type="spellStart"/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Алексеенкова</w:t>
            </w:r>
            <w:proofErr w:type="spellEnd"/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 xml:space="preserve"> В. И.</w:t>
            </w:r>
          </w:p>
        </w:tc>
        <w:tc>
          <w:tcPr>
            <w:tcW w:w="471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61" w:type="pct"/>
            <w:vAlign w:val="center"/>
          </w:tcPr>
          <w:p w:rsidR="003A416F" w:rsidRPr="0018064D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 xml:space="preserve">Смоленский район, д. </w:t>
            </w:r>
            <w:proofErr w:type="spellStart"/>
            <w:r w:rsidRPr="0018064D">
              <w:rPr>
                <w:sz w:val="22"/>
                <w:szCs w:val="22"/>
              </w:rPr>
              <w:t>Зубовщина</w:t>
            </w:r>
            <w:proofErr w:type="spellEnd"/>
          </w:p>
        </w:tc>
        <w:tc>
          <w:tcPr>
            <w:tcW w:w="500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363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</w:tbl>
    <w:p w:rsidR="003A416F" w:rsidRDefault="003A416F" w:rsidP="003A41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A416F" w:rsidRPr="007762E6" w:rsidRDefault="003A416F" w:rsidP="003A416F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A416F" w:rsidRPr="007762E6" w:rsidRDefault="003A416F" w:rsidP="003A416F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A416F" w:rsidRPr="007762E6" w:rsidRDefault="003A416F" w:rsidP="003A416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A416F" w:rsidRPr="00671D0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A416F" w:rsidRPr="007762E6" w:rsidRDefault="003A416F" w:rsidP="003A416F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A416F" w:rsidRPr="007762E6" w:rsidRDefault="003A416F" w:rsidP="003A41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A416F" w:rsidRPr="007762E6" w:rsidRDefault="003A416F" w:rsidP="003A416F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Стадийность проведения работ.</w:t>
      </w:r>
    </w:p>
    <w:p w:rsidR="003A416F" w:rsidRPr="007762E6" w:rsidRDefault="003A416F" w:rsidP="003A416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A416F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A416F" w:rsidRPr="007762E6" w:rsidRDefault="003A416F" w:rsidP="003A416F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3A416F" w:rsidRPr="007762E6" w:rsidRDefault="003A416F" w:rsidP="003A416F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A416F" w:rsidRPr="001E11CA" w:rsidTr="00224335">
        <w:tc>
          <w:tcPr>
            <w:tcW w:w="5068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Напряжение ВЛИ</w:t>
            </w:r>
            <w:proofErr w:type="gramStart"/>
            <w:r w:rsidRPr="001E11CA">
              <w:rPr>
                <w:sz w:val="24"/>
                <w:szCs w:val="24"/>
              </w:rPr>
              <w:t xml:space="preserve"> ,</w:t>
            </w:r>
            <w:proofErr w:type="gramEnd"/>
            <w:r w:rsidRPr="001E11CA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0,4</w:t>
            </w:r>
          </w:p>
        </w:tc>
      </w:tr>
      <w:tr w:rsidR="003A416F" w:rsidRPr="001E11CA" w:rsidTr="00224335">
        <w:tc>
          <w:tcPr>
            <w:tcW w:w="5068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1E11CA">
              <w:rPr>
                <w:sz w:val="24"/>
                <w:szCs w:val="24"/>
              </w:rPr>
              <w:t>км</w:t>
            </w:r>
            <w:proofErr w:type="gramEnd"/>
            <w:r w:rsidRPr="001E11CA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300</w:t>
            </w:r>
          </w:p>
        </w:tc>
      </w:tr>
      <w:tr w:rsidR="003A416F" w:rsidRPr="001E11CA" w:rsidTr="00224335">
        <w:tc>
          <w:tcPr>
            <w:tcW w:w="5068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СИП-2 ГОСТ </w:t>
            </w:r>
            <w:proofErr w:type="gramStart"/>
            <w:r w:rsidRPr="001E11CA">
              <w:rPr>
                <w:sz w:val="24"/>
                <w:szCs w:val="24"/>
              </w:rPr>
              <w:t>Р</w:t>
            </w:r>
            <w:proofErr w:type="gramEnd"/>
            <w:r w:rsidRPr="001E11CA">
              <w:rPr>
                <w:sz w:val="24"/>
                <w:szCs w:val="24"/>
              </w:rPr>
              <w:t xml:space="preserve"> 52373-2005</w:t>
            </w:r>
          </w:p>
        </w:tc>
      </w:tr>
      <w:tr w:rsidR="003A416F" w:rsidRPr="001E11CA" w:rsidTr="00224335">
        <w:tc>
          <w:tcPr>
            <w:tcW w:w="5068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Тип новых </w:t>
            </w:r>
            <w:proofErr w:type="gramStart"/>
            <w:r w:rsidRPr="001E11CA">
              <w:rPr>
                <w:sz w:val="24"/>
                <w:szCs w:val="24"/>
              </w:rPr>
              <w:t>ж/б</w:t>
            </w:r>
            <w:proofErr w:type="gramEnd"/>
            <w:r w:rsidRPr="001E11CA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1E11CA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A416F" w:rsidRPr="001E11CA" w:rsidTr="00224335">
        <w:tc>
          <w:tcPr>
            <w:tcW w:w="5068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1E11CA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30</w:t>
            </w:r>
          </w:p>
        </w:tc>
      </w:tr>
    </w:tbl>
    <w:p w:rsidR="003A416F" w:rsidRDefault="003A416F" w:rsidP="003A416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A416F" w:rsidRDefault="003A416F" w:rsidP="003A416F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1E11CA">
        <w:rPr>
          <w:sz w:val="24"/>
          <w:szCs w:val="24"/>
        </w:rPr>
        <w:t xml:space="preserve">Предусмотреть строительство участка ВЛ-0,4кВ проводом марки СИП-2 от опоры ВЛ-0,4кВ, проектируемой по ТЗ для </w:t>
      </w:r>
      <w:proofErr w:type="spellStart"/>
      <w:r w:rsidRPr="000F79CD">
        <w:rPr>
          <w:sz w:val="24"/>
          <w:szCs w:val="24"/>
        </w:rPr>
        <w:t>Чехомов</w:t>
      </w:r>
      <w:r>
        <w:rPr>
          <w:sz w:val="24"/>
          <w:szCs w:val="24"/>
        </w:rPr>
        <w:t>а</w:t>
      </w:r>
      <w:proofErr w:type="spellEnd"/>
      <w:r w:rsidRPr="000F79CD">
        <w:rPr>
          <w:sz w:val="24"/>
          <w:szCs w:val="24"/>
        </w:rPr>
        <w:t xml:space="preserve"> С.Я. </w:t>
      </w:r>
      <w:r>
        <w:rPr>
          <w:sz w:val="24"/>
          <w:szCs w:val="24"/>
        </w:rPr>
        <w:t>и др. от 19.08</w:t>
      </w:r>
      <w:r w:rsidRPr="001E11CA">
        <w:rPr>
          <w:sz w:val="24"/>
          <w:szCs w:val="24"/>
        </w:rPr>
        <w:t xml:space="preserve">.2011г., </w:t>
      </w:r>
      <w:r>
        <w:rPr>
          <w:sz w:val="24"/>
          <w:szCs w:val="24"/>
        </w:rPr>
        <w:t xml:space="preserve">до территории Заявителей </w:t>
      </w:r>
      <w:r w:rsidRPr="001E11CA">
        <w:rPr>
          <w:sz w:val="24"/>
          <w:szCs w:val="24"/>
        </w:rPr>
        <w:t>(ориентир</w:t>
      </w:r>
      <w:r>
        <w:rPr>
          <w:sz w:val="24"/>
          <w:szCs w:val="24"/>
        </w:rPr>
        <w:t>овочно 30</w:t>
      </w:r>
      <w:r w:rsidRPr="001E11CA">
        <w:rPr>
          <w:sz w:val="24"/>
          <w:szCs w:val="24"/>
        </w:rPr>
        <w:t>0м).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5.7. 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A416F" w:rsidRPr="007762E6" w:rsidRDefault="003A416F" w:rsidP="003A416F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-по гололеду: первый(10мм); второй(15мм); третий(20мм);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A416F" w:rsidRPr="008431D8" w:rsidRDefault="003A416F" w:rsidP="003A416F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 xml:space="preserve">, а сметную </w:t>
      </w:r>
      <w:r w:rsidRPr="007762E6">
        <w:rPr>
          <w:sz w:val="24"/>
          <w:szCs w:val="24"/>
        </w:rPr>
        <w:lastRenderedPageBreak/>
        <w:t>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A416F" w:rsidRPr="007762E6" w:rsidRDefault="003A416F" w:rsidP="003A416F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A416F" w:rsidRPr="007762E6" w:rsidRDefault="003A416F" w:rsidP="003A416F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A416F" w:rsidRPr="007762E6" w:rsidRDefault="003A416F" w:rsidP="003A416F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A416F" w:rsidRPr="007762E6" w:rsidRDefault="003A416F" w:rsidP="003A416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A416F" w:rsidRPr="007762E6" w:rsidRDefault="003A416F" w:rsidP="003A416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A416F" w:rsidRPr="007762E6" w:rsidRDefault="003A416F" w:rsidP="003A416F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A416F" w:rsidRPr="007762E6" w:rsidRDefault="003A416F" w:rsidP="003A416F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A416F" w:rsidRPr="00582E47" w:rsidRDefault="003A416F" w:rsidP="003A416F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A416F" w:rsidRPr="00FC79B3" w:rsidRDefault="003A416F" w:rsidP="003A416F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A416F" w:rsidRPr="007762E6" w:rsidRDefault="003A416F" w:rsidP="003A416F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A416F" w:rsidRPr="007762E6" w:rsidRDefault="003A416F" w:rsidP="003A416F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A416F" w:rsidRPr="007762E6" w:rsidRDefault="003A416F" w:rsidP="003A416F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A416F" w:rsidRPr="00C903BE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A416F" w:rsidRPr="007762E6" w:rsidRDefault="003A416F" w:rsidP="003A416F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A416F" w:rsidRPr="007762E6" w:rsidRDefault="003A416F" w:rsidP="003A416F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A416F" w:rsidRPr="007762E6" w:rsidRDefault="003A416F" w:rsidP="003A416F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A416F" w:rsidRPr="00904C7E" w:rsidRDefault="003A416F" w:rsidP="003A416F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3A416F" w:rsidRPr="00C92849" w:rsidRDefault="003A416F" w:rsidP="003A416F">
      <w:pPr>
        <w:pStyle w:val="a5"/>
        <w:numPr>
          <w:ilvl w:val="0"/>
          <w:numId w:val="13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A416F" w:rsidRDefault="003A416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3A416F" w:rsidRPr="007762E6" w:rsidRDefault="003A416F" w:rsidP="003A41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16F" w:rsidRPr="007762E6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4-128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3A416F" w:rsidRPr="007762E6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A416F" w:rsidRPr="005C1D79" w:rsidRDefault="003A416F" w:rsidP="003A416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ВЛ-0,4кВ ТП-10/0,4кВ </w:t>
      </w:r>
      <w:r w:rsidRPr="003B6DF5">
        <w:rPr>
          <w:rFonts w:ascii="Times New Roman" w:hAnsi="Times New Roman" w:cs="Times New Roman"/>
          <w:sz w:val="24"/>
          <w:szCs w:val="24"/>
          <w:u w:val="single"/>
        </w:rPr>
        <w:t>ВЛ-10 кВ № 1006 ПС 35/10кВ «</w:t>
      </w:r>
      <w:proofErr w:type="spellStart"/>
      <w:r w:rsidRPr="003B6DF5">
        <w:rPr>
          <w:rFonts w:ascii="Times New Roman" w:hAnsi="Times New Roman" w:cs="Times New Roman"/>
          <w:sz w:val="24"/>
          <w:szCs w:val="24"/>
          <w:u w:val="single"/>
        </w:rPr>
        <w:t>Лубня</w:t>
      </w:r>
      <w:proofErr w:type="spellEnd"/>
      <w:r w:rsidRPr="003B6DF5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D24DAE">
        <w:rPr>
          <w:b/>
        </w:rPr>
        <w:t xml:space="preserve"> </w:t>
      </w:r>
    </w:p>
    <w:p w:rsidR="003A416F" w:rsidRPr="00FD2DF9" w:rsidRDefault="003A416F" w:rsidP="003A416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A416F" w:rsidRPr="00FD2DF9" w:rsidRDefault="003A416F" w:rsidP="003A416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A416F" w:rsidRPr="007762E6" w:rsidRDefault="003A416F" w:rsidP="003A416F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строительство </w:t>
      </w:r>
      <w:r w:rsidRPr="000205AB">
        <w:rPr>
          <w:rFonts w:ascii="Times New Roman" w:hAnsi="Times New Roman" w:cs="Times New Roman"/>
          <w:sz w:val="24"/>
          <w:szCs w:val="24"/>
        </w:rPr>
        <w:t>ВЛ-0,4кВ ТП-10/0,4кВ ВЛ-10 кВ № 1006 ПС 35/10 кВ «</w:t>
      </w:r>
      <w:proofErr w:type="spellStart"/>
      <w:r w:rsidRPr="000205AB">
        <w:rPr>
          <w:rFonts w:ascii="Times New Roman" w:hAnsi="Times New Roman" w:cs="Times New Roman"/>
          <w:sz w:val="24"/>
          <w:szCs w:val="24"/>
        </w:rPr>
        <w:t>Лубня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3A416F" w:rsidRPr="007762E6" w:rsidRDefault="003A416F" w:rsidP="003A41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483"/>
        <w:gridCol w:w="1567"/>
        <w:gridCol w:w="1656"/>
        <w:gridCol w:w="1413"/>
        <w:gridCol w:w="1909"/>
      </w:tblGrid>
      <w:tr w:rsidR="003A416F" w:rsidRPr="007762E6" w:rsidTr="00224335">
        <w:tc>
          <w:tcPr>
            <w:tcW w:w="720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47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93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765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1027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A416F" w:rsidRPr="007762E6" w:rsidTr="00224335">
        <w:trPr>
          <w:trHeight w:val="1114"/>
        </w:trPr>
        <w:tc>
          <w:tcPr>
            <w:tcW w:w="720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847" w:type="pct"/>
            <w:vAlign w:val="center"/>
          </w:tcPr>
          <w:p w:rsidR="003A416F" w:rsidRPr="00E364A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487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547487">
              <w:rPr>
                <w:rFonts w:ascii="Times New Roman" w:hAnsi="Times New Roman" w:cs="Times New Roman"/>
                <w:sz w:val="24"/>
                <w:szCs w:val="24"/>
              </w:rPr>
              <w:t>Лубня</w:t>
            </w:r>
            <w:proofErr w:type="spellEnd"/>
          </w:p>
        </w:tc>
        <w:tc>
          <w:tcPr>
            <w:tcW w:w="893" w:type="pct"/>
            <w:vAlign w:val="center"/>
          </w:tcPr>
          <w:p w:rsidR="003A416F" w:rsidRPr="0002066C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C">
              <w:rPr>
                <w:rFonts w:ascii="Times New Roman" w:hAnsi="Times New Roman" w:cs="Times New Roman"/>
                <w:sz w:val="24"/>
                <w:szCs w:val="24"/>
              </w:rPr>
              <w:t>12000129</w:t>
            </w:r>
          </w:p>
        </w:tc>
        <w:tc>
          <w:tcPr>
            <w:tcW w:w="765" w:type="pct"/>
            <w:vAlign w:val="center"/>
          </w:tcPr>
          <w:p w:rsidR="003A416F" w:rsidRPr="0002066C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C">
              <w:rPr>
                <w:rFonts w:ascii="Times New Roman" w:hAnsi="Times New Roman" w:cs="Times New Roman"/>
                <w:sz w:val="24"/>
                <w:szCs w:val="24"/>
              </w:rPr>
              <w:t>320291019</w:t>
            </w:r>
          </w:p>
        </w:tc>
        <w:tc>
          <w:tcPr>
            <w:tcW w:w="1027" w:type="pct"/>
            <w:vAlign w:val="center"/>
          </w:tcPr>
          <w:p w:rsidR="003A416F" w:rsidRPr="0002066C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C">
              <w:rPr>
                <w:rFonts w:ascii="Times New Roman" w:hAnsi="Times New Roman" w:cs="Times New Roman"/>
                <w:sz w:val="24"/>
                <w:szCs w:val="24"/>
              </w:rPr>
              <w:t xml:space="preserve">ВЛ-0,4КВ ОТ Л-1006 </w:t>
            </w:r>
            <w:proofErr w:type="gramStart"/>
            <w:r w:rsidRPr="000206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2066C">
              <w:rPr>
                <w:rFonts w:ascii="Times New Roman" w:hAnsi="Times New Roman" w:cs="Times New Roman"/>
                <w:sz w:val="24"/>
                <w:szCs w:val="24"/>
              </w:rPr>
              <w:t>/СТ ЛУБНЯ</w:t>
            </w:r>
          </w:p>
        </w:tc>
      </w:tr>
    </w:tbl>
    <w:p w:rsidR="003A416F" w:rsidRPr="007762E6" w:rsidRDefault="003A416F" w:rsidP="003A4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16F" w:rsidRPr="007762E6" w:rsidRDefault="003A416F" w:rsidP="003A416F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A416F" w:rsidRPr="007762E6" w:rsidRDefault="003A416F" w:rsidP="003A416F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A416F" w:rsidRPr="007762E6" w:rsidRDefault="003A416F" w:rsidP="003A416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A416F" w:rsidRDefault="003A416F" w:rsidP="003A416F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A416F" w:rsidRDefault="003A416F" w:rsidP="003A416F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445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3"/>
        <w:gridCol w:w="1248"/>
        <w:gridCol w:w="1190"/>
        <w:gridCol w:w="1876"/>
        <w:gridCol w:w="804"/>
        <w:gridCol w:w="1470"/>
        <w:gridCol w:w="853"/>
        <w:gridCol w:w="620"/>
      </w:tblGrid>
      <w:tr w:rsidR="003A416F" w:rsidRPr="00EF4E1A" w:rsidTr="00224335">
        <w:trPr>
          <w:trHeight w:val="141"/>
        </w:trPr>
        <w:tc>
          <w:tcPr>
            <w:tcW w:w="278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31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7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1099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61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500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363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A416F" w:rsidTr="00224335">
        <w:trPr>
          <w:trHeight w:hRule="exact" w:val="1077"/>
        </w:trPr>
        <w:tc>
          <w:tcPr>
            <w:tcW w:w="278" w:type="pct"/>
            <w:vAlign w:val="center"/>
          </w:tcPr>
          <w:p w:rsidR="003A416F" w:rsidRPr="00EF4E1A" w:rsidRDefault="003A416F" w:rsidP="003A416F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3A416F" w:rsidRPr="00415FBA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15FBA">
              <w:rPr>
                <w:rFonts w:ascii="Times New Roman" w:eastAsia="Times New Roman" w:hAnsi="Times New Roman" w:cs="Times New Roman"/>
                <w:lang w:eastAsia="ru-RU"/>
              </w:rPr>
              <w:t>40500561</w:t>
            </w:r>
          </w:p>
        </w:tc>
        <w:tc>
          <w:tcPr>
            <w:tcW w:w="697" w:type="pct"/>
            <w:vAlign w:val="center"/>
          </w:tcPr>
          <w:p w:rsidR="003A416F" w:rsidRPr="00415FBA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15FBA">
              <w:rPr>
                <w:rFonts w:ascii="Times New Roman" w:eastAsia="Times New Roman" w:hAnsi="Times New Roman" w:cs="Times New Roman"/>
                <w:lang w:eastAsia="ru-RU"/>
              </w:rPr>
              <w:t>30.01.2012</w:t>
            </w:r>
          </w:p>
        </w:tc>
        <w:tc>
          <w:tcPr>
            <w:tcW w:w="1099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84F8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84F87">
              <w:rPr>
                <w:rFonts w:ascii="Times New Roman" w:eastAsia="Times New Roman" w:hAnsi="Times New Roman" w:cs="Times New Roman"/>
                <w:lang w:eastAsia="ru-RU"/>
              </w:rPr>
              <w:t>Деделева</w:t>
            </w:r>
            <w:proofErr w:type="spellEnd"/>
            <w:r w:rsidRPr="00184F87">
              <w:rPr>
                <w:rFonts w:ascii="Times New Roman" w:eastAsia="Times New Roman" w:hAnsi="Times New Roman" w:cs="Times New Roman"/>
                <w:lang w:eastAsia="ru-RU"/>
              </w:rPr>
              <w:t xml:space="preserve"> М. В.</w:t>
            </w:r>
          </w:p>
        </w:tc>
        <w:tc>
          <w:tcPr>
            <w:tcW w:w="471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61" w:type="pct"/>
            <w:vAlign w:val="center"/>
          </w:tcPr>
          <w:p w:rsidR="003A416F" w:rsidRPr="0018064D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897D70">
              <w:rPr>
                <w:sz w:val="22"/>
                <w:szCs w:val="22"/>
              </w:rPr>
              <w:t xml:space="preserve">Смоленский район, д. </w:t>
            </w:r>
            <w:proofErr w:type="spellStart"/>
            <w:r w:rsidRPr="00897D70">
              <w:rPr>
                <w:sz w:val="22"/>
                <w:szCs w:val="22"/>
              </w:rPr>
              <w:t>Лубня</w:t>
            </w:r>
            <w:proofErr w:type="spellEnd"/>
          </w:p>
        </w:tc>
        <w:tc>
          <w:tcPr>
            <w:tcW w:w="500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363" w:type="pct"/>
            <w:vAlign w:val="center"/>
          </w:tcPr>
          <w:p w:rsidR="003A416F" w:rsidRPr="003F7782" w:rsidRDefault="003A416F" w:rsidP="0022433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F7782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</w:tbl>
    <w:p w:rsidR="003A416F" w:rsidRDefault="003A416F" w:rsidP="003A41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A416F" w:rsidRPr="007762E6" w:rsidRDefault="003A416F" w:rsidP="003A416F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A416F" w:rsidRPr="007762E6" w:rsidRDefault="003A416F" w:rsidP="003A416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ПУЭ (действующее издание);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A416F" w:rsidRPr="007762E6" w:rsidRDefault="003A416F" w:rsidP="003A416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A416F" w:rsidRPr="00671D0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A416F" w:rsidRPr="007762E6" w:rsidRDefault="003A416F" w:rsidP="003A416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A416F" w:rsidRPr="007762E6" w:rsidRDefault="003A416F" w:rsidP="003A41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A416F" w:rsidRPr="007762E6" w:rsidRDefault="003A416F" w:rsidP="003A416F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A416F" w:rsidRPr="007762E6" w:rsidRDefault="003A416F" w:rsidP="003A416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A416F" w:rsidRPr="00496588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A416F" w:rsidRPr="007762E6" w:rsidRDefault="003A416F" w:rsidP="003A416F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A416F" w:rsidRPr="001E11CA" w:rsidTr="00224335">
        <w:tc>
          <w:tcPr>
            <w:tcW w:w="5068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Напряжение ВЛИ</w:t>
            </w:r>
            <w:proofErr w:type="gramStart"/>
            <w:r w:rsidRPr="001E11CA">
              <w:rPr>
                <w:sz w:val="24"/>
                <w:szCs w:val="24"/>
              </w:rPr>
              <w:t xml:space="preserve"> ,</w:t>
            </w:r>
            <w:proofErr w:type="gramEnd"/>
            <w:r w:rsidRPr="001E11CA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0,4</w:t>
            </w:r>
          </w:p>
        </w:tc>
      </w:tr>
      <w:tr w:rsidR="003A416F" w:rsidRPr="001E11CA" w:rsidTr="00224335">
        <w:tc>
          <w:tcPr>
            <w:tcW w:w="5068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1E11CA">
              <w:rPr>
                <w:sz w:val="24"/>
                <w:szCs w:val="24"/>
              </w:rPr>
              <w:t>км</w:t>
            </w:r>
            <w:proofErr w:type="gramEnd"/>
            <w:r w:rsidRPr="001E11CA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45</w:t>
            </w:r>
          </w:p>
        </w:tc>
      </w:tr>
      <w:tr w:rsidR="003A416F" w:rsidRPr="001E11CA" w:rsidTr="00224335">
        <w:tc>
          <w:tcPr>
            <w:tcW w:w="5068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СИП-2 ГОСТ </w:t>
            </w:r>
            <w:proofErr w:type="gramStart"/>
            <w:r w:rsidRPr="001E11CA">
              <w:rPr>
                <w:sz w:val="24"/>
                <w:szCs w:val="24"/>
              </w:rPr>
              <w:t>Р</w:t>
            </w:r>
            <w:proofErr w:type="gramEnd"/>
            <w:r w:rsidRPr="001E11CA">
              <w:rPr>
                <w:sz w:val="24"/>
                <w:szCs w:val="24"/>
              </w:rPr>
              <w:t xml:space="preserve"> 52373-2005</w:t>
            </w:r>
          </w:p>
        </w:tc>
      </w:tr>
      <w:tr w:rsidR="003A416F" w:rsidRPr="001E11CA" w:rsidTr="00224335">
        <w:tc>
          <w:tcPr>
            <w:tcW w:w="5068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Тип новых </w:t>
            </w:r>
            <w:proofErr w:type="gramStart"/>
            <w:r w:rsidRPr="001E11CA">
              <w:rPr>
                <w:sz w:val="24"/>
                <w:szCs w:val="24"/>
              </w:rPr>
              <w:t>ж/б</w:t>
            </w:r>
            <w:proofErr w:type="gramEnd"/>
            <w:r w:rsidRPr="001E11CA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1E11CA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A416F" w:rsidRPr="001E11CA" w:rsidTr="00224335">
        <w:tc>
          <w:tcPr>
            <w:tcW w:w="5068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1E11CA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30</w:t>
            </w:r>
          </w:p>
        </w:tc>
      </w:tr>
    </w:tbl>
    <w:p w:rsidR="003A416F" w:rsidRDefault="003A416F" w:rsidP="003A416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A416F" w:rsidRDefault="003A416F" w:rsidP="003A416F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1E11CA">
        <w:rPr>
          <w:sz w:val="24"/>
          <w:szCs w:val="24"/>
        </w:rPr>
        <w:t>Предусмотреть строительство участка ВЛ-0,4кВ проводом марки СИП-2 от опоры ВЛ-0,4кВ</w:t>
      </w:r>
      <w:r>
        <w:rPr>
          <w:sz w:val="24"/>
          <w:szCs w:val="24"/>
        </w:rPr>
        <w:t xml:space="preserve"> (номер определить проектом)</w:t>
      </w:r>
      <w:r w:rsidRPr="001E11CA">
        <w:rPr>
          <w:sz w:val="24"/>
          <w:szCs w:val="24"/>
        </w:rPr>
        <w:t xml:space="preserve">, проектируемой по ТЗ для </w:t>
      </w:r>
      <w:r>
        <w:rPr>
          <w:sz w:val="24"/>
          <w:szCs w:val="24"/>
        </w:rPr>
        <w:t>Изотова</w:t>
      </w:r>
      <w:r w:rsidRPr="000F79CD">
        <w:rPr>
          <w:sz w:val="24"/>
          <w:szCs w:val="24"/>
        </w:rPr>
        <w:t xml:space="preserve"> </w:t>
      </w:r>
      <w:r>
        <w:rPr>
          <w:sz w:val="24"/>
          <w:szCs w:val="24"/>
        </w:rPr>
        <w:t>и др. от 15.11</w:t>
      </w:r>
      <w:r w:rsidRPr="001E11CA">
        <w:rPr>
          <w:sz w:val="24"/>
          <w:szCs w:val="24"/>
        </w:rPr>
        <w:t xml:space="preserve">.2011г., </w:t>
      </w:r>
      <w:r>
        <w:rPr>
          <w:sz w:val="24"/>
          <w:szCs w:val="24"/>
        </w:rPr>
        <w:t xml:space="preserve">до территории Заявителей </w:t>
      </w:r>
      <w:r w:rsidRPr="001E11CA">
        <w:rPr>
          <w:sz w:val="24"/>
          <w:szCs w:val="24"/>
        </w:rPr>
        <w:t>(ориентир</w:t>
      </w:r>
      <w:r>
        <w:rPr>
          <w:sz w:val="24"/>
          <w:szCs w:val="24"/>
        </w:rPr>
        <w:t>овочно 450</w:t>
      </w:r>
      <w:r w:rsidRPr="001E11CA">
        <w:rPr>
          <w:sz w:val="24"/>
          <w:szCs w:val="24"/>
        </w:rPr>
        <w:t>м).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5.7. 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A416F" w:rsidRPr="007762E6" w:rsidRDefault="003A416F" w:rsidP="003A416F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 xml:space="preserve"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</w:t>
      </w:r>
      <w:r w:rsidRPr="007762E6">
        <w:rPr>
          <w:sz w:val="24"/>
          <w:szCs w:val="24"/>
        </w:rPr>
        <w:lastRenderedPageBreak/>
        <w:t>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A416F" w:rsidRPr="008431D8" w:rsidRDefault="003A416F" w:rsidP="003A416F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A416F" w:rsidRPr="007762E6" w:rsidRDefault="003A416F" w:rsidP="003A416F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A416F" w:rsidRPr="007762E6" w:rsidRDefault="003A416F" w:rsidP="003A416F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A416F" w:rsidRPr="007762E6" w:rsidRDefault="003A416F" w:rsidP="003A416F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A416F" w:rsidRPr="007762E6" w:rsidRDefault="003A416F" w:rsidP="003A416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A416F" w:rsidRPr="007762E6" w:rsidRDefault="003A416F" w:rsidP="003A416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A416F" w:rsidRPr="007762E6" w:rsidRDefault="003A416F" w:rsidP="003A416F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A416F" w:rsidRPr="007762E6" w:rsidRDefault="003A416F" w:rsidP="003A416F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A416F" w:rsidRPr="00582E47" w:rsidRDefault="003A416F" w:rsidP="003A416F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A416F" w:rsidRPr="00FC79B3" w:rsidRDefault="003A416F" w:rsidP="003A416F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A416F" w:rsidRPr="007762E6" w:rsidRDefault="003A416F" w:rsidP="003A416F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A416F" w:rsidRPr="007762E6" w:rsidRDefault="003A416F" w:rsidP="003A416F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A416F" w:rsidRPr="007762E6" w:rsidRDefault="003A416F" w:rsidP="003A416F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A416F" w:rsidRPr="00C903BE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A416F" w:rsidRPr="007762E6" w:rsidRDefault="003A416F" w:rsidP="003A416F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A416F" w:rsidRPr="007762E6" w:rsidRDefault="003A416F" w:rsidP="003A416F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A416F" w:rsidRPr="007762E6" w:rsidRDefault="003A416F" w:rsidP="003A416F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A416F" w:rsidRPr="00904C7E" w:rsidRDefault="003A416F" w:rsidP="003A416F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3A416F" w:rsidRPr="00C92849" w:rsidRDefault="003A416F" w:rsidP="003A416F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A416F" w:rsidRDefault="003A416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3A416F" w:rsidRPr="007762E6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4-135к</w:t>
      </w:r>
    </w:p>
    <w:p w:rsidR="003A416F" w:rsidRPr="007762E6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>,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 xml:space="preserve"> и реконструкцию:</w:t>
      </w:r>
    </w:p>
    <w:p w:rsidR="003A416F" w:rsidRDefault="003A416F" w:rsidP="003A416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ТП № </w:t>
      </w:r>
      <w:r>
        <w:rPr>
          <w:rFonts w:ascii="Times New Roman" w:hAnsi="Times New Roman" w:cs="Times New Roman"/>
          <w:sz w:val="24"/>
          <w:szCs w:val="24"/>
          <w:u w:val="single"/>
        </w:rPr>
        <w:t>418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1008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«Рябцево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3A416F" w:rsidRPr="007762E6" w:rsidRDefault="003A416F" w:rsidP="003A416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A416F" w:rsidRPr="007762E6" w:rsidRDefault="003A416F" w:rsidP="003A416F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реконструкцию </w:t>
      </w:r>
      <w:r w:rsidRPr="000A6877">
        <w:rPr>
          <w:rFonts w:ascii="Times New Roman" w:hAnsi="Times New Roman" w:cs="Times New Roman"/>
          <w:sz w:val="24"/>
          <w:szCs w:val="24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</w:rPr>
        <w:t>7 ТП № 418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1008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r>
        <w:rPr>
          <w:rFonts w:ascii="Times New Roman" w:hAnsi="Times New Roman" w:cs="Times New Roman"/>
          <w:sz w:val="24"/>
          <w:szCs w:val="24"/>
        </w:rPr>
        <w:t>Рябцево</w:t>
      </w:r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 xml:space="preserve">со строительством ответвления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3A416F" w:rsidRPr="007762E6" w:rsidRDefault="003A416F" w:rsidP="003A41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605"/>
        <w:gridCol w:w="1640"/>
        <w:gridCol w:w="1428"/>
        <w:gridCol w:w="1535"/>
        <w:gridCol w:w="1715"/>
      </w:tblGrid>
      <w:tr w:rsidR="003A416F" w:rsidRPr="007762E6" w:rsidTr="00224335">
        <w:trPr>
          <w:jc w:val="center"/>
        </w:trPr>
        <w:tc>
          <w:tcPr>
            <w:tcW w:w="1028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2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A416F" w:rsidRPr="00944207" w:rsidTr="00224335">
        <w:trPr>
          <w:jc w:val="center"/>
        </w:trPr>
        <w:tc>
          <w:tcPr>
            <w:tcW w:w="1028" w:type="pct"/>
          </w:tcPr>
          <w:p w:rsidR="003A416F" w:rsidRPr="00944207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050" w:type="pct"/>
          </w:tcPr>
          <w:p w:rsidR="003A416F" w:rsidRPr="001A25CA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5CA">
              <w:rPr>
                <w:rFonts w:ascii="Times New Roman" w:hAnsi="Times New Roman" w:cs="Times New Roman"/>
                <w:sz w:val="24"/>
                <w:szCs w:val="24"/>
              </w:rPr>
              <w:t xml:space="preserve">с. Талашкино, ул. </w:t>
            </w:r>
            <w:proofErr w:type="gramStart"/>
            <w:r w:rsidRPr="001A25CA">
              <w:rPr>
                <w:rFonts w:ascii="Times New Roman" w:hAnsi="Times New Roman" w:cs="Times New Roman"/>
                <w:sz w:val="24"/>
                <w:szCs w:val="24"/>
              </w:rPr>
              <w:t>Ямская</w:t>
            </w:r>
            <w:proofErr w:type="gramEnd"/>
          </w:p>
        </w:tc>
        <w:tc>
          <w:tcPr>
            <w:tcW w:w="916" w:type="pct"/>
          </w:tcPr>
          <w:p w:rsidR="003A416F" w:rsidRPr="00E04BAE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1B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326860419</w:t>
            </w:r>
          </w:p>
        </w:tc>
        <w:tc>
          <w:tcPr>
            <w:tcW w:w="983" w:type="pct"/>
          </w:tcPr>
          <w:p w:rsidR="003A416F" w:rsidRPr="00E04BAE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1B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12000123</w:t>
            </w:r>
          </w:p>
        </w:tc>
        <w:tc>
          <w:tcPr>
            <w:tcW w:w="1022" w:type="pct"/>
          </w:tcPr>
          <w:p w:rsidR="003A416F" w:rsidRPr="00944207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1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ВЛ-0,4КВ N 1008 </w:t>
            </w:r>
            <w:proofErr w:type="gramStart"/>
            <w:r w:rsidRPr="009001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proofErr w:type="gramEnd"/>
            <w:r w:rsidRPr="009001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/СТ РЯБЦЕВО</w:t>
            </w:r>
          </w:p>
        </w:tc>
      </w:tr>
    </w:tbl>
    <w:p w:rsidR="003A416F" w:rsidRPr="007762E6" w:rsidRDefault="003A416F" w:rsidP="003A416F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A416F" w:rsidRPr="007762E6" w:rsidRDefault="003A416F" w:rsidP="003A416F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A416F" w:rsidRPr="007762E6" w:rsidRDefault="003A416F" w:rsidP="003A416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A416F" w:rsidRDefault="003A416F" w:rsidP="003A416F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A416F" w:rsidRDefault="003A416F" w:rsidP="003A416F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3A416F" w:rsidRPr="00EF4E1A" w:rsidTr="00224335">
        <w:tc>
          <w:tcPr>
            <w:tcW w:w="255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A416F" w:rsidRPr="00EF4E1A" w:rsidTr="00224335">
        <w:tc>
          <w:tcPr>
            <w:tcW w:w="255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3A416F" w:rsidRPr="00236344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236344">
              <w:rPr>
                <w:sz w:val="24"/>
                <w:szCs w:val="24"/>
              </w:rPr>
              <w:t>40518646</w:t>
            </w:r>
          </w:p>
        </w:tc>
        <w:tc>
          <w:tcPr>
            <w:tcW w:w="731" w:type="pct"/>
            <w:vAlign w:val="center"/>
          </w:tcPr>
          <w:p w:rsidR="003A416F" w:rsidRPr="002E4CBE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13.03.2012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3A416F" w:rsidRPr="00236344" w:rsidRDefault="003A416F" w:rsidP="00224335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36344">
              <w:rPr>
                <w:rFonts w:ascii="Times New Roman" w:hAnsi="Times New Roman" w:cs="Times New Roman"/>
                <w:sz w:val="24"/>
                <w:szCs w:val="24"/>
              </w:rPr>
              <w:t>Моисеенков Николай Александрович</w:t>
            </w:r>
          </w:p>
        </w:tc>
        <w:tc>
          <w:tcPr>
            <w:tcW w:w="733" w:type="pct"/>
            <w:vAlign w:val="center"/>
          </w:tcPr>
          <w:p w:rsidR="003A416F" w:rsidRPr="0070557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3A416F" w:rsidRPr="0070557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3A416F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3A416F" w:rsidRDefault="003A416F" w:rsidP="003A41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A416F" w:rsidRPr="007762E6" w:rsidRDefault="003A416F" w:rsidP="003A416F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A416F" w:rsidRPr="007762E6" w:rsidRDefault="003A416F" w:rsidP="003A416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A416F" w:rsidRPr="007762E6" w:rsidRDefault="003A416F" w:rsidP="003A416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A416F" w:rsidRPr="007762E6" w:rsidRDefault="003A416F" w:rsidP="003A416F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A416F" w:rsidRPr="007762E6" w:rsidRDefault="003A416F" w:rsidP="003A41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A416F" w:rsidRPr="007762E6" w:rsidRDefault="003A416F" w:rsidP="003A416F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A416F" w:rsidRPr="007762E6" w:rsidRDefault="003A416F" w:rsidP="003A416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A416F" w:rsidRPr="007762E6" w:rsidRDefault="003A416F" w:rsidP="003A416F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05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A416F" w:rsidRDefault="003A416F" w:rsidP="003A416F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A416F" w:rsidRPr="002E61F2" w:rsidRDefault="003A416F" w:rsidP="003A416F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6497B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</w:t>
      </w:r>
      <w:r w:rsidRPr="002E61F2">
        <w:rPr>
          <w:sz w:val="24"/>
          <w:szCs w:val="24"/>
        </w:rPr>
        <w:t xml:space="preserve">от опоры № </w:t>
      </w:r>
      <w:r w:rsidRPr="00236344">
        <w:rPr>
          <w:sz w:val="24"/>
          <w:szCs w:val="24"/>
        </w:rPr>
        <w:t>1-14 ВЛ-0,4 кВ № 7 ТП № 418 ВЛ-10 кВ № 10081 ПС «Рябцево» 35/10 кВ,</w:t>
      </w:r>
      <w:r w:rsidRPr="00653B2B">
        <w:rPr>
          <w:sz w:val="24"/>
          <w:szCs w:val="24"/>
        </w:rPr>
        <w:t xml:space="preserve"> до объекта</w:t>
      </w:r>
      <w:proofErr w:type="gramStart"/>
      <w:r w:rsidRPr="002E61F2">
        <w:rPr>
          <w:sz w:val="24"/>
          <w:szCs w:val="24"/>
        </w:rPr>
        <w:t>.</w:t>
      </w:r>
      <w:proofErr w:type="gramEnd"/>
      <w:r w:rsidRPr="002E61F2">
        <w:rPr>
          <w:sz w:val="24"/>
          <w:szCs w:val="24"/>
        </w:rPr>
        <w:t xml:space="preserve"> (</w:t>
      </w:r>
      <w:proofErr w:type="gramStart"/>
      <w:r w:rsidRPr="002E61F2">
        <w:rPr>
          <w:sz w:val="24"/>
          <w:szCs w:val="24"/>
        </w:rPr>
        <w:t>о</w:t>
      </w:r>
      <w:proofErr w:type="gramEnd"/>
      <w:r w:rsidRPr="002E61F2">
        <w:rPr>
          <w:sz w:val="24"/>
          <w:szCs w:val="24"/>
        </w:rPr>
        <w:t xml:space="preserve">риентировочно </w:t>
      </w:r>
      <w:r>
        <w:rPr>
          <w:sz w:val="24"/>
          <w:szCs w:val="24"/>
        </w:rPr>
        <w:t>5</w:t>
      </w:r>
      <w:r w:rsidRPr="002E61F2">
        <w:rPr>
          <w:sz w:val="24"/>
          <w:szCs w:val="24"/>
        </w:rPr>
        <w:t>0м)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7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№418 </w:t>
      </w:r>
      <w:r w:rsidRPr="007762E6">
        <w:rPr>
          <w:sz w:val="24"/>
          <w:szCs w:val="24"/>
        </w:rPr>
        <w:t>на пропуск нагрузки по ней.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№418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A416F" w:rsidRPr="007762E6" w:rsidRDefault="003A416F" w:rsidP="003A416F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A416F" w:rsidRPr="007762E6" w:rsidRDefault="003A416F" w:rsidP="003A416F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A416F" w:rsidRPr="007762E6" w:rsidRDefault="003A416F" w:rsidP="003A416F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A416F" w:rsidRPr="007762E6" w:rsidRDefault="003A416F" w:rsidP="003A416F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A416F" w:rsidRPr="007762E6" w:rsidRDefault="003A416F" w:rsidP="003A416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A416F" w:rsidRPr="007762E6" w:rsidRDefault="003A416F" w:rsidP="003A416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A416F" w:rsidRPr="007762E6" w:rsidRDefault="003A416F" w:rsidP="003A416F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Профессиональная ответственность проектной организации должна быть застрахована.</w:t>
      </w:r>
    </w:p>
    <w:p w:rsidR="003A416F" w:rsidRPr="007762E6" w:rsidRDefault="003A416F" w:rsidP="003A416F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A416F" w:rsidRPr="00630696" w:rsidRDefault="003A416F" w:rsidP="003A416F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A416F" w:rsidRPr="00AB093C" w:rsidRDefault="003A416F" w:rsidP="003A416F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A416F" w:rsidRPr="007762E6" w:rsidRDefault="003A416F" w:rsidP="003A416F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A416F" w:rsidRPr="007762E6" w:rsidRDefault="003A416F" w:rsidP="003A416F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A416F" w:rsidRPr="007762E6" w:rsidRDefault="003A416F" w:rsidP="003A416F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Расчеты за выполненные работы производятся в течение 30 (тридцати) рабочих дней с момента подписания сторонами актов выполненных работ.</w:t>
      </w:r>
    </w:p>
    <w:p w:rsidR="003A416F" w:rsidRPr="007762E6" w:rsidRDefault="003A416F" w:rsidP="003A416F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A416F" w:rsidRPr="007762E6" w:rsidRDefault="003A416F" w:rsidP="003A416F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A416F" w:rsidRPr="007762E6" w:rsidRDefault="003A416F" w:rsidP="003A416F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A416F" w:rsidRPr="007762E6" w:rsidRDefault="003A416F" w:rsidP="003A416F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</w:t>
      </w:r>
      <w:r w:rsidRPr="007762E6">
        <w:rPr>
          <w:b/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0"/>
          <w:numId w:val="15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A416F" w:rsidRDefault="003A416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3A416F" w:rsidRPr="007762E6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4-137к</w:t>
      </w:r>
    </w:p>
    <w:p w:rsidR="003A416F" w:rsidRPr="007762E6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A416F" w:rsidRDefault="003A416F" w:rsidP="003A416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ТП № </w:t>
      </w:r>
      <w:r>
        <w:rPr>
          <w:rFonts w:ascii="Times New Roman" w:hAnsi="Times New Roman" w:cs="Times New Roman"/>
          <w:sz w:val="24"/>
          <w:szCs w:val="24"/>
          <w:u w:val="single"/>
        </w:rPr>
        <w:t>608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1002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Трудилово</w:t>
      </w:r>
      <w:proofErr w:type="spellEnd"/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3A416F" w:rsidRPr="007762E6" w:rsidRDefault="003A416F" w:rsidP="003A416F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A416F" w:rsidRPr="007762E6" w:rsidRDefault="003A416F" w:rsidP="003A416F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реконструкцию </w:t>
      </w:r>
      <w:r w:rsidRPr="000A6877">
        <w:rPr>
          <w:rFonts w:ascii="Times New Roman" w:hAnsi="Times New Roman" w:cs="Times New Roman"/>
          <w:sz w:val="24"/>
          <w:szCs w:val="24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</w:rPr>
        <w:t>1 ТП № 608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1002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Трудилово</w:t>
      </w:r>
      <w:proofErr w:type="spellEnd"/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 xml:space="preserve">со строительством ответвления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3A416F" w:rsidRPr="007762E6" w:rsidRDefault="003A416F" w:rsidP="003A41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585"/>
        <w:gridCol w:w="1701"/>
        <w:gridCol w:w="1407"/>
        <w:gridCol w:w="1515"/>
        <w:gridCol w:w="1715"/>
      </w:tblGrid>
      <w:tr w:rsidR="003A416F" w:rsidRPr="007762E6" w:rsidTr="00224335">
        <w:trPr>
          <w:jc w:val="center"/>
        </w:trPr>
        <w:tc>
          <w:tcPr>
            <w:tcW w:w="1028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2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A416F" w:rsidRPr="00944207" w:rsidTr="00224335">
        <w:trPr>
          <w:jc w:val="center"/>
        </w:trPr>
        <w:tc>
          <w:tcPr>
            <w:tcW w:w="1028" w:type="pct"/>
          </w:tcPr>
          <w:p w:rsidR="003A416F" w:rsidRPr="00944207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050" w:type="pct"/>
          </w:tcPr>
          <w:p w:rsidR="003A416F" w:rsidRPr="00772DDC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DDC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772DDC">
              <w:rPr>
                <w:rFonts w:ascii="Times New Roman" w:hAnsi="Times New Roman" w:cs="Times New Roman"/>
                <w:sz w:val="24"/>
                <w:szCs w:val="24"/>
              </w:rPr>
              <w:t>Селезневщина</w:t>
            </w:r>
            <w:proofErr w:type="spellEnd"/>
          </w:p>
        </w:tc>
        <w:tc>
          <w:tcPr>
            <w:tcW w:w="916" w:type="pct"/>
          </w:tcPr>
          <w:p w:rsidR="003A416F" w:rsidRPr="00E04BAE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8E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320578519</w:t>
            </w:r>
          </w:p>
        </w:tc>
        <w:tc>
          <w:tcPr>
            <w:tcW w:w="983" w:type="pct"/>
          </w:tcPr>
          <w:p w:rsidR="003A416F" w:rsidRPr="00E04BAE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8E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12000109</w:t>
            </w:r>
          </w:p>
        </w:tc>
        <w:tc>
          <w:tcPr>
            <w:tcW w:w="1022" w:type="pct"/>
          </w:tcPr>
          <w:p w:rsidR="003A416F" w:rsidRPr="00944207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7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</w:t>
            </w:r>
            <w:proofErr w:type="gramEnd"/>
            <w:r w:rsidRPr="008A78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0,4 КВ ОТ Л 1002 ПС ТРУДИЛОВО</w:t>
            </w:r>
          </w:p>
        </w:tc>
      </w:tr>
    </w:tbl>
    <w:p w:rsidR="003A416F" w:rsidRPr="007762E6" w:rsidRDefault="003A416F" w:rsidP="003A416F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A416F" w:rsidRPr="007762E6" w:rsidRDefault="003A416F" w:rsidP="003A416F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A416F" w:rsidRPr="007762E6" w:rsidRDefault="003A416F" w:rsidP="003A416F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A416F" w:rsidRDefault="003A416F" w:rsidP="003A416F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A416F" w:rsidRDefault="003A416F" w:rsidP="003A416F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3A416F" w:rsidRPr="00EF4E1A" w:rsidTr="00224335">
        <w:tc>
          <w:tcPr>
            <w:tcW w:w="255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A416F" w:rsidRPr="00EF4E1A" w:rsidTr="00224335">
        <w:tc>
          <w:tcPr>
            <w:tcW w:w="255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3A416F" w:rsidRPr="00AC7ACB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AC7ACB">
              <w:rPr>
                <w:sz w:val="24"/>
                <w:szCs w:val="24"/>
              </w:rPr>
              <w:t>40523362</w:t>
            </w:r>
          </w:p>
        </w:tc>
        <w:tc>
          <w:tcPr>
            <w:tcW w:w="731" w:type="pct"/>
            <w:vAlign w:val="center"/>
          </w:tcPr>
          <w:p w:rsidR="003A416F" w:rsidRPr="002E4CBE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13.03.2012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3A416F" w:rsidRPr="00AC7ACB" w:rsidRDefault="003A416F" w:rsidP="00224335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C7ACB">
              <w:rPr>
                <w:rFonts w:ascii="Times New Roman" w:hAnsi="Times New Roman" w:cs="Times New Roman"/>
                <w:sz w:val="24"/>
                <w:szCs w:val="24"/>
              </w:rPr>
              <w:t>Васильев Виктор Владимирович</w:t>
            </w:r>
          </w:p>
        </w:tc>
        <w:tc>
          <w:tcPr>
            <w:tcW w:w="733" w:type="pct"/>
            <w:vAlign w:val="center"/>
          </w:tcPr>
          <w:p w:rsidR="003A416F" w:rsidRPr="0070557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3A416F" w:rsidRPr="0070557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813" w:type="pct"/>
            <w:vAlign w:val="center"/>
          </w:tcPr>
          <w:p w:rsidR="003A416F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23</w:t>
            </w:r>
          </w:p>
        </w:tc>
      </w:tr>
    </w:tbl>
    <w:p w:rsidR="003A416F" w:rsidRDefault="003A416F" w:rsidP="003A41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A416F" w:rsidRPr="007762E6" w:rsidRDefault="003A416F" w:rsidP="003A416F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A416F" w:rsidRPr="007762E6" w:rsidRDefault="003A416F" w:rsidP="003A416F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A416F" w:rsidRPr="007762E6" w:rsidRDefault="003A416F" w:rsidP="003A416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A416F" w:rsidRPr="007762E6" w:rsidRDefault="003A416F" w:rsidP="003A416F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A416F" w:rsidRPr="007762E6" w:rsidRDefault="003A416F" w:rsidP="003A41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A416F" w:rsidRPr="007762E6" w:rsidRDefault="003A416F" w:rsidP="003A416F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A416F" w:rsidRPr="007762E6" w:rsidRDefault="003A416F" w:rsidP="003A416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A416F" w:rsidRPr="007762E6" w:rsidRDefault="003A416F" w:rsidP="003A416F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23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07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A416F" w:rsidRDefault="003A416F" w:rsidP="003A416F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A416F" w:rsidRPr="002E61F2" w:rsidRDefault="003A416F" w:rsidP="003A416F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6497B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</w:t>
      </w:r>
      <w:r w:rsidRPr="002E61F2">
        <w:rPr>
          <w:sz w:val="24"/>
          <w:szCs w:val="24"/>
        </w:rPr>
        <w:t xml:space="preserve">от опоры № </w:t>
      </w:r>
      <w:r w:rsidRPr="00AC7ACB">
        <w:rPr>
          <w:sz w:val="24"/>
          <w:szCs w:val="24"/>
        </w:rPr>
        <w:t>1-3 ВЛ-0,4 кВ №1, запитанной от ТП № 608 ВЛ-10 кВ № 1002 ПС «</w:t>
      </w:r>
      <w:proofErr w:type="spellStart"/>
      <w:r w:rsidRPr="00AC7ACB">
        <w:rPr>
          <w:sz w:val="24"/>
          <w:szCs w:val="24"/>
        </w:rPr>
        <w:t>Трудилово</w:t>
      </w:r>
      <w:proofErr w:type="spellEnd"/>
      <w:r w:rsidRPr="00AC7ACB">
        <w:rPr>
          <w:sz w:val="24"/>
          <w:szCs w:val="24"/>
        </w:rPr>
        <w:t>» 35/10 кВ</w:t>
      </w:r>
      <w:r w:rsidRPr="00236344">
        <w:rPr>
          <w:sz w:val="24"/>
          <w:szCs w:val="24"/>
        </w:rPr>
        <w:t>,</w:t>
      </w:r>
      <w:r w:rsidRPr="00653B2B">
        <w:rPr>
          <w:sz w:val="24"/>
          <w:szCs w:val="24"/>
        </w:rPr>
        <w:t xml:space="preserve"> до объекта</w:t>
      </w:r>
      <w:proofErr w:type="gramStart"/>
      <w:r w:rsidRPr="002E61F2">
        <w:rPr>
          <w:sz w:val="24"/>
          <w:szCs w:val="24"/>
        </w:rPr>
        <w:t>.</w:t>
      </w:r>
      <w:proofErr w:type="gramEnd"/>
      <w:r w:rsidRPr="002E61F2">
        <w:rPr>
          <w:sz w:val="24"/>
          <w:szCs w:val="24"/>
        </w:rPr>
        <w:t xml:space="preserve"> (</w:t>
      </w:r>
      <w:proofErr w:type="gramStart"/>
      <w:r w:rsidRPr="002E61F2">
        <w:rPr>
          <w:sz w:val="24"/>
          <w:szCs w:val="24"/>
        </w:rPr>
        <w:t>о</w:t>
      </w:r>
      <w:proofErr w:type="gramEnd"/>
      <w:r w:rsidRPr="002E61F2">
        <w:rPr>
          <w:sz w:val="24"/>
          <w:szCs w:val="24"/>
        </w:rPr>
        <w:t xml:space="preserve">риентировочно </w:t>
      </w:r>
      <w:r>
        <w:rPr>
          <w:sz w:val="24"/>
          <w:szCs w:val="24"/>
        </w:rPr>
        <w:t>7</w:t>
      </w:r>
      <w:r w:rsidRPr="002E61F2">
        <w:rPr>
          <w:sz w:val="24"/>
          <w:szCs w:val="24"/>
        </w:rPr>
        <w:t>0м)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 608 </w:t>
      </w:r>
      <w:r w:rsidRPr="007762E6">
        <w:rPr>
          <w:sz w:val="24"/>
          <w:szCs w:val="24"/>
        </w:rPr>
        <w:t>на пропуск нагрузки по ней.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 608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A416F" w:rsidRPr="007762E6" w:rsidRDefault="003A416F" w:rsidP="003A416F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A416F" w:rsidRPr="007762E6" w:rsidRDefault="003A416F" w:rsidP="003A416F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A416F" w:rsidRPr="007762E6" w:rsidRDefault="003A416F" w:rsidP="003A416F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A416F" w:rsidRPr="007762E6" w:rsidRDefault="003A416F" w:rsidP="003A416F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A416F" w:rsidRPr="007762E6" w:rsidRDefault="003A416F" w:rsidP="003A416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A416F" w:rsidRPr="007762E6" w:rsidRDefault="003A416F" w:rsidP="003A416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A416F" w:rsidRPr="007762E6" w:rsidRDefault="003A416F" w:rsidP="003A416F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Профессиональная ответственность проектной организации должна быть застрахована.</w:t>
      </w:r>
    </w:p>
    <w:p w:rsidR="003A416F" w:rsidRPr="007762E6" w:rsidRDefault="003A416F" w:rsidP="003A416F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A416F" w:rsidRPr="00630696" w:rsidRDefault="003A416F" w:rsidP="003A416F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A416F" w:rsidRPr="00AB093C" w:rsidRDefault="003A416F" w:rsidP="003A416F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A416F" w:rsidRPr="007762E6" w:rsidRDefault="003A416F" w:rsidP="003A416F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A416F" w:rsidRPr="007762E6" w:rsidRDefault="003A416F" w:rsidP="003A416F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A416F" w:rsidRPr="007762E6" w:rsidRDefault="003A416F" w:rsidP="003A416F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Расчеты за выполненные работы производятся в течение 30 (тридцати) рабочих дней с момента подписания сторонами актов выполненных работ.</w:t>
      </w:r>
    </w:p>
    <w:p w:rsidR="003A416F" w:rsidRPr="007762E6" w:rsidRDefault="003A416F" w:rsidP="003A416F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A416F" w:rsidRPr="007762E6" w:rsidRDefault="003A416F" w:rsidP="003A416F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A416F" w:rsidRPr="007762E6" w:rsidRDefault="003A416F" w:rsidP="003A416F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A416F" w:rsidRPr="007762E6" w:rsidRDefault="003A416F" w:rsidP="003A416F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</w:t>
      </w:r>
      <w:r w:rsidRPr="007762E6">
        <w:rPr>
          <w:b/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0"/>
          <w:numId w:val="16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A416F" w:rsidRDefault="003A416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3A416F" w:rsidRPr="007762E6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4-146к</w:t>
      </w:r>
    </w:p>
    <w:p w:rsidR="003A416F" w:rsidRPr="007762E6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A416F" w:rsidRDefault="003A416F" w:rsidP="003A416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ТП № </w:t>
      </w:r>
      <w:r>
        <w:rPr>
          <w:rFonts w:ascii="Times New Roman" w:hAnsi="Times New Roman" w:cs="Times New Roman"/>
          <w:sz w:val="24"/>
          <w:szCs w:val="24"/>
          <w:u w:val="single"/>
        </w:rPr>
        <w:t>148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609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Печерск</w:t>
      </w:r>
      <w:proofErr w:type="spellEnd"/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3A416F" w:rsidRDefault="003A416F" w:rsidP="003A416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A416F" w:rsidRPr="007762E6" w:rsidRDefault="003A416F" w:rsidP="003A416F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A416F" w:rsidRPr="007762E6" w:rsidRDefault="003A416F" w:rsidP="003A416F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реконструкцию </w:t>
      </w:r>
      <w:r w:rsidRPr="000A6877">
        <w:rPr>
          <w:rFonts w:ascii="Times New Roman" w:hAnsi="Times New Roman" w:cs="Times New Roman"/>
          <w:sz w:val="24"/>
          <w:szCs w:val="24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</w:rPr>
        <w:t>1 ТП № 148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609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Печерск</w:t>
      </w:r>
      <w:proofErr w:type="spellEnd"/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 xml:space="preserve">со строительством ответвления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3A416F" w:rsidRPr="007762E6" w:rsidRDefault="003A416F" w:rsidP="003A41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236" w:type="pct"/>
        <w:jc w:val="center"/>
        <w:tblInd w:w="-198" w:type="dxa"/>
        <w:tblLook w:val="04A0"/>
      </w:tblPr>
      <w:tblGrid>
        <w:gridCol w:w="1488"/>
        <w:gridCol w:w="1943"/>
        <w:gridCol w:w="1428"/>
        <w:gridCol w:w="1535"/>
        <w:gridCol w:w="1715"/>
      </w:tblGrid>
      <w:tr w:rsidR="003A416F" w:rsidRPr="007762E6" w:rsidTr="00224335">
        <w:trPr>
          <w:jc w:val="center"/>
        </w:trPr>
        <w:tc>
          <w:tcPr>
            <w:tcW w:w="933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213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895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61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998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A416F" w:rsidRPr="00944207" w:rsidTr="00224335">
        <w:trPr>
          <w:jc w:val="center"/>
        </w:trPr>
        <w:tc>
          <w:tcPr>
            <w:tcW w:w="933" w:type="pct"/>
          </w:tcPr>
          <w:p w:rsidR="003A416F" w:rsidRPr="00944207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213" w:type="pct"/>
          </w:tcPr>
          <w:p w:rsidR="003A416F" w:rsidRPr="00772DDC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DDC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Быльники</w:t>
            </w:r>
          </w:p>
        </w:tc>
        <w:tc>
          <w:tcPr>
            <w:tcW w:w="895" w:type="pct"/>
          </w:tcPr>
          <w:p w:rsidR="003A416F" w:rsidRPr="00174A98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A98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327057121</w:t>
            </w:r>
          </w:p>
        </w:tc>
        <w:tc>
          <w:tcPr>
            <w:tcW w:w="961" w:type="pct"/>
          </w:tcPr>
          <w:p w:rsidR="003A416F" w:rsidRPr="00174A98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A98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12000465</w:t>
            </w:r>
          </w:p>
        </w:tc>
        <w:tc>
          <w:tcPr>
            <w:tcW w:w="998" w:type="pct"/>
          </w:tcPr>
          <w:p w:rsidR="003A416F" w:rsidRPr="00174A98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4A98">
              <w:rPr>
                <w:rFonts w:ascii="Times New Roman" w:hAnsi="Times New Roman" w:cs="Times New Roman"/>
                <w:spacing w:val="-4"/>
                <w:sz w:val="24"/>
                <w:szCs w:val="24"/>
                <w:u w:val="single"/>
              </w:rPr>
              <w:t>ВЛ</w:t>
            </w:r>
            <w:proofErr w:type="gramEnd"/>
            <w:r w:rsidRPr="00174A98">
              <w:rPr>
                <w:rFonts w:ascii="Times New Roman" w:hAnsi="Times New Roman" w:cs="Times New Roman"/>
                <w:spacing w:val="-4"/>
                <w:sz w:val="24"/>
                <w:szCs w:val="24"/>
                <w:u w:val="single"/>
              </w:rPr>
              <w:t xml:space="preserve"> 0.4 КВ ОТ Л 609 ПЕЧЕРСК</w:t>
            </w:r>
          </w:p>
        </w:tc>
      </w:tr>
    </w:tbl>
    <w:p w:rsidR="003A416F" w:rsidRPr="007762E6" w:rsidRDefault="003A416F" w:rsidP="003A416F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A416F" w:rsidRPr="007762E6" w:rsidRDefault="003A416F" w:rsidP="003A416F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A416F" w:rsidRPr="007762E6" w:rsidRDefault="003A416F" w:rsidP="003A416F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A416F" w:rsidRDefault="003A416F" w:rsidP="003A416F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A416F" w:rsidRDefault="003A416F" w:rsidP="003A416F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3A416F" w:rsidRPr="00EF4E1A" w:rsidTr="00224335">
        <w:tc>
          <w:tcPr>
            <w:tcW w:w="255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A416F" w:rsidRPr="00EF4E1A" w:rsidTr="00224335">
        <w:tc>
          <w:tcPr>
            <w:tcW w:w="255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3A416F" w:rsidRPr="00927636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27636">
              <w:rPr>
                <w:sz w:val="24"/>
                <w:szCs w:val="24"/>
              </w:rPr>
              <w:t>40464791</w:t>
            </w:r>
          </w:p>
        </w:tc>
        <w:tc>
          <w:tcPr>
            <w:tcW w:w="731" w:type="pct"/>
            <w:vAlign w:val="center"/>
          </w:tcPr>
          <w:p w:rsidR="003A416F" w:rsidRPr="002E4CBE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3A416F" w:rsidRPr="00927636" w:rsidRDefault="003A416F" w:rsidP="00224335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27636">
              <w:rPr>
                <w:rFonts w:ascii="Times New Roman" w:hAnsi="Times New Roman" w:cs="Times New Roman"/>
                <w:sz w:val="24"/>
                <w:szCs w:val="24"/>
              </w:rPr>
              <w:t>Антипенко Дмитрий Александрович</w:t>
            </w:r>
          </w:p>
        </w:tc>
        <w:tc>
          <w:tcPr>
            <w:tcW w:w="733" w:type="pct"/>
            <w:vAlign w:val="center"/>
          </w:tcPr>
          <w:p w:rsidR="003A416F" w:rsidRPr="0070557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3A416F" w:rsidRPr="0070557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3A416F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  <w:tr w:rsidR="003A416F" w:rsidRPr="00EF4E1A" w:rsidTr="00224335">
        <w:tc>
          <w:tcPr>
            <w:tcW w:w="255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45" w:type="pct"/>
            <w:vAlign w:val="center"/>
          </w:tcPr>
          <w:p w:rsidR="003A416F" w:rsidRPr="00C30AF7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52E81">
              <w:rPr>
                <w:sz w:val="24"/>
                <w:szCs w:val="24"/>
              </w:rPr>
              <w:t>40482505</w:t>
            </w:r>
          </w:p>
        </w:tc>
        <w:tc>
          <w:tcPr>
            <w:tcW w:w="731" w:type="pct"/>
            <w:vAlign w:val="center"/>
          </w:tcPr>
          <w:p w:rsidR="003A416F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20.12.2011 г.</w:t>
            </w:r>
          </w:p>
        </w:tc>
        <w:tc>
          <w:tcPr>
            <w:tcW w:w="909" w:type="pct"/>
            <w:vAlign w:val="center"/>
          </w:tcPr>
          <w:p w:rsidR="003A416F" w:rsidRPr="00837E0A" w:rsidRDefault="003A416F" w:rsidP="002243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7E0A">
              <w:rPr>
                <w:rFonts w:ascii="Times New Roman" w:hAnsi="Times New Roman" w:cs="Times New Roman"/>
                <w:sz w:val="24"/>
                <w:szCs w:val="24"/>
              </w:rPr>
              <w:t>Бадюлин</w:t>
            </w:r>
            <w:proofErr w:type="spellEnd"/>
            <w:r w:rsidRPr="00837E0A">
              <w:rPr>
                <w:rFonts w:ascii="Times New Roman" w:hAnsi="Times New Roman" w:cs="Times New Roman"/>
                <w:sz w:val="24"/>
                <w:szCs w:val="24"/>
              </w:rPr>
              <w:t xml:space="preserve"> Андрей Леонидович</w:t>
            </w:r>
          </w:p>
        </w:tc>
        <w:tc>
          <w:tcPr>
            <w:tcW w:w="733" w:type="pct"/>
            <w:vAlign w:val="center"/>
          </w:tcPr>
          <w:p w:rsidR="003A416F" w:rsidRPr="0070557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3A416F" w:rsidRPr="0070557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3A416F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3A416F" w:rsidRDefault="003A416F" w:rsidP="003A41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A416F" w:rsidRPr="007762E6" w:rsidRDefault="003A416F" w:rsidP="003A416F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A416F" w:rsidRPr="007762E6" w:rsidRDefault="003A416F" w:rsidP="003A416F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A416F" w:rsidRPr="007762E6" w:rsidRDefault="003A416F" w:rsidP="003A416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A416F" w:rsidRPr="007762E6" w:rsidRDefault="003A416F" w:rsidP="003A416F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A416F" w:rsidRPr="007762E6" w:rsidRDefault="003A416F" w:rsidP="003A41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A416F" w:rsidRPr="007762E6" w:rsidRDefault="003A416F" w:rsidP="003A416F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A416F" w:rsidRPr="007762E6" w:rsidRDefault="003A416F" w:rsidP="003A416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A416F" w:rsidRPr="007762E6" w:rsidRDefault="003A416F" w:rsidP="003A416F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25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A416F" w:rsidRDefault="003A416F" w:rsidP="003A416F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A416F" w:rsidRPr="002E61F2" w:rsidRDefault="003A416F" w:rsidP="003A416F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6497B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</w:t>
      </w:r>
      <w:r w:rsidRPr="002E61F2">
        <w:rPr>
          <w:sz w:val="24"/>
          <w:szCs w:val="24"/>
        </w:rPr>
        <w:t xml:space="preserve">от опоры № </w:t>
      </w:r>
      <w:r w:rsidRPr="00837E0A">
        <w:rPr>
          <w:sz w:val="24"/>
          <w:szCs w:val="24"/>
        </w:rPr>
        <w:t>17 ВЛ-0,4 кВ № 1 ТП № 148 ВЛ-6 кВ № 609 ПС «</w:t>
      </w:r>
      <w:proofErr w:type="spellStart"/>
      <w:r w:rsidRPr="00837E0A">
        <w:rPr>
          <w:sz w:val="24"/>
          <w:szCs w:val="24"/>
        </w:rPr>
        <w:t>Печерск</w:t>
      </w:r>
      <w:proofErr w:type="spellEnd"/>
      <w:r w:rsidRPr="00837E0A">
        <w:rPr>
          <w:sz w:val="24"/>
          <w:szCs w:val="24"/>
        </w:rPr>
        <w:t>» 35/6 кВ</w:t>
      </w:r>
      <w:r w:rsidRPr="00236344">
        <w:rPr>
          <w:sz w:val="24"/>
          <w:szCs w:val="24"/>
        </w:rPr>
        <w:t>,</w:t>
      </w:r>
      <w:r w:rsidRPr="00653B2B">
        <w:rPr>
          <w:sz w:val="24"/>
          <w:szCs w:val="24"/>
        </w:rPr>
        <w:t xml:space="preserve"> до объекта</w:t>
      </w:r>
      <w:proofErr w:type="gramStart"/>
      <w:r w:rsidRPr="002E61F2">
        <w:rPr>
          <w:sz w:val="24"/>
          <w:szCs w:val="24"/>
        </w:rPr>
        <w:t>.</w:t>
      </w:r>
      <w:proofErr w:type="gramEnd"/>
      <w:r w:rsidRPr="002E61F2">
        <w:rPr>
          <w:sz w:val="24"/>
          <w:szCs w:val="24"/>
        </w:rPr>
        <w:t xml:space="preserve"> (</w:t>
      </w:r>
      <w:proofErr w:type="gramStart"/>
      <w:r w:rsidRPr="002E61F2">
        <w:rPr>
          <w:sz w:val="24"/>
          <w:szCs w:val="24"/>
        </w:rPr>
        <w:t>о</w:t>
      </w:r>
      <w:proofErr w:type="gramEnd"/>
      <w:r w:rsidRPr="002E61F2">
        <w:rPr>
          <w:sz w:val="24"/>
          <w:szCs w:val="24"/>
        </w:rPr>
        <w:t xml:space="preserve">риентировочно </w:t>
      </w:r>
      <w:r>
        <w:rPr>
          <w:sz w:val="24"/>
          <w:szCs w:val="24"/>
        </w:rPr>
        <w:t>25</w:t>
      </w:r>
      <w:r w:rsidRPr="002E61F2">
        <w:rPr>
          <w:sz w:val="24"/>
          <w:szCs w:val="24"/>
        </w:rPr>
        <w:t>0м)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 148 </w:t>
      </w:r>
      <w:r w:rsidRPr="007762E6">
        <w:rPr>
          <w:sz w:val="24"/>
          <w:szCs w:val="24"/>
        </w:rPr>
        <w:t>на пропуск нагрузки по ней.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 148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A416F" w:rsidRPr="007762E6" w:rsidRDefault="003A416F" w:rsidP="003A416F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A416F" w:rsidRPr="007762E6" w:rsidRDefault="003A416F" w:rsidP="003A416F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A416F" w:rsidRPr="007762E6" w:rsidRDefault="003A416F" w:rsidP="003A416F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A416F" w:rsidRPr="007762E6" w:rsidRDefault="003A416F" w:rsidP="003A416F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A416F" w:rsidRPr="007762E6" w:rsidRDefault="003A416F" w:rsidP="003A416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A416F" w:rsidRPr="007762E6" w:rsidRDefault="003A416F" w:rsidP="003A416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A416F" w:rsidRPr="007762E6" w:rsidRDefault="003A416F" w:rsidP="003A416F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A416F" w:rsidRPr="007762E6" w:rsidRDefault="003A416F" w:rsidP="003A416F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A416F" w:rsidRPr="00630696" w:rsidRDefault="003A416F" w:rsidP="003A416F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A416F" w:rsidRPr="00AB093C" w:rsidRDefault="003A416F" w:rsidP="003A416F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A416F" w:rsidRPr="007762E6" w:rsidRDefault="003A416F" w:rsidP="003A416F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</w:t>
      </w:r>
      <w:r w:rsidRPr="007762E6">
        <w:rPr>
          <w:sz w:val="24"/>
          <w:szCs w:val="24"/>
        </w:rPr>
        <w:lastRenderedPageBreak/>
        <w:t xml:space="preserve">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A416F" w:rsidRPr="007762E6" w:rsidRDefault="003A416F" w:rsidP="003A416F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A416F" w:rsidRPr="007762E6" w:rsidRDefault="003A416F" w:rsidP="003A416F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Расчеты за выполненные работы производятся в течение 30 (тридцати) рабочих дней с момента подписания сторонами актов выполненных работ.</w:t>
      </w:r>
    </w:p>
    <w:p w:rsidR="003A416F" w:rsidRPr="007762E6" w:rsidRDefault="003A416F" w:rsidP="003A416F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A416F" w:rsidRPr="007762E6" w:rsidRDefault="003A416F" w:rsidP="003A416F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A416F" w:rsidRPr="007762E6" w:rsidRDefault="003A416F" w:rsidP="003A416F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A416F" w:rsidRPr="007762E6" w:rsidRDefault="003A416F" w:rsidP="003A416F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</w:t>
      </w:r>
      <w:r w:rsidRPr="007762E6">
        <w:rPr>
          <w:b/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0"/>
          <w:numId w:val="17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A416F" w:rsidRDefault="003A416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3A416F" w:rsidRPr="007762E6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4-153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3A416F" w:rsidRPr="007762E6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A416F" w:rsidRPr="001A5577" w:rsidRDefault="003A416F" w:rsidP="003A416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A5577">
        <w:rPr>
          <w:rFonts w:ascii="Times New Roman" w:hAnsi="Times New Roman" w:cs="Times New Roman"/>
          <w:sz w:val="24"/>
          <w:szCs w:val="24"/>
          <w:u w:val="single"/>
        </w:rPr>
        <w:t>ВЛ-0,4 кВ № 2 ТП № 284 ВЛ-10 кВ № 1001 ПС 35/10 кВ «Ольша» со строительством ответвления ВЛ-0,4кВ</w:t>
      </w:r>
    </w:p>
    <w:p w:rsidR="003A416F" w:rsidRPr="00FD2DF9" w:rsidRDefault="003A416F" w:rsidP="003A416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A416F" w:rsidRPr="00FD2DF9" w:rsidRDefault="003A416F" w:rsidP="003A416F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A416F" w:rsidRPr="007762E6" w:rsidRDefault="003A416F" w:rsidP="003A416F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1A5577">
        <w:rPr>
          <w:rFonts w:ascii="Times New Roman" w:hAnsi="Times New Roman" w:cs="Times New Roman"/>
          <w:sz w:val="24"/>
          <w:szCs w:val="24"/>
        </w:rPr>
        <w:t>ВЛ-0,4 кВ № 2 ТП № 284 ВЛ-10 кВ № 1001 ПС 35/10 кВ «Ольша» 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3A416F" w:rsidRPr="007762E6" w:rsidRDefault="003A416F" w:rsidP="003A41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94" w:type="pct"/>
        <w:jc w:val="center"/>
        <w:tblLook w:val="04A0"/>
      </w:tblPr>
      <w:tblGrid>
        <w:gridCol w:w="1364"/>
        <w:gridCol w:w="1417"/>
        <w:gridCol w:w="1692"/>
        <w:gridCol w:w="1692"/>
        <w:gridCol w:w="1449"/>
        <w:gridCol w:w="1946"/>
      </w:tblGrid>
      <w:tr w:rsidR="003A416F" w:rsidRPr="007762E6" w:rsidTr="00224335">
        <w:trPr>
          <w:jc w:val="center"/>
        </w:trPr>
        <w:tc>
          <w:tcPr>
            <w:tcW w:w="713" w:type="pct"/>
            <w:vAlign w:val="center"/>
          </w:tcPr>
          <w:p w:rsidR="003A416F" w:rsidRPr="00F53AEA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741" w:type="pct"/>
            <w:vAlign w:val="center"/>
          </w:tcPr>
          <w:p w:rsidR="003A416F" w:rsidRPr="00F53AEA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885" w:type="pct"/>
            <w:vAlign w:val="center"/>
          </w:tcPr>
          <w:p w:rsidR="003A416F" w:rsidRPr="00F53AEA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Нас</w:t>
            </w:r>
            <w:proofErr w:type="gramStart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ункт</w:t>
            </w:r>
          </w:p>
        </w:tc>
        <w:tc>
          <w:tcPr>
            <w:tcW w:w="885" w:type="pct"/>
            <w:vAlign w:val="center"/>
          </w:tcPr>
          <w:p w:rsidR="003A416F" w:rsidRPr="00F53AEA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758" w:type="pct"/>
            <w:vAlign w:val="center"/>
          </w:tcPr>
          <w:p w:rsidR="003A416F" w:rsidRPr="00F53AEA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018" w:type="pct"/>
            <w:vAlign w:val="center"/>
          </w:tcPr>
          <w:p w:rsidR="003A416F" w:rsidRPr="00F53AEA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3A416F" w:rsidRPr="007762E6" w:rsidTr="00224335">
        <w:trPr>
          <w:trHeight w:val="1114"/>
          <w:jc w:val="center"/>
        </w:trPr>
        <w:tc>
          <w:tcPr>
            <w:tcW w:w="713" w:type="pct"/>
            <w:vAlign w:val="center"/>
          </w:tcPr>
          <w:p w:rsidR="003A416F" w:rsidRPr="00F53AEA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41" w:type="pct"/>
            <w:vAlign w:val="center"/>
          </w:tcPr>
          <w:p w:rsidR="003A416F" w:rsidRPr="00F53AEA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Смоленский</w:t>
            </w:r>
          </w:p>
        </w:tc>
        <w:tc>
          <w:tcPr>
            <w:tcW w:w="885" w:type="pct"/>
            <w:vAlign w:val="center"/>
          </w:tcPr>
          <w:p w:rsidR="003A416F" w:rsidRPr="00F53AEA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 xml:space="preserve">д. Старые </w:t>
            </w:r>
            <w:proofErr w:type="spellStart"/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Батеки</w:t>
            </w:r>
            <w:proofErr w:type="spellEnd"/>
          </w:p>
        </w:tc>
        <w:tc>
          <w:tcPr>
            <w:tcW w:w="885" w:type="pct"/>
            <w:vAlign w:val="center"/>
          </w:tcPr>
          <w:p w:rsidR="003A416F" w:rsidRPr="00F53AEA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12000882</w:t>
            </w:r>
          </w:p>
        </w:tc>
        <w:tc>
          <w:tcPr>
            <w:tcW w:w="758" w:type="pct"/>
            <w:vAlign w:val="center"/>
          </w:tcPr>
          <w:p w:rsidR="003A416F" w:rsidRPr="00F53AEA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326857919</w:t>
            </w:r>
          </w:p>
        </w:tc>
        <w:tc>
          <w:tcPr>
            <w:tcW w:w="1018" w:type="pct"/>
            <w:vAlign w:val="center"/>
          </w:tcPr>
          <w:p w:rsidR="003A416F" w:rsidRPr="00F53AEA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 xml:space="preserve">ВЛ-0,4КВ ОТ Л-1001 </w:t>
            </w:r>
            <w:proofErr w:type="gramStart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53AEA">
              <w:rPr>
                <w:rFonts w:ascii="Times New Roman" w:eastAsia="Times New Roman" w:hAnsi="Times New Roman" w:cs="Times New Roman"/>
                <w:lang w:eastAsia="ru-RU"/>
              </w:rPr>
              <w:t>/СТ ОЛЬША</w:t>
            </w:r>
          </w:p>
        </w:tc>
      </w:tr>
    </w:tbl>
    <w:p w:rsidR="003A416F" w:rsidRPr="007762E6" w:rsidRDefault="003A416F" w:rsidP="003A4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16F" w:rsidRPr="007762E6" w:rsidRDefault="003A416F" w:rsidP="003A416F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A416F" w:rsidRPr="007762E6" w:rsidRDefault="003A416F" w:rsidP="003A416F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A416F" w:rsidRPr="007762E6" w:rsidRDefault="003A416F" w:rsidP="003A416F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A416F" w:rsidRDefault="003A416F" w:rsidP="003A416F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A416F" w:rsidRDefault="003A416F" w:rsidP="003A416F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445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3"/>
        <w:gridCol w:w="1248"/>
        <w:gridCol w:w="1190"/>
        <w:gridCol w:w="1876"/>
        <w:gridCol w:w="804"/>
        <w:gridCol w:w="1470"/>
        <w:gridCol w:w="853"/>
        <w:gridCol w:w="620"/>
      </w:tblGrid>
      <w:tr w:rsidR="003A416F" w:rsidRPr="00EF4E1A" w:rsidTr="00224335">
        <w:trPr>
          <w:trHeight w:val="851"/>
          <w:jc w:val="center"/>
        </w:trPr>
        <w:tc>
          <w:tcPr>
            <w:tcW w:w="278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31" w:type="pct"/>
            <w:vAlign w:val="center"/>
          </w:tcPr>
          <w:p w:rsidR="003A416F" w:rsidRPr="00061318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№ Договора</w:t>
            </w:r>
          </w:p>
        </w:tc>
        <w:tc>
          <w:tcPr>
            <w:tcW w:w="697" w:type="pct"/>
            <w:vAlign w:val="center"/>
          </w:tcPr>
          <w:p w:rsidR="003A416F" w:rsidRPr="00061318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Дата договора</w:t>
            </w:r>
          </w:p>
        </w:tc>
        <w:tc>
          <w:tcPr>
            <w:tcW w:w="1099" w:type="pct"/>
            <w:vAlign w:val="center"/>
          </w:tcPr>
          <w:p w:rsidR="003A416F" w:rsidRPr="00061318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3A416F" w:rsidRPr="00061318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</w:t>
            </w:r>
          </w:p>
        </w:tc>
        <w:tc>
          <w:tcPr>
            <w:tcW w:w="861" w:type="pct"/>
            <w:vAlign w:val="center"/>
          </w:tcPr>
          <w:p w:rsidR="003A416F" w:rsidRPr="00061318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Адрес объекта</w:t>
            </w:r>
          </w:p>
        </w:tc>
        <w:tc>
          <w:tcPr>
            <w:tcW w:w="500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363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A416F" w:rsidTr="00224335">
        <w:trPr>
          <w:trHeight w:hRule="exact" w:val="1663"/>
          <w:jc w:val="center"/>
        </w:trPr>
        <w:tc>
          <w:tcPr>
            <w:tcW w:w="278" w:type="pct"/>
            <w:vAlign w:val="center"/>
          </w:tcPr>
          <w:p w:rsidR="003A416F" w:rsidRPr="00EF4E1A" w:rsidRDefault="003A416F" w:rsidP="003A416F">
            <w:pPr>
              <w:pStyle w:val="a5"/>
              <w:numPr>
                <w:ilvl w:val="0"/>
                <w:numId w:val="8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3A416F" w:rsidRPr="00061318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40421394</w:t>
            </w:r>
          </w:p>
        </w:tc>
        <w:tc>
          <w:tcPr>
            <w:tcW w:w="697" w:type="pct"/>
            <w:vAlign w:val="center"/>
          </w:tcPr>
          <w:p w:rsidR="003A416F" w:rsidRPr="00061318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04.10.2011</w:t>
            </w:r>
          </w:p>
        </w:tc>
        <w:tc>
          <w:tcPr>
            <w:tcW w:w="1099" w:type="pct"/>
            <w:vAlign w:val="center"/>
          </w:tcPr>
          <w:p w:rsidR="003A416F" w:rsidRPr="00061318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 xml:space="preserve"> Лукин П. И.</w:t>
            </w:r>
          </w:p>
        </w:tc>
        <w:tc>
          <w:tcPr>
            <w:tcW w:w="471" w:type="pct"/>
            <w:vAlign w:val="center"/>
          </w:tcPr>
          <w:p w:rsidR="003A416F" w:rsidRPr="00061318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61" w:type="pct"/>
            <w:vAlign w:val="center"/>
          </w:tcPr>
          <w:p w:rsidR="003A416F" w:rsidRPr="00061318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д. </w:t>
            </w:r>
            <w:proofErr w:type="gramStart"/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Старые</w:t>
            </w:r>
            <w:proofErr w:type="gramEnd"/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Батеки</w:t>
            </w:r>
            <w:proofErr w:type="spellEnd"/>
            <w:r w:rsidRPr="00061318">
              <w:rPr>
                <w:rFonts w:ascii="Times New Roman" w:eastAsia="Times New Roman" w:hAnsi="Times New Roman" w:cs="Times New Roman"/>
                <w:lang w:eastAsia="ru-RU"/>
              </w:rPr>
              <w:t>,  ул. Восточная</w:t>
            </w:r>
          </w:p>
        </w:tc>
        <w:tc>
          <w:tcPr>
            <w:tcW w:w="500" w:type="pct"/>
            <w:vAlign w:val="center"/>
          </w:tcPr>
          <w:p w:rsidR="003A416F" w:rsidRPr="00E62A7C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363" w:type="pct"/>
            <w:vAlign w:val="center"/>
          </w:tcPr>
          <w:p w:rsidR="003A416F" w:rsidRPr="00E62A7C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A7C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</w:tr>
    </w:tbl>
    <w:p w:rsidR="003A416F" w:rsidRDefault="003A416F" w:rsidP="003A41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A416F" w:rsidRPr="007762E6" w:rsidRDefault="003A416F" w:rsidP="003A416F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A416F" w:rsidRPr="007762E6" w:rsidRDefault="003A416F" w:rsidP="003A416F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lastRenderedPageBreak/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A416F" w:rsidRPr="007762E6" w:rsidRDefault="003A416F" w:rsidP="003A416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A416F" w:rsidRPr="00671D0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A416F" w:rsidRPr="007762E6" w:rsidRDefault="003A416F" w:rsidP="003A416F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A416F" w:rsidRPr="007762E6" w:rsidRDefault="003A416F" w:rsidP="003A41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A416F" w:rsidRPr="007762E6" w:rsidRDefault="003A416F" w:rsidP="003A416F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A416F" w:rsidRPr="007762E6" w:rsidRDefault="003A416F" w:rsidP="003A416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A416F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A416F" w:rsidRPr="007762E6" w:rsidRDefault="003A416F" w:rsidP="003A416F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3A416F" w:rsidRPr="007762E6" w:rsidRDefault="003A416F" w:rsidP="003A416F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A416F" w:rsidRPr="001E11CA" w:rsidTr="00224335">
        <w:tc>
          <w:tcPr>
            <w:tcW w:w="5068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Напряжение ВЛИ</w:t>
            </w:r>
            <w:proofErr w:type="gramStart"/>
            <w:r w:rsidRPr="001E11CA">
              <w:rPr>
                <w:sz w:val="24"/>
                <w:szCs w:val="24"/>
              </w:rPr>
              <w:t xml:space="preserve"> ,</w:t>
            </w:r>
            <w:proofErr w:type="gramEnd"/>
            <w:r w:rsidRPr="001E11CA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0,4</w:t>
            </w:r>
          </w:p>
        </w:tc>
      </w:tr>
      <w:tr w:rsidR="003A416F" w:rsidRPr="001E11CA" w:rsidTr="00224335">
        <w:tc>
          <w:tcPr>
            <w:tcW w:w="5068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1E11CA">
              <w:rPr>
                <w:sz w:val="24"/>
                <w:szCs w:val="24"/>
              </w:rPr>
              <w:t>км</w:t>
            </w:r>
            <w:proofErr w:type="gramEnd"/>
            <w:r w:rsidRPr="001E11CA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,07</w:t>
            </w:r>
          </w:p>
        </w:tc>
      </w:tr>
      <w:tr w:rsidR="003A416F" w:rsidRPr="001E11CA" w:rsidTr="00224335">
        <w:tc>
          <w:tcPr>
            <w:tcW w:w="5068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СИП-2 ГОСТ </w:t>
            </w:r>
            <w:proofErr w:type="gramStart"/>
            <w:r w:rsidRPr="001E11CA">
              <w:rPr>
                <w:sz w:val="24"/>
                <w:szCs w:val="24"/>
              </w:rPr>
              <w:t>Р</w:t>
            </w:r>
            <w:proofErr w:type="gramEnd"/>
            <w:r w:rsidRPr="001E11CA">
              <w:rPr>
                <w:sz w:val="24"/>
                <w:szCs w:val="24"/>
              </w:rPr>
              <w:t xml:space="preserve"> 52373-2005</w:t>
            </w:r>
          </w:p>
        </w:tc>
      </w:tr>
      <w:tr w:rsidR="003A416F" w:rsidRPr="001E11CA" w:rsidTr="00224335">
        <w:tc>
          <w:tcPr>
            <w:tcW w:w="5068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Тип новых </w:t>
            </w:r>
            <w:proofErr w:type="gramStart"/>
            <w:r w:rsidRPr="001E11CA">
              <w:rPr>
                <w:sz w:val="24"/>
                <w:szCs w:val="24"/>
              </w:rPr>
              <w:t>ж/б</w:t>
            </w:r>
            <w:proofErr w:type="gramEnd"/>
            <w:r w:rsidRPr="001E11CA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1E11CA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A416F" w:rsidRPr="001E11CA" w:rsidTr="00224335">
        <w:tc>
          <w:tcPr>
            <w:tcW w:w="5068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1E11CA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A416F" w:rsidRPr="001E11CA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30</w:t>
            </w:r>
          </w:p>
        </w:tc>
      </w:tr>
    </w:tbl>
    <w:p w:rsidR="003A416F" w:rsidRDefault="003A416F" w:rsidP="003A416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A416F" w:rsidRDefault="003A416F" w:rsidP="003A416F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C47552">
        <w:rPr>
          <w:sz w:val="24"/>
          <w:szCs w:val="24"/>
        </w:rPr>
        <w:t>Предусмотреть строительство участка ВЛ-0,4 кВ с изолированным самонесущим проводом от опоры № 16 ВЛ-0,4 кВ № 2 ТП № 284 ВЛ-10 кВ № 1001 ПС «Ольша» 35/10 кВ, до объекта</w:t>
      </w:r>
      <w:r w:rsidRPr="001E11CA">
        <w:rPr>
          <w:sz w:val="24"/>
          <w:szCs w:val="24"/>
        </w:rPr>
        <w:t xml:space="preserve"> (ориентир</w:t>
      </w:r>
      <w:r>
        <w:rPr>
          <w:sz w:val="24"/>
          <w:szCs w:val="24"/>
        </w:rPr>
        <w:t>овочно 7</w:t>
      </w:r>
      <w:r w:rsidRPr="001E11CA">
        <w:rPr>
          <w:sz w:val="24"/>
          <w:szCs w:val="24"/>
        </w:rPr>
        <w:t>0м).</w:t>
      </w:r>
    </w:p>
    <w:p w:rsidR="003A416F" w:rsidRPr="00B43298" w:rsidRDefault="003A416F" w:rsidP="003A416F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2</w:t>
      </w:r>
      <w:r w:rsidRPr="007762E6">
        <w:rPr>
          <w:sz w:val="24"/>
          <w:szCs w:val="24"/>
        </w:rPr>
        <w:t xml:space="preserve"> ТП №</w:t>
      </w:r>
      <w:r>
        <w:rPr>
          <w:sz w:val="24"/>
          <w:szCs w:val="24"/>
        </w:rPr>
        <w:t xml:space="preserve">284 </w:t>
      </w:r>
      <w:r w:rsidRPr="00604B53">
        <w:rPr>
          <w:sz w:val="24"/>
          <w:szCs w:val="24"/>
        </w:rPr>
        <w:t>на пропуск нагрузки по ней.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5.7. 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№284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A416F" w:rsidRPr="007762E6" w:rsidRDefault="003A416F" w:rsidP="003A416F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Выполнить раздел «Спецификации».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A416F" w:rsidRPr="008431D8" w:rsidRDefault="003A416F" w:rsidP="003A416F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A416F" w:rsidRPr="007762E6" w:rsidRDefault="003A416F" w:rsidP="003A416F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A416F" w:rsidRPr="007762E6" w:rsidRDefault="003A416F" w:rsidP="003A416F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A416F" w:rsidRPr="007762E6" w:rsidRDefault="003A416F" w:rsidP="003A416F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A416F" w:rsidRPr="007762E6" w:rsidRDefault="003A416F" w:rsidP="003A416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A416F" w:rsidRPr="007762E6" w:rsidRDefault="003A416F" w:rsidP="003A416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A416F" w:rsidRPr="007762E6" w:rsidRDefault="003A416F" w:rsidP="003A416F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A416F" w:rsidRPr="007762E6" w:rsidRDefault="003A416F" w:rsidP="003A416F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A416F" w:rsidRPr="00582E47" w:rsidRDefault="003A416F" w:rsidP="003A416F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A416F" w:rsidRPr="00FC79B3" w:rsidRDefault="003A416F" w:rsidP="003A416F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Все изменения проектных решений должны быть согласованы с филиалом ОАО «МРСК Центра» - «Смоленскэнерго».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A416F" w:rsidRPr="007762E6" w:rsidRDefault="003A416F" w:rsidP="003A416F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A416F" w:rsidRPr="007762E6" w:rsidRDefault="003A416F" w:rsidP="003A416F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A416F" w:rsidRPr="007762E6" w:rsidRDefault="003A416F" w:rsidP="003A416F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A416F" w:rsidRPr="00C903BE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A416F" w:rsidRPr="007762E6" w:rsidRDefault="003A416F" w:rsidP="003A416F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A416F" w:rsidRPr="007762E6" w:rsidRDefault="003A416F" w:rsidP="003A416F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A416F" w:rsidRDefault="003A416F" w:rsidP="003A416F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A416F" w:rsidRDefault="003A416F" w:rsidP="003A416F">
      <w:pPr>
        <w:pStyle w:val="a5"/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</w:p>
    <w:p w:rsidR="003A416F" w:rsidRPr="005F0355" w:rsidRDefault="003A416F" w:rsidP="003A416F">
      <w:pPr>
        <w:pStyle w:val="a5"/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</w:p>
    <w:p w:rsidR="003A416F" w:rsidRPr="00904C7E" w:rsidRDefault="003A416F" w:rsidP="003A416F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3A416F" w:rsidRPr="00C92849" w:rsidRDefault="003A416F" w:rsidP="003A416F">
      <w:pPr>
        <w:pStyle w:val="a5"/>
        <w:numPr>
          <w:ilvl w:val="0"/>
          <w:numId w:val="18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A416F" w:rsidRDefault="003A416F" w:rsidP="003A416F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3A416F" w:rsidRDefault="003A416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3A416F" w:rsidRPr="007762E6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4-154к</w:t>
      </w:r>
    </w:p>
    <w:p w:rsidR="003A416F" w:rsidRPr="007762E6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>, реконструкцию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A416F" w:rsidRDefault="003A416F" w:rsidP="003A416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ТП № </w:t>
      </w:r>
      <w:r>
        <w:rPr>
          <w:rFonts w:ascii="Times New Roman" w:hAnsi="Times New Roman" w:cs="Times New Roman"/>
          <w:sz w:val="24"/>
          <w:szCs w:val="24"/>
          <w:u w:val="single"/>
        </w:rPr>
        <w:t>588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606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«Колодня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3A416F" w:rsidRDefault="003A416F" w:rsidP="003A416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A416F" w:rsidRDefault="003A416F" w:rsidP="003A416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A416F" w:rsidRPr="007762E6" w:rsidRDefault="003A416F" w:rsidP="003A416F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A416F" w:rsidRPr="007762E6" w:rsidRDefault="003A416F" w:rsidP="003A416F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>проектирование</w:t>
      </w:r>
      <w:r>
        <w:rPr>
          <w:rFonts w:ascii="Times New Roman" w:hAnsi="Times New Roman" w:cs="Times New Roman"/>
          <w:sz w:val="24"/>
          <w:szCs w:val="24"/>
        </w:rPr>
        <w:t>, строительство</w:t>
      </w:r>
      <w:r w:rsidRPr="008140D5">
        <w:rPr>
          <w:rFonts w:ascii="Times New Roman" w:hAnsi="Times New Roman" w:cs="Times New Roman"/>
          <w:sz w:val="24"/>
          <w:szCs w:val="24"/>
        </w:rPr>
        <w:t xml:space="preserve"> и реконструкцию </w:t>
      </w:r>
      <w:r w:rsidRPr="000A6877">
        <w:rPr>
          <w:rFonts w:ascii="Times New Roman" w:hAnsi="Times New Roman" w:cs="Times New Roman"/>
          <w:sz w:val="24"/>
          <w:szCs w:val="24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</w:rPr>
        <w:t>1 ТП № 588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606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r>
        <w:rPr>
          <w:rFonts w:ascii="Times New Roman" w:hAnsi="Times New Roman" w:cs="Times New Roman"/>
          <w:sz w:val="24"/>
          <w:szCs w:val="24"/>
        </w:rPr>
        <w:t>Колодня</w:t>
      </w:r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 xml:space="preserve">со строительством ответвления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3A416F" w:rsidRPr="007762E6" w:rsidRDefault="003A416F" w:rsidP="003A41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605"/>
        <w:gridCol w:w="1640"/>
        <w:gridCol w:w="1428"/>
        <w:gridCol w:w="1535"/>
        <w:gridCol w:w="1715"/>
      </w:tblGrid>
      <w:tr w:rsidR="003A416F" w:rsidRPr="007762E6" w:rsidTr="00224335">
        <w:trPr>
          <w:jc w:val="center"/>
        </w:trPr>
        <w:tc>
          <w:tcPr>
            <w:tcW w:w="1028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22" w:type="pct"/>
          </w:tcPr>
          <w:p w:rsidR="003A416F" w:rsidRPr="007762E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A416F" w:rsidRPr="00944207" w:rsidTr="00224335">
        <w:trPr>
          <w:jc w:val="center"/>
        </w:trPr>
        <w:tc>
          <w:tcPr>
            <w:tcW w:w="1028" w:type="pct"/>
          </w:tcPr>
          <w:p w:rsidR="003A416F" w:rsidRPr="00944207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050" w:type="pct"/>
          </w:tcPr>
          <w:p w:rsidR="003A416F" w:rsidRPr="00481776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776">
              <w:rPr>
                <w:rFonts w:ascii="Times New Roman" w:hAnsi="Times New Roman" w:cs="Times New Roman"/>
                <w:sz w:val="24"/>
                <w:szCs w:val="24"/>
              </w:rPr>
              <w:t xml:space="preserve">Смоленский район, пос. </w:t>
            </w:r>
            <w:proofErr w:type="spellStart"/>
            <w:r w:rsidRPr="00481776">
              <w:rPr>
                <w:rFonts w:ascii="Times New Roman" w:hAnsi="Times New Roman" w:cs="Times New Roman"/>
                <w:sz w:val="24"/>
                <w:szCs w:val="24"/>
              </w:rPr>
              <w:t>Гедеоновка</w:t>
            </w:r>
            <w:proofErr w:type="spellEnd"/>
          </w:p>
        </w:tc>
        <w:tc>
          <w:tcPr>
            <w:tcW w:w="916" w:type="pct"/>
          </w:tcPr>
          <w:p w:rsidR="003A416F" w:rsidRPr="00370632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113">
              <w:rPr>
                <w:rFonts w:ascii="Times New Roman" w:hAnsi="Times New Roman" w:cs="Times New Roman"/>
                <w:sz w:val="24"/>
              </w:rPr>
              <w:t>320514819</w:t>
            </w:r>
          </w:p>
        </w:tc>
        <w:tc>
          <w:tcPr>
            <w:tcW w:w="983" w:type="pct"/>
          </w:tcPr>
          <w:p w:rsidR="003A416F" w:rsidRPr="00370632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113">
              <w:rPr>
                <w:rFonts w:ascii="Times New Roman" w:hAnsi="Times New Roman" w:cs="Times New Roman"/>
                <w:sz w:val="24"/>
              </w:rPr>
              <w:t>12008202</w:t>
            </w:r>
          </w:p>
        </w:tc>
        <w:tc>
          <w:tcPr>
            <w:tcW w:w="1022" w:type="pct"/>
          </w:tcPr>
          <w:p w:rsidR="003A416F" w:rsidRPr="006E0512" w:rsidRDefault="003A416F" w:rsidP="00224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1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ВЛ-0,4КВ Л-606 </w:t>
            </w:r>
            <w:proofErr w:type="gramStart"/>
            <w:r w:rsidRPr="009761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proofErr w:type="gramEnd"/>
            <w:r w:rsidRPr="009761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/СТ КОЛОДНЯ</w:t>
            </w:r>
          </w:p>
        </w:tc>
      </w:tr>
    </w:tbl>
    <w:p w:rsidR="003A416F" w:rsidRPr="007762E6" w:rsidRDefault="003A416F" w:rsidP="003A416F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A416F" w:rsidRPr="007762E6" w:rsidRDefault="003A416F" w:rsidP="003A416F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A416F" w:rsidRPr="007762E6" w:rsidRDefault="003A416F" w:rsidP="003A416F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A416F" w:rsidRDefault="003A416F" w:rsidP="003A416F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A416F" w:rsidRDefault="003A416F" w:rsidP="003A416F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3A416F" w:rsidRPr="00EF4E1A" w:rsidTr="00224335">
        <w:tc>
          <w:tcPr>
            <w:tcW w:w="255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A416F" w:rsidRPr="00EF4E1A" w:rsidTr="00224335">
        <w:tc>
          <w:tcPr>
            <w:tcW w:w="255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3A416F" w:rsidRPr="000C43D8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0C43D8">
              <w:rPr>
                <w:sz w:val="24"/>
                <w:szCs w:val="24"/>
              </w:rPr>
              <w:t>40523800</w:t>
            </w:r>
          </w:p>
        </w:tc>
        <w:tc>
          <w:tcPr>
            <w:tcW w:w="731" w:type="pct"/>
            <w:vAlign w:val="center"/>
          </w:tcPr>
          <w:p w:rsidR="003A416F" w:rsidRPr="002E4CBE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15.03.2012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3A416F" w:rsidRPr="000C43D8" w:rsidRDefault="003A416F" w:rsidP="00224335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C43D8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0C43D8">
              <w:rPr>
                <w:rFonts w:ascii="Times New Roman" w:hAnsi="Times New Roman" w:cs="Times New Roman"/>
                <w:sz w:val="24"/>
                <w:szCs w:val="24"/>
              </w:rPr>
              <w:t xml:space="preserve"> Галина Геннадьевна</w:t>
            </w:r>
          </w:p>
        </w:tc>
        <w:tc>
          <w:tcPr>
            <w:tcW w:w="733" w:type="pct"/>
            <w:vAlign w:val="center"/>
          </w:tcPr>
          <w:p w:rsidR="003A416F" w:rsidRPr="0070557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3A416F" w:rsidRPr="0070557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3A416F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3A416F" w:rsidRPr="007762E6" w:rsidRDefault="003A416F" w:rsidP="003A416F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A416F" w:rsidRPr="007762E6" w:rsidRDefault="003A416F" w:rsidP="003A416F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A416F" w:rsidRPr="007762E6" w:rsidRDefault="003A416F" w:rsidP="003A416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A416F" w:rsidRPr="007762E6" w:rsidRDefault="003A416F" w:rsidP="003A416F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A416F" w:rsidRPr="007762E6" w:rsidRDefault="003A416F" w:rsidP="003A41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A416F" w:rsidRPr="007762E6" w:rsidRDefault="003A416F" w:rsidP="003A416F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A416F" w:rsidRPr="007762E6" w:rsidRDefault="003A416F" w:rsidP="003A416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A416F" w:rsidRPr="007762E6" w:rsidRDefault="003A416F" w:rsidP="003A416F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08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A416F" w:rsidRDefault="003A416F" w:rsidP="003A416F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A416F" w:rsidRPr="002E61F2" w:rsidRDefault="003A416F" w:rsidP="003A416F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6497B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</w:t>
      </w:r>
      <w:r w:rsidRPr="002E61F2">
        <w:rPr>
          <w:sz w:val="24"/>
          <w:szCs w:val="24"/>
        </w:rPr>
        <w:t xml:space="preserve">от опоры </w:t>
      </w:r>
      <w:r w:rsidRPr="00370632">
        <w:rPr>
          <w:sz w:val="24"/>
          <w:szCs w:val="24"/>
        </w:rPr>
        <w:t xml:space="preserve">№ </w:t>
      </w:r>
      <w:r w:rsidRPr="00964330">
        <w:rPr>
          <w:sz w:val="24"/>
          <w:szCs w:val="24"/>
        </w:rPr>
        <w:t>8/7 ВЛ-0,4 кВ № 1 ТП № 588 ВЛ-6 кВ № 6</w:t>
      </w:r>
      <w:r>
        <w:rPr>
          <w:sz w:val="24"/>
          <w:szCs w:val="24"/>
        </w:rPr>
        <w:t>06</w:t>
      </w:r>
      <w:r w:rsidRPr="00964330">
        <w:rPr>
          <w:sz w:val="24"/>
          <w:szCs w:val="24"/>
        </w:rPr>
        <w:t xml:space="preserve"> ПС «Колодня» 35/6 кВ</w:t>
      </w:r>
      <w:r w:rsidRPr="00524B53">
        <w:rPr>
          <w:sz w:val="24"/>
          <w:szCs w:val="24"/>
        </w:rPr>
        <w:t>,</w:t>
      </w:r>
      <w:r w:rsidRPr="00653B2B">
        <w:rPr>
          <w:sz w:val="24"/>
          <w:szCs w:val="24"/>
        </w:rPr>
        <w:t xml:space="preserve"> до объекта</w:t>
      </w:r>
      <w:proofErr w:type="gramStart"/>
      <w:r w:rsidRPr="002E61F2">
        <w:rPr>
          <w:sz w:val="24"/>
          <w:szCs w:val="24"/>
        </w:rPr>
        <w:t>.</w:t>
      </w:r>
      <w:proofErr w:type="gramEnd"/>
      <w:r w:rsidRPr="002E61F2">
        <w:rPr>
          <w:sz w:val="24"/>
          <w:szCs w:val="24"/>
        </w:rPr>
        <w:t xml:space="preserve"> (</w:t>
      </w:r>
      <w:proofErr w:type="gramStart"/>
      <w:r w:rsidRPr="002E61F2">
        <w:rPr>
          <w:sz w:val="24"/>
          <w:szCs w:val="24"/>
        </w:rPr>
        <w:t>о</w:t>
      </w:r>
      <w:proofErr w:type="gramEnd"/>
      <w:r w:rsidRPr="002E61F2">
        <w:rPr>
          <w:sz w:val="24"/>
          <w:szCs w:val="24"/>
        </w:rPr>
        <w:t xml:space="preserve">риентировочно </w:t>
      </w:r>
      <w:r>
        <w:rPr>
          <w:sz w:val="24"/>
          <w:szCs w:val="24"/>
        </w:rPr>
        <w:t>8</w:t>
      </w:r>
      <w:r w:rsidRPr="002E61F2">
        <w:rPr>
          <w:sz w:val="24"/>
          <w:szCs w:val="24"/>
        </w:rPr>
        <w:t>0м)</w:t>
      </w:r>
    </w:p>
    <w:p w:rsidR="003A416F" w:rsidRDefault="003A416F" w:rsidP="003A416F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 588 </w:t>
      </w:r>
      <w:r w:rsidRPr="007762E6">
        <w:rPr>
          <w:sz w:val="24"/>
          <w:szCs w:val="24"/>
        </w:rPr>
        <w:t>на пропуск нагрузки по ней.</w:t>
      </w:r>
    </w:p>
    <w:p w:rsidR="003A416F" w:rsidRDefault="003A416F" w:rsidP="003A416F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EB3664">
        <w:rPr>
          <w:sz w:val="24"/>
          <w:szCs w:val="24"/>
        </w:rPr>
        <w:t>Предусмотреть замену силового трансформатора</w:t>
      </w:r>
      <w:r>
        <w:rPr>
          <w:sz w:val="24"/>
          <w:szCs w:val="24"/>
        </w:rPr>
        <w:t xml:space="preserve"> 63кВА</w:t>
      </w:r>
      <w:r w:rsidRPr="00EB3664">
        <w:rPr>
          <w:sz w:val="24"/>
          <w:szCs w:val="24"/>
        </w:rPr>
        <w:t xml:space="preserve"> в ТП №</w:t>
      </w:r>
      <w:r>
        <w:rPr>
          <w:sz w:val="24"/>
          <w:szCs w:val="24"/>
        </w:rPr>
        <w:t>588 на трансформатор расчетной мощности (ориентировочно 100кВА)</w:t>
      </w:r>
      <w:r w:rsidRPr="00EB3664">
        <w:rPr>
          <w:sz w:val="24"/>
          <w:szCs w:val="24"/>
        </w:rPr>
        <w:t xml:space="preserve">. Параметры вновь устанавливаемого трансформатора определить проектом и согласовать </w:t>
      </w:r>
      <w:r>
        <w:rPr>
          <w:sz w:val="24"/>
          <w:szCs w:val="24"/>
        </w:rPr>
        <w:t xml:space="preserve">с филиалом </w:t>
      </w:r>
      <w:r w:rsidRPr="007762E6">
        <w:rPr>
          <w:sz w:val="24"/>
          <w:szCs w:val="24"/>
        </w:rPr>
        <w:t>ОАО «МРСК Центра» - «Смоленскэнерго»</w:t>
      </w:r>
      <w:r>
        <w:rPr>
          <w:sz w:val="24"/>
          <w:szCs w:val="24"/>
        </w:rPr>
        <w:t>.</w:t>
      </w:r>
    </w:p>
    <w:p w:rsidR="003A416F" w:rsidRDefault="003A416F" w:rsidP="003A416F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Силовой</w:t>
      </w:r>
      <w:r w:rsidRPr="0012706A">
        <w:rPr>
          <w:sz w:val="24"/>
          <w:szCs w:val="24"/>
        </w:rPr>
        <w:t xml:space="preserve"> трансформатор</w:t>
      </w:r>
      <w:r>
        <w:rPr>
          <w:sz w:val="24"/>
          <w:szCs w:val="24"/>
        </w:rPr>
        <w:t xml:space="preserve"> принять герметичный масляный</w:t>
      </w:r>
      <w:r w:rsidRPr="0012706A">
        <w:rPr>
          <w:sz w:val="24"/>
          <w:szCs w:val="24"/>
        </w:rPr>
        <w:t xml:space="preserve"> с гарантированным количеством циклов сжатия–растяжения 50 ты</w:t>
      </w:r>
      <w:r>
        <w:rPr>
          <w:sz w:val="24"/>
          <w:szCs w:val="24"/>
        </w:rPr>
        <w:t>сяч и сроком службы не менее 30 лет, или заполненный</w:t>
      </w:r>
      <w:r w:rsidRPr="0012706A">
        <w:rPr>
          <w:sz w:val="24"/>
          <w:szCs w:val="24"/>
        </w:rPr>
        <w:t xml:space="preserve"> жидким негорючим диэлектриком с уменьшенными удельными техническими потерями электроэнергии и массогабаритными параметрами. Схема соединения обмоток ∆/</w:t>
      </w:r>
      <w:proofErr w:type="gramStart"/>
      <w:r w:rsidRPr="0012706A">
        <w:rPr>
          <w:sz w:val="24"/>
          <w:szCs w:val="24"/>
        </w:rPr>
        <w:t>Y</w:t>
      </w:r>
      <w:proofErr w:type="gramEnd"/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 xml:space="preserve"> или </w:t>
      </w:r>
      <w:r>
        <w:rPr>
          <w:sz w:val="24"/>
          <w:szCs w:val="24"/>
          <w:lang w:val="en-US"/>
        </w:rPr>
        <w:t>Y</w:t>
      </w:r>
      <w:r w:rsidRPr="00537462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Z</w:t>
      </w:r>
      <w:r w:rsidRPr="0012706A">
        <w:rPr>
          <w:sz w:val="24"/>
          <w:szCs w:val="24"/>
          <w:vertAlign w:val="subscript"/>
        </w:rPr>
        <w:t>Н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Сечение провода выбрать из расчета допустимой потери напряжения.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 588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A416F" w:rsidRPr="007762E6" w:rsidRDefault="003A416F" w:rsidP="003A416F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lastRenderedPageBreak/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A416F" w:rsidRPr="007762E6" w:rsidRDefault="003A416F" w:rsidP="003A416F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A416F" w:rsidRPr="007762E6" w:rsidRDefault="003A416F" w:rsidP="003A416F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Требования к проектной организации.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A416F" w:rsidRPr="007762E6" w:rsidRDefault="003A416F" w:rsidP="003A416F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A416F" w:rsidRPr="007762E6" w:rsidRDefault="003A416F" w:rsidP="003A416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A416F" w:rsidRPr="007762E6" w:rsidRDefault="003A416F" w:rsidP="003A416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A416F" w:rsidRPr="007762E6" w:rsidRDefault="003A416F" w:rsidP="003A416F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A416F" w:rsidRPr="007762E6" w:rsidRDefault="003A416F" w:rsidP="003A416F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A416F" w:rsidRPr="00630696" w:rsidRDefault="003A416F" w:rsidP="003A416F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A416F" w:rsidRPr="00AB093C" w:rsidRDefault="003A416F" w:rsidP="003A416F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A416F" w:rsidRPr="007762E6" w:rsidRDefault="003A416F" w:rsidP="003A416F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Правила контроля и приемки работ.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A416F" w:rsidRPr="007762E6" w:rsidRDefault="003A416F" w:rsidP="003A416F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A416F" w:rsidRPr="007762E6" w:rsidRDefault="003A416F" w:rsidP="003A416F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Расчеты за выполненные работы производятся в течение 30 (тридцати) рабочих дней с момента подписания сторонами актов выполненных работ.</w:t>
      </w:r>
    </w:p>
    <w:p w:rsidR="003A416F" w:rsidRPr="007762E6" w:rsidRDefault="003A416F" w:rsidP="003A416F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A416F" w:rsidRPr="007762E6" w:rsidRDefault="003A416F" w:rsidP="003A416F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A416F" w:rsidRPr="007762E6" w:rsidRDefault="003A416F" w:rsidP="003A416F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A416F" w:rsidRPr="007762E6" w:rsidRDefault="003A416F" w:rsidP="003A416F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</w:t>
      </w:r>
      <w:r w:rsidRPr="007762E6">
        <w:rPr>
          <w:b/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0"/>
          <w:numId w:val="19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A416F" w:rsidRDefault="003A416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3A416F" w:rsidRPr="007762E6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4-155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3A416F" w:rsidRPr="007762E6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A416F" w:rsidRPr="00CB0742" w:rsidRDefault="003A416F" w:rsidP="003A416F">
      <w:pPr>
        <w:tabs>
          <w:tab w:val="left" w:pos="142"/>
        </w:tabs>
        <w:suppressAutoHyphens/>
        <w:ind w:right="-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2490B">
        <w:rPr>
          <w:rFonts w:ascii="Times New Roman" w:hAnsi="Times New Roman" w:cs="Times New Roman"/>
          <w:sz w:val="24"/>
          <w:szCs w:val="24"/>
          <w:u w:val="single"/>
        </w:rPr>
        <w:t>ВЛ-10 кВ № 1003 ПС 35/10 кВ "</w:t>
      </w:r>
      <w:proofErr w:type="spellStart"/>
      <w:r w:rsidRPr="0032490B">
        <w:rPr>
          <w:rFonts w:ascii="Times New Roman" w:hAnsi="Times New Roman" w:cs="Times New Roman"/>
          <w:sz w:val="24"/>
          <w:szCs w:val="24"/>
          <w:u w:val="single"/>
        </w:rPr>
        <w:t>Герчики</w:t>
      </w:r>
      <w:proofErr w:type="spellEnd"/>
      <w:r w:rsidRPr="0032490B">
        <w:rPr>
          <w:rFonts w:ascii="Times New Roman" w:hAnsi="Times New Roman" w:cs="Times New Roman"/>
          <w:sz w:val="24"/>
          <w:szCs w:val="24"/>
          <w:u w:val="single"/>
        </w:rPr>
        <w:t>"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участков ВЛ-10</w:t>
      </w:r>
      <w:r w:rsidRPr="00C03F4B">
        <w:rPr>
          <w:rFonts w:ascii="Times New Roman" w:hAnsi="Times New Roman" w:cs="Times New Roman"/>
          <w:sz w:val="24"/>
          <w:szCs w:val="24"/>
          <w:u w:val="single"/>
        </w:rPr>
        <w:t>кВ и ВЛ-0,4кВ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и установкой ТП-10/0,4кВ </w:t>
      </w:r>
    </w:p>
    <w:p w:rsidR="003A416F" w:rsidRPr="007762E6" w:rsidRDefault="003A416F" w:rsidP="003A416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A416F" w:rsidRPr="007762E6" w:rsidRDefault="003A416F" w:rsidP="003A416F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6E149E">
        <w:rPr>
          <w:rFonts w:ascii="Times New Roman" w:hAnsi="Times New Roman" w:cs="Times New Roman"/>
          <w:sz w:val="24"/>
          <w:szCs w:val="24"/>
        </w:rPr>
        <w:t>ВЛ-10 кВ № 1004 ПС 35/10 кВ "Ольша"  со строительством участков ВЛ-10кВ и ВЛ-0,4кВ и установкой ТП-10/0,4кВ</w:t>
      </w:r>
      <w:r>
        <w:rPr>
          <w:rFonts w:ascii="Times New Roman" w:hAnsi="Times New Roman" w:cs="Times New Roman"/>
          <w:sz w:val="24"/>
          <w:szCs w:val="24"/>
        </w:rPr>
        <w:t>, расположенных</w:t>
      </w:r>
      <w:r w:rsidRPr="007762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A416F" w:rsidRPr="007762E6" w:rsidRDefault="003A416F" w:rsidP="003A41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740" w:type="pct"/>
        <w:jc w:val="center"/>
        <w:tblLook w:val="04A0"/>
      </w:tblPr>
      <w:tblGrid>
        <w:gridCol w:w="1443"/>
        <w:gridCol w:w="1483"/>
        <w:gridCol w:w="1855"/>
        <w:gridCol w:w="1109"/>
        <w:gridCol w:w="1327"/>
        <w:gridCol w:w="1856"/>
      </w:tblGrid>
      <w:tr w:rsidR="003A416F" w:rsidRPr="007762E6" w:rsidTr="00224335">
        <w:trPr>
          <w:jc w:val="center"/>
        </w:trPr>
        <w:tc>
          <w:tcPr>
            <w:tcW w:w="751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72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45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</w:p>
        </w:tc>
        <w:tc>
          <w:tcPr>
            <w:tcW w:w="612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75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45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A416F" w:rsidRPr="007762E6" w:rsidTr="00224335">
        <w:trPr>
          <w:trHeight w:val="535"/>
          <w:jc w:val="center"/>
        </w:trPr>
        <w:tc>
          <w:tcPr>
            <w:tcW w:w="751" w:type="pct"/>
            <w:vMerge w:val="restar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72" w:type="pct"/>
            <w:vMerge w:val="restar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1045" w:type="pct"/>
            <w:vMerge w:val="restart"/>
            <w:vAlign w:val="center"/>
          </w:tcPr>
          <w:p w:rsidR="003A416F" w:rsidRPr="00CA422E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. Ольша</w:t>
            </w:r>
          </w:p>
        </w:tc>
        <w:tc>
          <w:tcPr>
            <w:tcW w:w="612" w:type="pct"/>
            <w:vAlign w:val="bottom"/>
          </w:tcPr>
          <w:p w:rsidR="003A416F" w:rsidRDefault="003A416F" w:rsidP="0022433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12000548</w:t>
            </w:r>
          </w:p>
        </w:tc>
        <w:tc>
          <w:tcPr>
            <w:tcW w:w="775" w:type="pct"/>
            <w:vAlign w:val="bottom"/>
          </w:tcPr>
          <w:p w:rsidR="003A416F" w:rsidRDefault="003A416F" w:rsidP="0022433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323549719</w:t>
            </w:r>
          </w:p>
        </w:tc>
        <w:tc>
          <w:tcPr>
            <w:tcW w:w="1045" w:type="pct"/>
            <w:vAlign w:val="bottom"/>
          </w:tcPr>
          <w:p w:rsidR="003A416F" w:rsidRDefault="003A416F" w:rsidP="0022433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ВЛ-0,4КВ ОТ Л-1003 </w:t>
            </w:r>
            <w:proofErr w:type="gramStart"/>
            <w:r>
              <w:rPr>
                <w:rFonts w:ascii="Calibri" w:hAnsi="Calibri"/>
                <w:color w:val="000000"/>
              </w:rPr>
              <w:t>П</w:t>
            </w:r>
            <w:proofErr w:type="gramEnd"/>
            <w:r>
              <w:rPr>
                <w:rFonts w:ascii="Calibri" w:hAnsi="Calibri"/>
                <w:color w:val="000000"/>
              </w:rPr>
              <w:t>/СТ ГЕРЧИКИ</w:t>
            </w:r>
          </w:p>
        </w:tc>
      </w:tr>
      <w:tr w:rsidR="003A416F" w:rsidRPr="007762E6" w:rsidTr="00224335">
        <w:trPr>
          <w:trHeight w:val="535"/>
          <w:jc w:val="center"/>
        </w:trPr>
        <w:tc>
          <w:tcPr>
            <w:tcW w:w="751" w:type="pct"/>
            <w:vMerge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  <w:vAlign w:val="center"/>
          </w:tcPr>
          <w:p w:rsidR="003A416F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vMerge/>
            <w:vAlign w:val="center"/>
          </w:tcPr>
          <w:p w:rsidR="003A416F" w:rsidRPr="00003399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2" w:type="pct"/>
            <w:vAlign w:val="bottom"/>
          </w:tcPr>
          <w:p w:rsidR="003A416F" w:rsidRDefault="003A416F" w:rsidP="0022433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12000140</w:t>
            </w:r>
          </w:p>
        </w:tc>
        <w:tc>
          <w:tcPr>
            <w:tcW w:w="775" w:type="pct"/>
            <w:vAlign w:val="bottom"/>
          </w:tcPr>
          <w:p w:rsidR="003A416F" w:rsidRDefault="003A416F" w:rsidP="0022433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320770819</w:t>
            </w:r>
          </w:p>
        </w:tc>
        <w:tc>
          <w:tcPr>
            <w:tcW w:w="1045" w:type="pct"/>
            <w:vAlign w:val="bottom"/>
          </w:tcPr>
          <w:p w:rsidR="003A416F" w:rsidRDefault="003A416F" w:rsidP="00224335">
            <w:pPr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ВЛ</w:t>
            </w:r>
            <w:proofErr w:type="gramEnd"/>
            <w:r>
              <w:rPr>
                <w:rFonts w:ascii="Calibri" w:hAnsi="Calibri"/>
                <w:color w:val="000000"/>
              </w:rPr>
              <w:t xml:space="preserve"> 10 КВ ПО Л 1003 ПС </w:t>
            </w:r>
            <w:proofErr w:type="spellStart"/>
            <w:r>
              <w:rPr>
                <w:rFonts w:ascii="Calibri" w:hAnsi="Calibri"/>
                <w:color w:val="000000"/>
              </w:rPr>
              <w:t>гЕРЧИКИ</w:t>
            </w:r>
            <w:proofErr w:type="spellEnd"/>
          </w:p>
        </w:tc>
      </w:tr>
      <w:tr w:rsidR="003A416F" w:rsidRPr="007762E6" w:rsidTr="00224335">
        <w:trPr>
          <w:trHeight w:val="535"/>
          <w:jc w:val="center"/>
        </w:trPr>
        <w:tc>
          <w:tcPr>
            <w:tcW w:w="751" w:type="pct"/>
            <w:vMerge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  <w:vAlign w:val="center"/>
          </w:tcPr>
          <w:p w:rsidR="003A416F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pct"/>
            <w:vMerge/>
            <w:vAlign w:val="center"/>
          </w:tcPr>
          <w:p w:rsidR="003A416F" w:rsidRPr="00003399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2" w:type="pct"/>
            <w:vAlign w:val="bottom"/>
          </w:tcPr>
          <w:p w:rsidR="003A416F" w:rsidRDefault="003A416F" w:rsidP="0022433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13000196</w:t>
            </w:r>
          </w:p>
        </w:tc>
        <w:tc>
          <w:tcPr>
            <w:tcW w:w="775" w:type="pct"/>
            <w:vAlign w:val="bottom"/>
          </w:tcPr>
          <w:p w:rsidR="003A416F" w:rsidRDefault="003A416F" w:rsidP="0022433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324278700</w:t>
            </w:r>
          </w:p>
        </w:tc>
        <w:tc>
          <w:tcPr>
            <w:tcW w:w="1045" w:type="pct"/>
            <w:vAlign w:val="bottom"/>
          </w:tcPr>
          <w:p w:rsidR="003A416F" w:rsidRDefault="003A416F" w:rsidP="0022433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ОБОРУДОВАНИЕ ТП ОТ </w:t>
            </w:r>
            <w:proofErr w:type="gramStart"/>
            <w:r>
              <w:rPr>
                <w:rFonts w:ascii="Calibri" w:hAnsi="Calibri"/>
                <w:color w:val="000000"/>
              </w:rPr>
              <w:t>ВЛ</w:t>
            </w:r>
            <w:proofErr w:type="gramEnd"/>
            <w:r>
              <w:rPr>
                <w:rFonts w:ascii="Calibri" w:hAnsi="Calibri"/>
                <w:color w:val="000000"/>
              </w:rPr>
              <w:t xml:space="preserve"> 1003 ПС ГЕРЧИКИ</w:t>
            </w:r>
          </w:p>
        </w:tc>
      </w:tr>
    </w:tbl>
    <w:p w:rsidR="003A416F" w:rsidRPr="007762E6" w:rsidRDefault="003A416F" w:rsidP="003A4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16F" w:rsidRPr="007762E6" w:rsidRDefault="003A416F" w:rsidP="003A416F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A416F" w:rsidRDefault="003A416F" w:rsidP="003A416F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A416F" w:rsidRPr="007762E6" w:rsidRDefault="003A416F" w:rsidP="003A41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A416F" w:rsidRPr="007762E6" w:rsidRDefault="003A416F" w:rsidP="003A416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A416F" w:rsidRDefault="003A416F" w:rsidP="003A416F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A416F" w:rsidRDefault="003A416F" w:rsidP="003A416F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8"/>
        <w:gridCol w:w="1070"/>
        <w:gridCol w:w="1338"/>
        <w:gridCol w:w="1742"/>
        <w:gridCol w:w="1070"/>
        <w:gridCol w:w="1606"/>
        <w:gridCol w:w="936"/>
        <w:gridCol w:w="1171"/>
      </w:tblGrid>
      <w:tr w:rsidR="003A416F" w:rsidRPr="00EF4E1A" w:rsidTr="00224335">
        <w:tc>
          <w:tcPr>
            <w:tcW w:w="333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559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10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59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39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489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12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A416F" w:rsidTr="00224335">
        <w:trPr>
          <w:trHeight w:val="1140"/>
        </w:trPr>
        <w:tc>
          <w:tcPr>
            <w:tcW w:w="333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9" w:type="pct"/>
            <w:vAlign w:val="center"/>
          </w:tcPr>
          <w:p w:rsidR="003A416F" w:rsidRPr="00DA1E58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E58">
              <w:rPr>
                <w:rFonts w:ascii="Times New Roman" w:eastAsia="Times New Roman" w:hAnsi="Times New Roman" w:cs="Times New Roman"/>
                <w:lang w:eastAsia="ru-RU"/>
              </w:rPr>
              <w:t>40339769</w:t>
            </w:r>
          </w:p>
        </w:tc>
        <w:tc>
          <w:tcPr>
            <w:tcW w:w="699" w:type="pct"/>
            <w:vAlign w:val="center"/>
          </w:tcPr>
          <w:p w:rsidR="003A416F" w:rsidRPr="00DA1E58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E58">
              <w:rPr>
                <w:rFonts w:ascii="Times New Roman" w:eastAsia="Times New Roman" w:hAnsi="Times New Roman" w:cs="Times New Roman"/>
                <w:lang w:eastAsia="ru-RU"/>
              </w:rPr>
              <w:t>17.08.2011</w:t>
            </w:r>
          </w:p>
        </w:tc>
        <w:tc>
          <w:tcPr>
            <w:tcW w:w="910" w:type="pct"/>
            <w:vAlign w:val="center"/>
          </w:tcPr>
          <w:p w:rsidR="003A416F" w:rsidRPr="00DA1E58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E58">
              <w:rPr>
                <w:rFonts w:ascii="Times New Roman" w:eastAsia="Times New Roman" w:hAnsi="Times New Roman" w:cs="Times New Roman"/>
                <w:lang w:eastAsia="ru-RU"/>
              </w:rPr>
              <w:t>Майорова В. А.</w:t>
            </w:r>
          </w:p>
        </w:tc>
        <w:tc>
          <w:tcPr>
            <w:tcW w:w="559" w:type="pct"/>
            <w:vAlign w:val="center"/>
          </w:tcPr>
          <w:p w:rsidR="003A416F" w:rsidRPr="00DA1E58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E58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3A416F" w:rsidRPr="00DA1E58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E58">
              <w:rPr>
                <w:rFonts w:ascii="Times New Roman" w:eastAsia="Times New Roman" w:hAnsi="Times New Roman" w:cs="Times New Roman"/>
                <w:lang w:eastAsia="ru-RU"/>
              </w:rPr>
              <w:t>Смоленский район, д. Упокой</w:t>
            </w:r>
          </w:p>
        </w:tc>
        <w:tc>
          <w:tcPr>
            <w:tcW w:w="489" w:type="pct"/>
            <w:vAlign w:val="center"/>
          </w:tcPr>
          <w:p w:rsidR="003A416F" w:rsidRPr="00003399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612" w:type="pct"/>
            <w:vAlign w:val="center"/>
          </w:tcPr>
          <w:p w:rsidR="003A416F" w:rsidRPr="00003399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3A416F" w:rsidTr="00224335">
        <w:trPr>
          <w:trHeight w:val="1140"/>
        </w:trPr>
        <w:tc>
          <w:tcPr>
            <w:tcW w:w="333" w:type="pct"/>
            <w:vAlign w:val="center"/>
          </w:tcPr>
          <w:p w:rsidR="003A416F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9" w:type="pct"/>
            <w:vAlign w:val="center"/>
          </w:tcPr>
          <w:p w:rsidR="003A416F" w:rsidRPr="00DA1E58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E58">
              <w:rPr>
                <w:rFonts w:ascii="Times New Roman" w:eastAsia="Times New Roman" w:hAnsi="Times New Roman" w:cs="Times New Roman"/>
                <w:lang w:eastAsia="ru-RU"/>
              </w:rPr>
              <w:t>40428440</w:t>
            </w:r>
          </w:p>
        </w:tc>
        <w:tc>
          <w:tcPr>
            <w:tcW w:w="699" w:type="pct"/>
            <w:vAlign w:val="center"/>
          </w:tcPr>
          <w:p w:rsidR="003A416F" w:rsidRPr="00DA1E58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E58">
              <w:rPr>
                <w:rFonts w:ascii="Times New Roman" w:eastAsia="Times New Roman" w:hAnsi="Times New Roman" w:cs="Times New Roman"/>
                <w:lang w:eastAsia="ru-RU"/>
              </w:rPr>
              <w:t>29.09.2011</w:t>
            </w:r>
          </w:p>
        </w:tc>
        <w:tc>
          <w:tcPr>
            <w:tcW w:w="910" w:type="pct"/>
            <w:vAlign w:val="center"/>
          </w:tcPr>
          <w:p w:rsidR="003A416F" w:rsidRPr="00DA1E58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E58">
              <w:rPr>
                <w:rFonts w:ascii="Times New Roman" w:eastAsia="Times New Roman" w:hAnsi="Times New Roman" w:cs="Times New Roman"/>
                <w:lang w:eastAsia="ru-RU"/>
              </w:rPr>
              <w:t>Гладышева О. В.</w:t>
            </w:r>
          </w:p>
        </w:tc>
        <w:tc>
          <w:tcPr>
            <w:tcW w:w="559" w:type="pct"/>
            <w:vAlign w:val="center"/>
          </w:tcPr>
          <w:p w:rsidR="003A416F" w:rsidRPr="00DA1E58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E58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3A416F" w:rsidRPr="00DA1E58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E58">
              <w:rPr>
                <w:rFonts w:ascii="Times New Roman" w:eastAsia="Times New Roman" w:hAnsi="Times New Roman" w:cs="Times New Roman"/>
                <w:lang w:eastAsia="ru-RU"/>
              </w:rPr>
              <w:t>Смоленский район д. Упокой</w:t>
            </w:r>
          </w:p>
        </w:tc>
        <w:tc>
          <w:tcPr>
            <w:tcW w:w="489" w:type="pct"/>
            <w:vAlign w:val="center"/>
          </w:tcPr>
          <w:p w:rsidR="003A416F" w:rsidRPr="00003399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612" w:type="pct"/>
            <w:vAlign w:val="center"/>
          </w:tcPr>
          <w:p w:rsidR="003A416F" w:rsidRPr="00003399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399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</w:tbl>
    <w:p w:rsidR="003A416F" w:rsidRDefault="003A416F" w:rsidP="003A41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A416F" w:rsidRPr="00F63D4C" w:rsidRDefault="003A416F" w:rsidP="003A416F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A416F" w:rsidRPr="007762E6" w:rsidRDefault="003A416F" w:rsidP="003A416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>Основные нормативно-технические документы (НТД), определяющие требования к проекту и работам: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A416F" w:rsidRPr="007762E6" w:rsidRDefault="003A416F" w:rsidP="003A416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A416F" w:rsidRPr="007762E6" w:rsidRDefault="003A416F" w:rsidP="003A416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A416F" w:rsidRPr="007762E6" w:rsidRDefault="003A416F" w:rsidP="003A41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A416F" w:rsidRPr="007762E6" w:rsidRDefault="003A416F" w:rsidP="003A416F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A416F" w:rsidRPr="007762E6" w:rsidRDefault="003A416F" w:rsidP="003A416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A416F" w:rsidRPr="0093120C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A416F" w:rsidRPr="007762E6" w:rsidRDefault="003A416F" w:rsidP="003A416F">
      <w:pPr>
        <w:pStyle w:val="a5"/>
        <w:tabs>
          <w:tab w:val="left" w:pos="993"/>
        </w:tabs>
        <w:jc w:val="both"/>
        <w:rPr>
          <w:sz w:val="24"/>
          <w:szCs w:val="24"/>
        </w:rPr>
      </w:pPr>
    </w:p>
    <w:p w:rsidR="003A416F" w:rsidRPr="0093120C" w:rsidRDefault="003A416F" w:rsidP="003A416F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</w:t>
      </w:r>
      <w:r>
        <w:rPr>
          <w:b/>
          <w:sz w:val="24"/>
          <w:szCs w:val="24"/>
        </w:rPr>
        <w:t>10</w:t>
      </w:r>
      <w:r w:rsidRPr="007762E6">
        <w:rPr>
          <w:b/>
          <w:sz w:val="24"/>
          <w:szCs w:val="24"/>
        </w:rPr>
        <w:t>кВ:</w:t>
      </w:r>
      <w:proofErr w:type="gramEnd"/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4"/>
        <w:gridCol w:w="4737"/>
      </w:tblGrid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Напряжение 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 xml:space="preserve"> , кВ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</w:t>
            </w:r>
            <w:r>
              <w:rPr>
                <w:sz w:val="24"/>
                <w:szCs w:val="24"/>
              </w:rPr>
              <w:t>3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3A416F" w:rsidRDefault="003A416F" w:rsidP="003A416F">
      <w:pPr>
        <w:pStyle w:val="a5"/>
        <w:tabs>
          <w:tab w:val="left" w:pos="993"/>
        </w:tabs>
        <w:ind w:left="0" w:firstLine="0"/>
        <w:jc w:val="both"/>
        <w:rPr>
          <w:b/>
          <w:sz w:val="24"/>
          <w:szCs w:val="24"/>
        </w:rPr>
      </w:pP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Табл.4</w:t>
      </w:r>
    </w:p>
    <w:tbl>
      <w:tblPr>
        <w:tblStyle w:val="a4"/>
        <w:tblW w:w="0" w:type="auto"/>
        <w:tblLook w:val="04A0"/>
      </w:tblPr>
      <w:tblGrid>
        <w:gridCol w:w="4834"/>
        <w:gridCol w:w="4737"/>
      </w:tblGrid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СИП-2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lastRenderedPageBreak/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A416F" w:rsidRDefault="003A416F" w:rsidP="003A416F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A416F" w:rsidRDefault="003A416F" w:rsidP="003A416F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0C4518">
        <w:rPr>
          <w:sz w:val="24"/>
          <w:szCs w:val="24"/>
        </w:rPr>
        <w:t>Предусмотреть строительство участка ВЛ-10кВ с самонесущим з</w:t>
      </w:r>
      <w:r>
        <w:rPr>
          <w:sz w:val="24"/>
          <w:szCs w:val="24"/>
        </w:rPr>
        <w:t>ащищенным проводом от опоры № 7</w:t>
      </w:r>
      <w:r w:rsidRPr="000C4518">
        <w:rPr>
          <w:sz w:val="24"/>
          <w:szCs w:val="24"/>
        </w:rPr>
        <w:t>, ВЛ-10 кВ № 1003 ПС 35/10 кВ "</w:t>
      </w:r>
      <w:proofErr w:type="spellStart"/>
      <w:r w:rsidRPr="000C4518">
        <w:rPr>
          <w:sz w:val="24"/>
          <w:szCs w:val="24"/>
        </w:rPr>
        <w:t>Герчики</w:t>
      </w:r>
      <w:proofErr w:type="spellEnd"/>
      <w:r w:rsidRPr="000C4518">
        <w:rPr>
          <w:sz w:val="24"/>
          <w:szCs w:val="24"/>
        </w:rPr>
        <w:t>", до проектируемой ТП-10/0,4 кВ</w:t>
      </w:r>
      <w:r>
        <w:rPr>
          <w:sz w:val="24"/>
          <w:szCs w:val="24"/>
        </w:rPr>
        <w:t xml:space="preserve"> (ориентировочно 100м).</w:t>
      </w:r>
      <w:proofErr w:type="gramEnd"/>
    </w:p>
    <w:p w:rsidR="003A416F" w:rsidRDefault="003A416F" w:rsidP="003A416F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FE7DCE">
        <w:rPr>
          <w:sz w:val="24"/>
          <w:szCs w:val="24"/>
        </w:rPr>
        <w:t xml:space="preserve">Предусмотреть установку и монтаж </w:t>
      </w:r>
      <w:r>
        <w:rPr>
          <w:sz w:val="24"/>
          <w:szCs w:val="24"/>
        </w:rPr>
        <w:t>СТП-10</w:t>
      </w:r>
      <w:r w:rsidRPr="00FE7DCE">
        <w:rPr>
          <w:sz w:val="24"/>
          <w:szCs w:val="24"/>
        </w:rPr>
        <w:t xml:space="preserve">/0,4 кВ, </w:t>
      </w:r>
      <w:proofErr w:type="gramStart"/>
      <w:r w:rsidRPr="00FE7DCE">
        <w:rPr>
          <w:sz w:val="24"/>
          <w:szCs w:val="24"/>
        </w:rPr>
        <w:t>запитанной</w:t>
      </w:r>
      <w:proofErr w:type="gramEnd"/>
      <w:r w:rsidRPr="00FE7D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</w:t>
      </w:r>
      <w:r w:rsidRPr="000C4518">
        <w:rPr>
          <w:sz w:val="24"/>
          <w:szCs w:val="24"/>
        </w:rPr>
        <w:t>ВЛ-10 кВ № 1003 ПС 35/10 кВ "</w:t>
      </w:r>
      <w:proofErr w:type="spellStart"/>
      <w:r w:rsidRPr="000C4518">
        <w:rPr>
          <w:sz w:val="24"/>
          <w:szCs w:val="24"/>
        </w:rPr>
        <w:t>Герчики</w:t>
      </w:r>
      <w:proofErr w:type="spellEnd"/>
      <w:r w:rsidRPr="000C4518">
        <w:rPr>
          <w:sz w:val="24"/>
          <w:szCs w:val="24"/>
        </w:rPr>
        <w:t>"</w:t>
      </w:r>
      <w:r>
        <w:rPr>
          <w:sz w:val="24"/>
          <w:szCs w:val="24"/>
        </w:rPr>
        <w:t xml:space="preserve"> (ориентировочная мощность трансформатора – 63кВА) </w:t>
      </w:r>
    </w:p>
    <w:p w:rsidR="003A416F" w:rsidRDefault="003A416F" w:rsidP="003A416F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Силовой</w:t>
      </w:r>
      <w:r w:rsidRPr="0012706A">
        <w:rPr>
          <w:sz w:val="24"/>
          <w:szCs w:val="24"/>
        </w:rPr>
        <w:t xml:space="preserve"> трансформатор</w:t>
      </w:r>
      <w:r>
        <w:rPr>
          <w:sz w:val="24"/>
          <w:szCs w:val="24"/>
        </w:rPr>
        <w:t xml:space="preserve"> принять герметичный масляный</w:t>
      </w:r>
      <w:r w:rsidRPr="0012706A">
        <w:rPr>
          <w:sz w:val="24"/>
          <w:szCs w:val="24"/>
        </w:rPr>
        <w:t xml:space="preserve"> с гарантированным количеством циклов сжатия–растяжения 50 ты</w:t>
      </w:r>
      <w:r>
        <w:rPr>
          <w:sz w:val="24"/>
          <w:szCs w:val="24"/>
        </w:rPr>
        <w:t>сяч и сроком службы не менее 30 лет, или заполненный</w:t>
      </w:r>
      <w:r w:rsidRPr="0012706A">
        <w:rPr>
          <w:sz w:val="24"/>
          <w:szCs w:val="24"/>
        </w:rPr>
        <w:t xml:space="preserve"> жидким негорючим диэлектриком с уменьшенными удельными техническими потерями электроэнергии и массогабаритными параметрами. Схема соединения обмоток ∆/</w:t>
      </w:r>
      <w:proofErr w:type="gramStart"/>
      <w:r w:rsidRPr="0012706A">
        <w:rPr>
          <w:sz w:val="24"/>
          <w:szCs w:val="24"/>
        </w:rPr>
        <w:t>Y</w:t>
      </w:r>
      <w:proofErr w:type="gramEnd"/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 xml:space="preserve"> или </w:t>
      </w:r>
      <w:r>
        <w:rPr>
          <w:sz w:val="24"/>
          <w:szCs w:val="24"/>
          <w:lang w:val="en-US"/>
        </w:rPr>
        <w:t>Y</w:t>
      </w:r>
      <w:r w:rsidRPr="00537462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Z</w:t>
      </w:r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>.</w:t>
      </w:r>
    </w:p>
    <w:p w:rsidR="003A416F" w:rsidRPr="002568BB" w:rsidRDefault="003A416F" w:rsidP="003A416F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Мощность силового трансформатора</w:t>
      </w:r>
      <w:r w:rsidRPr="00AE145B">
        <w:rPr>
          <w:sz w:val="24"/>
          <w:szCs w:val="24"/>
        </w:rPr>
        <w:t xml:space="preserve"> определить проектом согласно </w:t>
      </w:r>
      <w:r>
        <w:rPr>
          <w:sz w:val="24"/>
          <w:szCs w:val="24"/>
        </w:rPr>
        <w:t xml:space="preserve">существующей, </w:t>
      </w:r>
      <w:r w:rsidRPr="00AE145B">
        <w:rPr>
          <w:sz w:val="24"/>
          <w:szCs w:val="24"/>
        </w:rPr>
        <w:t xml:space="preserve">заявленной </w:t>
      </w:r>
      <w:r>
        <w:rPr>
          <w:sz w:val="24"/>
          <w:szCs w:val="24"/>
        </w:rPr>
        <w:t xml:space="preserve">и перспективной </w:t>
      </w:r>
      <w:r w:rsidRPr="00AE145B">
        <w:rPr>
          <w:sz w:val="24"/>
          <w:szCs w:val="24"/>
        </w:rPr>
        <w:t>мощности.</w:t>
      </w:r>
    </w:p>
    <w:p w:rsidR="003A416F" w:rsidRDefault="003A416F" w:rsidP="003A416F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FE7DCE">
        <w:rPr>
          <w:sz w:val="24"/>
          <w:szCs w:val="24"/>
        </w:rPr>
        <w:t>Предусмотреть строительство участка ВЛ-0,4 кВ с изолированным самонесущим</w:t>
      </w:r>
      <w:r>
        <w:rPr>
          <w:sz w:val="24"/>
          <w:szCs w:val="24"/>
        </w:rPr>
        <w:t xml:space="preserve"> проводом от проектируемой ТП-10</w:t>
      </w:r>
      <w:r w:rsidRPr="00FE7DCE">
        <w:rPr>
          <w:sz w:val="24"/>
          <w:szCs w:val="24"/>
        </w:rPr>
        <w:t xml:space="preserve">/0,4 кВ, запитанной от </w:t>
      </w:r>
      <w:proofErr w:type="spellStart"/>
      <w:proofErr w:type="gramStart"/>
      <w:r>
        <w:rPr>
          <w:sz w:val="24"/>
          <w:szCs w:val="24"/>
        </w:rPr>
        <w:t>от</w:t>
      </w:r>
      <w:proofErr w:type="spellEnd"/>
      <w:proofErr w:type="gramEnd"/>
      <w:r>
        <w:rPr>
          <w:sz w:val="24"/>
          <w:szCs w:val="24"/>
        </w:rPr>
        <w:t xml:space="preserve"> </w:t>
      </w:r>
      <w:r w:rsidRPr="000C4518">
        <w:rPr>
          <w:sz w:val="24"/>
          <w:szCs w:val="24"/>
        </w:rPr>
        <w:t>ВЛ-10 кВ № 1003 ПС 35/10 кВ "</w:t>
      </w:r>
      <w:proofErr w:type="spellStart"/>
      <w:r w:rsidRPr="000C4518">
        <w:rPr>
          <w:sz w:val="24"/>
          <w:szCs w:val="24"/>
        </w:rPr>
        <w:t>Герчики</w:t>
      </w:r>
      <w:proofErr w:type="spellEnd"/>
      <w:r w:rsidRPr="000C4518">
        <w:rPr>
          <w:sz w:val="24"/>
          <w:szCs w:val="24"/>
        </w:rPr>
        <w:t>"</w:t>
      </w:r>
      <w:r>
        <w:rPr>
          <w:sz w:val="24"/>
          <w:szCs w:val="24"/>
        </w:rPr>
        <w:t>, до территории Заявителей (ориентировочно 100м).</w:t>
      </w:r>
    </w:p>
    <w:p w:rsidR="003A416F" w:rsidRPr="00B46665" w:rsidRDefault="003A416F" w:rsidP="003A416F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12706A">
        <w:rPr>
          <w:sz w:val="24"/>
          <w:szCs w:val="24"/>
        </w:rPr>
        <w:t>В</w:t>
      </w:r>
      <w:r>
        <w:rPr>
          <w:bCs/>
          <w:sz w:val="24"/>
          <w:szCs w:val="24"/>
        </w:rPr>
        <w:t xml:space="preserve"> начале и в конце ВЛ-10</w:t>
      </w:r>
      <w:r w:rsidRPr="0012706A">
        <w:rPr>
          <w:bCs/>
          <w:sz w:val="24"/>
          <w:szCs w:val="24"/>
        </w:rPr>
        <w:t>кВ на всех проводах запроектировать зажимы для присоединения приборов контроля напряжения и переносных заземлений.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</w:t>
      </w:r>
      <w:r>
        <w:rPr>
          <w:sz w:val="24"/>
          <w:szCs w:val="24"/>
        </w:rPr>
        <w:t>м для ВЛИ-0,4кВ, не менее 50кНм  для ВЛ-10кВ.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 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</w:t>
      </w:r>
      <w:r>
        <w:rPr>
          <w:bCs/>
          <w:sz w:val="24"/>
          <w:szCs w:val="24"/>
        </w:rPr>
        <w:t>нения к ТП-10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A416F" w:rsidRPr="007762E6" w:rsidRDefault="003A416F" w:rsidP="003A416F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-перечень мероприятий по рациональному использованию земельных угодий;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A416F" w:rsidRPr="00F0116B" w:rsidRDefault="003A416F" w:rsidP="003A416F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 xml:space="preserve">, а сметную </w:t>
      </w:r>
      <w:r w:rsidRPr="007762E6">
        <w:rPr>
          <w:sz w:val="24"/>
          <w:szCs w:val="24"/>
        </w:rPr>
        <w:lastRenderedPageBreak/>
        <w:t>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A416F" w:rsidRPr="007762E6" w:rsidRDefault="003A416F" w:rsidP="003A416F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A416F" w:rsidRPr="007762E6" w:rsidRDefault="003A416F" w:rsidP="003A416F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A416F" w:rsidRPr="007762E6" w:rsidRDefault="003A416F" w:rsidP="003A416F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A416F" w:rsidRPr="007762E6" w:rsidRDefault="003A416F" w:rsidP="003A416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A416F" w:rsidRPr="007762E6" w:rsidRDefault="003A416F" w:rsidP="003A416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A416F" w:rsidRPr="007762E6" w:rsidRDefault="003A416F" w:rsidP="003A416F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A416F" w:rsidRPr="007762E6" w:rsidRDefault="003A416F" w:rsidP="003A416F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A416F" w:rsidRPr="00582E47" w:rsidRDefault="003A416F" w:rsidP="003A416F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A416F" w:rsidRPr="00FC79B3" w:rsidRDefault="003A416F" w:rsidP="003A416F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A416F" w:rsidRPr="007762E6" w:rsidRDefault="003A416F" w:rsidP="003A416F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A416F" w:rsidRPr="007762E6" w:rsidRDefault="003A416F" w:rsidP="003A416F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A416F" w:rsidRPr="007762E6" w:rsidRDefault="003A416F" w:rsidP="003A416F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A416F" w:rsidRPr="00C903BE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A416F" w:rsidRPr="007762E6" w:rsidRDefault="003A416F" w:rsidP="003A416F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A416F" w:rsidRPr="007762E6" w:rsidRDefault="003A416F" w:rsidP="003A416F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A416F" w:rsidRPr="007762E6" w:rsidRDefault="003A416F" w:rsidP="003A416F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A416F" w:rsidRPr="00510A35" w:rsidRDefault="003A416F" w:rsidP="003A416F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3A416F" w:rsidRPr="00C92849" w:rsidRDefault="003A416F" w:rsidP="003A416F">
      <w:pPr>
        <w:pStyle w:val="a5"/>
        <w:numPr>
          <w:ilvl w:val="0"/>
          <w:numId w:val="20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A416F" w:rsidRDefault="003A416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3A416F" w:rsidRPr="007762E6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4-157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3A416F" w:rsidRPr="007762E6" w:rsidRDefault="003A416F" w:rsidP="003A41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A416F" w:rsidRPr="00CA5C15" w:rsidRDefault="003A416F" w:rsidP="003A416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ВЛ-0,4кВ </w:t>
      </w:r>
      <w:r w:rsidRPr="00605F57">
        <w:rPr>
          <w:rFonts w:ascii="Times New Roman" w:hAnsi="Times New Roman" w:cs="Times New Roman"/>
          <w:sz w:val="24"/>
          <w:szCs w:val="24"/>
          <w:u w:val="single"/>
        </w:rPr>
        <w:t xml:space="preserve">ТП № 433 ВЛ-10 кВ № 1003 ПС 35/10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кВ </w:t>
      </w:r>
      <w:r w:rsidRPr="00605F57">
        <w:rPr>
          <w:rFonts w:ascii="Times New Roman" w:hAnsi="Times New Roman" w:cs="Times New Roman"/>
          <w:sz w:val="24"/>
          <w:szCs w:val="24"/>
          <w:u w:val="single"/>
        </w:rPr>
        <w:t>«</w:t>
      </w:r>
      <w:proofErr w:type="spellStart"/>
      <w:r w:rsidRPr="00605F57">
        <w:rPr>
          <w:rFonts w:ascii="Times New Roman" w:hAnsi="Times New Roman" w:cs="Times New Roman"/>
          <w:sz w:val="24"/>
          <w:szCs w:val="24"/>
          <w:u w:val="single"/>
        </w:rPr>
        <w:t>Лубня</w:t>
      </w:r>
      <w:proofErr w:type="spellEnd"/>
      <w:r w:rsidRPr="00605F57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</w:p>
    <w:p w:rsidR="003A416F" w:rsidRPr="00FD2DF9" w:rsidRDefault="003A416F" w:rsidP="003A416F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A416F" w:rsidRPr="00FD2DF9" w:rsidRDefault="003A416F" w:rsidP="003A416F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A416F" w:rsidRPr="007762E6" w:rsidRDefault="003A416F" w:rsidP="003A416F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строительство </w:t>
      </w:r>
      <w:r w:rsidRPr="00513C3A">
        <w:rPr>
          <w:rFonts w:ascii="Times New Roman" w:hAnsi="Times New Roman" w:cs="Times New Roman"/>
          <w:sz w:val="24"/>
          <w:szCs w:val="24"/>
        </w:rPr>
        <w:t>ВЛ-0,4кВ ТП № 433 ВЛ-10 кВ № 1003 ПС 35/10 кВ «</w:t>
      </w:r>
      <w:proofErr w:type="spellStart"/>
      <w:r w:rsidRPr="00513C3A">
        <w:rPr>
          <w:rFonts w:ascii="Times New Roman" w:hAnsi="Times New Roman" w:cs="Times New Roman"/>
          <w:sz w:val="24"/>
          <w:szCs w:val="24"/>
        </w:rPr>
        <w:t>Лубня</w:t>
      </w:r>
      <w:proofErr w:type="spellEnd"/>
      <w:r w:rsidRPr="00513C3A">
        <w:rPr>
          <w:rFonts w:ascii="Times New Roman" w:hAnsi="Times New Roman" w:cs="Times New Roman"/>
          <w:sz w:val="24"/>
          <w:szCs w:val="24"/>
        </w:rPr>
        <w:t>»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3A416F" w:rsidRPr="008B6C06" w:rsidRDefault="003A416F" w:rsidP="003A416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B6C06">
        <w:rPr>
          <w:rFonts w:ascii="Times New Roman" w:eastAsia="Times New Roman" w:hAnsi="Times New Roman" w:cs="Times New Roman"/>
          <w:lang w:eastAsia="ru-RU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483"/>
        <w:gridCol w:w="1702"/>
        <w:gridCol w:w="1521"/>
        <w:gridCol w:w="1413"/>
        <w:gridCol w:w="1909"/>
      </w:tblGrid>
      <w:tr w:rsidR="003A416F" w:rsidRPr="007762E6" w:rsidTr="00224335">
        <w:tc>
          <w:tcPr>
            <w:tcW w:w="720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18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22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765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1027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A416F" w:rsidRPr="007762E6" w:rsidTr="00224335">
        <w:trPr>
          <w:trHeight w:val="1114"/>
        </w:trPr>
        <w:tc>
          <w:tcPr>
            <w:tcW w:w="720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3A416F" w:rsidRPr="007762E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918" w:type="pct"/>
            <w:vAlign w:val="center"/>
          </w:tcPr>
          <w:p w:rsidR="003A416F" w:rsidRPr="00E364A6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970"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 w:rsidRPr="007A7970">
              <w:rPr>
                <w:rFonts w:ascii="Times New Roman" w:eastAsia="Times New Roman" w:hAnsi="Times New Roman" w:cs="Times New Roman"/>
                <w:lang w:eastAsia="ru-RU"/>
              </w:rPr>
              <w:t>Хохлово</w:t>
            </w:r>
            <w:proofErr w:type="spellEnd"/>
          </w:p>
        </w:tc>
        <w:tc>
          <w:tcPr>
            <w:tcW w:w="822" w:type="pct"/>
            <w:vAlign w:val="center"/>
          </w:tcPr>
          <w:p w:rsidR="003A416F" w:rsidRPr="00D603FD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FD">
              <w:rPr>
                <w:rFonts w:ascii="Times New Roman" w:hAnsi="Times New Roman" w:cs="Times New Roman"/>
                <w:sz w:val="24"/>
                <w:szCs w:val="24"/>
              </w:rPr>
              <w:t>12008493</w:t>
            </w:r>
          </w:p>
        </w:tc>
        <w:tc>
          <w:tcPr>
            <w:tcW w:w="765" w:type="pct"/>
            <w:vAlign w:val="center"/>
          </w:tcPr>
          <w:p w:rsidR="003A416F" w:rsidRPr="00D603FD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FD">
              <w:rPr>
                <w:rFonts w:ascii="Times New Roman" w:hAnsi="Times New Roman" w:cs="Times New Roman"/>
                <w:sz w:val="24"/>
                <w:szCs w:val="24"/>
              </w:rPr>
              <w:t>320580319</w:t>
            </w:r>
          </w:p>
        </w:tc>
        <w:tc>
          <w:tcPr>
            <w:tcW w:w="1027" w:type="pct"/>
            <w:vAlign w:val="center"/>
          </w:tcPr>
          <w:p w:rsidR="003A416F" w:rsidRPr="00D603FD" w:rsidRDefault="003A416F" w:rsidP="0022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FD">
              <w:rPr>
                <w:rFonts w:ascii="Times New Roman" w:hAnsi="Times New Roman" w:cs="Times New Roman"/>
                <w:sz w:val="24"/>
                <w:szCs w:val="24"/>
              </w:rPr>
              <w:t xml:space="preserve">ВЛ-0,4КВ ОТ Л-1003 </w:t>
            </w:r>
            <w:proofErr w:type="gramStart"/>
            <w:r w:rsidRPr="00D603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603FD">
              <w:rPr>
                <w:rFonts w:ascii="Times New Roman" w:hAnsi="Times New Roman" w:cs="Times New Roman"/>
                <w:sz w:val="24"/>
                <w:szCs w:val="24"/>
              </w:rPr>
              <w:t>/СТ ЛУБНЯ</w:t>
            </w:r>
          </w:p>
        </w:tc>
      </w:tr>
    </w:tbl>
    <w:p w:rsidR="003A416F" w:rsidRPr="007762E6" w:rsidRDefault="003A416F" w:rsidP="003A41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16F" w:rsidRPr="007762E6" w:rsidRDefault="003A416F" w:rsidP="003A416F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A416F" w:rsidRPr="007762E6" w:rsidRDefault="003A416F" w:rsidP="003A416F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A416F" w:rsidRPr="007762E6" w:rsidRDefault="003A416F" w:rsidP="003A416F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A416F" w:rsidRDefault="003A416F" w:rsidP="003A416F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A416F" w:rsidRDefault="003A416F" w:rsidP="003A416F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2"/>
        <w:gridCol w:w="1153"/>
        <w:gridCol w:w="1339"/>
        <w:gridCol w:w="1740"/>
        <w:gridCol w:w="902"/>
        <w:gridCol w:w="1506"/>
        <w:gridCol w:w="1173"/>
        <w:gridCol w:w="1336"/>
      </w:tblGrid>
      <w:tr w:rsidR="003A416F" w:rsidRPr="00EF4E1A" w:rsidTr="00224335">
        <w:tc>
          <w:tcPr>
            <w:tcW w:w="220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02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13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8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A416F" w:rsidTr="00224335">
        <w:trPr>
          <w:trHeight w:val="1314"/>
        </w:trPr>
        <w:tc>
          <w:tcPr>
            <w:tcW w:w="220" w:type="pct"/>
            <w:vAlign w:val="center"/>
          </w:tcPr>
          <w:p w:rsidR="003A416F" w:rsidRPr="00EF4E1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602" w:type="pct"/>
            <w:vAlign w:val="center"/>
          </w:tcPr>
          <w:p w:rsidR="003A416F" w:rsidRPr="00AE04A6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4A6">
              <w:rPr>
                <w:rFonts w:ascii="Times New Roman" w:eastAsia="Times New Roman" w:hAnsi="Times New Roman" w:cs="Times New Roman"/>
                <w:lang w:eastAsia="ru-RU"/>
              </w:rPr>
              <w:t>40422888</w:t>
            </w:r>
          </w:p>
        </w:tc>
        <w:tc>
          <w:tcPr>
            <w:tcW w:w="699" w:type="pct"/>
            <w:vAlign w:val="center"/>
          </w:tcPr>
          <w:p w:rsidR="003A416F" w:rsidRPr="00AE04A6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4A6">
              <w:rPr>
                <w:rFonts w:ascii="Times New Roman" w:eastAsia="Times New Roman" w:hAnsi="Times New Roman" w:cs="Times New Roman"/>
                <w:lang w:eastAsia="ru-RU"/>
              </w:rPr>
              <w:t xml:space="preserve">16.09.2011 </w:t>
            </w:r>
          </w:p>
        </w:tc>
        <w:tc>
          <w:tcPr>
            <w:tcW w:w="909" w:type="pct"/>
            <w:vAlign w:val="center"/>
          </w:tcPr>
          <w:p w:rsidR="003A416F" w:rsidRPr="00AE04A6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4A6">
              <w:rPr>
                <w:rFonts w:ascii="Times New Roman" w:eastAsia="Times New Roman" w:hAnsi="Times New Roman" w:cs="Times New Roman"/>
                <w:lang w:eastAsia="ru-RU"/>
              </w:rPr>
              <w:t>Ковалёв С. В.</w:t>
            </w:r>
          </w:p>
        </w:tc>
        <w:tc>
          <w:tcPr>
            <w:tcW w:w="471" w:type="pct"/>
            <w:vAlign w:val="center"/>
          </w:tcPr>
          <w:p w:rsidR="003A416F" w:rsidRPr="00AE04A6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4A6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787" w:type="pct"/>
            <w:vAlign w:val="center"/>
          </w:tcPr>
          <w:p w:rsidR="003A416F" w:rsidRPr="00AE04A6" w:rsidRDefault="003A416F" w:rsidP="002243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4A6">
              <w:rPr>
                <w:rFonts w:ascii="Times New Roman" w:eastAsia="Times New Roman" w:hAnsi="Times New Roman" w:cs="Times New Roman"/>
                <w:lang w:eastAsia="ru-RU"/>
              </w:rPr>
              <w:t xml:space="preserve">Смоленский район, д. </w:t>
            </w:r>
            <w:proofErr w:type="spellStart"/>
            <w:r w:rsidRPr="00AE04A6">
              <w:rPr>
                <w:rFonts w:ascii="Times New Roman" w:eastAsia="Times New Roman" w:hAnsi="Times New Roman" w:cs="Times New Roman"/>
                <w:lang w:eastAsia="ru-RU"/>
              </w:rPr>
              <w:t>Хохлово</w:t>
            </w:r>
            <w:proofErr w:type="spellEnd"/>
          </w:p>
        </w:tc>
        <w:tc>
          <w:tcPr>
            <w:tcW w:w="613" w:type="pct"/>
            <w:vAlign w:val="center"/>
          </w:tcPr>
          <w:p w:rsidR="003A416F" w:rsidRPr="0070557A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698" w:type="pct"/>
            <w:vAlign w:val="center"/>
          </w:tcPr>
          <w:p w:rsidR="003A416F" w:rsidRDefault="003A416F" w:rsidP="002243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</w:tbl>
    <w:p w:rsidR="003A416F" w:rsidRDefault="003A416F" w:rsidP="003A41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A416F" w:rsidRPr="007762E6" w:rsidRDefault="003A416F" w:rsidP="003A416F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A416F" w:rsidRPr="007762E6" w:rsidRDefault="003A416F" w:rsidP="003A416F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методические указания по защите распределительных сетей напряжением 0,4-10кВ от грозовых перенапряжений;</w:t>
      </w:r>
    </w:p>
    <w:p w:rsidR="003A416F" w:rsidRPr="007762E6" w:rsidRDefault="003A416F" w:rsidP="003A416F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A416F" w:rsidRPr="007762E6" w:rsidRDefault="003A416F" w:rsidP="003A416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A416F" w:rsidRPr="007762E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A416F" w:rsidRPr="00671D06" w:rsidRDefault="003A416F" w:rsidP="003A416F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A416F" w:rsidRPr="007762E6" w:rsidRDefault="003A416F" w:rsidP="003A416F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A416F" w:rsidRPr="007762E6" w:rsidRDefault="003A416F" w:rsidP="003A41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A416F" w:rsidRPr="00E307EF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</w:t>
      </w:r>
      <w:r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A416F" w:rsidRPr="007762E6" w:rsidRDefault="003A416F" w:rsidP="003A416F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A416F" w:rsidRPr="007762E6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A416F" w:rsidRDefault="003A416F" w:rsidP="003A416F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A416F" w:rsidRPr="007762E6" w:rsidRDefault="003A416F" w:rsidP="003A416F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3A416F" w:rsidRPr="007762E6" w:rsidRDefault="003A416F" w:rsidP="003A416F">
      <w:pPr>
        <w:pStyle w:val="a3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B52ABF">
        <w:rPr>
          <w:rFonts w:ascii="Times New Roman" w:hAnsi="Times New Roman" w:cs="Times New Roman"/>
          <w:b/>
          <w:sz w:val="24"/>
          <w:szCs w:val="24"/>
        </w:rPr>
        <w:t>Основные характеристики проектируемой ВЛ-0,4кВ:</w:t>
      </w:r>
      <w:proofErr w:type="gramEnd"/>
    </w:p>
    <w:p w:rsidR="003A416F" w:rsidRPr="007762E6" w:rsidRDefault="003A416F" w:rsidP="003A416F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</w:t>
            </w:r>
            <w:proofErr w:type="gramStart"/>
            <w:r w:rsidRPr="007762E6">
              <w:rPr>
                <w:sz w:val="24"/>
                <w:szCs w:val="24"/>
              </w:rPr>
              <w:t xml:space="preserve"> ,</w:t>
            </w:r>
            <w:proofErr w:type="gramEnd"/>
            <w:r w:rsidRPr="007762E6">
              <w:rPr>
                <w:sz w:val="24"/>
                <w:szCs w:val="24"/>
              </w:rPr>
              <w:t xml:space="preserve"> кВ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12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A416F" w:rsidRPr="007762E6" w:rsidTr="00224335">
        <w:tc>
          <w:tcPr>
            <w:tcW w:w="5068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A416F" w:rsidRPr="007762E6" w:rsidRDefault="003A416F" w:rsidP="002243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A416F" w:rsidRDefault="003A416F" w:rsidP="003A416F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A416F" w:rsidRDefault="003A416F" w:rsidP="003A416F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B156B6">
        <w:rPr>
          <w:sz w:val="24"/>
          <w:szCs w:val="24"/>
        </w:rPr>
        <w:t xml:space="preserve">Предусмотреть строительство </w:t>
      </w:r>
      <w:proofErr w:type="gramStart"/>
      <w:r w:rsidRPr="00B156B6">
        <w:rPr>
          <w:sz w:val="24"/>
          <w:szCs w:val="24"/>
        </w:rPr>
        <w:t>отдельной</w:t>
      </w:r>
      <w:proofErr w:type="gramEnd"/>
      <w:r w:rsidRPr="00B156B6">
        <w:rPr>
          <w:sz w:val="24"/>
          <w:szCs w:val="24"/>
        </w:rPr>
        <w:t xml:space="preserve"> ВЛ-0,4 кВ с изолированным самонесущим проводом от ТП № 433 ВЛ-10 кВ № 1003 ПС «</w:t>
      </w:r>
      <w:proofErr w:type="spellStart"/>
      <w:r w:rsidRPr="00B156B6">
        <w:rPr>
          <w:sz w:val="24"/>
          <w:szCs w:val="24"/>
        </w:rPr>
        <w:t>Лубня</w:t>
      </w:r>
      <w:proofErr w:type="spellEnd"/>
      <w:r w:rsidRPr="00B156B6">
        <w:rPr>
          <w:sz w:val="24"/>
          <w:szCs w:val="24"/>
        </w:rPr>
        <w:t xml:space="preserve">» 35/10 </w:t>
      </w:r>
      <w:r>
        <w:rPr>
          <w:sz w:val="24"/>
          <w:szCs w:val="24"/>
        </w:rPr>
        <w:t xml:space="preserve">кВ, до объекта </w:t>
      </w:r>
      <w:r w:rsidRPr="00D10087">
        <w:rPr>
          <w:sz w:val="24"/>
          <w:szCs w:val="24"/>
        </w:rPr>
        <w:t>(</w:t>
      </w:r>
      <w:r>
        <w:rPr>
          <w:sz w:val="24"/>
          <w:szCs w:val="24"/>
        </w:rPr>
        <w:t>ориентировочно 120</w:t>
      </w:r>
      <w:r w:rsidRPr="00D10087">
        <w:rPr>
          <w:sz w:val="24"/>
          <w:szCs w:val="24"/>
        </w:rPr>
        <w:t>м).</w:t>
      </w:r>
    </w:p>
    <w:p w:rsidR="003A416F" w:rsidRDefault="003A416F" w:rsidP="003A416F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B156B6">
        <w:rPr>
          <w:sz w:val="24"/>
          <w:szCs w:val="24"/>
        </w:rPr>
        <w:t>В РУ-0,4 кВ ТП № 433 установить автоматический выключатель.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</w:t>
      </w:r>
      <w:r>
        <w:rPr>
          <w:bCs/>
          <w:sz w:val="24"/>
          <w:szCs w:val="24"/>
        </w:rPr>
        <w:t>олнить согласно требованиям ПУЭ.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№433 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A416F" w:rsidRPr="007762E6" w:rsidRDefault="003A416F" w:rsidP="003A416F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</w:t>
      </w:r>
      <w:r w:rsidRPr="007762E6">
        <w:rPr>
          <w:sz w:val="24"/>
          <w:szCs w:val="24"/>
        </w:rPr>
        <w:lastRenderedPageBreak/>
        <w:t>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</w:t>
      </w:r>
      <w:proofErr w:type="gramStart"/>
      <w:r w:rsidRPr="007762E6">
        <w:rPr>
          <w:sz w:val="24"/>
          <w:szCs w:val="24"/>
        </w:rPr>
        <w:t>проектируемых</w:t>
      </w:r>
      <w:proofErr w:type="gramEnd"/>
      <w:r w:rsidRPr="007762E6">
        <w:rPr>
          <w:sz w:val="24"/>
          <w:szCs w:val="24"/>
        </w:rPr>
        <w:t xml:space="preserve"> ВЛ-10кВ предусмотреть: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A416F" w:rsidRPr="007762E6" w:rsidRDefault="003A416F" w:rsidP="003A416F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A416F" w:rsidRPr="007762E6" w:rsidRDefault="003A416F" w:rsidP="003A416F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аренду земельного участка, предоставляемого на период проектирования и строительства объекта;</w:t>
      </w:r>
    </w:p>
    <w:p w:rsidR="003A416F" w:rsidRPr="007762E6" w:rsidRDefault="003A416F" w:rsidP="003A416F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A416F" w:rsidRPr="008431D8" w:rsidRDefault="003A416F" w:rsidP="003A416F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A416F" w:rsidRPr="007762E6" w:rsidRDefault="003A416F" w:rsidP="003A416F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A416F" w:rsidRPr="007762E6" w:rsidRDefault="003A416F" w:rsidP="003A416F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A416F" w:rsidRPr="007762E6" w:rsidRDefault="003A416F" w:rsidP="003A416F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A416F" w:rsidRPr="007762E6" w:rsidRDefault="003A416F" w:rsidP="003A416F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A416F" w:rsidRPr="007762E6" w:rsidRDefault="003A416F" w:rsidP="003A416F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A416F" w:rsidRPr="007762E6" w:rsidRDefault="003A416F" w:rsidP="003A416F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A416F" w:rsidRPr="007762E6" w:rsidRDefault="003A416F" w:rsidP="003A416F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A416F" w:rsidRPr="007762E6" w:rsidRDefault="003A416F" w:rsidP="003A416F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Основные требования к выполнению работ.</w:t>
      </w:r>
    </w:p>
    <w:p w:rsidR="003A416F" w:rsidRPr="00582E47" w:rsidRDefault="003A416F" w:rsidP="003A416F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A416F" w:rsidRPr="007762E6" w:rsidRDefault="003A416F" w:rsidP="003A416F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A416F" w:rsidRPr="00FC79B3" w:rsidRDefault="003A416F" w:rsidP="003A416F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A416F" w:rsidRPr="007762E6" w:rsidRDefault="003A416F" w:rsidP="003A416F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A416F" w:rsidRPr="007762E6" w:rsidRDefault="003A416F" w:rsidP="003A416F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A416F" w:rsidRPr="007762E6" w:rsidRDefault="003A416F" w:rsidP="003A416F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A416F" w:rsidRPr="00C903BE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C903BE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A416F" w:rsidRPr="007762E6" w:rsidRDefault="003A416F" w:rsidP="003A416F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A416F" w:rsidRPr="007762E6" w:rsidRDefault="003A416F" w:rsidP="003A416F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A416F" w:rsidRPr="007762E6" w:rsidRDefault="003A416F" w:rsidP="003A416F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A416F" w:rsidRPr="00C42D0D" w:rsidRDefault="003A416F" w:rsidP="003A416F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A416F" w:rsidRPr="008264DA" w:rsidRDefault="003A416F" w:rsidP="003A416F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  <w:r w:rsidRPr="00510A35">
        <w:rPr>
          <w:b/>
          <w:sz w:val="24"/>
          <w:szCs w:val="24"/>
        </w:rPr>
        <w:t xml:space="preserve">работы выполнить в </w:t>
      </w:r>
      <w:r>
        <w:rPr>
          <w:b/>
          <w:sz w:val="24"/>
          <w:szCs w:val="24"/>
        </w:rPr>
        <w:t xml:space="preserve">течение 3 </w:t>
      </w:r>
      <w:r w:rsidRPr="00510A35">
        <w:rPr>
          <w:b/>
          <w:sz w:val="24"/>
          <w:szCs w:val="24"/>
        </w:rPr>
        <w:t>месяцев с момента заключения Договора</w:t>
      </w:r>
      <w:r>
        <w:rPr>
          <w:b/>
          <w:sz w:val="24"/>
          <w:szCs w:val="24"/>
        </w:rPr>
        <w:t xml:space="preserve"> на проектные и строительно-монтажные работы.</w:t>
      </w:r>
    </w:p>
    <w:p w:rsidR="003A416F" w:rsidRPr="00C92849" w:rsidRDefault="003A416F" w:rsidP="003A416F">
      <w:pPr>
        <w:pStyle w:val="a5"/>
        <w:numPr>
          <w:ilvl w:val="0"/>
          <w:numId w:val="2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A416F" w:rsidRPr="00C92849" w:rsidRDefault="003A416F" w:rsidP="003A416F">
      <w:pPr>
        <w:pStyle w:val="a5"/>
        <w:tabs>
          <w:tab w:val="left" w:pos="1134"/>
        </w:tabs>
        <w:ind w:left="0" w:firstLine="0"/>
        <w:jc w:val="both"/>
        <w:rPr>
          <w:b/>
          <w:sz w:val="24"/>
          <w:szCs w:val="24"/>
        </w:rPr>
      </w:pPr>
    </w:p>
    <w:sectPr w:rsidR="003A416F" w:rsidRPr="00C92849" w:rsidSect="006D52D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DCB" w:rsidRDefault="00EC5DCB" w:rsidP="003A416F">
      <w:pPr>
        <w:spacing w:after="0" w:line="240" w:lineRule="auto"/>
      </w:pPr>
      <w:r>
        <w:separator/>
      </w:r>
    </w:p>
  </w:endnote>
  <w:endnote w:type="continuationSeparator" w:id="0">
    <w:p w:rsidR="00EC5DCB" w:rsidRDefault="00EC5DCB" w:rsidP="003A4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16F" w:rsidRPr="003A416F" w:rsidRDefault="003A416F" w:rsidP="003A416F">
    <w:pPr>
      <w:pStyle w:val="a9"/>
      <w:pBdr>
        <w:bottom w:val="single" w:sz="12" w:space="1" w:color="auto"/>
      </w:pBdr>
      <w:ind w:left="360" w:right="-28" w:hanging="360"/>
      <w:jc w:val="right"/>
      <w:rPr>
        <w:rFonts w:ascii="Times New Roman" w:hAnsi="Times New Roman" w:cs="Times New Roman"/>
        <w:sz w:val="20"/>
        <w:szCs w:val="20"/>
      </w:rPr>
    </w:pPr>
  </w:p>
  <w:p w:rsidR="003A416F" w:rsidRPr="003A416F" w:rsidRDefault="003A416F" w:rsidP="003A416F">
    <w:pPr>
      <w:pStyle w:val="a9"/>
      <w:tabs>
        <w:tab w:val="clear" w:pos="9355"/>
        <w:tab w:val="right" w:pos="10206"/>
        <w:tab w:val="left" w:pos="10980"/>
      </w:tabs>
      <w:ind w:right="-28"/>
      <w:rPr>
        <w:rFonts w:ascii="Times New Roman" w:hAnsi="Times New Roman" w:cs="Times New Roman"/>
        <w:sz w:val="20"/>
        <w:szCs w:val="20"/>
      </w:rPr>
    </w:pPr>
    <w:r w:rsidRPr="003A416F">
      <w:rPr>
        <w:rFonts w:ascii="Times New Roman" w:hAnsi="Times New Roman" w:cs="Times New Roman"/>
        <w:sz w:val="20"/>
        <w:szCs w:val="20"/>
      </w:rPr>
      <w:t xml:space="preserve">Закрытый запрос предложений на право заключения Договоров на выполнение работ по проектированию и реконструкции ВЛ-0,4-10кВ для технологического присоединения потребителей </w:t>
    </w:r>
    <w:proofErr w:type="gramStart"/>
    <w:r w:rsidRPr="003A416F">
      <w:rPr>
        <w:rFonts w:ascii="Times New Roman" w:hAnsi="Times New Roman" w:cs="Times New Roman"/>
        <w:sz w:val="20"/>
        <w:szCs w:val="20"/>
      </w:rPr>
      <w:t>г</w:t>
    </w:r>
    <w:proofErr w:type="gramEnd"/>
    <w:r w:rsidRPr="003A416F">
      <w:rPr>
        <w:rFonts w:ascii="Times New Roman" w:hAnsi="Times New Roman" w:cs="Times New Roman"/>
        <w:sz w:val="20"/>
        <w:szCs w:val="20"/>
      </w:rPr>
      <w:t>. Смоленска и Смоленской области для нужд ОАО «МРСК Центра» (филиала «Смоленскэнерго»)</w:t>
    </w:r>
    <w:r w:rsidRPr="003A416F">
      <w:rPr>
        <w:rFonts w:ascii="Times New Roman" w:hAnsi="Times New Roman" w:cs="Times New Roman"/>
        <w:sz w:val="20"/>
        <w:szCs w:val="20"/>
      </w:rPr>
      <w:tab/>
      <w:t>стр.</w:t>
    </w:r>
    <w:r w:rsidRPr="003A416F">
      <w:rPr>
        <w:rFonts w:ascii="Times New Roman" w:hAnsi="Times New Roman" w:cs="Times New Roman"/>
        <w:sz w:val="20"/>
        <w:szCs w:val="20"/>
      </w:rPr>
      <w:fldChar w:fldCharType="begin"/>
    </w:r>
    <w:r w:rsidRPr="003A416F">
      <w:rPr>
        <w:rFonts w:ascii="Times New Roman" w:hAnsi="Times New Roman" w:cs="Times New Roman"/>
        <w:sz w:val="20"/>
        <w:szCs w:val="20"/>
      </w:rPr>
      <w:instrText xml:space="preserve"> PAGE </w:instrText>
    </w:r>
    <w:r w:rsidRPr="003A416F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87</w:t>
    </w:r>
    <w:r w:rsidRPr="003A416F">
      <w:rPr>
        <w:rFonts w:ascii="Times New Roman" w:hAnsi="Times New Roman" w:cs="Times New Roman"/>
        <w:sz w:val="20"/>
        <w:szCs w:val="20"/>
      </w:rPr>
      <w:fldChar w:fldCharType="end"/>
    </w:r>
    <w:r w:rsidRPr="003A416F">
      <w:rPr>
        <w:rFonts w:ascii="Times New Roman" w:hAnsi="Times New Roman" w:cs="Times New Roman"/>
        <w:sz w:val="20"/>
        <w:szCs w:val="20"/>
      </w:rPr>
      <w:t xml:space="preserve"> из </w:t>
    </w:r>
    <w:r w:rsidRPr="003A416F">
      <w:rPr>
        <w:rFonts w:ascii="Times New Roman" w:hAnsi="Times New Roman" w:cs="Times New Roman"/>
        <w:sz w:val="20"/>
        <w:szCs w:val="20"/>
      </w:rPr>
      <w:fldChar w:fldCharType="begin"/>
    </w:r>
    <w:r w:rsidRPr="003A416F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3A416F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87</w:t>
    </w:r>
    <w:r w:rsidRPr="003A416F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DCB" w:rsidRDefault="00EC5DCB" w:rsidP="003A416F">
      <w:pPr>
        <w:spacing w:after="0" w:line="240" w:lineRule="auto"/>
      </w:pPr>
      <w:r>
        <w:separator/>
      </w:r>
    </w:p>
  </w:footnote>
  <w:footnote w:type="continuationSeparator" w:id="0">
    <w:p w:rsidR="00EC5DCB" w:rsidRDefault="00EC5DCB" w:rsidP="003A4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16F" w:rsidRPr="003A416F" w:rsidRDefault="003A416F" w:rsidP="003A416F">
    <w:pPr>
      <w:pStyle w:val="a7"/>
      <w:jc w:val="right"/>
      <w:rPr>
        <w:rFonts w:ascii="Times New Roman" w:hAnsi="Times New Roman" w:cs="Times New Roman"/>
      </w:rPr>
    </w:pPr>
    <w:r w:rsidRPr="003A416F">
      <w:rPr>
        <w:rFonts w:ascii="Times New Roman" w:hAnsi="Times New Roman" w:cs="Times New Roman"/>
      </w:rPr>
      <w:t>Приложение №1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0E84"/>
    <w:multiLevelType w:val="hybridMultilevel"/>
    <w:tmpl w:val="E6284466"/>
    <w:lvl w:ilvl="0" w:tplc="BC00BC92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6148E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24750B9"/>
    <w:multiLevelType w:val="hybridMultilevel"/>
    <w:tmpl w:val="7410F118"/>
    <w:lvl w:ilvl="0" w:tplc="DBE6ABE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1D67A5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8F64344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CB87817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2DD35F2"/>
    <w:multiLevelType w:val="hybridMultilevel"/>
    <w:tmpl w:val="9FAE72F8"/>
    <w:lvl w:ilvl="0" w:tplc="E874485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69062F"/>
    <w:multiLevelType w:val="hybridMultilevel"/>
    <w:tmpl w:val="A38CC770"/>
    <w:lvl w:ilvl="0" w:tplc="FEA82E5A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6265D3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0FA240D"/>
    <w:multiLevelType w:val="hybridMultilevel"/>
    <w:tmpl w:val="9E42C24C"/>
    <w:lvl w:ilvl="0" w:tplc="66F0A0BC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5815999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49130F72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581E4D19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5FB33109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636979FF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677E203D"/>
    <w:multiLevelType w:val="hybridMultilevel"/>
    <w:tmpl w:val="34CCF00C"/>
    <w:lvl w:ilvl="0" w:tplc="47A2799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C21CB1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784423E1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7DA73CBA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15"/>
  </w:num>
  <w:num w:numId="5">
    <w:abstractNumId w:val="0"/>
  </w:num>
  <w:num w:numId="6">
    <w:abstractNumId w:val="7"/>
  </w:num>
  <w:num w:numId="7">
    <w:abstractNumId w:val="17"/>
  </w:num>
  <w:num w:numId="8">
    <w:abstractNumId w:val="10"/>
  </w:num>
  <w:num w:numId="9">
    <w:abstractNumId w:val="1"/>
  </w:num>
  <w:num w:numId="10">
    <w:abstractNumId w:val="11"/>
  </w:num>
  <w:num w:numId="11">
    <w:abstractNumId w:val="3"/>
  </w:num>
  <w:num w:numId="12">
    <w:abstractNumId w:val="16"/>
  </w:num>
  <w:num w:numId="13">
    <w:abstractNumId w:val="19"/>
  </w:num>
  <w:num w:numId="14">
    <w:abstractNumId w:val="5"/>
  </w:num>
  <w:num w:numId="15">
    <w:abstractNumId w:val="12"/>
  </w:num>
  <w:num w:numId="16">
    <w:abstractNumId w:val="9"/>
  </w:num>
  <w:num w:numId="17">
    <w:abstractNumId w:val="6"/>
  </w:num>
  <w:num w:numId="18">
    <w:abstractNumId w:val="18"/>
  </w:num>
  <w:num w:numId="19">
    <w:abstractNumId w:val="13"/>
  </w:num>
  <w:num w:numId="20">
    <w:abstractNumId w:val="20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416F"/>
    <w:rsid w:val="00001752"/>
    <w:rsid w:val="00002697"/>
    <w:rsid w:val="00003671"/>
    <w:rsid w:val="00003A0E"/>
    <w:rsid w:val="00004316"/>
    <w:rsid w:val="00004993"/>
    <w:rsid w:val="00004BC9"/>
    <w:rsid w:val="00005160"/>
    <w:rsid w:val="00005679"/>
    <w:rsid w:val="00005EE3"/>
    <w:rsid w:val="00006785"/>
    <w:rsid w:val="00006B71"/>
    <w:rsid w:val="00006F99"/>
    <w:rsid w:val="000078FA"/>
    <w:rsid w:val="00007B5F"/>
    <w:rsid w:val="00007DA5"/>
    <w:rsid w:val="00010F0B"/>
    <w:rsid w:val="000112CD"/>
    <w:rsid w:val="00011328"/>
    <w:rsid w:val="000113E9"/>
    <w:rsid w:val="00011B2E"/>
    <w:rsid w:val="00011C7E"/>
    <w:rsid w:val="000123FD"/>
    <w:rsid w:val="0001260B"/>
    <w:rsid w:val="00013964"/>
    <w:rsid w:val="000139C3"/>
    <w:rsid w:val="000161A0"/>
    <w:rsid w:val="00017296"/>
    <w:rsid w:val="00017E68"/>
    <w:rsid w:val="000204CB"/>
    <w:rsid w:val="00020DEB"/>
    <w:rsid w:val="000239BB"/>
    <w:rsid w:val="00023E4B"/>
    <w:rsid w:val="00024859"/>
    <w:rsid w:val="0002578B"/>
    <w:rsid w:val="00026ADD"/>
    <w:rsid w:val="00026DB9"/>
    <w:rsid w:val="00026EEE"/>
    <w:rsid w:val="000272CE"/>
    <w:rsid w:val="00031517"/>
    <w:rsid w:val="000317BA"/>
    <w:rsid w:val="0003224E"/>
    <w:rsid w:val="00032407"/>
    <w:rsid w:val="00032BAD"/>
    <w:rsid w:val="000335B2"/>
    <w:rsid w:val="0003366F"/>
    <w:rsid w:val="00034AAD"/>
    <w:rsid w:val="00034DB6"/>
    <w:rsid w:val="00034E43"/>
    <w:rsid w:val="00035668"/>
    <w:rsid w:val="000363F1"/>
    <w:rsid w:val="000364CE"/>
    <w:rsid w:val="00037145"/>
    <w:rsid w:val="00037191"/>
    <w:rsid w:val="00037285"/>
    <w:rsid w:val="000379C9"/>
    <w:rsid w:val="00037A0B"/>
    <w:rsid w:val="00037C81"/>
    <w:rsid w:val="000406EA"/>
    <w:rsid w:val="00040761"/>
    <w:rsid w:val="00042E80"/>
    <w:rsid w:val="000435D6"/>
    <w:rsid w:val="00043975"/>
    <w:rsid w:val="00043F6F"/>
    <w:rsid w:val="0004429F"/>
    <w:rsid w:val="000442AE"/>
    <w:rsid w:val="00044FCB"/>
    <w:rsid w:val="00045003"/>
    <w:rsid w:val="00045FC4"/>
    <w:rsid w:val="00046332"/>
    <w:rsid w:val="0004662F"/>
    <w:rsid w:val="00046795"/>
    <w:rsid w:val="00046A64"/>
    <w:rsid w:val="000500FE"/>
    <w:rsid w:val="00050264"/>
    <w:rsid w:val="00050667"/>
    <w:rsid w:val="00050E4A"/>
    <w:rsid w:val="00050E53"/>
    <w:rsid w:val="0005105B"/>
    <w:rsid w:val="000511E3"/>
    <w:rsid w:val="0005160C"/>
    <w:rsid w:val="000524B7"/>
    <w:rsid w:val="00052627"/>
    <w:rsid w:val="000528BB"/>
    <w:rsid w:val="00052CDF"/>
    <w:rsid w:val="00053CAD"/>
    <w:rsid w:val="0005506B"/>
    <w:rsid w:val="000556E2"/>
    <w:rsid w:val="00055B9C"/>
    <w:rsid w:val="00055E31"/>
    <w:rsid w:val="00056DCD"/>
    <w:rsid w:val="00057AFD"/>
    <w:rsid w:val="00057C48"/>
    <w:rsid w:val="00057CEC"/>
    <w:rsid w:val="00057ED7"/>
    <w:rsid w:val="0006025C"/>
    <w:rsid w:val="000606B4"/>
    <w:rsid w:val="00060DA3"/>
    <w:rsid w:val="00061F65"/>
    <w:rsid w:val="00062562"/>
    <w:rsid w:val="000628FC"/>
    <w:rsid w:val="00062EE1"/>
    <w:rsid w:val="00062F9B"/>
    <w:rsid w:val="00063633"/>
    <w:rsid w:val="00063DC8"/>
    <w:rsid w:val="00064296"/>
    <w:rsid w:val="00064861"/>
    <w:rsid w:val="00064EC5"/>
    <w:rsid w:val="0006513C"/>
    <w:rsid w:val="0006578F"/>
    <w:rsid w:val="00065957"/>
    <w:rsid w:val="00066702"/>
    <w:rsid w:val="00066BCA"/>
    <w:rsid w:val="000672BF"/>
    <w:rsid w:val="00067508"/>
    <w:rsid w:val="000679B3"/>
    <w:rsid w:val="00070B71"/>
    <w:rsid w:val="00070F4C"/>
    <w:rsid w:val="000710FA"/>
    <w:rsid w:val="00071485"/>
    <w:rsid w:val="00072319"/>
    <w:rsid w:val="0007263F"/>
    <w:rsid w:val="000736C7"/>
    <w:rsid w:val="00073CE3"/>
    <w:rsid w:val="00074559"/>
    <w:rsid w:val="00075A06"/>
    <w:rsid w:val="00075AFA"/>
    <w:rsid w:val="00075C5A"/>
    <w:rsid w:val="0007624D"/>
    <w:rsid w:val="000766ED"/>
    <w:rsid w:val="00076DC7"/>
    <w:rsid w:val="000803FB"/>
    <w:rsid w:val="00080CF6"/>
    <w:rsid w:val="0008118B"/>
    <w:rsid w:val="000826AE"/>
    <w:rsid w:val="00082F18"/>
    <w:rsid w:val="000831AC"/>
    <w:rsid w:val="0008379F"/>
    <w:rsid w:val="00083D39"/>
    <w:rsid w:val="00084BAA"/>
    <w:rsid w:val="000869D1"/>
    <w:rsid w:val="00087FEC"/>
    <w:rsid w:val="00090457"/>
    <w:rsid w:val="000904AB"/>
    <w:rsid w:val="0009065F"/>
    <w:rsid w:val="00091C16"/>
    <w:rsid w:val="00091ED6"/>
    <w:rsid w:val="00092E89"/>
    <w:rsid w:val="000953C3"/>
    <w:rsid w:val="00095FD9"/>
    <w:rsid w:val="000965DF"/>
    <w:rsid w:val="00097068"/>
    <w:rsid w:val="00097C1E"/>
    <w:rsid w:val="00097E47"/>
    <w:rsid w:val="00097F03"/>
    <w:rsid w:val="000A0136"/>
    <w:rsid w:val="000A13B6"/>
    <w:rsid w:val="000A1594"/>
    <w:rsid w:val="000A1A23"/>
    <w:rsid w:val="000A1AA6"/>
    <w:rsid w:val="000A237A"/>
    <w:rsid w:val="000A3888"/>
    <w:rsid w:val="000A44DD"/>
    <w:rsid w:val="000A47B6"/>
    <w:rsid w:val="000A5781"/>
    <w:rsid w:val="000A686E"/>
    <w:rsid w:val="000A6BDD"/>
    <w:rsid w:val="000A702E"/>
    <w:rsid w:val="000A76D0"/>
    <w:rsid w:val="000A78F3"/>
    <w:rsid w:val="000A7BB3"/>
    <w:rsid w:val="000A7C58"/>
    <w:rsid w:val="000B0E66"/>
    <w:rsid w:val="000B2175"/>
    <w:rsid w:val="000B237E"/>
    <w:rsid w:val="000B281E"/>
    <w:rsid w:val="000B30F6"/>
    <w:rsid w:val="000B31A4"/>
    <w:rsid w:val="000B33E7"/>
    <w:rsid w:val="000B3D41"/>
    <w:rsid w:val="000B3EB5"/>
    <w:rsid w:val="000B3FA3"/>
    <w:rsid w:val="000B44B5"/>
    <w:rsid w:val="000B4A5B"/>
    <w:rsid w:val="000B5807"/>
    <w:rsid w:val="000B5C06"/>
    <w:rsid w:val="000B6635"/>
    <w:rsid w:val="000B676E"/>
    <w:rsid w:val="000B6C61"/>
    <w:rsid w:val="000B7C39"/>
    <w:rsid w:val="000C0807"/>
    <w:rsid w:val="000C1043"/>
    <w:rsid w:val="000C1156"/>
    <w:rsid w:val="000C1D4E"/>
    <w:rsid w:val="000C2243"/>
    <w:rsid w:val="000C2C6A"/>
    <w:rsid w:val="000C3333"/>
    <w:rsid w:val="000C3C61"/>
    <w:rsid w:val="000C4E4F"/>
    <w:rsid w:val="000C5B9E"/>
    <w:rsid w:val="000C61BE"/>
    <w:rsid w:val="000C73C9"/>
    <w:rsid w:val="000C7887"/>
    <w:rsid w:val="000C7899"/>
    <w:rsid w:val="000D0377"/>
    <w:rsid w:val="000D06B2"/>
    <w:rsid w:val="000D0803"/>
    <w:rsid w:val="000D1CE9"/>
    <w:rsid w:val="000D207B"/>
    <w:rsid w:val="000D3776"/>
    <w:rsid w:val="000D3A06"/>
    <w:rsid w:val="000D4C47"/>
    <w:rsid w:val="000D51A1"/>
    <w:rsid w:val="000D564C"/>
    <w:rsid w:val="000D5794"/>
    <w:rsid w:val="000D5A7F"/>
    <w:rsid w:val="000D5AAC"/>
    <w:rsid w:val="000D6787"/>
    <w:rsid w:val="000D71D4"/>
    <w:rsid w:val="000D7A27"/>
    <w:rsid w:val="000D7F64"/>
    <w:rsid w:val="000E0338"/>
    <w:rsid w:val="000E09D9"/>
    <w:rsid w:val="000E0D54"/>
    <w:rsid w:val="000E0F5D"/>
    <w:rsid w:val="000E1558"/>
    <w:rsid w:val="000E19C7"/>
    <w:rsid w:val="000E2370"/>
    <w:rsid w:val="000E2E0A"/>
    <w:rsid w:val="000E3FF2"/>
    <w:rsid w:val="000E406B"/>
    <w:rsid w:val="000E4130"/>
    <w:rsid w:val="000E497D"/>
    <w:rsid w:val="000E4D7A"/>
    <w:rsid w:val="000E6E29"/>
    <w:rsid w:val="000E7448"/>
    <w:rsid w:val="000E7DEE"/>
    <w:rsid w:val="000F1925"/>
    <w:rsid w:val="000F19D6"/>
    <w:rsid w:val="000F2CF3"/>
    <w:rsid w:val="000F4028"/>
    <w:rsid w:val="000F4193"/>
    <w:rsid w:val="000F46FC"/>
    <w:rsid w:val="000F4E27"/>
    <w:rsid w:val="000F5A98"/>
    <w:rsid w:val="000F6200"/>
    <w:rsid w:val="000F6BAA"/>
    <w:rsid w:val="000F6D5A"/>
    <w:rsid w:val="000F71A6"/>
    <w:rsid w:val="000F73CF"/>
    <w:rsid w:val="000F73E9"/>
    <w:rsid w:val="000F7B0E"/>
    <w:rsid w:val="000F7C33"/>
    <w:rsid w:val="00100581"/>
    <w:rsid w:val="0010129F"/>
    <w:rsid w:val="0010143D"/>
    <w:rsid w:val="0010160C"/>
    <w:rsid w:val="00101C54"/>
    <w:rsid w:val="00102078"/>
    <w:rsid w:val="0010294E"/>
    <w:rsid w:val="00102C09"/>
    <w:rsid w:val="00102D1D"/>
    <w:rsid w:val="00102F3F"/>
    <w:rsid w:val="001035DE"/>
    <w:rsid w:val="00104004"/>
    <w:rsid w:val="001043D8"/>
    <w:rsid w:val="00105115"/>
    <w:rsid w:val="001053A4"/>
    <w:rsid w:val="00106117"/>
    <w:rsid w:val="00106236"/>
    <w:rsid w:val="00111938"/>
    <w:rsid w:val="00111B08"/>
    <w:rsid w:val="00111F2A"/>
    <w:rsid w:val="0011206B"/>
    <w:rsid w:val="00112252"/>
    <w:rsid w:val="00112F5E"/>
    <w:rsid w:val="00113249"/>
    <w:rsid w:val="0011342B"/>
    <w:rsid w:val="00113643"/>
    <w:rsid w:val="00113C48"/>
    <w:rsid w:val="00113DF0"/>
    <w:rsid w:val="001140A2"/>
    <w:rsid w:val="00114385"/>
    <w:rsid w:val="001147A3"/>
    <w:rsid w:val="00114869"/>
    <w:rsid w:val="00114D44"/>
    <w:rsid w:val="00114E5B"/>
    <w:rsid w:val="00115A35"/>
    <w:rsid w:val="00116299"/>
    <w:rsid w:val="001179C5"/>
    <w:rsid w:val="00117C90"/>
    <w:rsid w:val="00120FD0"/>
    <w:rsid w:val="00121413"/>
    <w:rsid w:val="0012268C"/>
    <w:rsid w:val="00122FFF"/>
    <w:rsid w:val="001245DB"/>
    <w:rsid w:val="00124F2B"/>
    <w:rsid w:val="00124FDA"/>
    <w:rsid w:val="001251EE"/>
    <w:rsid w:val="001258FE"/>
    <w:rsid w:val="00125E84"/>
    <w:rsid w:val="0012650C"/>
    <w:rsid w:val="00127087"/>
    <w:rsid w:val="0012774D"/>
    <w:rsid w:val="00130049"/>
    <w:rsid w:val="00131B59"/>
    <w:rsid w:val="001322C4"/>
    <w:rsid w:val="00132676"/>
    <w:rsid w:val="00132FA7"/>
    <w:rsid w:val="001338AA"/>
    <w:rsid w:val="0013540C"/>
    <w:rsid w:val="00135A02"/>
    <w:rsid w:val="00135FEC"/>
    <w:rsid w:val="001363BB"/>
    <w:rsid w:val="001367A6"/>
    <w:rsid w:val="00137FE4"/>
    <w:rsid w:val="0014207F"/>
    <w:rsid w:val="001421C8"/>
    <w:rsid w:val="00142288"/>
    <w:rsid w:val="001422AA"/>
    <w:rsid w:val="00142CAB"/>
    <w:rsid w:val="00143CBA"/>
    <w:rsid w:val="001449AD"/>
    <w:rsid w:val="00144B25"/>
    <w:rsid w:val="0014515F"/>
    <w:rsid w:val="00145496"/>
    <w:rsid w:val="00145958"/>
    <w:rsid w:val="00145C62"/>
    <w:rsid w:val="00146399"/>
    <w:rsid w:val="0014691B"/>
    <w:rsid w:val="00146AE5"/>
    <w:rsid w:val="00146C58"/>
    <w:rsid w:val="00147784"/>
    <w:rsid w:val="00147916"/>
    <w:rsid w:val="00147FA4"/>
    <w:rsid w:val="00150FB9"/>
    <w:rsid w:val="001517BD"/>
    <w:rsid w:val="00152577"/>
    <w:rsid w:val="0015277F"/>
    <w:rsid w:val="00152E55"/>
    <w:rsid w:val="0015328D"/>
    <w:rsid w:val="00153720"/>
    <w:rsid w:val="00153B5C"/>
    <w:rsid w:val="00154A34"/>
    <w:rsid w:val="00155726"/>
    <w:rsid w:val="001573AF"/>
    <w:rsid w:val="00157DA2"/>
    <w:rsid w:val="001604DE"/>
    <w:rsid w:val="00160B88"/>
    <w:rsid w:val="0016213D"/>
    <w:rsid w:val="00162DCD"/>
    <w:rsid w:val="0016418F"/>
    <w:rsid w:val="00165C06"/>
    <w:rsid w:val="00165EE7"/>
    <w:rsid w:val="001676E4"/>
    <w:rsid w:val="00167B37"/>
    <w:rsid w:val="00167C31"/>
    <w:rsid w:val="00170724"/>
    <w:rsid w:val="00170B8F"/>
    <w:rsid w:val="00172234"/>
    <w:rsid w:val="001723D5"/>
    <w:rsid w:val="001723E9"/>
    <w:rsid w:val="00172CE0"/>
    <w:rsid w:val="00173233"/>
    <w:rsid w:val="0017324D"/>
    <w:rsid w:val="0017443C"/>
    <w:rsid w:val="00174BD7"/>
    <w:rsid w:val="00174CD7"/>
    <w:rsid w:val="00175787"/>
    <w:rsid w:val="0017581E"/>
    <w:rsid w:val="00175E02"/>
    <w:rsid w:val="0017630D"/>
    <w:rsid w:val="0017637C"/>
    <w:rsid w:val="00176B1B"/>
    <w:rsid w:val="00177371"/>
    <w:rsid w:val="00177CA4"/>
    <w:rsid w:val="00177D76"/>
    <w:rsid w:val="00177E12"/>
    <w:rsid w:val="001813D0"/>
    <w:rsid w:val="00182FD9"/>
    <w:rsid w:val="001835E0"/>
    <w:rsid w:val="00184A5A"/>
    <w:rsid w:val="00185332"/>
    <w:rsid w:val="001853A7"/>
    <w:rsid w:val="001859F2"/>
    <w:rsid w:val="00185EEA"/>
    <w:rsid w:val="0018606C"/>
    <w:rsid w:val="001862E7"/>
    <w:rsid w:val="00186904"/>
    <w:rsid w:val="001909A1"/>
    <w:rsid w:val="00190AC7"/>
    <w:rsid w:val="00192B0E"/>
    <w:rsid w:val="00192EFA"/>
    <w:rsid w:val="001931AA"/>
    <w:rsid w:val="00193647"/>
    <w:rsid w:val="00193FCE"/>
    <w:rsid w:val="001940FD"/>
    <w:rsid w:val="00194808"/>
    <w:rsid w:val="0019512E"/>
    <w:rsid w:val="0019513D"/>
    <w:rsid w:val="001953B0"/>
    <w:rsid w:val="00196426"/>
    <w:rsid w:val="00196458"/>
    <w:rsid w:val="00196C5D"/>
    <w:rsid w:val="00196D0B"/>
    <w:rsid w:val="001971C5"/>
    <w:rsid w:val="001977A0"/>
    <w:rsid w:val="001A0559"/>
    <w:rsid w:val="001A078F"/>
    <w:rsid w:val="001A0E13"/>
    <w:rsid w:val="001A1581"/>
    <w:rsid w:val="001A2D10"/>
    <w:rsid w:val="001A3B67"/>
    <w:rsid w:val="001A3CB9"/>
    <w:rsid w:val="001A40B5"/>
    <w:rsid w:val="001A518E"/>
    <w:rsid w:val="001A5C33"/>
    <w:rsid w:val="001A5C84"/>
    <w:rsid w:val="001A65A1"/>
    <w:rsid w:val="001A6792"/>
    <w:rsid w:val="001A721A"/>
    <w:rsid w:val="001A7D45"/>
    <w:rsid w:val="001B029D"/>
    <w:rsid w:val="001B0503"/>
    <w:rsid w:val="001B091D"/>
    <w:rsid w:val="001B208C"/>
    <w:rsid w:val="001B212A"/>
    <w:rsid w:val="001B2860"/>
    <w:rsid w:val="001B2B4D"/>
    <w:rsid w:val="001B3288"/>
    <w:rsid w:val="001B3920"/>
    <w:rsid w:val="001B47AD"/>
    <w:rsid w:val="001B4ED2"/>
    <w:rsid w:val="001B522B"/>
    <w:rsid w:val="001B5362"/>
    <w:rsid w:val="001B53D0"/>
    <w:rsid w:val="001B5B02"/>
    <w:rsid w:val="001B74D8"/>
    <w:rsid w:val="001B7AAC"/>
    <w:rsid w:val="001B7F40"/>
    <w:rsid w:val="001B7F58"/>
    <w:rsid w:val="001C03EF"/>
    <w:rsid w:val="001C1554"/>
    <w:rsid w:val="001C2034"/>
    <w:rsid w:val="001C2050"/>
    <w:rsid w:val="001C294A"/>
    <w:rsid w:val="001C3943"/>
    <w:rsid w:val="001C39E1"/>
    <w:rsid w:val="001C3B9F"/>
    <w:rsid w:val="001C52E6"/>
    <w:rsid w:val="001C5B5B"/>
    <w:rsid w:val="001C7850"/>
    <w:rsid w:val="001C7BBF"/>
    <w:rsid w:val="001D02DC"/>
    <w:rsid w:val="001D0C44"/>
    <w:rsid w:val="001D0C7C"/>
    <w:rsid w:val="001D0D5E"/>
    <w:rsid w:val="001D1B5F"/>
    <w:rsid w:val="001D1C40"/>
    <w:rsid w:val="001D4CAF"/>
    <w:rsid w:val="001D5CFA"/>
    <w:rsid w:val="001D5EFD"/>
    <w:rsid w:val="001D68AA"/>
    <w:rsid w:val="001D7122"/>
    <w:rsid w:val="001E0381"/>
    <w:rsid w:val="001E0DC5"/>
    <w:rsid w:val="001E10C8"/>
    <w:rsid w:val="001E1447"/>
    <w:rsid w:val="001E1A3D"/>
    <w:rsid w:val="001E21E7"/>
    <w:rsid w:val="001E3B10"/>
    <w:rsid w:val="001E3EA6"/>
    <w:rsid w:val="001E405F"/>
    <w:rsid w:val="001E4279"/>
    <w:rsid w:val="001E5141"/>
    <w:rsid w:val="001E515F"/>
    <w:rsid w:val="001E5854"/>
    <w:rsid w:val="001E5E36"/>
    <w:rsid w:val="001E6260"/>
    <w:rsid w:val="001E6CC0"/>
    <w:rsid w:val="001E750F"/>
    <w:rsid w:val="001F0010"/>
    <w:rsid w:val="001F07CF"/>
    <w:rsid w:val="001F0811"/>
    <w:rsid w:val="001F084D"/>
    <w:rsid w:val="001F0C41"/>
    <w:rsid w:val="001F175C"/>
    <w:rsid w:val="001F21D9"/>
    <w:rsid w:val="001F2202"/>
    <w:rsid w:val="001F2CCB"/>
    <w:rsid w:val="001F380F"/>
    <w:rsid w:val="001F396F"/>
    <w:rsid w:val="001F3D72"/>
    <w:rsid w:val="001F47A0"/>
    <w:rsid w:val="001F5A1F"/>
    <w:rsid w:val="001F675F"/>
    <w:rsid w:val="001F6F7F"/>
    <w:rsid w:val="001F77C5"/>
    <w:rsid w:val="001F7F03"/>
    <w:rsid w:val="002000BE"/>
    <w:rsid w:val="00200652"/>
    <w:rsid w:val="002006FC"/>
    <w:rsid w:val="002008D3"/>
    <w:rsid w:val="00200D71"/>
    <w:rsid w:val="00200F03"/>
    <w:rsid w:val="0020120C"/>
    <w:rsid w:val="002026B8"/>
    <w:rsid w:val="00203099"/>
    <w:rsid w:val="0020316C"/>
    <w:rsid w:val="00204546"/>
    <w:rsid w:val="002059D4"/>
    <w:rsid w:val="002063C7"/>
    <w:rsid w:val="0020661F"/>
    <w:rsid w:val="0020669C"/>
    <w:rsid w:val="00207702"/>
    <w:rsid w:val="00207945"/>
    <w:rsid w:val="0021118B"/>
    <w:rsid w:val="0021141F"/>
    <w:rsid w:val="00211FC1"/>
    <w:rsid w:val="00212119"/>
    <w:rsid w:val="00212285"/>
    <w:rsid w:val="0021261D"/>
    <w:rsid w:val="00212687"/>
    <w:rsid w:val="00212943"/>
    <w:rsid w:val="00213041"/>
    <w:rsid w:val="00214474"/>
    <w:rsid w:val="002146D1"/>
    <w:rsid w:val="00214708"/>
    <w:rsid w:val="00214899"/>
    <w:rsid w:val="00214ADD"/>
    <w:rsid w:val="0021577F"/>
    <w:rsid w:val="002157FC"/>
    <w:rsid w:val="00215838"/>
    <w:rsid w:val="00216DFE"/>
    <w:rsid w:val="00216F0D"/>
    <w:rsid w:val="00217211"/>
    <w:rsid w:val="0021789A"/>
    <w:rsid w:val="00217D15"/>
    <w:rsid w:val="00220592"/>
    <w:rsid w:val="002208CA"/>
    <w:rsid w:val="00221789"/>
    <w:rsid w:val="00222AC5"/>
    <w:rsid w:val="00223227"/>
    <w:rsid w:val="002232D5"/>
    <w:rsid w:val="00223808"/>
    <w:rsid w:val="00223BD2"/>
    <w:rsid w:val="0022456A"/>
    <w:rsid w:val="00225065"/>
    <w:rsid w:val="002254D5"/>
    <w:rsid w:val="00225926"/>
    <w:rsid w:val="0022600D"/>
    <w:rsid w:val="0022672F"/>
    <w:rsid w:val="00230380"/>
    <w:rsid w:val="002309B1"/>
    <w:rsid w:val="00230B60"/>
    <w:rsid w:val="00230C00"/>
    <w:rsid w:val="00230D21"/>
    <w:rsid w:val="00230EB3"/>
    <w:rsid w:val="0023172C"/>
    <w:rsid w:val="00231B0A"/>
    <w:rsid w:val="002320AF"/>
    <w:rsid w:val="002328F2"/>
    <w:rsid w:val="00232DFE"/>
    <w:rsid w:val="00233B5A"/>
    <w:rsid w:val="00234E23"/>
    <w:rsid w:val="00235664"/>
    <w:rsid w:val="00236128"/>
    <w:rsid w:val="00236D04"/>
    <w:rsid w:val="00237476"/>
    <w:rsid w:val="00237734"/>
    <w:rsid w:val="0023781A"/>
    <w:rsid w:val="00237954"/>
    <w:rsid w:val="00237DC5"/>
    <w:rsid w:val="00240477"/>
    <w:rsid w:val="00240842"/>
    <w:rsid w:val="00241561"/>
    <w:rsid w:val="002415C3"/>
    <w:rsid w:val="00242570"/>
    <w:rsid w:val="00242959"/>
    <w:rsid w:val="00242F5F"/>
    <w:rsid w:val="0024372D"/>
    <w:rsid w:val="00243E1C"/>
    <w:rsid w:val="0024409F"/>
    <w:rsid w:val="002448B8"/>
    <w:rsid w:val="00244ABF"/>
    <w:rsid w:val="00245D72"/>
    <w:rsid w:val="002460E8"/>
    <w:rsid w:val="00246733"/>
    <w:rsid w:val="002467E1"/>
    <w:rsid w:val="00246B60"/>
    <w:rsid w:val="00247481"/>
    <w:rsid w:val="002477FF"/>
    <w:rsid w:val="00247A9F"/>
    <w:rsid w:val="002503E8"/>
    <w:rsid w:val="00250CC1"/>
    <w:rsid w:val="00250D21"/>
    <w:rsid w:val="0025137E"/>
    <w:rsid w:val="00251D03"/>
    <w:rsid w:val="00251D6A"/>
    <w:rsid w:val="00251E09"/>
    <w:rsid w:val="00252103"/>
    <w:rsid w:val="002528DA"/>
    <w:rsid w:val="0025328A"/>
    <w:rsid w:val="00253DC8"/>
    <w:rsid w:val="002540A7"/>
    <w:rsid w:val="0025418B"/>
    <w:rsid w:val="00254604"/>
    <w:rsid w:val="00255391"/>
    <w:rsid w:val="002557D5"/>
    <w:rsid w:val="00255DD1"/>
    <w:rsid w:val="00255E16"/>
    <w:rsid w:val="002561B1"/>
    <w:rsid w:val="002563EA"/>
    <w:rsid w:val="00256B4B"/>
    <w:rsid w:val="0025713B"/>
    <w:rsid w:val="002611B8"/>
    <w:rsid w:val="002617C5"/>
    <w:rsid w:val="00262355"/>
    <w:rsid w:val="0026359A"/>
    <w:rsid w:val="00263863"/>
    <w:rsid w:val="002642D8"/>
    <w:rsid w:val="002644D0"/>
    <w:rsid w:val="002649DF"/>
    <w:rsid w:val="00265444"/>
    <w:rsid w:val="002659AB"/>
    <w:rsid w:val="00266264"/>
    <w:rsid w:val="00266894"/>
    <w:rsid w:val="0026775F"/>
    <w:rsid w:val="00267FAC"/>
    <w:rsid w:val="00270BA3"/>
    <w:rsid w:val="00271ACC"/>
    <w:rsid w:val="00271D80"/>
    <w:rsid w:val="00272AF0"/>
    <w:rsid w:val="002730C5"/>
    <w:rsid w:val="002736F3"/>
    <w:rsid w:val="00274FC8"/>
    <w:rsid w:val="00275A34"/>
    <w:rsid w:val="00276437"/>
    <w:rsid w:val="00276EF6"/>
    <w:rsid w:val="0027709B"/>
    <w:rsid w:val="002800C6"/>
    <w:rsid w:val="00280680"/>
    <w:rsid w:val="00280855"/>
    <w:rsid w:val="00280B03"/>
    <w:rsid w:val="00281453"/>
    <w:rsid w:val="0028148B"/>
    <w:rsid w:val="002838AE"/>
    <w:rsid w:val="002852C4"/>
    <w:rsid w:val="002864C2"/>
    <w:rsid w:val="0028653F"/>
    <w:rsid w:val="00287232"/>
    <w:rsid w:val="00287458"/>
    <w:rsid w:val="0028785D"/>
    <w:rsid w:val="00287D02"/>
    <w:rsid w:val="00287F1C"/>
    <w:rsid w:val="00290DC5"/>
    <w:rsid w:val="00290FDF"/>
    <w:rsid w:val="0029288E"/>
    <w:rsid w:val="00292A16"/>
    <w:rsid w:val="00292D0A"/>
    <w:rsid w:val="0029311B"/>
    <w:rsid w:val="00293635"/>
    <w:rsid w:val="00294DFD"/>
    <w:rsid w:val="00295A6B"/>
    <w:rsid w:val="00295B3C"/>
    <w:rsid w:val="002964D6"/>
    <w:rsid w:val="002965EF"/>
    <w:rsid w:val="0029681C"/>
    <w:rsid w:val="00296985"/>
    <w:rsid w:val="00296EC3"/>
    <w:rsid w:val="002972C1"/>
    <w:rsid w:val="00297927"/>
    <w:rsid w:val="002A10C1"/>
    <w:rsid w:val="002A15A8"/>
    <w:rsid w:val="002A189E"/>
    <w:rsid w:val="002A1B4C"/>
    <w:rsid w:val="002A20A3"/>
    <w:rsid w:val="002A23D7"/>
    <w:rsid w:val="002A2529"/>
    <w:rsid w:val="002A29AC"/>
    <w:rsid w:val="002A2D52"/>
    <w:rsid w:val="002A37F8"/>
    <w:rsid w:val="002A3865"/>
    <w:rsid w:val="002A38C6"/>
    <w:rsid w:val="002A4892"/>
    <w:rsid w:val="002A4B1A"/>
    <w:rsid w:val="002A508E"/>
    <w:rsid w:val="002A53D5"/>
    <w:rsid w:val="002A576E"/>
    <w:rsid w:val="002A5840"/>
    <w:rsid w:val="002A58F6"/>
    <w:rsid w:val="002A6233"/>
    <w:rsid w:val="002A66AB"/>
    <w:rsid w:val="002A6A01"/>
    <w:rsid w:val="002A6BB2"/>
    <w:rsid w:val="002A6D60"/>
    <w:rsid w:val="002A79D6"/>
    <w:rsid w:val="002A7DBA"/>
    <w:rsid w:val="002A7F99"/>
    <w:rsid w:val="002B0B51"/>
    <w:rsid w:val="002B199C"/>
    <w:rsid w:val="002B1B57"/>
    <w:rsid w:val="002B1B84"/>
    <w:rsid w:val="002B1C4F"/>
    <w:rsid w:val="002B28FB"/>
    <w:rsid w:val="002B3CCC"/>
    <w:rsid w:val="002B4696"/>
    <w:rsid w:val="002B4DFF"/>
    <w:rsid w:val="002B558C"/>
    <w:rsid w:val="002B6F53"/>
    <w:rsid w:val="002B73B7"/>
    <w:rsid w:val="002B74C4"/>
    <w:rsid w:val="002B76DA"/>
    <w:rsid w:val="002B796A"/>
    <w:rsid w:val="002B7B22"/>
    <w:rsid w:val="002C0166"/>
    <w:rsid w:val="002C038E"/>
    <w:rsid w:val="002C03C3"/>
    <w:rsid w:val="002C2FEB"/>
    <w:rsid w:val="002C3472"/>
    <w:rsid w:val="002C4154"/>
    <w:rsid w:val="002C5441"/>
    <w:rsid w:val="002C5924"/>
    <w:rsid w:val="002C596E"/>
    <w:rsid w:val="002C61D7"/>
    <w:rsid w:val="002C6428"/>
    <w:rsid w:val="002C6AE1"/>
    <w:rsid w:val="002C6F4E"/>
    <w:rsid w:val="002C7A98"/>
    <w:rsid w:val="002C7F76"/>
    <w:rsid w:val="002D004F"/>
    <w:rsid w:val="002D0284"/>
    <w:rsid w:val="002D057A"/>
    <w:rsid w:val="002D16F3"/>
    <w:rsid w:val="002D1FEA"/>
    <w:rsid w:val="002D277B"/>
    <w:rsid w:val="002D2B77"/>
    <w:rsid w:val="002D3E59"/>
    <w:rsid w:val="002D4926"/>
    <w:rsid w:val="002D57D5"/>
    <w:rsid w:val="002D6E87"/>
    <w:rsid w:val="002D7065"/>
    <w:rsid w:val="002D72DE"/>
    <w:rsid w:val="002D753B"/>
    <w:rsid w:val="002D7661"/>
    <w:rsid w:val="002D7D6D"/>
    <w:rsid w:val="002E0328"/>
    <w:rsid w:val="002E1C1E"/>
    <w:rsid w:val="002E1EDB"/>
    <w:rsid w:val="002E2A11"/>
    <w:rsid w:val="002E2BD4"/>
    <w:rsid w:val="002E2D36"/>
    <w:rsid w:val="002E3312"/>
    <w:rsid w:val="002E4243"/>
    <w:rsid w:val="002E490C"/>
    <w:rsid w:val="002E4BE9"/>
    <w:rsid w:val="002E5080"/>
    <w:rsid w:val="002E74F3"/>
    <w:rsid w:val="002E7547"/>
    <w:rsid w:val="002E7B86"/>
    <w:rsid w:val="002E7B88"/>
    <w:rsid w:val="002F031F"/>
    <w:rsid w:val="002F079A"/>
    <w:rsid w:val="002F0A87"/>
    <w:rsid w:val="002F1B00"/>
    <w:rsid w:val="002F2BBE"/>
    <w:rsid w:val="002F3B42"/>
    <w:rsid w:val="002F3D29"/>
    <w:rsid w:val="002F473E"/>
    <w:rsid w:val="002F519E"/>
    <w:rsid w:val="002F5D5C"/>
    <w:rsid w:val="002F602F"/>
    <w:rsid w:val="002F655D"/>
    <w:rsid w:val="002F70D3"/>
    <w:rsid w:val="002F711D"/>
    <w:rsid w:val="002F7E83"/>
    <w:rsid w:val="002F7EEC"/>
    <w:rsid w:val="003000B7"/>
    <w:rsid w:val="00300CDF"/>
    <w:rsid w:val="003019CD"/>
    <w:rsid w:val="00301F71"/>
    <w:rsid w:val="00302080"/>
    <w:rsid w:val="003022EE"/>
    <w:rsid w:val="00303565"/>
    <w:rsid w:val="00303750"/>
    <w:rsid w:val="003044C5"/>
    <w:rsid w:val="00305303"/>
    <w:rsid w:val="00305C86"/>
    <w:rsid w:val="00305D96"/>
    <w:rsid w:val="00305FA0"/>
    <w:rsid w:val="00306504"/>
    <w:rsid w:val="00306C50"/>
    <w:rsid w:val="003074FD"/>
    <w:rsid w:val="0030754E"/>
    <w:rsid w:val="003076E6"/>
    <w:rsid w:val="00307F9B"/>
    <w:rsid w:val="00310513"/>
    <w:rsid w:val="00310A21"/>
    <w:rsid w:val="0031158E"/>
    <w:rsid w:val="003117E5"/>
    <w:rsid w:val="00311B9C"/>
    <w:rsid w:val="00312569"/>
    <w:rsid w:val="003130F3"/>
    <w:rsid w:val="00313266"/>
    <w:rsid w:val="0031369D"/>
    <w:rsid w:val="003152DB"/>
    <w:rsid w:val="00315CBE"/>
    <w:rsid w:val="00315FB0"/>
    <w:rsid w:val="00316335"/>
    <w:rsid w:val="00316962"/>
    <w:rsid w:val="00317651"/>
    <w:rsid w:val="00317770"/>
    <w:rsid w:val="00317892"/>
    <w:rsid w:val="00317B4E"/>
    <w:rsid w:val="00320F08"/>
    <w:rsid w:val="003211DA"/>
    <w:rsid w:val="00321741"/>
    <w:rsid w:val="0032245A"/>
    <w:rsid w:val="0032390F"/>
    <w:rsid w:val="00323F0A"/>
    <w:rsid w:val="00323F5F"/>
    <w:rsid w:val="00324641"/>
    <w:rsid w:val="00325806"/>
    <w:rsid w:val="00325E20"/>
    <w:rsid w:val="00325F21"/>
    <w:rsid w:val="0032624A"/>
    <w:rsid w:val="00326611"/>
    <w:rsid w:val="003269C4"/>
    <w:rsid w:val="00326ACD"/>
    <w:rsid w:val="00327088"/>
    <w:rsid w:val="00327296"/>
    <w:rsid w:val="0032747B"/>
    <w:rsid w:val="00330494"/>
    <w:rsid w:val="00330AD2"/>
    <w:rsid w:val="00331DE0"/>
    <w:rsid w:val="00332506"/>
    <w:rsid w:val="00332569"/>
    <w:rsid w:val="003329FC"/>
    <w:rsid w:val="00332EB7"/>
    <w:rsid w:val="003330F0"/>
    <w:rsid w:val="003332F6"/>
    <w:rsid w:val="0033331D"/>
    <w:rsid w:val="0033351D"/>
    <w:rsid w:val="00333974"/>
    <w:rsid w:val="0033461B"/>
    <w:rsid w:val="00335619"/>
    <w:rsid w:val="00335731"/>
    <w:rsid w:val="00336616"/>
    <w:rsid w:val="003366A3"/>
    <w:rsid w:val="00336D42"/>
    <w:rsid w:val="00337091"/>
    <w:rsid w:val="003405D4"/>
    <w:rsid w:val="0034082C"/>
    <w:rsid w:val="003408C7"/>
    <w:rsid w:val="00340A6A"/>
    <w:rsid w:val="00340C95"/>
    <w:rsid w:val="00342D19"/>
    <w:rsid w:val="003445D3"/>
    <w:rsid w:val="0034467A"/>
    <w:rsid w:val="00344772"/>
    <w:rsid w:val="0034511B"/>
    <w:rsid w:val="00345361"/>
    <w:rsid w:val="003455A1"/>
    <w:rsid w:val="00345849"/>
    <w:rsid w:val="00345CBF"/>
    <w:rsid w:val="00345CC4"/>
    <w:rsid w:val="003466AE"/>
    <w:rsid w:val="00346D2F"/>
    <w:rsid w:val="00346E19"/>
    <w:rsid w:val="00347FF7"/>
    <w:rsid w:val="00350422"/>
    <w:rsid w:val="00351000"/>
    <w:rsid w:val="003515A3"/>
    <w:rsid w:val="003516B2"/>
    <w:rsid w:val="003516F7"/>
    <w:rsid w:val="00351F35"/>
    <w:rsid w:val="00352ABA"/>
    <w:rsid w:val="00352BFD"/>
    <w:rsid w:val="003531DB"/>
    <w:rsid w:val="003535F3"/>
    <w:rsid w:val="00354002"/>
    <w:rsid w:val="0035418A"/>
    <w:rsid w:val="0035426F"/>
    <w:rsid w:val="003550F0"/>
    <w:rsid w:val="00355FAB"/>
    <w:rsid w:val="00356045"/>
    <w:rsid w:val="00356FFE"/>
    <w:rsid w:val="0035711C"/>
    <w:rsid w:val="0035781A"/>
    <w:rsid w:val="00357E30"/>
    <w:rsid w:val="00357EFC"/>
    <w:rsid w:val="00357F59"/>
    <w:rsid w:val="00360159"/>
    <w:rsid w:val="00361B13"/>
    <w:rsid w:val="00362292"/>
    <w:rsid w:val="003626DB"/>
    <w:rsid w:val="00362AAF"/>
    <w:rsid w:val="00362F82"/>
    <w:rsid w:val="00363B9E"/>
    <w:rsid w:val="00363D6E"/>
    <w:rsid w:val="00363F5E"/>
    <w:rsid w:val="003646E7"/>
    <w:rsid w:val="00364BD5"/>
    <w:rsid w:val="0036507C"/>
    <w:rsid w:val="00365A75"/>
    <w:rsid w:val="00365B78"/>
    <w:rsid w:val="00366811"/>
    <w:rsid w:val="00366B24"/>
    <w:rsid w:val="00366BF0"/>
    <w:rsid w:val="0037048F"/>
    <w:rsid w:val="003718EF"/>
    <w:rsid w:val="00372381"/>
    <w:rsid w:val="003729FC"/>
    <w:rsid w:val="00372B48"/>
    <w:rsid w:val="003730DF"/>
    <w:rsid w:val="003731DA"/>
    <w:rsid w:val="00374B16"/>
    <w:rsid w:val="00374DE3"/>
    <w:rsid w:val="003750B0"/>
    <w:rsid w:val="00375565"/>
    <w:rsid w:val="0037597F"/>
    <w:rsid w:val="003765F2"/>
    <w:rsid w:val="00376ABE"/>
    <w:rsid w:val="0038017D"/>
    <w:rsid w:val="0038189E"/>
    <w:rsid w:val="00382040"/>
    <w:rsid w:val="00382083"/>
    <w:rsid w:val="003823F1"/>
    <w:rsid w:val="00382C41"/>
    <w:rsid w:val="00383E9F"/>
    <w:rsid w:val="0038430E"/>
    <w:rsid w:val="00384400"/>
    <w:rsid w:val="00384766"/>
    <w:rsid w:val="00385083"/>
    <w:rsid w:val="003859AF"/>
    <w:rsid w:val="00386598"/>
    <w:rsid w:val="003867EE"/>
    <w:rsid w:val="00386D75"/>
    <w:rsid w:val="00386F94"/>
    <w:rsid w:val="0038728E"/>
    <w:rsid w:val="0038751E"/>
    <w:rsid w:val="003875B3"/>
    <w:rsid w:val="0038796B"/>
    <w:rsid w:val="003916AC"/>
    <w:rsid w:val="00391970"/>
    <w:rsid w:val="00392369"/>
    <w:rsid w:val="003931DF"/>
    <w:rsid w:val="003933B4"/>
    <w:rsid w:val="0039355C"/>
    <w:rsid w:val="0039373C"/>
    <w:rsid w:val="00393C67"/>
    <w:rsid w:val="00393D2E"/>
    <w:rsid w:val="00394897"/>
    <w:rsid w:val="003951C5"/>
    <w:rsid w:val="003958CE"/>
    <w:rsid w:val="00395AFD"/>
    <w:rsid w:val="00395B79"/>
    <w:rsid w:val="00395DD7"/>
    <w:rsid w:val="0039637A"/>
    <w:rsid w:val="00396DD5"/>
    <w:rsid w:val="003A0634"/>
    <w:rsid w:val="003A080E"/>
    <w:rsid w:val="003A1377"/>
    <w:rsid w:val="003A144D"/>
    <w:rsid w:val="003A1E5B"/>
    <w:rsid w:val="003A2128"/>
    <w:rsid w:val="003A21BC"/>
    <w:rsid w:val="003A2BBA"/>
    <w:rsid w:val="003A2D5F"/>
    <w:rsid w:val="003A416F"/>
    <w:rsid w:val="003A45B8"/>
    <w:rsid w:val="003A4CA0"/>
    <w:rsid w:val="003A4FCD"/>
    <w:rsid w:val="003A5CE1"/>
    <w:rsid w:val="003A5ED2"/>
    <w:rsid w:val="003A60F0"/>
    <w:rsid w:val="003A6301"/>
    <w:rsid w:val="003A66E8"/>
    <w:rsid w:val="003A6A8D"/>
    <w:rsid w:val="003A6E65"/>
    <w:rsid w:val="003A7529"/>
    <w:rsid w:val="003B049D"/>
    <w:rsid w:val="003B0987"/>
    <w:rsid w:val="003B0A16"/>
    <w:rsid w:val="003B13F1"/>
    <w:rsid w:val="003B14E7"/>
    <w:rsid w:val="003B1C27"/>
    <w:rsid w:val="003B1F42"/>
    <w:rsid w:val="003B21ED"/>
    <w:rsid w:val="003B28CE"/>
    <w:rsid w:val="003B2DA6"/>
    <w:rsid w:val="003B3C61"/>
    <w:rsid w:val="003B4196"/>
    <w:rsid w:val="003B493A"/>
    <w:rsid w:val="003B5053"/>
    <w:rsid w:val="003B53B4"/>
    <w:rsid w:val="003B560A"/>
    <w:rsid w:val="003B747C"/>
    <w:rsid w:val="003C0526"/>
    <w:rsid w:val="003C1210"/>
    <w:rsid w:val="003C1D13"/>
    <w:rsid w:val="003C26D4"/>
    <w:rsid w:val="003C2730"/>
    <w:rsid w:val="003C295F"/>
    <w:rsid w:val="003C2A4D"/>
    <w:rsid w:val="003C310C"/>
    <w:rsid w:val="003C3632"/>
    <w:rsid w:val="003C44E4"/>
    <w:rsid w:val="003C5942"/>
    <w:rsid w:val="003C63F5"/>
    <w:rsid w:val="003D0099"/>
    <w:rsid w:val="003D0308"/>
    <w:rsid w:val="003D0605"/>
    <w:rsid w:val="003D08A2"/>
    <w:rsid w:val="003D0A63"/>
    <w:rsid w:val="003D0F26"/>
    <w:rsid w:val="003D1333"/>
    <w:rsid w:val="003D1A77"/>
    <w:rsid w:val="003D1BB6"/>
    <w:rsid w:val="003D1FBD"/>
    <w:rsid w:val="003D22ED"/>
    <w:rsid w:val="003D236C"/>
    <w:rsid w:val="003D2596"/>
    <w:rsid w:val="003D27D9"/>
    <w:rsid w:val="003D2977"/>
    <w:rsid w:val="003D2A03"/>
    <w:rsid w:val="003D2C94"/>
    <w:rsid w:val="003D2DA5"/>
    <w:rsid w:val="003D34A1"/>
    <w:rsid w:val="003D3C72"/>
    <w:rsid w:val="003D570F"/>
    <w:rsid w:val="003D5A68"/>
    <w:rsid w:val="003D5CB4"/>
    <w:rsid w:val="003D734F"/>
    <w:rsid w:val="003D754B"/>
    <w:rsid w:val="003D7794"/>
    <w:rsid w:val="003D7871"/>
    <w:rsid w:val="003E0876"/>
    <w:rsid w:val="003E0F66"/>
    <w:rsid w:val="003E11A8"/>
    <w:rsid w:val="003E11CF"/>
    <w:rsid w:val="003E1D1D"/>
    <w:rsid w:val="003E255B"/>
    <w:rsid w:val="003E25B1"/>
    <w:rsid w:val="003E29C7"/>
    <w:rsid w:val="003E3956"/>
    <w:rsid w:val="003E3C9E"/>
    <w:rsid w:val="003E3D21"/>
    <w:rsid w:val="003E4F38"/>
    <w:rsid w:val="003E4F78"/>
    <w:rsid w:val="003E520A"/>
    <w:rsid w:val="003E63DB"/>
    <w:rsid w:val="003E70E5"/>
    <w:rsid w:val="003E7453"/>
    <w:rsid w:val="003E75AD"/>
    <w:rsid w:val="003E7655"/>
    <w:rsid w:val="003E7B44"/>
    <w:rsid w:val="003E7D96"/>
    <w:rsid w:val="003F0A55"/>
    <w:rsid w:val="003F1E1F"/>
    <w:rsid w:val="003F38B0"/>
    <w:rsid w:val="003F3A1D"/>
    <w:rsid w:val="003F3ABE"/>
    <w:rsid w:val="003F3CFD"/>
    <w:rsid w:val="003F3F1A"/>
    <w:rsid w:val="003F4E07"/>
    <w:rsid w:val="003F54A4"/>
    <w:rsid w:val="003F58B2"/>
    <w:rsid w:val="003F5F56"/>
    <w:rsid w:val="003F612E"/>
    <w:rsid w:val="003F6B5A"/>
    <w:rsid w:val="003F71F5"/>
    <w:rsid w:val="003F730B"/>
    <w:rsid w:val="003F74A5"/>
    <w:rsid w:val="003F7B28"/>
    <w:rsid w:val="00400160"/>
    <w:rsid w:val="004001F7"/>
    <w:rsid w:val="00400586"/>
    <w:rsid w:val="00401301"/>
    <w:rsid w:val="004021C2"/>
    <w:rsid w:val="00402621"/>
    <w:rsid w:val="00403016"/>
    <w:rsid w:val="004035C9"/>
    <w:rsid w:val="00403A21"/>
    <w:rsid w:val="00403A29"/>
    <w:rsid w:val="004040FB"/>
    <w:rsid w:val="00405363"/>
    <w:rsid w:val="00406634"/>
    <w:rsid w:val="00406D0B"/>
    <w:rsid w:val="00406F98"/>
    <w:rsid w:val="004103A7"/>
    <w:rsid w:val="00410AAC"/>
    <w:rsid w:val="00411595"/>
    <w:rsid w:val="0041189E"/>
    <w:rsid w:val="00411D1A"/>
    <w:rsid w:val="004120F1"/>
    <w:rsid w:val="0041242A"/>
    <w:rsid w:val="00412799"/>
    <w:rsid w:val="00412D23"/>
    <w:rsid w:val="00413120"/>
    <w:rsid w:val="004136AC"/>
    <w:rsid w:val="0041399A"/>
    <w:rsid w:val="00413C80"/>
    <w:rsid w:val="00413D0E"/>
    <w:rsid w:val="00413E75"/>
    <w:rsid w:val="004142D4"/>
    <w:rsid w:val="00415306"/>
    <w:rsid w:val="00415CCE"/>
    <w:rsid w:val="00416228"/>
    <w:rsid w:val="00416C24"/>
    <w:rsid w:val="00416E38"/>
    <w:rsid w:val="0041710C"/>
    <w:rsid w:val="00417920"/>
    <w:rsid w:val="004204F9"/>
    <w:rsid w:val="004210FD"/>
    <w:rsid w:val="00421B84"/>
    <w:rsid w:val="00421BD0"/>
    <w:rsid w:val="00421CE0"/>
    <w:rsid w:val="0042216C"/>
    <w:rsid w:val="00423339"/>
    <w:rsid w:val="0042335D"/>
    <w:rsid w:val="0042353C"/>
    <w:rsid w:val="004236D2"/>
    <w:rsid w:val="0042381B"/>
    <w:rsid w:val="0042419E"/>
    <w:rsid w:val="004243C3"/>
    <w:rsid w:val="004243E4"/>
    <w:rsid w:val="00424469"/>
    <w:rsid w:val="00425627"/>
    <w:rsid w:val="004263D3"/>
    <w:rsid w:val="00426A83"/>
    <w:rsid w:val="00426B16"/>
    <w:rsid w:val="004301C4"/>
    <w:rsid w:val="00430796"/>
    <w:rsid w:val="00431174"/>
    <w:rsid w:val="004313E1"/>
    <w:rsid w:val="004313E5"/>
    <w:rsid w:val="0043140B"/>
    <w:rsid w:val="00431AE2"/>
    <w:rsid w:val="00431C9F"/>
    <w:rsid w:val="00432246"/>
    <w:rsid w:val="00432293"/>
    <w:rsid w:val="004324C7"/>
    <w:rsid w:val="004327D8"/>
    <w:rsid w:val="0043481B"/>
    <w:rsid w:val="00434976"/>
    <w:rsid w:val="00436145"/>
    <w:rsid w:val="004370A7"/>
    <w:rsid w:val="004373D8"/>
    <w:rsid w:val="00440987"/>
    <w:rsid w:val="00440A70"/>
    <w:rsid w:val="00441042"/>
    <w:rsid w:val="00441EDB"/>
    <w:rsid w:val="00442670"/>
    <w:rsid w:val="00442A75"/>
    <w:rsid w:val="00443043"/>
    <w:rsid w:val="004444E1"/>
    <w:rsid w:val="004444F8"/>
    <w:rsid w:val="00445ACD"/>
    <w:rsid w:val="00446BB0"/>
    <w:rsid w:val="00446E7C"/>
    <w:rsid w:val="00447334"/>
    <w:rsid w:val="004475FA"/>
    <w:rsid w:val="00447804"/>
    <w:rsid w:val="00450099"/>
    <w:rsid w:val="00450932"/>
    <w:rsid w:val="00450A84"/>
    <w:rsid w:val="00450DD9"/>
    <w:rsid w:val="00450E6D"/>
    <w:rsid w:val="00451FC9"/>
    <w:rsid w:val="00452955"/>
    <w:rsid w:val="00452ACE"/>
    <w:rsid w:val="00452C42"/>
    <w:rsid w:val="00453276"/>
    <w:rsid w:val="004542EF"/>
    <w:rsid w:val="0045458E"/>
    <w:rsid w:val="00455999"/>
    <w:rsid w:val="0045699D"/>
    <w:rsid w:val="004571B2"/>
    <w:rsid w:val="004572ED"/>
    <w:rsid w:val="004574F2"/>
    <w:rsid w:val="0045763D"/>
    <w:rsid w:val="00457C8A"/>
    <w:rsid w:val="00457D0A"/>
    <w:rsid w:val="00457E37"/>
    <w:rsid w:val="00460094"/>
    <w:rsid w:val="0046098A"/>
    <w:rsid w:val="00462961"/>
    <w:rsid w:val="00462C3B"/>
    <w:rsid w:val="0046324A"/>
    <w:rsid w:val="00463697"/>
    <w:rsid w:val="00463768"/>
    <w:rsid w:val="00463DB6"/>
    <w:rsid w:val="0046410C"/>
    <w:rsid w:val="00464486"/>
    <w:rsid w:val="00464BEA"/>
    <w:rsid w:val="00465748"/>
    <w:rsid w:val="00465CBF"/>
    <w:rsid w:val="00466379"/>
    <w:rsid w:val="00467898"/>
    <w:rsid w:val="004704A6"/>
    <w:rsid w:val="004704B2"/>
    <w:rsid w:val="004707A3"/>
    <w:rsid w:val="004712D8"/>
    <w:rsid w:val="004716AC"/>
    <w:rsid w:val="00472F28"/>
    <w:rsid w:val="0047310B"/>
    <w:rsid w:val="00474764"/>
    <w:rsid w:val="004754A1"/>
    <w:rsid w:val="00475F1A"/>
    <w:rsid w:val="00476148"/>
    <w:rsid w:val="00476990"/>
    <w:rsid w:val="00477631"/>
    <w:rsid w:val="00477F1D"/>
    <w:rsid w:val="00480295"/>
    <w:rsid w:val="004802C0"/>
    <w:rsid w:val="00480688"/>
    <w:rsid w:val="004811D1"/>
    <w:rsid w:val="00481720"/>
    <w:rsid w:val="00482290"/>
    <w:rsid w:val="004823E4"/>
    <w:rsid w:val="004829B8"/>
    <w:rsid w:val="00483378"/>
    <w:rsid w:val="00483C02"/>
    <w:rsid w:val="00484BF1"/>
    <w:rsid w:val="00485446"/>
    <w:rsid w:val="00485508"/>
    <w:rsid w:val="00485EEF"/>
    <w:rsid w:val="00486CF4"/>
    <w:rsid w:val="00487260"/>
    <w:rsid w:val="00490432"/>
    <w:rsid w:val="00490905"/>
    <w:rsid w:val="00490E7A"/>
    <w:rsid w:val="00491372"/>
    <w:rsid w:val="004930C0"/>
    <w:rsid w:val="00494050"/>
    <w:rsid w:val="004949DA"/>
    <w:rsid w:val="00494CB6"/>
    <w:rsid w:val="00494CE0"/>
    <w:rsid w:val="0049506D"/>
    <w:rsid w:val="004952D3"/>
    <w:rsid w:val="00495D78"/>
    <w:rsid w:val="00495DE1"/>
    <w:rsid w:val="00496B90"/>
    <w:rsid w:val="00496D2E"/>
    <w:rsid w:val="00496F6B"/>
    <w:rsid w:val="00497231"/>
    <w:rsid w:val="0049748C"/>
    <w:rsid w:val="00497496"/>
    <w:rsid w:val="00497A08"/>
    <w:rsid w:val="00497AD7"/>
    <w:rsid w:val="004A0A31"/>
    <w:rsid w:val="004A0C92"/>
    <w:rsid w:val="004A11F7"/>
    <w:rsid w:val="004A1989"/>
    <w:rsid w:val="004A20A1"/>
    <w:rsid w:val="004A23B8"/>
    <w:rsid w:val="004A29DA"/>
    <w:rsid w:val="004A2EAA"/>
    <w:rsid w:val="004A3A07"/>
    <w:rsid w:val="004A3D87"/>
    <w:rsid w:val="004A4D99"/>
    <w:rsid w:val="004A549C"/>
    <w:rsid w:val="004A65BB"/>
    <w:rsid w:val="004A6BE9"/>
    <w:rsid w:val="004A7184"/>
    <w:rsid w:val="004A7631"/>
    <w:rsid w:val="004A7911"/>
    <w:rsid w:val="004A7A75"/>
    <w:rsid w:val="004B099D"/>
    <w:rsid w:val="004B0E27"/>
    <w:rsid w:val="004B13DB"/>
    <w:rsid w:val="004B1507"/>
    <w:rsid w:val="004B162B"/>
    <w:rsid w:val="004B1771"/>
    <w:rsid w:val="004B23A2"/>
    <w:rsid w:val="004B2476"/>
    <w:rsid w:val="004B24DD"/>
    <w:rsid w:val="004B2C12"/>
    <w:rsid w:val="004B2E24"/>
    <w:rsid w:val="004B378F"/>
    <w:rsid w:val="004B3964"/>
    <w:rsid w:val="004B3CCF"/>
    <w:rsid w:val="004B4B9C"/>
    <w:rsid w:val="004B68F5"/>
    <w:rsid w:val="004B6EBC"/>
    <w:rsid w:val="004B70CD"/>
    <w:rsid w:val="004C0231"/>
    <w:rsid w:val="004C04DE"/>
    <w:rsid w:val="004C056E"/>
    <w:rsid w:val="004C063E"/>
    <w:rsid w:val="004C0B7E"/>
    <w:rsid w:val="004C1FC1"/>
    <w:rsid w:val="004C2263"/>
    <w:rsid w:val="004C2570"/>
    <w:rsid w:val="004C4091"/>
    <w:rsid w:val="004C4A31"/>
    <w:rsid w:val="004C52F4"/>
    <w:rsid w:val="004C58F2"/>
    <w:rsid w:val="004C7269"/>
    <w:rsid w:val="004C788C"/>
    <w:rsid w:val="004C7BB9"/>
    <w:rsid w:val="004D0143"/>
    <w:rsid w:val="004D04CA"/>
    <w:rsid w:val="004D1152"/>
    <w:rsid w:val="004D13D0"/>
    <w:rsid w:val="004D1968"/>
    <w:rsid w:val="004D291B"/>
    <w:rsid w:val="004D3D44"/>
    <w:rsid w:val="004D3E38"/>
    <w:rsid w:val="004D50C4"/>
    <w:rsid w:val="004D5A38"/>
    <w:rsid w:val="004D6243"/>
    <w:rsid w:val="004D648C"/>
    <w:rsid w:val="004D68D0"/>
    <w:rsid w:val="004D6CD3"/>
    <w:rsid w:val="004D7396"/>
    <w:rsid w:val="004D74E4"/>
    <w:rsid w:val="004E072F"/>
    <w:rsid w:val="004E112D"/>
    <w:rsid w:val="004E3452"/>
    <w:rsid w:val="004E3655"/>
    <w:rsid w:val="004E374D"/>
    <w:rsid w:val="004E3978"/>
    <w:rsid w:val="004E4E41"/>
    <w:rsid w:val="004E4EF8"/>
    <w:rsid w:val="004E5D8C"/>
    <w:rsid w:val="004E64AF"/>
    <w:rsid w:val="004E6ACD"/>
    <w:rsid w:val="004E7C4D"/>
    <w:rsid w:val="004F02E7"/>
    <w:rsid w:val="004F02FB"/>
    <w:rsid w:val="004F0302"/>
    <w:rsid w:val="004F0C53"/>
    <w:rsid w:val="004F2259"/>
    <w:rsid w:val="004F24F7"/>
    <w:rsid w:val="004F2927"/>
    <w:rsid w:val="004F3374"/>
    <w:rsid w:val="004F435D"/>
    <w:rsid w:val="004F467A"/>
    <w:rsid w:val="004F4C4C"/>
    <w:rsid w:val="004F6996"/>
    <w:rsid w:val="004F6BDB"/>
    <w:rsid w:val="004F794B"/>
    <w:rsid w:val="004F7CFF"/>
    <w:rsid w:val="0050012B"/>
    <w:rsid w:val="00501914"/>
    <w:rsid w:val="005019B4"/>
    <w:rsid w:val="00501A56"/>
    <w:rsid w:val="00501D59"/>
    <w:rsid w:val="00502694"/>
    <w:rsid w:val="0050358D"/>
    <w:rsid w:val="005036D4"/>
    <w:rsid w:val="005044A4"/>
    <w:rsid w:val="005063C1"/>
    <w:rsid w:val="00506B41"/>
    <w:rsid w:val="00507D98"/>
    <w:rsid w:val="0051039F"/>
    <w:rsid w:val="005103A6"/>
    <w:rsid w:val="00510FB9"/>
    <w:rsid w:val="005115E4"/>
    <w:rsid w:val="005116A6"/>
    <w:rsid w:val="0051182D"/>
    <w:rsid w:val="00511BDE"/>
    <w:rsid w:val="00511DFC"/>
    <w:rsid w:val="0051235D"/>
    <w:rsid w:val="00512863"/>
    <w:rsid w:val="00512F08"/>
    <w:rsid w:val="00514885"/>
    <w:rsid w:val="0051492B"/>
    <w:rsid w:val="00515426"/>
    <w:rsid w:val="00515D2D"/>
    <w:rsid w:val="00516573"/>
    <w:rsid w:val="0051708D"/>
    <w:rsid w:val="00517780"/>
    <w:rsid w:val="00517FE1"/>
    <w:rsid w:val="005217A6"/>
    <w:rsid w:val="00523EFB"/>
    <w:rsid w:val="005249DA"/>
    <w:rsid w:val="00525604"/>
    <w:rsid w:val="005266C9"/>
    <w:rsid w:val="00526DC5"/>
    <w:rsid w:val="0052776A"/>
    <w:rsid w:val="00527875"/>
    <w:rsid w:val="0052791B"/>
    <w:rsid w:val="005302E6"/>
    <w:rsid w:val="0053032C"/>
    <w:rsid w:val="00530743"/>
    <w:rsid w:val="00530C26"/>
    <w:rsid w:val="00530E55"/>
    <w:rsid w:val="00531121"/>
    <w:rsid w:val="00531D14"/>
    <w:rsid w:val="005320A3"/>
    <w:rsid w:val="005326B5"/>
    <w:rsid w:val="00532C4C"/>
    <w:rsid w:val="00532EE7"/>
    <w:rsid w:val="005336E2"/>
    <w:rsid w:val="0053509E"/>
    <w:rsid w:val="00535B6C"/>
    <w:rsid w:val="0053606E"/>
    <w:rsid w:val="00536305"/>
    <w:rsid w:val="00536490"/>
    <w:rsid w:val="00536EFD"/>
    <w:rsid w:val="00537004"/>
    <w:rsid w:val="005375E8"/>
    <w:rsid w:val="00537B2E"/>
    <w:rsid w:val="00537D21"/>
    <w:rsid w:val="005400E0"/>
    <w:rsid w:val="005401A7"/>
    <w:rsid w:val="005401E9"/>
    <w:rsid w:val="00540AD4"/>
    <w:rsid w:val="00540C57"/>
    <w:rsid w:val="00540FD3"/>
    <w:rsid w:val="00541790"/>
    <w:rsid w:val="00542F05"/>
    <w:rsid w:val="00543474"/>
    <w:rsid w:val="00543B70"/>
    <w:rsid w:val="00543BF8"/>
    <w:rsid w:val="00543D79"/>
    <w:rsid w:val="00544618"/>
    <w:rsid w:val="00545164"/>
    <w:rsid w:val="00545C4A"/>
    <w:rsid w:val="00546A79"/>
    <w:rsid w:val="00546DCA"/>
    <w:rsid w:val="00550A7E"/>
    <w:rsid w:val="0055273F"/>
    <w:rsid w:val="00553250"/>
    <w:rsid w:val="00553B03"/>
    <w:rsid w:val="00554E5E"/>
    <w:rsid w:val="005559AE"/>
    <w:rsid w:val="00557AC0"/>
    <w:rsid w:val="00557C2D"/>
    <w:rsid w:val="00557DB4"/>
    <w:rsid w:val="00561007"/>
    <w:rsid w:val="005610FF"/>
    <w:rsid w:val="005615E6"/>
    <w:rsid w:val="0056187C"/>
    <w:rsid w:val="00561B0A"/>
    <w:rsid w:val="00561D53"/>
    <w:rsid w:val="00562F64"/>
    <w:rsid w:val="00563052"/>
    <w:rsid w:val="00563422"/>
    <w:rsid w:val="0056353F"/>
    <w:rsid w:val="005635B7"/>
    <w:rsid w:val="00564072"/>
    <w:rsid w:val="00564C31"/>
    <w:rsid w:val="005654A4"/>
    <w:rsid w:val="005659C8"/>
    <w:rsid w:val="00565D10"/>
    <w:rsid w:val="005678AA"/>
    <w:rsid w:val="00567C3F"/>
    <w:rsid w:val="0057041C"/>
    <w:rsid w:val="00570893"/>
    <w:rsid w:val="00571C1D"/>
    <w:rsid w:val="00572717"/>
    <w:rsid w:val="00572D14"/>
    <w:rsid w:val="005741B9"/>
    <w:rsid w:val="005747AF"/>
    <w:rsid w:val="00574F01"/>
    <w:rsid w:val="00575F5D"/>
    <w:rsid w:val="00576074"/>
    <w:rsid w:val="0057659E"/>
    <w:rsid w:val="00576785"/>
    <w:rsid w:val="005809B9"/>
    <w:rsid w:val="00581BB9"/>
    <w:rsid w:val="005823DE"/>
    <w:rsid w:val="00582D3B"/>
    <w:rsid w:val="00583D2D"/>
    <w:rsid w:val="00583E62"/>
    <w:rsid w:val="005843E1"/>
    <w:rsid w:val="00584509"/>
    <w:rsid w:val="00584C08"/>
    <w:rsid w:val="00585A34"/>
    <w:rsid w:val="00585DB6"/>
    <w:rsid w:val="0058647B"/>
    <w:rsid w:val="005865FF"/>
    <w:rsid w:val="00586621"/>
    <w:rsid w:val="00586972"/>
    <w:rsid w:val="00586E82"/>
    <w:rsid w:val="00587193"/>
    <w:rsid w:val="00587CFD"/>
    <w:rsid w:val="00587DE6"/>
    <w:rsid w:val="005919AD"/>
    <w:rsid w:val="005927E3"/>
    <w:rsid w:val="00592C02"/>
    <w:rsid w:val="00592C6B"/>
    <w:rsid w:val="00592E87"/>
    <w:rsid w:val="005939BA"/>
    <w:rsid w:val="00594E62"/>
    <w:rsid w:val="00595285"/>
    <w:rsid w:val="00595292"/>
    <w:rsid w:val="00595B68"/>
    <w:rsid w:val="00595B79"/>
    <w:rsid w:val="00596001"/>
    <w:rsid w:val="005963BB"/>
    <w:rsid w:val="00596433"/>
    <w:rsid w:val="0059659A"/>
    <w:rsid w:val="00596DB0"/>
    <w:rsid w:val="005977F2"/>
    <w:rsid w:val="005A0770"/>
    <w:rsid w:val="005A0D67"/>
    <w:rsid w:val="005A0FE2"/>
    <w:rsid w:val="005A13E9"/>
    <w:rsid w:val="005A151D"/>
    <w:rsid w:val="005A15AD"/>
    <w:rsid w:val="005A1A52"/>
    <w:rsid w:val="005A28F7"/>
    <w:rsid w:val="005A3040"/>
    <w:rsid w:val="005A3E04"/>
    <w:rsid w:val="005A3F67"/>
    <w:rsid w:val="005A48DC"/>
    <w:rsid w:val="005A4927"/>
    <w:rsid w:val="005A49E0"/>
    <w:rsid w:val="005A49EA"/>
    <w:rsid w:val="005A49F8"/>
    <w:rsid w:val="005A4A1C"/>
    <w:rsid w:val="005A58AF"/>
    <w:rsid w:val="005A59B6"/>
    <w:rsid w:val="005B07DD"/>
    <w:rsid w:val="005B0939"/>
    <w:rsid w:val="005B0E78"/>
    <w:rsid w:val="005B1188"/>
    <w:rsid w:val="005B1E8F"/>
    <w:rsid w:val="005B1EBD"/>
    <w:rsid w:val="005B20A9"/>
    <w:rsid w:val="005B23B8"/>
    <w:rsid w:val="005B396A"/>
    <w:rsid w:val="005B441D"/>
    <w:rsid w:val="005B465F"/>
    <w:rsid w:val="005B5C61"/>
    <w:rsid w:val="005B6CEC"/>
    <w:rsid w:val="005B6E33"/>
    <w:rsid w:val="005B6EE5"/>
    <w:rsid w:val="005C0086"/>
    <w:rsid w:val="005C08E0"/>
    <w:rsid w:val="005C1446"/>
    <w:rsid w:val="005C18E2"/>
    <w:rsid w:val="005C2BE0"/>
    <w:rsid w:val="005C3792"/>
    <w:rsid w:val="005C3DB5"/>
    <w:rsid w:val="005C3E07"/>
    <w:rsid w:val="005C4076"/>
    <w:rsid w:val="005C44AD"/>
    <w:rsid w:val="005C4EDD"/>
    <w:rsid w:val="005C6C3D"/>
    <w:rsid w:val="005C788C"/>
    <w:rsid w:val="005C7B7C"/>
    <w:rsid w:val="005C7E56"/>
    <w:rsid w:val="005D1242"/>
    <w:rsid w:val="005D2496"/>
    <w:rsid w:val="005D26A4"/>
    <w:rsid w:val="005D27CB"/>
    <w:rsid w:val="005D3277"/>
    <w:rsid w:val="005D35DE"/>
    <w:rsid w:val="005D488E"/>
    <w:rsid w:val="005D5815"/>
    <w:rsid w:val="005D6405"/>
    <w:rsid w:val="005D662B"/>
    <w:rsid w:val="005D66E3"/>
    <w:rsid w:val="005D6846"/>
    <w:rsid w:val="005D6B4C"/>
    <w:rsid w:val="005D76EC"/>
    <w:rsid w:val="005D7B9C"/>
    <w:rsid w:val="005E02B7"/>
    <w:rsid w:val="005E05FB"/>
    <w:rsid w:val="005E0B25"/>
    <w:rsid w:val="005E14D6"/>
    <w:rsid w:val="005E3798"/>
    <w:rsid w:val="005E38B4"/>
    <w:rsid w:val="005E44CE"/>
    <w:rsid w:val="005E5248"/>
    <w:rsid w:val="005E565E"/>
    <w:rsid w:val="005E5F09"/>
    <w:rsid w:val="005E6860"/>
    <w:rsid w:val="005F032D"/>
    <w:rsid w:val="005F0970"/>
    <w:rsid w:val="005F097D"/>
    <w:rsid w:val="005F09B7"/>
    <w:rsid w:val="005F15F9"/>
    <w:rsid w:val="005F27E3"/>
    <w:rsid w:val="005F3AB6"/>
    <w:rsid w:val="005F3E05"/>
    <w:rsid w:val="005F47B9"/>
    <w:rsid w:val="005F48A5"/>
    <w:rsid w:val="005F4D27"/>
    <w:rsid w:val="005F5718"/>
    <w:rsid w:val="005F5872"/>
    <w:rsid w:val="005F5F42"/>
    <w:rsid w:val="005F611C"/>
    <w:rsid w:val="005F7B35"/>
    <w:rsid w:val="00601352"/>
    <w:rsid w:val="00601A5D"/>
    <w:rsid w:val="00603557"/>
    <w:rsid w:val="00603A80"/>
    <w:rsid w:val="00603BC7"/>
    <w:rsid w:val="00603CDF"/>
    <w:rsid w:val="006048EB"/>
    <w:rsid w:val="006051F8"/>
    <w:rsid w:val="00605F1E"/>
    <w:rsid w:val="006061DC"/>
    <w:rsid w:val="00606D21"/>
    <w:rsid w:val="0060787C"/>
    <w:rsid w:val="00607999"/>
    <w:rsid w:val="00607B47"/>
    <w:rsid w:val="00607C9B"/>
    <w:rsid w:val="00607CBF"/>
    <w:rsid w:val="006103C8"/>
    <w:rsid w:val="0061076F"/>
    <w:rsid w:val="00610C3E"/>
    <w:rsid w:val="00610D6D"/>
    <w:rsid w:val="00611C98"/>
    <w:rsid w:val="006124CE"/>
    <w:rsid w:val="006141E0"/>
    <w:rsid w:val="0061448D"/>
    <w:rsid w:val="0061489D"/>
    <w:rsid w:val="00614935"/>
    <w:rsid w:val="00614DE2"/>
    <w:rsid w:val="00614EAF"/>
    <w:rsid w:val="00614F8C"/>
    <w:rsid w:val="0061527D"/>
    <w:rsid w:val="006152C1"/>
    <w:rsid w:val="00615770"/>
    <w:rsid w:val="00615851"/>
    <w:rsid w:val="006164D3"/>
    <w:rsid w:val="00616737"/>
    <w:rsid w:val="0061708B"/>
    <w:rsid w:val="00617BBA"/>
    <w:rsid w:val="00617CC8"/>
    <w:rsid w:val="00617FFE"/>
    <w:rsid w:val="006201C3"/>
    <w:rsid w:val="0062087E"/>
    <w:rsid w:val="00620BB9"/>
    <w:rsid w:val="00620F97"/>
    <w:rsid w:val="006211EE"/>
    <w:rsid w:val="00621A88"/>
    <w:rsid w:val="00621AAA"/>
    <w:rsid w:val="00621FA3"/>
    <w:rsid w:val="006234E5"/>
    <w:rsid w:val="006236E3"/>
    <w:rsid w:val="00623F1A"/>
    <w:rsid w:val="00624085"/>
    <w:rsid w:val="0062593B"/>
    <w:rsid w:val="006260E0"/>
    <w:rsid w:val="00626D61"/>
    <w:rsid w:val="00627E95"/>
    <w:rsid w:val="006308BD"/>
    <w:rsid w:val="00630A48"/>
    <w:rsid w:val="0063102A"/>
    <w:rsid w:val="006314D4"/>
    <w:rsid w:val="00631769"/>
    <w:rsid w:val="00631BB4"/>
    <w:rsid w:val="006323B0"/>
    <w:rsid w:val="00632574"/>
    <w:rsid w:val="00632DC3"/>
    <w:rsid w:val="00632E68"/>
    <w:rsid w:val="006331B4"/>
    <w:rsid w:val="0063394B"/>
    <w:rsid w:val="00633EE7"/>
    <w:rsid w:val="0063495F"/>
    <w:rsid w:val="00635293"/>
    <w:rsid w:val="00635B86"/>
    <w:rsid w:val="00636273"/>
    <w:rsid w:val="006373D8"/>
    <w:rsid w:val="006402BD"/>
    <w:rsid w:val="00640A92"/>
    <w:rsid w:val="00640E84"/>
    <w:rsid w:val="00641525"/>
    <w:rsid w:val="006419C2"/>
    <w:rsid w:val="00641DDF"/>
    <w:rsid w:val="006423A0"/>
    <w:rsid w:val="0064292E"/>
    <w:rsid w:val="00642AA2"/>
    <w:rsid w:val="0064345F"/>
    <w:rsid w:val="006436E0"/>
    <w:rsid w:val="00643D52"/>
    <w:rsid w:val="00643F10"/>
    <w:rsid w:val="00644361"/>
    <w:rsid w:val="006452F8"/>
    <w:rsid w:val="006457B6"/>
    <w:rsid w:val="00647785"/>
    <w:rsid w:val="00647E6A"/>
    <w:rsid w:val="006502AD"/>
    <w:rsid w:val="00650780"/>
    <w:rsid w:val="00651F41"/>
    <w:rsid w:val="00652132"/>
    <w:rsid w:val="00652780"/>
    <w:rsid w:val="006534E3"/>
    <w:rsid w:val="00653A11"/>
    <w:rsid w:val="00653F15"/>
    <w:rsid w:val="0065433B"/>
    <w:rsid w:val="00654C74"/>
    <w:rsid w:val="00655397"/>
    <w:rsid w:val="006559E9"/>
    <w:rsid w:val="00657909"/>
    <w:rsid w:val="00660108"/>
    <w:rsid w:val="006601BC"/>
    <w:rsid w:val="0066116D"/>
    <w:rsid w:val="0066179F"/>
    <w:rsid w:val="00661A41"/>
    <w:rsid w:val="00662449"/>
    <w:rsid w:val="00662DC4"/>
    <w:rsid w:val="00663055"/>
    <w:rsid w:val="006638ED"/>
    <w:rsid w:val="00663A11"/>
    <w:rsid w:val="00665B17"/>
    <w:rsid w:val="00666C0F"/>
    <w:rsid w:val="006674CA"/>
    <w:rsid w:val="006679D0"/>
    <w:rsid w:val="00670489"/>
    <w:rsid w:val="00670783"/>
    <w:rsid w:val="006714FB"/>
    <w:rsid w:val="00671995"/>
    <w:rsid w:val="00672CCF"/>
    <w:rsid w:val="00672EA9"/>
    <w:rsid w:val="006739BE"/>
    <w:rsid w:val="00673E7D"/>
    <w:rsid w:val="00674385"/>
    <w:rsid w:val="00674EE0"/>
    <w:rsid w:val="0067608D"/>
    <w:rsid w:val="006769E8"/>
    <w:rsid w:val="00676D8A"/>
    <w:rsid w:val="00676F28"/>
    <w:rsid w:val="00677DE4"/>
    <w:rsid w:val="00677E39"/>
    <w:rsid w:val="00681320"/>
    <w:rsid w:val="006815C7"/>
    <w:rsid w:val="00681ECD"/>
    <w:rsid w:val="00681FC4"/>
    <w:rsid w:val="00681FD2"/>
    <w:rsid w:val="00682023"/>
    <w:rsid w:val="00682064"/>
    <w:rsid w:val="00682DF9"/>
    <w:rsid w:val="00683315"/>
    <w:rsid w:val="00684904"/>
    <w:rsid w:val="00684F4F"/>
    <w:rsid w:val="006860C1"/>
    <w:rsid w:val="006866F3"/>
    <w:rsid w:val="00687543"/>
    <w:rsid w:val="00690F10"/>
    <w:rsid w:val="0069195F"/>
    <w:rsid w:val="0069228F"/>
    <w:rsid w:val="0069288A"/>
    <w:rsid w:val="00693D89"/>
    <w:rsid w:val="00693FBD"/>
    <w:rsid w:val="00694541"/>
    <w:rsid w:val="00694F2E"/>
    <w:rsid w:val="00695AD7"/>
    <w:rsid w:val="00697ED3"/>
    <w:rsid w:val="006A06C4"/>
    <w:rsid w:val="006A10A1"/>
    <w:rsid w:val="006A1C2A"/>
    <w:rsid w:val="006A3309"/>
    <w:rsid w:val="006A3644"/>
    <w:rsid w:val="006A447B"/>
    <w:rsid w:val="006A4C4D"/>
    <w:rsid w:val="006A4D75"/>
    <w:rsid w:val="006A6012"/>
    <w:rsid w:val="006A7A1D"/>
    <w:rsid w:val="006A7FC6"/>
    <w:rsid w:val="006B024D"/>
    <w:rsid w:val="006B0E11"/>
    <w:rsid w:val="006B1134"/>
    <w:rsid w:val="006B14FC"/>
    <w:rsid w:val="006B1E10"/>
    <w:rsid w:val="006B1EE7"/>
    <w:rsid w:val="006B229B"/>
    <w:rsid w:val="006B29FD"/>
    <w:rsid w:val="006B2FAA"/>
    <w:rsid w:val="006B345F"/>
    <w:rsid w:val="006B3B97"/>
    <w:rsid w:val="006B429E"/>
    <w:rsid w:val="006B42EF"/>
    <w:rsid w:val="006B431A"/>
    <w:rsid w:val="006B4BE3"/>
    <w:rsid w:val="006B4D7B"/>
    <w:rsid w:val="006B4EB1"/>
    <w:rsid w:val="006B5556"/>
    <w:rsid w:val="006B55DC"/>
    <w:rsid w:val="006B5B2E"/>
    <w:rsid w:val="006B60F1"/>
    <w:rsid w:val="006B6355"/>
    <w:rsid w:val="006B6578"/>
    <w:rsid w:val="006B765D"/>
    <w:rsid w:val="006C12AF"/>
    <w:rsid w:val="006C1C9A"/>
    <w:rsid w:val="006C205E"/>
    <w:rsid w:val="006C29E7"/>
    <w:rsid w:val="006C36FE"/>
    <w:rsid w:val="006D03F6"/>
    <w:rsid w:val="006D04C4"/>
    <w:rsid w:val="006D0B89"/>
    <w:rsid w:val="006D16C6"/>
    <w:rsid w:val="006D1CC6"/>
    <w:rsid w:val="006D1DC3"/>
    <w:rsid w:val="006D20D8"/>
    <w:rsid w:val="006D244A"/>
    <w:rsid w:val="006D2D93"/>
    <w:rsid w:val="006D3017"/>
    <w:rsid w:val="006D3A59"/>
    <w:rsid w:val="006D4E6C"/>
    <w:rsid w:val="006D5066"/>
    <w:rsid w:val="006D52DE"/>
    <w:rsid w:val="006D53D3"/>
    <w:rsid w:val="006D548C"/>
    <w:rsid w:val="006D5672"/>
    <w:rsid w:val="006D5831"/>
    <w:rsid w:val="006D58AD"/>
    <w:rsid w:val="006D5F75"/>
    <w:rsid w:val="006D5FB2"/>
    <w:rsid w:val="006D77B3"/>
    <w:rsid w:val="006D7946"/>
    <w:rsid w:val="006E033C"/>
    <w:rsid w:val="006E0A5F"/>
    <w:rsid w:val="006E1E50"/>
    <w:rsid w:val="006E277E"/>
    <w:rsid w:val="006E278D"/>
    <w:rsid w:val="006E3031"/>
    <w:rsid w:val="006E4C33"/>
    <w:rsid w:val="006E4DB1"/>
    <w:rsid w:val="006E549D"/>
    <w:rsid w:val="006E6126"/>
    <w:rsid w:val="006E6573"/>
    <w:rsid w:val="006E683F"/>
    <w:rsid w:val="006E71A4"/>
    <w:rsid w:val="006E7C2F"/>
    <w:rsid w:val="006E7E4E"/>
    <w:rsid w:val="006F040C"/>
    <w:rsid w:val="006F0772"/>
    <w:rsid w:val="006F0D8A"/>
    <w:rsid w:val="006F0E58"/>
    <w:rsid w:val="006F378E"/>
    <w:rsid w:val="006F39C3"/>
    <w:rsid w:val="006F4398"/>
    <w:rsid w:val="006F45A2"/>
    <w:rsid w:val="006F4A44"/>
    <w:rsid w:val="006F4FB4"/>
    <w:rsid w:val="006F6189"/>
    <w:rsid w:val="006F6F4B"/>
    <w:rsid w:val="006F7266"/>
    <w:rsid w:val="006F7424"/>
    <w:rsid w:val="006F74D8"/>
    <w:rsid w:val="006F76CD"/>
    <w:rsid w:val="006F7EA5"/>
    <w:rsid w:val="007016CD"/>
    <w:rsid w:val="00701BFF"/>
    <w:rsid w:val="00702E98"/>
    <w:rsid w:val="00702ED4"/>
    <w:rsid w:val="00703BD6"/>
    <w:rsid w:val="007068B1"/>
    <w:rsid w:val="00706FF9"/>
    <w:rsid w:val="007076FA"/>
    <w:rsid w:val="00710055"/>
    <w:rsid w:val="007100D5"/>
    <w:rsid w:val="00710571"/>
    <w:rsid w:val="00710F43"/>
    <w:rsid w:val="007113B5"/>
    <w:rsid w:val="0071191F"/>
    <w:rsid w:val="00712B70"/>
    <w:rsid w:val="00712D82"/>
    <w:rsid w:val="00713884"/>
    <w:rsid w:val="00714493"/>
    <w:rsid w:val="0071575C"/>
    <w:rsid w:val="00715D51"/>
    <w:rsid w:val="00715F2B"/>
    <w:rsid w:val="0071601E"/>
    <w:rsid w:val="007161FF"/>
    <w:rsid w:val="00717A38"/>
    <w:rsid w:val="00720143"/>
    <w:rsid w:val="00721B13"/>
    <w:rsid w:val="00721D4B"/>
    <w:rsid w:val="0072207B"/>
    <w:rsid w:val="0072256B"/>
    <w:rsid w:val="007227F5"/>
    <w:rsid w:val="007228EF"/>
    <w:rsid w:val="007246BE"/>
    <w:rsid w:val="00725202"/>
    <w:rsid w:val="007255F7"/>
    <w:rsid w:val="0072608C"/>
    <w:rsid w:val="0072710A"/>
    <w:rsid w:val="00727176"/>
    <w:rsid w:val="00727536"/>
    <w:rsid w:val="007300A4"/>
    <w:rsid w:val="00730117"/>
    <w:rsid w:val="00730FDC"/>
    <w:rsid w:val="00731710"/>
    <w:rsid w:val="00731B2E"/>
    <w:rsid w:val="0073269B"/>
    <w:rsid w:val="00732E16"/>
    <w:rsid w:val="00732F99"/>
    <w:rsid w:val="0073677C"/>
    <w:rsid w:val="007367FA"/>
    <w:rsid w:val="00736801"/>
    <w:rsid w:val="007376A6"/>
    <w:rsid w:val="00737863"/>
    <w:rsid w:val="007379B5"/>
    <w:rsid w:val="007379D4"/>
    <w:rsid w:val="0074049B"/>
    <w:rsid w:val="00740894"/>
    <w:rsid w:val="00741A86"/>
    <w:rsid w:val="00742540"/>
    <w:rsid w:val="00743079"/>
    <w:rsid w:val="0074311B"/>
    <w:rsid w:val="00743202"/>
    <w:rsid w:val="007438FD"/>
    <w:rsid w:val="00743A3B"/>
    <w:rsid w:val="00744E63"/>
    <w:rsid w:val="00745996"/>
    <w:rsid w:val="00746058"/>
    <w:rsid w:val="007470D7"/>
    <w:rsid w:val="007479DC"/>
    <w:rsid w:val="00747A87"/>
    <w:rsid w:val="00750D4A"/>
    <w:rsid w:val="00750D52"/>
    <w:rsid w:val="00750F30"/>
    <w:rsid w:val="007516B7"/>
    <w:rsid w:val="00751820"/>
    <w:rsid w:val="00751BB6"/>
    <w:rsid w:val="00751FE5"/>
    <w:rsid w:val="00752763"/>
    <w:rsid w:val="00752B6B"/>
    <w:rsid w:val="00752D7C"/>
    <w:rsid w:val="00753064"/>
    <w:rsid w:val="007534DE"/>
    <w:rsid w:val="0075379B"/>
    <w:rsid w:val="00754A72"/>
    <w:rsid w:val="0075589D"/>
    <w:rsid w:val="00755D2A"/>
    <w:rsid w:val="007564F4"/>
    <w:rsid w:val="007571B6"/>
    <w:rsid w:val="0075741F"/>
    <w:rsid w:val="00760CBB"/>
    <w:rsid w:val="00761759"/>
    <w:rsid w:val="00761E4E"/>
    <w:rsid w:val="007621FA"/>
    <w:rsid w:val="007648CE"/>
    <w:rsid w:val="00764FFC"/>
    <w:rsid w:val="007650BB"/>
    <w:rsid w:val="0076585D"/>
    <w:rsid w:val="00765BF4"/>
    <w:rsid w:val="00766240"/>
    <w:rsid w:val="0076697D"/>
    <w:rsid w:val="00766D6B"/>
    <w:rsid w:val="007671C8"/>
    <w:rsid w:val="007672A9"/>
    <w:rsid w:val="007672F8"/>
    <w:rsid w:val="00767930"/>
    <w:rsid w:val="00770220"/>
    <w:rsid w:val="007702CF"/>
    <w:rsid w:val="00771CDC"/>
    <w:rsid w:val="00772400"/>
    <w:rsid w:val="007725FD"/>
    <w:rsid w:val="00773C3B"/>
    <w:rsid w:val="00773DCC"/>
    <w:rsid w:val="007740D3"/>
    <w:rsid w:val="007742E8"/>
    <w:rsid w:val="007743FA"/>
    <w:rsid w:val="00774A1F"/>
    <w:rsid w:val="00777AE4"/>
    <w:rsid w:val="0078084D"/>
    <w:rsid w:val="00780A77"/>
    <w:rsid w:val="00780B41"/>
    <w:rsid w:val="0078121D"/>
    <w:rsid w:val="00781262"/>
    <w:rsid w:val="007814E6"/>
    <w:rsid w:val="00781CC6"/>
    <w:rsid w:val="0078251F"/>
    <w:rsid w:val="00784ECC"/>
    <w:rsid w:val="00785233"/>
    <w:rsid w:val="00785D78"/>
    <w:rsid w:val="00786162"/>
    <w:rsid w:val="007866AD"/>
    <w:rsid w:val="00786AF4"/>
    <w:rsid w:val="00786D52"/>
    <w:rsid w:val="00786EF2"/>
    <w:rsid w:val="0079129B"/>
    <w:rsid w:val="0079215C"/>
    <w:rsid w:val="007926EC"/>
    <w:rsid w:val="00792736"/>
    <w:rsid w:val="00792EC3"/>
    <w:rsid w:val="00794913"/>
    <w:rsid w:val="00795D8E"/>
    <w:rsid w:val="007963D6"/>
    <w:rsid w:val="0079684A"/>
    <w:rsid w:val="007969F4"/>
    <w:rsid w:val="00797FF3"/>
    <w:rsid w:val="007A03EC"/>
    <w:rsid w:val="007A03FD"/>
    <w:rsid w:val="007A1229"/>
    <w:rsid w:val="007A16DB"/>
    <w:rsid w:val="007A1BAA"/>
    <w:rsid w:val="007A1CB4"/>
    <w:rsid w:val="007A2BA5"/>
    <w:rsid w:val="007A3576"/>
    <w:rsid w:val="007A39FE"/>
    <w:rsid w:val="007A4DE7"/>
    <w:rsid w:val="007A61B2"/>
    <w:rsid w:val="007A64D1"/>
    <w:rsid w:val="007A6557"/>
    <w:rsid w:val="007A67D8"/>
    <w:rsid w:val="007A69C8"/>
    <w:rsid w:val="007A6B29"/>
    <w:rsid w:val="007B03F7"/>
    <w:rsid w:val="007B087C"/>
    <w:rsid w:val="007B0F8B"/>
    <w:rsid w:val="007B117C"/>
    <w:rsid w:val="007B11C0"/>
    <w:rsid w:val="007B1946"/>
    <w:rsid w:val="007B1A96"/>
    <w:rsid w:val="007B270E"/>
    <w:rsid w:val="007B2A5B"/>
    <w:rsid w:val="007B2B77"/>
    <w:rsid w:val="007B3AE8"/>
    <w:rsid w:val="007B46EA"/>
    <w:rsid w:val="007B4A4B"/>
    <w:rsid w:val="007B4BE2"/>
    <w:rsid w:val="007B52E3"/>
    <w:rsid w:val="007B56B1"/>
    <w:rsid w:val="007B6A23"/>
    <w:rsid w:val="007B6D2D"/>
    <w:rsid w:val="007B6F11"/>
    <w:rsid w:val="007C0240"/>
    <w:rsid w:val="007C0315"/>
    <w:rsid w:val="007C0561"/>
    <w:rsid w:val="007C0576"/>
    <w:rsid w:val="007C06BD"/>
    <w:rsid w:val="007C098B"/>
    <w:rsid w:val="007C0D58"/>
    <w:rsid w:val="007C1F36"/>
    <w:rsid w:val="007C2C88"/>
    <w:rsid w:val="007C3A10"/>
    <w:rsid w:val="007C44DD"/>
    <w:rsid w:val="007C653D"/>
    <w:rsid w:val="007C68A6"/>
    <w:rsid w:val="007C6CA4"/>
    <w:rsid w:val="007C707E"/>
    <w:rsid w:val="007C7B26"/>
    <w:rsid w:val="007C7D5A"/>
    <w:rsid w:val="007C7D63"/>
    <w:rsid w:val="007D01E7"/>
    <w:rsid w:val="007D0821"/>
    <w:rsid w:val="007D0B1E"/>
    <w:rsid w:val="007D0DE5"/>
    <w:rsid w:val="007D33C9"/>
    <w:rsid w:val="007D3E2D"/>
    <w:rsid w:val="007D449C"/>
    <w:rsid w:val="007D44FD"/>
    <w:rsid w:val="007D45A8"/>
    <w:rsid w:val="007D5699"/>
    <w:rsid w:val="007D7006"/>
    <w:rsid w:val="007D72EA"/>
    <w:rsid w:val="007E006A"/>
    <w:rsid w:val="007E0164"/>
    <w:rsid w:val="007E0EF6"/>
    <w:rsid w:val="007E0F49"/>
    <w:rsid w:val="007E18A6"/>
    <w:rsid w:val="007E1B2C"/>
    <w:rsid w:val="007E23A3"/>
    <w:rsid w:val="007E3497"/>
    <w:rsid w:val="007E36EC"/>
    <w:rsid w:val="007E3BA7"/>
    <w:rsid w:val="007E4228"/>
    <w:rsid w:val="007E5117"/>
    <w:rsid w:val="007E5AFF"/>
    <w:rsid w:val="007E5CAB"/>
    <w:rsid w:val="007E5EC2"/>
    <w:rsid w:val="007E6143"/>
    <w:rsid w:val="007E6287"/>
    <w:rsid w:val="007E6931"/>
    <w:rsid w:val="007E7366"/>
    <w:rsid w:val="007E7CE6"/>
    <w:rsid w:val="007F17B6"/>
    <w:rsid w:val="007F17EB"/>
    <w:rsid w:val="007F1A34"/>
    <w:rsid w:val="007F1A7F"/>
    <w:rsid w:val="007F2305"/>
    <w:rsid w:val="007F2DC6"/>
    <w:rsid w:val="007F347F"/>
    <w:rsid w:val="007F3C69"/>
    <w:rsid w:val="007F4F0D"/>
    <w:rsid w:val="007F57B4"/>
    <w:rsid w:val="007F5E22"/>
    <w:rsid w:val="007F6271"/>
    <w:rsid w:val="007F63FD"/>
    <w:rsid w:val="007F66A7"/>
    <w:rsid w:val="007F6711"/>
    <w:rsid w:val="007F6E38"/>
    <w:rsid w:val="007F7217"/>
    <w:rsid w:val="007F7309"/>
    <w:rsid w:val="00800486"/>
    <w:rsid w:val="008004EE"/>
    <w:rsid w:val="008021DF"/>
    <w:rsid w:val="0080222A"/>
    <w:rsid w:val="00802805"/>
    <w:rsid w:val="0080288A"/>
    <w:rsid w:val="00802C93"/>
    <w:rsid w:val="00803C17"/>
    <w:rsid w:val="00803C39"/>
    <w:rsid w:val="00803E71"/>
    <w:rsid w:val="00804139"/>
    <w:rsid w:val="00804803"/>
    <w:rsid w:val="00804A01"/>
    <w:rsid w:val="00804E34"/>
    <w:rsid w:val="00805825"/>
    <w:rsid w:val="00805B50"/>
    <w:rsid w:val="00805C25"/>
    <w:rsid w:val="00805D76"/>
    <w:rsid w:val="00806988"/>
    <w:rsid w:val="00806A44"/>
    <w:rsid w:val="00806FF6"/>
    <w:rsid w:val="00807059"/>
    <w:rsid w:val="008072A2"/>
    <w:rsid w:val="008075DF"/>
    <w:rsid w:val="00810162"/>
    <w:rsid w:val="00810696"/>
    <w:rsid w:val="00811893"/>
    <w:rsid w:val="008119F6"/>
    <w:rsid w:val="00811FDD"/>
    <w:rsid w:val="00812DB4"/>
    <w:rsid w:val="00812F6A"/>
    <w:rsid w:val="008132D3"/>
    <w:rsid w:val="008135F0"/>
    <w:rsid w:val="00813BCD"/>
    <w:rsid w:val="00813E71"/>
    <w:rsid w:val="00814774"/>
    <w:rsid w:val="00814E8F"/>
    <w:rsid w:val="00815470"/>
    <w:rsid w:val="00815726"/>
    <w:rsid w:val="00816560"/>
    <w:rsid w:val="008166F7"/>
    <w:rsid w:val="00816B2D"/>
    <w:rsid w:val="00816D1E"/>
    <w:rsid w:val="008171F2"/>
    <w:rsid w:val="0081769E"/>
    <w:rsid w:val="00817F1C"/>
    <w:rsid w:val="008204AB"/>
    <w:rsid w:val="00820CFE"/>
    <w:rsid w:val="00820E8F"/>
    <w:rsid w:val="00821601"/>
    <w:rsid w:val="0082167E"/>
    <w:rsid w:val="008217CE"/>
    <w:rsid w:val="00821876"/>
    <w:rsid w:val="00821BCC"/>
    <w:rsid w:val="00822669"/>
    <w:rsid w:val="00822C88"/>
    <w:rsid w:val="0082301B"/>
    <w:rsid w:val="00823556"/>
    <w:rsid w:val="008242A8"/>
    <w:rsid w:val="00825219"/>
    <w:rsid w:val="00825280"/>
    <w:rsid w:val="008256AE"/>
    <w:rsid w:val="0082583A"/>
    <w:rsid w:val="008260A5"/>
    <w:rsid w:val="0082655B"/>
    <w:rsid w:val="008304FF"/>
    <w:rsid w:val="00830DF0"/>
    <w:rsid w:val="00832ED6"/>
    <w:rsid w:val="008336BD"/>
    <w:rsid w:val="008340C8"/>
    <w:rsid w:val="008340FB"/>
    <w:rsid w:val="008341F0"/>
    <w:rsid w:val="008342F5"/>
    <w:rsid w:val="00834637"/>
    <w:rsid w:val="00834A31"/>
    <w:rsid w:val="00834F69"/>
    <w:rsid w:val="00835170"/>
    <w:rsid w:val="00835774"/>
    <w:rsid w:val="00835A05"/>
    <w:rsid w:val="00835CCC"/>
    <w:rsid w:val="00835D84"/>
    <w:rsid w:val="008362CC"/>
    <w:rsid w:val="008365BA"/>
    <w:rsid w:val="00837C6E"/>
    <w:rsid w:val="008405AA"/>
    <w:rsid w:val="00840C45"/>
    <w:rsid w:val="008410E5"/>
    <w:rsid w:val="00841391"/>
    <w:rsid w:val="00842153"/>
    <w:rsid w:val="008422F8"/>
    <w:rsid w:val="008428E6"/>
    <w:rsid w:val="00842D71"/>
    <w:rsid w:val="00842DDC"/>
    <w:rsid w:val="00842EA6"/>
    <w:rsid w:val="00843127"/>
    <w:rsid w:val="008431D0"/>
    <w:rsid w:val="0084337D"/>
    <w:rsid w:val="0084352D"/>
    <w:rsid w:val="00843E54"/>
    <w:rsid w:val="008446A2"/>
    <w:rsid w:val="008446B4"/>
    <w:rsid w:val="00844CDE"/>
    <w:rsid w:val="00845135"/>
    <w:rsid w:val="00845666"/>
    <w:rsid w:val="008473AD"/>
    <w:rsid w:val="0084778C"/>
    <w:rsid w:val="00847C7E"/>
    <w:rsid w:val="00850A89"/>
    <w:rsid w:val="00850DF3"/>
    <w:rsid w:val="00851914"/>
    <w:rsid w:val="008524DD"/>
    <w:rsid w:val="00852687"/>
    <w:rsid w:val="00852DE9"/>
    <w:rsid w:val="00853C08"/>
    <w:rsid w:val="0085477B"/>
    <w:rsid w:val="00854C8B"/>
    <w:rsid w:val="00854D9C"/>
    <w:rsid w:val="00854FA6"/>
    <w:rsid w:val="00855224"/>
    <w:rsid w:val="0085572C"/>
    <w:rsid w:val="0085592A"/>
    <w:rsid w:val="00855AB9"/>
    <w:rsid w:val="00855D02"/>
    <w:rsid w:val="0085609A"/>
    <w:rsid w:val="00857CB7"/>
    <w:rsid w:val="00857E76"/>
    <w:rsid w:val="008620C6"/>
    <w:rsid w:val="00862536"/>
    <w:rsid w:val="00862B54"/>
    <w:rsid w:val="00862D4C"/>
    <w:rsid w:val="008630A4"/>
    <w:rsid w:val="00863370"/>
    <w:rsid w:val="00863981"/>
    <w:rsid w:val="00863ADD"/>
    <w:rsid w:val="00863DAE"/>
    <w:rsid w:val="00863E00"/>
    <w:rsid w:val="00864BC9"/>
    <w:rsid w:val="00864BF0"/>
    <w:rsid w:val="0086668C"/>
    <w:rsid w:val="00866F35"/>
    <w:rsid w:val="00867061"/>
    <w:rsid w:val="00867162"/>
    <w:rsid w:val="00870A96"/>
    <w:rsid w:val="00871561"/>
    <w:rsid w:val="00872B0F"/>
    <w:rsid w:val="00873B46"/>
    <w:rsid w:val="00873BA5"/>
    <w:rsid w:val="00873D7F"/>
    <w:rsid w:val="008744E0"/>
    <w:rsid w:val="00874C2A"/>
    <w:rsid w:val="0087529F"/>
    <w:rsid w:val="00875365"/>
    <w:rsid w:val="00875C0E"/>
    <w:rsid w:val="00875D78"/>
    <w:rsid w:val="00875E6F"/>
    <w:rsid w:val="00876797"/>
    <w:rsid w:val="0087699B"/>
    <w:rsid w:val="008774A7"/>
    <w:rsid w:val="00877B8C"/>
    <w:rsid w:val="008801EB"/>
    <w:rsid w:val="008811D7"/>
    <w:rsid w:val="008812FA"/>
    <w:rsid w:val="00882601"/>
    <w:rsid w:val="00882692"/>
    <w:rsid w:val="00882E88"/>
    <w:rsid w:val="00883735"/>
    <w:rsid w:val="00883788"/>
    <w:rsid w:val="00883A47"/>
    <w:rsid w:val="0088433D"/>
    <w:rsid w:val="008843E1"/>
    <w:rsid w:val="00884F4B"/>
    <w:rsid w:val="00884FC8"/>
    <w:rsid w:val="00886435"/>
    <w:rsid w:val="00886B75"/>
    <w:rsid w:val="00886D7F"/>
    <w:rsid w:val="00890685"/>
    <w:rsid w:val="008907EA"/>
    <w:rsid w:val="00890FB5"/>
    <w:rsid w:val="00891841"/>
    <w:rsid w:val="00892ABC"/>
    <w:rsid w:val="00892F35"/>
    <w:rsid w:val="00894214"/>
    <w:rsid w:val="008944B0"/>
    <w:rsid w:val="0089528D"/>
    <w:rsid w:val="00895838"/>
    <w:rsid w:val="00895888"/>
    <w:rsid w:val="00895A4B"/>
    <w:rsid w:val="00895CCD"/>
    <w:rsid w:val="00896AF4"/>
    <w:rsid w:val="00897E92"/>
    <w:rsid w:val="008A000C"/>
    <w:rsid w:val="008A0012"/>
    <w:rsid w:val="008A049A"/>
    <w:rsid w:val="008A202B"/>
    <w:rsid w:val="008A2465"/>
    <w:rsid w:val="008A2698"/>
    <w:rsid w:val="008A2A34"/>
    <w:rsid w:val="008A2C6A"/>
    <w:rsid w:val="008A2C79"/>
    <w:rsid w:val="008A39B0"/>
    <w:rsid w:val="008A3A80"/>
    <w:rsid w:val="008A3F66"/>
    <w:rsid w:val="008A41D6"/>
    <w:rsid w:val="008A4893"/>
    <w:rsid w:val="008A4D3A"/>
    <w:rsid w:val="008A4FB6"/>
    <w:rsid w:val="008A509F"/>
    <w:rsid w:val="008A6189"/>
    <w:rsid w:val="008A6207"/>
    <w:rsid w:val="008A7629"/>
    <w:rsid w:val="008A7B35"/>
    <w:rsid w:val="008B09CD"/>
    <w:rsid w:val="008B1067"/>
    <w:rsid w:val="008B15F4"/>
    <w:rsid w:val="008B1631"/>
    <w:rsid w:val="008B1DF0"/>
    <w:rsid w:val="008B2647"/>
    <w:rsid w:val="008B2818"/>
    <w:rsid w:val="008B3860"/>
    <w:rsid w:val="008B4457"/>
    <w:rsid w:val="008B566B"/>
    <w:rsid w:val="008B61BE"/>
    <w:rsid w:val="008B6543"/>
    <w:rsid w:val="008B6A2A"/>
    <w:rsid w:val="008B7EC7"/>
    <w:rsid w:val="008C001C"/>
    <w:rsid w:val="008C081C"/>
    <w:rsid w:val="008C18A4"/>
    <w:rsid w:val="008C1916"/>
    <w:rsid w:val="008C1A9C"/>
    <w:rsid w:val="008C23EA"/>
    <w:rsid w:val="008C2757"/>
    <w:rsid w:val="008C2F38"/>
    <w:rsid w:val="008C376D"/>
    <w:rsid w:val="008C3D0F"/>
    <w:rsid w:val="008C4CD4"/>
    <w:rsid w:val="008C5416"/>
    <w:rsid w:val="008C56F1"/>
    <w:rsid w:val="008C571E"/>
    <w:rsid w:val="008C5A05"/>
    <w:rsid w:val="008C5A86"/>
    <w:rsid w:val="008C5F97"/>
    <w:rsid w:val="008C6DCC"/>
    <w:rsid w:val="008C6F27"/>
    <w:rsid w:val="008C7E82"/>
    <w:rsid w:val="008D0DD8"/>
    <w:rsid w:val="008D1B18"/>
    <w:rsid w:val="008D2367"/>
    <w:rsid w:val="008D236A"/>
    <w:rsid w:val="008D2457"/>
    <w:rsid w:val="008D3811"/>
    <w:rsid w:val="008D3864"/>
    <w:rsid w:val="008D3DC3"/>
    <w:rsid w:val="008D416F"/>
    <w:rsid w:val="008D418D"/>
    <w:rsid w:val="008D45F4"/>
    <w:rsid w:val="008D482D"/>
    <w:rsid w:val="008D4B31"/>
    <w:rsid w:val="008D5467"/>
    <w:rsid w:val="008D5710"/>
    <w:rsid w:val="008D61EB"/>
    <w:rsid w:val="008D6696"/>
    <w:rsid w:val="008D6AB1"/>
    <w:rsid w:val="008D6CB8"/>
    <w:rsid w:val="008D71B3"/>
    <w:rsid w:val="008E27D6"/>
    <w:rsid w:val="008E355A"/>
    <w:rsid w:val="008E3666"/>
    <w:rsid w:val="008E37DC"/>
    <w:rsid w:val="008E4F21"/>
    <w:rsid w:val="008E50E8"/>
    <w:rsid w:val="008E5571"/>
    <w:rsid w:val="008E5AE1"/>
    <w:rsid w:val="008E5D1E"/>
    <w:rsid w:val="008E6B29"/>
    <w:rsid w:val="008E73A2"/>
    <w:rsid w:val="008E7BE0"/>
    <w:rsid w:val="008E7E39"/>
    <w:rsid w:val="008F0439"/>
    <w:rsid w:val="008F06BC"/>
    <w:rsid w:val="008F0CD0"/>
    <w:rsid w:val="008F0D74"/>
    <w:rsid w:val="008F0E6D"/>
    <w:rsid w:val="008F1C65"/>
    <w:rsid w:val="008F2067"/>
    <w:rsid w:val="008F3223"/>
    <w:rsid w:val="008F3774"/>
    <w:rsid w:val="008F419A"/>
    <w:rsid w:val="008F4444"/>
    <w:rsid w:val="008F55EE"/>
    <w:rsid w:val="008F5A83"/>
    <w:rsid w:val="008F6168"/>
    <w:rsid w:val="008F651A"/>
    <w:rsid w:val="008F6A8A"/>
    <w:rsid w:val="008F6C29"/>
    <w:rsid w:val="008F7026"/>
    <w:rsid w:val="008F740F"/>
    <w:rsid w:val="00900AD0"/>
    <w:rsid w:val="009030C4"/>
    <w:rsid w:val="00903A06"/>
    <w:rsid w:val="009048E7"/>
    <w:rsid w:val="00904FC8"/>
    <w:rsid w:val="009102AE"/>
    <w:rsid w:val="00910779"/>
    <w:rsid w:val="00910939"/>
    <w:rsid w:val="009109DB"/>
    <w:rsid w:val="00911336"/>
    <w:rsid w:val="00911394"/>
    <w:rsid w:val="00911D62"/>
    <w:rsid w:val="0091236F"/>
    <w:rsid w:val="00912AAB"/>
    <w:rsid w:val="00913CE5"/>
    <w:rsid w:val="009140F7"/>
    <w:rsid w:val="00915435"/>
    <w:rsid w:val="00915554"/>
    <w:rsid w:val="00915C6A"/>
    <w:rsid w:val="00915FF8"/>
    <w:rsid w:val="00916364"/>
    <w:rsid w:val="00916C0A"/>
    <w:rsid w:val="009176BA"/>
    <w:rsid w:val="00917B9F"/>
    <w:rsid w:val="00917D19"/>
    <w:rsid w:val="00920062"/>
    <w:rsid w:val="0092099E"/>
    <w:rsid w:val="00920DB1"/>
    <w:rsid w:val="00921086"/>
    <w:rsid w:val="009226FE"/>
    <w:rsid w:val="0092340D"/>
    <w:rsid w:val="00923712"/>
    <w:rsid w:val="009237D7"/>
    <w:rsid w:val="00923A8D"/>
    <w:rsid w:val="009246CB"/>
    <w:rsid w:val="00924CF1"/>
    <w:rsid w:val="00924FF1"/>
    <w:rsid w:val="00925564"/>
    <w:rsid w:val="00926045"/>
    <w:rsid w:val="00926855"/>
    <w:rsid w:val="0092685B"/>
    <w:rsid w:val="00926A91"/>
    <w:rsid w:val="009272A8"/>
    <w:rsid w:val="00930757"/>
    <w:rsid w:val="00931B36"/>
    <w:rsid w:val="0093204E"/>
    <w:rsid w:val="009329B1"/>
    <w:rsid w:val="009334F1"/>
    <w:rsid w:val="00933D93"/>
    <w:rsid w:val="009341EB"/>
    <w:rsid w:val="009342A2"/>
    <w:rsid w:val="0093471B"/>
    <w:rsid w:val="00934DED"/>
    <w:rsid w:val="00934F21"/>
    <w:rsid w:val="0093510B"/>
    <w:rsid w:val="00936749"/>
    <w:rsid w:val="00936994"/>
    <w:rsid w:val="00936E08"/>
    <w:rsid w:val="009372AF"/>
    <w:rsid w:val="00937578"/>
    <w:rsid w:val="0093759C"/>
    <w:rsid w:val="009404ED"/>
    <w:rsid w:val="00941561"/>
    <w:rsid w:val="009415CC"/>
    <w:rsid w:val="00941DDA"/>
    <w:rsid w:val="0094339F"/>
    <w:rsid w:val="0094347B"/>
    <w:rsid w:val="00943499"/>
    <w:rsid w:val="00943C1A"/>
    <w:rsid w:val="009455B4"/>
    <w:rsid w:val="00945F1B"/>
    <w:rsid w:val="0094601B"/>
    <w:rsid w:val="0094656A"/>
    <w:rsid w:val="009465C8"/>
    <w:rsid w:val="009466D2"/>
    <w:rsid w:val="009473D7"/>
    <w:rsid w:val="00950385"/>
    <w:rsid w:val="00950994"/>
    <w:rsid w:val="00950ACD"/>
    <w:rsid w:val="00951502"/>
    <w:rsid w:val="009515C0"/>
    <w:rsid w:val="009518EC"/>
    <w:rsid w:val="00952046"/>
    <w:rsid w:val="009520F9"/>
    <w:rsid w:val="00952B11"/>
    <w:rsid w:val="009532B4"/>
    <w:rsid w:val="00954A49"/>
    <w:rsid w:val="00955A87"/>
    <w:rsid w:val="00955E62"/>
    <w:rsid w:val="00956213"/>
    <w:rsid w:val="00956417"/>
    <w:rsid w:val="00957722"/>
    <w:rsid w:val="00957A40"/>
    <w:rsid w:val="00957DFA"/>
    <w:rsid w:val="00960A82"/>
    <w:rsid w:val="00961B1E"/>
    <w:rsid w:val="00961B67"/>
    <w:rsid w:val="00961CD3"/>
    <w:rsid w:val="00962F11"/>
    <w:rsid w:val="009640FE"/>
    <w:rsid w:val="00964B7F"/>
    <w:rsid w:val="0096641C"/>
    <w:rsid w:val="0096664C"/>
    <w:rsid w:val="00966D77"/>
    <w:rsid w:val="00967047"/>
    <w:rsid w:val="00967F50"/>
    <w:rsid w:val="00967FE8"/>
    <w:rsid w:val="00970748"/>
    <w:rsid w:val="00970772"/>
    <w:rsid w:val="00971513"/>
    <w:rsid w:val="009718BC"/>
    <w:rsid w:val="00971B16"/>
    <w:rsid w:val="00971C36"/>
    <w:rsid w:val="009731AF"/>
    <w:rsid w:val="009734FF"/>
    <w:rsid w:val="009738A4"/>
    <w:rsid w:val="0097436E"/>
    <w:rsid w:val="009745F3"/>
    <w:rsid w:val="00975607"/>
    <w:rsid w:val="00975B1C"/>
    <w:rsid w:val="00975EEA"/>
    <w:rsid w:val="00975F7E"/>
    <w:rsid w:val="0097677E"/>
    <w:rsid w:val="009768D1"/>
    <w:rsid w:val="00976C02"/>
    <w:rsid w:val="00976DE3"/>
    <w:rsid w:val="00977065"/>
    <w:rsid w:val="00977982"/>
    <w:rsid w:val="009804F5"/>
    <w:rsid w:val="00980788"/>
    <w:rsid w:val="00980B25"/>
    <w:rsid w:val="00981474"/>
    <w:rsid w:val="009815E4"/>
    <w:rsid w:val="0098187B"/>
    <w:rsid w:val="00981E84"/>
    <w:rsid w:val="00981EDA"/>
    <w:rsid w:val="00982595"/>
    <w:rsid w:val="0098304E"/>
    <w:rsid w:val="0098359E"/>
    <w:rsid w:val="0098375E"/>
    <w:rsid w:val="00983F9A"/>
    <w:rsid w:val="009840F2"/>
    <w:rsid w:val="0098450D"/>
    <w:rsid w:val="0098472E"/>
    <w:rsid w:val="00984818"/>
    <w:rsid w:val="00985C5A"/>
    <w:rsid w:val="00986127"/>
    <w:rsid w:val="00986468"/>
    <w:rsid w:val="00986630"/>
    <w:rsid w:val="00986E39"/>
    <w:rsid w:val="00987100"/>
    <w:rsid w:val="00987CB1"/>
    <w:rsid w:val="009909A8"/>
    <w:rsid w:val="00990A45"/>
    <w:rsid w:val="00990CBF"/>
    <w:rsid w:val="00991321"/>
    <w:rsid w:val="009915B0"/>
    <w:rsid w:val="00992517"/>
    <w:rsid w:val="00992D5E"/>
    <w:rsid w:val="009934D3"/>
    <w:rsid w:val="009942F1"/>
    <w:rsid w:val="00994C32"/>
    <w:rsid w:val="0099696C"/>
    <w:rsid w:val="00996B84"/>
    <w:rsid w:val="009A0927"/>
    <w:rsid w:val="009A1266"/>
    <w:rsid w:val="009A16FA"/>
    <w:rsid w:val="009A177E"/>
    <w:rsid w:val="009A24F6"/>
    <w:rsid w:val="009A2DDF"/>
    <w:rsid w:val="009A36A9"/>
    <w:rsid w:val="009A3711"/>
    <w:rsid w:val="009A376E"/>
    <w:rsid w:val="009A4852"/>
    <w:rsid w:val="009A6193"/>
    <w:rsid w:val="009A6721"/>
    <w:rsid w:val="009A6CD4"/>
    <w:rsid w:val="009A75B7"/>
    <w:rsid w:val="009A7CD0"/>
    <w:rsid w:val="009A7F3A"/>
    <w:rsid w:val="009B2191"/>
    <w:rsid w:val="009B3171"/>
    <w:rsid w:val="009B34ED"/>
    <w:rsid w:val="009B383B"/>
    <w:rsid w:val="009B4518"/>
    <w:rsid w:val="009B532A"/>
    <w:rsid w:val="009B545E"/>
    <w:rsid w:val="009B5C31"/>
    <w:rsid w:val="009B6A9E"/>
    <w:rsid w:val="009B73A8"/>
    <w:rsid w:val="009B785D"/>
    <w:rsid w:val="009B7888"/>
    <w:rsid w:val="009B7D97"/>
    <w:rsid w:val="009B7DA8"/>
    <w:rsid w:val="009C0026"/>
    <w:rsid w:val="009C03E4"/>
    <w:rsid w:val="009C0423"/>
    <w:rsid w:val="009C0B1B"/>
    <w:rsid w:val="009C0EA6"/>
    <w:rsid w:val="009C1920"/>
    <w:rsid w:val="009C2430"/>
    <w:rsid w:val="009C26CD"/>
    <w:rsid w:val="009C2A40"/>
    <w:rsid w:val="009C3CA7"/>
    <w:rsid w:val="009C3F2E"/>
    <w:rsid w:val="009C5211"/>
    <w:rsid w:val="009C59E1"/>
    <w:rsid w:val="009C5A89"/>
    <w:rsid w:val="009C5FA9"/>
    <w:rsid w:val="009C72CB"/>
    <w:rsid w:val="009C73C9"/>
    <w:rsid w:val="009C73E8"/>
    <w:rsid w:val="009C796B"/>
    <w:rsid w:val="009D07A0"/>
    <w:rsid w:val="009D1AA1"/>
    <w:rsid w:val="009D29C7"/>
    <w:rsid w:val="009D3009"/>
    <w:rsid w:val="009D3387"/>
    <w:rsid w:val="009D4041"/>
    <w:rsid w:val="009D43F9"/>
    <w:rsid w:val="009D4900"/>
    <w:rsid w:val="009D524B"/>
    <w:rsid w:val="009D544D"/>
    <w:rsid w:val="009D5532"/>
    <w:rsid w:val="009D6079"/>
    <w:rsid w:val="009D61B7"/>
    <w:rsid w:val="009D6222"/>
    <w:rsid w:val="009D66CE"/>
    <w:rsid w:val="009D711F"/>
    <w:rsid w:val="009E08D8"/>
    <w:rsid w:val="009E0C1A"/>
    <w:rsid w:val="009E1046"/>
    <w:rsid w:val="009E15D1"/>
    <w:rsid w:val="009E1D3B"/>
    <w:rsid w:val="009E28C9"/>
    <w:rsid w:val="009E2F84"/>
    <w:rsid w:val="009E35FF"/>
    <w:rsid w:val="009E3C6C"/>
    <w:rsid w:val="009E416E"/>
    <w:rsid w:val="009E4363"/>
    <w:rsid w:val="009E44B3"/>
    <w:rsid w:val="009E5C53"/>
    <w:rsid w:val="009E65F1"/>
    <w:rsid w:val="009E69B5"/>
    <w:rsid w:val="009E72EB"/>
    <w:rsid w:val="009E7A31"/>
    <w:rsid w:val="009E7C82"/>
    <w:rsid w:val="009E7E3F"/>
    <w:rsid w:val="009F01BE"/>
    <w:rsid w:val="009F08F2"/>
    <w:rsid w:val="009F1109"/>
    <w:rsid w:val="009F1374"/>
    <w:rsid w:val="009F1505"/>
    <w:rsid w:val="009F2795"/>
    <w:rsid w:val="009F31A4"/>
    <w:rsid w:val="009F3696"/>
    <w:rsid w:val="009F3916"/>
    <w:rsid w:val="009F53AA"/>
    <w:rsid w:val="009F709F"/>
    <w:rsid w:val="009F748E"/>
    <w:rsid w:val="00A00741"/>
    <w:rsid w:val="00A008CE"/>
    <w:rsid w:val="00A012C0"/>
    <w:rsid w:val="00A01DC2"/>
    <w:rsid w:val="00A01F79"/>
    <w:rsid w:val="00A029BA"/>
    <w:rsid w:val="00A02FA9"/>
    <w:rsid w:val="00A03D97"/>
    <w:rsid w:val="00A04786"/>
    <w:rsid w:val="00A04ADF"/>
    <w:rsid w:val="00A0572D"/>
    <w:rsid w:val="00A05EFC"/>
    <w:rsid w:val="00A06EF1"/>
    <w:rsid w:val="00A07211"/>
    <w:rsid w:val="00A078AD"/>
    <w:rsid w:val="00A10A0E"/>
    <w:rsid w:val="00A10B70"/>
    <w:rsid w:val="00A1194D"/>
    <w:rsid w:val="00A12A98"/>
    <w:rsid w:val="00A13776"/>
    <w:rsid w:val="00A1412C"/>
    <w:rsid w:val="00A147DB"/>
    <w:rsid w:val="00A15B59"/>
    <w:rsid w:val="00A15C3C"/>
    <w:rsid w:val="00A169A0"/>
    <w:rsid w:val="00A17300"/>
    <w:rsid w:val="00A203FC"/>
    <w:rsid w:val="00A206E3"/>
    <w:rsid w:val="00A20DB4"/>
    <w:rsid w:val="00A2155F"/>
    <w:rsid w:val="00A215F9"/>
    <w:rsid w:val="00A21965"/>
    <w:rsid w:val="00A2204B"/>
    <w:rsid w:val="00A230A7"/>
    <w:rsid w:val="00A2397B"/>
    <w:rsid w:val="00A23B75"/>
    <w:rsid w:val="00A24503"/>
    <w:rsid w:val="00A24C2D"/>
    <w:rsid w:val="00A252C8"/>
    <w:rsid w:val="00A254BC"/>
    <w:rsid w:val="00A27630"/>
    <w:rsid w:val="00A27A5B"/>
    <w:rsid w:val="00A27ABF"/>
    <w:rsid w:val="00A27F55"/>
    <w:rsid w:val="00A30292"/>
    <w:rsid w:val="00A31B85"/>
    <w:rsid w:val="00A32BBB"/>
    <w:rsid w:val="00A33C80"/>
    <w:rsid w:val="00A33D5B"/>
    <w:rsid w:val="00A341C3"/>
    <w:rsid w:val="00A34451"/>
    <w:rsid w:val="00A34E0D"/>
    <w:rsid w:val="00A35D90"/>
    <w:rsid w:val="00A36B2B"/>
    <w:rsid w:val="00A379C4"/>
    <w:rsid w:val="00A37D74"/>
    <w:rsid w:val="00A405F9"/>
    <w:rsid w:val="00A40A74"/>
    <w:rsid w:val="00A41036"/>
    <w:rsid w:val="00A410A8"/>
    <w:rsid w:val="00A412F8"/>
    <w:rsid w:val="00A413D4"/>
    <w:rsid w:val="00A41B94"/>
    <w:rsid w:val="00A41F75"/>
    <w:rsid w:val="00A42896"/>
    <w:rsid w:val="00A42C74"/>
    <w:rsid w:val="00A431B0"/>
    <w:rsid w:val="00A43A3A"/>
    <w:rsid w:val="00A4442C"/>
    <w:rsid w:val="00A44446"/>
    <w:rsid w:val="00A447D4"/>
    <w:rsid w:val="00A448C1"/>
    <w:rsid w:val="00A44A6C"/>
    <w:rsid w:val="00A459EC"/>
    <w:rsid w:val="00A4614A"/>
    <w:rsid w:val="00A463CF"/>
    <w:rsid w:val="00A478A9"/>
    <w:rsid w:val="00A504ED"/>
    <w:rsid w:val="00A50BA8"/>
    <w:rsid w:val="00A5173F"/>
    <w:rsid w:val="00A51855"/>
    <w:rsid w:val="00A51D1E"/>
    <w:rsid w:val="00A51D8C"/>
    <w:rsid w:val="00A51D9E"/>
    <w:rsid w:val="00A5265D"/>
    <w:rsid w:val="00A52D88"/>
    <w:rsid w:val="00A53048"/>
    <w:rsid w:val="00A53785"/>
    <w:rsid w:val="00A53EF6"/>
    <w:rsid w:val="00A542C9"/>
    <w:rsid w:val="00A55216"/>
    <w:rsid w:val="00A55A9A"/>
    <w:rsid w:val="00A57AB8"/>
    <w:rsid w:val="00A61A68"/>
    <w:rsid w:val="00A62278"/>
    <w:rsid w:val="00A624D0"/>
    <w:rsid w:val="00A63529"/>
    <w:rsid w:val="00A63E45"/>
    <w:rsid w:val="00A64A8A"/>
    <w:rsid w:val="00A64D9C"/>
    <w:rsid w:val="00A65E88"/>
    <w:rsid w:val="00A66A1E"/>
    <w:rsid w:val="00A66FE7"/>
    <w:rsid w:val="00A67706"/>
    <w:rsid w:val="00A709B9"/>
    <w:rsid w:val="00A70B41"/>
    <w:rsid w:val="00A70B62"/>
    <w:rsid w:val="00A71040"/>
    <w:rsid w:val="00A71133"/>
    <w:rsid w:val="00A72624"/>
    <w:rsid w:val="00A72E2A"/>
    <w:rsid w:val="00A73576"/>
    <w:rsid w:val="00A73AAC"/>
    <w:rsid w:val="00A74377"/>
    <w:rsid w:val="00A753A5"/>
    <w:rsid w:val="00A753EB"/>
    <w:rsid w:val="00A75768"/>
    <w:rsid w:val="00A75BA3"/>
    <w:rsid w:val="00A75C29"/>
    <w:rsid w:val="00A75E15"/>
    <w:rsid w:val="00A76C3A"/>
    <w:rsid w:val="00A7785D"/>
    <w:rsid w:val="00A8038F"/>
    <w:rsid w:val="00A80757"/>
    <w:rsid w:val="00A80DFA"/>
    <w:rsid w:val="00A80FEE"/>
    <w:rsid w:val="00A81F13"/>
    <w:rsid w:val="00A81F9E"/>
    <w:rsid w:val="00A823BC"/>
    <w:rsid w:val="00A82AA9"/>
    <w:rsid w:val="00A82E44"/>
    <w:rsid w:val="00A83279"/>
    <w:rsid w:val="00A843E0"/>
    <w:rsid w:val="00A852C1"/>
    <w:rsid w:val="00A85345"/>
    <w:rsid w:val="00A8587F"/>
    <w:rsid w:val="00A85A7C"/>
    <w:rsid w:val="00A861F3"/>
    <w:rsid w:val="00A862C0"/>
    <w:rsid w:val="00A86D9E"/>
    <w:rsid w:val="00A87D20"/>
    <w:rsid w:val="00A90890"/>
    <w:rsid w:val="00A90C00"/>
    <w:rsid w:val="00A91B28"/>
    <w:rsid w:val="00A92077"/>
    <w:rsid w:val="00A92226"/>
    <w:rsid w:val="00A92464"/>
    <w:rsid w:val="00A928CC"/>
    <w:rsid w:val="00A93E63"/>
    <w:rsid w:val="00A949F4"/>
    <w:rsid w:val="00A9547B"/>
    <w:rsid w:val="00A9573A"/>
    <w:rsid w:val="00A9636B"/>
    <w:rsid w:val="00A965BF"/>
    <w:rsid w:val="00A96B09"/>
    <w:rsid w:val="00A97398"/>
    <w:rsid w:val="00A973A7"/>
    <w:rsid w:val="00A97989"/>
    <w:rsid w:val="00AA1212"/>
    <w:rsid w:val="00AA127E"/>
    <w:rsid w:val="00AA151A"/>
    <w:rsid w:val="00AA18F2"/>
    <w:rsid w:val="00AA2129"/>
    <w:rsid w:val="00AA2B6D"/>
    <w:rsid w:val="00AA3814"/>
    <w:rsid w:val="00AA383D"/>
    <w:rsid w:val="00AA3C3E"/>
    <w:rsid w:val="00AA50A1"/>
    <w:rsid w:val="00AA69C0"/>
    <w:rsid w:val="00AA74C5"/>
    <w:rsid w:val="00AA7E2F"/>
    <w:rsid w:val="00AB0159"/>
    <w:rsid w:val="00AB1506"/>
    <w:rsid w:val="00AB1D61"/>
    <w:rsid w:val="00AB1E9F"/>
    <w:rsid w:val="00AB22B5"/>
    <w:rsid w:val="00AB28E7"/>
    <w:rsid w:val="00AB2D64"/>
    <w:rsid w:val="00AB33F4"/>
    <w:rsid w:val="00AB52D8"/>
    <w:rsid w:val="00AB5A1D"/>
    <w:rsid w:val="00AB5D82"/>
    <w:rsid w:val="00AB6851"/>
    <w:rsid w:val="00AB68BF"/>
    <w:rsid w:val="00AB6DE8"/>
    <w:rsid w:val="00AB6E4B"/>
    <w:rsid w:val="00AB6E9B"/>
    <w:rsid w:val="00AB782D"/>
    <w:rsid w:val="00AB7D49"/>
    <w:rsid w:val="00AB7E7F"/>
    <w:rsid w:val="00AC0419"/>
    <w:rsid w:val="00AC05DD"/>
    <w:rsid w:val="00AC08DD"/>
    <w:rsid w:val="00AC0A52"/>
    <w:rsid w:val="00AC1012"/>
    <w:rsid w:val="00AC155E"/>
    <w:rsid w:val="00AC1EDB"/>
    <w:rsid w:val="00AC1F34"/>
    <w:rsid w:val="00AC2C00"/>
    <w:rsid w:val="00AC3148"/>
    <w:rsid w:val="00AC3FDB"/>
    <w:rsid w:val="00AC42B1"/>
    <w:rsid w:val="00AC51A9"/>
    <w:rsid w:val="00AC58FA"/>
    <w:rsid w:val="00AC5E7B"/>
    <w:rsid w:val="00AC697A"/>
    <w:rsid w:val="00AC6BD1"/>
    <w:rsid w:val="00AC6C82"/>
    <w:rsid w:val="00AC74C6"/>
    <w:rsid w:val="00AC756D"/>
    <w:rsid w:val="00AD039B"/>
    <w:rsid w:val="00AD0517"/>
    <w:rsid w:val="00AD0C7E"/>
    <w:rsid w:val="00AD0EE0"/>
    <w:rsid w:val="00AD0EF5"/>
    <w:rsid w:val="00AD1563"/>
    <w:rsid w:val="00AD19CC"/>
    <w:rsid w:val="00AD1B8E"/>
    <w:rsid w:val="00AD2430"/>
    <w:rsid w:val="00AD2B48"/>
    <w:rsid w:val="00AD35C3"/>
    <w:rsid w:val="00AD36EF"/>
    <w:rsid w:val="00AD4A21"/>
    <w:rsid w:val="00AD5912"/>
    <w:rsid w:val="00AD6319"/>
    <w:rsid w:val="00AD764C"/>
    <w:rsid w:val="00AE0D61"/>
    <w:rsid w:val="00AE14E3"/>
    <w:rsid w:val="00AE1790"/>
    <w:rsid w:val="00AE29F8"/>
    <w:rsid w:val="00AE3039"/>
    <w:rsid w:val="00AE3E22"/>
    <w:rsid w:val="00AE43BE"/>
    <w:rsid w:val="00AE47C2"/>
    <w:rsid w:val="00AE4C24"/>
    <w:rsid w:val="00AE60D0"/>
    <w:rsid w:val="00AE7EF4"/>
    <w:rsid w:val="00AF0112"/>
    <w:rsid w:val="00AF0357"/>
    <w:rsid w:val="00AF0640"/>
    <w:rsid w:val="00AF07BB"/>
    <w:rsid w:val="00AF18BA"/>
    <w:rsid w:val="00AF1D22"/>
    <w:rsid w:val="00AF2211"/>
    <w:rsid w:val="00AF2805"/>
    <w:rsid w:val="00AF2862"/>
    <w:rsid w:val="00AF2ED4"/>
    <w:rsid w:val="00AF34AB"/>
    <w:rsid w:val="00AF3B73"/>
    <w:rsid w:val="00AF5398"/>
    <w:rsid w:val="00AF6E88"/>
    <w:rsid w:val="00AF7A9F"/>
    <w:rsid w:val="00AF7B7A"/>
    <w:rsid w:val="00AF7FAD"/>
    <w:rsid w:val="00B00C57"/>
    <w:rsid w:val="00B00E9A"/>
    <w:rsid w:val="00B016E7"/>
    <w:rsid w:val="00B01842"/>
    <w:rsid w:val="00B01FFA"/>
    <w:rsid w:val="00B02240"/>
    <w:rsid w:val="00B0260F"/>
    <w:rsid w:val="00B026DB"/>
    <w:rsid w:val="00B02F2A"/>
    <w:rsid w:val="00B0449C"/>
    <w:rsid w:val="00B04B1E"/>
    <w:rsid w:val="00B04CCA"/>
    <w:rsid w:val="00B05065"/>
    <w:rsid w:val="00B0556B"/>
    <w:rsid w:val="00B05FA3"/>
    <w:rsid w:val="00B05FD8"/>
    <w:rsid w:val="00B0699B"/>
    <w:rsid w:val="00B071BC"/>
    <w:rsid w:val="00B07DF9"/>
    <w:rsid w:val="00B102AE"/>
    <w:rsid w:val="00B103CB"/>
    <w:rsid w:val="00B107FE"/>
    <w:rsid w:val="00B10BE2"/>
    <w:rsid w:val="00B10F04"/>
    <w:rsid w:val="00B10F18"/>
    <w:rsid w:val="00B1158A"/>
    <w:rsid w:val="00B1313F"/>
    <w:rsid w:val="00B133DB"/>
    <w:rsid w:val="00B1350A"/>
    <w:rsid w:val="00B1364B"/>
    <w:rsid w:val="00B140B7"/>
    <w:rsid w:val="00B14333"/>
    <w:rsid w:val="00B14570"/>
    <w:rsid w:val="00B14867"/>
    <w:rsid w:val="00B14AD3"/>
    <w:rsid w:val="00B153CB"/>
    <w:rsid w:val="00B15640"/>
    <w:rsid w:val="00B1581E"/>
    <w:rsid w:val="00B15D79"/>
    <w:rsid w:val="00B16E80"/>
    <w:rsid w:val="00B16E9F"/>
    <w:rsid w:val="00B177E5"/>
    <w:rsid w:val="00B20AEA"/>
    <w:rsid w:val="00B2103C"/>
    <w:rsid w:val="00B21570"/>
    <w:rsid w:val="00B21862"/>
    <w:rsid w:val="00B22260"/>
    <w:rsid w:val="00B228C6"/>
    <w:rsid w:val="00B22973"/>
    <w:rsid w:val="00B22FBB"/>
    <w:rsid w:val="00B23882"/>
    <w:rsid w:val="00B24C76"/>
    <w:rsid w:val="00B2612F"/>
    <w:rsid w:val="00B26700"/>
    <w:rsid w:val="00B26D4E"/>
    <w:rsid w:val="00B27546"/>
    <w:rsid w:val="00B27B44"/>
    <w:rsid w:val="00B27E0A"/>
    <w:rsid w:val="00B31487"/>
    <w:rsid w:val="00B31617"/>
    <w:rsid w:val="00B31C6F"/>
    <w:rsid w:val="00B32064"/>
    <w:rsid w:val="00B32286"/>
    <w:rsid w:val="00B32303"/>
    <w:rsid w:val="00B33174"/>
    <w:rsid w:val="00B33345"/>
    <w:rsid w:val="00B3372D"/>
    <w:rsid w:val="00B34084"/>
    <w:rsid w:val="00B345D1"/>
    <w:rsid w:val="00B34AD1"/>
    <w:rsid w:val="00B350F1"/>
    <w:rsid w:val="00B35235"/>
    <w:rsid w:val="00B35F68"/>
    <w:rsid w:val="00B367E1"/>
    <w:rsid w:val="00B37438"/>
    <w:rsid w:val="00B37CB2"/>
    <w:rsid w:val="00B4070A"/>
    <w:rsid w:val="00B414D4"/>
    <w:rsid w:val="00B414E6"/>
    <w:rsid w:val="00B42E6B"/>
    <w:rsid w:val="00B43149"/>
    <w:rsid w:val="00B433AD"/>
    <w:rsid w:val="00B43959"/>
    <w:rsid w:val="00B43F2B"/>
    <w:rsid w:val="00B45EA0"/>
    <w:rsid w:val="00B45F34"/>
    <w:rsid w:val="00B46664"/>
    <w:rsid w:val="00B46686"/>
    <w:rsid w:val="00B46B06"/>
    <w:rsid w:val="00B4739D"/>
    <w:rsid w:val="00B47DCE"/>
    <w:rsid w:val="00B5034E"/>
    <w:rsid w:val="00B50DB0"/>
    <w:rsid w:val="00B50EE0"/>
    <w:rsid w:val="00B50F1C"/>
    <w:rsid w:val="00B512CF"/>
    <w:rsid w:val="00B51707"/>
    <w:rsid w:val="00B51CE0"/>
    <w:rsid w:val="00B52271"/>
    <w:rsid w:val="00B52498"/>
    <w:rsid w:val="00B52535"/>
    <w:rsid w:val="00B53679"/>
    <w:rsid w:val="00B53AB1"/>
    <w:rsid w:val="00B55046"/>
    <w:rsid w:val="00B554CA"/>
    <w:rsid w:val="00B55AE5"/>
    <w:rsid w:val="00B573D1"/>
    <w:rsid w:val="00B57B37"/>
    <w:rsid w:val="00B57C23"/>
    <w:rsid w:val="00B57F78"/>
    <w:rsid w:val="00B60192"/>
    <w:rsid w:val="00B60362"/>
    <w:rsid w:val="00B60749"/>
    <w:rsid w:val="00B60750"/>
    <w:rsid w:val="00B60B4D"/>
    <w:rsid w:val="00B60B67"/>
    <w:rsid w:val="00B60C52"/>
    <w:rsid w:val="00B6206B"/>
    <w:rsid w:val="00B6209F"/>
    <w:rsid w:val="00B62771"/>
    <w:rsid w:val="00B6378E"/>
    <w:rsid w:val="00B6453F"/>
    <w:rsid w:val="00B64E53"/>
    <w:rsid w:val="00B65532"/>
    <w:rsid w:val="00B657AD"/>
    <w:rsid w:val="00B65865"/>
    <w:rsid w:val="00B66D03"/>
    <w:rsid w:val="00B67488"/>
    <w:rsid w:val="00B677F1"/>
    <w:rsid w:val="00B67DE7"/>
    <w:rsid w:val="00B67DED"/>
    <w:rsid w:val="00B67EB2"/>
    <w:rsid w:val="00B70164"/>
    <w:rsid w:val="00B70EA7"/>
    <w:rsid w:val="00B7103A"/>
    <w:rsid w:val="00B718EC"/>
    <w:rsid w:val="00B719FD"/>
    <w:rsid w:val="00B75348"/>
    <w:rsid w:val="00B7574D"/>
    <w:rsid w:val="00B75B43"/>
    <w:rsid w:val="00B7656D"/>
    <w:rsid w:val="00B76FCC"/>
    <w:rsid w:val="00B77341"/>
    <w:rsid w:val="00B77B90"/>
    <w:rsid w:val="00B77FC8"/>
    <w:rsid w:val="00B806F4"/>
    <w:rsid w:val="00B8095C"/>
    <w:rsid w:val="00B818F0"/>
    <w:rsid w:val="00B81A40"/>
    <w:rsid w:val="00B82130"/>
    <w:rsid w:val="00B82238"/>
    <w:rsid w:val="00B826CC"/>
    <w:rsid w:val="00B82940"/>
    <w:rsid w:val="00B82B21"/>
    <w:rsid w:val="00B84361"/>
    <w:rsid w:val="00B84AA6"/>
    <w:rsid w:val="00B84DA3"/>
    <w:rsid w:val="00B85204"/>
    <w:rsid w:val="00B854E0"/>
    <w:rsid w:val="00B85800"/>
    <w:rsid w:val="00B85963"/>
    <w:rsid w:val="00B869F1"/>
    <w:rsid w:val="00B8722B"/>
    <w:rsid w:val="00B87475"/>
    <w:rsid w:val="00B87795"/>
    <w:rsid w:val="00B908ED"/>
    <w:rsid w:val="00B90A97"/>
    <w:rsid w:val="00B918D8"/>
    <w:rsid w:val="00B91F0E"/>
    <w:rsid w:val="00B92660"/>
    <w:rsid w:val="00B92CB3"/>
    <w:rsid w:val="00B94F3A"/>
    <w:rsid w:val="00B95126"/>
    <w:rsid w:val="00B95141"/>
    <w:rsid w:val="00B96050"/>
    <w:rsid w:val="00B96839"/>
    <w:rsid w:val="00B96CFA"/>
    <w:rsid w:val="00B97936"/>
    <w:rsid w:val="00B97F0E"/>
    <w:rsid w:val="00BA0403"/>
    <w:rsid w:val="00BA183D"/>
    <w:rsid w:val="00BA1B75"/>
    <w:rsid w:val="00BA1FDE"/>
    <w:rsid w:val="00BA2A50"/>
    <w:rsid w:val="00BA3B49"/>
    <w:rsid w:val="00BA477D"/>
    <w:rsid w:val="00BA4A76"/>
    <w:rsid w:val="00BA4B4B"/>
    <w:rsid w:val="00BA4CEE"/>
    <w:rsid w:val="00BA4F06"/>
    <w:rsid w:val="00BA5123"/>
    <w:rsid w:val="00BA51ED"/>
    <w:rsid w:val="00BA556F"/>
    <w:rsid w:val="00BA5C7C"/>
    <w:rsid w:val="00BA6617"/>
    <w:rsid w:val="00BA768B"/>
    <w:rsid w:val="00BA76F5"/>
    <w:rsid w:val="00BA77DC"/>
    <w:rsid w:val="00BA7AC6"/>
    <w:rsid w:val="00BA7DF9"/>
    <w:rsid w:val="00BB06BA"/>
    <w:rsid w:val="00BB0D66"/>
    <w:rsid w:val="00BB10E2"/>
    <w:rsid w:val="00BB1192"/>
    <w:rsid w:val="00BB1954"/>
    <w:rsid w:val="00BB19B2"/>
    <w:rsid w:val="00BB1B69"/>
    <w:rsid w:val="00BB2EB6"/>
    <w:rsid w:val="00BB3C15"/>
    <w:rsid w:val="00BB471D"/>
    <w:rsid w:val="00BB4DEC"/>
    <w:rsid w:val="00BB4FE8"/>
    <w:rsid w:val="00BB4FFD"/>
    <w:rsid w:val="00BB6215"/>
    <w:rsid w:val="00BB62F8"/>
    <w:rsid w:val="00BB763B"/>
    <w:rsid w:val="00BB7821"/>
    <w:rsid w:val="00BB7F83"/>
    <w:rsid w:val="00BC075F"/>
    <w:rsid w:val="00BC1210"/>
    <w:rsid w:val="00BC19A8"/>
    <w:rsid w:val="00BC1C3E"/>
    <w:rsid w:val="00BC29C5"/>
    <w:rsid w:val="00BC3DF3"/>
    <w:rsid w:val="00BC3EE1"/>
    <w:rsid w:val="00BC4025"/>
    <w:rsid w:val="00BC55C5"/>
    <w:rsid w:val="00BC58E6"/>
    <w:rsid w:val="00BC6044"/>
    <w:rsid w:val="00BC6BCD"/>
    <w:rsid w:val="00BC6E38"/>
    <w:rsid w:val="00BC76E1"/>
    <w:rsid w:val="00BC773F"/>
    <w:rsid w:val="00BC77C0"/>
    <w:rsid w:val="00BC7970"/>
    <w:rsid w:val="00BD029A"/>
    <w:rsid w:val="00BD076B"/>
    <w:rsid w:val="00BD0790"/>
    <w:rsid w:val="00BD0E32"/>
    <w:rsid w:val="00BD25AB"/>
    <w:rsid w:val="00BD2624"/>
    <w:rsid w:val="00BD2A51"/>
    <w:rsid w:val="00BD3441"/>
    <w:rsid w:val="00BD3BC9"/>
    <w:rsid w:val="00BD465B"/>
    <w:rsid w:val="00BD560B"/>
    <w:rsid w:val="00BD643E"/>
    <w:rsid w:val="00BD68E9"/>
    <w:rsid w:val="00BD6A86"/>
    <w:rsid w:val="00BD7A44"/>
    <w:rsid w:val="00BD7DC9"/>
    <w:rsid w:val="00BE02E7"/>
    <w:rsid w:val="00BE0E71"/>
    <w:rsid w:val="00BE185E"/>
    <w:rsid w:val="00BE1EAC"/>
    <w:rsid w:val="00BE2D25"/>
    <w:rsid w:val="00BE3161"/>
    <w:rsid w:val="00BE31AF"/>
    <w:rsid w:val="00BE3E1D"/>
    <w:rsid w:val="00BE427C"/>
    <w:rsid w:val="00BE4C76"/>
    <w:rsid w:val="00BE6152"/>
    <w:rsid w:val="00BE6322"/>
    <w:rsid w:val="00BE6FB2"/>
    <w:rsid w:val="00BE7809"/>
    <w:rsid w:val="00BE7B92"/>
    <w:rsid w:val="00BF068F"/>
    <w:rsid w:val="00BF0703"/>
    <w:rsid w:val="00BF0786"/>
    <w:rsid w:val="00BF09A5"/>
    <w:rsid w:val="00BF1A07"/>
    <w:rsid w:val="00BF1C18"/>
    <w:rsid w:val="00BF2201"/>
    <w:rsid w:val="00BF2D51"/>
    <w:rsid w:val="00BF2D7F"/>
    <w:rsid w:val="00BF31E5"/>
    <w:rsid w:val="00BF392B"/>
    <w:rsid w:val="00BF3D0B"/>
    <w:rsid w:val="00BF3EF8"/>
    <w:rsid w:val="00BF4372"/>
    <w:rsid w:val="00BF4942"/>
    <w:rsid w:val="00BF4F60"/>
    <w:rsid w:val="00BF5BEA"/>
    <w:rsid w:val="00BF5F0B"/>
    <w:rsid w:val="00BF5F0C"/>
    <w:rsid w:val="00BF6169"/>
    <w:rsid w:val="00BF64B0"/>
    <w:rsid w:val="00BF6811"/>
    <w:rsid w:val="00BF6C7C"/>
    <w:rsid w:val="00BF77D5"/>
    <w:rsid w:val="00BF78CA"/>
    <w:rsid w:val="00C007E6"/>
    <w:rsid w:val="00C00AB2"/>
    <w:rsid w:val="00C01E00"/>
    <w:rsid w:val="00C01F4D"/>
    <w:rsid w:val="00C0221D"/>
    <w:rsid w:val="00C023C8"/>
    <w:rsid w:val="00C02928"/>
    <w:rsid w:val="00C0360C"/>
    <w:rsid w:val="00C03FBE"/>
    <w:rsid w:val="00C04CBC"/>
    <w:rsid w:val="00C05149"/>
    <w:rsid w:val="00C053D3"/>
    <w:rsid w:val="00C05A3D"/>
    <w:rsid w:val="00C05DE7"/>
    <w:rsid w:val="00C07825"/>
    <w:rsid w:val="00C0782A"/>
    <w:rsid w:val="00C10B14"/>
    <w:rsid w:val="00C11118"/>
    <w:rsid w:val="00C11753"/>
    <w:rsid w:val="00C11857"/>
    <w:rsid w:val="00C132E0"/>
    <w:rsid w:val="00C13742"/>
    <w:rsid w:val="00C13AED"/>
    <w:rsid w:val="00C14B5F"/>
    <w:rsid w:val="00C14BAB"/>
    <w:rsid w:val="00C150EB"/>
    <w:rsid w:val="00C1652D"/>
    <w:rsid w:val="00C166A5"/>
    <w:rsid w:val="00C17042"/>
    <w:rsid w:val="00C205AD"/>
    <w:rsid w:val="00C20C5B"/>
    <w:rsid w:val="00C213D4"/>
    <w:rsid w:val="00C216E3"/>
    <w:rsid w:val="00C22026"/>
    <w:rsid w:val="00C221B8"/>
    <w:rsid w:val="00C22599"/>
    <w:rsid w:val="00C22E2D"/>
    <w:rsid w:val="00C22F3B"/>
    <w:rsid w:val="00C24969"/>
    <w:rsid w:val="00C251F4"/>
    <w:rsid w:val="00C255F1"/>
    <w:rsid w:val="00C258DA"/>
    <w:rsid w:val="00C261F0"/>
    <w:rsid w:val="00C263EA"/>
    <w:rsid w:val="00C2774C"/>
    <w:rsid w:val="00C278E3"/>
    <w:rsid w:val="00C27B03"/>
    <w:rsid w:val="00C27DE2"/>
    <w:rsid w:val="00C30223"/>
    <w:rsid w:val="00C323C3"/>
    <w:rsid w:val="00C32779"/>
    <w:rsid w:val="00C334E3"/>
    <w:rsid w:val="00C33702"/>
    <w:rsid w:val="00C342C8"/>
    <w:rsid w:val="00C34F49"/>
    <w:rsid w:val="00C354EB"/>
    <w:rsid w:val="00C356DB"/>
    <w:rsid w:val="00C359AB"/>
    <w:rsid w:val="00C405E0"/>
    <w:rsid w:val="00C40959"/>
    <w:rsid w:val="00C40AF0"/>
    <w:rsid w:val="00C40D4C"/>
    <w:rsid w:val="00C41457"/>
    <w:rsid w:val="00C415A6"/>
    <w:rsid w:val="00C4178F"/>
    <w:rsid w:val="00C42E76"/>
    <w:rsid w:val="00C43308"/>
    <w:rsid w:val="00C43729"/>
    <w:rsid w:val="00C4423C"/>
    <w:rsid w:val="00C4467A"/>
    <w:rsid w:val="00C448AB"/>
    <w:rsid w:val="00C44B63"/>
    <w:rsid w:val="00C44FC3"/>
    <w:rsid w:val="00C45A36"/>
    <w:rsid w:val="00C4622A"/>
    <w:rsid w:val="00C46493"/>
    <w:rsid w:val="00C46D1C"/>
    <w:rsid w:val="00C470CC"/>
    <w:rsid w:val="00C50D08"/>
    <w:rsid w:val="00C5125D"/>
    <w:rsid w:val="00C5180B"/>
    <w:rsid w:val="00C520AE"/>
    <w:rsid w:val="00C52526"/>
    <w:rsid w:val="00C52A79"/>
    <w:rsid w:val="00C53919"/>
    <w:rsid w:val="00C5393A"/>
    <w:rsid w:val="00C540E5"/>
    <w:rsid w:val="00C541CF"/>
    <w:rsid w:val="00C54BF2"/>
    <w:rsid w:val="00C554AD"/>
    <w:rsid w:val="00C558F9"/>
    <w:rsid w:val="00C55BC2"/>
    <w:rsid w:val="00C563D6"/>
    <w:rsid w:val="00C56746"/>
    <w:rsid w:val="00C571C7"/>
    <w:rsid w:val="00C60743"/>
    <w:rsid w:val="00C60998"/>
    <w:rsid w:val="00C6148D"/>
    <w:rsid w:val="00C61C11"/>
    <w:rsid w:val="00C61F50"/>
    <w:rsid w:val="00C620D6"/>
    <w:rsid w:val="00C62789"/>
    <w:rsid w:val="00C63A00"/>
    <w:rsid w:val="00C63F35"/>
    <w:rsid w:val="00C64AA4"/>
    <w:rsid w:val="00C658C5"/>
    <w:rsid w:val="00C666ED"/>
    <w:rsid w:val="00C67236"/>
    <w:rsid w:val="00C6734B"/>
    <w:rsid w:val="00C71303"/>
    <w:rsid w:val="00C71676"/>
    <w:rsid w:val="00C72564"/>
    <w:rsid w:val="00C72A81"/>
    <w:rsid w:val="00C735D5"/>
    <w:rsid w:val="00C74908"/>
    <w:rsid w:val="00C74F77"/>
    <w:rsid w:val="00C7586B"/>
    <w:rsid w:val="00C759EA"/>
    <w:rsid w:val="00C75F6E"/>
    <w:rsid w:val="00C766D1"/>
    <w:rsid w:val="00C76AA0"/>
    <w:rsid w:val="00C81533"/>
    <w:rsid w:val="00C81926"/>
    <w:rsid w:val="00C81FDC"/>
    <w:rsid w:val="00C82003"/>
    <w:rsid w:val="00C8209D"/>
    <w:rsid w:val="00C8282A"/>
    <w:rsid w:val="00C82A30"/>
    <w:rsid w:val="00C8380D"/>
    <w:rsid w:val="00C83F70"/>
    <w:rsid w:val="00C84A28"/>
    <w:rsid w:val="00C84E75"/>
    <w:rsid w:val="00C8513F"/>
    <w:rsid w:val="00C85C1C"/>
    <w:rsid w:val="00C85DEB"/>
    <w:rsid w:val="00C8652B"/>
    <w:rsid w:val="00C872FC"/>
    <w:rsid w:val="00C877B3"/>
    <w:rsid w:val="00C90A34"/>
    <w:rsid w:val="00C913AC"/>
    <w:rsid w:val="00C91BE7"/>
    <w:rsid w:val="00C9299D"/>
    <w:rsid w:val="00C930D5"/>
    <w:rsid w:val="00C9328A"/>
    <w:rsid w:val="00C93324"/>
    <w:rsid w:val="00C93D37"/>
    <w:rsid w:val="00C94308"/>
    <w:rsid w:val="00C943E1"/>
    <w:rsid w:val="00C94F00"/>
    <w:rsid w:val="00C953DD"/>
    <w:rsid w:val="00C955A8"/>
    <w:rsid w:val="00C95A15"/>
    <w:rsid w:val="00C95F50"/>
    <w:rsid w:val="00C9615A"/>
    <w:rsid w:val="00C963F7"/>
    <w:rsid w:val="00C966F0"/>
    <w:rsid w:val="00C96FE7"/>
    <w:rsid w:val="00C979CC"/>
    <w:rsid w:val="00C97C77"/>
    <w:rsid w:val="00CA1222"/>
    <w:rsid w:val="00CA2265"/>
    <w:rsid w:val="00CA28BA"/>
    <w:rsid w:val="00CA2AD5"/>
    <w:rsid w:val="00CA2BC4"/>
    <w:rsid w:val="00CA32F2"/>
    <w:rsid w:val="00CA3344"/>
    <w:rsid w:val="00CA383C"/>
    <w:rsid w:val="00CA517D"/>
    <w:rsid w:val="00CA5EE7"/>
    <w:rsid w:val="00CA6199"/>
    <w:rsid w:val="00CA783E"/>
    <w:rsid w:val="00CA78FD"/>
    <w:rsid w:val="00CB0445"/>
    <w:rsid w:val="00CB0B15"/>
    <w:rsid w:val="00CB10BC"/>
    <w:rsid w:val="00CB1328"/>
    <w:rsid w:val="00CB1BF7"/>
    <w:rsid w:val="00CB2107"/>
    <w:rsid w:val="00CB24BE"/>
    <w:rsid w:val="00CB2838"/>
    <w:rsid w:val="00CB3924"/>
    <w:rsid w:val="00CB4339"/>
    <w:rsid w:val="00CB5697"/>
    <w:rsid w:val="00CB5A69"/>
    <w:rsid w:val="00CB60F3"/>
    <w:rsid w:val="00CB68C1"/>
    <w:rsid w:val="00CB6E23"/>
    <w:rsid w:val="00CB6F9B"/>
    <w:rsid w:val="00CB725F"/>
    <w:rsid w:val="00CB7C32"/>
    <w:rsid w:val="00CB7DCD"/>
    <w:rsid w:val="00CC21D6"/>
    <w:rsid w:val="00CC2A28"/>
    <w:rsid w:val="00CC3CF8"/>
    <w:rsid w:val="00CC4687"/>
    <w:rsid w:val="00CC5525"/>
    <w:rsid w:val="00CC5FE7"/>
    <w:rsid w:val="00CC6053"/>
    <w:rsid w:val="00CC6580"/>
    <w:rsid w:val="00CC6BD6"/>
    <w:rsid w:val="00CC6DB0"/>
    <w:rsid w:val="00CC7437"/>
    <w:rsid w:val="00CD01CD"/>
    <w:rsid w:val="00CD0BA4"/>
    <w:rsid w:val="00CD0DBA"/>
    <w:rsid w:val="00CD0F94"/>
    <w:rsid w:val="00CD1389"/>
    <w:rsid w:val="00CD174C"/>
    <w:rsid w:val="00CD1A8F"/>
    <w:rsid w:val="00CD1B2B"/>
    <w:rsid w:val="00CD1C71"/>
    <w:rsid w:val="00CD20CE"/>
    <w:rsid w:val="00CD21B3"/>
    <w:rsid w:val="00CD36B8"/>
    <w:rsid w:val="00CD49C9"/>
    <w:rsid w:val="00CD51B5"/>
    <w:rsid w:val="00CD557F"/>
    <w:rsid w:val="00CD5BE3"/>
    <w:rsid w:val="00CD60E9"/>
    <w:rsid w:val="00CD62D9"/>
    <w:rsid w:val="00CD683F"/>
    <w:rsid w:val="00CD6C42"/>
    <w:rsid w:val="00CD716E"/>
    <w:rsid w:val="00CD725A"/>
    <w:rsid w:val="00CD73D0"/>
    <w:rsid w:val="00CD7F5C"/>
    <w:rsid w:val="00CE0269"/>
    <w:rsid w:val="00CE0571"/>
    <w:rsid w:val="00CE086D"/>
    <w:rsid w:val="00CE16FC"/>
    <w:rsid w:val="00CE1AAA"/>
    <w:rsid w:val="00CE2E98"/>
    <w:rsid w:val="00CE34BF"/>
    <w:rsid w:val="00CE3AC9"/>
    <w:rsid w:val="00CE3FAE"/>
    <w:rsid w:val="00CE5845"/>
    <w:rsid w:val="00CE5997"/>
    <w:rsid w:val="00CE618C"/>
    <w:rsid w:val="00CE629B"/>
    <w:rsid w:val="00CE72E5"/>
    <w:rsid w:val="00CF03CF"/>
    <w:rsid w:val="00CF0712"/>
    <w:rsid w:val="00CF12FA"/>
    <w:rsid w:val="00CF15CF"/>
    <w:rsid w:val="00CF169D"/>
    <w:rsid w:val="00CF1DBA"/>
    <w:rsid w:val="00CF2762"/>
    <w:rsid w:val="00CF3450"/>
    <w:rsid w:val="00CF4030"/>
    <w:rsid w:val="00CF54EC"/>
    <w:rsid w:val="00CF5822"/>
    <w:rsid w:val="00CF58B4"/>
    <w:rsid w:val="00CF6B50"/>
    <w:rsid w:val="00CF766D"/>
    <w:rsid w:val="00D015F1"/>
    <w:rsid w:val="00D0173D"/>
    <w:rsid w:val="00D01C68"/>
    <w:rsid w:val="00D03FF5"/>
    <w:rsid w:val="00D048F9"/>
    <w:rsid w:val="00D04BCE"/>
    <w:rsid w:val="00D05216"/>
    <w:rsid w:val="00D0532F"/>
    <w:rsid w:val="00D06A2E"/>
    <w:rsid w:val="00D06FDB"/>
    <w:rsid w:val="00D07780"/>
    <w:rsid w:val="00D10028"/>
    <w:rsid w:val="00D10132"/>
    <w:rsid w:val="00D10B8D"/>
    <w:rsid w:val="00D10C22"/>
    <w:rsid w:val="00D10FC3"/>
    <w:rsid w:val="00D114FB"/>
    <w:rsid w:val="00D11DA9"/>
    <w:rsid w:val="00D132A7"/>
    <w:rsid w:val="00D13610"/>
    <w:rsid w:val="00D13821"/>
    <w:rsid w:val="00D13C72"/>
    <w:rsid w:val="00D13DD8"/>
    <w:rsid w:val="00D14079"/>
    <w:rsid w:val="00D15091"/>
    <w:rsid w:val="00D1517C"/>
    <w:rsid w:val="00D15453"/>
    <w:rsid w:val="00D158C1"/>
    <w:rsid w:val="00D16A4D"/>
    <w:rsid w:val="00D16F68"/>
    <w:rsid w:val="00D174C7"/>
    <w:rsid w:val="00D17DE4"/>
    <w:rsid w:val="00D21472"/>
    <w:rsid w:val="00D2176E"/>
    <w:rsid w:val="00D2213D"/>
    <w:rsid w:val="00D22360"/>
    <w:rsid w:val="00D226FA"/>
    <w:rsid w:val="00D23010"/>
    <w:rsid w:val="00D231C9"/>
    <w:rsid w:val="00D23493"/>
    <w:rsid w:val="00D238B0"/>
    <w:rsid w:val="00D2413D"/>
    <w:rsid w:val="00D24782"/>
    <w:rsid w:val="00D248EA"/>
    <w:rsid w:val="00D24AB9"/>
    <w:rsid w:val="00D24B84"/>
    <w:rsid w:val="00D255FD"/>
    <w:rsid w:val="00D25858"/>
    <w:rsid w:val="00D25B16"/>
    <w:rsid w:val="00D25D80"/>
    <w:rsid w:val="00D25F24"/>
    <w:rsid w:val="00D26C40"/>
    <w:rsid w:val="00D27A72"/>
    <w:rsid w:val="00D30E28"/>
    <w:rsid w:val="00D31049"/>
    <w:rsid w:val="00D3133D"/>
    <w:rsid w:val="00D314F3"/>
    <w:rsid w:val="00D31B1F"/>
    <w:rsid w:val="00D31EA4"/>
    <w:rsid w:val="00D3245F"/>
    <w:rsid w:val="00D3307F"/>
    <w:rsid w:val="00D3310F"/>
    <w:rsid w:val="00D3313D"/>
    <w:rsid w:val="00D3345F"/>
    <w:rsid w:val="00D33CA9"/>
    <w:rsid w:val="00D34B73"/>
    <w:rsid w:val="00D34D99"/>
    <w:rsid w:val="00D357A0"/>
    <w:rsid w:val="00D35AD2"/>
    <w:rsid w:val="00D376C5"/>
    <w:rsid w:val="00D406E9"/>
    <w:rsid w:val="00D4080E"/>
    <w:rsid w:val="00D40F4D"/>
    <w:rsid w:val="00D41204"/>
    <w:rsid w:val="00D41C28"/>
    <w:rsid w:val="00D41DDC"/>
    <w:rsid w:val="00D42E7D"/>
    <w:rsid w:val="00D43D0A"/>
    <w:rsid w:val="00D445D3"/>
    <w:rsid w:val="00D45867"/>
    <w:rsid w:val="00D45BD3"/>
    <w:rsid w:val="00D45F83"/>
    <w:rsid w:val="00D462EE"/>
    <w:rsid w:val="00D46A82"/>
    <w:rsid w:val="00D46D70"/>
    <w:rsid w:val="00D4732E"/>
    <w:rsid w:val="00D505A6"/>
    <w:rsid w:val="00D507D5"/>
    <w:rsid w:val="00D50C4E"/>
    <w:rsid w:val="00D51366"/>
    <w:rsid w:val="00D51982"/>
    <w:rsid w:val="00D51EA0"/>
    <w:rsid w:val="00D521B0"/>
    <w:rsid w:val="00D52AD3"/>
    <w:rsid w:val="00D52BB6"/>
    <w:rsid w:val="00D52BE8"/>
    <w:rsid w:val="00D52EA2"/>
    <w:rsid w:val="00D53050"/>
    <w:rsid w:val="00D53D49"/>
    <w:rsid w:val="00D53D8B"/>
    <w:rsid w:val="00D54D75"/>
    <w:rsid w:val="00D54EFD"/>
    <w:rsid w:val="00D5538A"/>
    <w:rsid w:val="00D55C2A"/>
    <w:rsid w:val="00D55D0B"/>
    <w:rsid w:val="00D55E8B"/>
    <w:rsid w:val="00D566D9"/>
    <w:rsid w:val="00D56792"/>
    <w:rsid w:val="00D56EC2"/>
    <w:rsid w:val="00D5711C"/>
    <w:rsid w:val="00D57C49"/>
    <w:rsid w:val="00D57D1D"/>
    <w:rsid w:val="00D60316"/>
    <w:rsid w:val="00D60869"/>
    <w:rsid w:val="00D60AF8"/>
    <w:rsid w:val="00D61037"/>
    <w:rsid w:val="00D612D6"/>
    <w:rsid w:val="00D61839"/>
    <w:rsid w:val="00D61EF6"/>
    <w:rsid w:val="00D627B8"/>
    <w:rsid w:val="00D634E1"/>
    <w:rsid w:val="00D6405D"/>
    <w:rsid w:val="00D643C0"/>
    <w:rsid w:val="00D64B4E"/>
    <w:rsid w:val="00D66089"/>
    <w:rsid w:val="00D66131"/>
    <w:rsid w:val="00D671DE"/>
    <w:rsid w:val="00D67A04"/>
    <w:rsid w:val="00D67BCC"/>
    <w:rsid w:val="00D67F21"/>
    <w:rsid w:val="00D70632"/>
    <w:rsid w:val="00D7113B"/>
    <w:rsid w:val="00D7157A"/>
    <w:rsid w:val="00D71893"/>
    <w:rsid w:val="00D72498"/>
    <w:rsid w:val="00D73130"/>
    <w:rsid w:val="00D73846"/>
    <w:rsid w:val="00D7413F"/>
    <w:rsid w:val="00D743F4"/>
    <w:rsid w:val="00D7577D"/>
    <w:rsid w:val="00D758BF"/>
    <w:rsid w:val="00D75A93"/>
    <w:rsid w:val="00D75D92"/>
    <w:rsid w:val="00D7665E"/>
    <w:rsid w:val="00D769B9"/>
    <w:rsid w:val="00D76EB5"/>
    <w:rsid w:val="00D77CAF"/>
    <w:rsid w:val="00D77D3C"/>
    <w:rsid w:val="00D77F60"/>
    <w:rsid w:val="00D8025C"/>
    <w:rsid w:val="00D8035A"/>
    <w:rsid w:val="00D80758"/>
    <w:rsid w:val="00D80AD1"/>
    <w:rsid w:val="00D8211D"/>
    <w:rsid w:val="00D82580"/>
    <w:rsid w:val="00D825EB"/>
    <w:rsid w:val="00D82DF0"/>
    <w:rsid w:val="00D82E04"/>
    <w:rsid w:val="00D84F9A"/>
    <w:rsid w:val="00D85330"/>
    <w:rsid w:val="00D8595F"/>
    <w:rsid w:val="00D86F6D"/>
    <w:rsid w:val="00D90040"/>
    <w:rsid w:val="00D909EC"/>
    <w:rsid w:val="00D913BE"/>
    <w:rsid w:val="00D921A7"/>
    <w:rsid w:val="00D92422"/>
    <w:rsid w:val="00D928D7"/>
    <w:rsid w:val="00D92DD8"/>
    <w:rsid w:val="00D932DE"/>
    <w:rsid w:val="00D9441D"/>
    <w:rsid w:val="00D951F6"/>
    <w:rsid w:val="00D95609"/>
    <w:rsid w:val="00D95B98"/>
    <w:rsid w:val="00D95F4F"/>
    <w:rsid w:val="00D961A5"/>
    <w:rsid w:val="00D96776"/>
    <w:rsid w:val="00D97372"/>
    <w:rsid w:val="00D97B74"/>
    <w:rsid w:val="00DA064B"/>
    <w:rsid w:val="00DA1CF1"/>
    <w:rsid w:val="00DA31AB"/>
    <w:rsid w:val="00DA3A60"/>
    <w:rsid w:val="00DA43B7"/>
    <w:rsid w:val="00DA4BD9"/>
    <w:rsid w:val="00DA5543"/>
    <w:rsid w:val="00DA55ED"/>
    <w:rsid w:val="00DA59E9"/>
    <w:rsid w:val="00DA6A53"/>
    <w:rsid w:val="00DA6FE6"/>
    <w:rsid w:val="00DA75B0"/>
    <w:rsid w:val="00DB0986"/>
    <w:rsid w:val="00DB0BCE"/>
    <w:rsid w:val="00DB0F24"/>
    <w:rsid w:val="00DB14B7"/>
    <w:rsid w:val="00DB2538"/>
    <w:rsid w:val="00DB259E"/>
    <w:rsid w:val="00DB3AE4"/>
    <w:rsid w:val="00DB3EB5"/>
    <w:rsid w:val="00DB4F15"/>
    <w:rsid w:val="00DB56B7"/>
    <w:rsid w:val="00DB5F61"/>
    <w:rsid w:val="00DB61B9"/>
    <w:rsid w:val="00DB6858"/>
    <w:rsid w:val="00DB7214"/>
    <w:rsid w:val="00DB7589"/>
    <w:rsid w:val="00DB7C36"/>
    <w:rsid w:val="00DC0435"/>
    <w:rsid w:val="00DC0944"/>
    <w:rsid w:val="00DC0BB1"/>
    <w:rsid w:val="00DC1661"/>
    <w:rsid w:val="00DC1A2A"/>
    <w:rsid w:val="00DC214B"/>
    <w:rsid w:val="00DC26EE"/>
    <w:rsid w:val="00DC28B8"/>
    <w:rsid w:val="00DC391F"/>
    <w:rsid w:val="00DC3DDB"/>
    <w:rsid w:val="00DC4852"/>
    <w:rsid w:val="00DC4B2A"/>
    <w:rsid w:val="00DC60FA"/>
    <w:rsid w:val="00DC6C5A"/>
    <w:rsid w:val="00DC728D"/>
    <w:rsid w:val="00DD010B"/>
    <w:rsid w:val="00DD0F32"/>
    <w:rsid w:val="00DD1B68"/>
    <w:rsid w:val="00DD2924"/>
    <w:rsid w:val="00DD2BA2"/>
    <w:rsid w:val="00DD2C0F"/>
    <w:rsid w:val="00DD2C18"/>
    <w:rsid w:val="00DD2DAF"/>
    <w:rsid w:val="00DD3C5D"/>
    <w:rsid w:val="00DD3E41"/>
    <w:rsid w:val="00DD3EB6"/>
    <w:rsid w:val="00DD423E"/>
    <w:rsid w:val="00DD472E"/>
    <w:rsid w:val="00DD4BA3"/>
    <w:rsid w:val="00DD4E3A"/>
    <w:rsid w:val="00DD5A40"/>
    <w:rsid w:val="00DD68C8"/>
    <w:rsid w:val="00DD695A"/>
    <w:rsid w:val="00DD6A89"/>
    <w:rsid w:val="00DD718D"/>
    <w:rsid w:val="00DD73D8"/>
    <w:rsid w:val="00DD76DF"/>
    <w:rsid w:val="00DD77DA"/>
    <w:rsid w:val="00DD7A40"/>
    <w:rsid w:val="00DD7A5A"/>
    <w:rsid w:val="00DE080A"/>
    <w:rsid w:val="00DE0EBE"/>
    <w:rsid w:val="00DE11A8"/>
    <w:rsid w:val="00DE1230"/>
    <w:rsid w:val="00DE126C"/>
    <w:rsid w:val="00DE17CB"/>
    <w:rsid w:val="00DE3AEE"/>
    <w:rsid w:val="00DE3D0B"/>
    <w:rsid w:val="00DE4103"/>
    <w:rsid w:val="00DE416C"/>
    <w:rsid w:val="00DE5E85"/>
    <w:rsid w:val="00DE61E4"/>
    <w:rsid w:val="00DE65B5"/>
    <w:rsid w:val="00DE672D"/>
    <w:rsid w:val="00DF064F"/>
    <w:rsid w:val="00DF09C5"/>
    <w:rsid w:val="00DF1568"/>
    <w:rsid w:val="00DF1906"/>
    <w:rsid w:val="00DF2461"/>
    <w:rsid w:val="00DF37E6"/>
    <w:rsid w:val="00DF3FD6"/>
    <w:rsid w:val="00DF4FCF"/>
    <w:rsid w:val="00DF50E2"/>
    <w:rsid w:val="00DF53B7"/>
    <w:rsid w:val="00DF672C"/>
    <w:rsid w:val="00DF67BE"/>
    <w:rsid w:val="00DF7029"/>
    <w:rsid w:val="00DF70F6"/>
    <w:rsid w:val="00DF7230"/>
    <w:rsid w:val="00DF7322"/>
    <w:rsid w:val="00DF7E38"/>
    <w:rsid w:val="00E003FF"/>
    <w:rsid w:val="00E014A7"/>
    <w:rsid w:val="00E01923"/>
    <w:rsid w:val="00E01E6E"/>
    <w:rsid w:val="00E029BE"/>
    <w:rsid w:val="00E02DC3"/>
    <w:rsid w:val="00E032DF"/>
    <w:rsid w:val="00E033EA"/>
    <w:rsid w:val="00E03475"/>
    <w:rsid w:val="00E03B2F"/>
    <w:rsid w:val="00E04001"/>
    <w:rsid w:val="00E04959"/>
    <w:rsid w:val="00E04C9A"/>
    <w:rsid w:val="00E04E6F"/>
    <w:rsid w:val="00E05270"/>
    <w:rsid w:val="00E05B4A"/>
    <w:rsid w:val="00E05F5C"/>
    <w:rsid w:val="00E05FD4"/>
    <w:rsid w:val="00E06A82"/>
    <w:rsid w:val="00E07286"/>
    <w:rsid w:val="00E07DB3"/>
    <w:rsid w:val="00E10C7F"/>
    <w:rsid w:val="00E10F74"/>
    <w:rsid w:val="00E11257"/>
    <w:rsid w:val="00E1164E"/>
    <w:rsid w:val="00E11F06"/>
    <w:rsid w:val="00E12719"/>
    <w:rsid w:val="00E128A3"/>
    <w:rsid w:val="00E135F5"/>
    <w:rsid w:val="00E14AE3"/>
    <w:rsid w:val="00E1505D"/>
    <w:rsid w:val="00E15AD0"/>
    <w:rsid w:val="00E16746"/>
    <w:rsid w:val="00E177AF"/>
    <w:rsid w:val="00E1798E"/>
    <w:rsid w:val="00E179D4"/>
    <w:rsid w:val="00E203FF"/>
    <w:rsid w:val="00E208F0"/>
    <w:rsid w:val="00E22224"/>
    <w:rsid w:val="00E222EF"/>
    <w:rsid w:val="00E227D9"/>
    <w:rsid w:val="00E22B61"/>
    <w:rsid w:val="00E22D5B"/>
    <w:rsid w:val="00E2317F"/>
    <w:rsid w:val="00E23F6C"/>
    <w:rsid w:val="00E25274"/>
    <w:rsid w:val="00E2596B"/>
    <w:rsid w:val="00E31806"/>
    <w:rsid w:val="00E31C47"/>
    <w:rsid w:val="00E31D29"/>
    <w:rsid w:val="00E32D1B"/>
    <w:rsid w:val="00E32E04"/>
    <w:rsid w:val="00E32F13"/>
    <w:rsid w:val="00E330D4"/>
    <w:rsid w:val="00E33357"/>
    <w:rsid w:val="00E333D5"/>
    <w:rsid w:val="00E34731"/>
    <w:rsid w:val="00E34E53"/>
    <w:rsid w:val="00E34FAA"/>
    <w:rsid w:val="00E3673C"/>
    <w:rsid w:val="00E36918"/>
    <w:rsid w:val="00E40223"/>
    <w:rsid w:val="00E40493"/>
    <w:rsid w:val="00E40613"/>
    <w:rsid w:val="00E40C53"/>
    <w:rsid w:val="00E40DD5"/>
    <w:rsid w:val="00E42038"/>
    <w:rsid w:val="00E438CF"/>
    <w:rsid w:val="00E445F0"/>
    <w:rsid w:val="00E455CB"/>
    <w:rsid w:val="00E45B01"/>
    <w:rsid w:val="00E45DD4"/>
    <w:rsid w:val="00E46ADA"/>
    <w:rsid w:val="00E50201"/>
    <w:rsid w:val="00E504D3"/>
    <w:rsid w:val="00E507AC"/>
    <w:rsid w:val="00E50848"/>
    <w:rsid w:val="00E50F3B"/>
    <w:rsid w:val="00E513F0"/>
    <w:rsid w:val="00E51478"/>
    <w:rsid w:val="00E52DF2"/>
    <w:rsid w:val="00E53012"/>
    <w:rsid w:val="00E54807"/>
    <w:rsid w:val="00E5493F"/>
    <w:rsid w:val="00E549FB"/>
    <w:rsid w:val="00E54CF7"/>
    <w:rsid w:val="00E55344"/>
    <w:rsid w:val="00E55F3D"/>
    <w:rsid w:val="00E563D0"/>
    <w:rsid w:val="00E57112"/>
    <w:rsid w:val="00E5735E"/>
    <w:rsid w:val="00E60792"/>
    <w:rsid w:val="00E61948"/>
    <w:rsid w:val="00E61F53"/>
    <w:rsid w:val="00E626B8"/>
    <w:rsid w:val="00E62DE2"/>
    <w:rsid w:val="00E63196"/>
    <w:rsid w:val="00E63B90"/>
    <w:rsid w:val="00E6417D"/>
    <w:rsid w:val="00E6418D"/>
    <w:rsid w:val="00E64D3F"/>
    <w:rsid w:val="00E65733"/>
    <w:rsid w:val="00E657DE"/>
    <w:rsid w:val="00E65BCD"/>
    <w:rsid w:val="00E660E1"/>
    <w:rsid w:val="00E660F7"/>
    <w:rsid w:val="00E66348"/>
    <w:rsid w:val="00E676D9"/>
    <w:rsid w:val="00E70008"/>
    <w:rsid w:val="00E7105C"/>
    <w:rsid w:val="00E71247"/>
    <w:rsid w:val="00E712CB"/>
    <w:rsid w:val="00E7200C"/>
    <w:rsid w:val="00E72156"/>
    <w:rsid w:val="00E72BE2"/>
    <w:rsid w:val="00E7304A"/>
    <w:rsid w:val="00E74842"/>
    <w:rsid w:val="00E74CCC"/>
    <w:rsid w:val="00E750A2"/>
    <w:rsid w:val="00E764A2"/>
    <w:rsid w:val="00E767BA"/>
    <w:rsid w:val="00E81264"/>
    <w:rsid w:val="00E8129F"/>
    <w:rsid w:val="00E82685"/>
    <w:rsid w:val="00E82FFC"/>
    <w:rsid w:val="00E8321E"/>
    <w:rsid w:val="00E835BD"/>
    <w:rsid w:val="00E838DB"/>
    <w:rsid w:val="00E83E40"/>
    <w:rsid w:val="00E8409A"/>
    <w:rsid w:val="00E84427"/>
    <w:rsid w:val="00E85CC2"/>
    <w:rsid w:val="00E85CFF"/>
    <w:rsid w:val="00E863BE"/>
    <w:rsid w:val="00E874B7"/>
    <w:rsid w:val="00E879EF"/>
    <w:rsid w:val="00E87B4C"/>
    <w:rsid w:val="00E87F5C"/>
    <w:rsid w:val="00E904EF"/>
    <w:rsid w:val="00E90653"/>
    <w:rsid w:val="00E90741"/>
    <w:rsid w:val="00E9098A"/>
    <w:rsid w:val="00E90FFA"/>
    <w:rsid w:val="00E91C9F"/>
    <w:rsid w:val="00E924E6"/>
    <w:rsid w:val="00E93A13"/>
    <w:rsid w:val="00E93B22"/>
    <w:rsid w:val="00E95F34"/>
    <w:rsid w:val="00E966CD"/>
    <w:rsid w:val="00E96BD5"/>
    <w:rsid w:val="00E96E1A"/>
    <w:rsid w:val="00E97E73"/>
    <w:rsid w:val="00EA044B"/>
    <w:rsid w:val="00EA0AD8"/>
    <w:rsid w:val="00EA1649"/>
    <w:rsid w:val="00EA17E1"/>
    <w:rsid w:val="00EA18F8"/>
    <w:rsid w:val="00EA258D"/>
    <w:rsid w:val="00EA372D"/>
    <w:rsid w:val="00EA4CD3"/>
    <w:rsid w:val="00EA4CF1"/>
    <w:rsid w:val="00EA5481"/>
    <w:rsid w:val="00EA5747"/>
    <w:rsid w:val="00EA5A48"/>
    <w:rsid w:val="00EA68FA"/>
    <w:rsid w:val="00EA713B"/>
    <w:rsid w:val="00EA78EC"/>
    <w:rsid w:val="00EA7E76"/>
    <w:rsid w:val="00EB03A9"/>
    <w:rsid w:val="00EB052B"/>
    <w:rsid w:val="00EB19C4"/>
    <w:rsid w:val="00EB2FD0"/>
    <w:rsid w:val="00EB3E8B"/>
    <w:rsid w:val="00EB3EEC"/>
    <w:rsid w:val="00EB47F7"/>
    <w:rsid w:val="00EB50D3"/>
    <w:rsid w:val="00EB5FFC"/>
    <w:rsid w:val="00EB6212"/>
    <w:rsid w:val="00EB6720"/>
    <w:rsid w:val="00EB69FD"/>
    <w:rsid w:val="00EB6BA1"/>
    <w:rsid w:val="00EB7123"/>
    <w:rsid w:val="00EB73DD"/>
    <w:rsid w:val="00EB7650"/>
    <w:rsid w:val="00EC03CE"/>
    <w:rsid w:val="00EC0FAA"/>
    <w:rsid w:val="00EC17C2"/>
    <w:rsid w:val="00EC1C88"/>
    <w:rsid w:val="00EC22B4"/>
    <w:rsid w:val="00EC2339"/>
    <w:rsid w:val="00EC2F3F"/>
    <w:rsid w:val="00EC430A"/>
    <w:rsid w:val="00EC49CE"/>
    <w:rsid w:val="00EC501E"/>
    <w:rsid w:val="00EC51CB"/>
    <w:rsid w:val="00EC5DCB"/>
    <w:rsid w:val="00EC65B9"/>
    <w:rsid w:val="00EC66E6"/>
    <w:rsid w:val="00EC6AA4"/>
    <w:rsid w:val="00EC700E"/>
    <w:rsid w:val="00EC70DE"/>
    <w:rsid w:val="00EC71E8"/>
    <w:rsid w:val="00ED01A7"/>
    <w:rsid w:val="00ED0FB0"/>
    <w:rsid w:val="00ED116B"/>
    <w:rsid w:val="00ED155D"/>
    <w:rsid w:val="00ED172E"/>
    <w:rsid w:val="00ED176B"/>
    <w:rsid w:val="00ED1B06"/>
    <w:rsid w:val="00ED3662"/>
    <w:rsid w:val="00ED3A4B"/>
    <w:rsid w:val="00ED3A87"/>
    <w:rsid w:val="00ED3D01"/>
    <w:rsid w:val="00ED3D43"/>
    <w:rsid w:val="00ED6C53"/>
    <w:rsid w:val="00ED7074"/>
    <w:rsid w:val="00EE159E"/>
    <w:rsid w:val="00EE20FC"/>
    <w:rsid w:val="00EE248D"/>
    <w:rsid w:val="00EE374E"/>
    <w:rsid w:val="00EE4022"/>
    <w:rsid w:val="00EE42A3"/>
    <w:rsid w:val="00EE48B9"/>
    <w:rsid w:val="00EE4F0B"/>
    <w:rsid w:val="00EE511C"/>
    <w:rsid w:val="00EE526F"/>
    <w:rsid w:val="00EE58A7"/>
    <w:rsid w:val="00EE6105"/>
    <w:rsid w:val="00EE61FE"/>
    <w:rsid w:val="00EE710B"/>
    <w:rsid w:val="00EE7BA1"/>
    <w:rsid w:val="00EE7D04"/>
    <w:rsid w:val="00EF0526"/>
    <w:rsid w:val="00EF1941"/>
    <w:rsid w:val="00EF1944"/>
    <w:rsid w:val="00EF1C05"/>
    <w:rsid w:val="00EF1EAA"/>
    <w:rsid w:val="00EF2853"/>
    <w:rsid w:val="00EF2B83"/>
    <w:rsid w:val="00EF3805"/>
    <w:rsid w:val="00EF3B48"/>
    <w:rsid w:val="00EF3B94"/>
    <w:rsid w:val="00EF4000"/>
    <w:rsid w:val="00EF4593"/>
    <w:rsid w:val="00EF5241"/>
    <w:rsid w:val="00EF52FE"/>
    <w:rsid w:val="00EF543F"/>
    <w:rsid w:val="00EF69AA"/>
    <w:rsid w:val="00EF69D2"/>
    <w:rsid w:val="00EF703E"/>
    <w:rsid w:val="00EF71E2"/>
    <w:rsid w:val="00EF7CD0"/>
    <w:rsid w:val="00F00193"/>
    <w:rsid w:val="00F00471"/>
    <w:rsid w:val="00F00B4F"/>
    <w:rsid w:val="00F00C09"/>
    <w:rsid w:val="00F00CDB"/>
    <w:rsid w:val="00F00CE9"/>
    <w:rsid w:val="00F01E50"/>
    <w:rsid w:val="00F02202"/>
    <w:rsid w:val="00F02352"/>
    <w:rsid w:val="00F02599"/>
    <w:rsid w:val="00F02A15"/>
    <w:rsid w:val="00F02B42"/>
    <w:rsid w:val="00F03A4F"/>
    <w:rsid w:val="00F03B54"/>
    <w:rsid w:val="00F046EF"/>
    <w:rsid w:val="00F04C1D"/>
    <w:rsid w:val="00F04E48"/>
    <w:rsid w:val="00F052D5"/>
    <w:rsid w:val="00F05579"/>
    <w:rsid w:val="00F05DB8"/>
    <w:rsid w:val="00F06800"/>
    <w:rsid w:val="00F06C8A"/>
    <w:rsid w:val="00F070F0"/>
    <w:rsid w:val="00F07665"/>
    <w:rsid w:val="00F1065E"/>
    <w:rsid w:val="00F1079E"/>
    <w:rsid w:val="00F11172"/>
    <w:rsid w:val="00F1181A"/>
    <w:rsid w:val="00F11D62"/>
    <w:rsid w:val="00F1251C"/>
    <w:rsid w:val="00F125D3"/>
    <w:rsid w:val="00F137F9"/>
    <w:rsid w:val="00F13FFE"/>
    <w:rsid w:val="00F14D05"/>
    <w:rsid w:val="00F1623A"/>
    <w:rsid w:val="00F163F3"/>
    <w:rsid w:val="00F168C2"/>
    <w:rsid w:val="00F16AC5"/>
    <w:rsid w:val="00F17B3B"/>
    <w:rsid w:val="00F202D9"/>
    <w:rsid w:val="00F21184"/>
    <w:rsid w:val="00F21381"/>
    <w:rsid w:val="00F229F3"/>
    <w:rsid w:val="00F263F6"/>
    <w:rsid w:val="00F26EDB"/>
    <w:rsid w:val="00F274CC"/>
    <w:rsid w:val="00F2775A"/>
    <w:rsid w:val="00F27C73"/>
    <w:rsid w:val="00F305D0"/>
    <w:rsid w:val="00F30DD6"/>
    <w:rsid w:val="00F3103A"/>
    <w:rsid w:val="00F310AC"/>
    <w:rsid w:val="00F313D1"/>
    <w:rsid w:val="00F31B0B"/>
    <w:rsid w:val="00F329DF"/>
    <w:rsid w:val="00F339B2"/>
    <w:rsid w:val="00F33E67"/>
    <w:rsid w:val="00F34A5B"/>
    <w:rsid w:val="00F35C9D"/>
    <w:rsid w:val="00F36441"/>
    <w:rsid w:val="00F36571"/>
    <w:rsid w:val="00F3699A"/>
    <w:rsid w:val="00F370BB"/>
    <w:rsid w:val="00F37853"/>
    <w:rsid w:val="00F40695"/>
    <w:rsid w:val="00F4113C"/>
    <w:rsid w:val="00F41FA6"/>
    <w:rsid w:val="00F42BD1"/>
    <w:rsid w:val="00F42C36"/>
    <w:rsid w:val="00F42D14"/>
    <w:rsid w:val="00F43281"/>
    <w:rsid w:val="00F433CA"/>
    <w:rsid w:val="00F43908"/>
    <w:rsid w:val="00F44985"/>
    <w:rsid w:val="00F44E94"/>
    <w:rsid w:val="00F44FB7"/>
    <w:rsid w:val="00F4508C"/>
    <w:rsid w:val="00F454B8"/>
    <w:rsid w:val="00F468A4"/>
    <w:rsid w:val="00F4728E"/>
    <w:rsid w:val="00F511CA"/>
    <w:rsid w:val="00F513AC"/>
    <w:rsid w:val="00F514CF"/>
    <w:rsid w:val="00F51592"/>
    <w:rsid w:val="00F516F5"/>
    <w:rsid w:val="00F5175B"/>
    <w:rsid w:val="00F518A6"/>
    <w:rsid w:val="00F53604"/>
    <w:rsid w:val="00F5480A"/>
    <w:rsid w:val="00F553D0"/>
    <w:rsid w:val="00F55867"/>
    <w:rsid w:val="00F55E8A"/>
    <w:rsid w:val="00F563E6"/>
    <w:rsid w:val="00F566DF"/>
    <w:rsid w:val="00F56C55"/>
    <w:rsid w:val="00F57264"/>
    <w:rsid w:val="00F57777"/>
    <w:rsid w:val="00F608D8"/>
    <w:rsid w:val="00F60E6D"/>
    <w:rsid w:val="00F60F12"/>
    <w:rsid w:val="00F61113"/>
    <w:rsid w:val="00F61155"/>
    <w:rsid w:val="00F62B3E"/>
    <w:rsid w:val="00F641C7"/>
    <w:rsid w:val="00F64EEF"/>
    <w:rsid w:val="00F65D82"/>
    <w:rsid w:val="00F663E8"/>
    <w:rsid w:val="00F66607"/>
    <w:rsid w:val="00F703B3"/>
    <w:rsid w:val="00F70A97"/>
    <w:rsid w:val="00F70E92"/>
    <w:rsid w:val="00F71091"/>
    <w:rsid w:val="00F72566"/>
    <w:rsid w:val="00F72ACE"/>
    <w:rsid w:val="00F72C18"/>
    <w:rsid w:val="00F73060"/>
    <w:rsid w:val="00F73C3F"/>
    <w:rsid w:val="00F74580"/>
    <w:rsid w:val="00F7498D"/>
    <w:rsid w:val="00F7593A"/>
    <w:rsid w:val="00F75C41"/>
    <w:rsid w:val="00F765FA"/>
    <w:rsid w:val="00F7785D"/>
    <w:rsid w:val="00F778A2"/>
    <w:rsid w:val="00F77E34"/>
    <w:rsid w:val="00F8067C"/>
    <w:rsid w:val="00F80BC0"/>
    <w:rsid w:val="00F810C6"/>
    <w:rsid w:val="00F81C72"/>
    <w:rsid w:val="00F8300F"/>
    <w:rsid w:val="00F834D5"/>
    <w:rsid w:val="00F83691"/>
    <w:rsid w:val="00F83B7D"/>
    <w:rsid w:val="00F83FB4"/>
    <w:rsid w:val="00F842FD"/>
    <w:rsid w:val="00F85B94"/>
    <w:rsid w:val="00F86797"/>
    <w:rsid w:val="00F87004"/>
    <w:rsid w:val="00F87180"/>
    <w:rsid w:val="00F87A0D"/>
    <w:rsid w:val="00F87D13"/>
    <w:rsid w:val="00F90576"/>
    <w:rsid w:val="00F90859"/>
    <w:rsid w:val="00F90A2F"/>
    <w:rsid w:val="00F90ACB"/>
    <w:rsid w:val="00F913D5"/>
    <w:rsid w:val="00F92423"/>
    <w:rsid w:val="00F92BD0"/>
    <w:rsid w:val="00F93194"/>
    <w:rsid w:val="00F931C6"/>
    <w:rsid w:val="00F9339D"/>
    <w:rsid w:val="00F93C82"/>
    <w:rsid w:val="00F94C84"/>
    <w:rsid w:val="00F95741"/>
    <w:rsid w:val="00F959C0"/>
    <w:rsid w:val="00F96023"/>
    <w:rsid w:val="00F9620A"/>
    <w:rsid w:val="00F96FB8"/>
    <w:rsid w:val="00F971D7"/>
    <w:rsid w:val="00F97657"/>
    <w:rsid w:val="00F976AE"/>
    <w:rsid w:val="00F977EE"/>
    <w:rsid w:val="00F9786C"/>
    <w:rsid w:val="00FA0FBB"/>
    <w:rsid w:val="00FA2303"/>
    <w:rsid w:val="00FA2552"/>
    <w:rsid w:val="00FA2B0C"/>
    <w:rsid w:val="00FA2B29"/>
    <w:rsid w:val="00FA3C54"/>
    <w:rsid w:val="00FA3E41"/>
    <w:rsid w:val="00FA3EA4"/>
    <w:rsid w:val="00FA4316"/>
    <w:rsid w:val="00FA4D58"/>
    <w:rsid w:val="00FA504B"/>
    <w:rsid w:val="00FA51C8"/>
    <w:rsid w:val="00FA5704"/>
    <w:rsid w:val="00FA5838"/>
    <w:rsid w:val="00FA5D3A"/>
    <w:rsid w:val="00FA5D6D"/>
    <w:rsid w:val="00FA5F6B"/>
    <w:rsid w:val="00FA6285"/>
    <w:rsid w:val="00FA686E"/>
    <w:rsid w:val="00FA7590"/>
    <w:rsid w:val="00FA78DE"/>
    <w:rsid w:val="00FA7CF3"/>
    <w:rsid w:val="00FB0862"/>
    <w:rsid w:val="00FB0E7E"/>
    <w:rsid w:val="00FB135C"/>
    <w:rsid w:val="00FB22E2"/>
    <w:rsid w:val="00FB3837"/>
    <w:rsid w:val="00FB3A36"/>
    <w:rsid w:val="00FB3F16"/>
    <w:rsid w:val="00FB3F33"/>
    <w:rsid w:val="00FB4096"/>
    <w:rsid w:val="00FB4751"/>
    <w:rsid w:val="00FB4D29"/>
    <w:rsid w:val="00FB565F"/>
    <w:rsid w:val="00FB5F0A"/>
    <w:rsid w:val="00FB6035"/>
    <w:rsid w:val="00FB6DED"/>
    <w:rsid w:val="00FC0372"/>
    <w:rsid w:val="00FC072C"/>
    <w:rsid w:val="00FC124C"/>
    <w:rsid w:val="00FC147C"/>
    <w:rsid w:val="00FC2001"/>
    <w:rsid w:val="00FC2080"/>
    <w:rsid w:val="00FC2340"/>
    <w:rsid w:val="00FC254B"/>
    <w:rsid w:val="00FC2636"/>
    <w:rsid w:val="00FC2A98"/>
    <w:rsid w:val="00FC49EA"/>
    <w:rsid w:val="00FC56F6"/>
    <w:rsid w:val="00FC5E7C"/>
    <w:rsid w:val="00FC6856"/>
    <w:rsid w:val="00FC6E22"/>
    <w:rsid w:val="00FC7D81"/>
    <w:rsid w:val="00FD0449"/>
    <w:rsid w:val="00FD1CCE"/>
    <w:rsid w:val="00FD1EF0"/>
    <w:rsid w:val="00FD365E"/>
    <w:rsid w:val="00FD3B2C"/>
    <w:rsid w:val="00FD3D64"/>
    <w:rsid w:val="00FD3E3F"/>
    <w:rsid w:val="00FD434A"/>
    <w:rsid w:val="00FD5030"/>
    <w:rsid w:val="00FD57E6"/>
    <w:rsid w:val="00FD6CB8"/>
    <w:rsid w:val="00FD73C3"/>
    <w:rsid w:val="00FD7465"/>
    <w:rsid w:val="00FD7CC0"/>
    <w:rsid w:val="00FE0233"/>
    <w:rsid w:val="00FE1645"/>
    <w:rsid w:val="00FE1D40"/>
    <w:rsid w:val="00FE2DBD"/>
    <w:rsid w:val="00FE3454"/>
    <w:rsid w:val="00FE4DBC"/>
    <w:rsid w:val="00FE55E1"/>
    <w:rsid w:val="00FE5E44"/>
    <w:rsid w:val="00FE6102"/>
    <w:rsid w:val="00FE62DE"/>
    <w:rsid w:val="00FE6C38"/>
    <w:rsid w:val="00FE6E4F"/>
    <w:rsid w:val="00FE719B"/>
    <w:rsid w:val="00FE7320"/>
    <w:rsid w:val="00FE7B54"/>
    <w:rsid w:val="00FF07C2"/>
    <w:rsid w:val="00FF08EB"/>
    <w:rsid w:val="00FF30F3"/>
    <w:rsid w:val="00FF3903"/>
    <w:rsid w:val="00FF3D64"/>
    <w:rsid w:val="00FF42C2"/>
    <w:rsid w:val="00FF43C2"/>
    <w:rsid w:val="00FF54CF"/>
    <w:rsid w:val="00FF5896"/>
    <w:rsid w:val="00FF60E6"/>
    <w:rsid w:val="00FF7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416F"/>
    <w:pPr>
      <w:ind w:left="720"/>
      <w:contextualSpacing/>
    </w:pPr>
  </w:style>
  <w:style w:type="table" w:styleId="a4">
    <w:name w:val="Table Grid"/>
    <w:basedOn w:val="a1"/>
    <w:uiPriority w:val="59"/>
    <w:rsid w:val="003A41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3A416F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A41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3A416F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A41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3A41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3A4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A416F"/>
  </w:style>
  <w:style w:type="paragraph" w:styleId="a9">
    <w:name w:val="footer"/>
    <w:basedOn w:val="a"/>
    <w:link w:val="aa"/>
    <w:unhideWhenUsed/>
    <w:rsid w:val="003A4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A41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87</Pages>
  <Words>32207</Words>
  <Characters>183586</Characters>
  <Application>Microsoft Office Word</Application>
  <DocSecurity>0</DocSecurity>
  <Lines>1529</Lines>
  <Paragraphs>430</Paragraphs>
  <ScaleCrop>false</ScaleCrop>
  <Company/>
  <LinksUpToDate>false</LinksUpToDate>
  <CharactersWithSpaces>215363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Алтунина Н.А.</dc:creator>
  <cp:keywords/>
  <dc:description/>
  <cp:lastModifiedBy>Алтунина Н.А.</cp:lastModifiedBy>
  <cp:revision>2</cp:revision>
  <dcterms:created xsi:type="dcterms:W3CDTF">2012-08-06T13:04:00Z</dcterms:created>
  <dcterms:modified xsi:type="dcterms:W3CDTF">2012-08-06T13:12:00Z</dcterms:modified>
</cp:coreProperties>
</file>