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"/>
        <w:tblW w:w="10031" w:type="dxa"/>
        <w:tblLook w:val="01E0"/>
      </w:tblPr>
      <w:tblGrid>
        <w:gridCol w:w="5225"/>
        <w:gridCol w:w="4806"/>
      </w:tblGrid>
      <w:tr w:rsidR="008A65CD" w:rsidRPr="00A95A7E" w:rsidTr="008A65CD">
        <w:trPr>
          <w:trHeight w:val="1985"/>
        </w:trPr>
        <w:tc>
          <w:tcPr>
            <w:tcW w:w="5225" w:type="dxa"/>
          </w:tcPr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вопросам – 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Киреенко Николай Петрович</w:t>
            </w:r>
          </w:p>
          <w:p w:rsidR="008A65CD" w:rsidRPr="00A95A7E" w:rsidRDefault="008A65CD" w:rsidP="00AA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30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AA30C7"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 2012г.</w:t>
            </w:r>
          </w:p>
        </w:tc>
        <w:tc>
          <w:tcPr>
            <w:tcW w:w="4806" w:type="dxa"/>
          </w:tcPr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к Поручению филиала ОАО</w:t>
            </w:r>
          </w:p>
          <w:p w:rsidR="008A65CD" w:rsidRPr="00A95A7E" w:rsidRDefault="008A65CD" w:rsidP="008A65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«МРСК Центра» - «Смоленскэнерго»</w:t>
            </w:r>
          </w:p>
          <w:p w:rsidR="008A65CD" w:rsidRPr="00A95A7E" w:rsidRDefault="008A65CD" w:rsidP="00AA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AA30C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A30C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3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5A7E">
              <w:rPr>
                <w:rFonts w:ascii="Times New Roman" w:hAnsi="Times New Roman" w:cs="Times New Roman"/>
                <w:sz w:val="24"/>
                <w:szCs w:val="24"/>
              </w:rPr>
              <w:t>.2012г.</w:t>
            </w:r>
          </w:p>
        </w:tc>
      </w:tr>
    </w:tbl>
    <w:p w:rsidR="008A65CD" w:rsidRDefault="008A65CD"/>
    <w:p w:rsidR="001D7BA1" w:rsidRPr="007762E6" w:rsidRDefault="001D7BA1" w:rsidP="001D7BA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1-047к</w:t>
      </w:r>
    </w:p>
    <w:p w:rsidR="001D7BA1" w:rsidRPr="007762E6" w:rsidRDefault="001D7BA1" w:rsidP="001D7B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проектирование:</w:t>
      </w:r>
    </w:p>
    <w:p w:rsidR="001D7BA1" w:rsidRDefault="001D7BA1" w:rsidP="001D7B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6/0,4кВ КЛ-6кВ №310 РП №003 КЛ-6кВ №619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220/110/35/6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Смоленск-1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1D7BA1" w:rsidRPr="007762E6" w:rsidRDefault="001D7BA1" w:rsidP="001D7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1D7BA1" w:rsidRPr="007762E6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2A3721">
        <w:rPr>
          <w:rFonts w:ascii="Times New Roman" w:hAnsi="Times New Roman" w:cs="Times New Roman"/>
          <w:sz w:val="24"/>
          <w:szCs w:val="24"/>
        </w:rPr>
        <w:t>ТП 6/0,4кВ КЛ-6кВ №310 РП №003 КЛ-6кВ №619 ПС 220/110/35/6кВ «Смоленск-1»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86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1D7BA1" w:rsidRPr="007762E6" w:rsidRDefault="001D7BA1" w:rsidP="001D7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55"/>
        <w:gridCol w:w="1901"/>
        <w:gridCol w:w="1468"/>
        <w:gridCol w:w="1466"/>
        <w:gridCol w:w="1466"/>
        <w:gridCol w:w="1715"/>
      </w:tblGrid>
      <w:tr w:rsidR="001D7BA1" w:rsidRPr="007762E6" w:rsidTr="00E529DD">
        <w:tc>
          <w:tcPr>
            <w:tcW w:w="866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818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D7BA1" w:rsidRPr="007762E6" w:rsidTr="00E529DD">
        <w:tc>
          <w:tcPr>
            <w:tcW w:w="866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 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уч.665</w:t>
            </w:r>
          </w:p>
        </w:tc>
        <w:tc>
          <w:tcPr>
            <w:tcW w:w="819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7375</w:t>
            </w:r>
          </w:p>
        </w:tc>
        <w:tc>
          <w:tcPr>
            <w:tcW w:w="819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372692119</w:t>
            </w:r>
          </w:p>
        </w:tc>
        <w:tc>
          <w:tcPr>
            <w:tcW w:w="818" w:type="pct"/>
          </w:tcPr>
          <w:p w:rsidR="001D7BA1" w:rsidRPr="0003056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D7BA1" w:rsidRPr="00655370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20EC">
              <w:rPr>
                <w:rFonts w:ascii="Times New Roman" w:hAnsi="Times New Roman" w:cs="Times New Roman"/>
                <w:sz w:val="24"/>
                <w:u w:val="single"/>
              </w:rPr>
              <w:t>ВЛ-6кВ от ТП-201 до ТП-180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1D7BA1" w:rsidRPr="007762E6" w:rsidRDefault="001D7BA1" w:rsidP="001D7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BA1" w:rsidRPr="007762E6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проектирования.</w:t>
      </w:r>
    </w:p>
    <w:p w:rsidR="001D7BA1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1D7BA1" w:rsidRPr="00D308C3" w:rsidRDefault="001D7BA1" w:rsidP="001D7BA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49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5"/>
        <w:gridCol w:w="1399"/>
        <w:gridCol w:w="1585"/>
        <w:gridCol w:w="1558"/>
        <w:gridCol w:w="1558"/>
        <w:gridCol w:w="1488"/>
      </w:tblGrid>
      <w:tr w:rsidR="001D7BA1" w:rsidRPr="00EF4E1A" w:rsidTr="00E529DD">
        <w:tc>
          <w:tcPr>
            <w:tcW w:w="257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50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6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4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20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0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82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D7BA1" w:rsidRPr="00EF4E1A" w:rsidTr="00E529DD">
        <w:tc>
          <w:tcPr>
            <w:tcW w:w="257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50" w:type="pct"/>
            <w:vAlign w:val="center"/>
          </w:tcPr>
          <w:p w:rsidR="001D7BA1" w:rsidRPr="00385D13" w:rsidRDefault="001D7BA1" w:rsidP="00E529D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453872</w:t>
            </w:r>
          </w:p>
        </w:tc>
        <w:tc>
          <w:tcPr>
            <w:tcW w:w="736" w:type="pct"/>
            <w:vAlign w:val="center"/>
          </w:tcPr>
          <w:p w:rsidR="001D7BA1" w:rsidRPr="002E4CBE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01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vAlign w:val="center"/>
          </w:tcPr>
          <w:p w:rsidR="001D7BA1" w:rsidRPr="00C82BA5" w:rsidRDefault="001D7BA1" w:rsidP="00E529D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Крепостная Наталья Евгеньевна </w:t>
            </w:r>
          </w:p>
        </w:tc>
        <w:tc>
          <w:tcPr>
            <w:tcW w:w="820" w:type="pct"/>
            <w:vAlign w:val="center"/>
          </w:tcPr>
          <w:p w:rsidR="001D7BA1" w:rsidRPr="0070557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20" w:type="pct"/>
            <w:vAlign w:val="center"/>
          </w:tcPr>
          <w:p w:rsidR="001D7BA1" w:rsidRPr="0070557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83" w:type="pct"/>
            <w:vAlign w:val="center"/>
          </w:tcPr>
          <w:p w:rsidR="001D7BA1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1D7BA1" w:rsidRPr="007762E6" w:rsidRDefault="001D7BA1" w:rsidP="001D7B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D7BA1" w:rsidRPr="007762E6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</w:t>
      </w:r>
      <w:r>
        <w:rPr>
          <w:rFonts w:ascii="Times New Roman" w:hAnsi="Times New Roman" w:cs="Times New Roman"/>
          <w:sz w:val="24"/>
          <w:szCs w:val="24"/>
        </w:rPr>
        <w:t>проект</w:t>
      </w:r>
      <w:r w:rsidRPr="007762E6">
        <w:rPr>
          <w:rFonts w:ascii="Times New Roman" w:hAnsi="Times New Roman" w:cs="Times New Roman"/>
          <w:sz w:val="24"/>
          <w:szCs w:val="24"/>
        </w:rPr>
        <w:t>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проекту: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D7BA1" w:rsidRPr="007762E6" w:rsidRDefault="001D7BA1" w:rsidP="001D7BA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1D7BA1" w:rsidRPr="007762E6" w:rsidRDefault="001D7BA1" w:rsidP="001D7B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D7BA1" w:rsidRPr="007762E6" w:rsidRDefault="001D7BA1" w:rsidP="001D7BA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D7BA1" w:rsidRPr="007762E6" w:rsidRDefault="001D7BA1" w:rsidP="001D7BA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 ВЛ, км (ориентировочно)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230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</w:t>
      </w:r>
      <w:r w:rsidRPr="003E3B53">
        <w:rPr>
          <w:sz w:val="24"/>
          <w:szCs w:val="24"/>
        </w:rPr>
        <w:t xml:space="preserve">строительство участка ВЛ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2A3721">
        <w:rPr>
          <w:sz w:val="24"/>
          <w:szCs w:val="24"/>
        </w:rPr>
        <w:t>ТП 6/0,4кВ КЛ-6кВ №310 РП №003 КЛ-6кВ №619 ПС 220/110/35/6кВ «Смоленск-1»</w:t>
      </w:r>
      <w:r>
        <w:rPr>
          <w:sz w:val="24"/>
          <w:szCs w:val="24"/>
        </w:rPr>
        <w:t xml:space="preserve">, </w:t>
      </w:r>
      <w:r w:rsidRPr="006D6BFB">
        <w:rPr>
          <w:sz w:val="24"/>
          <w:szCs w:val="24"/>
        </w:rPr>
        <w:t xml:space="preserve">проектируемой по техническому заданию для технологического присоединения дачного дома </w:t>
      </w:r>
      <w:r>
        <w:rPr>
          <w:sz w:val="24"/>
          <w:szCs w:val="24"/>
        </w:rPr>
        <w:t>Торбеева В.В</w:t>
      </w:r>
      <w:r w:rsidRPr="006D6BFB">
        <w:rPr>
          <w:sz w:val="24"/>
          <w:szCs w:val="24"/>
        </w:rPr>
        <w:t>.,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230</w:t>
      </w:r>
      <w:r w:rsidRPr="007762E6">
        <w:rPr>
          <w:sz w:val="24"/>
          <w:szCs w:val="24"/>
        </w:rPr>
        <w:t>м).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ВЛ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lastRenderedPageBreak/>
        <w:t>Объем работ, включаемых в проект.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D7BA1" w:rsidRPr="007762E6" w:rsidRDefault="001D7BA1" w:rsidP="001D7BA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D7BA1" w:rsidRPr="007762E6" w:rsidRDefault="001D7BA1" w:rsidP="001D7BA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D7BA1" w:rsidRPr="007762E6" w:rsidRDefault="001D7BA1" w:rsidP="001D7BA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D7BA1" w:rsidRDefault="001D7BA1" w:rsidP="001D7BA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AE45AD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строительства.</w:t>
      </w:r>
      <w:r w:rsidRPr="00DB7377">
        <w:rPr>
          <w:sz w:val="24"/>
          <w:szCs w:val="24"/>
        </w:rPr>
        <w:t xml:space="preserve"> </w:t>
      </w:r>
    </w:p>
    <w:p w:rsidR="001D7BA1" w:rsidRPr="00DB7377" w:rsidRDefault="001D7BA1" w:rsidP="001D7BA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требования к выполнению </w:t>
      </w:r>
      <w:r>
        <w:rPr>
          <w:b/>
          <w:sz w:val="24"/>
          <w:szCs w:val="24"/>
        </w:rPr>
        <w:t xml:space="preserve">проектных </w:t>
      </w:r>
      <w:r w:rsidRPr="007762E6">
        <w:rPr>
          <w:b/>
          <w:sz w:val="24"/>
          <w:szCs w:val="24"/>
        </w:rPr>
        <w:t>работ.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применяемые материалы и оборудование должны иметь паспорта и сертификаты.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D7BA1" w:rsidRPr="00384762" w:rsidRDefault="001D7BA1" w:rsidP="001D7BA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D7BA1" w:rsidRPr="007762E6" w:rsidRDefault="001D7BA1" w:rsidP="001D7BA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проектных решений</w:t>
      </w:r>
      <w:r w:rsidRPr="007762E6">
        <w:rPr>
          <w:sz w:val="24"/>
          <w:szCs w:val="24"/>
        </w:rPr>
        <w:t xml:space="preserve"> произвести в соответствии с разделом проекта «Охрана окружающей среды».</w:t>
      </w:r>
    </w:p>
    <w:p w:rsidR="001D7BA1" w:rsidRPr="00384762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работ: </w:t>
      </w:r>
    </w:p>
    <w:p w:rsidR="001D7BA1" w:rsidRPr="00384762" w:rsidRDefault="001D7BA1" w:rsidP="001D7BA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D7BA1" w:rsidRDefault="001D7BA1" w:rsidP="001D7BA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8A65CD" w:rsidRDefault="008A65CD" w:rsidP="001D7BA1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1D7BA1" w:rsidRPr="007762E6" w:rsidRDefault="001D7BA1" w:rsidP="001D7BA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1-049к</w:t>
      </w:r>
    </w:p>
    <w:p w:rsidR="001D7BA1" w:rsidRPr="007762E6" w:rsidRDefault="001D7BA1" w:rsidP="001D7B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проектирование:</w:t>
      </w:r>
    </w:p>
    <w:p w:rsidR="001D7BA1" w:rsidRDefault="001D7BA1" w:rsidP="001D7B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6/0,4кВ КЛ-6кВ №310 РП №003 КЛ-6кВ №619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220/110/35/6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Смоленск-1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1D7BA1" w:rsidRPr="007762E6" w:rsidRDefault="001D7BA1" w:rsidP="001D7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1D7BA1" w:rsidRPr="007762E6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2A3721">
        <w:rPr>
          <w:rFonts w:ascii="Times New Roman" w:hAnsi="Times New Roman" w:cs="Times New Roman"/>
          <w:sz w:val="24"/>
          <w:szCs w:val="24"/>
        </w:rPr>
        <w:t>ТП 6/0,4кВ КЛ-6кВ №310 РП №003 КЛ-6кВ №619 ПС 220/110/35/6кВ «Смоленск-1»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864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1D7BA1" w:rsidRPr="007762E6" w:rsidRDefault="001D7BA1" w:rsidP="001D7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55"/>
        <w:gridCol w:w="1901"/>
        <w:gridCol w:w="1468"/>
        <w:gridCol w:w="1466"/>
        <w:gridCol w:w="1466"/>
        <w:gridCol w:w="1715"/>
      </w:tblGrid>
      <w:tr w:rsidR="001D7BA1" w:rsidRPr="007762E6" w:rsidTr="00E529DD">
        <w:tc>
          <w:tcPr>
            <w:tcW w:w="866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818" w:type="pct"/>
          </w:tcPr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D7BA1" w:rsidRPr="007762E6" w:rsidTr="00E529DD">
        <w:tc>
          <w:tcPr>
            <w:tcW w:w="866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 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уч.950</w:t>
            </w:r>
          </w:p>
        </w:tc>
        <w:tc>
          <w:tcPr>
            <w:tcW w:w="819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7375</w:t>
            </w:r>
          </w:p>
        </w:tc>
        <w:tc>
          <w:tcPr>
            <w:tcW w:w="819" w:type="pct"/>
          </w:tcPr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BA1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7BA1" w:rsidRPr="007762E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372692119</w:t>
            </w:r>
          </w:p>
        </w:tc>
        <w:tc>
          <w:tcPr>
            <w:tcW w:w="818" w:type="pct"/>
          </w:tcPr>
          <w:p w:rsidR="001D7BA1" w:rsidRPr="00030566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D7BA1" w:rsidRPr="00655370" w:rsidRDefault="001D7BA1" w:rsidP="00E529D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20EC">
              <w:rPr>
                <w:rFonts w:ascii="Times New Roman" w:hAnsi="Times New Roman" w:cs="Times New Roman"/>
                <w:sz w:val="24"/>
                <w:u w:val="single"/>
              </w:rPr>
              <w:t>ВЛ-6кВ от ТП-201 до ТП-180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1D7BA1" w:rsidRPr="007762E6" w:rsidRDefault="001D7BA1" w:rsidP="001D7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BA1" w:rsidRPr="007762E6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проектирования.</w:t>
      </w:r>
    </w:p>
    <w:p w:rsidR="001D7BA1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1D7BA1" w:rsidRPr="00D308C3" w:rsidRDefault="001D7BA1" w:rsidP="001D7BA1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496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5"/>
        <w:gridCol w:w="1399"/>
        <w:gridCol w:w="1585"/>
        <w:gridCol w:w="1558"/>
        <w:gridCol w:w="1558"/>
        <w:gridCol w:w="1488"/>
      </w:tblGrid>
      <w:tr w:rsidR="001D7BA1" w:rsidRPr="00EF4E1A" w:rsidTr="00E529DD">
        <w:tc>
          <w:tcPr>
            <w:tcW w:w="257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50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6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34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20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20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82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D7BA1" w:rsidRPr="00EF4E1A" w:rsidTr="00E529DD">
        <w:tc>
          <w:tcPr>
            <w:tcW w:w="257" w:type="pct"/>
            <w:vAlign w:val="center"/>
          </w:tcPr>
          <w:p w:rsidR="001D7BA1" w:rsidRPr="00EF4E1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50" w:type="pct"/>
            <w:vAlign w:val="center"/>
          </w:tcPr>
          <w:p w:rsidR="001D7BA1" w:rsidRPr="00385D13" w:rsidRDefault="001D7BA1" w:rsidP="00E529D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460296</w:t>
            </w:r>
          </w:p>
        </w:tc>
        <w:tc>
          <w:tcPr>
            <w:tcW w:w="736" w:type="pct"/>
            <w:vAlign w:val="center"/>
          </w:tcPr>
          <w:p w:rsidR="001D7BA1" w:rsidRPr="002E4CBE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14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  <w:vAlign w:val="center"/>
          </w:tcPr>
          <w:p w:rsidR="001D7BA1" w:rsidRPr="00C82BA5" w:rsidRDefault="001D7BA1" w:rsidP="00E529D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Чеботарев Дмитрий Иванович </w:t>
            </w:r>
          </w:p>
        </w:tc>
        <w:tc>
          <w:tcPr>
            <w:tcW w:w="820" w:type="pct"/>
            <w:vAlign w:val="center"/>
          </w:tcPr>
          <w:p w:rsidR="001D7BA1" w:rsidRPr="0070557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20" w:type="pct"/>
            <w:vAlign w:val="center"/>
          </w:tcPr>
          <w:p w:rsidR="001D7BA1" w:rsidRPr="0070557A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83" w:type="pct"/>
            <w:vAlign w:val="center"/>
          </w:tcPr>
          <w:p w:rsidR="001D7BA1" w:rsidRDefault="001D7BA1" w:rsidP="00E529D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1D7BA1" w:rsidRPr="007762E6" w:rsidRDefault="001D7BA1" w:rsidP="001D7B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D7BA1" w:rsidRPr="007762E6" w:rsidRDefault="001D7BA1" w:rsidP="001D7BA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</w:t>
      </w:r>
      <w:r>
        <w:rPr>
          <w:rFonts w:ascii="Times New Roman" w:hAnsi="Times New Roman" w:cs="Times New Roman"/>
          <w:sz w:val="24"/>
          <w:szCs w:val="24"/>
        </w:rPr>
        <w:t>проект</w:t>
      </w:r>
      <w:r w:rsidRPr="007762E6">
        <w:rPr>
          <w:rFonts w:ascii="Times New Roman" w:hAnsi="Times New Roman" w:cs="Times New Roman"/>
          <w:sz w:val="24"/>
          <w:szCs w:val="24"/>
        </w:rPr>
        <w:t>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проекту: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D7BA1" w:rsidRPr="007762E6" w:rsidRDefault="001D7BA1" w:rsidP="001D7BA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D7BA1" w:rsidRPr="007762E6" w:rsidRDefault="001D7BA1" w:rsidP="001D7BA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D7BA1" w:rsidRPr="007762E6" w:rsidRDefault="001D7BA1" w:rsidP="001D7B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1D7BA1" w:rsidRPr="007762E6" w:rsidRDefault="001D7BA1" w:rsidP="001D7B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D7BA1" w:rsidRPr="007762E6" w:rsidRDefault="001D7BA1" w:rsidP="001D7BA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D7BA1" w:rsidRPr="007762E6" w:rsidRDefault="001D7BA1" w:rsidP="001D7BA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 ВЛ, км (ориентировочно)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300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1D7BA1" w:rsidRPr="007762E6" w:rsidTr="00E529DD">
        <w:tc>
          <w:tcPr>
            <w:tcW w:w="5068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1D7BA1" w:rsidRPr="007762E6" w:rsidRDefault="001D7BA1" w:rsidP="00E529D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</w:t>
      </w:r>
      <w:r w:rsidRPr="003E3B53">
        <w:rPr>
          <w:sz w:val="24"/>
          <w:szCs w:val="24"/>
        </w:rPr>
        <w:t xml:space="preserve">строительство участка ВЛ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2A3721">
        <w:rPr>
          <w:sz w:val="24"/>
          <w:szCs w:val="24"/>
        </w:rPr>
        <w:t>ТП 6/0,4кВ КЛ-6кВ №310 РП №003 КЛ-6кВ №619 ПС 220/110/35/6кВ «Смоленск-1»</w:t>
      </w:r>
      <w:r>
        <w:rPr>
          <w:sz w:val="24"/>
          <w:szCs w:val="24"/>
        </w:rPr>
        <w:t xml:space="preserve">, </w:t>
      </w:r>
      <w:r w:rsidRPr="006D6BFB">
        <w:rPr>
          <w:sz w:val="24"/>
          <w:szCs w:val="24"/>
        </w:rPr>
        <w:t xml:space="preserve">проектируемой по техническому заданию для технологического присоединения дачного дома </w:t>
      </w:r>
      <w:r>
        <w:rPr>
          <w:sz w:val="24"/>
          <w:szCs w:val="24"/>
        </w:rPr>
        <w:t>Романова Ю.Ю.</w:t>
      </w:r>
      <w:r w:rsidRPr="006D6BF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300</w:t>
      </w:r>
      <w:r w:rsidRPr="007762E6">
        <w:rPr>
          <w:sz w:val="24"/>
          <w:szCs w:val="24"/>
        </w:rPr>
        <w:t>м).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ВЛ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1D7BA1" w:rsidRPr="007762E6" w:rsidRDefault="001D7BA1" w:rsidP="001D7BA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D7BA1" w:rsidRPr="007762E6" w:rsidRDefault="001D7BA1" w:rsidP="001D7BA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D7BA1" w:rsidRPr="007762E6" w:rsidRDefault="001D7BA1" w:rsidP="001D7BA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D7BA1" w:rsidRPr="007762E6" w:rsidRDefault="001D7BA1" w:rsidP="001D7BA1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>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D7BA1" w:rsidRPr="007762E6" w:rsidRDefault="001D7BA1" w:rsidP="001D7BA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D7BA1" w:rsidRPr="007762E6" w:rsidRDefault="001D7BA1" w:rsidP="001D7BA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D7BA1" w:rsidRPr="007762E6" w:rsidRDefault="001D7BA1" w:rsidP="001D7BA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D7BA1" w:rsidRDefault="001D7BA1" w:rsidP="001D7BA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AE45AD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строительства.</w:t>
      </w:r>
      <w:r w:rsidRPr="00DB7377">
        <w:rPr>
          <w:sz w:val="24"/>
          <w:szCs w:val="24"/>
        </w:rPr>
        <w:t xml:space="preserve"> </w:t>
      </w:r>
    </w:p>
    <w:p w:rsidR="001D7BA1" w:rsidRPr="00DB7377" w:rsidRDefault="001D7BA1" w:rsidP="001D7BA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требования к выполнению </w:t>
      </w:r>
      <w:r>
        <w:rPr>
          <w:b/>
          <w:sz w:val="24"/>
          <w:szCs w:val="24"/>
        </w:rPr>
        <w:t xml:space="preserve">проектных </w:t>
      </w:r>
      <w:r w:rsidRPr="007762E6">
        <w:rPr>
          <w:b/>
          <w:sz w:val="24"/>
          <w:szCs w:val="24"/>
        </w:rPr>
        <w:t>работ.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D7BA1" w:rsidRPr="007762E6" w:rsidRDefault="001D7BA1" w:rsidP="001D7BA1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D7BA1" w:rsidRPr="007762E6" w:rsidRDefault="001D7BA1" w:rsidP="001D7BA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D7BA1" w:rsidRPr="00384762" w:rsidRDefault="001D7BA1" w:rsidP="001D7BA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D7BA1" w:rsidRPr="007762E6" w:rsidRDefault="001D7BA1" w:rsidP="001D7BA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проектных решений</w:t>
      </w:r>
      <w:r w:rsidRPr="007762E6">
        <w:rPr>
          <w:sz w:val="24"/>
          <w:szCs w:val="24"/>
        </w:rPr>
        <w:t xml:space="preserve"> произвести в соответствии с разделом проекта «Охрана окружающей среды».</w:t>
      </w:r>
    </w:p>
    <w:p w:rsidR="001D7BA1" w:rsidRPr="00384762" w:rsidRDefault="001D7BA1" w:rsidP="001D7BA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работ: </w:t>
      </w:r>
    </w:p>
    <w:p w:rsidR="001D7BA1" w:rsidRPr="00384762" w:rsidRDefault="001D7BA1" w:rsidP="001D7BA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1D7BA1" w:rsidRPr="007762E6" w:rsidRDefault="001D7BA1" w:rsidP="001D7BA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C92849" w:rsidRDefault="001D7BA1" w:rsidP="001D7BA1">
      <w:pPr>
        <w:pStyle w:val="a5"/>
        <w:numPr>
          <w:ilvl w:val="0"/>
          <w:numId w:val="22"/>
        </w:numPr>
        <w:tabs>
          <w:tab w:val="left" w:pos="1134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-0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73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D13DEB" w:rsidRDefault="008A65CD" w:rsidP="008A65CD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00AF8">
        <w:rPr>
          <w:rFonts w:ascii="Times New Roman" w:hAnsi="Times New Roman" w:cs="Times New Roman"/>
          <w:sz w:val="24"/>
          <w:szCs w:val="24"/>
          <w:u w:val="single"/>
        </w:rPr>
        <w:t>ВЛ-10кВ №1003 ПС 35/10кВ «Лубня»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о стро</w:t>
      </w:r>
      <w:r>
        <w:rPr>
          <w:rFonts w:ascii="Times New Roman" w:hAnsi="Times New Roman" w:cs="Times New Roman"/>
          <w:sz w:val="24"/>
          <w:szCs w:val="24"/>
          <w:u w:val="single"/>
        </w:rPr>
        <w:t>ительством участков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ВЛ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10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ВЛ-0,4кВ и установкой ТП-10/0,4кВ</w:t>
      </w:r>
    </w:p>
    <w:p w:rsidR="008A65CD" w:rsidRPr="009C4429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9C4429">
        <w:rPr>
          <w:rFonts w:ascii="Times New Roman" w:hAnsi="Times New Roman" w:cs="Times New Roman"/>
          <w:sz w:val="24"/>
          <w:szCs w:val="24"/>
        </w:rPr>
        <w:t xml:space="preserve">ВЛ-10кВ №1003 ПС 35/10кВ «Лубня» </w:t>
      </w:r>
      <w:r w:rsidRPr="00E735B5">
        <w:rPr>
          <w:rFonts w:ascii="Times New Roman" w:hAnsi="Times New Roman" w:cs="Times New Roman"/>
          <w:sz w:val="24"/>
          <w:szCs w:val="24"/>
        </w:rPr>
        <w:t>со строительством участков ВЛ 10кВ и ВЛ-0,4кВ и установкой ТП-10/0,4кВ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483"/>
        <w:gridCol w:w="1389"/>
        <w:gridCol w:w="1389"/>
        <w:gridCol w:w="1886"/>
      </w:tblGrid>
      <w:tr w:rsidR="008A65CD" w:rsidRPr="007762E6" w:rsidTr="008A65CD">
        <w:trPr>
          <w:jc w:val="center"/>
        </w:trPr>
        <w:tc>
          <w:tcPr>
            <w:tcW w:w="75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8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Нас. пункт</w:t>
            </w:r>
          </w:p>
        </w:tc>
        <w:tc>
          <w:tcPr>
            <w:tcW w:w="7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7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535"/>
          <w:jc w:val="center"/>
        </w:trPr>
        <w:tc>
          <w:tcPr>
            <w:tcW w:w="75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8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798" w:type="pct"/>
            <w:vAlign w:val="center"/>
          </w:tcPr>
          <w:p w:rsidR="008A65CD" w:rsidRPr="00EC0619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770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Хохлово</w:t>
            </w:r>
          </w:p>
        </w:tc>
        <w:tc>
          <w:tcPr>
            <w:tcW w:w="798" w:type="pct"/>
            <w:vAlign w:val="center"/>
          </w:tcPr>
          <w:p w:rsidR="008A65CD" w:rsidRPr="008B6C4C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4C">
              <w:rPr>
                <w:rFonts w:ascii="Times New Roman" w:hAnsi="Times New Roman" w:cs="Times New Roman"/>
                <w:sz w:val="24"/>
                <w:szCs w:val="24"/>
              </w:rPr>
              <w:t>12000583</w:t>
            </w:r>
          </w:p>
        </w:tc>
        <w:tc>
          <w:tcPr>
            <w:tcW w:w="798" w:type="pct"/>
            <w:vAlign w:val="center"/>
          </w:tcPr>
          <w:p w:rsidR="008A65CD" w:rsidRPr="008B6C4C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4C">
              <w:rPr>
                <w:rFonts w:ascii="Times New Roman" w:hAnsi="Times New Roman" w:cs="Times New Roman"/>
                <w:sz w:val="24"/>
                <w:szCs w:val="24"/>
              </w:rPr>
              <w:t>320614306</w:t>
            </w:r>
          </w:p>
        </w:tc>
        <w:tc>
          <w:tcPr>
            <w:tcW w:w="1072" w:type="pct"/>
            <w:vAlign w:val="center"/>
          </w:tcPr>
          <w:p w:rsidR="008A65CD" w:rsidRPr="008B6C4C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C4C">
              <w:rPr>
                <w:rFonts w:ascii="Times New Roman" w:hAnsi="Times New Roman" w:cs="Times New Roman"/>
                <w:sz w:val="24"/>
                <w:szCs w:val="24"/>
              </w:rPr>
              <w:t>ВЛ-10КВ N1003 ОТ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8A65CD" w:rsidRPr="00EF4E1A" w:rsidTr="008A65CD"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40265342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40265368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40265389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398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40265396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398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40265399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40265428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40265452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519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40265459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40265471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40265493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40265636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40265676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40265689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40265697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40265743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40265872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40265881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CD7551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55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529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40265893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40265904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40265918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40265926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40265936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40265944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40265618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40265629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5B2B3D">
              <w:rPr>
                <w:sz w:val="22"/>
                <w:szCs w:val="22"/>
              </w:rPr>
              <w:t>0</w:t>
            </w:r>
            <w:r w:rsidRPr="007E0398">
              <w:rPr>
                <w:sz w:val="22"/>
                <w:szCs w:val="22"/>
              </w:rPr>
              <w:t>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40265670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40265686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539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40265847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40265862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40265897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40265907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40265919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40265940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40266016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40266095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40266118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40266133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549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40266143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40266149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40266155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40266163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40266171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40266177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40266251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40266884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40266974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40266992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559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40267040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40267059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40267097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40267190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40267210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40267232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40267249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40267295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40267316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568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40267335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569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40267350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570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40267367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571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40267391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572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40267066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573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40267085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574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40267202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575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40267215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576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0"/>
              </w:numPr>
              <w:tabs>
                <w:tab w:val="left" w:pos="1134"/>
                <w:tab w:val="left" w:pos="1276"/>
              </w:tabs>
              <w:rPr>
                <w:sz w:val="22"/>
                <w:szCs w:val="22"/>
              </w:rPr>
            </w:pPr>
          </w:p>
        </w:tc>
        <w:tc>
          <w:tcPr>
            <w:tcW w:w="55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40267226</w:t>
            </w:r>
          </w:p>
        </w:tc>
        <w:tc>
          <w:tcPr>
            <w:tcW w:w="69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01.02.2011</w:t>
            </w:r>
          </w:p>
        </w:tc>
        <w:tc>
          <w:tcPr>
            <w:tcW w:w="910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Сафонова Т.В.</w:t>
            </w:r>
          </w:p>
        </w:tc>
        <w:tc>
          <w:tcPr>
            <w:tcW w:w="559" w:type="pct"/>
            <w:vAlign w:val="center"/>
          </w:tcPr>
          <w:p w:rsidR="008A65CD" w:rsidRPr="00D45A87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A8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Смоленский район, д. Хохлово, уч.  577</w:t>
            </w:r>
          </w:p>
        </w:tc>
        <w:tc>
          <w:tcPr>
            <w:tcW w:w="489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10</w:t>
            </w:r>
          </w:p>
        </w:tc>
        <w:tc>
          <w:tcPr>
            <w:tcW w:w="612" w:type="pct"/>
            <w:vAlign w:val="center"/>
          </w:tcPr>
          <w:p w:rsidR="008A65CD" w:rsidRPr="007E039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7E039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F63D4C" w:rsidRDefault="008A65CD" w:rsidP="008A65CD">
      <w:pPr>
        <w:pStyle w:val="a3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93120C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8A65CD" w:rsidRPr="0093120C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10</w:t>
      </w:r>
      <w:r w:rsidRPr="007762E6">
        <w:rPr>
          <w:b/>
          <w:sz w:val="24"/>
          <w:szCs w:val="24"/>
        </w:rPr>
        <w:t>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916938">
        <w:rPr>
          <w:sz w:val="24"/>
          <w:szCs w:val="24"/>
        </w:rPr>
        <w:t xml:space="preserve">Предусмотреть строительство участка ВЛ-10кВ с самонесущим защищенным проводом от опоры </w:t>
      </w:r>
      <w:r w:rsidRPr="00D14652">
        <w:rPr>
          <w:sz w:val="24"/>
          <w:szCs w:val="24"/>
        </w:rPr>
        <w:t>№К6 ВЛ-10кВ №1003 ПС «Лубня»</w:t>
      </w:r>
      <w:r w:rsidRPr="00916938">
        <w:rPr>
          <w:sz w:val="24"/>
          <w:szCs w:val="24"/>
        </w:rPr>
        <w:t>, до проектируемой ТП-10/0,4 кВ</w:t>
      </w:r>
      <w:r>
        <w:rPr>
          <w:sz w:val="24"/>
          <w:szCs w:val="24"/>
        </w:rPr>
        <w:t xml:space="preserve"> (ориентировочно 130м).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КТП-10</w:t>
      </w:r>
      <w:r w:rsidRPr="00FE7DCE">
        <w:rPr>
          <w:sz w:val="24"/>
          <w:szCs w:val="24"/>
        </w:rPr>
        <w:t xml:space="preserve">/0,4 кВ, запитанной </w:t>
      </w:r>
      <w:r>
        <w:rPr>
          <w:sz w:val="24"/>
          <w:szCs w:val="24"/>
        </w:rPr>
        <w:t xml:space="preserve">от </w:t>
      </w:r>
      <w:r w:rsidRPr="00D14652">
        <w:rPr>
          <w:sz w:val="24"/>
          <w:szCs w:val="24"/>
        </w:rPr>
        <w:t>ВЛ-10кВ №1003 ПС «Лубня»</w:t>
      </w:r>
      <w:r>
        <w:rPr>
          <w:sz w:val="24"/>
          <w:szCs w:val="24"/>
        </w:rPr>
        <w:t xml:space="preserve"> (ориентировочная мощность трансформатора – 250кВА) 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916938">
        <w:rPr>
          <w:sz w:val="24"/>
          <w:szCs w:val="24"/>
        </w:rPr>
        <w:t>Н</w:t>
      </w:r>
      <w:r w:rsidRPr="0012706A">
        <w:rPr>
          <w:sz w:val="24"/>
          <w:szCs w:val="24"/>
        </w:rPr>
        <w:t xml:space="preserve"> или </w:t>
      </w:r>
      <w:r w:rsidRPr="00916938">
        <w:rPr>
          <w:sz w:val="24"/>
          <w:szCs w:val="24"/>
        </w:rPr>
        <w:t>Y</w:t>
      </w:r>
      <w:r w:rsidRPr="00537462">
        <w:rPr>
          <w:sz w:val="24"/>
          <w:szCs w:val="24"/>
        </w:rPr>
        <w:t>/</w:t>
      </w:r>
      <w:r w:rsidRPr="00916938">
        <w:rPr>
          <w:sz w:val="24"/>
          <w:szCs w:val="24"/>
        </w:rPr>
        <w:t>ZН</w:t>
      </w:r>
      <w:r w:rsidRPr="0012706A">
        <w:rPr>
          <w:sz w:val="24"/>
          <w:szCs w:val="24"/>
        </w:rPr>
        <w:t>.</w:t>
      </w:r>
    </w:p>
    <w:p w:rsidR="008A65CD" w:rsidRPr="002568BB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8A65CD" w:rsidRPr="00FE7DCE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ТП-10</w:t>
      </w:r>
      <w:r w:rsidRPr="00FE7DCE">
        <w:rPr>
          <w:sz w:val="24"/>
          <w:szCs w:val="24"/>
        </w:rPr>
        <w:t xml:space="preserve">/0,4 кВ, запитанной от </w:t>
      </w:r>
      <w:r w:rsidRPr="00D14652">
        <w:rPr>
          <w:sz w:val="24"/>
          <w:szCs w:val="24"/>
        </w:rPr>
        <w:t>ВЛ-10кВ №1003 ПС «Лубня»</w:t>
      </w:r>
      <w:r>
        <w:rPr>
          <w:sz w:val="24"/>
          <w:szCs w:val="24"/>
        </w:rPr>
        <w:t>, до объекта (ориентировочно 2200м).</w:t>
      </w:r>
    </w:p>
    <w:p w:rsidR="008A65CD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12706A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706A">
        <w:rPr>
          <w:sz w:val="24"/>
          <w:szCs w:val="24"/>
        </w:rPr>
        <w:t>роектом предусмотреть установку устройств защиты изоляции п</w:t>
      </w:r>
      <w:r>
        <w:rPr>
          <w:sz w:val="24"/>
          <w:szCs w:val="24"/>
        </w:rPr>
        <w:t xml:space="preserve">роводов ВЛ </w:t>
      </w:r>
      <w:r w:rsidRPr="0012706A">
        <w:rPr>
          <w:sz w:val="24"/>
          <w:szCs w:val="24"/>
        </w:rPr>
        <w:t>10кВ при грозовых перенапряжениях типа РДИП.</w:t>
      </w:r>
    </w:p>
    <w:p w:rsidR="008A65CD" w:rsidRPr="00B46665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ВЛ-10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</w:t>
      </w:r>
      <w:r>
        <w:rPr>
          <w:sz w:val="24"/>
          <w:szCs w:val="24"/>
        </w:rPr>
        <w:t>м для ВЛИ-0,4кВ, не менее 50кНм  для ВЛ-10кВ.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F0116B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8A65CD">
      <w:pPr>
        <w:pStyle w:val="a5"/>
        <w:numPr>
          <w:ilvl w:val="0"/>
          <w:numId w:val="2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4-109к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ВЛ-0,4 кВ №2 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475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1008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«Лубня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ВЛ-0,4 кВ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07F11">
        <w:rPr>
          <w:rFonts w:ascii="Times New Roman" w:hAnsi="Times New Roman" w:cs="Times New Roman"/>
          <w:sz w:val="24"/>
          <w:szCs w:val="24"/>
        </w:rPr>
        <w:t xml:space="preserve"> ТП № </w:t>
      </w:r>
      <w:r>
        <w:rPr>
          <w:rFonts w:ascii="Times New Roman" w:hAnsi="Times New Roman" w:cs="Times New Roman"/>
          <w:sz w:val="24"/>
          <w:szCs w:val="24"/>
        </w:rPr>
        <w:t>475</w:t>
      </w:r>
      <w:r w:rsidRPr="00607F11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1008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«Лубня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8A65CD" w:rsidRPr="00EF7CA5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CA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Слизнево</w:t>
            </w:r>
          </w:p>
        </w:tc>
        <w:tc>
          <w:tcPr>
            <w:tcW w:w="916" w:type="pct"/>
          </w:tcPr>
          <w:p w:rsidR="008A65CD" w:rsidRPr="0085759C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59C">
              <w:rPr>
                <w:spacing w:val="-4"/>
                <w:sz w:val="24"/>
                <w:szCs w:val="24"/>
              </w:rPr>
              <w:t>320955220</w:t>
            </w:r>
          </w:p>
        </w:tc>
        <w:tc>
          <w:tcPr>
            <w:tcW w:w="983" w:type="pct"/>
          </w:tcPr>
          <w:p w:rsidR="008A65CD" w:rsidRPr="0085759C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59C">
              <w:rPr>
                <w:spacing w:val="-4"/>
                <w:sz w:val="24"/>
                <w:szCs w:val="24"/>
              </w:rPr>
              <w:t>12000507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ОТ Л-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1008</w:t>
            </w:r>
            <w:r w:rsidRPr="00607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П/СТ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385474" w:rsidTr="008A65CD">
        <w:tc>
          <w:tcPr>
            <w:tcW w:w="255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D179CB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E66CE0">
              <w:rPr>
                <w:sz w:val="24"/>
                <w:szCs w:val="24"/>
              </w:rPr>
              <w:t>40463946</w:t>
            </w:r>
          </w:p>
        </w:tc>
        <w:tc>
          <w:tcPr>
            <w:tcW w:w="731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3854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8A65CD" w:rsidRPr="0085759C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5759C">
              <w:rPr>
                <w:sz w:val="24"/>
                <w:szCs w:val="24"/>
              </w:rPr>
              <w:t>Кислянская Валентина Ивановна</w:t>
            </w:r>
          </w:p>
        </w:tc>
        <w:tc>
          <w:tcPr>
            <w:tcW w:w="814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Default="008A65CD" w:rsidP="008A65CD">
      <w:pPr>
        <w:pStyle w:val="a3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015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опоры № </w:t>
      </w:r>
      <w:r w:rsidRPr="0085759C">
        <w:rPr>
          <w:sz w:val="24"/>
          <w:szCs w:val="24"/>
        </w:rPr>
        <w:t>10 ВЛ-0,4 кВ № 2 ТП № 475 ВЛ-10 кВ № 1008 ПС «Лубня» 35/10 кВ, до объекта</w:t>
      </w:r>
      <w:r>
        <w:rPr>
          <w:sz w:val="24"/>
          <w:szCs w:val="24"/>
        </w:rPr>
        <w:t xml:space="preserve"> (ориентировочно 15м).</w:t>
      </w:r>
    </w:p>
    <w:p w:rsidR="008A65CD" w:rsidRPr="0088445C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ТП № 475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№475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8A65CD">
      <w:pPr>
        <w:pStyle w:val="a5"/>
        <w:numPr>
          <w:ilvl w:val="0"/>
          <w:numId w:val="2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4-110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4C26FE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26FE">
        <w:rPr>
          <w:rFonts w:ascii="Times New Roman" w:hAnsi="Times New Roman" w:cs="Times New Roman"/>
          <w:sz w:val="24"/>
          <w:szCs w:val="24"/>
          <w:u w:val="single"/>
        </w:rPr>
        <w:t>ВЛ-0,4кВ ТП-10/0,4кВ ВЛ-</w:t>
      </w:r>
      <w:r>
        <w:rPr>
          <w:rFonts w:ascii="Times New Roman" w:hAnsi="Times New Roman" w:cs="Times New Roman"/>
          <w:sz w:val="24"/>
          <w:szCs w:val="24"/>
          <w:u w:val="single"/>
        </w:rPr>
        <w:t>10 кВ № 1008 ПС 35/10кВ «Лубня</w:t>
      </w:r>
      <w:r w:rsidRPr="004C26F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8A65CD" w:rsidRPr="00FD2DF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FD2DF9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строительство </w:t>
      </w:r>
      <w:r w:rsidRPr="00B733B8">
        <w:rPr>
          <w:rFonts w:ascii="Times New Roman" w:hAnsi="Times New Roman" w:cs="Times New Roman"/>
          <w:sz w:val="24"/>
          <w:szCs w:val="24"/>
        </w:rPr>
        <w:t>ВЛ-0,4кВ ТП-10/0,4кВ ВЛ-</w:t>
      </w:r>
      <w:r>
        <w:rPr>
          <w:rFonts w:ascii="Times New Roman" w:hAnsi="Times New Roman" w:cs="Times New Roman"/>
          <w:sz w:val="24"/>
          <w:szCs w:val="24"/>
        </w:rPr>
        <w:t>10 кВ № 1008 ПС 35/10кВ «Лубня</w:t>
      </w:r>
      <w:r w:rsidRPr="00B733B8">
        <w:rPr>
          <w:rFonts w:ascii="Times New Roman" w:hAnsi="Times New Roman" w:cs="Times New Roman"/>
          <w:sz w:val="24"/>
          <w:szCs w:val="24"/>
        </w:rPr>
        <w:t>»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702"/>
        <w:gridCol w:w="1521"/>
        <w:gridCol w:w="1413"/>
        <w:gridCol w:w="1909"/>
      </w:tblGrid>
      <w:tr w:rsidR="008A65CD" w:rsidRPr="007762E6" w:rsidTr="008A65CD"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2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918" w:type="pct"/>
            <w:vAlign w:val="center"/>
          </w:tcPr>
          <w:p w:rsidR="008A65CD" w:rsidRPr="00E364A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AE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Телеши</w:t>
            </w:r>
          </w:p>
        </w:tc>
        <w:tc>
          <w:tcPr>
            <w:tcW w:w="822" w:type="pct"/>
            <w:vAlign w:val="center"/>
          </w:tcPr>
          <w:p w:rsidR="008A65CD" w:rsidRPr="0063399D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9D">
              <w:rPr>
                <w:rFonts w:ascii="Times New Roman" w:hAnsi="Times New Roman" w:cs="Times New Roman"/>
                <w:sz w:val="24"/>
                <w:szCs w:val="24"/>
              </w:rPr>
              <w:t>12000526</w:t>
            </w:r>
          </w:p>
        </w:tc>
        <w:tc>
          <w:tcPr>
            <w:tcW w:w="765" w:type="pct"/>
            <w:vAlign w:val="center"/>
          </w:tcPr>
          <w:p w:rsidR="008A65CD" w:rsidRPr="0063399D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9D">
              <w:rPr>
                <w:rFonts w:ascii="Times New Roman" w:hAnsi="Times New Roman" w:cs="Times New Roman"/>
                <w:sz w:val="24"/>
                <w:szCs w:val="24"/>
              </w:rPr>
              <w:t>320955219</w:t>
            </w:r>
          </w:p>
        </w:tc>
        <w:tc>
          <w:tcPr>
            <w:tcW w:w="1027" w:type="pct"/>
            <w:vAlign w:val="center"/>
          </w:tcPr>
          <w:p w:rsidR="008A65CD" w:rsidRPr="0063399D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99D">
              <w:rPr>
                <w:rFonts w:ascii="Times New Roman" w:hAnsi="Times New Roman" w:cs="Times New Roman"/>
                <w:sz w:val="24"/>
                <w:szCs w:val="24"/>
              </w:rPr>
              <w:t>ВЛ-0,4КВ ОТ Л-1008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9"/>
        <w:gridCol w:w="1190"/>
        <w:gridCol w:w="1875"/>
        <w:gridCol w:w="804"/>
        <w:gridCol w:w="1230"/>
        <w:gridCol w:w="1092"/>
        <w:gridCol w:w="1155"/>
      </w:tblGrid>
      <w:tr w:rsidR="008A65CD" w:rsidRPr="00EF4E1A" w:rsidTr="008A65CD">
        <w:trPr>
          <w:trHeight w:val="141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8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56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4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78" w:type="pct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0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37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40295285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23.05.2011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Козоногин В.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 w:val="restar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Смоленский район, д. Телеши</w:t>
            </w: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40334677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31.05.2011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Катан Л.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7,0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0,23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40342064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20.06.2011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Куликов А.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12,0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40394952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19.09.2011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Немшон В.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40474181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09.12.2011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Бухтеева Т. А.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8,0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40475632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13.12.2011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Скребнев В.Н.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40479124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15.12.2011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Ивкина Н.С.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10,0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40502380</w:t>
            </w:r>
          </w:p>
        </w:tc>
        <w:tc>
          <w:tcPr>
            <w:tcW w:w="656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30.01.2012</w:t>
            </w:r>
          </w:p>
        </w:tc>
        <w:tc>
          <w:tcPr>
            <w:tcW w:w="1034" w:type="pct"/>
            <w:vAlign w:val="center"/>
          </w:tcPr>
          <w:p w:rsidR="008A65CD" w:rsidRPr="00653E0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Богомолова Л. Н.</w:t>
            </w:r>
          </w:p>
        </w:tc>
        <w:tc>
          <w:tcPr>
            <w:tcW w:w="443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жилой дом</w:t>
            </w:r>
          </w:p>
        </w:tc>
        <w:tc>
          <w:tcPr>
            <w:tcW w:w="678" w:type="pct"/>
            <w:vMerge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14,0</w:t>
            </w:r>
          </w:p>
        </w:tc>
        <w:tc>
          <w:tcPr>
            <w:tcW w:w="637" w:type="pct"/>
            <w:vAlign w:val="center"/>
          </w:tcPr>
          <w:p w:rsidR="008A65CD" w:rsidRPr="00B31FD8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B31FD8">
              <w:rPr>
                <w:sz w:val="22"/>
                <w:szCs w:val="22"/>
              </w:rPr>
              <w:t>0,4</w:t>
            </w:r>
          </w:p>
        </w:tc>
      </w:tr>
    </w:tbl>
    <w:p w:rsidR="008A65CD" w:rsidRPr="007762E6" w:rsidRDefault="008A65CD" w:rsidP="008A65CD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671D0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8A65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F725D5">
        <w:rPr>
          <w:sz w:val="24"/>
          <w:szCs w:val="24"/>
        </w:rPr>
        <w:t>Пред</w:t>
      </w:r>
      <w:r>
        <w:rPr>
          <w:sz w:val="24"/>
          <w:szCs w:val="24"/>
        </w:rPr>
        <w:t xml:space="preserve">усмотреть строительство участков </w:t>
      </w:r>
      <w:r w:rsidRPr="00F725D5">
        <w:rPr>
          <w:sz w:val="24"/>
          <w:szCs w:val="24"/>
        </w:rPr>
        <w:t>ВЛ-0,4к</w:t>
      </w:r>
      <w:r>
        <w:rPr>
          <w:sz w:val="24"/>
          <w:szCs w:val="24"/>
        </w:rPr>
        <w:t xml:space="preserve">В проводом марки СИП-2 от опор </w:t>
      </w:r>
      <w:r w:rsidRPr="00F725D5">
        <w:rPr>
          <w:sz w:val="24"/>
          <w:szCs w:val="24"/>
        </w:rPr>
        <w:t xml:space="preserve">ВЛ-0,4кВ, проектируемой по ТЗ для </w:t>
      </w:r>
      <w:r>
        <w:rPr>
          <w:sz w:val="24"/>
          <w:szCs w:val="24"/>
        </w:rPr>
        <w:t xml:space="preserve">Калининой Е.С., Маркиной Т.Г.  от 06.07.2011г., до территории Заявителей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ориентировочно 500</w:t>
      </w:r>
      <w:r w:rsidRPr="007762E6">
        <w:rPr>
          <w:sz w:val="24"/>
          <w:szCs w:val="24"/>
        </w:rPr>
        <w:t>м).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8A65CD">
      <w:pPr>
        <w:pStyle w:val="a5"/>
        <w:numPr>
          <w:ilvl w:val="1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8A65CD">
      <w:pPr>
        <w:pStyle w:val="a5"/>
        <w:numPr>
          <w:ilvl w:val="0"/>
          <w:numId w:val="2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904C7E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8A65CD">
      <w:pPr>
        <w:pStyle w:val="a5"/>
        <w:numPr>
          <w:ilvl w:val="0"/>
          <w:numId w:val="2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4-113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CB0742" w:rsidRDefault="008A65CD" w:rsidP="008A65CD">
      <w:pPr>
        <w:tabs>
          <w:tab w:val="left" w:pos="142"/>
        </w:tabs>
        <w:suppressAutoHyphens/>
        <w:ind w:right="-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B0742">
        <w:rPr>
          <w:rFonts w:ascii="Times New Roman" w:hAnsi="Times New Roman" w:cs="Times New Roman"/>
          <w:sz w:val="24"/>
          <w:szCs w:val="24"/>
          <w:u w:val="single"/>
        </w:rPr>
        <w:t xml:space="preserve">ВЛ-6 кВ № 608 ПС 35/6кВ «Колодня»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участков ВЛ 6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кВ и 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реконструкцией ВЛ-0,4 кВ №1 Т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>П № 359 ВЛ-6 кВ № 608 ПС 35/6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3F4B">
        <w:rPr>
          <w:rFonts w:ascii="Times New Roman" w:hAnsi="Times New Roman" w:cs="Times New Roman"/>
          <w:sz w:val="24"/>
          <w:szCs w:val="24"/>
          <w:u w:val="single"/>
        </w:rPr>
        <w:t xml:space="preserve">"Колодня" </w:t>
      </w: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C03F4B">
        <w:rPr>
          <w:rFonts w:ascii="Times New Roman" w:hAnsi="Times New Roman" w:cs="Times New Roman"/>
          <w:sz w:val="24"/>
          <w:szCs w:val="24"/>
        </w:rPr>
        <w:t>ВЛ-6 кВ № 608 ПС 35/6кВ «Колодня»  со строительством участков ВЛ 6кВ и ВЛ-0,4кВ и реконструкцией ВЛ-0,4 кВ №1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F4B">
        <w:rPr>
          <w:rFonts w:ascii="Times New Roman" w:hAnsi="Times New Roman" w:cs="Times New Roman"/>
          <w:sz w:val="24"/>
          <w:szCs w:val="24"/>
        </w:rPr>
        <w:t>ТП № 359 ВЛ-6 кВ № 608 ПС 35/6 кВ "Колодня"</w:t>
      </w:r>
      <w:r>
        <w:rPr>
          <w:rFonts w:ascii="Times New Roman" w:hAnsi="Times New Roman" w:cs="Times New Roman"/>
          <w:sz w:val="24"/>
          <w:szCs w:val="24"/>
        </w:rPr>
        <w:t>, расположенных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740" w:type="pct"/>
        <w:jc w:val="center"/>
        <w:tblLook w:val="04A0"/>
      </w:tblPr>
      <w:tblGrid>
        <w:gridCol w:w="1443"/>
        <w:gridCol w:w="1483"/>
        <w:gridCol w:w="1824"/>
        <w:gridCol w:w="1176"/>
        <w:gridCol w:w="1327"/>
        <w:gridCol w:w="1820"/>
      </w:tblGrid>
      <w:tr w:rsidR="008A65CD" w:rsidRPr="007762E6" w:rsidTr="008A65CD">
        <w:trPr>
          <w:jc w:val="center"/>
        </w:trPr>
        <w:tc>
          <w:tcPr>
            <w:tcW w:w="75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7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Нас. пункт</w:t>
            </w:r>
          </w:p>
        </w:tc>
        <w:tc>
          <w:tcPr>
            <w:tcW w:w="59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7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5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535"/>
          <w:jc w:val="center"/>
        </w:trPr>
        <w:tc>
          <w:tcPr>
            <w:tcW w:w="751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72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2" w:type="pct"/>
            <w:vAlign w:val="center"/>
          </w:tcPr>
          <w:p w:rsidR="008A65CD" w:rsidRPr="00CA422E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E64A6F">
              <w:rPr>
                <w:rFonts w:ascii="Times New Roman" w:hAnsi="Times New Roman" w:cs="Times New Roman"/>
                <w:sz w:val="24"/>
                <w:szCs w:val="24"/>
              </w:rPr>
              <w:t>Магалинщина</w:t>
            </w:r>
          </w:p>
        </w:tc>
        <w:tc>
          <w:tcPr>
            <w:tcW w:w="598" w:type="pct"/>
            <w:vAlign w:val="center"/>
          </w:tcPr>
          <w:p w:rsidR="008A65CD" w:rsidRPr="008D78E0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8E0">
              <w:rPr>
                <w:rFonts w:ascii="Times New Roman" w:hAnsi="Times New Roman" w:cs="Times New Roman"/>
                <w:sz w:val="24"/>
                <w:szCs w:val="24"/>
              </w:rPr>
              <w:t>12000642</w:t>
            </w:r>
          </w:p>
        </w:tc>
        <w:tc>
          <w:tcPr>
            <w:tcW w:w="778" w:type="pct"/>
            <w:vAlign w:val="center"/>
          </w:tcPr>
          <w:p w:rsidR="008A65CD" w:rsidRPr="008D78E0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8E0">
              <w:rPr>
                <w:rFonts w:ascii="Times New Roman" w:hAnsi="Times New Roman" w:cs="Times New Roman"/>
                <w:sz w:val="24"/>
                <w:szCs w:val="24"/>
              </w:rPr>
              <w:t>320331806</w:t>
            </w:r>
          </w:p>
        </w:tc>
        <w:tc>
          <w:tcPr>
            <w:tcW w:w="1050" w:type="pct"/>
            <w:vAlign w:val="center"/>
          </w:tcPr>
          <w:p w:rsidR="008A65CD" w:rsidRPr="008D78E0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8E0">
              <w:rPr>
                <w:rFonts w:ascii="Times New Roman" w:hAnsi="Times New Roman" w:cs="Times New Roman"/>
                <w:sz w:val="24"/>
                <w:szCs w:val="24"/>
              </w:rPr>
              <w:t>ВЛ-6КВ N608 ОТ П/СТ КОЛОДНЯ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8"/>
        <w:gridCol w:w="1070"/>
        <w:gridCol w:w="1338"/>
        <w:gridCol w:w="1742"/>
        <w:gridCol w:w="1070"/>
        <w:gridCol w:w="1606"/>
        <w:gridCol w:w="936"/>
        <w:gridCol w:w="1171"/>
      </w:tblGrid>
      <w:tr w:rsidR="008A65CD" w:rsidRPr="00EF4E1A" w:rsidTr="008A65CD"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1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55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39" w:type="pct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48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1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40514924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28.02.2012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Буравцева В. Ф.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 ул. Садовая д. 51Б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40514938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27.02.2012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Митюхина Л. И.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 ул. Садовая д. 51Г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40514955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28.02.2012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Коротченков М. Н.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 ул. Садовая д. 53Г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40514909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28.02.2012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Филимонов Я. В.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Магалинщина,ул. Садовая 53б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val="1140"/>
        </w:trPr>
        <w:tc>
          <w:tcPr>
            <w:tcW w:w="33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40514950</w:t>
            </w:r>
          </w:p>
        </w:tc>
        <w:tc>
          <w:tcPr>
            <w:tcW w:w="69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27.02.2012</w:t>
            </w:r>
          </w:p>
        </w:tc>
        <w:tc>
          <w:tcPr>
            <w:tcW w:w="910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гр. Микишанова Г. В.</w:t>
            </w:r>
          </w:p>
        </w:tc>
        <w:tc>
          <w:tcPr>
            <w:tcW w:w="55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3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магалинщина ул. Садовая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д. 53а</w:t>
            </w:r>
          </w:p>
        </w:tc>
        <w:tc>
          <w:tcPr>
            <w:tcW w:w="489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12" w:type="pct"/>
            <w:vAlign w:val="center"/>
          </w:tcPr>
          <w:p w:rsidR="008A65CD" w:rsidRPr="00704445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4445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F63D4C" w:rsidRDefault="008A65CD" w:rsidP="00BA4FA4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93120C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jc w:val="both"/>
        <w:rPr>
          <w:sz w:val="24"/>
          <w:szCs w:val="24"/>
        </w:rPr>
      </w:pPr>
    </w:p>
    <w:p w:rsidR="008A65CD" w:rsidRPr="0093120C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</w:t>
      </w:r>
      <w:r>
        <w:rPr>
          <w:b/>
          <w:sz w:val="24"/>
          <w:szCs w:val="24"/>
        </w:rPr>
        <w:t>6</w:t>
      </w:r>
      <w:r w:rsidRPr="007762E6">
        <w:rPr>
          <w:b/>
          <w:sz w:val="24"/>
          <w:szCs w:val="24"/>
        </w:rPr>
        <w:t>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ВЛ</w:t>
            </w:r>
            <w:r w:rsidRPr="007762E6">
              <w:rPr>
                <w:sz w:val="24"/>
                <w:szCs w:val="24"/>
              </w:rPr>
              <w:t xml:space="preserve"> 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b/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реконструируемой </w:t>
      </w:r>
      <w:r w:rsidRPr="00565378">
        <w:rPr>
          <w:b/>
          <w:sz w:val="24"/>
          <w:szCs w:val="24"/>
        </w:rPr>
        <w:t xml:space="preserve"> ВЛ-0,4 кВ №1ТП № 359</w:t>
      </w:r>
      <w:r w:rsidRPr="007762E6">
        <w:rPr>
          <w:b/>
          <w:sz w:val="24"/>
          <w:szCs w:val="24"/>
        </w:rPr>
        <w:t>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Табл.5</w:t>
      </w:r>
    </w:p>
    <w:tbl>
      <w:tblPr>
        <w:tblStyle w:val="a4"/>
        <w:tblW w:w="0" w:type="auto"/>
        <w:tblLook w:val="04A0"/>
      </w:tblPr>
      <w:tblGrid>
        <w:gridCol w:w="4832"/>
        <w:gridCol w:w="4739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48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4хА25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B40CA0">
        <w:rPr>
          <w:sz w:val="24"/>
          <w:szCs w:val="24"/>
        </w:rPr>
        <w:t>Предусмотреть строительство участка ВЛ-6 кВ от опоры № 3-6, ВЛ-6 кВ № 608 ПС 35/6</w:t>
      </w:r>
      <w:r>
        <w:rPr>
          <w:sz w:val="24"/>
          <w:szCs w:val="24"/>
        </w:rPr>
        <w:t>кВ</w:t>
      </w:r>
      <w:r w:rsidRPr="00B40CA0">
        <w:rPr>
          <w:sz w:val="24"/>
          <w:szCs w:val="24"/>
        </w:rPr>
        <w:t xml:space="preserve"> «Колодня», до проектируемой КТП-6/0,4 кВ</w:t>
      </w:r>
      <w:r w:rsidRPr="006F0E36">
        <w:rPr>
          <w:sz w:val="24"/>
          <w:szCs w:val="24"/>
        </w:rPr>
        <w:t xml:space="preserve"> </w:t>
      </w:r>
      <w:r w:rsidRPr="00A7529C">
        <w:rPr>
          <w:sz w:val="24"/>
          <w:szCs w:val="24"/>
        </w:rPr>
        <w:t xml:space="preserve"> </w:t>
      </w:r>
      <w:r>
        <w:rPr>
          <w:sz w:val="24"/>
          <w:szCs w:val="24"/>
        </w:rPr>
        <w:t>(ориентировочно 20м).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 xml:space="preserve">Предусмотреть установку и монтаж </w:t>
      </w:r>
      <w:r>
        <w:rPr>
          <w:sz w:val="24"/>
          <w:szCs w:val="24"/>
        </w:rPr>
        <w:t>КТП-10</w:t>
      </w:r>
      <w:r w:rsidRPr="00FE7DCE">
        <w:rPr>
          <w:sz w:val="24"/>
          <w:szCs w:val="24"/>
        </w:rPr>
        <w:t xml:space="preserve">/0,4 кВ, запитанной </w:t>
      </w:r>
      <w:r>
        <w:rPr>
          <w:sz w:val="24"/>
          <w:szCs w:val="24"/>
        </w:rPr>
        <w:t xml:space="preserve">от </w:t>
      </w:r>
      <w:r w:rsidRPr="00B40CA0">
        <w:rPr>
          <w:sz w:val="24"/>
          <w:szCs w:val="24"/>
        </w:rPr>
        <w:t>ВЛ-6 кВ № 608 ПС 35/6</w:t>
      </w:r>
      <w:r>
        <w:rPr>
          <w:sz w:val="24"/>
          <w:szCs w:val="24"/>
        </w:rPr>
        <w:t>кВ</w:t>
      </w:r>
      <w:r w:rsidRPr="00B40CA0">
        <w:rPr>
          <w:sz w:val="24"/>
          <w:szCs w:val="24"/>
        </w:rPr>
        <w:t xml:space="preserve"> «Колодня»</w:t>
      </w:r>
      <w:r>
        <w:rPr>
          <w:sz w:val="24"/>
          <w:szCs w:val="24"/>
        </w:rPr>
        <w:t xml:space="preserve"> (ориентировочная мощность трансформатора – 160кВА) 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>.</w:t>
      </w:r>
    </w:p>
    <w:p w:rsidR="008A65CD" w:rsidRPr="002568BB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Мощность силового трансформатора</w:t>
      </w:r>
      <w:r w:rsidRPr="00AE145B">
        <w:rPr>
          <w:sz w:val="24"/>
          <w:szCs w:val="24"/>
        </w:rPr>
        <w:t xml:space="preserve"> определить проектом согласно </w:t>
      </w:r>
      <w:r>
        <w:rPr>
          <w:sz w:val="24"/>
          <w:szCs w:val="24"/>
        </w:rPr>
        <w:t xml:space="preserve">существующей, </w:t>
      </w:r>
      <w:r w:rsidRPr="00AE145B">
        <w:rPr>
          <w:sz w:val="24"/>
          <w:szCs w:val="24"/>
        </w:rPr>
        <w:t xml:space="preserve">заявленной </w:t>
      </w:r>
      <w:r>
        <w:rPr>
          <w:sz w:val="24"/>
          <w:szCs w:val="24"/>
        </w:rPr>
        <w:t xml:space="preserve">и перспективной </w:t>
      </w:r>
      <w:r w:rsidRPr="00AE145B">
        <w:rPr>
          <w:sz w:val="24"/>
          <w:szCs w:val="24"/>
        </w:rPr>
        <w:t>мощности.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FE7DCE">
        <w:rPr>
          <w:sz w:val="24"/>
          <w:szCs w:val="24"/>
        </w:rPr>
        <w:t>Предусмотреть строительство участка ВЛ-0,4 кВ с изолированным самонесущим</w:t>
      </w:r>
      <w:r>
        <w:rPr>
          <w:sz w:val="24"/>
          <w:szCs w:val="24"/>
        </w:rPr>
        <w:t xml:space="preserve"> проводом от проектируемой ТП-6</w:t>
      </w:r>
      <w:r w:rsidRPr="00FE7DCE">
        <w:rPr>
          <w:sz w:val="24"/>
          <w:szCs w:val="24"/>
        </w:rPr>
        <w:t xml:space="preserve">/0,4 кВ, запитанной от </w:t>
      </w:r>
      <w:r w:rsidRPr="00B40CA0">
        <w:rPr>
          <w:sz w:val="24"/>
          <w:szCs w:val="24"/>
        </w:rPr>
        <w:t>ВЛ-6 кВ № 608 ПС 35/6</w:t>
      </w:r>
      <w:r>
        <w:rPr>
          <w:sz w:val="24"/>
          <w:szCs w:val="24"/>
        </w:rPr>
        <w:t>кВ</w:t>
      </w:r>
      <w:r w:rsidRPr="00B40CA0">
        <w:rPr>
          <w:sz w:val="24"/>
          <w:szCs w:val="24"/>
        </w:rPr>
        <w:t xml:space="preserve"> «Колодня»</w:t>
      </w:r>
      <w:r>
        <w:rPr>
          <w:sz w:val="24"/>
          <w:szCs w:val="24"/>
        </w:rPr>
        <w:t xml:space="preserve">, до опоры А9 </w:t>
      </w:r>
      <w:r w:rsidRPr="000D7946">
        <w:rPr>
          <w:sz w:val="24"/>
          <w:szCs w:val="24"/>
        </w:rPr>
        <w:t>ВЛ-0,4 кВ №1</w:t>
      </w:r>
      <w:r>
        <w:rPr>
          <w:sz w:val="24"/>
          <w:szCs w:val="24"/>
        </w:rPr>
        <w:t xml:space="preserve"> ТП № 359 (ориентировочно 40м).</w:t>
      </w:r>
    </w:p>
    <w:p w:rsidR="008A65CD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0D7946">
        <w:rPr>
          <w:sz w:val="24"/>
          <w:szCs w:val="24"/>
        </w:rPr>
        <w:t>Предусмотреть обеспечение полнофазного режима на ВЛ-0,4 кВ №1</w:t>
      </w:r>
      <w:r>
        <w:rPr>
          <w:sz w:val="24"/>
          <w:szCs w:val="24"/>
        </w:rPr>
        <w:t xml:space="preserve"> (с заменой провода и опор)</w:t>
      </w:r>
      <w:r w:rsidRPr="000D7946">
        <w:rPr>
          <w:sz w:val="24"/>
          <w:szCs w:val="24"/>
        </w:rPr>
        <w:t>, запитанной от ТП № 359 ВЛ-6 кВ № 608 ПС "Колодня" 3</w:t>
      </w:r>
      <w:r>
        <w:rPr>
          <w:sz w:val="24"/>
          <w:szCs w:val="24"/>
        </w:rPr>
        <w:t>5/6 кВ, в пролетах опор №№ А9</w:t>
      </w:r>
      <w:r w:rsidRPr="000D7946">
        <w:rPr>
          <w:sz w:val="24"/>
          <w:szCs w:val="24"/>
        </w:rPr>
        <w:t>-А15/</w:t>
      </w:r>
      <w:r>
        <w:rPr>
          <w:sz w:val="24"/>
          <w:szCs w:val="24"/>
        </w:rPr>
        <w:t>6 (ориентировочно 480м, провод марки СИП-2).</w:t>
      </w:r>
    </w:p>
    <w:p w:rsidR="008A65CD" w:rsidRPr="00FE7DCE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6A6F36">
        <w:rPr>
          <w:sz w:val="24"/>
          <w:szCs w:val="24"/>
        </w:rPr>
        <w:t xml:space="preserve">Предусмотреть демонтаж </w:t>
      </w:r>
      <w:r>
        <w:rPr>
          <w:sz w:val="24"/>
          <w:szCs w:val="24"/>
        </w:rPr>
        <w:t xml:space="preserve">участка </w:t>
      </w:r>
      <w:r w:rsidRPr="006A6F36">
        <w:rPr>
          <w:sz w:val="24"/>
          <w:szCs w:val="24"/>
        </w:rPr>
        <w:t>ВЛ-0,4 кВ №1, запитанной от ТП № 359 ВЛ-6 кВ № 608 ПС "Колодня" 35/6 кВ, в пролетах опор №№ А2-А5.</w:t>
      </w:r>
    </w:p>
    <w:p w:rsidR="008A65CD" w:rsidRPr="0012706A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2706A">
        <w:rPr>
          <w:sz w:val="24"/>
          <w:szCs w:val="24"/>
        </w:rPr>
        <w:t>роектом предусмотреть установку устройств защиты изоляции п</w:t>
      </w:r>
      <w:r>
        <w:rPr>
          <w:sz w:val="24"/>
          <w:szCs w:val="24"/>
        </w:rPr>
        <w:t>роводов ВЛ 6</w:t>
      </w:r>
      <w:r w:rsidRPr="0012706A">
        <w:rPr>
          <w:sz w:val="24"/>
          <w:szCs w:val="24"/>
        </w:rPr>
        <w:t>кВ при грозовых перенапряжениях типа РДИП.</w:t>
      </w:r>
    </w:p>
    <w:p w:rsidR="008A65CD" w:rsidRPr="00B46665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12706A">
        <w:rPr>
          <w:sz w:val="24"/>
          <w:szCs w:val="24"/>
        </w:rPr>
        <w:t>В</w:t>
      </w:r>
      <w:r>
        <w:rPr>
          <w:bCs/>
          <w:sz w:val="24"/>
          <w:szCs w:val="24"/>
        </w:rPr>
        <w:t xml:space="preserve"> начале и в конце ВЛ-6</w:t>
      </w:r>
      <w:r w:rsidRPr="0012706A">
        <w:rPr>
          <w:bCs/>
          <w:sz w:val="24"/>
          <w:szCs w:val="24"/>
        </w:rPr>
        <w:t>кВ на всех проводах запроектировать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Опоры принять с изгибающим моментом ж/б стойки типа СВ не менее 30кН</w:t>
      </w:r>
      <w:r>
        <w:rPr>
          <w:sz w:val="24"/>
          <w:szCs w:val="24"/>
        </w:rPr>
        <w:t>м для ВЛИ-0,4кВ, не менее 50кНм  для ВЛ-6кВ.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</w:t>
      </w:r>
      <w:r>
        <w:rPr>
          <w:bCs/>
          <w:sz w:val="24"/>
          <w:szCs w:val="24"/>
        </w:rPr>
        <w:t>нения к ТП-6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</w:t>
      </w:r>
      <w:r w:rsidRPr="007762E6">
        <w:rPr>
          <w:sz w:val="24"/>
          <w:szCs w:val="24"/>
        </w:rPr>
        <w:lastRenderedPageBreak/>
        <w:t>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F0116B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</w:t>
      </w:r>
      <w:r w:rsidRPr="007762E6">
        <w:rPr>
          <w:sz w:val="24"/>
          <w:szCs w:val="24"/>
        </w:rPr>
        <w:lastRenderedPageBreak/>
        <w:t>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BA4FA4">
      <w:pPr>
        <w:pStyle w:val="a5"/>
        <w:numPr>
          <w:ilvl w:val="0"/>
          <w:numId w:val="2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510A35" w:rsidRDefault="009E6168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BA4FA4">
      <w:pPr>
        <w:pStyle w:val="a5"/>
        <w:numPr>
          <w:ilvl w:val="0"/>
          <w:numId w:val="2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9273E3" w:rsidRDefault="008A65CD" w:rsidP="008A65CD">
      <w:pPr>
        <w:widowControl w:val="0"/>
        <w:tabs>
          <w:tab w:val="num" w:pos="149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4-114к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74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«Колодня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74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Колодня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584"/>
        <w:gridCol w:w="1704"/>
        <w:gridCol w:w="1406"/>
        <w:gridCol w:w="1514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9C15E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5EA">
              <w:rPr>
                <w:rFonts w:ascii="Times New Roman" w:hAnsi="Times New Roman" w:cs="Times New Roman"/>
                <w:bCs/>
                <w:sz w:val="24"/>
                <w:szCs w:val="24"/>
              </w:rPr>
              <w:t>Смоленский район, садоводческое товарищество "ГТС", уч. № 7, 16</w:t>
            </w:r>
          </w:p>
        </w:tc>
        <w:tc>
          <w:tcPr>
            <w:tcW w:w="916" w:type="pct"/>
          </w:tcPr>
          <w:p w:rsidR="008A65CD" w:rsidRPr="00653B2B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E15">
              <w:rPr>
                <w:b/>
                <w:i/>
                <w:spacing w:val="-4"/>
                <w:sz w:val="24"/>
                <w:szCs w:val="24"/>
              </w:rPr>
              <w:t>320514819</w:t>
            </w:r>
          </w:p>
        </w:tc>
        <w:tc>
          <w:tcPr>
            <w:tcW w:w="983" w:type="pct"/>
          </w:tcPr>
          <w:p w:rsidR="008A65CD" w:rsidRPr="00653B2B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E15">
              <w:rPr>
                <w:b/>
                <w:i/>
                <w:spacing w:val="-4"/>
                <w:sz w:val="24"/>
                <w:szCs w:val="24"/>
              </w:rPr>
              <w:t>12008202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-606</w:t>
            </w:r>
            <w:r w:rsidRPr="00B014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ПС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КОЛОДНЯ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D6584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A56FF">
              <w:rPr>
                <w:sz w:val="24"/>
                <w:szCs w:val="24"/>
              </w:rPr>
              <w:t>40474167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09.12.2011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190B2F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90B2F">
              <w:rPr>
                <w:rFonts w:ascii="Times New Roman" w:hAnsi="Times New Roman" w:cs="Times New Roman"/>
                <w:sz w:val="24"/>
                <w:szCs w:val="24"/>
              </w:rPr>
              <w:t>Сергеева Валентина Ивановна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8A65CD" w:rsidRPr="009754C6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884163">
              <w:rPr>
                <w:sz w:val="24"/>
                <w:szCs w:val="24"/>
              </w:rPr>
              <w:t>40476254</w:t>
            </w:r>
          </w:p>
        </w:tc>
        <w:tc>
          <w:tcPr>
            <w:tcW w:w="731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12.12.2011г.</w:t>
            </w:r>
          </w:p>
        </w:tc>
        <w:tc>
          <w:tcPr>
            <w:tcW w:w="909" w:type="pct"/>
            <w:vAlign w:val="center"/>
          </w:tcPr>
          <w:p w:rsidR="008A65CD" w:rsidRPr="00190B2F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0B2F">
              <w:rPr>
                <w:rFonts w:ascii="Times New Roman" w:hAnsi="Times New Roman" w:cs="Times New Roman"/>
                <w:sz w:val="24"/>
                <w:szCs w:val="24"/>
              </w:rPr>
              <w:t>Иванова Валентина Киреевна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49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864363">
        <w:rPr>
          <w:sz w:val="24"/>
          <w:szCs w:val="24"/>
        </w:rPr>
        <w:t>12 ВЛ-0,4 кВ № 2 ТП № 74 ВЛ-6 кВ № 606 ПС «Колодня» 35/6 кВ,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49</w:t>
      </w:r>
      <w:r w:rsidRPr="002E61F2">
        <w:rPr>
          <w:sz w:val="24"/>
          <w:szCs w:val="24"/>
        </w:rPr>
        <w:t>0м)</w:t>
      </w:r>
    </w:p>
    <w:p w:rsidR="008A65CD" w:rsidRPr="003061D9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9335C0">
        <w:rPr>
          <w:sz w:val="24"/>
          <w:szCs w:val="24"/>
        </w:rPr>
        <w:t>Предусмотреть замену провода с обеспечением полнофазного режима с заменой опор в пролетах опор №6-12 ВЛ-0,4кВ №2 ТП №74</w:t>
      </w:r>
      <w:r>
        <w:rPr>
          <w:sz w:val="24"/>
          <w:szCs w:val="24"/>
        </w:rPr>
        <w:t xml:space="preserve"> (ориентировочно 240м)</w:t>
      </w:r>
      <w:r w:rsidRPr="003061D9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№74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№74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</w:t>
      </w:r>
      <w:r w:rsidRPr="007762E6">
        <w:rPr>
          <w:sz w:val="24"/>
          <w:szCs w:val="24"/>
        </w:rPr>
        <w:lastRenderedPageBreak/>
        <w:t>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9E6168" w:rsidRPr="009E6168" w:rsidRDefault="008A65CD" w:rsidP="00BA4FA4">
      <w:pPr>
        <w:pStyle w:val="a5"/>
        <w:numPr>
          <w:ilvl w:val="0"/>
          <w:numId w:val="2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9E6168">
        <w:rPr>
          <w:b/>
          <w:sz w:val="24"/>
          <w:szCs w:val="24"/>
        </w:rPr>
        <w:t>проектных и строительных работ:</w:t>
      </w:r>
    </w:p>
    <w:p w:rsidR="008A65CD" w:rsidRPr="007762E6" w:rsidRDefault="00BA4FA4" w:rsidP="009E6168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27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4-116к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204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</w:t>
      </w:r>
      <w:r>
        <w:rPr>
          <w:rFonts w:ascii="Times New Roman" w:hAnsi="Times New Roman" w:cs="Times New Roman"/>
          <w:sz w:val="24"/>
          <w:szCs w:val="24"/>
          <w:u w:val="single"/>
        </w:rPr>
        <w:t>110/35/10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«Заводская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>
        <w:rPr>
          <w:rFonts w:ascii="Times New Roman" w:hAnsi="Times New Roman" w:cs="Times New Roman"/>
          <w:sz w:val="24"/>
          <w:szCs w:val="24"/>
        </w:rPr>
        <w:t>ТП № 204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</w:t>
      </w:r>
      <w:r>
        <w:rPr>
          <w:rFonts w:ascii="Times New Roman" w:hAnsi="Times New Roman" w:cs="Times New Roman"/>
          <w:sz w:val="24"/>
          <w:szCs w:val="24"/>
        </w:rPr>
        <w:t>110/35/10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Заводская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492"/>
        <w:gridCol w:w="1527"/>
        <w:gridCol w:w="1314"/>
        <w:gridCol w:w="1422"/>
        <w:gridCol w:w="2168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201E9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E97">
              <w:rPr>
                <w:rFonts w:ascii="Times New Roman" w:hAnsi="Times New Roman" w:cs="Times New Roman"/>
                <w:sz w:val="24"/>
                <w:szCs w:val="24"/>
              </w:rPr>
              <w:t>д. Ясенная, ул. Солнечная, д. 45</w:t>
            </w:r>
          </w:p>
        </w:tc>
        <w:tc>
          <w:tcPr>
            <w:tcW w:w="916" w:type="pct"/>
          </w:tcPr>
          <w:p w:rsidR="008A65CD" w:rsidRPr="00B3032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C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325256400</w:t>
            </w:r>
          </w:p>
        </w:tc>
        <w:tc>
          <w:tcPr>
            <w:tcW w:w="983" w:type="pct"/>
          </w:tcPr>
          <w:p w:rsidR="008A65CD" w:rsidRPr="00B3032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C5">
              <w:rPr>
                <w:rFonts w:ascii="Times New Roman" w:hAnsi="Times New Roman" w:cs="Times New Roman"/>
                <w:sz w:val="24"/>
              </w:rPr>
              <w:t>13000148</w:t>
            </w:r>
          </w:p>
        </w:tc>
        <w:tc>
          <w:tcPr>
            <w:tcW w:w="1022" w:type="pct"/>
          </w:tcPr>
          <w:p w:rsidR="008A65CD" w:rsidRPr="00B3032A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3C5">
              <w:rPr>
                <w:rFonts w:ascii="Times New Roman" w:hAnsi="Times New Roman" w:cs="Times New Roman"/>
                <w:sz w:val="24"/>
                <w:u w:val="single"/>
              </w:rPr>
              <w:t>ОБОРУДОВАНИЕ ТП ОТ ВЛ 1002 ПС ЗАВОДСКАЯ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493F5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493F5A">
              <w:rPr>
                <w:sz w:val="24"/>
                <w:szCs w:val="24"/>
              </w:rPr>
              <w:t>40518953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828" w:type="pct"/>
            <w:vAlign w:val="center"/>
          </w:tcPr>
          <w:p w:rsidR="008A65CD" w:rsidRPr="00082E8E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2E8E">
              <w:rPr>
                <w:rFonts w:ascii="Times New Roman" w:hAnsi="Times New Roman" w:cs="Times New Roman"/>
                <w:sz w:val="24"/>
                <w:szCs w:val="24"/>
              </w:rPr>
              <w:t>Космачев Виталий Анатольевич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характеристики:</w:t>
      </w:r>
    </w:p>
    <w:p w:rsidR="008A65CD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>Предусмотреть замену силового трансформатора</w:t>
      </w:r>
      <w:r>
        <w:rPr>
          <w:sz w:val="24"/>
          <w:szCs w:val="24"/>
        </w:rPr>
        <w:t xml:space="preserve"> 100кВА</w:t>
      </w:r>
      <w:r w:rsidRPr="00EB3664">
        <w:rPr>
          <w:sz w:val="24"/>
          <w:szCs w:val="24"/>
        </w:rPr>
        <w:t xml:space="preserve"> в ТП №</w:t>
      </w:r>
      <w:r>
        <w:rPr>
          <w:sz w:val="24"/>
          <w:szCs w:val="24"/>
        </w:rPr>
        <w:t>204 на трансформатор расчетной мощности (ориентировочно 160кВА)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8A65CD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2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№204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№204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Подрядчик (и привлекаемые им Субподрядчики) должны иметь </w:t>
      </w:r>
      <w:r>
        <w:rPr>
          <w:sz w:val="24"/>
          <w:szCs w:val="24"/>
        </w:rPr>
        <w:t>свидетельство СРО</w:t>
      </w:r>
      <w:r w:rsidRPr="007762E6">
        <w:rPr>
          <w:sz w:val="24"/>
          <w:szCs w:val="24"/>
        </w:rPr>
        <w:t xml:space="preserve">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2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BA4FA4">
        <w:rPr>
          <w:b/>
          <w:sz w:val="24"/>
          <w:szCs w:val="24"/>
        </w:rPr>
        <w:t>проектных и строительных работ:</w:t>
      </w:r>
    </w:p>
    <w:p w:rsidR="00BA4FA4" w:rsidRDefault="00BA4FA4" w:rsidP="00BA4FA4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2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4-117к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331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«Печерск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4 ТП № 331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Печерск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475EA1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z w:val="24"/>
                <w:szCs w:val="24"/>
              </w:rPr>
              <w:t>г. Смоленск, п. Пасово, д. 42-в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327057119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12000466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E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0.4 КВ ОТ 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75E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609 ПЕЧЕРСК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3E3008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008">
              <w:rPr>
                <w:rFonts w:ascii="Times New Roman" w:hAnsi="Times New Roman" w:cs="Times New Roman"/>
                <w:sz w:val="24"/>
                <w:szCs w:val="24"/>
              </w:rPr>
              <w:t>40518732</w:t>
            </w:r>
          </w:p>
          <w:p w:rsidR="008A65CD" w:rsidRPr="00D6584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13168F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3168F">
              <w:rPr>
                <w:rFonts w:ascii="Times New Roman" w:hAnsi="Times New Roman" w:cs="Times New Roman"/>
                <w:sz w:val="24"/>
                <w:szCs w:val="24"/>
              </w:rPr>
              <w:t>Ермаков Алексей Николаевич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08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Табл.4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6E1233">
        <w:rPr>
          <w:sz w:val="24"/>
          <w:szCs w:val="24"/>
        </w:rPr>
        <w:t>8-1 ВЛ-0,4 кВ № 4 ТП № 331 ВЛ-6 кВ № 609 ПС «Печерск» 35/6 кВ,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8</w:t>
      </w:r>
      <w:r w:rsidRPr="002E61F2">
        <w:rPr>
          <w:sz w:val="24"/>
          <w:szCs w:val="24"/>
        </w:rPr>
        <w:t>0м)</w:t>
      </w:r>
    </w:p>
    <w:p w:rsidR="008A65CD" w:rsidRPr="003061D9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9335C0">
        <w:rPr>
          <w:sz w:val="24"/>
          <w:szCs w:val="24"/>
        </w:rPr>
        <w:t xml:space="preserve">Предусмотреть </w:t>
      </w:r>
      <w:r w:rsidRPr="004635F5">
        <w:rPr>
          <w:sz w:val="24"/>
          <w:szCs w:val="24"/>
        </w:rPr>
        <w:t xml:space="preserve">замену провода на ВЛ-0,4 кВ №4, запитанной от ТП № 331 ВЛ-6 кВ № 609 ПС "Печерск" 35/6 кВ, в пролетах опор №№ </w:t>
      </w:r>
      <w:r>
        <w:rPr>
          <w:sz w:val="24"/>
          <w:szCs w:val="24"/>
        </w:rPr>
        <w:t>6-2</w:t>
      </w:r>
      <w:r w:rsidRPr="004635F5">
        <w:rPr>
          <w:sz w:val="24"/>
          <w:szCs w:val="24"/>
        </w:rPr>
        <w:t>-8-1</w:t>
      </w:r>
      <w:r>
        <w:rPr>
          <w:sz w:val="24"/>
          <w:szCs w:val="24"/>
        </w:rPr>
        <w:t xml:space="preserve"> (ориентировочно 40м)</w:t>
      </w:r>
      <w:r w:rsidRPr="003061D9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№331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№331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</w:t>
      </w:r>
      <w:r w:rsidRPr="007762E6">
        <w:rPr>
          <w:sz w:val="24"/>
          <w:szCs w:val="24"/>
        </w:rPr>
        <w:lastRenderedPageBreak/>
        <w:t>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2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7762E6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2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4-118к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490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«Трудилово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2 ТП № 490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Трудилово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FB0F01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F01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Радкевщина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3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320578519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3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12000109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 1002 ПС ТРУДИЛОВО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DF0436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DF0436">
              <w:rPr>
                <w:sz w:val="24"/>
                <w:szCs w:val="24"/>
              </w:rPr>
              <w:t>40518928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BF224A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F224A">
              <w:rPr>
                <w:rFonts w:ascii="Times New Roman" w:hAnsi="Times New Roman" w:cs="Times New Roman"/>
                <w:sz w:val="24"/>
                <w:szCs w:val="24"/>
              </w:rPr>
              <w:t>Баранов Петр Денисович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опоры № </w:t>
      </w:r>
      <w:r w:rsidRPr="0085184A">
        <w:rPr>
          <w:sz w:val="24"/>
          <w:szCs w:val="24"/>
        </w:rPr>
        <w:t>6 ВЛ-0,4 кВ № 2 ТП № 490 ВЛ-10 кВ № 1002 ПС «Трудилово» 35/10 кВ</w:t>
      </w:r>
      <w:r w:rsidRPr="006E123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5</w:t>
      </w:r>
      <w:r w:rsidRPr="002E61F2">
        <w:rPr>
          <w:sz w:val="24"/>
          <w:szCs w:val="24"/>
        </w:rPr>
        <w:t>0м)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4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№490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№490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7762E6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4-120к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A561A">
        <w:rPr>
          <w:rFonts w:ascii="Times New Roman" w:hAnsi="Times New Roman" w:cs="Times New Roman"/>
          <w:sz w:val="24"/>
          <w:szCs w:val="24"/>
          <w:u w:val="single"/>
        </w:rPr>
        <w:t>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1009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«Одинцово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ВЛ-10кВ</w:t>
      </w:r>
      <w:r w:rsidRPr="00EA56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607F11">
        <w:rPr>
          <w:rFonts w:ascii="Times New Roman" w:hAnsi="Times New Roman" w:cs="Times New Roman"/>
          <w:sz w:val="24"/>
          <w:szCs w:val="24"/>
        </w:rPr>
        <w:t>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07F11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1009</w:t>
      </w:r>
      <w:r w:rsidRPr="00607F11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 кВ «Одинцово</w:t>
      </w:r>
      <w:r w:rsidRPr="00607F1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509A">
        <w:rPr>
          <w:rFonts w:ascii="Times New Roman" w:hAnsi="Times New Roman" w:cs="Times New Roman"/>
          <w:sz w:val="24"/>
          <w:szCs w:val="24"/>
        </w:rPr>
        <w:t>со строительством ответвления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7509A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, расположенной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94420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1050" w:type="pct"/>
          </w:tcPr>
          <w:p w:rsidR="008A65CD" w:rsidRPr="00FD2AA5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AA5">
              <w:rPr>
                <w:rFonts w:ascii="Times New Roman" w:hAnsi="Times New Roman" w:cs="Times New Roman"/>
                <w:sz w:val="24"/>
                <w:szCs w:val="24"/>
              </w:rPr>
              <w:t>г. Смоленск, Рославльское шоссе, 7 км</w:t>
            </w:r>
          </w:p>
        </w:tc>
        <w:tc>
          <w:tcPr>
            <w:tcW w:w="916" w:type="pct"/>
          </w:tcPr>
          <w:p w:rsidR="008A65CD" w:rsidRPr="00C44C50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326916119</w:t>
            </w:r>
          </w:p>
        </w:tc>
        <w:tc>
          <w:tcPr>
            <w:tcW w:w="983" w:type="pct"/>
          </w:tcPr>
          <w:p w:rsidR="008A65CD" w:rsidRPr="00C44C50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12000161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5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ВЛ-10КВ N1002 П/СТ ОДИНЦОВО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585"/>
        <w:gridCol w:w="1558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385474" w:rsidTr="008A65CD">
        <w:tc>
          <w:tcPr>
            <w:tcW w:w="255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85474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5CD" w:rsidRPr="00B136E4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4">
              <w:rPr>
                <w:rFonts w:ascii="Times New Roman" w:hAnsi="Times New Roman" w:cs="Times New Roman"/>
                <w:sz w:val="24"/>
                <w:szCs w:val="24"/>
              </w:rPr>
              <w:t>40470597</w:t>
            </w:r>
          </w:p>
        </w:tc>
        <w:tc>
          <w:tcPr>
            <w:tcW w:w="731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05.12.2011</w:t>
            </w:r>
            <w:r w:rsidRPr="00385474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8A65CD" w:rsidRPr="002F39D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2F39DA">
              <w:rPr>
                <w:sz w:val="24"/>
                <w:szCs w:val="24"/>
              </w:rPr>
              <w:t>Кузьмин Андрей Евгеньевич</w:t>
            </w:r>
          </w:p>
        </w:tc>
        <w:tc>
          <w:tcPr>
            <w:tcW w:w="814" w:type="pct"/>
            <w:vAlign w:val="center"/>
          </w:tcPr>
          <w:p w:rsidR="008A65CD" w:rsidRPr="007C1E86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</w:t>
            </w:r>
          </w:p>
        </w:tc>
        <w:tc>
          <w:tcPr>
            <w:tcW w:w="814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Pr="00385474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Default="008A65CD" w:rsidP="00BA4FA4">
      <w:pPr>
        <w:pStyle w:val="a3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4"/>
        <w:gridCol w:w="4737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295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491F72">
        <w:rPr>
          <w:sz w:val="24"/>
          <w:szCs w:val="24"/>
        </w:rPr>
        <w:t>Предусмотреть строительство участка ВЛ-</w:t>
      </w:r>
      <w:r>
        <w:rPr>
          <w:sz w:val="24"/>
          <w:szCs w:val="24"/>
        </w:rPr>
        <w:t>10</w:t>
      </w:r>
      <w:r w:rsidRPr="00491F72">
        <w:rPr>
          <w:sz w:val="24"/>
          <w:szCs w:val="24"/>
        </w:rPr>
        <w:t xml:space="preserve"> </w:t>
      </w:r>
      <w:r w:rsidRPr="00640CF7">
        <w:rPr>
          <w:sz w:val="24"/>
          <w:szCs w:val="24"/>
        </w:rPr>
        <w:t xml:space="preserve">с самонесущим защищенным проводом от опоры № </w:t>
      </w:r>
      <w:r w:rsidRPr="0022720A">
        <w:rPr>
          <w:sz w:val="24"/>
          <w:szCs w:val="24"/>
        </w:rPr>
        <w:t>13, ВЛ-10 кВ № 1009 ПС 35/10 кВ "Одинцово",</w:t>
      </w:r>
      <w:r w:rsidRPr="00491F72">
        <w:rPr>
          <w:sz w:val="24"/>
          <w:szCs w:val="24"/>
        </w:rPr>
        <w:t xml:space="preserve"> до объекта</w:t>
      </w:r>
      <w:r>
        <w:rPr>
          <w:sz w:val="24"/>
          <w:szCs w:val="24"/>
        </w:rPr>
        <w:t xml:space="preserve"> (ориентировочно 295м).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провода выбрать </w:t>
      </w:r>
      <w:r w:rsidRPr="00FC4176">
        <w:rPr>
          <w:sz w:val="24"/>
          <w:szCs w:val="24"/>
        </w:rPr>
        <w:t>согласно расчета и в соответствии с ПУЭ и действующей Н</w:t>
      </w:r>
      <w:r>
        <w:rPr>
          <w:sz w:val="24"/>
          <w:szCs w:val="24"/>
        </w:rPr>
        <w:t>ТД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СВ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8A65CD" w:rsidRPr="00BA4FA4" w:rsidRDefault="008A65CD" w:rsidP="00BA4FA4">
      <w:pPr>
        <w:pStyle w:val="a5"/>
        <w:numPr>
          <w:ilvl w:val="0"/>
          <w:numId w:val="3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BA4FA4" w:rsidRPr="00510A35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4-121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5C1D7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ВЛ-0,4 кВ № 3 ТП № 318 ВЛ-10 кВ № 1002 ПС 35/10 </w:t>
      </w:r>
      <w:r>
        <w:rPr>
          <w:rFonts w:ascii="Times New Roman" w:hAnsi="Times New Roman" w:cs="Times New Roman"/>
          <w:sz w:val="24"/>
          <w:szCs w:val="24"/>
          <w:u w:val="single"/>
        </w:rPr>
        <w:t>кВ</w:t>
      </w: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 «Жуковская»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</w:t>
      </w: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FD2DF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FD2DF9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5C1D79">
        <w:rPr>
          <w:rFonts w:ascii="Times New Roman" w:hAnsi="Times New Roman" w:cs="Times New Roman"/>
          <w:sz w:val="24"/>
          <w:szCs w:val="24"/>
        </w:rPr>
        <w:t>ВЛ-0,4 кВ № 3 ТП № 318 ВЛ-10 кВ № 1002 ПС 35/10 кВ «Жуковская»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8A65CD" w:rsidRPr="007762E6" w:rsidTr="008A65CD"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65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8A65CD" w:rsidRPr="00E364A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18">
              <w:rPr>
                <w:rFonts w:ascii="Times New Roman" w:hAnsi="Times New Roman" w:cs="Times New Roman"/>
                <w:sz w:val="24"/>
                <w:szCs w:val="24"/>
              </w:rPr>
              <w:t>д. Зыколино</w:t>
            </w:r>
          </w:p>
        </w:tc>
        <w:tc>
          <w:tcPr>
            <w:tcW w:w="893" w:type="pct"/>
            <w:vAlign w:val="center"/>
          </w:tcPr>
          <w:p w:rsidR="008A65CD" w:rsidRPr="00107305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05">
              <w:rPr>
                <w:rFonts w:ascii="Times New Roman" w:hAnsi="Times New Roman" w:cs="Times New Roman"/>
                <w:sz w:val="24"/>
                <w:szCs w:val="24"/>
              </w:rPr>
              <w:t>12000138</w:t>
            </w:r>
          </w:p>
        </w:tc>
        <w:tc>
          <w:tcPr>
            <w:tcW w:w="765" w:type="pct"/>
            <w:vAlign w:val="center"/>
          </w:tcPr>
          <w:p w:rsidR="008A65CD" w:rsidRPr="00107305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05">
              <w:rPr>
                <w:rFonts w:ascii="Times New Roman" w:hAnsi="Times New Roman" w:cs="Times New Roman"/>
                <w:sz w:val="24"/>
                <w:szCs w:val="24"/>
              </w:rPr>
              <w:t>326948519</w:t>
            </w:r>
          </w:p>
        </w:tc>
        <w:tc>
          <w:tcPr>
            <w:tcW w:w="1027" w:type="pct"/>
            <w:vAlign w:val="center"/>
          </w:tcPr>
          <w:p w:rsidR="008A65CD" w:rsidRPr="00107305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05">
              <w:rPr>
                <w:rFonts w:ascii="Times New Roman" w:hAnsi="Times New Roman" w:cs="Times New Roman"/>
                <w:sz w:val="24"/>
                <w:szCs w:val="24"/>
              </w:rPr>
              <w:t>ВЛ-0,4КВ N1002 П/СТ ЖУКОВСКАЯ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73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4"/>
        <w:gridCol w:w="1249"/>
        <w:gridCol w:w="1190"/>
        <w:gridCol w:w="1875"/>
        <w:gridCol w:w="804"/>
        <w:gridCol w:w="1230"/>
        <w:gridCol w:w="1092"/>
        <w:gridCol w:w="1155"/>
      </w:tblGrid>
      <w:tr w:rsidR="008A65CD" w:rsidRPr="00EF4E1A" w:rsidTr="008A65CD">
        <w:trPr>
          <w:trHeight w:val="141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68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56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3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4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67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02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37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40452218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Белкин А. А.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Зыколино.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40452172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Белкин А. А.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Зыколино.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40452203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28.10.2011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Белкин А. А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Зыколино.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40491186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16.01.2012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Зинченко Е. И.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61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68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40512189</w:t>
            </w:r>
          </w:p>
        </w:tc>
        <w:tc>
          <w:tcPr>
            <w:tcW w:w="656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22.02.2012</w:t>
            </w:r>
          </w:p>
        </w:tc>
        <w:tc>
          <w:tcPr>
            <w:tcW w:w="1034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гр. Воробьев С. В.</w:t>
            </w:r>
          </w:p>
        </w:tc>
        <w:tc>
          <w:tcPr>
            <w:tcW w:w="443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678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Смоленский район, д. Зыколино</w:t>
            </w:r>
          </w:p>
        </w:tc>
        <w:tc>
          <w:tcPr>
            <w:tcW w:w="602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637" w:type="pct"/>
            <w:vAlign w:val="center"/>
          </w:tcPr>
          <w:p w:rsidR="008A65CD" w:rsidRPr="00E2477F" w:rsidRDefault="008A65CD" w:rsidP="008A65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77F">
              <w:rPr>
                <w:rFonts w:ascii="Times New Roman" w:eastAsia="Times New Roman" w:hAnsi="Times New Roman" w:cs="Times New Roman"/>
                <w:lang w:eastAsia="ru-RU"/>
              </w:rPr>
              <w:t>0,23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671D0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  <w:r>
              <w:rPr>
                <w:sz w:val="24"/>
                <w:szCs w:val="24"/>
              </w:rPr>
              <w:t>9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СВ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lastRenderedPageBreak/>
        <w:t xml:space="preserve">Предусмотреть строительство участка ВЛ-0,4кВ проводом марки СИП-2 от опоры ВЛ-0,4кВ, проектируемой по ТЗ для </w:t>
      </w:r>
      <w:r w:rsidRPr="00580A13">
        <w:rPr>
          <w:sz w:val="24"/>
          <w:szCs w:val="24"/>
        </w:rPr>
        <w:t>Михалевой В. А.</w:t>
      </w:r>
      <w:r>
        <w:rPr>
          <w:sz w:val="24"/>
          <w:szCs w:val="24"/>
        </w:rPr>
        <w:t>от 06.07</w:t>
      </w:r>
      <w:r w:rsidRPr="001E11CA">
        <w:rPr>
          <w:sz w:val="24"/>
          <w:szCs w:val="24"/>
        </w:rPr>
        <w:t xml:space="preserve">.2011г.,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(ориентировочно 490м).</w:t>
      </w:r>
    </w:p>
    <w:p w:rsidR="008A65CD" w:rsidRPr="00604B53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 xml:space="preserve">3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318 </w:t>
      </w:r>
      <w:r w:rsidRPr="00604B53">
        <w:rPr>
          <w:sz w:val="24"/>
          <w:szCs w:val="24"/>
        </w:rPr>
        <w:t>на пропуск нагрузки по ней.</w:t>
      </w:r>
    </w:p>
    <w:p w:rsidR="008A65CD" w:rsidRPr="001E11CA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№318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8A65CD" w:rsidRPr="00BA4FA4" w:rsidRDefault="008A65CD" w:rsidP="00BA4FA4">
      <w:pPr>
        <w:pStyle w:val="a5"/>
        <w:numPr>
          <w:ilvl w:val="0"/>
          <w:numId w:val="3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BA4FA4" w:rsidRPr="00904C7E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BA4FA4">
      <w:pPr>
        <w:pStyle w:val="a5"/>
        <w:numPr>
          <w:ilvl w:val="0"/>
          <w:numId w:val="3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4-122к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ТП № </w:t>
      </w:r>
      <w:r>
        <w:rPr>
          <w:rFonts w:ascii="Times New Roman" w:hAnsi="Times New Roman" w:cs="Times New Roman"/>
          <w:sz w:val="24"/>
          <w:szCs w:val="24"/>
          <w:u w:val="single"/>
        </w:rPr>
        <w:t>149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602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«Печерск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 xml:space="preserve">проектирование и реконструкцию </w:t>
      </w:r>
      <w:r w:rsidRPr="000A6877">
        <w:rPr>
          <w:rFonts w:ascii="Times New Roman" w:hAnsi="Times New Roman" w:cs="Times New Roman"/>
          <w:sz w:val="24"/>
          <w:szCs w:val="24"/>
        </w:rPr>
        <w:t xml:space="preserve">ВЛ-0,4 кВ № </w:t>
      </w:r>
      <w:r>
        <w:rPr>
          <w:rFonts w:ascii="Times New Roman" w:hAnsi="Times New Roman" w:cs="Times New Roman"/>
          <w:sz w:val="24"/>
          <w:szCs w:val="24"/>
        </w:rPr>
        <w:t>1 ТП № 149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602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Печерск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AE0210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210">
              <w:rPr>
                <w:rFonts w:ascii="Times New Roman" w:hAnsi="Times New Roman" w:cs="Times New Roman"/>
                <w:sz w:val="24"/>
                <w:szCs w:val="24"/>
              </w:rPr>
              <w:t>Смоленский район, д. Печерск, ул. Славянская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320945619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9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12000125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9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 602 ПС ПЕЧЕРСК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3B6BE3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3B6BE3">
              <w:rPr>
                <w:sz w:val="24"/>
                <w:szCs w:val="24"/>
              </w:rPr>
              <w:t>40521951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3B6BE3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B6BE3">
              <w:rPr>
                <w:rFonts w:ascii="Times New Roman" w:hAnsi="Times New Roman" w:cs="Times New Roman"/>
                <w:sz w:val="24"/>
                <w:szCs w:val="24"/>
              </w:rPr>
              <w:t>Мищенков Сергей Васильевич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реконструируемой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762E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</w:t>
      </w:r>
      <w:r w:rsidRPr="00E84075">
        <w:rPr>
          <w:sz w:val="24"/>
          <w:szCs w:val="24"/>
        </w:rPr>
        <w:t>обеспечение полнофазного режима на ВЛ-0,4 кВ №1, запитанной от ТП № 149 ВЛ-6 кВ № 602 ПС "Печерск" 35/6 кВ, в пролетах опор №№ 11-1</w:t>
      </w:r>
      <w:r>
        <w:rPr>
          <w:sz w:val="24"/>
          <w:szCs w:val="24"/>
        </w:rPr>
        <w:t>6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28</w:t>
      </w:r>
      <w:r w:rsidRPr="002E61F2">
        <w:rPr>
          <w:sz w:val="24"/>
          <w:szCs w:val="24"/>
        </w:rPr>
        <w:t>0м)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Проверить марку и сечение провода ВЛ 0,4кВ №</w:t>
      </w:r>
      <w:r>
        <w:rPr>
          <w:sz w:val="24"/>
          <w:szCs w:val="24"/>
        </w:rPr>
        <w:t>1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ТП №149 </w:t>
      </w:r>
      <w:r w:rsidRPr="007762E6">
        <w:rPr>
          <w:sz w:val="24"/>
          <w:szCs w:val="24"/>
        </w:rPr>
        <w:t>на пропуск нагрузки по ней.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№149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7762E6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4-123к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 xml:space="preserve"> и реконструкцию: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871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1002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«Одинцово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Pr="00780201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>
        <w:rPr>
          <w:rFonts w:ascii="Times New Roman" w:hAnsi="Times New Roman" w:cs="Times New Roman"/>
          <w:sz w:val="24"/>
          <w:szCs w:val="24"/>
        </w:rPr>
        <w:t>ТП № 871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1002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Одинцово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492"/>
        <w:gridCol w:w="1527"/>
        <w:gridCol w:w="1314"/>
        <w:gridCol w:w="1422"/>
        <w:gridCol w:w="2168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362559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559">
              <w:rPr>
                <w:rFonts w:ascii="Times New Roman" w:hAnsi="Times New Roman" w:cs="Times New Roman"/>
                <w:sz w:val="24"/>
                <w:szCs w:val="24"/>
              </w:rPr>
              <w:t>Смоленский район, д. Шабаново</w:t>
            </w:r>
          </w:p>
        </w:tc>
        <w:tc>
          <w:tcPr>
            <w:tcW w:w="916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7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325005400</w:t>
            </w:r>
          </w:p>
        </w:tc>
        <w:tc>
          <w:tcPr>
            <w:tcW w:w="983" w:type="pct"/>
          </w:tcPr>
          <w:p w:rsidR="008A65CD" w:rsidRPr="00E04BAE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7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13006479</w:t>
            </w:r>
          </w:p>
        </w:tc>
        <w:tc>
          <w:tcPr>
            <w:tcW w:w="1022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7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ТП ПО ВЛ 1002 ПС ОДИНЦОВО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F443B2" w:rsidRDefault="008A65CD" w:rsidP="008A65C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B2">
              <w:rPr>
                <w:rFonts w:ascii="Times New Roman" w:hAnsi="Times New Roman" w:cs="Times New Roman"/>
                <w:sz w:val="24"/>
                <w:szCs w:val="24"/>
              </w:rPr>
              <w:t>40519821</w:t>
            </w:r>
          </w:p>
          <w:p w:rsidR="008A65CD" w:rsidRPr="00F443B2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F443B2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443B2">
              <w:rPr>
                <w:rFonts w:ascii="Times New Roman" w:hAnsi="Times New Roman" w:cs="Times New Roman"/>
                <w:sz w:val="24"/>
                <w:szCs w:val="24"/>
              </w:rPr>
              <w:t>Ходченков Алексей Михайлович</w:t>
            </w:r>
          </w:p>
        </w:tc>
        <w:tc>
          <w:tcPr>
            <w:tcW w:w="733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6497B">
        <w:rPr>
          <w:sz w:val="24"/>
          <w:szCs w:val="24"/>
        </w:rPr>
        <w:t xml:space="preserve">Предусмотреть строительство участка ВЛ-0,4 кВ с изолированным самонесущим проводом </w:t>
      </w:r>
      <w:r w:rsidRPr="002E61F2">
        <w:rPr>
          <w:sz w:val="24"/>
          <w:szCs w:val="24"/>
        </w:rPr>
        <w:t xml:space="preserve">от </w:t>
      </w:r>
      <w:r w:rsidRPr="00E6366C">
        <w:rPr>
          <w:sz w:val="24"/>
          <w:szCs w:val="24"/>
        </w:rPr>
        <w:t>ТП № 871 ВЛ-10 кВ № 1002 ПС «Одинцово» 35/10 кВ</w:t>
      </w:r>
      <w:r w:rsidRPr="006E1233">
        <w:rPr>
          <w:sz w:val="24"/>
          <w:szCs w:val="24"/>
        </w:rPr>
        <w:t>,</w:t>
      </w:r>
      <w:r w:rsidRPr="00653B2B">
        <w:rPr>
          <w:sz w:val="24"/>
          <w:szCs w:val="24"/>
        </w:rPr>
        <w:t xml:space="preserve">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30</w:t>
      </w:r>
      <w:r w:rsidRPr="002E61F2">
        <w:rPr>
          <w:sz w:val="24"/>
          <w:szCs w:val="24"/>
        </w:rPr>
        <w:t>0м)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№871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BA4FA4">
        <w:rPr>
          <w:b/>
          <w:sz w:val="24"/>
          <w:szCs w:val="24"/>
        </w:rPr>
        <w:t>проектных и строительных работ:</w:t>
      </w:r>
    </w:p>
    <w:p w:rsidR="00BA4FA4" w:rsidRDefault="00BA4FA4" w:rsidP="00BA4FA4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 xml:space="preserve">В </w:t>
      </w:r>
      <w:r w:rsidRPr="00BA4FA4">
        <w:rPr>
          <w:b/>
          <w:sz w:val="24"/>
          <w:szCs w:val="24"/>
        </w:rPr>
        <w:t>течение</w:t>
      </w:r>
      <w:r w:rsidRPr="00920463">
        <w:rPr>
          <w:b/>
          <w:sz w:val="24"/>
          <w:szCs w:val="24"/>
        </w:rPr>
        <w:t xml:space="preserve">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Pr="007762E6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4-124</w:t>
      </w:r>
      <w:r w:rsidRPr="00432AD3">
        <w:rPr>
          <w:rFonts w:ascii="Times New Roman" w:hAnsi="Times New Roman" w:cs="Times New Roman"/>
          <w:b/>
          <w:i/>
          <w:sz w:val="24"/>
          <w:szCs w:val="24"/>
          <w:u w:val="single"/>
        </w:rPr>
        <w:t>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Pr="005C1D7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4A68">
        <w:rPr>
          <w:rFonts w:ascii="Times New Roman" w:hAnsi="Times New Roman" w:cs="Times New Roman"/>
          <w:sz w:val="24"/>
          <w:szCs w:val="24"/>
          <w:u w:val="single"/>
        </w:rPr>
        <w:t>ВЛ-0,4кВ №1 ТП № 855 ВЛ-10 кВ № 1008 ПС 35/10 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04A68">
        <w:rPr>
          <w:rFonts w:ascii="Times New Roman" w:hAnsi="Times New Roman" w:cs="Times New Roman"/>
          <w:sz w:val="24"/>
          <w:szCs w:val="24"/>
          <w:u w:val="single"/>
        </w:rPr>
        <w:t xml:space="preserve">«Лубня» </w:t>
      </w:r>
      <w:r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ВЛ-0,4кВ</w:t>
      </w:r>
      <w:r w:rsidRPr="005C1D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65CD" w:rsidRPr="00FD2DF9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FD2DF9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</w:t>
      </w:r>
      <w:r>
        <w:rPr>
          <w:rFonts w:ascii="Times New Roman" w:hAnsi="Times New Roman" w:cs="Times New Roman"/>
          <w:sz w:val="24"/>
          <w:szCs w:val="24"/>
        </w:rPr>
        <w:t xml:space="preserve">и реконструкцию </w:t>
      </w:r>
      <w:r w:rsidRPr="00FB2A6D">
        <w:rPr>
          <w:rFonts w:ascii="Times New Roman" w:hAnsi="Times New Roman" w:cs="Times New Roman"/>
          <w:sz w:val="24"/>
          <w:szCs w:val="24"/>
        </w:rPr>
        <w:t>ВЛ-0,4кВ №1 ТП № 855 ВЛ-10 кВ № 1008 ПС 35/10 кВ «Лубня»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48" w:type="pct"/>
        <w:tblLook w:val="04A0"/>
      </w:tblPr>
      <w:tblGrid>
        <w:gridCol w:w="1443"/>
        <w:gridCol w:w="1483"/>
        <w:gridCol w:w="1567"/>
        <w:gridCol w:w="1656"/>
        <w:gridCol w:w="1413"/>
        <w:gridCol w:w="1909"/>
      </w:tblGrid>
      <w:tr w:rsidR="008A65CD" w:rsidRPr="007762E6" w:rsidTr="008A65CD"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4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93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765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7762E6" w:rsidTr="008A65CD">
        <w:trPr>
          <w:trHeight w:val="1114"/>
        </w:trPr>
        <w:tc>
          <w:tcPr>
            <w:tcW w:w="720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48" w:type="pct"/>
            <w:vAlign w:val="center"/>
          </w:tcPr>
          <w:p w:rsidR="008A65CD" w:rsidRPr="007762E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</w:tc>
        <w:tc>
          <w:tcPr>
            <w:tcW w:w="847" w:type="pct"/>
            <w:vAlign w:val="center"/>
          </w:tcPr>
          <w:p w:rsidR="008A65CD" w:rsidRPr="00E364A6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141">
              <w:rPr>
                <w:rFonts w:ascii="Times New Roman" w:hAnsi="Times New Roman" w:cs="Times New Roman"/>
                <w:sz w:val="24"/>
                <w:szCs w:val="24"/>
              </w:rPr>
              <w:t>д. Зубовщина</w:t>
            </w:r>
          </w:p>
        </w:tc>
        <w:tc>
          <w:tcPr>
            <w:tcW w:w="893" w:type="pct"/>
            <w:vAlign w:val="center"/>
          </w:tcPr>
          <w:p w:rsidR="008A65CD" w:rsidRPr="000944DB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DB">
              <w:rPr>
                <w:rFonts w:ascii="Times New Roman" w:hAnsi="Times New Roman" w:cs="Times New Roman"/>
                <w:sz w:val="24"/>
                <w:szCs w:val="24"/>
              </w:rPr>
              <w:t>12000526</w:t>
            </w:r>
          </w:p>
        </w:tc>
        <w:tc>
          <w:tcPr>
            <w:tcW w:w="765" w:type="pct"/>
            <w:vAlign w:val="center"/>
          </w:tcPr>
          <w:p w:rsidR="008A65CD" w:rsidRPr="000944DB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DB">
              <w:rPr>
                <w:rFonts w:ascii="Times New Roman" w:hAnsi="Times New Roman" w:cs="Times New Roman"/>
                <w:sz w:val="24"/>
                <w:szCs w:val="24"/>
              </w:rPr>
              <w:t>320955219</w:t>
            </w:r>
          </w:p>
        </w:tc>
        <w:tc>
          <w:tcPr>
            <w:tcW w:w="1027" w:type="pct"/>
            <w:vAlign w:val="center"/>
          </w:tcPr>
          <w:p w:rsidR="008A65CD" w:rsidRPr="000944DB" w:rsidRDefault="008A65CD" w:rsidP="008A6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DB">
              <w:rPr>
                <w:rFonts w:ascii="Times New Roman" w:hAnsi="Times New Roman" w:cs="Times New Roman"/>
                <w:sz w:val="24"/>
                <w:szCs w:val="24"/>
              </w:rPr>
              <w:t>ВЛ-0,4КВ ОТ Л-1008 П/СТ ЛУБНЯ</w:t>
            </w:r>
          </w:p>
        </w:tc>
      </w:tr>
    </w:tbl>
    <w:p w:rsidR="008A65CD" w:rsidRPr="007762E6" w:rsidRDefault="008A65CD" w:rsidP="008A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44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3"/>
        <w:gridCol w:w="1248"/>
        <w:gridCol w:w="1190"/>
        <w:gridCol w:w="1876"/>
        <w:gridCol w:w="804"/>
        <w:gridCol w:w="1231"/>
        <w:gridCol w:w="1092"/>
        <w:gridCol w:w="620"/>
      </w:tblGrid>
      <w:tr w:rsidR="008A65CD" w:rsidRPr="00EF4E1A" w:rsidTr="008A65CD">
        <w:trPr>
          <w:trHeight w:val="141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97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109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47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2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640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36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40334621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06.06.2011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Павлова Л. П.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район, 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10,0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40376662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16.11.2011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Лосенкова Л. В.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</w:t>
            </w:r>
            <w:r w:rsidRPr="0018064D">
              <w:rPr>
                <w:sz w:val="22"/>
                <w:szCs w:val="22"/>
              </w:rPr>
              <w:br/>
              <w:t>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10,0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40491370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13.01.2012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Тягунова Е. Л.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район, 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15,0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  <w:tr w:rsidR="008A65CD" w:rsidTr="008A65CD">
        <w:trPr>
          <w:trHeight w:hRule="exact" w:val="1077"/>
        </w:trPr>
        <w:tc>
          <w:tcPr>
            <w:tcW w:w="278" w:type="pct"/>
            <w:vAlign w:val="center"/>
          </w:tcPr>
          <w:p w:rsidR="008A65CD" w:rsidRPr="00EF4E1A" w:rsidRDefault="008A65CD" w:rsidP="008A65CD">
            <w:pPr>
              <w:pStyle w:val="a5"/>
              <w:numPr>
                <w:ilvl w:val="0"/>
                <w:numId w:val="21"/>
              </w:numPr>
              <w:tabs>
                <w:tab w:val="left" w:pos="1134"/>
                <w:tab w:val="left" w:pos="1276"/>
              </w:tabs>
              <w:ind w:left="0" w:hanging="142"/>
              <w:rPr>
                <w:sz w:val="22"/>
                <w:szCs w:val="22"/>
              </w:rPr>
            </w:pPr>
          </w:p>
        </w:tc>
        <w:tc>
          <w:tcPr>
            <w:tcW w:w="73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40503957</w:t>
            </w:r>
          </w:p>
        </w:tc>
        <w:tc>
          <w:tcPr>
            <w:tcW w:w="697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06.02.2012</w:t>
            </w:r>
          </w:p>
        </w:tc>
        <w:tc>
          <w:tcPr>
            <w:tcW w:w="1099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гр. Ивашкова Н. Н.</w:t>
            </w:r>
          </w:p>
        </w:tc>
        <w:tc>
          <w:tcPr>
            <w:tcW w:w="47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жилой дом</w:t>
            </w:r>
          </w:p>
        </w:tc>
        <w:tc>
          <w:tcPr>
            <w:tcW w:w="721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Смоленский район, д. Зубовщина</w:t>
            </w:r>
          </w:p>
        </w:tc>
        <w:tc>
          <w:tcPr>
            <w:tcW w:w="640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8,0</w:t>
            </w:r>
          </w:p>
        </w:tc>
        <w:tc>
          <w:tcPr>
            <w:tcW w:w="363" w:type="pct"/>
            <w:vAlign w:val="center"/>
          </w:tcPr>
          <w:p w:rsidR="008A65CD" w:rsidRPr="0018064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18064D">
              <w:rPr>
                <w:sz w:val="22"/>
                <w:szCs w:val="22"/>
              </w:rPr>
              <w:t>0,4</w:t>
            </w:r>
          </w:p>
        </w:tc>
      </w:tr>
    </w:tbl>
    <w:p w:rsidR="008A65CD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A65CD" w:rsidRPr="007762E6" w:rsidRDefault="008A65CD" w:rsidP="00BA4FA4">
      <w:pPr>
        <w:pStyle w:val="a3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</w:t>
      </w:r>
      <w:r w:rsidRPr="007762E6">
        <w:rPr>
          <w:rFonts w:ascii="Times New Roman" w:hAnsi="Times New Roman" w:cs="Times New Roman"/>
          <w:sz w:val="24"/>
          <w:szCs w:val="24"/>
        </w:rPr>
        <w:lastRenderedPageBreak/>
        <w:t>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671D0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8A65CD">
      <w:pPr>
        <w:pStyle w:val="a5"/>
        <w:tabs>
          <w:tab w:val="left" w:pos="993"/>
        </w:tabs>
        <w:ind w:left="284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проектируемой </w:t>
      </w:r>
      <w:r w:rsidRPr="007762E6">
        <w:rPr>
          <w:b/>
          <w:sz w:val="24"/>
          <w:szCs w:val="24"/>
        </w:rPr>
        <w:t>ВЛ-0,4кВ: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0,4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СВ</w:t>
            </w:r>
          </w:p>
        </w:tc>
      </w:tr>
      <w:tr w:rsidR="008A65CD" w:rsidRPr="001E11CA" w:rsidTr="008A65CD">
        <w:tc>
          <w:tcPr>
            <w:tcW w:w="5068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1E11CA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1E11CA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1E11CA">
        <w:rPr>
          <w:sz w:val="24"/>
          <w:szCs w:val="24"/>
        </w:rPr>
        <w:t xml:space="preserve">Предусмотреть строительство участка ВЛ-0,4кВ проводом марки СИП-2 от опоры ВЛ-0,4кВ, проектируемой по ТЗ для </w:t>
      </w:r>
      <w:r>
        <w:rPr>
          <w:sz w:val="24"/>
          <w:szCs w:val="24"/>
        </w:rPr>
        <w:t>Виноградовой</w:t>
      </w:r>
      <w:r w:rsidRPr="0018064D">
        <w:rPr>
          <w:sz w:val="24"/>
          <w:szCs w:val="24"/>
        </w:rPr>
        <w:t xml:space="preserve"> Н.В.</w:t>
      </w:r>
      <w:r>
        <w:rPr>
          <w:sz w:val="24"/>
          <w:szCs w:val="24"/>
        </w:rPr>
        <w:t>от 25.03</w:t>
      </w:r>
      <w:r w:rsidRPr="001E11CA">
        <w:rPr>
          <w:sz w:val="24"/>
          <w:szCs w:val="24"/>
        </w:rPr>
        <w:t xml:space="preserve">.2011г., </w:t>
      </w:r>
      <w:r>
        <w:rPr>
          <w:sz w:val="24"/>
          <w:szCs w:val="24"/>
        </w:rPr>
        <w:t xml:space="preserve">до территории Заявителей </w:t>
      </w:r>
      <w:r w:rsidRPr="001E11CA">
        <w:rPr>
          <w:sz w:val="24"/>
          <w:szCs w:val="24"/>
        </w:rPr>
        <w:t>(ориентир</w:t>
      </w:r>
      <w:r>
        <w:rPr>
          <w:sz w:val="24"/>
          <w:szCs w:val="24"/>
        </w:rPr>
        <w:t>овочно 15</w:t>
      </w:r>
      <w:r w:rsidRPr="001E11CA">
        <w:rPr>
          <w:sz w:val="24"/>
          <w:szCs w:val="24"/>
        </w:rPr>
        <w:t>0м).</w:t>
      </w:r>
    </w:p>
    <w:p w:rsidR="008A65CD" w:rsidRPr="00604B53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Проверить марку и сечение провода ВЛ 0,4кВ №</w:t>
      </w:r>
      <w:r>
        <w:rPr>
          <w:sz w:val="24"/>
          <w:szCs w:val="24"/>
        </w:rPr>
        <w:t xml:space="preserve">1 </w:t>
      </w:r>
      <w:r w:rsidRPr="007762E6">
        <w:rPr>
          <w:sz w:val="24"/>
          <w:szCs w:val="24"/>
        </w:rPr>
        <w:t>ТП №</w:t>
      </w:r>
      <w:r>
        <w:rPr>
          <w:sz w:val="24"/>
          <w:szCs w:val="24"/>
        </w:rPr>
        <w:t xml:space="preserve">855 </w:t>
      </w:r>
      <w:r w:rsidRPr="00604B53">
        <w:rPr>
          <w:sz w:val="24"/>
          <w:szCs w:val="24"/>
        </w:rPr>
        <w:t>на пропуск нагрузки по ней.</w:t>
      </w:r>
    </w:p>
    <w:p w:rsidR="008A65CD" w:rsidRPr="001E11CA" w:rsidRDefault="008A65CD" w:rsidP="008A65C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5.7. 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№855 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8431D8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582E47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82E47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</w:t>
      </w:r>
      <w:r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FC79B3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C79B3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C903BE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8A65CD" w:rsidRPr="00904C7E" w:rsidRDefault="00BA4FA4" w:rsidP="00BA4FA4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C92849" w:rsidRDefault="008A65CD" w:rsidP="00BA4FA4">
      <w:pPr>
        <w:pStyle w:val="a5"/>
        <w:numPr>
          <w:ilvl w:val="0"/>
          <w:numId w:val="36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8A65CD" w:rsidRDefault="008A65C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4-159к</w:t>
      </w:r>
    </w:p>
    <w:p w:rsidR="008A65CD" w:rsidRPr="007762E6" w:rsidRDefault="008A65CD" w:rsidP="008A65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228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1006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«Катынь-1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Default="008A65CD" w:rsidP="008A65CD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>
        <w:rPr>
          <w:rFonts w:ascii="Times New Roman" w:hAnsi="Times New Roman" w:cs="Times New Roman"/>
          <w:sz w:val="24"/>
          <w:szCs w:val="24"/>
        </w:rPr>
        <w:t>ТП № 228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1006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Катынь-1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8A65CD" w:rsidRPr="007762E6" w:rsidRDefault="008A65CD" w:rsidP="008A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8A65CD" w:rsidRPr="007762E6" w:rsidTr="008A65CD">
        <w:trPr>
          <w:jc w:val="center"/>
        </w:trPr>
        <w:tc>
          <w:tcPr>
            <w:tcW w:w="1028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8A65CD" w:rsidRPr="007762E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8A65CD" w:rsidRPr="00944207" w:rsidTr="008A65CD">
        <w:trPr>
          <w:jc w:val="center"/>
        </w:trPr>
        <w:tc>
          <w:tcPr>
            <w:tcW w:w="1028" w:type="pct"/>
          </w:tcPr>
          <w:p w:rsidR="008A65CD" w:rsidRPr="00944207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8A65CD" w:rsidRPr="00481776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77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Велино</w:t>
            </w:r>
          </w:p>
        </w:tc>
        <w:tc>
          <w:tcPr>
            <w:tcW w:w="916" w:type="pct"/>
          </w:tcPr>
          <w:p w:rsidR="008A65CD" w:rsidRPr="00370632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EDF">
              <w:rPr>
                <w:rFonts w:ascii="Times New Roman" w:hAnsi="Times New Roman" w:cs="Times New Roman"/>
                <w:sz w:val="24"/>
              </w:rPr>
              <w:t>326930006</w:t>
            </w:r>
          </w:p>
        </w:tc>
        <w:tc>
          <w:tcPr>
            <w:tcW w:w="983" w:type="pct"/>
          </w:tcPr>
          <w:p w:rsidR="008A65CD" w:rsidRPr="00370632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EDF">
              <w:rPr>
                <w:rFonts w:ascii="Times New Roman" w:hAnsi="Times New Roman" w:cs="Times New Roman"/>
                <w:sz w:val="24"/>
              </w:rPr>
              <w:t>12000561</w:t>
            </w:r>
          </w:p>
        </w:tc>
        <w:tc>
          <w:tcPr>
            <w:tcW w:w="1022" w:type="pct"/>
          </w:tcPr>
          <w:p w:rsidR="008A65CD" w:rsidRPr="006E0512" w:rsidRDefault="008A65CD" w:rsidP="008A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B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Л 1006 ПС КАТЫНЬ 1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8A65CD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8A65CD" w:rsidRDefault="008A65CD" w:rsidP="008A65C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8A65CD" w:rsidRPr="00EF4E1A" w:rsidTr="008A65CD">
        <w:tc>
          <w:tcPr>
            <w:tcW w:w="255" w:type="pct"/>
            <w:vAlign w:val="center"/>
          </w:tcPr>
          <w:p w:rsidR="008A65CD" w:rsidRPr="00EF4E1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8A65CD" w:rsidRPr="00C350BC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C350BC">
              <w:rPr>
                <w:sz w:val="24"/>
                <w:szCs w:val="24"/>
              </w:rPr>
              <w:t>40490968</w:t>
            </w:r>
          </w:p>
        </w:tc>
        <w:tc>
          <w:tcPr>
            <w:tcW w:w="731" w:type="pct"/>
            <w:vAlign w:val="center"/>
          </w:tcPr>
          <w:p w:rsidR="008A65CD" w:rsidRPr="002E4CBE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8A65CD" w:rsidRPr="00493D12" w:rsidRDefault="008A65CD" w:rsidP="008A65C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93D12">
              <w:rPr>
                <w:rFonts w:ascii="Times New Roman" w:hAnsi="Times New Roman" w:cs="Times New Roman"/>
                <w:sz w:val="24"/>
                <w:szCs w:val="24"/>
              </w:rPr>
              <w:t>ОАО "Мобильные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D12">
              <w:rPr>
                <w:rFonts w:ascii="Times New Roman" w:hAnsi="Times New Roman" w:cs="Times New Roman"/>
                <w:sz w:val="24"/>
                <w:szCs w:val="24"/>
              </w:rPr>
              <w:t>ТелеСистемы"</w:t>
            </w:r>
          </w:p>
        </w:tc>
        <w:tc>
          <w:tcPr>
            <w:tcW w:w="733" w:type="pct"/>
            <w:vAlign w:val="center"/>
          </w:tcPr>
          <w:p w:rsidR="008A65CD" w:rsidRPr="00C350BC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350BC">
              <w:rPr>
                <w:sz w:val="24"/>
                <w:szCs w:val="24"/>
              </w:rPr>
              <w:t>базовая станция сотовой связи</w:t>
            </w:r>
          </w:p>
        </w:tc>
        <w:tc>
          <w:tcPr>
            <w:tcW w:w="814" w:type="pct"/>
            <w:vAlign w:val="center"/>
          </w:tcPr>
          <w:p w:rsidR="008A65CD" w:rsidRPr="0070557A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8A65CD" w:rsidRDefault="008A65CD" w:rsidP="008A65C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8A65CD" w:rsidRPr="007762E6" w:rsidRDefault="008A65CD" w:rsidP="00BA4FA4">
      <w:pPr>
        <w:pStyle w:val="a3"/>
        <w:numPr>
          <w:ilvl w:val="1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8A65CD" w:rsidRPr="007762E6" w:rsidRDefault="008A65CD" w:rsidP="008A65C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8A65CD" w:rsidRPr="007762E6" w:rsidRDefault="008A65CD" w:rsidP="008A65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8A65CD" w:rsidRPr="007762E6" w:rsidRDefault="008A65CD" w:rsidP="008A65C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8A65CD" w:rsidRPr="007762E6" w:rsidRDefault="008A65CD" w:rsidP="00BA4FA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8A65CD" w:rsidRPr="007762E6" w:rsidRDefault="008A65CD" w:rsidP="008A65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8A65CD" w:rsidRPr="007762E6" w:rsidRDefault="008A65CD" w:rsidP="008A65C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8A65CD" w:rsidRPr="007762E6" w:rsidRDefault="008A65CD" w:rsidP="008A65C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8A65CD" w:rsidRPr="007762E6" w:rsidTr="008A65CD">
        <w:tc>
          <w:tcPr>
            <w:tcW w:w="5068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8A65CD" w:rsidRPr="007762E6" w:rsidRDefault="008A65CD" w:rsidP="008A65C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8A65CD" w:rsidRPr="002E61F2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1F475C">
        <w:rPr>
          <w:sz w:val="24"/>
          <w:szCs w:val="24"/>
        </w:rPr>
        <w:t>Предусмотреть строительство отдельной ВЛ-0,4 кВ с изолированным самонесущим проводом от ТП № 228 ВЛ-10 кВ № 1006 ПС «Катынь-1» 35/10 кВ,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5</w:t>
      </w:r>
      <w:r w:rsidRPr="002E61F2">
        <w:rPr>
          <w:sz w:val="24"/>
          <w:szCs w:val="24"/>
        </w:rPr>
        <w:t>0м)</w:t>
      </w:r>
    </w:p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1F475C">
        <w:rPr>
          <w:sz w:val="24"/>
          <w:szCs w:val="24"/>
        </w:rPr>
        <w:t>В РУ-0,4 кВ ТП № 228 установить автоматический выключатель</w:t>
      </w:r>
      <w:r w:rsidRPr="007762E6">
        <w:rPr>
          <w:sz w:val="24"/>
          <w:szCs w:val="24"/>
        </w:rPr>
        <w:t>.</w:t>
      </w:r>
    </w:p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EB3664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демонтаж существующей ТП и установку новой СТП-10/0,4 кВ с трансформатором расчетной мощности (ориентировочно 63кВА)</w:t>
      </w:r>
      <w:r w:rsidRPr="00EB3664">
        <w:rPr>
          <w:sz w:val="24"/>
          <w:szCs w:val="24"/>
        </w:rPr>
        <w:t xml:space="preserve">. Параметры вновь устанавливаемого трансформатора определить проектом и согласовать </w:t>
      </w:r>
      <w:r>
        <w:rPr>
          <w:sz w:val="24"/>
          <w:szCs w:val="24"/>
        </w:rPr>
        <w:t xml:space="preserve">с филиалом </w:t>
      </w:r>
      <w:r w:rsidRPr="007762E6">
        <w:rPr>
          <w:sz w:val="24"/>
          <w:szCs w:val="24"/>
        </w:rPr>
        <w:t>ОАО «МРСК Центра» - «Смоленскэнерго»</w:t>
      </w:r>
      <w:r>
        <w:rPr>
          <w:sz w:val="24"/>
          <w:szCs w:val="24"/>
        </w:rPr>
        <w:t>.</w:t>
      </w:r>
    </w:p>
    <w:p w:rsidR="008A65CD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Силовой</w:t>
      </w:r>
      <w:r w:rsidRPr="0012706A">
        <w:rPr>
          <w:sz w:val="24"/>
          <w:szCs w:val="24"/>
        </w:rPr>
        <w:t xml:space="preserve"> трансформатор</w:t>
      </w:r>
      <w:r>
        <w:rPr>
          <w:sz w:val="24"/>
          <w:szCs w:val="24"/>
        </w:rPr>
        <w:t xml:space="preserve"> принять герметичный масляный</w:t>
      </w:r>
      <w:r w:rsidRPr="0012706A">
        <w:rPr>
          <w:sz w:val="24"/>
          <w:szCs w:val="24"/>
        </w:rPr>
        <w:t xml:space="preserve"> с гарантированным количеством циклов сжатия–растяжения 50 ты</w:t>
      </w:r>
      <w:r>
        <w:rPr>
          <w:sz w:val="24"/>
          <w:szCs w:val="24"/>
        </w:rPr>
        <w:t>сяч и сроком службы не менее 30 лет, или заполненный</w:t>
      </w:r>
      <w:r w:rsidRPr="0012706A">
        <w:rPr>
          <w:sz w:val="24"/>
          <w:szCs w:val="24"/>
        </w:rPr>
        <w:t xml:space="preserve"> жидким негорючим диэлектриком с уменьшенными удельными техническими потерями электроэнергии и массогабаритными параметрами. Схема соединения обмоток ∆/Y</w:t>
      </w:r>
      <w:r w:rsidRPr="0012706A">
        <w:rPr>
          <w:sz w:val="24"/>
          <w:szCs w:val="24"/>
          <w:vertAlign w:val="subscript"/>
        </w:rPr>
        <w:t>Н</w:t>
      </w:r>
      <w:r w:rsidRPr="0012706A"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Y</w:t>
      </w:r>
      <w:r w:rsidRPr="0053746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Z</w:t>
      </w:r>
      <w:r w:rsidRPr="0012706A">
        <w:rPr>
          <w:sz w:val="24"/>
          <w:szCs w:val="24"/>
          <w:vertAlign w:val="subscript"/>
        </w:rPr>
        <w:t>Н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8A65CD" w:rsidRPr="007762E6" w:rsidRDefault="008A65CD" w:rsidP="008A65C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228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8A65CD" w:rsidRPr="007762E6" w:rsidRDefault="008A65CD" w:rsidP="008A65C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8A65CD" w:rsidRPr="007762E6" w:rsidRDefault="008A65CD" w:rsidP="008A65C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8A65CD" w:rsidRPr="007762E6" w:rsidRDefault="008A65CD" w:rsidP="008A65C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8A65CD" w:rsidRPr="007762E6" w:rsidRDefault="008A65CD" w:rsidP="008A65C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8A65CD" w:rsidRPr="007762E6" w:rsidRDefault="008A65CD" w:rsidP="008A65C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8A65CD" w:rsidRPr="0063069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8A65CD" w:rsidRPr="007762E6" w:rsidRDefault="008A65CD" w:rsidP="008A65C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8A65CD" w:rsidRPr="00AB093C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7762E6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8A65CD" w:rsidRPr="007762E6" w:rsidRDefault="008A65CD" w:rsidP="00BA4FA4">
      <w:pPr>
        <w:pStyle w:val="a5"/>
        <w:numPr>
          <w:ilvl w:val="1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8A65CD" w:rsidRPr="007762E6" w:rsidRDefault="00BA4FA4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8A65CD" w:rsidRPr="007762E6" w:rsidRDefault="008A65CD" w:rsidP="008A65C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A4FA4" w:rsidRPr="00BA4FA4" w:rsidRDefault="008A65CD" w:rsidP="00BA4FA4">
      <w:pPr>
        <w:pStyle w:val="a5"/>
        <w:numPr>
          <w:ilvl w:val="0"/>
          <w:numId w:val="3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 w:rsidR="00BA4FA4">
        <w:rPr>
          <w:b/>
          <w:sz w:val="24"/>
          <w:szCs w:val="24"/>
        </w:rPr>
        <w:t>проектных и строительных работ:</w:t>
      </w:r>
    </w:p>
    <w:p w:rsidR="00BA4FA4" w:rsidRDefault="00BA4FA4" w:rsidP="00BA4FA4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Pr="007762E6" w:rsidRDefault="008A65CD" w:rsidP="00BA4FA4">
      <w:pPr>
        <w:pStyle w:val="a5"/>
        <w:numPr>
          <w:ilvl w:val="0"/>
          <w:numId w:val="35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8A65CD" w:rsidRDefault="008A65CD" w:rsidP="008A65CD">
      <w:pPr>
        <w:widowControl w:val="0"/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 w:cs="Times New Roman"/>
          <w:sz w:val="24"/>
        </w:rPr>
      </w:pPr>
    </w:p>
    <w:p w:rsidR="000D70D3" w:rsidRDefault="000D70D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0D70D3" w:rsidRPr="007762E6" w:rsidRDefault="000D70D3" w:rsidP="000D70D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4-160к</w:t>
      </w:r>
    </w:p>
    <w:p w:rsidR="000D70D3" w:rsidRPr="007762E6" w:rsidRDefault="000D70D3" w:rsidP="000D7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 и 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0D70D3" w:rsidRDefault="000D70D3" w:rsidP="000D70D3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ТП № </w:t>
      </w:r>
      <w:r>
        <w:rPr>
          <w:rFonts w:ascii="Times New Roman" w:hAnsi="Times New Roman" w:cs="Times New Roman"/>
          <w:sz w:val="24"/>
          <w:szCs w:val="24"/>
          <w:u w:val="single"/>
        </w:rPr>
        <w:t>553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ВЛ-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кВ № </w:t>
      </w:r>
      <w:r>
        <w:rPr>
          <w:rFonts w:ascii="Times New Roman" w:hAnsi="Times New Roman" w:cs="Times New Roman"/>
          <w:sz w:val="24"/>
          <w:szCs w:val="24"/>
          <w:u w:val="single"/>
        </w:rPr>
        <w:t>1005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ПС 35/</w:t>
      </w: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 «Кощино</w:t>
      </w:r>
      <w:r w:rsidRPr="0007158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0D70D3" w:rsidRDefault="000D70D3" w:rsidP="000D70D3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D70D3" w:rsidRDefault="000D70D3" w:rsidP="000D70D3">
      <w:pPr>
        <w:pStyle w:val="a3"/>
        <w:ind w:left="0"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 w:cs="Times New Roman"/>
          <w:sz w:val="24"/>
          <w:szCs w:val="24"/>
        </w:rPr>
        <w:t>проектирование</w:t>
      </w:r>
      <w:r>
        <w:rPr>
          <w:rFonts w:ascii="Times New Roman" w:hAnsi="Times New Roman" w:cs="Times New Roman"/>
          <w:sz w:val="24"/>
          <w:szCs w:val="24"/>
        </w:rPr>
        <w:t>, строительство</w:t>
      </w:r>
      <w:r w:rsidRPr="008140D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>
        <w:rPr>
          <w:rFonts w:ascii="Times New Roman" w:hAnsi="Times New Roman" w:cs="Times New Roman"/>
          <w:sz w:val="24"/>
          <w:szCs w:val="24"/>
        </w:rPr>
        <w:t>ТП № 553</w:t>
      </w:r>
      <w:r w:rsidRPr="000A6877">
        <w:rPr>
          <w:rFonts w:ascii="Times New Roman" w:hAnsi="Times New Roman" w:cs="Times New Roman"/>
          <w:sz w:val="24"/>
          <w:szCs w:val="24"/>
        </w:rPr>
        <w:t xml:space="preserve"> ВЛ-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№ </w:t>
      </w:r>
      <w:r>
        <w:rPr>
          <w:rFonts w:ascii="Times New Roman" w:hAnsi="Times New Roman" w:cs="Times New Roman"/>
          <w:sz w:val="24"/>
          <w:szCs w:val="24"/>
        </w:rPr>
        <w:t>1005</w:t>
      </w:r>
      <w:r w:rsidRPr="000A6877">
        <w:rPr>
          <w:rFonts w:ascii="Times New Roman" w:hAnsi="Times New Roman" w:cs="Times New Roman"/>
          <w:sz w:val="24"/>
          <w:szCs w:val="24"/>
        </w:rPr>
        <w:t xml:space="preserve"> ПС 35/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A6877">
        <w:rPr>
          <w:rFonts w:ascii="Times New Roman" w:hAnsi="Times New Roman" w:cs="Times New Roman"/>
          <w:sz w:val="24"/>
          <w:szCs w:val="24"/>
        </w:rPr>
        <w:t xml:space="preserve"> кВ «</w:t>
      </w:r>
      <w:r>
        <w:rPr>
          <w:rFonts w:ascii="Times New Roman" w:hAnsi="Times New Roman" w:cs="Times New Roman"/>
          <w:sz w:val="24"/>
          <w:szCs w:val="24"/>
        </w:rPr>
        <w:t>Кощино</w:t>
      </w:r>
      <w:r w:rsidRPr="000A687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со строительством ответвления ВЛ 0,4кВ</w:t>
      </w:r>
      <w:r w:rsidRPr="008140D5">
        <w:rPr>
          <w:rFonts w:ascii="Times New Roman" w:hAnsi="Times New Roman" w:cs="Times New Roman"/>
          <w:sz w:val="24"/>
          <w:szCs w:val="24"/>
        </w:rPr>
        <w:t xml:space="preserve"> 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0D70D3" w:rsidRPr="007762E6" w:rsidRDefault="000D70D3" w:rsidP="000D70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139" w:type="pct"/>
        <w:jc w:val="center"/>
        <w:tblLook w:val="04A0"/>
      </w:tblPr>
      <w:tblGrid>
        <w:gridCol w:w="1605"/>
        <w:gridCol w:w="1640"/>
        <w:gridCol w:w="1428"/>
        <w:gridCol w:w="1535"/>
        <w:gridCol w:w="1715"/>
      </w:tblGrid>
      <w:tr w:rsidR="000D70D3" w:rsidRPr="007762E6" w:rsidTr="003172FE">
        <w:trPr>
          <w:jc w:val="center"/>
        </w:trPr>
        <w:tc>
          <w:tcPr>
            <w:tcW w:w="1028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050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916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983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Номер осн. средства</w:t>
            </w:r>
          </w:p>
        </w:tc>
        <w:tc>
          <w:tcPr>
            <w:tcW w:w="1022" w:type="pct"/>
          </w:tcPr>
          <w:p w:rsidR="000D70D3" w:rsidRPr="007762E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0D70D3" w:rsidRPr="00944207" w:rsidTr="003172FE">
        <w:trPr>
          <w:jc w:val="center"/>
        </w:trPr>
        <w:tc>
          <w:tcPr>
            <w:tcW w:w="1028" w:type="pct"/>
          </w:tcPr>
          <w:p w:rsidR="000D70D3" w:rsidRPr="00944207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Смолен</w:t>
            </w:r>
            <w:r w:rsidRPr="00B01433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</w:p>
        </w:tc>
        <w:tc>
          <w:tcPr>
            <w:tcW w:w="1050" w:type="pct"/>
          </w:tcPr>
          <w:p w:rsidR="000D70D3" w:rsidRPr="00481776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77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Кощино</w:t>
            </w:r>
          </w:p>
        </w:tc>
        <w:tc>
          <w:tcPr>
            <w:tcW w:w="916" w:type="pct"/>
          </w:tcPr>
          <w:p w:rsidR="000D70D3" w:rsidRPr="00370632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88">
              <w:rPr>
                <w:rFonts w:ascii="Times New Roman" w:hAnsi="Times New Roman" w:cs="Times New Roman"/>
                <w:sz w:val="24"/>
              </w:rPr>
              <w:t>320255419</w:t>
            </w:r>
          </w:p>
        </w:tc>
        <w:tc>
          <w:tcPr>
            <w:tcW w:w="983" w:type="pct"/>
          </w:tcPr>
          <w:p w:rsidR="000D70D3" w:rsidRPr="00370632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88">
              <w:rPr>
                <w:rFonts w:ascii="Times New Roman" w:hAnsi="Times New Roman" w:cs="Times New Roman"/>
                <w:sz w:val="24"/>
              </w:rPr>
              <w:t>12000139</w:t>
            </w:r>
          </w:p>
        </w:tc>
        <w:tc>
          <w:tcPr>
            <w:tcW w:w="1022" w:type="pct"/>
          </w:tcPr>
          <w:p w:rsidR="000D70D3" w:rsidRPr="006E0512" w:rsidRDefault="000D70D3" w:rsidP="00317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 0,4 КВ ОТ ВЛ 1005 ПС КОЩИНО</w:t>
            </w:r>
          </w:p>
        </w:tc>
      </w:tr>
    </w:tbl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0D70D3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0D70D3" w:rsidRDefault="000D70D3" w:rsidP="000D70D3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426"/>
        <w:gridCol w:w="1399"/>
        <w:gridCol w:w="1740"/>
        <w:gridCol w:w="1403"/>
        <w:gridCol w:w="1558"/>
        <w:gridCol w:w="1556"/>
      </w:tblGrid>
      <w:tr w:rsidR="000D70D3" w:rsidRPr="00EF4E1A" w:rsidTr="003172FE">
        <w:tc>
          <w:tcPr>
            <w:tcW w:w="255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</w:t>
            </w:r>
          </w:p>
        </w:tc>
        <w:tc>
          <w:tcPr>
            <w:tcW w:w="745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0D70D3" w:rsidRPr="00EF4E1A" w:rsidTr="003172FE">
        <w:tc>
          <w:tcPr>
            <w:tcW w:w="255" w:type="pct"/>
            <w:vAlign w:val="center"/>
          </w:tcPr>
          <w:p w:rsidR="000D70D3" w:rsidRPr="00EF4E1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0D70D3" w:rsidRPr="00024391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024391">
              <w:rPr>
                <w:sz w:val="24"/>
                <w:szCs w:val="24"/>
              </w:rPr>
              <w:t>40524458</w:t>
            </w:r>
          </w:p>
        </w:tc>
        <w:tc>
          <w:tcPr>
            <w:tcW w:w="731" w:type="pct"/>
            <w:vAlign w:val="center"/>
          </w:tcPr>
          <w:p w:rsidR="000D70D3" w:rsidRPr="002E4CBE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19.03.2012</w:t>
            </w:r>
            <w:r w:rsidRPr="00B433F1">
              <w:rPr>
                <w:sz w:val="22"/>
                <w:szCs w:val="22"/>
              </w:rPr>
              <w:t>г.</w:t>
            </w:r>
          </w:p>
        </w:tc>
        <w:tc>
          <w:tcPr>
            <w:tcW w:w="909" w:type="pct"/>
            <w:vAlign w:val="center"/>
          </w:tcPr>
          <w:p w:rsidR="000D70D3" w:rsidRPr="00024391" w:rsidRDefault="000D70D3" w:rsidP="003172F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24391">
              <w:rPr>
                <w:rFonts w:ascii="Times New Roman" w:hAnsi="Times New Roman" w:cs="Times New Roman"/>
                <w:sz w:val="24"/>
                <w:szCs w:val="24"/>
              </w:rPr>
              <w:t>Михайлова Марина Васильевна</w:t>
            </w:r>
          </w:p>
        </w:tc>
        <w:tc>
          <w:tcPr>
            <w:tcW w:w="733" w:type="pct"/>
            <w:vAlign w:val="center"/>
          </w:tcPr>
          <w:p w:rsidR="000D70D3" w:rsidRPr="00C350BC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0D70D3" w:rsidRPr="0070557A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0D70D3" w:rsidRDefault="000D70D3" w:rsidP="003172FE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0D70D3" w:rsidRPr="007762E6" w:rsidRDefault="000D70D3" w:rsidP="000D70D3">
      <w:pPr>
        <w:pStyle w:val="a3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энергообъектов максимальную заявленную мощность в обязательном порядке уточнить в ОПР филиала ОАО «МРСК Центра» - «Смоленскэнерго».</w:t>
      </w: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0D70D3" w:rsidRPr="007762E6" w:rsidRDefault="000D70D3" w:rsidP="000D70D3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0D70D3" w:rsidRPr="007762E6" w:rsidRDefault="000D70D3" w:rsidP="000D70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12-01-2004 «Организация строительного производства»;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0D70D3" w:rsidRPr="007762E6" w:rsidRDefault="000D70D3" w:rsidP="000D70D3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0D70D3" w:rsidRPr="007762E6" w:rsidRDefault="000D70D3" w:rsidP="000D70D3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0D70D3" w:rsidRPr="007762E6" w:rsidRDefault="000D70D3" w:rsidP="000D70D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0D70D3" w:rsidRPr="007762E6" w:rsidRDefault="000D70D3" w:rsidP="000D70D3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0D70D3" w:rsidRPr="007762E6" w:rsidRDefault="000D70D3" w:rsidP="000D70D3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строительно–монтажные работы.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проектируемой</w:t>
      </w:r>
      <w:r w:rsidRPr="007762E6">
        <w:rPr>
          <w:b/>
          <w:sz w:val="24"/>
          <w:szCs w:val="24"/>
        </w:rPr>
        <w:t xml:space="preserve"> ВЛ</w:t>
      </w:r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Табл.3</w:t>
      </w:r>
    </w:p>
    <w:tbl>
      <w:tblPr>
        <w:tblStyle w:val="a4"/>
        <w:tblW w:w="0" w:type="auto"/>
        <w:tblLook w:val="04A0"/>
      </w:tblPr>
      <w:tblGrid>
        <w:gridCol w:w="4831"/>
        <w:gridCol w:w="4740"/>
      </w:tblGrid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35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сущ. </w:t>
            </w:r>
            <w:r w:rsidRPr="007762E6">
              <w:rPr>
                <w:sz w:val="24"/>
                <w:szCs w:val="24"/>
              </w:rPr>
              <w:t>провода (кабеля)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0D70D3" w:rsidRPr="007762E6" w:rsidTr="003172FE">
        <w:tc>
          <w:tcPr>
            <w:tcW w:w="5068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Изгибающий момент стоек (не менее), кНм</w:t>
            </w:r>
          </w:p>
        </w:tc>
        <w:tc>
          <w:tcPr>
            <w:tcW w:w="5069" w:type="dxa"/>
          </w:tcPr>
          <w:p w:rsidR="000D70D3" w:rsidRPr="007762E6" w:rsidRDefault="000D70D3" w:rsidP="003172FE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0D70D3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0D70D3" w:rsidRPr="002E61F2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024391">
        <w:rPr>
          <w:sz w:val="24"/>
          <w:szCs w:val="24"/>
        </w:rPr>
        <w:t>Предусмотреть строительство отдельной ВЛ-0,4 кВ с изолированным самонесущим проводом от ТП № 553 ВЛ-10 кВ № 1005 ПС «Кощино» 35/10 кВ</w:t>
      </w:r>
      <w:r w:rsidRPr="001F475C">
        <w:rPr>
          <w:sz w:val="24"/>
          <w:szCs w:val="24"/>
        </w:rPr>
        <w:t>, до объекта</w:t>
      </w:r>
      <w:r w:rsidRPr="002E61F2">
        <w:rPr>
          <w:sz w:val="24"/>
          <w:szCs w:val="24"/>
        </w:rPr>
        <w:t xml:space="preserve">. (ориентировочно </w:t>
      </w:r>
      <w:r>
        <w:rPr>
          <w:sz w:val="24"/>
          <w:szCs w:val="24"/>
        </w:rPr>
        <w:t>35</w:t>
      </w:r>
      <w:r w:rsidRPr="002E61F2">
        <w:rPr>
          <w:sz w:val="24"/>
          <w:szCs w:val="24"/>
        </w:rPr>
        <w:t>0м)</w:t>
      </w:r>
    </w:p>
    <w:p w:rsidR="000D70D3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1F475C">
        <w:rPr>
          <w:sz w:val="24"/>
          <w:szCs w:val="24"/>
        </w:rPr>
        <w:t xml:space="preserve">В РУ-0,4 кВ ТП № </w:t>
      </w:r>
      <w:r>
        <w:rPr>
          <w:sz w:val="24"/>
          <w:szCs w:val="24"/>
        </w:rPr>
        <w:t>553</w:t>
      </w:r>
      <w:r w:rsidRPr="001F475C">
        <w:rPr>
          <w:sz w:val="24"/>
          <w:szCs w:val="24"/>
        </w:rPr>
        <w:t xml:space="preserve"> установить автоматический выключатель</w:t>
      </w:r>
      <w:r w:rsidRPr="007762E6">
        <w:rPr>
          <w:sz w:val="24"/>
          <w:szCs w:val="24"/>
        </w:rPr>
        <w:t>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 xml:space="preserve">ли или линейном ответвлении ВЛ - </w:t>
      </w:r>
      <w:r w:rsidRPr="007762E6">
        <w:rPr>
          <w:sz w:val="24"/>
          <w:szCs w:val="24"/>
        </w:rPr>
        <w:t>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и молниезащиту выполнить согласно требованиям ПУЭ: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10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0D70D3" w:rsidRPr="007762E6" w:rsidRDefault="000D70D3" w:rsidP="000D70D3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>
        <w:rPr>
          <w:sz w:val="24"/>
          <w:szCs w:val="24"/>
        </w:rPr>
        <w:t xml:space="preserve">ТП № 553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предпроектного обследования объекта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</w:t>
      </w:r>
      <w:r w:rsidRPr="007762E6">
        <w:rPr>
          <w:sz w:val="24"/>
          <w:szCs w:val="24"/>
        </w:rPr>
        <w:lastRenderedPageBreak/>
        <w:t>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безопасной эксплуатации проектируемых ВЛ-10кВ предусмотреть: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0D70D3" w:rsidRPr="007762E6" w:rsidRDefault="000D70D3" w:rsidP="000D70D3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0D70D3" w:rsidRPr="007762E6" w:rsidRDefault="000D70D3" w:rsidP="000D70D3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0D70D3" w:rsidRPr="007762E6" w:rsidRDefault="000D70D3" w:rsidP="000D70D3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lastRenderedPageBreak/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Officе,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Ответвительные зажимы должны быть снабжены срывной головкой в сторону магистрального провода, выполненной из алюминиевого антикоррозийного сплава.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ответвительного провода, не снимая зажим с магистрали.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0D70D3" w:rsidRPr="007762E6" w:rsidRDefault="000D70D3" w:rsidP="000D70D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0D70D3" w:rsidRPr="007762E6" w:rsidRDefault="000D70D3" w:rsidP="000D70D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0D70D3" w:rsidRPr="007762E6" w:rsidRDefault="000D70D3" w:rsidP="000D70D3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0D70D3" w:rsidRPr="007762E6" w:rsidRDefault="000D70D3" w:rsidP="000D70D3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0D70D3" w:rsidRPr="007762E6" w:rsidRDefault="000D70D3" w:rsidP="000D70D3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0D70D3" w:rsidRPr="0063069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СНиП;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0D70D3" w:rsidRPr="007762E6" w:rsidRDefault="000D70D3" w:rsidP="000D70D3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0D70D3" w:rsidRPr="00AB093C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0D70D3" w:rsidRPr="007762E6" w:rsidRDefault="000D70D3" w:rsidP="000D70D3">
      <w:pPr>
        <w:pStyle w:val="a5"/>
        <w:numPr>
          <w:ilvl w:val="1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0D70D3" w:rsidRPr="007762E6" w:rsidRDefault="000D70D3" w:rsidP="000D70D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6614D3">
        <w:rPr>
          <w:sz w:val="24"/>
          <w:szCs w:val="24"/>
        </w:rPr>
        <w:t>Оплата производится в течение 30 (тридцати) рабочих дней с момента подписания сторонами актов выполненных работ.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0D70D3" w:rsidRPr="007762E6" w:rsidRDefault="000D70D3" w:rsidP="000D70D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Гарантии исполнителя строительных работ.</w:t>
      </w:r>
    </w:p>
    <w:p w:rsidR="000D70D3" w:rsidRPr="007762E6" w:rsidRDefault="000D70D3" w:rsidP="000D70D3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0D70D3" w:rsidRPr="007762E6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0D70D3" w:rsidRPr="000D70D3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</w:t>
      </w:r>
      <w:r>
        <w:rPr>
          <w:b/>
          <w:sz w:val="24"/>
          <w:szCs w:val="24"/>
        </w:rPr>
        <w:t>проектных и строительных работ:</w:t>
      </w:r>
    </w:p>
    <w:p w:rsidR="000D70D3" w:rsidRDefault="000D70D3" w:rsidP="000D70D3">
      <w:pPr>
        <w:pStyle w:val="a5"/>
        <w:tabs>
          <w:tab w:val="left" w:pos="1134"/>
          <w:tab w:val="left" w:pos="1418"/>
        </w:tabs>
        <w:ind w:left="0" w:firstLine="0"/>
        <w:jc w:val="both"/>
        <w:rPr>
          <w:b/>
          <w:sz w:val="24"/>
          <w:szCs w:val="24"/>
        </w:rPr>
      </w:pPr>
      <w:r w:rsidRPr="00920463">
        <w:rPr>
          <w:b/>
          <w:sz w:val="24"/>
          <w:szCs w:val="24"/>
        </w:rPr>
        <w:t>В течение 3 месяцев с момента заключения Договора.</w:t>
      </w:r>
    </w:p>
    <w:p w:rsidR="008A65CD" w:rsidRDefault="000D70D3" w:rsidP="000D70D3">
      <w:pPr>
        <w:pStyle w:val="a5"/>
        <w:numPr>
          <w:ilvl w:val="0"/>
          <w:numId w:val="37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994D92" w:rsidRDefault="00994D92" w:rsidP="00994D9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94D92" w:rsidRPr="007762E6" w:rsidRDefault="00994D92" w:rsidP="00994D9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994D92" w:rsidRPr="007762E6" w:rsidRDefault="00994D92" w:rsidP="00994D9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Начальник ОПР                                               </w:t>
      </w:r>
      <w:r>
        <w:rPr>
          <w:sz w:val="24"/>
          <w:szCs w:val="24"/>
        </w:rPr>
        <w:t xml:space="preserve">                     </w:t>
      </w:r>
      <w:r w:rsidRPr="007762E6">
        <w:rPr>
          <w:sz w:val="24"/>
          <w:szCs w:val="24"/>
        </w:rPr>
        <w:t xml:space="preserve">                             О.Ю. Докутович</w:t>
      </w:r>
    </w:p>
    <w:p w:rsidR="00994D92" w:rsidRPr="008A65CD" w:rsidRDefault="00994D92" w:rsidP="00994D92">
      <w:pPr>
        <w:pStyle w:val="a5"/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</w:p>
    <w:sectPr w:rsidR="00994D92" w:rsidRPr="008A65CD" w:rsidSect="00B73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C4C5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5A4D8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FEA3EA4"/>
    <w:multiLevelType w:val="hybridMultilevel"/>
    <w:tmpl w:val="A82C1B2A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0E6198"/>
    <w:multiLevelType w:val="hybridMultilevel"/>
    <w:tmpl w:val="77A444CA"/>
    <w:lvl w:ilvl="0" w:tplc="8D54411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F716AD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06C0EC3"/>
    <w:multiLevelType w:val="hybridMultilevel"/>
    <w:tmpl w:val="23BE8BF8"/>
    <w:lvl w:ilvl="0" w:tplc="6EDEAA2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7485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A5A4B"/>
    <w:multiLevelType w:val="hybridMultilevel"/>
    <w:tmpl w:val="5D94602E"/>
    <w:lvl w:ilvl="0" w:tplc="69E29EE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FA240D"/>
    <w:multiLevelType w:val="hybridMultilevel"/>
    <w:tmpl w:val="9E42C24C"/>
    <w:lvl w:ilvl="0" w:tplc="66F0A0BC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68E33EE"/>
    <w:multiLevelType w:val="hybridMultilevel"/>
    <w:tmpl w:val="BC7C789E"/>
    <w:lvl w:ilvl="0" w:tplc="66F0A0B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D6351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35734A9"/>
    <w:multiLevelType w:val="hybridMultilevel"/>
    <w:tmpl w:val="E9B0B7E4"/>
    <w:lvl w:ilvl="0" w:tplc="821E5B6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70A8E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48471F9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8D3003D"/>
    <w:multiLevelType w:val="multilevel"/>
    <w:tmpl w:val="A73655E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21">
    <w:nsid w:val="4AF13ED5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E5C75A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286369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6972A08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AD1455E"/>
    <w:multiLevelType w:val="hybridMultilevel"/>
    <w:tmpl w:val="1584E6AA"/>
    <w:lvl w:ilvl="0" w:tplc="B3A8C9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4"/>
        <w:szCs w:val="24"/>
        <w:vertAlign w:val="baseline"/>
      </w:rPr>
    </w:lvl>
    <w:lvl w:ilvl="1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774B5F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1BA5E7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1C5F0B"/>
    <w:multiLevelType w:val="hybridMultilevel"/>
    <w:tmpl w:val="D31C5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C503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764574E2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8E94F39"/>
    <w:multiLevelType w:val="hybridMultilevel"/>
    <w:tmpl w:val="87A40FAE"/>
    <w:lvl w:ilvl="0" w:tplc="848C967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0E160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27"/>
  </w:num>
  <w:num w:numId="5">
    <w:abstractNumId w:val="0"/>
  </w:num>
  <w:num w:numId="6">
    <w:abstractNumId w:val="9"/>
  </w:num>
  <w:num w:numId="7">
    <w:abstractNumId w:val="29"/>
  </w:num>
  <w:num w:numId="8">
    <w:abstractNumId w:val="33"/>
  </w:num>
  <w:num w:numId="9">
    <w:abstractNumId w:val="15"/>
  </w:num>
  <w:num w:numId="10">
    <w:abstractNumId w:val="8"/>
  </w:num>
  <w:num w:numId="11">
    <w:abstractNumId w:val="5"/>
  </w:num>
  <w:num w:numId="12">
    <w:abstractNumId w:val="17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0"/>
  </w:num>
  <w:num w:numId="18">
    <w:abstractNumId w:val="30"/>
  </w:num>
  <w:num w:numId="19">
    <w:abstractNumId w:val="3"/>
  </w:num>
  <w:num w:numId="20">
    <w:abstractNumId w:val="14"/>
  </w:num>
  <w:num w:numId="21">
    <w:abstractNumId w:val="13"/>
  </w:num>
  <w:num w:numId="22">
    <w:abstractNumId w:val="24"/>
  </w:num>
  <w:num w:numId="23">
    <w:abstractNumId w:val="16"/>
  </w:num>
  <w:num w:numId="24">
    <w:abstractNumId w:val="32"/>
  </w:num>
  <w:num w:numId="25">
    <w:abstractNumId w:val="19"/>
  </w:num>
  <w:num w:numId="26">
    <w:abstractNumId w:val="2"/>
  </w:num>
  <w:num w:numId="27">
    <w:abstractNumId w:val="31"/>
  </w:num>
  <w:num w:numId="28">
    <w:abstractNumId w:val="21"/>
  </w:num>
  <w:num w:numId="29">
    <w:abstractNumId w:val="7"/>
  </w:num>
  <w:num w:numId="30">
    <w:abstractNumId w:val="23"/>
  </w:num>
  <w:num w:numId="31">
    <w:abstractNumId w:val="28"/>
  </w:num>
  <w:num w:numId="32">
    <w:abstractNumId w:val="22"/>
  </w:num>
  <w:num w:numId="33">
    <w:abstractNumId w:val="1"/>
  </w:num>
  <w:num w:numId="34">
    <w:abstractNumId w:val="26"/>
  </w:num>
  <w:num w:numId="35">
    <w:abstractNumId w:val="18"/>
  </w:num>
  <w:num w:numId="36">
    <w:abstractNumId w:val="10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8A65CD"/>
    <w:rsid w:val="000263E2"/>
    <w:rsid w:val="000D70D3"/>
    <w:rsid w:val="001D7BA1"/>
    <w:rsid w:val="004173C8"/>
    <w:rsid w:val="004F3BA5"/>
    <w:rsid w:val="00626B43"/>
    <w:rsid w:val="008A65CD"/>
    <w:rsid w:val="00994D92"/>
    <w:rsid w:val="009E6168"/>
    <w:rsid w:val="00AA30C7"/>
    <w:rsid w:val="00B734BE"/>
    <w:rsid w:val="00BA4FA4"/>
    <w:rsid w:val="00C61F56"/>
    <w:rsid w:val="00CD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CD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5CD"/>
    <w:pPr>
      <w:ind w:left="720"/>
      <w:contextualSpacing/>
    </w:pPr>
  </w:style>
  <w:style w:type="table" w:styleId="a4">
    <w:name w:val="Table Grid"/>
    <w:basedOn w:val="a1"/>
    <w:uiPriority w:val="59"/>
    <w:rsid w:val="008A65C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8A65CD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5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A65CD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A65C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5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8A65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8A65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65C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page number"/>
    <w:basedOn w:val="a0"/>
    <w:rsid w:val="008A65CD"/>
  </w:style>
  <w:style w:type="character" w:customStyle="1" w:styleId="apple-style-span">
    <w:name w:val="apple-style-span"/>
    <w:basedOn w:val="a0"/>
    <w:rsid w:val="008A65CD"/>
  </w:style>
  <w:style w:type="character" w:customStyle="1" w:styleId="apple-converted-space">
    <w:name w:val="apple-converted-space"/>
    <w:basedOn w:val="a0"/>
    <w:rsid w:val="008A6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38940</Words>
  <Characters>221958</Characters>
  <Application>Microsoft Office Word</Application>
  <DocSecurity>0</DocSecurity>
  <Lines>1849</Lines>
  <Paragraphs>520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Kiselev</dc:creator>
  <cp:keywords/>
  <dc:description/>
  <cp:lastModifiedBy>Kiselev</cp:lastModifiedBy>
  <cp:revision>8</cp:revision>
  <cp:lastPrinted>2012-05-28T11:23:00Z</cp:lastPrinted>
  <dcterms:created xsi:type="dcterms:W3CDTF">2012-05-28T10:17:00Z</dcterms:created>
  <dcterms:modified xsi:type="dcterms:W3CDTF">2012-07-20T06:10:00Z</dcterms:modified>
</cp:coreProperties>
</file>