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FB4" w:rsidRPr="009857C0" w:rsidRDefault="00105FB4" w:rsidP="00105FB4">
      <w:pPr>
        <w:rPr>
          <w:bCs/>
        </w:rPr>
      </w:pPr>
    </w:p>
    <w:p w:rsidR="00105FB4" w:rsidRPr="009857C0" w:rsidRDefault="00105FB4" w:rsidP="00105FB4">
      <w:pPr>
        <w:ind w:firstLine="5245"/>
        <w:jc w:val="center"/>
        <w:rPr>
          <w:bCs/>
        </w:rPr>
      </w:pPr>
    </w:p>
    <w:p w:rsidR="00105FB4" w:rsidRPr="009857C0" w:rsidRDefault="00105FB4" w:rsidP="00105FB4">
      <w:pPr>
        <w:pStyle w:val="1"/>
        <w:rPr>
          <w:bCs/>
          <w:sz w:val="24"/>
        </w:rPr>
      </w:pPr>
      <w:r w:rsidRPr="009857C0">
        <w:rPr>
          <w:sz w:val="24"/>
        </w:rPr>
        <w:t xml:space="preserve">ТЕХНИЧЕСКОЕ ЗАДАНИЕ </w:t>
      </w:r>
      <w:r w:rsidR="009857C0" w:rsidRPr="00211A2D">
        <w:rPr>
          <w:i/>
          <w:sz w:val="24"/>
          <w:u w:val="single"/>
        </w:rPr>
        <w:t>№81-</w:t>
      </w:r>
      <w:r w:rsidR="009857C0" w:rsidRPr="009857C0">
        <w:rPr>
          <w:i/>
          <w:sz w:val="24"/>
          <w:u w:val="single"/>
        </w:rPr>
        <w:t>16-1-184к</w:t>
      </w:r>
    </w:p>
    <w:p w:rsidR="00105FB4" w:rsidRPr="009857C0" w:rsidRDefault="00105FB4" w:rsidP="008C03B5">
      <w:pPr>
        <w:jc w:val="center"/>
        <w:rPr>
          <w:bCs/>
        </w:rPr>
      </w:pPr>
      <w:r w:rsidRPr="009857C0">
        <w:rPr>
          <w:bCs/>
        </w:rPr>
        <w:t xml:space="preserve"> на проведение </w:t>
      </w:r>
      <w:r w:rsidR="009857C0" w:rsidRPr="00211A2D">
        <w:t xml:space="preserve">конкурса по выбору подрядчика </w:t>
      </w:r>
      <w:r w:rsidR="009857C0" w:rsidRPr="00211A2D">
        <w:rPr>
          <w:bCs/>
        </w:rPr>
        <w:t xml:space="preserve">для выполнения строительно-монтажных работ по объекту </w:t>
      </w:r>
      <w:r w:rsidRPr="009857C0">
        <w:rPr>
          <w:bCs/>
        </w:rPr>
        <w:t>«</w:t>
      </w:r>
      <w:r w:rsidR="00AC4A4C" w:rsidRPr="009857C0">
        <w:rPr>
          <w:bCs/>
        </w:rPr>
        <w:t>Строительство участка КЛ-6кВ от ВЛ-1209 РП-12 КЛ-613 ПС «Южная», ВЛ-0,4кВ с установкой КТП-6/0,4кВ для технологического присоединения дачных домов в г</w:t>
      </w:r>
      <w:proofErr w:type="gramStart"/>
      <w:r w:rsidR="00AC4A4C" w:rsidRPr="009857C0">
        <w:rPr>
          <w:bCs/>
        </w:rPr>
        <w:t>.С</w:t>
      </w:r>
      <w:proofErr w:type="gramEnd"/>
      <w:r w:rsidR="00AC4A4C" w:rsidRPr="009857C0">
        <w:rPr>
          <w:bCs/>
        </w:rPr>
        <w:t xml:space="preserve">моленск, п.Одинцово СТ «Связист» участки №57,33,32,40,29,34,50,35,46 и СТ «Цветовод» участки №84,88,29 (Овчинников </w:t>
      </w:r>
      <w:proofErr w:type="spellStart"/>
      <w:r w:rsidR="00AC4A4C" w:rsidRPr="009857C0">
        <w:rPr>
          <w:bCs/>
        </w:rPr>
        <w:t>Н.К.,Иванова</w:t>
      </w:r>
      <w:proofErr w:type="spellEnd"/>
      <w:r w:rsidR="00AC4A4C" w:rsidRPr="009857C0">
        <w:rPr>
          <w:bCs/>
        </w:rPr>
        <w:t xml:space="preserve"> </w:t>
      </w:r>
      <w:proofErr w:type="spellStart"/>
      <w:r w:rsidR="00AC4A4C" w:rsidRPr="009857C0">
        <w:rPr>
          <w:bCs/>
        </w:rPr>
        <w:t>Н.С.,Кожемякин</w:t>
      </w:r>
      <w:proofErr w:type="spellEnd"/>
      <w:r w:rsidR="00AC4A4C" w:rsidRPr="009857C0">
        <w:rPr>
          <w:bCs/>
        </w:rPr>
        <w:t xml:space="preserve"> </w:t>
      </w:r>
      <w:proofErr w:type="spellStart"/>
      <w:r w:rsidR="00AC4A4C" w:rsidRPr="009857C0">
        <w:rPr>
          <w:bCs/>
        </w:rPr>
        <w:t>А.И.,Чужавко</w:t>
      </w:r>
      <w:proofErr w:type="spellEnd"/>
      <w:r w:rsidR="00AC4A4C" w:rsidRPr="009857C0">
        <w:rPr>
          <w:bCs/>
        </w:rPr>
        <w:t xml:space="preserve"> </w:t>
      </w:r>
      <w:proofErr w:type="spellStart"/>
      <w:r w:rsidR="00AC4A4C" w:rsidRPr="009857C0">
        <w:rPr>
          <w:bCs/>
        </w:rPr>
        <w:t>С.А.,Сафронов</w:t>
      </w:r>
      <w:proofErr w:type="spellEnd"/>
      <w:r w:rsidR="00AC4A4C" w:rsidRPr="009857C0">
        <w:rPr>
          <w:bCs/>
        </w:rPr>
        <w:t xml:space="preserve"> </w:t>
      </w:r>
      <w:proofErr w:type="spellStart"/>
      <w:proofErr w:type="gramStart"/>
      <w:r w:rsidR="00AC4A4C" w:rsidRPr="009857C0">
        <w:rPr>
          <w:bCs/>
        </w:rPr>
        <w:t>Н.И.,Солодков</w:t>
      </w:r>
      <w:proofErr w:type="spellEnd"/>
      <w:r w:rsidR="00AC4A4C" w:rsidRPr="009857C0">
        <w:rPr>
          <w:bCs/>
        </w:rPr>
        <w:t xml:space="preserve"> </w:t>
      </w:r>
      <w:proofErr w:type="spellStart"/>
      <w:r w:rsidR="00AC4A4C" w:rsidRPr="009857C0">
        <w:rPr>
          <w:bCs/>
        </w:rPr>
        <w:t>Е.А.,Боголюбская</w:t>
      </w:r>
      <w:proofErr w:type="spellEnd"/>
      <w:r w:rsidR="00AC4A4C" w:rsidRPr="009857C0">
        <w:rPr>
          <w:bCs/>
        </w:rPr>
        <w:t xml:space="preserve"> </w:t>
      </w:r>
      <w:proofErr w:type="spellStart"/>
      <w:r w:rsidR="00AC4A4C" w:rsidRPr="009857C0">
        <w:rPr>
          <w:bCs/>
        </w:rPr>
        <w:t>Е.И.,Малькова</w:t>
      </w:r>
      <w:proofErr w:type="spellEnd"/>
      <w:r w:rsidR="00AC4A4C" w:rsidRPr="009857C0">
        <w:rPr>
          <w:bCs/>
        </w:rPr>
        <w:t xml:space="preserve"> </w:t>
      </w:r>
      <w:proofErr w:type="spellStart"/>
      <w:r w:rsidR="00AC4A4C" w:rsidRPr="009857C0">
        <w:rPr>
          <w:bCs/>
        </w:rPr>
        <w:t>Т.В.,Будкевич</w:t>
      </w:r>
      <w:proofErr w:type="spellEnd"/>
      <w:r w:rsidR="00AC4A4C" w:rsidRPr="009857C0">
        <w:rPr>
          <w:bCs/>
        </w:rPr>
        <w:t xml:space="preserve"> </w:t>
      </w:r>
      <w:proofErr w:type="spellStart"/>
      <w:r w:rsidR="00AC4A4C" w:rsidRPr="009857C0">
        <w:rPr>
          <w:bCs/>
        </w:rPr>
        <w:t>С.Д.,Леонова</w:t>
      </w:r>
      <w:proofErr w:type="spellEnd"/>
      <w:r w:rsidR="00AC4A4C" w:rsidRPr="009857C0">
        <w:rPr>
          <w:bCs/>
        </w:rPr>
        <w:t xml:space="preserve"> </w:t>
      </w:r>
      <w:proofErr w:type="spellStart"/>
      <w:r w:rsidR="00AC4A4C" w:rsidRPr="009857C0">
        <w:rPr>
          <w:bCs/>
        </w:rPr>
        <w:t>М.О.,Зайцева</w:t>
      </w:r>
      <w:proofErr w:type="spellEnd"/>
      <w:r w:rsidR="00AC4A4C" w:rsidRPr="009857C0">
        <w:rPr>
          <w:bCs/>
        </w:rPr>
        <w:t xml:space="preserve"> </w:t>
      </w:r>
      <w:proofErr w:type="spellStart"/>
      <w:r w:rsidR="00AC4A4C" w:rsidRPr="009857C0">
        <w:rPr>
          <w:bCs/>
        </w:rPr>
        <w:t>Е.Г.,Шпинтов</w:t>
      </w:r>
      <w:proofErr w:type="spellEnd"/>
      <w:r w:rsidR="00AC4A4C" w:rsidRPr="009857C0">
        <w:rPr>
          <w:bCs/>
        </w:rPr>
        <w:t xml:space="preserve"> А.Г.)</w:t>
      </w:r>
      <w:r w:rsidR="00C523C3" w:rsidRPr="009857C0">
        <w:rPr>
          <w:bCs/>
        </w:rPr>
        <w:t>»</w:t>
      </w:r>
      <w:r w:rsidRPr="009857C0">
        <w:rPr>
          <w:bCs/>
        </w:rPr>
        <w:t>.</w:t>
      </w:r>
      <w:proofErr w:type="gramEnd"/>
    </w:p>
    <w:p w:rsidR="00105FB4" w:rsidRPr="009857C0" w:rsidRDefault="00105FB4" w:rsidP="00105FB4">
      <w:pPr>
        <w:rPr>
          <w:bCs/>
        </w:rPr>
      </w:pPr>
    </w:p>
    <w:p w:rsidR="00105FB4" w:rsidRPr="009857C0" w:rsidRDefault="00105FB4" w:rsidP="00762ADF">
      <w:pPr>
        <w:pStyle w:val="a3"/>
        <w:numPr>
          <w:ilvl w:val="0"/>
          <w:numId w:val="1"/>
        </w:numPr>
        <w:tabs>
          <w:tab w:val="num" w:pos="851"/>
        </w:tabs>
        <w:ind w:left="1276" w:hanging="992"/>
        <w:jc w:val="both"/>
        <w:rPr>
          <w:sz w:val="24"/>
          <w:szCs w:val="24"/>
        </w:rPr>
      </w:pPr>
      <w:r w:rsidRPr="009857C0">
        <w:rPr>
          <w:b/>
          <w:sz w:val="24"/>
          <w:szCs w:val="24"/>
        </w:rPr>
        <w:t>Общие положения</w:t>
      </w:r>
      <w:r w:rsidRPr="009857C0">
        <w:rPr>
          <w:sz w:val="24"/>
          <w:szCs w:val="24"/>
        </w:rPr>
        <w:t>.</w:t>
      </w:r>
    </w:p>
    <w:p w:rsidR="00105FB4" w:rsidRPr="009857C0" w:rsidRDefault="00105FB4" w:rsidP="00B2263A">
      <w:pPr>
        <w:pStyle w:val="aa"/>
        <w:numPr>
          <w:ilvl w:val="0"/>
          <w:numId w:val="3"/>
        </w:numPr>
        <w:ind w:left="0" w:firstLine="0"/>
        <w:jc w:val="both"/>
      </w:pPr>
      <w:r w:rsidRPr="009857C0">
        <w:t>Строительно-монтажные работы должны производиться в полном соответствии с рабочим проект</w:t>
      </w:r>
      <w:r w:rsidR="009857C0">
        <w:t>о</w:t>
      </w:r>
      <w:r w:rsidRPr="009857C0">
        <w:t>м</w:t>
      </w:r>
      <w:r w:rsidR="00C11BAC" w:rsidRPr="009857C0">
        <w:t xml:space="preserve"> </w:t>
      </w:r>
      <w:r w:rsidRPr="009857C0">
        <w:t xml:space="preserve"> </w:t>
      </w:r>
      <w:r w:rsidRPr="009857C0">
        <w:rPr>
          <w:bCs/>
        </w:rPr>
        <w:t>«</w:t>
      </w:r>
      <w:r w:rsidR="00AC4A4C" w:rsidRPr="009857C0">
        <w:rPr>
          <w:bCs/>
        </w:rPr>
        <w:t>Строительство участка КЛ-6кВ от ВЛ-1209 РП-12 КЛ-613 ПС «Южная», ВЛ-0,4кВ с установкой КТП-6/0,4кВ для технологического присоединения дачных домов в г</w:t>
      </w:r>
      <w:proofErr w:type="gramStart"/>
      <w:r w:rsidR="00AC4A4C" w:rsidRPr="009857C0">
        <w:rPr>
          <w:bCs/>
        </w:rPr>
        <w:t>.С</w:t>
      </w:r>
      <w:proofErr w:type="gramEnd"/>
      <w:r w:rsidR="00AC4A4C" w:rsidRPr="009857C0">
        <w:rPr>
          <w:bCs/>
        </w:rPr>
        <w:t xml:space="preserve">моленск, п.Одинцово СТ «Связист» участки №57,33,32,40,29,34,50,35,46 и СТ «Цветовод» участки №84,88,29 (Овчинников </w:t>
      </w:r>
      <w:proofErr w:type="spellStart"/>
      <w:r w:rsidR="00AC4A4C" w:rsidRPr="009857C0">
        <w:rPr>
          <w:bCs/>
        </w:rPr>
        <w:t>Н.К.,Иванова</w:t>
      </w:r>
      <w:proofErr w:type="spellEnd"/>
      <w:r w:rsidR="00AC4A4C" w:rsidRPr="009857C0">
        <w:rPr>
          <w:bCs/>
        </w:rPr>
        <w:t xml:space="preserve"> </w:t>
      </w:r>
      <w:proofErr w:type="spellStart"/>
      <w:r w:rsidR="00AC4A4C" w:rsidRPr="009857C0">
        <w:rPr>
          <w:bCs/>
        </w:rPr>
        <w:t>Н.С.,Кожемякин</w:t>
      </w:r>
      <w:proofErr w:type="spellEnd"/>
      <w:r w:rsidR="00AC4A4C" w:rsidRPr="009857C0">
        <w:rPr>
          <w:bCs/>
        </w:rPr>
        <w:t xml:space="preserve"> </w:t>
      </w:r>
      <w:proofErr w:type="spellStart"/>
      <w:r w:rsidR="00AC4A4C" w:rsidRPr="009857C0">
        <w:rPr>
          <w:bCs/>
        </w:rPr>
        <w:t>А.И.,Чужавко</w:t>
      </w:r>
      <w:proofErr w:type="spellEnd"/>
      <w:r w:rsidR="00AC4A4C" w:rsidRPr="009857C0">
        <w:rPr>
          <w:bCs/>
        </w:rPr>
        <w:t xml:space="preserve"> </w:t>
      </w:r>
      <w:proofErr w:type="spellStart"/>
      <w:r w:rsidR="00AC4A4C" w:rsidRPr="009857C0">
        <w:rPr>
          <w:bCs/>
        </w:rPr>
        <w:t>С.А.,Сафронов</w:t>
      </w:r>
      <w:proofErr w:type="spellEnd"/>
      <w:r w:rsidR="00AC4A4C" w:rsidRPr="009857C0">
        <w:rPr>
          <w:bCs/>
        </w:rPr>
        <w:t xml:space="preserve"> </w:t>
      </w:r>
      <w:proofErr w:type="spellStart"/>
      <w:r w:rsidR="00AC4A4C" w:rsidRPr="009857C0">
        <w:rPr>
          <w:bCs/>
        </w:rPr>
        <w:t>Н.И.,</w:t>
      </w:r>
      <w:proofErr w:type="gramStart"/>
      <w:r w:rsidR="00AC4A4C" w:rsidRPr="009857C0">
        <w:rPr>
          <w:bCs/>
        </w:rPr>
        <w:t>Солодков</w:t>
      </w:r>
      <w:proofErr w:type="spellEnd"/>
      <w:r w:rsidR="00AC4A4C" w:rsidRPr="009857C0">
        <w:rPr>
          <w:bCs/>
        </w:rPr>
        <w:t xml:space="preserve"> </w:t>
      </w:r>
      <w:proofErr w:type="spellStart"/>
      <w:r w:rsidR="00AC4A4C" w:rsidRPr="009857C0">
        <w:rPr>
          <w:bCs/>
        </w:rPr>
        <w:t>Е.А.,Боголюбская</w:t>
      </w:r>
      <w:proofErr w:type="spellEnd"/>
      <w:r w:rsidR="00AC4A4C" w:rsidRPr="009857C0">
        <w:rPr>
          <w:bCs/>
        </w:rPr>
        <w:t xml:space="preserve"> </w:t>
      </w:r>
      <w:proofErr w:type="spellStart"/>
      <w:r w:rsidR="00AC4A4C" w:rsidRPr="009857C0">
        <w:rPr>
          <w:bCs/>
        </w:rPr>
        <w:t>Е.И.,Малькова</w:t>
      </w:r>
      <w:proofErr w:type="spellEnd"/>
      <w:r w:rsidR="00AC4A4C" w:rsidRPr="009857C0">
        <w:rPr>
          <w:bCs/>
        </w:rPr>
        <w:t xml:space="preserve"> </w:t>
      </w:r>
      <w:proofErr w:type="spellStart"/>
      <w:r w:rsidR="00AC4A4C" w:rsidRPr="009857C0">
        <w:rPr>
          <w:bCs/>
        </w:rPr>
        <w:t>Т.В.,Будкевич</w:t>
      </w:r>
      <w:proofErr w:type="spellEnd"/>
      <w:r w:rsidR="00AC4A4C" w:rsidRPr="009857C0">
        <w:rPr>
          <w:bCs/>
        </w:rPr>
        <w:t xml:space="preserve"> </w:t>
      </w:r>
      <w:proofErr w:type="spellStart"/>
      <w:r w:rsidR="00AC4A4C" w:rsidRPr="009857C0">
        <w:rPr>
          <w:bCs/>
        </w:rPr>
        <w:t>С.Д.,Леонова</w:t>
      </w:r>
      <w:proofErr w:type="spellEnd"/>
      <w:r w:rsidR="00AC4A4C" w:rsidRPr="009857C0">
        <w:rPr>
          <w:bCs/>
        </w:rPr>
        <w:t xml:space="preserve"> </w:t>
      </w:r>
      <w:proofErr w:type="spellStart"/>
      <w:r w:rsidR="00AC4A4C" w:rsidRPr="009857C0">
        <w:rPr>
          <w:bCs/>
        </w:rPr>
        <w:t>М.О.,Зайцева</w:t>
      </w:r>
      <w:proofErr w:type="spellEnd"/>
      <w:r w:rsidR="00AC4A4C" w:rsidRPr="009857C0">
        <w:rPr>
          <w:bCs/>
        </w:rPr>
        <w:t xml:space="preserve"> </w:t>
      </w:r>
      <w:proofErr w:type="spellStart"/>
      <w:r w:rsidR="00AC4A4C" w:rsidRPr="009857C0">
        <w:rPr>
          <w:bCs/>
        </w:rPr>
        <w:t>Е.Г.,Шпинтов</w:t>
      </w:r>
      <w:proofErr w:type="spellEnd"/>
      <w:r w:rsidR="00AC4A4C" w:rsidRPr="009857C0">
        <w:rPr>
          <w:bCs/>
        </w:rPr>
        <w:t xml:space="preserve"> А.Г.)</w:t>
      </w:r>
      <w:r w:rsidR="001B2A9B" w:rsidRPr="009857C0">
        <w:rPr>
          <w:bCs/>
        </w:rPr>
        <w:t>»</w:t>
      </w:r>
      <w:r w:rsidRPr="009857C0">
        <w:t xml:space="preserve">, выполненным </w:t>
      </w:r>
      <w:r w:rsidR="00C523C3" w:rsidRPr="009857C0">
        <w:t>ОО</w:t>
      </w:r>
      <w:r w:rsidR="008D294F" w:rsidRPr="009857C0">
        <w:t>О</w:t>
      </w:r>
      <w:r w:rsidRPr="009857C0">
        <w:t xml:space="preserve"> «</w:t>
      </w:r>
      <w:r w:rsidR="000171D9" w:rsidRPr="009857C0">
        <w:t>Э</w:t>
      </w:r>
      <w:r w:rsidR="00AC4A4C" w:rsidRPr="009857C0">
        <w:t>лектромонтаж-С</w:t>
      </w:r>
      <w:r w:rsidRPr="009857C0">
        <w:t xml:space="preserve">». </w:t>
      </w:r>
      <w:proofErr w:type="gramEnd"/>
    </w:p>
    <w:p w:rsidR="00105FB4" w:rsidRPr="009857C0" w:rsidRDefault="00105FB4" w:rsidP="00B2263A">
      <w:pPr>
        <w:pStyle w:val="aa"/>
        <w:numPr>
          <w:ilvl w:val="0"/>
          <w:numId w:val="3"/>
        </w:numPr>
        <w:ind w:left="0" w:firstLine="0"/>
        <w:jc w:val="both"/>
      </w:pPr>
      <w:r w:rsidRPr="009857C0">
        <w:t>Подрядчик определяется на основании проведения конкурса на выполнение данного вида работ.</w:t>
      </w:r>
    </w:p>
    <w:p w:rsidR="00105FB4" w:rsidRPr="009857C0" w:rsidRDefault="00105FB4" w:rsidP="00B2263A">
      <w:pPr>
        <w:pStyle w:val="aa"/>
        <w:numPr>
          <w:ilvl w:val="0"/>
          <w:numId w:val="3"/>
        </w:numPr>
        <w:ind w:left="0" w:firstLine="0"/>
        <w:jc w:val="both"/>
      </w:pPr>
      <w:r w:rsidRPr="009857C0">
        <w:t>Все материалы, оборудование для строительно-монтажных работ поставляются Подрядчиком</w:t>
      </w:r>
      <w:r w:rsidR="00332630" w:rsidRPr="009857C0">
        <w:t xml:space="preserve"> в соответствии  с </w:t>
      </w:r>
      <w:proofErr w:type="gramStart"/>
      <w:r w:rsidR="00332630" w:rsidRPr="009857C0">
        <w:t>согласованной</w:t>
      </w:r>
      <w:proofErr w:type="gramEnd"/>
      <w:r w:rsidR="00332630" w:rsidRPr="009857C0">
        <w:t xml:space="preserve"> ПСД</w:t>
      </w:r>
      <w:r w:rsidRPr="009857C0">
        <w:t xml:space="preserve">.  </w:t>
      </w:r>
    </w:p>
    <w:p w:rsidR="00105FB4" w:rsidRPr="009857C0" w:rsidRDefault="00105FB4" w:rsidP="00B2263A">
      <w:pPr>
        <w:pStyle w:val="aa"/>
        <w:numPr>
          <w:ilvl w:val="0"/>
          <w:numId w:val="3"/>
        </w:numPr>
        <w:ind w:left="0" w:firstLine="0"/>
        <w:jc w:val="both"/>
      </w:pPr>
      <w:r w:rsidRPr="009857C0">
        <w:t>Все условия работ определяются и регулируются на основе договора, заключенного Заказчиком с победителем конкурса.</w:t>
      </w:r>
    </w:p>
    <w:p w:rsidR="00105FB4" w:rsidRPr="009857C0" w:rsidRDefault="00105FB4" w:rsidP="00B2263A">
      <w:pPr>
        <w:pStyle w:val="a3"/>
        <w:numPr>
          <w:ilvl w:val="0"/>
          <w:numId w:val="3"/>
        </w:numPr>
        <w:ind w:left="0" w:firstLine="0"/>
        <w:jc w:val="both"/>
        <w:rPr>
          <w:sz w:val="24"/>
          <w:szCs w:val="24"/>
        </w:rPr>
      </w:pPr>
      <w:r w:rsidRPr="009857C0">
        <w:rPr>
          <w:sz w:val="24"/>
          <w:szCs w:val="24"/>
        </w:rPr>
        <w:t xml:space="preserve">Участвующие в конкурсе должны иметь свидетельство о вступлении в СРО и опыт монтажных работ аналогичных объектов не менее </w:t>
      </w:r>
      <w:r w:rsidR="009857C0">
        <w:rPr>
          <w:sz w:val="24"/>
          <w:szCs w:val="24"/>
        </w:rPr>
        <w:t>5</w:t>
      </w:r>
      <w:r w:rsidRPr="009857C0">
        <w:rPr>
          <w:sz w:val="24"/>
          <w:szCs w:val="24"/>
        </w:rPr>
        <w:t xml:space="preserve"> лет.</w:t>
      </w:r>
    </w:p>
    <w:p w:rsidR="00105FB4" w:rsidRPr="009857C0" w:rsidRDefault="00105FB4" w:rsidP="00B2263A">
      <w:pPr>
        <w:pStyle w:val="a3"/>
        <w:numPr>
          <w:ilvl w:val="0"/>
          <w:numId w:val="3"/>
        </w:numPr>
        <w:ind w:left="0" w:firstLine="0"/>
        <w:jc w:val="both"/>
        <w:rPr>
          <w:sz w:val="24"/>
          <w:szCs w:val="24"/>
        </w:rPr>
      </w:pPr>
      <w:r w:rsidRPr="009857C0">
        <w:rPr>
          <w:sz w:val="24"/>
          <w:szCs w:val="24"/>
        </w:rPr>
        <w:t>Строительно-монтажные работы, производимые организацией, должны быть застрахованы.</w:t>
      </w:r>
    </w:p>
    <w:p w:rsidR="00105FB4" w:rsidRPr="009857C0" w:rsidRDefault="00105FB4" w:rsidP="00105FB4">
      <w:pPr>
        <w:pStyle w:val="a3"/>
        <w:ind w:left="1276" w:firstLine="0"/>
        <w:jc w:val="both"/>
        <w:rPr>
          <w:sz w:val="24"/>
          <w:szCs w:val="24"/>
        </w:rPr>
      </w:pPr>
    </w:p>
    <w:p w:rsidR="00105FB4" w:rsidRPr="009857C0" w:rsidRDefault="00105FB4" w:rsidP="00762ADF">
      <w:pPr>
        <w:pStyle w:val="a3"/>
        <w:numPr>
          <w:ilvl w:val="0"/>
          <w:numId w:val="1"/>
        </w:numPr>
        <w:tabs>
          <w:tab w:val="num" w:pos="851"/>
        </w:tabs>
        <w:ind w:left="1276" w:hanging="992"/>
        <w:jc w:val="both"/>
        <w:rPr>
          <w:sz w:val="24"/>
          <w:szCs w:val="24"/>
        </w:rPr>
      </w:pPr>
      <w:r w:rsidRPr="009857C0">
        <w:rPr>
          <w:b/>
          <w:sz w:val="24"/>
          <w:szCs w:val="24"/>
        </w:rPr>
        <w:t>Строительно-монтажные работы проводятся</w:t>
      </w:r>
      <w:r w:rsidRPr="009857C0">
        <w:rPr>
          <w:sz w:val="24"/>
          <w:szCs w:val="24"/>
        </w:rPr>
        <w:t>:</w:t>
      </w:r>
    </w:p>
    <w:p w:rsidR="009857C0" w:rsidRPr="00211A2D" w:rsidRDefault="009857C0" w:rsidP="009857C0">
      <w:pPr>
        <w:jc w:val="right"/>
      </w:pPr>
      <w:r w:rsidRPr="00211A2D">
        <w:t>Табл.1</w:t>
      </w:r>
    </w:p>
    <w:tbl>
      <w:tblPr>
        <w:tblStyle w:val="ab"/>
        <w:tblW w:w="5000" w:type="pct"/>
        <w:tblLayout w:type="fixed"/>
        <w:tblLook w:val="04A0"/>
      </w:tblPr>
      <w:tblGrid>
        <w:gridCol w:w="1526"/>
        <w:gridCol w:w="1984"/>
        <w:gridCol w:w="1702"/>
        <w:gridCol w:w="1417"/>
        <w:gridCol w:w="1417"/>
        <w:gridCol w:w="1949"/>
      </w:tblGrid>
      <w:tr w:rsidR="00B2263A" w:rsidRPr="00211A2D" w:rsidTr="00B2263A">
        <w:tc>
          <w:tcPr>
            <w:tcW w:w="763" w:type="pct"/>
            <w:vAlign w:val="center"/>
          </w:tcPr>
          <w:p w:rsidR="009857C0" w:rsidRPr="00211A2D" w:rsidRDefault="009857C0" w:rsidP="008105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992" w:type="pct"/>
            <w:vAlign w:val="center"/>
          </w:tcPr>
          <w:p w:rsidR="009857C0" w:rsidRPr="00211A2D" w:rsidRDefault="009857C0" w:rsidP="008105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851" w:type="pct"/>
            <w:vAlign w:val="center"/>
          </w:tcPr>
          <w:p w:rsidR="009857C0" w:rsidRPr="00211A2D" w:rsidRDefault="009857C0" w:rsidP="008105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Село, деревня</w:t>
            </w:r>
          </w:p>
        </w:tc>
        <w:tc>
          <w:tcPr>
            <w:tcW w:w="709" w:type="pct"/>
            <w:vAlign w:val="center"/>
          </w:tcPr>
          <w:p w:rsidR="009857C0" w:rsidRPr="00211A2D" w:rsidRDefault="009857C0" w:rsidP="008105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</w:t>
            </w:r>
            <w:proofErr w:type="spellStart"/>
            <w:r w:rsidRPr="0021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</w:t>
            </w:r>
            <w:proofErr w:type="spellEnd"/>
            <w:r w:rsidRPr="0021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средства</w:t>
            </w:r>
          </w:p>
        </w:tc>
        <w:tc>
          <w:tcPr>
            <w:tcW w:w="709" w:type="pct"/>
            <w:vAlign w:val="center"/>
          </w:tcPr>
          <w:p w:rsidR="009857C0" w:rsidRPr="00211A2D" w:rsidRDefault="009857C0" w:rsidP="008105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Инв. номер</w:t>
            </w:r>
          </w:p>
        </w:tc>
        <w:tc>
          <w:tcPr>
            <w:tcW w:w="975" w:type="pct"/>
            <w:vAlign w:val="center"/>
          </w:tcPr>
          <w:p w:rsidR="009857C0" w:rsidRPr="00211A2D" w:rsidRDefault="009857C0" w:rsidP="008105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основного средства</w:t>
            </w:r>
          </w:p>
        </w:tc>
      </w:tr>
      <w:tr w:rsidR="00B2263A" w:rsidRPr="00211A2D" w:rsidTr="00B2263A">
        <w:trPr>
          <w:trHeight w:val="1114"/>
        </w:trPr>
        <w:tc>
          <w:tcPr>
            <w:tcW w:w="763" w:type="pct"/>
            <w:vAlign w:val="center"/>
          </w:tcPr>
          <w:p w:rsidR="009857C0" w:rsidRPr="00211A2D" w:rsidRDefault="009857C0" w:rsidP="008105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Смоленская</w:t>
            </w:r>
          </w:p>
        </w:tc>
        <w:tc>
          <w:tcPr>
            <w:tcW w:w="992" w:type="pct"/>
            <w:vAlign w:val="center"/>
          </w:tcPr>
          <w:p w:rsidR="009857C0" w:rsidRPr="00E63626" w:rsidRDefault="009857C0" w:rsidP="008105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Промышленны</w:t>
            </w:r>
            <w:r w:rsidRPr="009857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851" w:type="pct"/>
            <w:vAlign w:val="center"/>
          </w:tcPr>
          <w:p w:rsidR="009857C0" w:rsidRPr="009857C0" w:rsidRDefault="009857C0" w:rsidP="009857C0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57C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9857C0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857C0">
              <w:rPr>
                <w:rFonts w:ascii="Times New Roman" w:hAnsi="Times New Roman" w:cs="Times New Roman"/>
                <w:sz w:val="24"/>
                <w:szCs w:val="24"/>
              </w:rPr>
              <w:t>моленск,</w:t>
            </w:r>
          </w:p>
          <w:p w:rsidR="009857C0" w:rsidRPr="009857C0" w:rsidRDefault="009857C0" w:rsidP="009857C0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57C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9857C0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9857C0">
              <w:rPr>
                <w:rFonts w:ascii="Times New Roman" w:hAnsi="Times New Roman" w:cs="Times New Roman"/>
                <w:sz w:val="24"/>
                <w:szCs w:val="24"/>
              </w:rPr>
              <w:t>динцово           СТ «Связист»,</w:t>
            </w:r>
          </w:p>
          <w:p w:rsidR="009857C0" w:rsidRPr="00E63626" w:rsidRDefault="009857C0" w:rsidP="009857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proofErr w:type="gramStart"/>
            <w:r w:rsidRPr="009857C0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9857C0">
              <w:rPr>
                <w:rFonts w:ascii="Times New Roman" w:hAnsi="Times New Roman" w:cs="Times New Roman"/>
                <w:sz w:val="24"/>
                <w:szCs w:val="24"/>
              </w:rPr>
              <w:t xml:space="preserve"> «Цветовод»</w:t>
            </w:r>
          </w:p>
        </w:tc>
        <w:tc>
          <w:tcPr>
            <w:tcW w:w="709" w:type="pct"/>
            <w:vAlign w:val="center"/>
          </w:tcPr>
          <w:p w:rsidR="009857C0" w:rsidRPr="00E63626" w:rsidRDefault="00A6062E" w:rsidP="008105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A6062E">
              <w:rPr>
                <w:rFonts w:ascii="Times New Roman" w:hAnsi="Times New Roman" w:cs="Times New Roman"/>
                <w:bCs/>
                <w:sz w:val="24"/>
                <w:szCs w:val="24"/>
              </w:rPr>
              <w:t>371110200</w:t>
            </w:r>
          </w:p>
        </w:tc>
        <w:tc>
          <w:tcPr>
            <w:tcW w:w="709" w:type="pct"/>
            <w:vAlign w:val="center"/>
          </w:tcPr>
          <w:p w:rsidR="009857C0" w:rsidRPr="00E63626" w:rsidRDefault="00A6062E" w:rsidP="008105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A6062E">
              <w:rPr>
                <w:rFonts w:ascii="Times New Roman" w:hAnsi="Times New Roman" w:cs="Times New Roman"/>
                <w:sz w:val="24"/>
              </w:rPr>
              <w:t>13003795</w:t>
            </w:r>
          </w:p>
        </w:tc>
        <w:tc>
          <w:tcPr>
            <w:tcW w:w="975" w:type="pct"/>
            <w:vAlign w:val="center"/>
          </w:tcPr>
          <w:p w:rsidR="009857C0" w:rsidRPr="00E63626" w:rsidRDefault="00A6062E" w:rsidP="008105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u w:val="single"/>
                <w:lang w:eastAsia="ru-RU"/>
              </w:rPr>
            </w:pPr>
            <w:r w:rsidRPr="00A6062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Оборудование РП-12 г</w:t>
            </w:r>
            <w:proofErr w:type="gramStart"/>
            <w:r w:rsidRPr="00A6062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.С</w:t>
            </w:r>
            <w:proofErr w:type="gramEnd"/>
            <w:r w:rsidRPr="00A6062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моленскпр.Гагарина,60</w:t>
            </w:r>
          </w:p>
        </w:tc>
      </w:tr>
    </w:tbl>
    <w:p w:rsidR="00267862" w:rsidRDefault="00267862" w:rsidP="00267862">
      <w:pPr>
        <w:pStyle w:val="aa"/>
        <w:ind w:left="0"/>
        <w:jc w:val="both"/>
      </w:pPr>
    </w:p>
    <w:p w:rsidR="009857C0" w:rsidRPr="00211A2D" w:rsidRDefault="009857C0" w:rsidP="00B2263A">
      <w:pPr>
        <w:pStyle w:val="aa"/>
        <w:numPr>
          <w:ilvl w:val="1"/>
          <w:numId w:val="9"/>
        </w:numPr>
        <w:jc w:val="both"/>
      </w:pPr>
      <w:r w:rsidRPr="00211A2D">
        <w:t>Получить разрешение на строительство и отвод земли, с последующим оформлением в собственность Заказчика в установленном порядке.</w:t>
      </w:r>
    </w:p>
    <w:p w:rsidR="009857C0" w:rsidRPr="00211A2D" w:rsidRDefault="009857C0" w:rsidP="00B2263A">
      <w:pPr>
        <w:pStyle w:val="aa"/>
        <w:numPr>
          <w:ilvl w:val="1"/>
          <w:numId w:val="9"/>
        </w:numPr>
        <w:jc w:val="both"/>
      </w:pPr>
      <w:r w:rsidRPr="00211A2D">
        <w:t>Поставку оборудования и материалов осуществляет Подрядчик.</w:t>
      </w:r>
    </w:p>
    <w:p w:rsidR="00F76118" w:rsidRDefault="00F76118" w:rsidP="0025001A">
      <w:pPr>
        <w:pStyle w:val="a3"/>
        <w:ind w:left="0" w:firstLine="0"/>
        <w:jc w:val="both"/>
        <w:rPr>
          <w:sz w:val="24"/>
          <w:szCs w:val="24"/>
        </w:rPr>
      </w:pPr>
    </w:p>
    <w:p w:rsidR="009857C0" w:rsidRPr="00267862" w:rsidRDefault="009857C0" w:rsidP="0025001A">
      <w:pPr>
        <w:pStyle w:val="a3"/>
        <w:ind w:left="0" w:firstLine="0"/>
        <w:jc w:val="both"/>
        <w:rPr>
          <w:b/>
          <w:sz w:val="24"/>
          <w:szCs w:val="24"/>
        </w:rPr>
      </w:pPr>
    </w:p>
    <w:p w:rsidR="00105FB4" w:rsidRPr="009857C0" w:rsidRDefault="00105FB4" w:rsidP="00762ADF">
      <w:pPr>
        <w:pStyle w:val="a3"/>
        <w:numPr>
          <w:ilvl w:val="0"/>
          <w:numId w:val="1"/>
        </w:numPr>
        <w:tabs>
          <w:tab w:val="num" w:pos="1276"/>
        </w:tabs>
        <w:ind w:left="851" w:hanging="567"/>
        <w:jc w:val="both"/>
        <w:rPr>
          <w:sz w:val="24"/>
          <w:szCs w:val="24"/>
        </w:rPr>
      </w:pPr>
      <w:r w:rsidRPr="00267862">
        <w:rPr>
          <w:b/>
          <w:sz w:val="24"/>
          <w:szCs w:val="24"/>
        </w:rPr>
        <w:t>Основание для строительно-монтажных работ</w:t>
      </w:r>
      <w:r w:rsidRPr="009857C0">
        <w:rPr>
          <w:sz w:val="24"/>
          <w:szCs w:val="24"/>
        </w:rPr>
        <w:t>:</w:t>
      </w:r>
    </w:p>
    <w:p w:rsidR="00267862" w:rsidRPr="00267862" w:rsidRDefault="00BC4D49" w:rsidP="00267862">
      <w:pPr>
        <w:numPr>
          <w:ilvl w:val="0"/>
          <w:numId w:val="2"/>
        </w:numPr>
        <w:suppressAutoHyphens/>
        <w:ind w:left="0" w:hanging="142"/>
        <w:jc w:val="both"/>
        <w:rPr>
          <w:iCs/>
        </w:rPr>
      </w:pPr>
      <w:r w:rsidRPr="009857C0">
        <w:rPr>
          <w:iCs/>
        </w:rPr>
        <w:t>Договор</w:t>
      </w:r>
      <w:r w:rsidR="00B13C39" w:rsidRPr="009857C0">
        <w:rPr>
          <w:iCs/>
        </w:rPr>
        <w:t>а</w:t>
      </w:r>
      <w:r w:rsidRPr="009857C0">
        <w:rPr>
          <w:iCs/>
        </w:rPr>
        <w:t xml:space="preserve"> </w:t>
      </w:r>
      <w:r w:rsidR="00B13C39" w:rsidRPr="009857C0">
        <w:rPr>
          <w:iCs/>
        </w:rPr>
        <w:t xml:space="preserve">технологического присоединения </w:t>
      </w:r>
      <w:r w:rsidRPr="009857C0">
        <w:rPr>
          <w:iCs/>
        </w:rPr>
        <w:t xml:space="preserve">от </w:t>
      </w:r>
      <w:r w:rsidR="00B13C39" w:rsidRPr="009857C0">
        <w:rPr>
          <w:iCs/>
        </w:rPr>
        <w:t>08</w:t>
      </w:r>
      <w:r w:rsidRPr="009857C0">
        <w:rPr>
          <w:iCs/>
        </w:rPr>
        <w:t>.</w:t>
      </w:r>
      <w:r w:rsidR="00B13C39" w:rsidRPr="009857C0">
        <w:rPr>
          <w:iCs/>
        </w:rPr>
        <w:t>11</w:t>
      </w:r>
      <w:r w:rsidRPr="009857C0">
        <w:rPr>
          <w:iCs/>
        </w:rPr>
        <w:t>.</w:t>
      </w:r>
      <w:r w:rsidR="00B13C39" w:rsidRPr="009857C0">
        <w:rPr>
          <w:iCs/>
        </w:rPr>
        <w:t>10</w:t>
      </w:r>
      <w:r w:rsidRPr="009857C0">
        <w:rPr>
          <w:iCs/>
        </w:rPr>
        <w:t>г.</w:t>
      </w:r>
      <w:r w:rsidR="00B13C39" w:rsidRPr="009857C0">
        <w:rPr>
          <w:iCs/>
        </w:rPr>
        <w:t>, 12.11.10г., 13.11.10г., 24.12.10г.</w:t>
      </w:r>
      <w:r w:rsidR="00267862" w:rsidRPr="00267862">
        <w:rPr>
          <w:iCs/>
          <w:color w:val="000000"/>
        </w:rPr>
        <w:t xml:space="preserve"> </w:t>
      </w:r>
    </w:p>
    <w:p w:rsidR="00BC4D49" w:rsidRPr="009857C0" w:rsidRDefault="00267862" w:rsidP="00267862">
      <w:pPr>
        <w:numPr>
          <w:ilvl w:val="0"/>
          <w:numId w:val="2"/>
        </w:numPr>
        <w:suppressAutoHyphens/>
        <w:ind w:left="0" w:hanging="142"/>
        <w:jc w:val="both"/>
        <w:rPr>
          <w:iCs/>
        </w:rPr>
      </w:pPr>
      <w:r w:rsidRPr="00211A2D">
        <w:rPr>
          <w:iCs/>
          <w:color w:val="000000"/>
        </w:rPr>
        <w:t>Рабочий проект</w:t>
      </w:r>
      <w:r>
        <w:rPr>
          <w:iCs/>
          <w:color w:val="000000"/>
        </w:rPr>
        <w:t xml:space="preserve"> </w:t>
      </w:r>
      <w:r w:rsidRPr="009857C0">
        <w:rPr>
          <w:bCs/>
        </w:rPr>
        <w:t>«Строительство участка КЛ-6кВ от ВЛ-1209 РП-12 КЛ-613 ПС «Южная», ВЛ-0,4кВ с установкой КТП-6/0,4кВ для технологического присоединения дачных домов в г</w:t>
      </w:r>
      <w:proofErr w:type="gramStart"/>
      <w:r w:rsidRPr="009857C0">
        <w:rPr>
          <w:bCs/>
        </w:rPr>
        <w:t>.С</w:t>
      </w:r>
      <w:proofErr w:type="gramEnd"/>
      <w:r w:rsidRPr="009857C0">
        <w:rPr>
          <w:bCs/>
        </w:rPr>
        <w:t xml:space="preserve">моленск, п.Одинцово СТ «Связист» участки №57,33,32,40,29,34,50,35,46 и СТ «Цветовод» участки №84,88,29 (Овчинников </w:t>
      </w:r>
      <w:proofErr w:type="spellStart"/>
      <w:r w:rsidRPr="009857C0">
        <w:rPr>
          <w:bCs/>
        </w:rPr>
        <w:t>Н.К.,Иванова</w:t>
      </w:r>
      <w:proofErr w:type="spellEnd"/>
      <w:r w:rsidRPr="009857C0">
        <w:rPr>
          <w:bCs/>
        </w:rPr>
        <w:t xml:space="preserve"> </w:t>
      </w:r>
      <w:proofErr w:type="spellStart"/>
      <w:r w:rsidRPr="009857C0">
        <w:rPr>
          <w:bCs/>
        </w:rPr>
        <w:t>Н.С.,Кожемякин</w:t>
      </w:r>
      <w:proofErr w:type="spellEnd"/>
      <w:r w:rsidRPr="009857C0">
        <w:rPr>
          <w:bCs/>
        </w:rPr>
        <w:t xml:space="preserve"> </w:t>
      </w:r>
      <w:proofErr w:type="spellStart"/>
      <w:r w:rsidRPr="009857C0">
        <w:rPr>
          <w:bCs/>
        </w:rPr>
        <w:t>А.И.,Чужавко</w:t>
      </w:r>
      <w:proofErr w:type="spellEnd"/>
      <w:r w:rsidRPr="009857C0">
        <w:rPr>
          <w:bCs/>
        </w:rPr>
        <w:t xml:space="preserve"> </w:t>
      </w:r>
      <w:proofErr w:type="spellStart"/>
      <w:r w:rsidRPr="009857C0">
        <w:rPr>
          <w:bCs/>
        </w:rPr>
        <w:t>С.А.,Сафронов</w:t>
      </w:r>
      <w:proofErr w:type="spellEnd"/>
      <w:r w:rsidRPr="009857C0">
        <w:rPr>
          <w:bCs/>
        </w:rPr>
        <w:t xml:space="preserve"> </w:t>
      </w:r>
      <w:proofErr w:type="spellStart"/>
      <w:r w:rsidRPr="009857C0">
        <w:rPr>
          <w:bCs/>
        </w:rPr>
        <w:t>Н.И.,Солодков</w:t>
      </w:r>
      <w:proofErr w:type="spellEnd"/>
      <w:r w:rsidRPr="009857C0">
        <w:rPr>
          <w:bCs/>
        </w:rPr>
        <w:t xml:space="preserve"> </w:t>
      </w:r>
      <w:proofErr w:type="spellStart"/>
      <w:r w:rsidRPr="009857C0">
        <w:rPr>
          <w:bCs/>
        </w:rPr>
        <w:t>Е.А.,Боголюбская</w:t>
      </w:r>
      <w:proofErr w:type="spellEnd"/>
      <w:r w:rsidRPr="009857C0">
        <w:rPr>
          <w:bCs/>
        </w:rPr>
        <w:t xml:space="preserve"> </w:t>
      </w:r>
      <w:proofErr w:type="spellStart"/>
      <w:r w:rsidRPr="009857C0">
        <w:rPr>
          <w:bCs/>
        </w:rPr>
        <w:t>Е.И.,Малькова</w:t>
      </w:r>
      <w:proofErr w:type="spellEnd"/>
      <w:r w:rsidRPr="009857C0">
        <w:rPr>
          <w:bCs/>
        </w:rPr>
        <w:t xml:space="preserve"> </w:t>
      </w:r>
      <w:proofErr w:type="spellStart"/>
      <w:r w:rsidRPr="009857C0">
        <w:rPr>
          <w:bCs/>
        </w:rPr>
        <w:t>Т.</w:t>
      </w:r>
      <w:proofErr w:type="gramStart"/>
      <w:r w:rsidRPr="009857C0">
        <w:rPr>
          <w:bCs/>
        </w:rPr>
        <w:t>В.,Будкевич</w:t>
      </w:r>
      <w:proofErr w:type="spellEnd"/>
      <w:r w:rsidRPr="009857C0">
        <w:rPr>
          <w:bCs/>
        </w:rPr>
        <w:t xml:space="preserve"> </w:t>
      </w:r>
      <w:proofErr w:type="spellStart"/>
      <w:r w:rsidRPr="009857C0">
        <w:rPr>
          <w:bCs/>
        </w:rPr>
        <w:t>С.Д.,Леонова</w:t>
      </w:r>
      <w:proofErr w:type="spellEnd"/>
      <w:r w:rsidRPr="009857C0">
        <w:rPr>
          <w:bCs/>
        </w:rPr>
        <w:t xml:space="preserve"> </w:t>
      </w:r>
      <w:proofErr w:type="spellStart"/>
      <w:r w:rsidRPr="009857C0">
        <w:rPr>
          <w:bCs/>
        </w:rPr>
        <w:t>М.О.,Зайцева</w:t>
      </w:r>
      <w:proofErr w:type="spellEnd"/>
      <w:r w:rsidRPr="009857C0">
        <w:rPr>
          <w:bCs/>
        </w:rPr>
        <w:t xml:space="preserve"> </w:t>
      </w:r>
      <w:proofErr w:type="spellStart"/>
      <w:r w:rsidRPr="009857C0">
        <w:rPr>
          <w:bCs/>
        </w:rPr>
        <w:t>Е.Г.,Шпинтов</w:t>
      </w:r>
      <w:proofErr w:type="spellEnd"/>
      <w:r w:rsidRPr="009857C0">
        <w:rPr>
          <w:bCs/>
        </w:rPr>
        <w:t xml:space="preserve"> А.Г.)»</w:t>
      </w:r>
      <w:proofErr w:type="gramEnd"/>
    </w:p>
    <w:p w:rsidR="00105FB4" w:rsidRPr="009857C0" w:rsidRDefault="00105FB4" w:rsidP="00105FB4">
      <w:pPr>
        <w:pStyle w:val="a3"/>
        <w:ind w:left="284" w:firstLine="0"/>
        <w:jc w:val="both"/>
        <w:rPr>
          <w:sz w:val="24"/>
          <w:szCs w:val="24"/>
        </w:rPr>
      </w:pPr>
    </w:p>
    <w:p w:rsidR="00105FB4" w:rsidRPr="009857C0" w:rsidRDefault="00105FB4" w:rsidP="00762ADF">
      <w:pPr>
        <w:pStyle w:val="a3"/>
        <w:numPr>
          <w:ilvl w:val="0"/>
          <w:numId w:val="1"/>
        </w:numPr>
        <w:tabs>
          <w:tab w:val="num" w:pos="1276"/>
        </w:tabs>
        <w:ind w:left="851" w:hanging="567"/>
        <w:jc w:val="both"/>
        <w:rPr>
          <w:sz w:val="24"/>
          <w:szCs w:val="24"/>
        </w:rPr>
      </w:pPr>
      <w:r w:rsidRPr="00267862">
        <w:rPr>
          <w:b/>
          <w:sz w:val="24"/>
          <w:szCs w:val="24"/>
        </w:rPr>
        <w:t>Основные нормативно-технические документы (НТД), определяющие требования к реконструкции</w:t>
      </w:r>
      <w:r w:rsidRPr="009857C0">
        <w:rPr>
          <w:sz w:val="24"/>
          <w:szCs w:val="24"/>
        </w:rPr>
        <w:t xml:space="preserve">: </w:t>
      </w:r>
    </w:p>
    <w:p w:rsidR="00267862" w:rsidRPr="00600FE0" w:rsidRDefault="00267862" w:rsidP="00B2263A">
      <w:pPr>
        <w:pStyle w:val="a3"/>
        <w:numPr>
          <w:ilvl w:val="0"/>
          <w:numId w:val="11"/>
        </w:numPr>
        <w:tabs>
          <w:tab w:val="num" w:pos="567"/>
        </w:tabs>
        <w:suppressAutoHyphens/>
        <w:spacing w:line="276" w:lineRule="auto"/>
        <w:ind w:left="567" w:hanging="283"/>
        <w:jc w:val="both"/>
        <w:rPr>
          <w:b/>
          <w:iCs/>
          <w:color w:val="000000"/>
          <w:sz w:val="24"/>
          <w:szCs w:val="24"/>
        </w:rPr>
      </w:pPr>
      <w:proofErr w:type="spellStart"/>
      <w:r w:rsidRPr="00600FE0">
        <w:rPr>
          <w:sz w:val="24"/>
          <w:szCs w:val="24"/>
        </w:rPr>
        <w:t>СНиП</w:t>
      </w:r>
      <w:proofErr w:type="spellEnd"/>
      <w:r w:rsidRPr="00600FE0">
        <w:rPr>
          <w:sz w:val="24"/>
          <w:szCs w:val="24"/>
        </w:rPr>
        <w:t xml:space="preserve"> 12-01-2004 «Организация строительства»;</w:t>
      </w:r>
    </w:p>
    <w:p w:rsidR="00267862" w:rsidRPr="00600FE0" w:rsidRDefault="00267862" w:rsidP="00B2263A">
      <w:pPr>
        <w:pStyle w:val="a3"/>
        <w:numPr>
          <w:ilvl w:val="0"/>
          <w:numId w:val="11"/>
        </w:numPr>
        <w:tabs>
          <w:tab w:val="num" w:pos="567"/>
        </w:tabs>
        <w:suppressAutoHyphens/>
        <w:spacing w:line="276" w:lineRule="auto"/>
        <w:ind w:left="567" w:hanging="283"/>
        <w:jc w:val="both"/>
        <w:rPr>
          <w:b/>
          <w:iCs/>
          <w:color w:val="000000"/>
          <w:sz w:val="24"/>
          <w:szCs w:val="24"/>
        </w:rPr>
      </w:pPr>
      <w:r w:rsidRPr="00600FE0">
        <w:rPr>
          <w:sz w:val="24"/>
          <w:szCs w:val="24"/>
        </w:rPr>
        <w:t>СП48.13330.2011 «Организация строительства» Актуализированная редакция СНиП 12-01-2004;</w:t>
      </w:r>
    </w:p>
    <w:p w:rsidR="00267862" w:rsidRPr="00600FE0" w:rsidRDefault="00267862" w:rsidP="00B2263A">
      <w:pPr>
        <w:pStyle w:val="a3"/>
        <w:numPr>
          <w:ilvl w:val="0"/>
          <w:numId w:val="11"/>
        </w:numPr>
        <w:tabs>
          <w:tab w:val="num" w:pos="567"/>
        </w:tabs>
        <w:suppressAutoHyphens/>
        <w:spacing w:line="276" w:lineRule="auto"/>
        <w:ind w:left="567" w:hanging="283"/>
        <w:jc w:val="both"/>
        <w:rPr>
          <w:b/>
          <w:iCs/>
          <w:color w:val="000000"/>
          <w:sz w:val="24"/>
          <w:szCs w:val="24"/>
        </w:rPr>
      </w:pPr>
      <w:r w:rsidRPr="00600FE0">
        <w:rPr>
          <w:sz w:val="24"/>
          <w:szCs w:val="24"/>
        </w:rPr>
        <w:t>СНиП 12-03-2001 «Безопасность труда в строительстве», часть 1 «Общие требования»;</w:t>
      </w:r>
      <w:r w:rsidRPr="00600FE0">
        <w:rPr>
          <w:color w:val="000000"/>
          <w:sz w:val="24"/>
          <w:szCs w:val="24"/>
        </w:rPr>
        <w:t xml:space="preserve"> </w:t>
      </w:r>
    </w:p>
    <w:p w:rsidR="00267862" w:rsidRPr="00600FE0" w:rsidRDefault="00267862" w:rsidP="00B2263A">
      <w:pPr>
        <w:pStyle w:val="a3"/>
        <w:numPr>
          <w:ilvl w:val="0"/>
          <w:numId w:val="11"/>
        </w:numPr>
        <w:tabs>
          <w:tab w:val="num" w:pos="567"/>
        </w:tabs>
        <w:suppressAutoHyphens/>
        <w:spacing w:line="276" w:lineRule="auto"/>
        <w:ind w:left="567" w:hanging="283"/>
        <w:jc w:val="both"/>
        <w:rPr>
          <w:b/>
          <w:iCs/>
          <w:color w:val="000000"/>
          <w:sz w:val="24"/>
          <w:szCs w:val="24"/>
        </w:rPr>
      </w:pPr>
      <w:r w:rsidRPr="00600FE0">
        <w:rPr>
          <w:sz w:val="24"/>
          <w:szCs w:val="24"/>
        </w:rPr>
        <w:t>СНиП 12-04-2002 «Безопасность труда в строительстве», часть 2 «Строительное производство»</w:t>
      </w:r>
      <w:r w:rsidRPr="00600FE0">
        <w:rPr>
          <w:color w:val="000000"/>
          <w:sz w:val="24"/>
          <w:szCs w:val="24"/>
        </w:rPr>
        <w:t>;</w:t>
      </w:r>
    </w:p>
    <w:p w:rsidR="00267862" w:rsidRPr="00600FE0" w:rsidRDefault="00267862" w:rsidP="00B2263A">
      <w:pPr>
        <w:pStyle w:val="a3"/>
        <w:numPr>
          <w:ilvl w:val="0"/>
          <w:numId w:val="11"/>
        </w:numPr>
        <w:tabs>
          <w:tab w:val="num" w:pos="567"/>
        </w:tabs>
        <w:suppressAutoHyphens/>
        <w:spacing w:line="276" w:lineRule="auto"/>
        <w:ind w:left="567" w:hanging="283"/>
        <w:jc w:val="both"/>
        <w:rPr>
          <w:b/>
          <w:iCs/>
          <w:color w:val="000000"/>
          <w:sz w:val="24"/>
          <w:szCs w:val="24"/>
        </w:rPr>
      </w:pPr>
      <w:r w:rsidRPr="00600FE0">
        <w:rPr>
          <w:sz w:val="24"/>
          <w:szCs w:val="24"/>
        </w:rPr>
        <w:t>ГОСТ 12.3.032-84  ССТБ «Работы электромонтажные. Общие требования безопасности»;</w:t>
      </w:r>
    </w:p>
    <w:p w:rsidR="00267862" w:rsidRPr="00600FE0" w:rsidRDefault="00267862" w:rsidP="00B2263A">
      <w:pPr>
        <w:pStyle w:val="a3"/>
        <w:numPr>
          <w:ilvl w:val="0"/>
          <w:numId w:val="11"/>
        </w:numPr>
        <w:tabs>
          <w:tab w:val="num" w:pos="567"/>
        </w:tabs>
        <w:suppressAutoHyphens/>
        <w:spacing w:line="276" w:lineRule="auto"/>
        <w:ind w:left="567" w:hanging="283"/>
        <w:jc w:val="both"/>
        <w:rPr>
          <w:iCs/>
          <w:color w:val="000000"/>
          <w:sz w:val="24"/>
          <w:szCs w:val="24"/>
        </w:rPr>
      </w:pPr>
      <w:r w:rsidRPr="00600FE0">
        <w:rPr>
          <w:iCs/>
          <w:color w:val="000000"/>
          <w:sz w:val="24"/>
          <w:szCs w:val="24"/>
        </w:rPr>
        <w:t>СНиП 3.05.06-85 «Электротехнические устройства»;</w:t>
      </w:r>
    </w:p>
    <w:p w:rsidR="00267862" w:rsidRPr="00600FE0" w:rsidRDefault="00267862" w:rsidP="00B2263A">
      <w:pPr>
        <w:pStyle w:val="30"/>
        <w:numPr>
          <w:ilvl w:val="0"/>
          <w:numId w:val="11"/>
        </w:numPr>
        <w:tabs>
          <w:tab w:val="num" w:pos="567"/>
        </w:tabs>
        <w:suppressAutoHyphens/>
        <w:ind w:left="567" w:hanging="283"/>
        <w:jc w:val="both"/>
        <w:rPr>
          <w:color w:val="000000" w:themeColor="text1"/>
          <w:sz w:val="24"/>
          <w:szCs w:val="24"/>
        </w:rPr>
      </w:pPr>
      <w:r w:rsidRPr="00600FE0">
        <w:rPr>
          <w:color w:val="000000" w:themeColor="text1"/>
          <w:sz w:val="24"/>
          <w:szCs w:val="24"/>
        </w:rPr>
        <w:t>типовые требования к корпоративному стилю оформления объектов и техники производственного назначения, принадлежащих ОАО «МРСК Центра», утвержденные приказом ОАО «МРСК Центра» от 18.01.2008 г.  № 15;</w:t>
      </w:r>
    </w:p>
    <w:p w:rsidR="00267862" w:rsidRPr="00600FE0" w:rsidRDefault="00267862" w:rsidP="00B2263A">
      <w:pPr>
        <w:pStyle w:val="30"/>
        <w:numPr>
          <w:ilvl w:val="0"/>
          <w:numId w:val="10"/>
        </w:numPr>
        <w:tabs>
          <w:tab w:val="num" w:pos="567"/>
        </w:tabs>
        <w:suppressAutoHyphens/>
        <w:spacing w:line="276" w:lineRule="auto"/>
        <w:ind w:left="567" w:hanging="283"/>
        <w:jc w:val="both"/>
        <w:rPr>
          <w:color w:val="000000" w:themeColor="text1"/>
          <w:sz w:val="24"/>
          <w:szCs w:val="24"/>
        </w:rPr>
      </w:pPr>
      <w:r w:rsidRPr="00600FE0">
        <w:rPr>
          <w:color w:val="000000" w:themeColor="text1"/>
          <w:sz w:val="24"/>
          <w:szCs w:val="24"/>
        </w:rPr>
        <w:t>ПУЭ (действующее издание);</w:t>
      </w:r>
    </w:p>
    <w:p w:rsidR="00267862" w:rsidRPr="00600FE0" w:rsidRDefault="00267862" w:rsidP="00B2263A">
      <w:pPr>
        <w:pStyle w:val="30"/>
        <w:numPr>
          <w:ilvl w:val="0"/>
          <w:numId w:val="10"/>
        </w:numPr>
        <w:tabs>
          <w:tab w:val="num" w:pos="567"/>
        </w:tabs>
        <w:suppressAutoHyphens/>
        <w:spacing w:line="276" w:lineRule="auto"/>
        <w:ind w:left="567" w:hanging="283"/>
        <w:jc w:val="both"/>
        <w:rPr>
          <w:color w:val="000000" w:themeColor="text1"/>
          <w:sz w:val="24"/>
          <w:szCs w:val="24"/>
        </w:rPr>
      </w:pPr>
      <w:r w:rsidRPr="00600FE0">
        <w:rPr>
          <w:color w:val="000000" w:themeColor="text1"/>
          <w:sz w:val="24"/>
          <w:szCs w:val="24"/>
        </w:rPr>
        <w:t>ПТЭ (действующее издание);</w:t>
      </w:r>
    </w:p>
    <w:p w:rsidR="00267862" w:rsidRDefault="00267862" w:rsidP="00B2263A">
      <w:pPr>
        <w:pStyle w:val="30"/>
        <w:numPr>
          <w:ilvl w:val="0"/>
          <w:numId w:val="10"/>
        </w:numPr>
        <w:tabs>
          <w:tab w:val="num" w:pos="567"/>
        </w:tabs>
        <w:suppressAutoHyphens/>
        <w:spacing w:line="276" w:lineRule="auto"/>
        <w:ind w:left="567" w:hanging="283"/>
        <w:jc w:val="both"/>
        <w:rPr>
          <w:color w:val="000000" w:themeColor="text1"/>
          <w:sz w:val="24"/>
          <w:szCs w:val="24"/>
        </w:rPr>
      </w:pPr>
      <w:r w:rsidRPr="00600FE0">
        <w:rPr>
          <w:color w:val="000000" w:themeColor="text1"/>
          <w:sz w:val="24"/>
          <w:szCs w:val="24"/>
        </w:rPr>
        <w:t>действующая нормативно-техническая документация</w:t>
      </w:r>
      <w:r>
        <w:rPr>
          <w:color w:val="000000" w:themeColor="text1"/>
          <w:sz w:val="24"/>
          <w:szCs w:val="24"/>
        </w:rPr>
        <w:t>.</w:t>
      </w:r>
    </w:p>
    <w:p w:rsidR="00267862" w:rsidRDefault="00267862" w:rsidP="00267862">
      <w:pPr>
        <w:pStyle w:val="a3"/>
        <w:ind w:left="851" w:firstLine="0"/>
        <w:jc w:val="both"/>
        <w:rPr>
          <w:sz w:val="24"/>
          <w:szCs w:val="24"/>
        </w:rPr>
      </w:pPr>
    </w:p>
    <w:p w:rsidR="00105FB4" w:rsidRPr="009857C0" w:rsidRDefault="00105FB4" w:rsidP="00762ADF">
      <w:pPr>
        <w:pStyle w:val="a3"/>
        <w:numPr>
          <w:ilvl w:val="0"/>
          <w:numId w:val="1"/>
        </w:numPr>
        <w:tabs>
          <w:tab w:val="num" w:pos="1276"/>
        </w:tabs>
        <w:ind w:left="851" w:hanging="567"/>
        <w:jc w:val="both"/>
        <w:rPr>
          <w:sz w:val="24"/>
          <w:szCs w:val="24"/>
        </w:rPr>
      </w:pPr>
      <w:r w:rsidRPr="00267862">
        <w:rPr>
          <w:b/>
          <w:sz w:val="24"/>
          <w:szCs w:val="24"/>
        </w:rPr>
        <w:t>Стадийность строительства</w:t>
      </w:r>
      <w:r w:rsidRPr="009857C0">
        <w:rPr>
          <w:sz w:val="24"/>
          <w:szCs w:val="24"/>
        </w:rPr>
        <w:t>.</w:t>
      </w:r>
    </w:p>
    <w:p w:rsidR="00267862" w:rsidRPr="00211A2D" w:rsidRDefault="00267862" w:rsidP="00267862">
      <w:pPr>
        <w:pStyle w:val="aa"/>
        <w:ind w:left="0" w:firstLine="284"/>
        <w:contextualSpacing w:val="0"/>
        <w:jc w:val="both"/>
      </w:pPr>
      <w:r w:rsidRPr="00211A2D">
        <w:t>Строительные работы выполняются в соответствии с настоящим техническим заданием в 2 этапа:</w:t>
      </w:r>
    </w:p>
    <w:p w:rsidR="00267862" w:rsidRPr="00211A2D" w:rsidRDefault="00267862" w:rsidP="00B2263A">
      <w:pPr>
        <w:pStyle w:val="a3"/>
        <w:numPr>
          <w:ilvl w:val="0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r w:rsidRPr="00211A2D">
        <w:rPr>
          <w:sz w:val="24"/>
          <w:szCs w:val="24"/>
        </w:rPr>
        <w:t>подготовительные работы;</w:t>
      </w:r>
    </w:p>
    <w:p w:rsidR="00267862" w:rsidRPr="00211A2D" w:rsidRDefault="00267862" w:rsidP="00B2263A">
      <w:pPr>
        <w:pStyle w:val="a3"/>
        <w:numPr>
          <w:ilvl w:val="0"/>
          <w:numId w:val="12"/>
        </w:numPr>
        <w:tabs>
          <w:tab w:val="left" w:pos="993"/>
        </w:tabs>
        <w:jc w:val="both"/>
        <w:rPr>
          <w:sz w:val="24"/>
          <w:szCs w:val="24"/>
        </w:rPr>
      </w:pPr>
      <w:proofErr w:type="spellStart"/>
      <w:r w:rsidRPr="00211A2D">
        <w:rPr>
          <w:sz w:val="24"/>
          <w:szCs w:val="24"/>
        </w:rPr>
        <w:t>строительно</w:t>
      </w:r>
      <w:proofErr w:type="spellEnd"/>
      <w:r w:rsidRPr="00211A2D">
        <w:rPr>
          <w:sz w:val="24"/>
          <w:szCs w:val="24"/>
        </w:rPr>
        <w:t>–монтажные работы и приемосдаточные испытания в соответствии с проектом.</w:t>
      </w:r>
    </w:p>
    <w:p w:rsidR="002F7001" w:rsidRPr="009857C0" w:rsidRDefault="002F7001" w:rsidP="00F60DA9">
      <w:pPr>
        <w:pStyle w:val="a3"/>
        <w:tabs>
          <w:tab w:val="num" w:pos="1276"/>
        </w:tabs>
        <w:ind w:left="1276" w:firstLine="0"/>
        <w:jc w:val="both"/>
        <w:rPr>
          <w:sz w:val="24"/>
          <w:szCs w:val="24"/>
        </w:rPr>
      </w:pPr>
    </w:p>
    <w:p w:rsidR="00367A88" w:rsidRPr="009857C0" w:rsidRDefault="00367A88" w:rsidP="00762ADF">
      <w:pPr>
        <w:pStyle w:val="a3"/>
        <w:numPr>
          <w:ilvl w:val="0"/>
          <w:numId w:val="1"/>
        </w:numPr>
        <w:tabs>
          <w:tab w:val="num" w:pos="1276"/>
        </w:tabs>
        <w:ind w:left="851" w:hanging="567"/>
        <w:jc w:val="both"/>
        <w:rPr>
          <w:sz w:val="24"/>
          <w:szCs w:val="24"/>
        </w:rPr>
      </w:pPr>
      <w:r w:rsidRPr="00267862">
        <w:rPr>
          <w:b/>
          <w:sz w:val="24"/>
          <w:szCs w:val="24"/>
        </w:rPr>
        <w:t xml:space="preserve">Основные характеристики </w:t>
      </w:r>
      <w:r w:rsidR="00B20C9C" w:rsidRPr="00267862">
        <w:rPr>
          <w:b/>
          <w:sz w:val="24"/>
          <w:szCs w:val="24"/>
        </w:rPr>
        <w:t>объ</w:t>
      </w:r>
      <w:r w:rsidR="00B56B3D" w:rsidRPr="00267862">
        <w:rPr>
          <w:b/>
          <w:sz w:val="24"/>
          <w:szCs w:val="24"/>
        </w:rPr>
        <w:t>е</w:t>
      </w:r>
      <w:r w:rsidR="00B20C9C" w:rsidRPr="00267862">
        <w:rPr>
          <w:b/>
          <w:sz w:val="24"/>
          <w:szCs w:val="24"/>
        </w:rPr>
        <w:t>ктов</w:t>
      </w:r>
      <w:r w:rsidRPr="009857C0">
        <w:rPr>
          <w:sz w:val="24"/>
          <w:szCs w:val="24"/>
        </w:rPr>
        <w:t>.</w:t>
      </w:r>
    </w:p>
    <w:p w:rsidR="001E78F7" w:rsidRPr="009857C0" w:rsidRDefault="001E78F7" w:rsidP="001E78F7">
      <w:pPr>
        <w:jc w:val="right"/>
        <w:rPr>
          <w:bCs/>
        </w:rPr>
      </w:pPr>
      <w:r w:rsidRPr="009857C0">
        <w:rPr>
          <w:bCs/>
        </w:rPr>
        <w:t xml:space="preserve">Категория надежности электроснабжения – </w:t>
      </w:r>
      <w:r w:rsidRPr="009857C0">
        <w:rPr>
          <w:bCs/>
          <w:lang w:val="en-US"/>
        </w:rPr>
        <w:t>I</w:t>
      </w:r>
      <w:r w:rsidR="000171D9" w:rsidRPr="009857C0">
        <w:rPr>
          <w:bCs/>
          <w:lang w:val="en-US"/>
        </w:rPr>
        <w:t>II</w:t>
      </w:r>
    </w:p>
    <w:p w:rsidR="001E78F7" w:rsidRPr="009857C0" w:rsidRDefault="001E78F7" w:rsidP="001E78F7">
      <w:pPr>
        <w:jc w:val="right"/>
        <w:rPr>
          <w:bCs/>
        </w:rPr>
      </w:pPr>
      <w:r w:rsidRPr="009857C0">
        <w:rPr>
          <w:bCs/>
        </w:rPr>
        <w:t>Уровень напряжения – 6 кВ; 0,4 кВ</w:t>
      </w:r>
    </w:p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"/>
        <w:gridCol w:w="8238"/>
        <w:gridCol w:w="1524"/>
      </w:tblGrid>
      <w:tr w:rsidR="001E78F7" w:rsidRPr="009857C0" w:rsidTr="00D21042">
        <w:trPr>
          <w:trHeight w:val="699"/>
          <w:jc w:val="center"/>
        </w:trPr>
        <w:tc>
          <w:tcPr>
            <w:tcW w:w="552" w:type="dxa"/>
            <w:vAlign w:val="center"/>
          </w:tcPr>
          <w:p w:rsidR="001E78F7" w:rsidRPr="009857C0" w:rsidRDefault="001E78F7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№</w:t>
            </w:r>
          </w:p>
          <w:p w:rsidR="001E78F7" w:rsidRPr="009857C0" w:rsidRDefault="001E78F7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п/п</w:t>
            </w:r>
          </w:p>
        </w:tc>
        <w:tc>
          <w:tcPr>
            <w:tcW w:w="8238" w:type="dxa"/>
            <w:vAlign w:val="center"/>
          </w:tcPr>
          <w:p w:rsidR="001E78F7" w:rsidRPr="009857C0" w:rsidRDefault="001E78F7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 xml:space="preserve">Наименование работ и оборудования, которое необходимо приобрести и смонтировать  </w:t>
            </w:r>
          </w:p>
        </w:tc>
        <w:tc>
          <w:tcPr>
            <w:tcW w:w="1524" w:type="dxa"/>
            <w:vAlign w:val="center"/>
          </w:tcPr>
          <w:p w:rsidR="001E78F7" w:rsidRPr="009857C0" w:rsidRDefault="001E78F7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Кол-во</w:t>
            </w:r>
          </w:p>
          <w:p w:rsidR="001E78F7" w:rsidRPr="009857C0" w:rsidRDefault="001E78F7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оборудования</w:t>
            </w:r>
          </w:p>
        </w:tc>
      </w:tr>
      <w:tr w:rsidR="002D45D7" w:rsidRPr="009857C0" w:rsidTr="00D21042">
        <w:trPr>
          <w:trHeight w:val="198"/>
          <w:jc w:val="center"/>
        </w:trPr>
        <w:tc>
          <w:tcPr>
            <w:tcW w:w="10314" w:type="dxa"/>
            <w:gridSpan w:val="3"/>
            <w:vAlign w:val="center"/>
          </w:tcPr>
          <w:p w:rsidR="002D45D7" w:rsidRPr="009857C0" w:rsidRDefault="00287E41" w:rsidP="00C057D8">
            <w:pPr>
              <w:jc w:val="center"/>
              <w:rPr>
                <w:b/>
                <w:bCs/>
              </w:rPr>
            </w:pPr>
            <w:r w:rsidRPr="009857C0">
              <w:rPr>
                <w:b/>
                <w:bCs/>
                <w:i/>
              </w:rPr>
              <w:t xml:space="preserve">Объем работ по </w:t>
            </w:r>
            <w:r w:rsidR="00C057D8" w:rsidRPr="009857C0">
              <w:rPr>
                <w:b/>
                <w:bCs/>
                <w:i/>
              </w:rPr>
              <w:t>К</w:t>
            </w:r>
            <w:r w:rsidRPr="009857C0">
              <w:rPr>
                <w:b/>
                <w:bCs/>
                <w:i/>
              </w:rPr>
              <w:t>Л-6кВ</w:t>
            </w:r>
          </w:p>
        </w:tc>
      </w:tr>
      <w:tr w:rsidR="00287E41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287E41" w:rsidRPr="009857C0" w:rsidRDefault="00287E41" w:rsidP="00B2263A">
            <w:pPr>
              <w:pStyle w:val="aa"/>
              <w:numPr>
                <w:ilvl w:val="0"/>
                <w:numId w:val="5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287E41" w:rsidRPr="009857C0" w:rsidRDefault="00F53AB8" w:rsidP="00C057D8">
            <w:pPr>
              <w:rPr>
                <w:bCs/>
              </w:rPr>
            </w:pPr>
            <w:r w:rsidRPr="009857C0">
              <w:rPr>
                <w:bCs/>
              </w:rPr>
              <w:t>Монтаж провода 3х</w:t>
            </w:r>
            <w:r w:rsidR="00C057D8" w:rsidRPr="009857C0">
              <w:rPr>
                <w:bCs/>
              </w:rPr>
              <w:t>АС50</w:t>
            </w:r>
          </w:p>
        </w:tc>
        <w:tc>
          <w:tcPr>
            <w:tcW w:w="1524" w:type="dxa"/>
            <w:vAlign w:val="center"/>
          </w:tcPr>
          <w:p w:rsidR="00287E41" w:rsidRPr="009857C0" w:rsidRDefault="00C057D8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5</w:t>
            </w:r>
            <w:r w:rsidR="00F53AB8" w:rsidRPr="009857C0">
              <w:rPr>
                <w:bCs/>
              </w:rPr>
              <w:t xml:space="preserve"> м</w:t>
            </w:r>
          </w:p>
        </w:tc>
      </w:tr>
      <w:tr w:rsidR="00287E41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287E41" w:rsidRPr="009857C0" w:rsidRDefault="00287E41" w:rsidP="00B2263A">
            <w:pPr>
              <w:pStyle w:val="aa"/>
              <w:numPr>
                <w:ilvl w:val="0"/>
                <w:numId w:val="5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287E41" w:rsidRPr="009857C0" w:rsidRDefault="00F53AB8" w:rsidP="00C057D8">
            <w:pPr>
              <w:rPr>
                <w:bCs/>
              </w:rPr>
            </w:pPr>
            <w:r w:rsidRPr="009857C0">
              <w:rPr>
                <w:bCs/>
              </w:rPr>
              <w:t xml:space="preserve">Установка </w:t>
            </w:r>
            <w:r w:rsidR="00C057D8" w:rsidRPr="009857C0">
              <w:rPr>
                <w:bCs/>
              </w:rPr>
              <w:t xml:space="preserve">опоры П10-2 (1 стока СВ110-5) с разъединителем и </w:t>
            </w:r>
            <w:proofErr w:type="gramStart"/>
            <w:r w:rsidR="00C057D8" w:rsidRPr="009857C0">
              <w:rPr>
                <w:bCs/>
              </w:rPr>
              <w:t>КМ</w:t>
            </w:r>
            <w:proofErr w:type="gramEnd"/>
            <w:r w:rsidR="00C057D8" w:rsidRPr="009857C0">
              <w:rPr>
                <w:bCs/>
              </w:rPr>
              <w:t xml:space="preserve"> 6кВ</w:t>
            </w:r>
          </w:p>
        </w:tc>
        <w:tc>
          <w:tcPr>
            <w:tcW w:w="1524" w:type="dxa"/>
            <w:vAlign w:val="center"/>
          </w:tcPr>
          <w:p w:rsidR="00287E41" w:rsidRPr="009857C0" w:rsidRDefault="00397D23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1 шт.</w:t>
            </w:r>
          </w:p>
        </w:tc>
      </w:tr>
      <w:tr w:rsidR="000F13E8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0F13E8" w:rsidRPr="009857C0" w:rsidRDefault="000F13E8" w:rsidP="00B2263A">
            <w:pPr>
              <w:pStyle w:val="aa"/>
              <w:numPr>
                <w:ilvl w:val="0"/>
                <w:numId w:val="5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0F13E8" w:rsidRPr="009857C0" w:rsidRDefault="006C4394" w:rsidP="000F13E8">
            <w:pPr>
              <w:rPr>
                <w:bCs/>
              </w:rPr>
            </w:pPr>
            <w:r w:rsidRPr="009857C0">
              <w:rPr>
                <w:bCs/>
              </w:rPr>
              <w:t>Устройство УОК на сущ. опоре №15/20 ВЛ-6кВ</w:t>
            </w:r>
          </w:p>
        </w:tc>
        <w:tc>
          <w:tcPr>
            <w:tcW w:w="1524" w:type="dxa"/>
            <w:vAlign w:val="center"/>
          </w:tcPr>
          <w:p w:rsidR="000F13E8" w:rsidRPr="009857C0" w:rsidRDefault="006C4394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1 шт.</w:t>
            </w:r>
          </w:p>
        </w:tc>
      </w:tr>
      <w:tr w:rsidR="000F13E8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0F13E8" w:rsidRPr="009857C0" w:rsidRDefault="000F13E8" w:rsidP="00B2263A">
            <w:pPr>
              <w:pStyle w:val="aa"/>
              <w:numPr>
                <w:ilvl w:val="0"/>
                <w:numId w:val="5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0F13E8" w:rsidRPr="009857C0" w:rsidRDefault="006C4394" w:rsidP="006C4394">
            <w:pPr>
              <w:rPr>
                <w:bCs/>
              </w:rPr>
            </w:pPr>
            <w:r w:rsidRPr="009857C0">
              <w:rPr>
                <w:bCs/>
              </w:rPr>
              <w:t xml:space="preserve">Заземление опор с </w:t>
            </w:r>
            <w:proofErr w:type="gramStart"/>
            <w:r w:rsidRPr="009857C0">
              <w:rPr>
                <w:bCs/>
                <w:lang w:val="en-US"/>
              </w:rPr>
              <w:t>R</w:t>
            </w:r>
            <w:proofErr w:type="spellStart"/>
            <w:proofErr w:type="gramEnd"/>
            <w:r w:rsidRPr="009857C0">
              <w:rPr>
                <w:bCs/>
                <w:vertAlign w:val="subscript"/>
              </w:rPr>
              <w:t>з</w:t>
            </w:r>
            <w:proofErr w:type="spellEnd"/>
            <w:r w:rsidRPr="009857C0">
              <w:rPr>
                <w:bCs/>
              </w:rPr>
              <w:t>≤ 10 Ом (ρ=300 ОМ*м)  (ст.10-10м, ст.16-62м)</w:t>
            </w:r>
          </w:p>
        </w:tc>
        <w:tc>
          <w:tcPr>
            <w:tcW w:w="1524" w:type="dxa"/>
            <w:vAlign w:val="center"/>
          </w:tcPr>
          <w:p w:rsidR="000F13E8" w:rsidRPr="009857C0" w:rsidRDefault="006C4394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1 шт.</w:t>
            </w:r>
          </w:p>
        </w:tc>
      </w:tr>
      <w:tr w:rsidR="000F13E8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0F13E8" w:rsidRPr="009857C0" w:rsidRDefault="000F13E8" w:rsidP="00B2263A">
            <w:pPr>
              <w:pStyle w:val="aa"/>
              <w:numPr>
                <w:ilvl w:val="0"/>
                <w:numId w:val="5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0F13E8" w:rsidRPr="009857C0" w:rsidRDefault="006C4394" w:rsidP="00036476">
            <w:pPr>
              <w:rPr>
                <w:bCs/>
              </w:rPr>
            </w:pPr>
            <w:r w:rsidRPr="009857C0">
              <w:rPr>
                <w:bCs/>
              </w:rPr>
              <w:t>Установка кабельной муфты на опоре ВЛ-6кВ</w:t>
            </w:r>
          </w:p>
        </w:tc>
        <w:tc>
          <w:tcPr>
            <w:tcW w:w="1524" w:type="dxa"/>
            <w:vAlign w:val="center"/>
          </w:tcPr>
          <w:p w:rsidR="000F13E8" w:rsidRPr="009857C0" w:rsidRDefault="006C4394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1 шт.</w:t>
            </w:r>
          </w:p>
        </w:tc>
      </w:tr>
      <w:tr w:rsidR="000F13E8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0F13E8" w:rsidRPr="009857C0" w:rsidRDefault="000F13E8" w:rsidP="00B2263A">
            <w:pPr>
              <w:pStyle w:val="aa"/>
              <w:numPr>
                <w:ilvl w:val="0"/>
                <w:numId w:val="5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0F13E8" w:rsidRPr="009857C0" w:rsidRDefault="006C4394" w:rsidP="000F13E8">
            <w:pPr>
              <w:rPr>
                <w:bCs/>
              </w:rPr>
            </w:pPr>
            <w:r w:rsidRPr="009857C0">
              <w:rPr>
                <w:bCs/>
              </w:rPr>
              <w:t>Установка кабельной муфты в РУ-6кВ КТП-6/0,4кВ</w:t>
            </w:r>
          </w:p>
        </w:tc>
        <w:tc>
          <w:tcPr>
            <w:tcW w:w="1524" w:type="dxa"/>
            <w:vAlign w:val="center"/>
          </w:tcPr>
          <w:p w:rsidR="000F13E8" w:rsidRPr="009857C0" w:rsidRDefault="006C4394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1 шт.</w:t>
            </w:r>
          </w:p>
        </w:tc>
      </w:tr>
      <w:tr w:rsidR="000F13E8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0F13E8" w:rsidRPr="009857C0" w:rsidRDefault="000F13E8" w:rsidP="00B2263A">
            <w:pPr>
              <w:pStyle w:val="aa"/>
              <w:numPr>
                <w:ilvl w:val="0"/>
                <w:numId w:val="5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0F13E8" w:rsidRPr="009857C0" w:rsidRDefault="00DA656A" w:rsidP="006C4394">
            <w:pPr>
              <w:rPr>
                <w:bCs/>
              </w:rPr>
            </w:pPr>
            <w:r w:rsidRPr="009857C0">
              <w:rPr>
                <w:bCs/>
              </w:rPr>
              <w:t xml:space="preserve">Установка ограничителя перенапряжения ОПН на опоре </w:t>
            </w:r>
            <w:r w:rsidR="006C4394" w:rsidRPr="009857C0">
              <w:rPr>
                <w:bCs/>
              </w:rPr>
              <w:t>ВЛ-6кВ</w:t>
            </w:r>
          </w:p>
        </w:tc>
        <w:tc>
          <w:tcPr>
            <w:tcW w:w="1524" w:type="dxa"/>
            <w:vAlign w:val="center"/>
          </w:tcPr>
          <w:p w:rsidR="000F13E8" w:rsidRPr="009857C0" w:rsidRDefault="006C4394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1 шт.</w:t>
            </w:r>
          </w:p>
        </w:tc>
      </w:tr>
      <w:tr w:rsidR="000F13E8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0F13E8" w:rsidRPr="009857C0" w:rsidRDefault="000F13E8" w:rsidP="00B2263A">
            <w:pPr>
              <w:pStyle w:val="aa"/>
              <w:numPr>
                <w:ilvl w:val="0"/>
                <w:numId w:val="5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0F13E8" w:rsidRPr="009857C0" w:rsidRDefault="006C4394" w:rsidP="006C4394">
            <w:pPr>
              <w:ind w:right="-91"/>
              <w:rPr>
                <w:bCs/>
              </w:rPr>
            </w:pPr>
            <w:r w:rsidRPr="009857C0">
              <w:rPr>
                <w:bCs/>
              </w:rPr>
              <w:t>Заземление ОПН отдельным спуском к заземлению опоры (ст.10-1х10м)</w:t>
            </w:r>
          </w:p>
        </w:tc>
        <w:tc>
          <w:tcPr>
            <w:tcW w:w="1524" w:type="dxa"/>
            <w:vAlign w:val="center"/>
          </w:tcPr>
          <w:p w:rsidR="000F13E8" w:rsidRPr="009857C0" w:rsidRDefault="006C4394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1 шт.</w:t>
            </w:r>
          </w:p>
        </w:tc>
      </w:tr>
      <w:tr w:rsidR="006C4394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6C4394" w:rsidRPr="009857C0" w:rsidRDefault="006C4394" w:rsidP="00B2263A">
            <w:pPr>
              <w:pStyle w:val="aa"/>
              <w:numPr>
                <w:ilvl w:val="0"/>
                <w:numId w:val="5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6C4394" w:rsidRPr="009857C0" w:rsidRDefault="006C4394" w:rsidP="002D45D7">
            <w:pPr>
              <w:rPr>
                <w:bCs/>
              </w:rPr>
            </w:pPr>
            <w:r w:rsidRPr="009857C0">
              <w:rPr>
                <w:bCs/>
              </w:rPr>
              <w:t>Устройство заземления экранов кабелей</w:t>
            </w:r>
          </w:p>
        </w:tc>
        <w:tc>
          <w:tcPr>
            <w:tcW w:w="1524" w:type="dxa"/>
            <w:vAlign w:val="center"/>
          </w:tcPr>
          <w:p w:rsidR="006C4394" w:rsidRPr="009857C0" w:rsidRDefault="006C4394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2 шт.</w:t>
            </w:r>
          </w:p>
        </w:tc>
      </w:tr>
      <w:tr w:rsidR="006C4394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6C4394" w:rsidRPr="009857C0" w:rsidRDefault="006C4394" w:rsidP="00B2263A">
            <w:pPr>
              <w:pStyle w:val="aa"/>
              <w:numPr>
                <w:ilvl w:val="0"/>
                <w:numId w:val="5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6C4394" w:rsidRPr="009857C0" w:rsidRDefault="006C4394" w:rsidP="002D45D7">
            <w:pPr>
              <w:rPr>
                <w:bCs/>
              </w:rPr>
            </w:pPr>
            <w:r w:rsidRPr="009857C0">
              <w:rPr>
                <w:bCs/>
              </w:rPr>
              <w:t xml:space="preserve">Прокладка кабеля </w:t>
            </w:r>
            <w:proofErr w:type="spellStart"/>
            <w:r w:rsidRPr="009857C0">
              <w:rPr>
                <w:bCs/>
              </w:rPr>
              <w:t>АПвПуг</w:t>
            </w:r>
            <w:proofErr w:type="spellEnd"/>
            <w:r w:rsidRPr="009857C0">
              <w:rPr>
                <w:bCs/>
              </w:rPr>
              <w:t xml:space="preserve"> 3х95/16, всего в т.ч.</w:t>
            </w:r>
          </w:p>
        </w:tc>
        <w:tc>
          <w:tcPr>
            <w:tcW w:w="1524" w:type="dxa"/>
            <w:vAlign w:val="center"/>
          </w:tcPr>
          <w:p w:rsidR="006C4394" w:rsidRPr="009857C0" w:rsidRDefault="006C4394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693 м</w:t>
            </w:r>
          </w:p>
        </w:tc>
      </w:tr>
      <w:tr w:rsidR="00F53AB8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F53AB8" w:rsidRPr="009857C0" w:rsidRDefault="00F53AB8" w:rsidP="00B2263A">
            <w:pPr>
              <w:pStyle w:val="aa"/>
              <w:numPr>
                <w:ilvl w:val="0"/>
                <w:numId w:val="5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F53AB8" w:rsidRPr="009857C0" w:rsidRDefault="006C4394" w:rsidP="003D071D">
            <w:pPr>
              <w:rPr>
                <w:bCs/>
              </w:rPr>
            </w:pPr>
            <w:r w:rsidRPr="009857C0">
              <w:rPr>
                <w:bCs/>
              </w:rPr>
              <w:t>- в т</w:t>
            </w:r>
            <w:r w:rsidR="003D071D" w:rsidRPr="009857C0">
              <w:rPr>
                <w:bCs/>
              </w:rPr>
              <w:t>р</w:t>
            </w:r>
            <w:r w:rsidRPr="009857C0">
              <w:rPr>
                <w:bCs/>
              </w:rPr>
              <w:t xml:space="preserve">аншее с запасом 4% </w:t>
            </w:r>
            <w:r w:rsidRPr="009857C0">
              <w:rPr>
                <w:b/>
                <w:bCs/>
              </w:rPr>
              <w:t>/</w:t>
            </w:r>
            <w:r w:rsidRPr="009857C0">
              <w:rPr>
                <w:bCs/>
              </w:rPr>
              <w:t xml:space="preserve"> в а/ц трубе</w:t>
            </w:r>
          </w:p>
        </w:tc>
        <w:tc>
          <w:tcPr>
            <w:tcW w:w="1524" w:type="dxa"/>
            <w:vAlign w:val="center"/>
          </w:tcPr>
          <w:p w:rsidR="00F53AB8" w:rsidRPr="009857C0" w:rsidRDefault="003D071D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685/540 м</w:t>
            </w:r>
          </w:p>
        </w:tc>
      </w:tr>
      <w:tr w:rsidR="00F53AB8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F53AB8" w:rsidRPr="009857C0" w:rsidRDefault="00F53AB8" w:rsidP="00B2263A">
            <w:pPr>
              <w:pStyle w:val="aa"/>
              <w:numPr>
                <w:ilvl w:val="0"/>
                <w:numId w:val="5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F53AB8" w:rsidRPr="009857C0" w:rsidRDefault="003D071D" w:rsidP="002D45D7">
            <w:pPr>
              <w:rPr>
                <w:bCs/>
              </w:rPr>
            </w:pPr>
            <w:r w:rsidRPr="009857C0">
              <w:rPr>
                <w:bCs/>
              </w:rPr>
              <w:t>- спуск кабеля по опоре ВЛ-6кВ в ст</w:t>
            </w:r>
            <w:proofErr w:type="gramStart"/>
            <w:r w:rsidRPr="009857C0">
              <w:rPr>
                <w:bCs/>
              </w:rPr>
              <w:t>.т</w:t>
            </w:r>
            <w:proofErr w:type="gramEnd"/>
            <w:r w:rsidRPr="009857C0">
              <w:rPr>
                <w:bCs/>
              </w:rPr>
              <w:t>рубе</w:t>
            </w:r>
          </w:p>
        </w:tc>
        <w:tc>
          <w:tcPr>
            <w:tcW w:w="1524" w:type="dxa"/>
            <w:vAlign w:val="center"/>
          </w:tcPr>
          <w:p w:rsidR="00F53AB8" w:rsidRPr="009857C0" w:rsidRDefault="003D071D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8 м</w:t>
            </w:r>
          </w:p>
        </w:tc>
      </w:tr>
      <w:tr w:rsidR="003D071D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3D071D" w:rsidRPr="009857C0" w:rsidRDefault="003D071D" w:rsidP="00B2263A">
            <w:pPr>
              <w:pStyle w:val="aa"/>
              <w:numPr>
                <w:ilvl w:val="0"/>
                <w:numId w:val="5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3D071D" w:rsidRPr="009857C0" w:rsidRDefault="003D071D" w:rsidP="002D45D7">
            <w:pPr>
              <w:rPr>
                <w:bCs/>
              </w:rPr>
            </w:pPr>
            <w:r w:rsidRPr="009857C0">
              <w:rPr>
                <w:bCs/>
              </w:rPr>
              <w:t>Рытье транше для прокладки 1 кабеля (680 м тип Т-1)</w:t>
            </w:r>
          </w:p>
        </w:tc>
        <w:tc>
          <w:tcPr>
            <w:tcW w:w="1524" w:type="dxa"/>
            <w:vAlign w:val="center"/>
          </w:tcPr>
          <w:p w:rsidR="003D071D" w:rsidRPr="009857C0" w:rsidRDefault="003D071D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122,4 м3</w:t>
            </w:r>
          </w:p>
        </w:tc>
      </w:tr>
      <w:tr w:rsidR="003D071D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3D071D" w:rsidRPr="009857C0" w:rsidRDefault="003D071D" w:rsidP="00B2263A">
            <w:pPr>
              <w:pStyle w:val="aa"/>
              <w:numPr>
                <w:ilvl w:val="0"/>
                <w:numId w:val="5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3D071D" w:rsidRPr="009857C0" w:rsidRDefault="003D071D" w:rsidP="003D071D">
            <w:pPr>
              <w:rPr>
                <w:bCs/>
              </w:rPr>
            </w:pPr>
            <w:r w:rsidRPr="009857C0">
              <w:rPr>
                <w:bCs/>
              </w:rPr>
              <w:t xml:space="preserve">Обратная засыпка </w:t>
            </w:r>
          </w:p>
        </w:tc>
        <w:tc>
          <w:tcPr>
            <w:tcW w:w="1524" w:type="dxa"/>
            <w:vAlign w:val="center"/>
          </w:tcPr>
          <w:p w:rsidR="003D071D" w:rsidRPr="009857C0" w:rsidRDefault="003D071D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81,6 м3</w:t>
            </w:r>
          </w:p>
        </w:tc>
      </w:tr>
      <w:tr w:rsidR="000F13E8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0F13E8" w:rsidRPr="009857C0" w:rsidRDefault="000F13E8" w:rsidP="00B2263A">
            <w:pPr>
              <w:pStyle w:val="aa"/>
              <w:numPr>
                <w:ilvl w:val="0"/>
                <w:numId w:val="5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0F13E8" w:rsidRPr="009857C0" w:rsidRDefault="003D071D" w:rsidP="002D45D7">
            <w:pPr>
              <w:rPr>
                <w:bCs/>
              </w:rPr>
            </w:pPr>
            <w:r w:rsidRPr="009857C0">
              <w:rPr>
                <w:bCs/>
              </w:rPr>
              <w:t>Подсыпка песка</w:t>
            </w:r>
          </w:p>
        </w:tc>
        <w:tc>
          <w:tcPr>
            <w:tcW w:w="1524" w:type="dxa"/>
            <w:vAlign w:val="center"/>
          </w:tcPr>
          <w:p w:rsidR="000F13E8" w:rsidRPr="009857C0" w:rsidRDefault="003D071D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40,8 м3</w:t>
            </w:r>
          </w:p>
        </w:tc>
      </w:tr>
      <w:tr w:rsidR="00036476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036476" w:rsidRPr="009857C0" w:rsidRDefault="00036476" w:rsidP="00B2263A">
            <w:pPr>
              <w:pStyle w:val="aa"/>
              <w:numPr>
                <w:ilvl w:val="0"/>
                <w:numId w:val="5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036476" w:rsidRPr="009857C0" w:rsidRDefault="003D071D" w:rsidP="00036476">
            <w:pPr>
              <w:rPr>
                <w:bCs/>
              </w:rPr>
            </w:pPr>
            <w:r w:rsidRPr="009857C0">
              <w:rPr>
                <w:bCs/>
              </w:rPr>
              <w:t>Покрытие кабеля кирпичом</w:t>
            </w:r>
          </w:p>
        </w:tc>
        <w:tc>
          <w:tcPr>
            <w:tcW w:w="1524" w:type="dxa"/>
            <w:vAlign w:val="center"/>
          </w:tcPr>
          <w:p w:rsidR="00036476" w:rsidRPr="009857C0" w:rsidRDefault="003D071D" w:rsidP="00FA7EEE">
            <w:pPr>
              <w:jc w:val="center"/>
              <w:rPr>
                <w:bCs/>
              </w:rPr>
            </w:pPr>
            <w:r w:rsidRPr="009857C0">
              <w:rPr>
                <w:bCs/>
              </w:rPr>
              <w:t>560 шт.</w:t>
            </w:r>
          </w:p>
        </w:tc>
      </w:tr>
      <w:tr w:rsidR="00036476" w:rsidRPr="009857C0" w:rsidTr="00D21042">
        <w:trPr>
          <w:trHeight w:val="198"/>
          <w:jc w:val="center"/>
        </w:trPr>
        <w:tc>
          <w:tcPr>
            <w:tcW w:w="10314" w:type="dxa"/>
            <w:gridSpan w:val="3"/>
            <w:vAlign w:val="center"/>
          </w:tcPr>
          <w:p w:rsidR="00036476" w:rsidRPr="009857C0" w:rsidRDefault="00036476" w:rsidP="000171D9">
            <w:pPr>
              <w:jc w:val="center"/>
              <w:rPr>
                <w:b/>
                <w:bCs/>
              </w:rPr>
            </w:pPr>
            <w:r w:rsidRPr="009857C0">
              <w:rPr>
                <w:b/>
                <w:bCs/>
                <w:i/>
              </w:rPr>
              <w:t xml:space="preserve">Объем работ по </w:t>
            </w:r>
            <w:r w:rsidR="000171D9" w:rsidRPr="009857C0">
              <w:rPr>
                <w:b/>
                <w:bCs/>
                <w:i/>
              </w:rPr>
              <w:t>В</w:t>
            </w:r>
            <w:r w:rsidRPr="009857C0">
              <w:rPr>
                <w:b/>
                <w:bCs/>
                <w:i/>
              </w:rPr>
              <w:t>Л</w:t>
            </w:r>
            <w:r w:rsidR="008E1528" w:rsidRPr="009857C0">
              <w:rPr>
                <w:b/>
                <w:bCs/>
                <w:i/>
              </w:rPr>
              <w:t>И</w:t>
            </w:r>
            <w:r w:rsidRPr="009857C0">
              <w:rPr>
                <w:b/>
                <w:bCs/>
                <w:i/>
              </w:rPr>
              <w:t>-0,4кВ</w:t>
            </w:r>
          </w:p>
        </w:tc>
      </w:tr>
      <w:tr w:rsidR="00036476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036476" w:rsidRPr="009857C0" w:rsidRDefault="00036476" w:rsidP="00B2263A">
            <w:pPr>
              <w:pStyle w:val="aa"/>
              <w:numPr>
                <w:ilvl w:val="0"/>
                <w:numId w:val="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036476" w:rsidRPr="009857C0" w:rsidRDefault="0004743B" w:rsidP="0004743B">
            <w:pPr>
              <w:rPr>
                <w:bCs/>
              </w:rPr>
            </w:pPr>
            <w:r w:rsidRPr="009857C0">
              <w:rPr>
                <w:bCs/>
              </w:rPr>
              <w:t>Монтаж провода СИП-2  3х50+1х70+1х16</w:t>
            </w:r>
          </w:p>
        </w:tc>
        <w:tc>
          <w:tcPr>
            <w:tcW w:w="1524" w:type="dxa"/>
            <w:vAlign w:val="center"/>
          </w:tcPr>
          <w:p w:rsidR="00036476" w:rsidRPr="009857C0" w:rsidRDefault="0004743B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515 м</w:t>
            </w:r>
          </w:p>
        </w:tc>
      </w:tr>
      <w:tr w:rsidR="00036476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036476" w:rsidRPr="009857C0" w:rsidRDefault="00036476" w:rsidP="00B2263A">
            <w:pPr>
              <w:pStyle w:val="aa"/>
              <w:numPr>
                <w:ilvl w:val="0"/>
                <w:numId w:val="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036476" w:rsidRPr="009857C0" w:rsidRDefault="00AD73F8" w:rsidP="00AB7307">
            <w:pPr>
              <w:rPr>
                <w:bCs/>
              </w:rPr>
            </w:pPr>
            <w:r w:rsidRPr="009857C0">
              <w:rPr>
                <w:bCs/>
              </w:rPr>
              <w:t>Монтаж провода СИП-2  3х16+1х25</w:t>
            </w:r>
          </w:p>
        </w:tc>
        <w:tc>
          <w:tcPr>
            <w:tcW w:w="1524" w:type="dxa"/>
            <w:vAlign w:val="center"/>
          </w:tcPr>
          <w:p w:rsidR="00036476" w:rsidRPr="009857C0" w:rsidRDefault="00407715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30 м</w:t>
            </w:r>
          </w:p>
        </w:tc>
      </w:tr>
      <w:tr w:rsidR="00036476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036476" w:rsidRPr="009857C0" w:rsidRDefault="00036476" w:rsidP="00B2263A">
            <w:pPr>
              <w:pStyle w:val="aa"/>
              <w:numPr>
                <w:ilvl w:val="0"/>
                <w:numId w:val="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036476" w:rsidRPr="009857C0" w:rsidRDefault="00335751" w:rsidP="00AB7307">
            <w:pPr>
              <w:rPr>
                <w:bCs/>
              </w:rPr>
            </w:pPr>
            <w:r w:rsidRPr="009857C0">
              <w:rPr>
                <w:bCs/>
              </w:rPr>
              <w:t xml:space="preserve">Установка </w:t>
            </w:r>
            <w:proofErr w:type="gramStart"/>
            <w:r w:rsidRPr="009857C0">
              <w:rPr>
                <w:bCs/>
              </w:rPr>
              <w:t>ж/б</w:t>
            </w:r>
            <w:proofErr w:type="gramEnd"/>
            <w:r w:rsidRPr="009857C0">
              <w:rPr>
                <w:bCs/>
              </w:rPr>
              <w:t xml:space="preserve"> опор, всего:</w:t>
            </w:r>
          </w:p>
        </w:tc>
        <w:tc>
          <w:tcPr>
            <w:tcW w:w="1524" w:type="dxa"/>
            <w:vAlign w:val="center"/>
          </w:tcPr>
          <w:p w:rsidR="00036476" w:rsidRPr="009857C0" w:rsidRDefault="00443C71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19 шт.</w:t>
            </w:r>
          </w:p>
        </w:tc>
      </w:tr>
      <w:tr w:rsidR="00036476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036476" w:rsidRPr="009857C0" w:rsidRDefault="00036476" w:rsidP="00B2263A">
            <w:pPr>
              <w:pStyle w:val="aa"/>
              <w:numPr>
                <w:ilvl w:val="0"/>
                <w:numId w:val="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036476" w:rsidRPr="009857C0" w:rsidRDefault="00335751" w:rsidP="00817791">
            <w:pPr>
              <w:rPr>
                <w:bCs/>
              </w:rPr>
            </w:pPr>
            <w:r w:rsidRPr="009857C0">
              <w:rPr>
                <w:bCs/>
              </w:rPr>
              <w:t>- 2 ст. на СВ95-3с  А-</w:t>
            </w:r>
            <w:r w:rsidR="00817791" w:rsidRPr="009857C0">
              <w:rPr>
                <w:bCs/>
              </w:rPr>
              <w:t>11</w:t>
            </w:r>
          </w:p>
        </w:tc>
        <w:tc>
          <w:tcPr>
            <w:tcW w:w="1524" w:type="dxa"/>
            <w:vAlign w:val="center"/>
          </w:tcPr>
          <w:p w:rsidR="00036476" w:rsidRPr="009857C0" w:rsidRDefault="00443C71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5 шт.</w:t>
            </w:r>
          </w:p>
        </w:tc>
      </w:tr>
      <w:tr w:rsidR="00817791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817791" w:rsidRPr="009857C0" w:rsidRDefault="00817791" w:rsidP="00B2263A">
            <w:pPr>
              <w:pStyle w:val="aa"/>
              <w:numPr>
                <w:ilvl w:val="0"/>
                <w:numId w:val="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817791" w:rsidRPr="009857C0" w:rsidRDefault="00443C71" w:rsidP="00AB7307">
            <w:pPr>
              <w:rPr>
                <w:bCs/>
              </w:rPr>
            </w:pPr>
            <w:r w:rsidRPr="009857C0">
              <w:rPr>
                <w:bCs/>
              </w:rPr>
              <w:t>- 3 ст. на СВ95-3  УА11</w:t>
            </w:r>
          </w:p>
        </w:tc>
        <w:tc>
          <w:tcPr>
            <w:tcW w:w="1524" w:type="dxa"/>
            <w:vAlign w:val="center"/>
          </w:tcPr>
          <w:p w:rsidR="00817791" w:rsidRPr="009857C0" w:rsidRDefault="00443C71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1 шт.</w:t>
            </w:r>
          </w:p>
        </w:tc>
      </w:tr>
      <w:tr w:rsidR="00817791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817791" w:rsidRPr="009857C0" w:rsidRDefault="00817791" w:rsidP="00B2263A">
            <w:pPr>
              <w:pStyle w:val="aa"/>
              <w:numPr>
                <w:ilvl w:val="0"/>
                <w:numId w:val="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817791" w:rsidRPr="009857C0" w:rsidRDefault="00443C71" w:rsidP="00AB7307">
            <w:pPr>
              <w:rPr>
                <w:bCs/>
              </w:rPr>
            </w:pPr>
            <w:r w:rsidRPr="009857C0">
              <w:rPr>
                <w:bCs/>
              </w:rPr>
              <w:t xml:space="preserve">- </w:t>
            </w:r>
            <w:r w:rsidR="004E204A" w:rsidRPr="009857C0">
              <w:rPr>
                <w:bCs/>
              </w:rPr>
              <w:t>1 ст. на СВ110-3,5  УП23</w:t>
            </w:r>
          </w:p>
        </w:tc>
        <w:tc>
          <w:tcPr>
            <w:tcW w:w="1524" w:type="dxa"/>
            <w:vAlign w:val="center"/>
          </w:tcPr>
          <w:p w:rsidR="00817791" w:rsidRPr="009857C0" w:rsidRDefault="004E204A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2 шт.</w:t>
            </w:r>
          </w:p>
        </w:tc>
      </w:tr>
      <w:tr w:rsidR="00817791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817791" w:rsidRPr="009857C0" w:rsidRDefault="00817791" w:rsidP="00B2263A">
            <w:pPr>
              <w:pStyle w:val="aa"/>
              <w:numPr>
                <w:ilvl w:val="0"/>
                <w:numId w:val="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817791" w:rsidRPr="009857C0" w:rsidRDefault="004E204A" w:rsidP="00AB7307">
            <w:pPr>
              <w:rPr>
                <w:bCs/>
              </w:rPr>
            </w:pPr>
            <w:r w:rsidRPr="009857C0">
              <w:rPr>
                <w:bCs/>
              </w:rPr>
              <w:t>- 1 ст. на СВ95-3с  П11</w:t>
            </w:r>
          </w:p>
        </w:tc>
        <w:tc>
          <w:tcPr>
            <w:tcW w:w="1524" w:type="dxa"/>
            <w:vAlign w:val="center"/>
          </w:tcPr>
          <w:p w:rsidR="00817791" w:rsidRPr="009857C0" w:rsidRDefault="004E204A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8 шт.</w:t>
            </w:r>
          </w:p>
        </w:tc>
      </w:tr>
      <w:tr w:rsidR="00817791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817791" w:rsidRPr="009857C0" w:rsidRDefault="00817791" w:rsidP="00B2263A">
            <w:pPr>
              <w:pStyle w:val="aa"/>
              <w:numPr>
                <w:ilvl w:val="0"/>
                <w:numId w:val="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817791" w:rsidRPr="009857C0" w:rsidRDefault="00817791" w:rsidP="00817791">
            <w:pPr>
              <w:rPr>
                <w:bCs/>
              </w:rPr>
            </w:pPr>
            <w:r w:rsidRPr="009857C0">
              <w:rPr>
                <w:bCs/>
              </w:rPr>
              <w:t>- 1 ст. на СВ110-5  К21</w:t>
            </w:r>
          </w:p>
        </w:tc>
        <w:tc>
          <w:tcPr>
            <w:tcW w:w="1524" w:type="dxa"/>
            <w:vAlign w:val="center"/>
          </w:tcPr>
          <w:p w:rsidR="00817791" w:rsidRPr="009857C0" w:rsidRDefault="002A5438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1 шт.</w:t>
            </w:r>
          </w:p>
        </w:tc>
      </w:tr>
      <w:tr w:rsidR="00817791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817791" w:rsidRPr="009857C0" w:rsidRDefault="00817791" w:rsidP="00B2263A">
            <w:pPr>
              <w:pStyle w:val="aa"/>
              <w:numPr>
                <w:ilvl w:val="0"/>
                <w:numId w:val="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817791" w:rsidRPr="009857C0" w:rsidRDefault="002A5438" w:rsidP="00AB7307">
            <w:pPr>
              <w:rPr>
                <w:bCs/>
              </w:rPr>
            </w:pPr>
            <w:r w:rsidRPr="009857C0">
              <w:rPr>
                <w:bCs/>
              </w:rPr>
              <w:t>- 1 ст. на СВ110-3,5  АО21 (замена сущ</w:t>
            </w:r>
            <w:proofErr w:type="gramStart"/>
            <w:r w:rsidRPr="009857C0">
              <w:rPr>
                <w:bCs/>
              </w:rPr>
              <w:t>.о</w:t>
            </w:r>
            <w:proofErr w:type="gramEnd"/>
            <w:r w:rsidRPr="009857C0">
              <w:rPr>
                <w:bCs/>
              </w:rPr>
              <w:t>поры №31 Ф-7 ТП-161)</w:t>
            </w:r>
          </w:p>
        </w:tc>
        <w:tc>
          <w:tcPr>
            <w:tcW w:w="1524" w:type="dxa"/>
            <w:vAlign w:val="center"/>
          </w:tcPr>
          <w:p w:rsidR="00817791" w:rsidRPr="009857C0" w:rsidRDefault="002A5438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1 шт.</w:t>
            </w:r>
          </w:p>
        </w:tc>
      </w:tr>
      <w:tr w:rsidR="00817791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817791" w:rsidRPr="009857C0" w:rsidRDefault="00817791" w:rsidP="00B2263A">
            <w:pPr>
              <w:pStyle w:val="aa"/>
              <w:numPr>
                <w:ilvl w:val="0"/>
                <w:numId w:val="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817791" w:rsidRPr="009857C0" w:rsidRDefault="009E1342" w:rsidP="009E1342">
            <w:pPr>
              <w:rPr>
                <w:bCs/>
              </w:rPr>
            </w:pPr>
            <w:r w:rsidRPr="009857C0">
              <w:rPr>
                <w:bCs/>
              </w:rPr>
              <w:t xml:space="preserve">в т. ч. повышенных: 2ст. </w:t>
            </w:r>
            <w:r w:rsidR="00A41866" w:rsidRPr="009857C0">
              <w:rPr>
                <w:bCs/>
              </w:rPr>
              <w:t>на СВ110-3,5  ПА</w:t>
            </w:r>
            <w:proofErr w:type="gramStart"/>
            <w:r w:rsidR="00A41866" w:rsidRPr="009857C0">
              <w:rPr>
                <w:bCs/>
              </w:rPr>
              <w:t>7</w:t>
            </w:r>
            <w:proofErr w:type="gramEnd"/>
          </w:p>
        </w:tc>
        <w:tc>
          <w:tcPr>
            <w:tcW w:w="1524" w:type="dxa"/>
            <w:vAlign w:val="center"/>
          </w:tcPr>
          <w:p w:rsidR="00817791" w:rsidRPr="009857C0" w:rsidRDefault="00A41866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2 шт.</w:t>
            </w:r>
          </w:p>
        </w:tc>
      </w:tr>
      <w:tr w:rsidR="00036476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036476" w:rsidRPr="009857C0" w:rsidRDefault="00036476" w:rsidP="00B2263A">
            <w:pPr>
              <w:pStyle w:val="aa"/>
              <w:numPr>
                <w:ilvl w:val="0"/>
                <w:numId w:val="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036476" w:rsidRPr="009857C0" w:rsidRDefault="00A41866" w:rsidP="00AB7307">
            <w:pPr>
              <w:rPr>
                <w:bCs/>
              </w:rPr>
            </w:pPr>
            <w:r w:rsidRPr="009857C0">
              <w:rPr>
                <w:bCs/>
              </w:rPr>
              <w:t>- 2 ст. на СВ110-3,5  ПАО</w:t>
            </w:r>
            <w:proofErr w:type="gramStart"/>
            <w:r w:rsidRPr="009857C0">
              <w:rPr>
                <w:bCs/>
              </w:rPr>
              <w:t>7</w:t>
            </w:r>
            <w:proofErr w:type="gramEnd"/>
          </w:p>
        </w:tc>
        <w:tc>
          <w:tcPr>
            <w:tcW w:w="1524" w:type="dxa"/>
            <w:vAlign w:val="center"/>
          </w:tcPr>
          <w:p w:rsidR="00036476" w:rsidRPr="009857C0" w:rsidRDefault="00A41866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1 шт.</w:t>
            </w:r>
          </w:p>
        </w:tc>
      </w:tr>
      <w:tr w:rsidR="00817791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817791" w:rsidRPr="009857C0" w:rsidRDefault="00817791" w:rsidP="00B2263A">
            <w:pPr>
              <w:pStyle w:val="aa"/>
              <w:numPr>
                <w:ilvl w:val="0"/>
                <w:numId w:val="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817791" w:rsidRPr="009857C0" w:rsidRDefault="008739D9" w:rsidP="00AB7307">
            <w:pPr>
              <w:rPr>
                <w:bCs/>
              </w:rPr>
            </w:pPr>
            <w:r w:rsidRPr="009857C0">
              <w:rPr>
                <w:bCs/>
              </w:rPr>
              <w:t>Установка КТПП-6/0,4кВ с трансформатором ТМГ-100кВА</w:t>
            </w:r>
          </w:p>
        </w:tc>
        <w:tc>
          <w:tcPr>
            <w:tcW w:w="1524" w:type="dxa"/>
            <w:vAlign w:val="center"/>
          </w:tcPr>
          <w:p w:rsidR="00817791" w:rsidRPr="009857C0" w:rsidRDefault="008739D9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 xml:space="preserve">1 </w:t>
            </w:r>
            <w:proofErr w:type="spellStart"/>
            <w:r w:rsidRPr="009857C0">
              <w:rPr>
                <w:bCs/>
              </w:rPr>
              <w:t>компл</w:t>
            </w:r>
            <w:proofErr w:type="spellEnd"/>
            <w:r w:rsidRPr="009857C0">
              <w:rPr>
                <w:bCs/>
              </w:rPr>
              <w:t>.</w:t>
            </w:r>
          </w:p>
        </w:tc>
      </w:tr>
      <w:tr w:rsidR="00817791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817791" w:rsidRPr="009857C0" w:rsidRDefault="00817791" w:rsidP="00B2263A">
            <w:pPr>
              <w:pStyle w:val="aa"/>
              <w:numPr>
                <w:ilvl w:val="0"/>
                <w:numId w:val="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817791" w:rsidRPr="009857C0" w:rsidRDefault="008739D9" w:rsidP="00AB7307">
            <w:pPr>
              <w:rPr>
                <w:bCs/>
              </w:rPr>
            </w:pPr>
            <w:r w:rsidRPr="009857C0">
              <w:rPr>
                <w:bCs/>
              </w:rPr>
              <w:t>Устройство контура заземления КТП</w:t>
            </w:r>
          </w:p>
        </w:tc>
        <w:tc>
          <w:tcPr>
            <w:tcW w:w="1524" w:type="dxa"/>
            <w:vAlign w:val="center"/>
          </w:tcPr>
          <w:p w:rsidR="00817791" w:rsidRPr="009857C0" w:rsidRDefault="008739D9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1 шт.</w:t>
            </w:r>
          </w:p>
        </w:tc>
      </w:tr>
      <w:tr w:rsidR="008739D9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8739D9" w:rsidRPr="009857C0" w:rsidRDefault="008739D9" w:rsidP="00B2263A">
            <w:pPr>
              <w:pStyle w:val="aa"/>
              <w:numPr>
                <w:ilvl w:val="0"/>
                <w:numId w:val="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8739D9" w:rsidRPr="009857C0" w:rsidRDefault="008739D9" w:rsidP="008739D9">
            <w:pPr>
              <w:rPr>
                <w:bCs/>
              </w:rPr>
            </w:pPr>
            <w:r w:rsidRPr="009857C0">
              <w:rPr>
                <w:bCs/>
              </w:rPr>
              <w:t xml:space="preserve">Заземление опор с </w:t>
            </w:r>
            <w:proofErr w:type="gramStart"/>
            <w:r w:rsidRPr="009857C0">
              <w:rPr>
                <w:bCs/>
                <w:lang w:val="en-US"/>
              </w:rPr>
              <w:t>R</w:t>
            </w:r>
            <w:proofErr w:type="spellStart"/>
            <w:proofErr w:type="gramEnd"/>
            <w:r w:rsidRPr="009857C0">
              <w:rPr>
                <w:bCs/>
                <w:vertAlign w:val="subscript"/>
              </w:rPr>
              <w:t>з</w:t>
            </w:r>
            <w:proofErr w:type="spellEnd"/>
            <w:r w:rsidRPr="009857C0">
              <w:rPr>
                <w:bCs/>
              </w:rPr>
              <w:t>≤ 30 Ом (ρ=300 ОМ*м)  (ст.16-1х5м)</w:t>
            </w:r>
          </w:p>
        </w:tc>
        <w:tc>
          <w:tcPr>
            <w:tcW w:w="1524" w:type="dxa"/>
            <w:vAlign w:val="center"/>
          </w:tcPr>
          <w:p w:rsidR="008739D9" w:rsidRPr="009857C0" w:rsidRDefault="008739D9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14 шт.</w:t>
            </w:r>
          </w:p>
        </w:tc>
      </w:tr>
      <w:tr w:rsidR="008739D9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8739D9" w:rsidRPr="009857C0" w:rsidRDefault="008739D9" w:rsidP="00B2263A">
            <w:pPr>
              <w:pStyle w:val="aa"/>
              <w:numPr>
                <w:ilvl w:val="0"/>
                <w:numId w:val="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8739D9" w:rsidRPr="009857C0" w:rsidRDefault="008739D9" w:rsidP="00AB7307">
            <w:pPr>
              <w:rPr>
                <w:bCs/>
              </w:rPr>
            </w:pPr>
            <w:r w:rsidRPr="009857C0">
              <w:rPr>
                <w:bCs/>
              </w:rPr>
              <w:t>Установка кабельной муфты 4ПКВНтп на опоре ВЛИ-0,4кВ</w:t>
            </w:r>
          </w:p>
        </w:tc>
        <w:tc>
          <w:tcPr>
            <w:tcW w:w="1524" w:type="dxa"/>
            <w:vAlign w:val="center"/>
          </w:tcPr>
          <w:p w:rsidR="008739D9" w:rsidRPr="009857C0" w:rsidRDefault="008739D9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5 шт.</w:t>
            </w:r>
          </w:p>
        </w:tc>
      </w:tr>
      <w:tr w:rsidR="008739D9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8739D9" w:rsidRPr="009857C0" w:rsidRDefault="008739D9" w:rsidP="00B2263A">
            <w:pPr>
              <w:pStyle w:val="aa"/>
              <w:numPr>
                <w:ilvl w:val="0"/>
                <w:numId w:val="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8739D9" w:rsidRPr="009857C0" w:rsidRDefault="008739D9" w:rsidP="00AB7307">
            <w:pPr>
              <w:rPr>
                <w:bCs/>
              </w:rPr>
            </w:pPr>
            <w:r w:rsidRPr="009857C0">
              <w:rPr>
                <w:bCs/>
              </w:rPr>
              <w:t>Установка кабельной муфты 4ПКВНтп в РУ-0,4кВ КТП-6/0,4кВ</w:t>
            </w:r>
          </w:p>
        </w:tc>
        <w:tc>
          <w:tcPr>
            <w:tcW w:w="1524" w:type="dxa"/>
            <w:vAlign w:val="center"/>
          </w:tcPr>
          <w:p w:rsidR="008739D9" w:rsidRPr="009857C0" w:rsidRDefault="008739D9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5 шт.</w:t>
            </w:r>
          </w:p>
        </w:tc>
      </w:tr>
      <w:tr w:rsidR="008739D9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8739D9" w:rsidRPr="009857C0" w:rsidRDefault="008739D9" w:rsidP="00B2263A">
            <w:pPr>
              <w:pStyle w:val="aa"/>
              <w:numPr>
                <w:ilvl w:val="0"/>
                <w:numId w:val="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8739D9" w:rsidRPr="009857C0" w:rsidRDefault="008739D9" w:rsidP="009D1F65">
            <w:pPr>
              <w:rPr>
                <w:bCs/>
              </w:rPr>
            </w:pPr>
            <w:r w:rsidRPr="009857C0">
              <w:rPr>
                <w:bCs/>
              </w:rPr>
              <w:t>Установка ограничителя перенапряжения ОПН на опоре ВЛ</w:t>
            </w:r>
            <w:r w:rsidR="009D1F65" w:rsidRPr="009857C0">
              <w:rPr>
                <w:bCs/>
              </w:rPr>
              <w:t>И</w:t>
            </w:r>
            <w:r w:rsidRPr="009857C0">
              <w:rPr>
                <w:bCs/>
              </w:rPr>
              <w:t>-</w:t>
            </w:r>
            <w:r w:rsidR="009D1F65" w:rsidRPr="009857C0">
              <w:rPr>
                <w:bCs/>
              </w:rPr>
              <w:t>0,4</w:t>
            </w:r>
            <w:r w:rsidRPr="009857C0">
              <w:rPr>
                <w:bCs/>
              </w:rPr>
              <w:t>кВ</w:t>
            </w:r>
          </w:p>
        </w:tc>
        <w:tc>
          <w:tcPr>
            <w:tcW w:w="1524" w:type="dxa"/>
            <w:vAlign w:val="center"/>
          </w:tcPr>
          <w:p w:rsidR="008739D9" w:rsidRPr="009857C0" w:rsidRDefault="009D1F65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15 шт.</w:t>
            </w:r>
          </w:p>
        </w:tc>
      </w:tr>
      <w:tr w:rsidR="008739D9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8739D9" w:rsidRPr="009857C0" w:rsidRDefault="008739D9" w:rsidP="00B2263A">
            <w:pPr>
              <w:pStyle w:val="aa"/>
              <w:numPr>
                <w:ilvl w:val="0"/>
                <w:numId w:val="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8739D9" w:rsidRPr="009857C0" w:rsidRDefault="008739D9" w:rsidP="00FA7EEE">
            <w:pPr>
              <w:ind w:right="-91"/>
              <w:rPr>
                <w:bCs/>
              </w:rPr>
            </w:pPr>
            <w:r w:rsidRPr="009857C0">
              <w:rPr>
                <w:bCs/>
              </w:rPr>
              <w:t>Заземление ОПН отдельным спуском к заземлению опоры (ст.10-1х10м)</w:t>
            </w:r>
          </w:p>
        </w:tc>
        <w:tc>
          <w:tcPr>
            <w:tcW w:w="1524" w:type="dxa"/>
            <w:vAlign w:val="center"/>
          </w:tcPr>
          <w:p w:rsidR="008739D9" w:rsidRPr="009857C0" w:rsidRDefault="009D1F65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5 шт.</w:t>
            </w:r>
          </w:p>
        </w:tc>
      </w:tr>
      <w:tr w:rsidR="008739D9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8739D9" w:rsidRPr="009857C0" w:rsidRDefault="008739D9" w:rsidP="00B2263A">
            <w:pPr>
              <w:pStyle w:val="aa"/>
              <w:numPr>
                <w:ilvl w:val="0"/>
                <w:numId w:val="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8739D9" w:rsidRPr="009857C0" w:rsidRDefault="009D1F65" w:rsidP="00F8780D">
            <w:pPr>
              <w:rPr>
                <w:bCs/>
              </w:rPr>
            </w:pPr>
            <w:r w:rsidRPr="009857C0">
              <w:rPr>
                <w:bCs/>
              </w:rPr>
              <w:t xml:space="preserve">Прокладка кабеля </w:t>
            </w:r>
            <w:proofErr w:type="spellStart"/>
            <w:r w:rsidRPr="009857C0">
              <w:rPr>
                <w:bCs/>
              </w:rPr>
              <w:t>АП</w:t>
            </w:r>
            <w:r w:rsidR="00F8780D" w:rsidRPr="009857C0">
              <w:rPr>
                <w:bCs/>
              </w:rPr>
              <w:t>в</w:t>
            </w:r>
            <w:r w:rsidRPr="009857C0">
              <w:rPr>
                <w:bCs/>
              </w:rPr>
              <w:t>БбШв</w:t>
            </w:r>
            <w:proofErr w:type="spellEnd"/>
            <w:r w:rsidRPr="009857C0">
              <w:rPr>
                <w:bCs/>
              </w:rPr>
              <w:t xml:space="preserve"> 4х70</w:t>
            </w:r>
          </w:p>
        </w:tc>
        <w:tc>
          <w:tcPr>
            <w:tcW w:w="1524" w:type="dxa"/>
            <w:vAlign w:val="center"/>
          </w:tcPr>
          <w:p w:rsidR="008739D9" w:rsidRPr="009857C0" w:rsidRDefault="009D1F65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70 м</w:t>
            </w:r>
          </w:p>
        </w:tc>
      </w:tr>
      <w:tr w:rsidR="008739D9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8739D9" w:rsidRPr="009857C0" w:rsidRDefault="008739D9" w:rsidP="00B2263A">
            <w:pPr>
              <w:pStyle w:val="aa"/>
              <w:numPr>
                <w:ilvl w:val="0"/>
                <w:numId w:val="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8739D9" w:rsidRPr="009857C0" w:rsidRDefault="009D1F65" w:rsidP="00F8780D">
            <w:pPr>
              <w:rPr>
                <w:bCs/>
              </w:rPr>
            </w:pPr>
            <w:r w:rsidRPr="009857C0">
              <w:rPr>
                <w:bCs/>
              </w:rPr>
              <w:t xml:space="preserve">Прокладка кабеля </w:t>
            </w:r>
            <w:proofErr w:type="spellStart"/>
            <w:r w:rsidRPr="009857C0">
              <w:rPr>
                <w:bCs/>
              </w:rPr>
              <w:t>АП</w:t>
            </w:r>
            <w:r w:rsidR="00F8780D" w:rsidRPr="009857C0">
              <w:rPr>
                <w:bCs/>
              </w:rPr>
              <w:t>в</w:t>
            </w:r>
            <w:r w:rsidRPr="009857C0">
              <w:rPr>
                <w:bCs/>
              </w:rPr>
              <w:t>БбШв</w:t>
            </w:r>
            <w:proofErr w:type="spellEnd"/>
            <w:r w:rsidRPr="009857C0">
              <w:rPr>
                <w:bCs/>
              </w:rPr>
              <w:t xml:space="preserve"> 4х50</w:t>
            </w:r>
          </w:p>
        </w:tc>
        <w:tc>
          <w:tcPr>
            <w:tcW w:w="1524" w:type="dxa"/>
            <w:vAlign w:val="center"/>
          </w:tcPr>
          <w:p w:rsidR="008739D9" w:rsidRPr="009857C0" w:rsidRDefault="009D1F65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48 м</w:t>
            </w:r>
          </w:p>
        </w:tc>
      </w:tr>
      <w:tr w:rsidR="008739D9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8739D9" w:rsidRPr="009857C0" w:rsidRDefault="008739D9" w:rsidP="00B2263A">
            <w:pPr>
              <w:pStyle w:val="aa"/>
              <w:numPr>
                <w:ilvl w:val="0"/>
                <w:numId w:val="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8739D9" w:rsidRPr="009857C0" w:rsidRDefault="009D1F65" w:rsidP="00F8780D">
            <w:pPr>
              <w:rPr>
                <w:bCs/>
              </w:rPr>
            </w:pPr>
            <w:r w:rsidRPr="009857C0">
              <w:rPr>
                <w:bCs/>
              </w:rPr>
              <w:t xml:space="preserve">Прокладка кабеля </w:t>
            </w:r>
            <w:proofErr w:type="spellStart"/>
            <w:r w:rsidRPr="009857C0">
              <w:rPr>
                <w:bCs/>
              </w:rPr>
              <w:t>АП</w:t>
            </w:r>
            <w:r w:rsidR="00F8780D" w:rsidRPr="009857C0">
              <w:rPr>
                <w:bCs/>
              </w:rPr>
              <w:t>в</w:t>
            </w:r>
            <w:r w:rsidRPr="009857C0">
              <w:rPr>
                <w:bCs/>
              </w:rPr>
              <w:t>БбШв</w:t>
            </w:r>
            <w:proofErr w:type="spellEnd"/>
            <w:r w:rsidRPr="009857C0">
              <w:rPr>
                <w:bCs/>
              </w:rPr>
              <w:t xml:space="preserve"> 4х25</w:t>
            </w:r>
          </w:p>
        </w:tc>
        <w:tc>
          <w:tcPr>
            <w:tcW w:w="1524" w:type="dxa"/>
            <w:vAlign w:val="center"/>
          </w:tcPr>
          <w:p w:rsidR="008739D9" w:rsidRPr="009857C0" w:rsidRDefault="009D1F65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94 м</w:t>
            </w:r>
          </w:p>
        </w:tc>
      </w:tr>
      <w:tr w:rsidR="005A30CB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5A30CB" w:rsidRPr="009857C0" w:rsidRDefault="005A30CB" w:rsidP="00B2263A">
            <w:pPr>
              <w:pStyle w:val="aa"/>
              <w:numPr>
                <w:ilvl w:val="0"/>
                <w:numId w:val="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5A30CB" w:rsidRPr="009857C0" w:rsidRDefault="005A30CB" w:rsidP="00F8780D">
            <w:pPr>
              <w:rPr>
                <w:bCs/>
              </w:rPr>
            </w:pPr>
            <w:r w:rsidRPr="009857C0">
              <w:rPr>
                <w:bCs/>
              </w:rPr>
              <w:t>в т.ч. 2</w:t>
            </w:r>
            <w:proofErr w:type="gramStart"/>
            <w:r w:rsidRPr="009857C0">
              <w:rPr>
                <w:bCs/>
              </w:rPr>
              <w:t>х(</w:t>
            </w:r>
            <w:proofErr w:type="spellStart"/>
            <w:proofErr w:type="gramEnd"/>
            <w:r w:rsidRPr="009857C0">
              <w:rPr>
                <w:bCs/>
              </w:rPr>
              <w:t>АП</w:t>
            </w:r>
            <w:r w:rsidR="00F8780D" w:rsidRPr="009857C0">
              <w:rPr>
                <w:bCs/>
              </w:rPr>
              <w:t>в</w:t>
            </w:r>
            <w:r w:rsidRPr="009857C0">
              <w:rPr>
                <w:bCs/>
              </w:rPr>
              <w:t>БбШв</w:t>
            </w:r>
            <w:proofErr w:type="spellEnd"/>
            <w:r w:rsidRPr="009857C0">
              <w:rPr>
                <w:bCs/>
              </w:rPr>
              <w:t xml:space="preserve"> 4х50)+</w:t>
            </w:r>
            <w:proofErr w:type="spellStart"/>
            <w:r w:rsidRPr="009857C0">
              <w:rPr>
                <w:bCs/>
              </w:rPr>
              <w:t>АП</w:t>
            </w:r>
            <w:r w:rsidR="00F8780D" w:rsidRPr="009857C0">
              <w:rPr>
                <w:bCs/>
              </w:rPr>
              <w:t>в</w:t>
            </w:r>
            <w:r w:rsidRPr="009857C0">
              <w:rPr>
                <w:bCs/>
              </w:rPr>
              <w:t>БбШв</w:t>
            </w:r>
            <w:proofErr w:type="spellEnd"/>
            <w:r w:rsidRPr="009857C0">
              <w:rPr>
                <w:bCs/>
              </w:rPr>
              <w:t xml:space="preserve"> 4х25 в траншее с запасом 4% </w:t>
            </w:r>
            <w:r w:rsidRPr="009857C0">
              <w:rPr>
                <w:b/>
                <w:bCs/>
              </w:rPr>
              <w:t xml:space="preserve">/ </w:t>
            </w:r>
            <w:r w:rsidRPr="009857C0">
              <w:rPr>
                <w:bCs/>
              </w:rPr>
              <w:t>в а/ц трубе</w:t>
            </w:r>
          </w:p>
        </w:tc>
        <w:tc>
          <w:tcPr>
            <w:tcW w:w="1524" w:type="dxa"/>
            <w:vAlign w:val="center"/>
          </w:tcPr>
          <w:p w:rsidR="005A30CB" w:rsidRPr="009857C0" w:rsidRDefault="005A30CB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16/10 м</w:t>
            </w:r>
          </w:p>
        </w:tc>
      </w:tr>
      <w:tr w:rsidR="005A30CB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5A30CB" w:rsidRPr="009857C0" w:rsidRDefault="005A30CB" w:rsidP="00B2263A">
            <w:pPr>
              <w:pStyle w:val="aa"/>
              <w:numPr>
                <w:ilvl w:val="0"/>
                <w:numId w:val="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5A30CB" w:rsidRPr="009857C0" w:rsidRDefault="005A30CB" w:rsidP="00F8780D">
            <w:pPr>
              <w:rPr>
                <w:bCs/>
              </w:rPr>
            </w:pPr>
            <w:r w:rsidRPr="009857C0">
              <w:rPr>
                <w:bCs/>
              </w:rPr>
              <w:t xml:space="preserve">в т.ч. </w:t>
            </w:r>
            <w:proofErr w:type="spellStart"/>
            <w:r w:rsidRPr="009857C0">
              <w:rPr>
                <w:bCs/>
              </w:rPr>
              <w:t>АП</w:t>
            </w:r>
            <w:r w:rsidR="00F8780D" w:rsidRPr="009857C0">
              <w:rPr>
                <w:bCs/>
              </w:rPr>
              <w:t>в</w:t>
            </w:r>
            <w:r w:rsidRPr="009857C0">
              <w:rPr>
                <w:bCs/>
              </w:rPr>
              <w:t>БбШв</w:t>
            </w:r>
            <w:proofErr w:type="spellEnd"/>
            <w:r w:rsidRPr="009857C0">
              <w:rPr>
                <w:bCs/>
              </w:rPr>
              <w:t xml:space="preserve"> 4х70 + </w:t>
            </w:r>
            <w:proofErr w:type="spellStart"/>
            <w:r w:rsidRPr="009857C0">
              <w:rPr>
                <w:bCs/>
              </w:rPr>
              <w:t>АП</w:t>
            </w:r>
            <w:r w:rsidR="00F8780D" w:rsidRPr="009857C0">
              <w:rPr>
                <w:bCs/>
              </w:rPr>
              <w:t>в</w:t>
            </w:r>
            <w:r w:rsidRPr="009857C0">
              <w:rPr>
                <w:bCs/>
              </w:rPr>
              <w:t>БбШв</w:t>
            </w:r>
            <w:proofErr w:type="spellEnd"/>
            <w:r w:rsidRPr="009857C0">
              <w:rPr>
                <w:bCs/>
              </w:rPr>
              <w:t xml:space="preserve"> 4х25 в траншее с запасом 4% </w:t>
            </w:r>
            <w:r w:rsidRPr="009857C0">
              <w:rPr>
                <w:b/>
                <w:bCs/>
              </w:rPr>
              <w:t xml:space="preserve">/ </w:t>
            </w:r>
            <w:r w:rsidRPr="009857C0">
              <w:rPr>
                <w:bCs/>
              </w:rPr>
              <w:t>в а/ц трубе</w:t>
            </w:r>
          </w:p>
        </w:tc>
        <w:tc>
          <w:tcPr>
            <w:tcW w:w="1524" w:type="dxa"/>
            <w:vAlign w:val="center"/>
          </w:tcPr>
          <w:p w:rsidR="005A30CB" w:rsidRPr="009857C0" w:rsidRDefault="005A30CB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62/6 м</w:t>
            </w:r>
          </w:p>
        </w:tc>
      </w:tr>
      <w:tr w:rsidR="005A30CB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5A30CB" w:rsidRPr="009857C0" w:rsidRDefault="005A30CB" w:rsidP="00B2263A">
            <w:pPr>
              <w:pStyle w:val="aa"/>
              <w:numPr>
                <w:ilvl w:val="0"/>
                <w:numId w:val="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5A30CB" w:rsidRPr="009857C0" w:rsidRDefault="005A30CB" w:rsidP="005A30CB">
            <w:pPr>
              <w:rPr>
                <w:bCs/>
              </w:rPr>
            </w:pPr>
            <w:r w:rsidRPr="009857C0">
              <w:rPr>
                <w:bCs/>
              </w:rPr>
              <w:t>в т.ч. спуск кабеля по опоре ВЛИ-0,4кВ в ст</w:t>
            </w:r>
            <w:proofErr w:type="gramStart"/>
            <w:r w:rsidRPr="009857C0">
              <w:rPr>
                <w:bCs/>
              </w:rPr>
              <w:t>.т</w:t>
            </w:r>
            <w:proofErr w:type="gramEnd"/>
            <w:r w:rsidRPr="009857C0">
              <w:rPr>
                <w:bCs/>
              </w:rPr>
              <w:t>рубе</w:t>
            </w:r>
          </w:p>
        </w:tc>
        <w:tc>
          <w:tcPr>
            <w:tcW w:w="1524" w:type="dxa"/>
            <w:vAlign w:val="center"/>
          </w:tcPr>
          <w:p w:rsidR="005A30CB" w:rsidRPr="009857C0" w:rsidRDefault="005A30CB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40 м</w:t>
            </w:r>
          </w:p>
        </w:tc>
      </w:tr>
      <w:tr w:rsidR="005A30CB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5A30CB" w:rsidRPr="009857C0" w:rsidRDefault="005A30CB" w:rsidP="00B2263A">
            <w:pPr>
              <w:pStyle w:val="aa"/>
              <w:numPr>
                <w:ilvl w:val="0"/>
                <w:numId w:val="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5A30CB" w:rsidRPr="009857C0" w:rsidRDefault="005A30CB" w:rsidP="005A30CB">
            <w:pPr>
              <w:rPr>
                <w:bCs/>
              </w:rPr>
            </w:pPr>
            <w:r w:rsidRPr="009857C0">
              <w:rPr>
                <w:bCs/>
              </w:rPr>
              <w:t>Рытье транше для прокладки 3 кабелей до опоры №1 (15м тип Т-3)</w:t>
            </w:r>
          </w:p>
        </w:tc>
        <w:tc>
          <w:tcPr>
            <w:tcW w:w="1524" w:type="dxa"/>
            <w:vAlign w:val="center"/>
          </w:tcPr>
          <w:p w:rsidR="005A30CB" w:rsidRPr="009857C0" w:rsidRDefault="005A30CB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5,4 м3</w:t>
            </w:r>
          </w:p>
        </w:tc>
      </w:tr>
      <w:tr w:rsidR="005A30CB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5A30CB" w:rsidRPr="009857C0" w:rsidRDefault="005A30CB" w:rsidP="00B2263A">
            <w:pPr>
              <w:pStyle w:val="aa"/>
              <w:numPr>
                <w:ilvl w:val="0"/>
                <w:numId w:val="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5A30CB" w:rsidRPr="009857C0" w:rsidRDefault="005A30CB" w:rsidP="005A30CB">
            <w:pPr>
              <w:rPr>
                <w:bCs/>
              </w:rPr>
            </w:pPr>
            <w:r w:rsidRPr="009857C0">
              <w:rPr>
                <w:bCs/>
              </w:rPr>
              <w:t>Рытье транше для прокладки 2 кабелей до опоры №16 (60 м тип Т-2)</w:t>
            </w:r>
          </w:p>
        </w:tc>
        <w:tc>
          <w:tcPr>
            <w:tcW w:w="1524" w:type="dxa"/>
            <w:vAlign w:val="center"/>
          </w:tcPr>
          <w:p w:rsidR="005A30CB" w:rsidRPr="009857C0" w:rsidRDefault="005A30CB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16,2 м3</w:t>
            </w:r>
          </w:p>
        </w:tc>
      </w:tr>
      <w:tr w:rsidR="005A30CB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5A30CB" w:rsidRPr="009857C0" w:rsidRDefault="005A30CB" w:rsidP="00B2263A">
            <w:pPr>
              <w:pStyle w:val="aa"/>
              <w:numPr>
                <w:ilvl w:val="0"/>
                <w:numId w:val="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5A30CB" w:rsidRPr="009857C0" w:rsidRDefault="005A30CB" w:rsidP="00FA7EEE">
            <w:pPr>
              <w:rPr>
                <w:bCs/>
              </w:rPr>
            </w:pPr>
            <w:r w:rsidRPr="009857C0">
              <w:rPr>
                <w:bCs/>
              </w:rPr>
              <w:t xml:space="preserve">Обратная засыпка </w:t>
            </w:r>
          </w:p>
        </w:tc>
        <w:tc>
          <w:tcPr>
            <w:tcW w:w="1524" w:type="dxa"/>
            <w:vAlign w:val="center"/>
          </w:tcPr>
          <w:p w:rsidR="005A30CB" w:rsidRPr="009857C0" w:rsidRDefault="002A7B41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14,4 м3</w:t>
            </w:r>
          </w:p>
        </w:tc>
      </w:tr>
      <w:tr w:rsidR="005A30CB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5A30CB" w:rsidRPr="009857C0" w:rsidRDefault="005A30CB" w:rsidP="00B2263A">
            <w:pPr>
              <w:pStyle w:val="aa"/>
              <w:numPr>
                <w:ilvl w:val="0"/>
                <w:numId w:val="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5A30CB" w:rsidRPr="009857C0" w:rsidRDefault="005A30CB" w:rsidP="00FA7EEE">
            <w:pPr>
              <w:rPr>
                <w:bCs/>
              </w:rPr>
            </w:pPr>
            <w:r w:rsidRPr="009857C0">
              <w:rPr>
                <w:bCs/>
              </w:rPr>
              <w:t>Подсыпка песка</w:t>
            </w:r>
          </w:p>
        </w:tc>
        <w:tc>
          <w:tcPr>
            <w:tcW w:w="1524" w:type="dxa"/>
            <w:vAlign w:val="center"/>
          </w:tcPr>
          <w:p w:rsidR="005A30CB" w:rsidRPr="009857C0" w:rsidRDefault="002A7B41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7,2 м3</w:t>
            </w:r>
          </w:p>
        </w:tc>
      </w:tr>
      <w:tr w:rsidR="005A30CB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5A30CB" w:rsidRPr="009857C0" w:rsidRDefault="005A30CB" w:rsidP="00B2263A">
            <w:pPr>
              <w:pStyle w:val="aa"/>
              <w:numPr>
                <w:ilvl w:val="0"/>
                <w:numId w:val="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5A30CB" w:rsidRPr="009857C0" w:rsidRDefault="005A30CB" w:rsidP="00FA7EEE">
            <w:pPr>
              <w:rPr>
                <w:bCs/>
              </w:rPr>
            </w:pPr>
            <w:r w:rsidRPr="009857C0">
              <w:rPr>
                <w:bCs/>
              </w:rPr>
              <w:t>Покрытие кабеля кирпичом</w:t>
            </w:r>
          </w:p>
        </w:tc>
        <w:tc>
          <w:tcPr>
            <w:tcW w:w="1524" w:type="dxa"/>
            <w:vAlign w:val="center"/>
          </w:tcPr>
          <w:p w:rsidR="005A30CB" w:rsidRPr="009857C0" w:rsidRDefault="002A7B41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686 шт.</w:t>
            </w:r>
          </w:p>
        </w:tc>
      </w:tr>
      <w:tr w:rsidR="005A30CB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5A30CB" w:rsidRPr="009857C0" w:rsidRDefault="005A30CB" w:rsidP="00B2263A">
            <w:pPr>
              <w:pStyle w:val="aa"/>
              <w:numPr>
                <w:ilvl w:val="0"/>
                <w:numId w:val="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5A30CB" w:rsidRPr="009857C0" w:rsidRDefault="002A7B41" w:rsidP="00AB7307">
            <w:pPr>
              <w:rPr>
                <w:bCs/>
              </w:rPr>
            </w:pPr>
            <w:r w:rsidRPr="009857C0">
              <w:rPr>
                <w:bCs/>
              </w:rPr>
              <w:t xml:space="preserve">Демонтаж сущ. </w:t>
            </w:r>
            <w:proofErr w:type="gramStart"/>
            <w:r w:rsidRPr="009857C0">
              <w:rPr>
                <w:bCs/>
              </w:rPr>
              <w:t>ж.б</w:t>
            </w:r>
            <w:proofErr w:type="gramEnd"/>
            <w:r w:rsidRPr="009857C0">
              <w:rPr>
                <w:bCs/>
              </w:rPr>
              <w:t>. опор (№9/6 ВЛ-0,4кВ №1)</w:t>
            </w:r>
          </w:p>
        </w:tc>
        <w:tc>
          <w:tcPr>
            <w:tcW w:w="1524" w:type="dxa"/>
            <w:vAlign w:val="center"/>
          </w:tcPr>
          <w:p w:rsidR="005A30CB" w:rsidRPr="009857C0" w:rsidRDefault="002A7B41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1 шт.</w:t>
            </w:r>
          </w:p>
        </w:tc>
      </w:tr>
      <w:tr w:rsidR="005A30CB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5A30CB" w:rsidRPr="009857C0" w:rsidRDefault="005A30CB" w:rsidP="00B2263A">
            <w:pPr>
              <w:pStyle w:val="aa"/>
              <w:numPr>
                <w:ilvl w:val="0"/>
                <w:numId w:val="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5A30CB" w:rsidRPr="009857C0" w:rsidRDefault="002A7B41" w:rsidP="00AB7307">
            <w:pPr>
              <w:rPr>
                <w:bCs/>
              </w:rPr>
            </w:pPr>
            <w:r w:rsidRPr="009857C0">
              <w:rPr>
                <w:bCs/>
              </w:rPr>
              <w:t>Демонтаж провода СИП-2 3х35+1х50+1х16 в пролете опор №25-26 ВЛ-0,4кВ №7 от ТП-161</w:t>
            </w:r>
          </w:p>
        </w:tc>
        <w:tc>
          <w:tcPr>
            <w:tcW w:w="1524" w:type="dxa"/>
            <w:vAlign w:val="center"/>
          </w:tcPr>
          <w:p w:rsidR="005A30CB" w:rsidRPr="009857C0" w:rsidRDefault="002A7B41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40 м</w:t>
            </w:r>
          </w:p>
        </w:tc>
      </w:tr>
      <w:tr w:rsidR="005A30CB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5A30CB" w:rsidRPr="009857C0" w:rsidRDefault="005A30CB" w:rsidP="00B2263A">
            <w:pPr>
              <w:pStyle w:val="aa"/>
              <w:numPr>
                <w:ilvl w:val="0"/>
                <w:numId w:val="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5A30CB" w:rsidRPr="009857C0" w:rsidRDefault="002A7B41" w:rsidP="00AB7307">
            <w:pPr>
              <w:rPr>
                <w:bCs/>
              </w:rPr>
            </w:pPr>
            <w:r w:rsidRPr="009857C0">
              <w:rPr>
                <w:bCs/>
              </w:rPr>
              <w:t>Демонтаж провода 2А16 в пролете опор №9/5-9/6 ВЛ-0,4кВ №1 от ТП-161</w:t>
            </w:r>
          </w:p>
        </w:tc>
        <w:tc>
          <w:tcPr>
            <w:tcW w:w="1524" w:type="dxa"/>
            <w:vAlign w:val="center"/>
          </w:tcPr>
          <w:p w:rsidR="005A30CB" w:rsidRPr="009857C0" w:rsidRDefault="002A7B41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40 м</w:t>
            </w:r>
          </w:p>
        </w:tc>
      </w:tr>
      <w:tr w:rsidR="005A30CB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5A30CB" w:rsidRPr="009857C0" w:rsidRDefault="005A30CB" w:rsidP="00B2263A">
            <w:pPr>
              <w:pStyle w:val="aa"/>
              <w:numPr>
                <w:ilvl w:val="0"/>
                <w:numId w:val="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5A30CB" w:rsidRPr="009857C0" w:rsidRDefault="002A7B41" w:rsidP="0085320A">
            <w:pPr>
              <w:rPr>
                <w:bCs/>
              </w:rPr>
            </w:pPr>
            <w:r w:rsidRPr="009857C0">
              <w:rPr>
                <w:bCs/>
              </w:rPr>
              <w:t xml:space="preserve">Подключение сущ. вводов (от опоры №9/6 ВЛ-0,4кВ №1) </w:t>
            </w:r>
            <w:proofErr w:type="gramStart"/>
            <w:r w:rsidRPr="009857C0">
              <w:rPr>
                <w:bCs/>
              </w:rPr>
              <w:t>к</w:t>
            </w:r>
            <w:proofErr w:type="gramEnd"/>
            <w:r w:rsidRPr="009857C0">
              <w:rPr>
                <w:bCs/>
              </w:rPr>
              <w:t xml:space="preserve"> проектируемой ВЛИ-0,4кВ №2</w:t>
            </w:r>
          </w:p>
        </w:tc>
        <w:tc>
          <w:tcPr>
            <w:tcW w:w="1524" w:type="dxa"/>
            <w:vAlign w:val="center"/>
          </w:tcPr>
          <w:p w:rsidR="005A30CB" w:rsidRPr="009857C0" w:rsidRDefault="002A7B41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2 шт.</w:t>
            </w:r>
          </w:p>
        </w:tc>
      </w:tr>
      <w:tr w:rsidR="005A30CB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5A30CB" w:rsidRPr="009857C0" w:rsidRDefault="005A30CB" w:rsidP="00B2263A">
            <w:pPr>
              <w:pStyle w:val="aa"/>
              <w:numPr>
                <w:ilvl w:val="0"/>
                <w:numId w:val="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5A30CB" w:rsidRPr="009857C0" w:rsidRDefault="002A7B41" w:rsidP="00BF1421">
            <w:pPr>
              <w:rPr>
                <w:bCs/>
              </w:rPr>
            </w:pPr>
            <w:r w:rsidRPr="009857C0">
              <w:rPr>
                <w:bCs/>
              </w:rPr>
              <w:t>Разборка и сборка заборов (</w:t>
            </w:r>
            <w:r w:rsidRPr="009857C0">
              <w:rPr>
                <w:bCs/>
                <w:lang w:val="en-US"/>
              </w:rPr>
              <w:t>h</w:t>
            </w:r>
            <w:r w:rsidRPr="009857C0">
              <w:rPr>
                <w:bCs/>
              </w:rPr>
              <w:t>=1,6 м)</w:t>
            </w:r>
          </w:p>
        </w:tc>
        <w:tc>
          <w:tcPr>
            <w:tcW w:w="1524" w:type="dxa"/>
            <w:vAlign w:val="center"/>
          </w:tcPr>
          <w:p w:rsidR="005A30CB" w:rsidRPr="009857C0" w:rsidRDefault="002A7B41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100 м</w:t>
            </w:r>
          </w:p>
        </w:tc>
      </w:tr>
      <w:tr w:rsidR="005A30CB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5A30CB" w:rsidRPr="009857C0" w:rsidRDefault="005A30CB" w:rsidP="00B2263A">
            <w:pPr>
              <w:pStyle w:val="aa"/>
              <w:numPr>
                <w:ilvl w:val="0"/>
                <w:numId w:val="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5A30CB" w:rsidRPr="009857C0" w:rsidRDefault="002A7B41" w:rsidP="0085320A">
            <w:pPr>
              <w:rPr>
                <w:bCs/>
              </w:rPr>
            </w:pPr>
            <w:r w:rsidRPr="009857C0">
              <w:rPr>
                <w:bCs/>
              </w:rPr>
              <w:t>Подрезка деревьев в охранной зоне (4м)</w:t>
            </w:r>
          </w:p>
        </w:tc>
        <w:tc>
          <w:tcPr>
            <w:tcW w:w="1524" w:type="dxa"/>
            <w:vAlign w:val="center"/>
          </w:tcPr>
          <w:p w:rsidR="005A30CB" w:rsidRPr="009857C0" w:rsidRDefault="002A7B41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15 шт.</w:t>
            </w:r>
          </w:p>
        </w:tc>
      </w:tr>
      <w:tr w:rsidR="005A30CB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5A30CB" w:rsidRPr="009857C0" w:rsidRDefault="005A30CB" w:rsidP="00B2263A">
            <w:pPr>
              <w:pStyle w:val="aa"/>
              <w:numPr>
                <w:ilvl w:val="0"/>
                <w:numId w:val="7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5A30CB" w:rsidRPr="009857C0" w:rsidRDefault="002A7B41" w:rsidP="00BF1421">
            <w:pPr>
              <w:rPr>
                <w:bCs/>
              </w:rPr>
            </w:pPr>
            <w:r w:rsidRPr="009857C0">
              <w:rPr>
                <w:bCs/>
              </w:rPr>
              <w:t xml:space="preserve">Устройство пересечения ВЛИ-0,4кВ с </w:t>
            </w:r>
            <w:r w:rsidR="005D6E34" w:rsidRPr="009857C0">
              <w:rPr>
                <w:bCs/>
              </w:rPr>
              <w:t xml:space="preserve">сущ. </w:t>
            </w:r>
            <w:r w:rsidRPr="009857C0">
              <w:rPr>
                <w:bCs/>
              </w:rPr>
              <w:t>ВЛ-0,4кВ</w:t>
            </w:r>
          </w:p>
        </w:tc>
        <w:tc>
          <w:tcPr>
            <w:tcW w:w="1524" w:type="dxa"/>
            <w:vAlign w:val="center"/>
          </w:tcPr>
          <w:p w:rsidR="005A30CB" w:rsidRPr="009857C0" w:rsidRDefault="002A7B41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3 шт.</w:t>
            </w:r>
          </w:p>
        </w:tc>
      </w:tr>
      <w:tr w:rsidR="005A30CB" w:rsidRPr="009857C0" w:rsidTr="00D21042">
        <w:trPr>
          <w:trHeight w:val="198"/>
          <w:jc w:val="center"/>
        </w:trPr>
        <w:tc>
          <w:tcPr>
            <w:tcW w:w="10314" w:type="dxa"/>
            <w:gridSpan w:val="3"/>
            <w:vAlign w:val="center"/>
          </w:tcPr>
          <w:p w:rsidR="005A30CB" w:rsidRPr="009857C0" w:rsidRDefault="005A30CB" w:rsidP="005D6E34">
            <w:pPr>
              <w:jc w:val="center"/>
              <w:rPr>
                <w:b/>
                <w:bCs/>
              </w:rPr>
            </w:pPr>
            <w:r w:rsidRPr="009857C0">
              <w:rPr>
                <w:b/>
                <w:bCs/>
                <w:i/>
              </w:rPr>
              <w:t xml:space="preserve">Оборудование и материалы по </w:t>
            </w:r>
            <w:r w:rsidR="005D6E34" w:rsidRPr="009857C0">
              <w:rPr>
                <w:b/>
                <w:bCs/>
                <w:i/>
              </w:rPr>
              <w:t>К</w:t>
            </w:r>
            <w:r w:rsidRPr="009857C0">
              <w:rPr>
                <w:b/>
                <w:bCs/>
                <w:i/>
              </w:rPr>
              <w:t>Л-6кВ</w:t>
            </w:r>
          </w:p>
        </w:tc>
      </w:tr>
      <w:tr w:rsidR="005A30CB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5A30CB" w:rsidRPr="009857C0" w:rsidRDefault="005A30CB" w:rsidP="00B2263A">
            <w:pPr>
              <w:pStyle w:val="aa"/>
              <w:numPr>
                <w:ilvl w:val="0"/>
                <w:numId w:val="6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5A30CB" w:rsidRPr="009857C0" w:rsidRDefault="002F095E" w:rsidP="00EF3BED">
            <w:pPr>
              <w:jc w:val="both"/>
              <w:rPr>
                <w:bCs/>
              </w:rPr>
            </w:pPr>
            <w:r w:rsidRPr="009857C0">
              <w:rPr>
                <w:bCs/>
              </w:rPr>
              <w:t>Разъединитель РЛК-10-</w:t>
            </w:r>
            <w:r w:rsidRPr="009857C0">
              <w:rPr>
                <w:bCs/>
                <w:lang w:val="en-US"/>
              </w:rPr>
              <w:t>IV</w:t>
            </w:r>
            <w:r w:rsidRPr="009857C0">
              <w:rPr>
                <w:bCs/>
              </w:rPr>
              <w:t>/400</w:t>
            </w:r>
          </w:p>
        </w:tc>
        <w:tc>
          <w:tcPr>
            <w:tcW w:w="1524" w:type="dxa"/>
            <w:vAlign w:val="center"/>
          </w:tcPr>
          <w:p w:rsidR="005A30CB" w:rsidRPr="009857C0" w:rsidRDefault="002F095E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1 шт.</w:t>
            </w:r>
          </w:p>
        </w:tc>
      </w:tr>
      <w:tr w:rsidR="005A30CB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5A30CB" w:rsidRPr="009857C0" w:rsidRDefault="005A30CB" w:rsidP="00B2263A">
            <w:pPr>
              <w:pStyle w:val="aa"/>
              <w:numPr>
                <w:ilvl w:val="0"/>
                <w:numId w:val="6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5A30CB" w:rsidRPr="009857C0" w:rsidRDefault="005A30CB" w:rsidP="00FA7EEE">
            <w:pPr>
              <w:jc w:val="both"/>
              <w:rPr>
                <w:bCs/>
              </w:rPr>
            </w:pPr>
            <w:r w:rsidRPr="009857C0">
              <w:rPr>
                <w:bCs/>
              </w:rPr>
              <w:t>Изолятор штыревой линейный ШФ20Г</w:t>
            </w:r>
          </w:p>
        </w:tc>
        <w:tc>
          <w:tcPr>
            <w:tcW w:w="1524" w:type="dxa"/>
            <w:vAlign w:val="center"/>
          </w:tcPr>
          <w:p w:rsidR="005A30CB" w:rsidRPr="009857C0" w:rsidRDefault="002F095E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10 шт.</w:t>
            </w:r>
          </w:p>
        </w:tc>
      </w:tr>
      <w:tr w:rsidR="005A30CB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5A30CB" w:rsidRPr="009857C0" w:rsidRDefault="005A30CB" w:rsidP="00B2263A">
            <w:pPr>
              <w:pStyle w:val="aa"/>
              <w:numPr>
                <w:ilvl w:val="0"/>
                <w:numId w:val="6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5A30CB" w:rsidRPr="009857C0" w:rsidRDefault="005A30CB" w:rsidP="00FA7EEE">
            <w:pPr>
              <w:jc w:val="both"/>
              <w:rPr>
                <w:bCs/>
              </w:rPr>
            </w:pPr>
            <w:r w:rsidRPr="009857C0">
              <w:rPr>
                <w:bCs/>
              </w:rPr>
              <w:t>Колпачок п/э  КП22А</w:t>
            </w:r>
          </w:p>
        </w:tc>
        <w:tc>
          <w:tcPr>
            <w:tcW w:w="1524" w:type="dxa"/>
            <w:vAlign w:val="center"/>
          </w:tcPr>
          <w:p w:rsidR="005A30CB" w:rsidRPr="009857C0" w:rsidRDefault="002F095E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10 шт.</w:t>
            </w:r>
          </w:p>
        </w:tc>
      </w:tr>
      <w:tr w:rsidR="005A30CB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5A30CB" w:rsidRPr="009857C0" w:rsidRDefault="005A30CB" w:rsidP="00B2263A">
            <w:pPr>
              <w:pStyle w:val="aa"/>
              <w:numPr>
                <w:ilvl w:val="0"/>
                <w:numId w:val="6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5A30CB" w:rsidRPr="009857C0" w:rsidRDefault="005A30CB" w:rsidP="002F095E">
            <w:pPr>
              <w:jc w:val="both"/>
              <w:rPr>
                <w:bCs/>
              </w:rPr>
            </w:pPr>
            <w:r w:rsidRPr="009857C0">
              <w:rPr>
                <w:bCs/>
              </w:rPr>
              <w:t>Зажим аппаратный А2А</w:t>
            </w:r>
            <w:r w:rsidR="002F095E" w:rsidRPr="009857C0">
              <w:rPr>
                <w:bCs/>
              </w:rPr>
              <w:t>-70</w:t>
            </w:r>
            <w:r w:rsidRPr="009857C0">
              <w:rPr>
                <w:bCs/>
              </w:rPr>
              <w:t>-</w:t>
            </w:r>
            <w:r w:rsidR="002F095E" w:rsidRPr="009857C0">
              <w:rPr>
                <w:bCs/>
              </w:rPr>
              <w:t>8</w:t>
            </w:r>
          </w:p>
        </w:tc>
        <w:tc>
          <w:tcPr>
            <w:tcW w:w="1524" w:type="dxa"/>
            <w:vAlign w:val="center"/>
          </w:tcPr>
          <w:p w:rsidR="005A30CB" w:rsidRPr="009857C0" w:rsidRDefault="002F095E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12 шт.</w:t>
            </w:r>
          </w:p>
        </w:tc>
      </w:tr>
      <w:tr w:rsidR="005A30CB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5A30CB" w:rsidRPr="009857C0" w:rsidRDefault="005A30CB" w:rsidP="00B2263A">
            <w:pPr>
              <w:pStyle w:val="aa"/>
              <w:numPr>
                <w:ilvl w:val="0"/>
                <w:numId w:val="6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5A30CB" w:rsidRPr="009857C0" w:rsidRDefault="005A30CB" w:rsidP="002F095E">
            <w:pPr>
              <w:jc w:val="both"/>
              <w:rPr>
                <w:bCs/>
              </w:rPr>
            </w:pPr>
            <w:r w:rsidRPr="009857C0">
              <w:rPr>
                <w:bCs/>
              </w:rPr>
              <w:t xml:space="preserve">Зажим </w:t>
            </w:r>
            <w:r w:rsidR="002F095E" w:rsidRPr="009857C0">
              <w:rPr>
                <w:bCs/>
              </w:rPr>
              <w:t>заземляющий ЗЗК-22/25-2</w:t>
            </w:r>
          </w:p>
        </w:tc>
        <w:tc>
          <w:tcPr>
            <w:tcW w:w="1524" w:type="dxa"/>
            <w:vAlign w:val="center"/>
          </w:tcPr>
          <w:p w:rsidR="005A30CB" w:rsidRPr="009857C0" w:rsidRDefault="002F095E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2 шт.</w:t>
            </w:r>
          </w:p>
        </w:tc>
      </w:tr>
      <w:tr w:rsidR="005A30CB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5A30CB" w:rsidRPr="009857C0" w:rsidRDefault="005A30CB" w:rsidP="00B2263A">
            <w:pPr>
              <w:pStyle w:val="aa"/>
              <w:numPr>
                <w:ilvl w:val="0"/>
                <w:numId w:val="6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5A30CB" w:rsidRPr="009857C0" w:rsidRDefault="005A30CB" w:rsidP="002F095E">
            <w:pPr>
              <w:jc w:val="both"/>
              <w:rPr>
                <w:bCs/>
              </w:rPr>
            </w:pPr>
            <w:r w:rsidRPr="009857C0">
              <w:rPr>
                <w:bCs/>
              </w:rPr>
              <w:t xml:space="preserve">Зажим </w:t>
            </w:r>
            <w:proofErr w:type="spellStart"/>
            <w:r w:rsidR="002F095E" w:rsidRPr="009857C0">
              <w:rPr>
                <w:bCs/>
              </w:rPr>
              <w:t>плашечный</w:t>
            </w:r>
            <w:proofErr w:type="spellEnd"/>
            <w:r w:rsidRPr="009857C0">
              <w:rPr>
                <w:bCs/>
              </w:rPr>
              <w:t xml:space="preserve"> ПА-</w:t>
            </w:r>
            <w:r w:rsidR="002F095E" w:rsidRPr="009857C0">
              <w:rPr>
                <w:bCs/>
              </w:rPr>
              <w:t>2</w:t>
            </w:r>
            <w:r w:rsidRPr="009857C0">
              <w:rPr>
                <w:bCs/>
              </w:rPr>
              <w:t>-</w:t>
            </w:r>
            <w:r w:rsidR="002F095E" w:rsidRPr="009857C0">
              <w:rPr>
                <w:bCs/>
              </w:rPr>
              <w:t>2</w:t>
            </w:r>
          </w:p>
        </w:tc>
        <w:tc>
          <w:tcPr>
            <w:tcW w:w="1524" w:type="dxa"/>
            <w:vAlign w:val="center"/>
          </w:tcPr>
          <w:p w:rsidR="005A30CB" w:rsidRPr="009857C0" w:rsidRDefault="002F095E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12 шт.</w:t>
            </w:r>
          </w:p>
        </w:tc>
      </w:tr>
      <w:tr w:rsidR="005A30CB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5A30CB" w:rsidRPr="009857C0" w:rsidRDefault="005A30CB" w:rsidP="00B2263A">
            <w:pPr>
              <w:pStyle w:val="aa"/>
              <w:numPr>
                <w:ilvl w:val="0"/>
                <w:numId w:val="6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5A30CB" w:rsidRPr="009857C0" w:rsidRDefault="002F095E" w:rsidP="0040004E">
            <w:pPr>
              <w:jc w:val="both"/>
              <w:rPr>
                <w:bCs/>
              </w:rPr>
            </w:pPr>
            <w:r w:rsidRPr="009857C0">
              <w:rPr>
                <w:bCs/>
              </w:rPr>
              <w:t>Провод АС 50/8</w:t>
            </w:r>
          </w:p>
        </w:tc>
        <w:tc>
          <w:tcPr>
            <w:tcW w:w="1524" w:type="dxa"/>
            <w:vAlign w:val="center"/>
          </w:tcPr>
          <w:p w:rsidR="005A30CB" w:rsidRPr="009857C0" w:rsidRDefault="002F095E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20 м</w:t>
            </w:r>
          </w:p>
        </w:tc>
      </w:tr>
      <w:tr w:rsidR="005A30CB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5A30CB" w:rsidRPr="009857C0" w:rsidRDefault="005A30CB" w:rsidP="00B2263A">
            <w:pPr>
              <w:pStyle w:val="aa"/>
              <w:numPr>
                <w:ilvl w:val="0"/>
                <w:numId w:val="6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5A30CB" w:rsidRPr="009857C0" w:rsidRDefault="002F095E" w:rsidP="00FA7EEE">
            <w:pPr>
              <w:jc w:val="both"/>
              <w:rPr>
                <w:bCs/>
              </w:rPr>
            </w:pPr>
            <w:r w:rsidRPr="009857C0">
              <w:rPr>
                <w:bCs/>
              </w:rPr>
              <w:t>Провод МГГ 1х10мм2</w:t>
            </w:r>
          </w:p>
        </w:tc>
        <w:tc>
          <w:tcPr>
            <w:tcW w:w="1524" w:type="dxa"/>
            <w:vAlign w:val="center"/>
          </w:tcPr>
          <w:p w:rsidR="005A30CB" w:rsidRPr="009857C0" w:rsidRDefault="002F095E" w:rsidP="00C523C3">
            <w:pPr>
              <w:jc w:val="center"/>
              <w:rPr>
                <w:bCs/>
              </w:rPr>
            </w:pPr>
            <w:r w:rsidRPr="009857C0">
              <w:rPr>
                <w:bCs/>
              </w:rPr>
              <w:t>5 м</w:t>
            </w:r>
          </w:p>
        </w:tc>
      </w:tr>
      <w:tr w:rsidR="005A30CB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5A30CB" w:rsidRPr="009857C0" w:rsidRDefault="005A30CB" w:rsidP="00B2263A">
            <w:pPr>
              <w:pStyle w:val="aa"/>
              <w:numPr>
                <w:ilvl w:val="0"/>
                <w:numId w:val="6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5A30CB" w:rsidRPr="009857C0" w:rsidRDefault="002F095E" w:rsidP="00FA7EEE">
            <w:pPr>
              <w:jc w:val="both"/>
              <w:rPr>
                <w:bCs/>
              </w:rPr>
            </w:pPr>
            <w:r w:rsidRPr="009857C0">
              <w:rPr>
                <w:bCs/>
              </w:rPr>
              <w:t xml:space="preserve">Кабель </w:t>
            </w:r>
            <w:proofErr w:type="spellStart"/>
            <w:r w:rsidRPr="009857C0">
              <w:rPr>
                <w:bCs/>
              </w:rPr>
              <w:t>АПвПуг</w:t>
            </w:r>
            <w:proofErr w:type="spellEnd"/>
            <w:r w:rsidRPr="009857C0">
              <w:rPr>
                <w:bCs/>
              </w:rPr>
              <w:t xml:space="preserve"> 3х95/16-6</w:t>
            </w:r>
          </w:p>
        </w:tc>
        <w:tc>
          <w:tcPr>
            <w:tcW w:w="1524" w:type="dxa"/>
            <w:vAlign w:val="center"/>
          </w:tcPr>
          <w:p w:rsidR="005A30CB" w:rsidRPr="009857C0" w:rsidRDefault="002F095E" w:rsidP="00C523C3">
            <w:pPr>
              <w:jc w:val="center"/>
              <w:rPr>
                <w:bCs/>
              </w:rPr>
            </w:pPr>
            <w:r w:rsidRPr="009857C0">
              <w:rPr>
                <w:bCs/>
              </w:rPr>
              <w:t>700 м</w:t>
            </w:r>
          </w:p>
        </w:tc>
      </w:tr>
      <w:tr w:rsidR="005A30CB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5A30CB" w:rsidRPr="009857C0" w:rsidRDefault="005A30CB" w:rsidP="00B2263A">
            <w:pPr>
              <w:pStyle w:val="aa"/>
              <w:numPr>
                <w:ilvl w:val="0"/>
                <w:numId w:val="6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5A30CB" w:rsidRPr="009857C0" w:rsidRDefault="002F095E" w:rsidP="00FA7EEE">
            <w:pPr>
              <w:jc w:val="both"/>
              <w:rPr>
                <w:bCs/>
              </w:rPr>
            </w:pPr>
            <w:r w:rsidRPr="009857C0">
              <w:rPr>
                <w:bCs/>
              </w:rPr>
              <w:t>ОПН-П1-10-УХЛ1</w:t>
            </w:r>
          </w:p>
        </w:tc>
        <w:tc>
          <w:tcPr>
            <w:tcW w:w="1524" w:type="dxa"/>
            <w:vAlign w:val="center"/>
          </w:tcPr>
          <w:p w:rsidR="005A30CB" w:rsidRPr="009857C0" w:rsidRDefault="002F095E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3 шт.</w:t>
            </w:r>
          </w:p>
        </w:tc>
      </w:tr>
      <w:tr w:rsidR="005A30CB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5A30CB" w:rsidRPr="009857C0" w:rsidRDefault="005A30CB" w:rsidP="00B2263A">
            <w:pPr>
              <w:pStyle w:val="aa"/>
              <w:numPr>
                <w:ilvl w:val="0"/>
                <w:numId w:val="6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5A30CB" w:rsidRPr="009857C0" w:rsidRDefault="0073021A" w:rsidP="00AD4998">
            <w:pPr>
              <w:jc w:val="both"/>
              <w:rPr>
                <w:bCs/>
              </w:rPr>
            </w:pPr>
            <w:r w:rsidRPr="009857C0">
              <w:rPr>
                <w:bCs/>
              </w:rPr>
              <w:t>Муфта 3ПКВтп 10-70/120</w:t>
            </w:r>
          </w:p>
        </w:tc>
        <w:tc>
          <w:tcPr>
            <w:tcW w:w="1524" w:type="dxa"/>
            <w:vAlign w:val="center"/>
          </w:tcPr>
          <w:p w:rsidR="005A30CB" w:rsidRPr="009857C0" w:rsidRDefault="0073021A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1 шт.</w:t>
            </w:r>
          </w:p>
        </w:tc>
      </w:tr>
      <w:tr w:rsidR="005A30CB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5A30CB" w:rsidRPr="009857C0" w:rsidRDefault="005A30CB" w:rsidP="00B2263A">
            <w:pPr>
              <w:pStyle w:val="aa"/>
              <w:numPr>
                <w:ilvl w:val="0"/>
                <w:numId w:val="6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5A30CB" w:rsidRPr="009857C0" w:rsidRDefault="0073021A" w:rsidP="0073021A">
            <w:pPr>
              <w:jc w:val="both"/>
              <w:rPr>
                <w:bCs/>
              </w:rPr>
            </w:pPr>
            <w:r w:rsidRPr="009857C0">
              <w:rPr>
                <w:bCs/>
              </w:rPr>
              <w:t>Муфта 3ПКНтп 10-70/120</w:t>
            </w:r>
          </w:p>
        </w:tc>
        <w:tc>
          <w:tcPr>
            <w:tcW w:w="1524" w:type="dxa"/>
            <w:vAlign w:val="center"/>
          </w:tcPr>
          <w:p w:rsidR="005A30CB" w:rsidRPr="009857C0" w:rsidRDefault="0073021A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1 шт.</w:t>
            </w:r>
          </w:p>
        </w:tc>
      </w:tr>
      <w:tr w:rsidR="005A30CB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5A30CB" w:rsidRPr="009857C0" w:rsidRDefault="005A30CB" w:rsidP="00B2263A">
            <w:pPr>
              <w:pStyle w:val="aa"/>
              <w:numPr>
                <w:ilvl w:val="0"/>
                <w:numId w:val="6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5A30CB" w:rsidRPr="009857C0" w:rsidRDefault="0073021A" w:rsidP="00AD4998">
            <w:pPr>
              <w:jc w:val="both"/>
              <w:rPr>
                <w:bCs/>
              </w:rPr>
            </w:pPr>
            <w:r w:rsidRPr="009857C0">
              <w:rPr>
                <w:bCs/>
              </w:rPr>
              <w:t>Муфта 3ПСтп 10-95/120</w:t>
            </w:r>
          </w:p>
        </w:tc>
        <w:tc>
          <w:tcPr>
            <w:tcW w:w="1524" w:type="dxa"/>
            <w:vAlign w:val="center"/>
          </w:tcPr>
          <w:p w:rsidR="005A30CB" w:rsidRPr="009857C0" w:rsidRDefault="0073021A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4 шт.</w:t>
            </w:r>
          </w:p>
        </w:tc>
      </w:tr>
      <w:tr w:rsidR="005A30CB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5A30CB" w:rsidRPr="009857C0" w:rsidRDefault="005A30CB" w:rsidP="00B2263A">
            <w:pPr>
              <w:pStyle w:val="aa"/>
              <w:numPr>
                <w:ilvl w:val="0"/>
                <w:numId w:val="6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5A30CB" w:rsidRPr="009857C0" w:rsidRDefault="005A30CB" w:rsidP="00FA7EEE">
            <w:pPr>
              <w:jc w:val="both"/>
              <w:rPr>
                <w:bCs/>
              </w:rPr>
            </w:pPr>
            <w:r w:rsidRPr="009857C0">
              <w:rPr>
                <w:bCs/>
              </w:rPr>
              <w:t>Металлоконструкции для ВЛ-6кВ</w:t>
            </w:r>
          </w:p>
        </w:tc>
        <w:tc>
          <w:tcPr>
            <w:tcW w:w="1524" w:type="dxa"/>
            <w:vAlign w:val="center"/>
          </w:tcPr>
          <w:p w:rsidR="005A30CB" w:rsidRPr="009857C0" w:rsidRDefault="002F095E" w:rsidP="00FA7EEE">
            <w:pPr>
              <w:jc w:val="center"/>
              <w:rPr>
                <w:bCs/>
              </w:rPr>
            </w:pPr>
            <w:r w:rsidRPr="009857C0">
              <w:rPr>
                <w:bCs/>
              </w:rPr>
              <w:t xml:space="preserve">194,88 </w:t>
            </w:r>
            <w:r w:rsidR="005A30CB" w:rsidRPr="009857C0">
              <w:rPr>
                <w:bCs/>
              </w:rPr>
              <w:t>кг</w:t>
            </w:r>
          </w:p>
        </w:tc>
      </w:tr>
      <w:tr w:rsidR="005A30CB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5A30CB" w:rsidRPr="009857C0" w:rsidRDefault="005A30CB" w:rsidP="00B2263A">
            <w:pPr>
              <w:pStyle w:val="aa"/>
              <w:numPr>
                <w:ilvl w:val="0"/>
                <w:numId w:val="6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5A30CB" w:rsidRPr="009857C0" w:rsidRDefault="005A30CB" w:rsidP="00FA7EEE">
            <w:pPr>
              <w:jc w:val="both"/>
              <w:rPr>
                <w:bCs/>
              </w:rPr>
            </w:pPr>
            <w:r w:rsidRPr="009857C0">
              <w:rPr>
                <w:bCs/>
              </w:rPr>
              <w:t>Железобетонные изделия  для ВЛ-6кВ</w:t>
            </w:r>
          </w:p>
        </w:tc>
        <w:tc>
          <w:tcPr>
            <w:tcW w:w="1524" w:type="dxa"/>
            <w:vAlign w:val="center"/>
          </w:tcPr>
          <w:p w:rsidR="005A30CB" w:rsidRPr="009857C0" w:rsidRDefault="002F095E" w:rsidP="00FA7EEE">
            <w:pPr>
              <w:jc w:val="center"/>
              <w:rPr>
                <w:bCs/>
              </w:rPr>
            </w:pPr>
            <w:r w:rsidRPr="009857C0">
              <w:rPr>
                <w:bCs/>
              </w:rPr>
              <w:t xml:space="preserve"> 0,45 </w:t>
            </w:r>
            <w:r w:rsidR="005A30CB" w:rsidRPr="009857C0">
              <w:rPr>
                <w:bCs/>
              </w:rPr>
              <w:t>м3</w:t>
            </w:r>
          </w:p>
        </w:tc>
      </w:tr>
      <w:tr w:rsidR="005A30CB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5A30CB" w:rsidRPr="009857C0" w:rsidRDefault="005A30CB" w:rsidP="00B2263A">
            <w:pPr>
              <w:pStyle w:val="aa"/>
              <w:numPr>
                <w:ilvl w:val="0"/>
                <w:numId w:val="6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5A30CB" w:rsidRPr="009857C0" w:rsidRDefault="005A30CB" w:rsidP="00FA7EEE">
            <w:pPr>
              <w:jc w:val="both"/>
              <w:rPr>
                <w:bCs/>
              </w:rPr>
            </w:pPr>
            <w:r w:rsidRPr="009857C0">
              <w:rPr>
                <w:bCs/>
              </w:rPr>
              <w:t>Номерные знаки</w:t>
            </w:r>
          </w:p>
        </w:tc>
        <w:tc>
          <w:tcPr>
            <w:tcW w:w="1524" w:type="dxa"/>
            <w:vAlign w:val="center"/>
          </w:tcPr>
          <w:p w:rsidR="005A30CB" w:rsidRPr="009857C0" w:rsidRDefault="0073021A" w:rsidP="00FA7EEE">
            <w:pPr>
              <w:jc w:val="center"/>
              <w:rPr>
                <w:bCs/>
              </w:rPr>
            </w:pPr>
            <w:r w:rsidRPr="009857C0">
              <w:rPr>
                <w:bCs/>
              </w:rPr>
              <w:t>1 шт.</w:t>
            </w:r>
          </w:p>
        </w:tc>
      </w:tr>
      <w:tr w:rsidR="005A30CB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5A30CB" w:rsidRPr="009857C0" w:rsidRDefault="005A30CB" w:rsidP="00B2263A">
            <w:pPr>
              <w:pStyle w:val="aa"/>
              <w:numPr>
                <w:ilvl w:val="0"/>
                <w:numId w:val="6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5A30CB" w:rsidRPr="009857C0" w:rsidRDefault="005A30CB" w:rsidP="00FA7EEE">
            <w:pPr>
              <w:jc w:val="both"/>
              <w:rPr>
                <w:bCs/>
              </w:rPr>
            </w:pPr>
            <w:r w:rsidRPr="009857C0">
              <w:rPr>
                <w:bCs/>
              </w:rPr>
              <w:t>Предупредительные плакаты</w:t>
            </w:r>
          </w:p>
        </w:tc>
        <w:tc>
          <w:tcPr>
            <w:tcW w:w="1524" w:type="dxa"/>
            <w:vAlign w:val="center"/>
          </w:tcPr>
          <w:p w:rsidR="005A30CB" w:rsidRPr="009857C0" w:rsidRDefault="0073021A" w:rsidP="00FA7EEE">
            <w:pPr>
              <w:jc w:val="center"/>
              <w:rPr>
                <w:bCs/>
              </w:rPr>
            </w:pPr>
            <w:r w:rsidRPr="009857C0">
              <w:rPr>
                <w:bCs/>
              </w:rPr>
              <w:t>1 шт.</w:t>
            </w:r>
          </w:p>
        </w:tc>
      </w:tr>
      <w:tr w:rsidR="002F095E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2F095E" w:rsidRPr="009857C0" w:rsidRDefault="002F095E" w:rsidP="00B2263A">
            <w:pPr>
              <w:pStyle w:val="aa"/>
              <w:numPr>
                <w:ilvl w:val="0"/>
                <w:numId w:val="6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2F095E" w:rsidRPr="009857C0" w:rsidRDefault="0073021A" w:rsidP="00FA7EEE">
            <w:pPr>
              <w:jc w:val="both"/>
              <w:rPr>
                <w:bCs/>
              </w:rPr>
            </w:pPr>
            <w:r w:rsidRPr="009857C0">
              <w:rPr>
                <w:bCs/>
              </w:rPr>
              <w:t>Песок</w:t>
            </w:r>
          </w:p>
        </w:tc>
        <w:tc>
          <w:tcPr>
            <w:tcW w:w="1524" w:type="dxa"/>
            <w:vAlign w:val="center"/>
          </w:tcPr>
          <w:p w:rsidR="002F095E" w:rsidRPr="009857C0" w:rsidRDefault="0073021A" w:rsidP="00FA7EEE">
            <w:pPr>
              <w:jc w:val="center"/>
              <w:rPr>
                <w:bCs/>
              </w:rPr>
            </w:pPr>
            <w:r w:rsidRPr="009857C0">
              <w:rPr>
                <w:bCs/>
              </w:rPr>
              <w:t>40,8 м3</w:t>
            </w:r>
          </w:p>
        </w:tc>
      </w:tr>
      <w:tr w:rsidR="002F095E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2F095E" w:rsidRPr="009857C0" w:rsidRDefault="002F095E" w:rsidP="00B2263A">
            <w:pPr>
              <w:pStyle w:val="aa"/>
              <w:numPr>
                <w:ilvl w:val="0"/>
                <w:numId w:val="6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2F095E" w:rsidRPr="009857C0" w:rsidRDefault="0073021A" w:rsidP="00FA7EEE">
            <w:pPr>
              <w:jc w:val="both"/>
              <w:rPr>
                <w:bCs/>
              </w:rPr>
            </w:pPr>
            <w:r w:rsidRPr="009857C0">
              <w:rPr>
                <w:bCs/>
              </w:rPr>
              <w:t>Кирпич</w:t>
            </w:r>
          </w:p>
        </w:tc>
        <w:tc>
          <w:tcPr>
            <w:tcW w:w="1524" w:type="dxa"/>
            <w:vAlign w:val="center"/>
          </w:tcPr>
          <w:p w:rsidR="002F095E" w:rsidRPr="009857C0" w:rsidRDefault="0073021A" w:rsidP="00FA7EEE">
            <w:pPr>
              <w:jc w:val="center"/>
              <w:rPr>
                <w:bCs/>
              </w:rPr>
            </w:pPr>
            <w:r w:rsidRPr="009857C0">
              <w:rPr>
                <w:bCs/>
              </w:rPr>
              <w:t>560 шт.</w:t>
            </w:r>
          </w:p>
        </w:tc>
      </w:tr>
      <w:tr w:rsidR="002F095E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2F095E" w:rsidRPr="009857C0" w:rsidRDefault="002F095E" w:rsidP="00B2263A">
            <w:pPr>
              <w:pStyle w:val="aa"/>
              <w:numPr>
                <w:ilvl w:val="0"/>
                <w:numId w:val="6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2F095E" w:rsidRPr="009857C0" w:rsidRDefault="0073021A" w:rsidP="00FA7EEE">
            <w:pPr>
              <w:jc w:val="both"/>
              <w:rPr>
                <w:bCs/>
              </w:rPr>
            </w:pPr>
            <w:proofErr w:type="gramStart"/>
            <w:r w:rsidRPr="009857C0">
              <w:rPr>
                <w:bCs/>
              </w:rPr>
              <w:t>Труба</w:t>
            </w:r>
            <w:proofErr w:type="gramEnd"/>
            <w:r w:rsidRPr="009857C0">
              <w:rPr>
                <w:bCs/>
              </w:rPr>
              <w:t xml:space="preserve"> а/ц 150мм, </w:t>
            </w:r>
            <w:r w:rsidRPr="009857C0">
              <w:rPr>
                <w:bCs/>
                <w:lang w:val="en-US"/>
              </w:rPr>
              <w:t>L</w:t>
            </w:r>
            <w:r w:rsidRPr="009857C0">
              <w:rPr>
                <w:bCs/>
              </w:rPr>
              <w:t>=3м  БНТ-150</w:t>
            </w:r>
          </w:p>
        </w:tc>
        <w:tc>
          <w:tcPr>
            <w:tcW w:w="1524" w:type="dxa"/>
            <w:vAlign w:val="center"/>
          </w:tcPr>
          <w:p w:rsidR="002F095E" w:rsidRPr="009857C0" w:rsidRDefault="0073021A" w:rsidP="0073021A">
            <w:pPr>
              <w:jc w:val="center"/>
              <w:rPr>
                <w:bCs/>
              </w:rPr>
            </w:pPr>
            <w:r w:rsidRPr="009857C0">
              <w:rPr>
                <w:bCs/>
              </w:rPr>
              <w:t>180 шт.</w:t>
            </w:r>
          </w:p>
        </w:tc>
      </w:tr>
      <w:tr w:rsidR="002F095E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2F095E" w:rsidRPr="009857C0" w:rsidRDefault="002F095E" w:rsidP="00B2263A">
            <w:pPr>
              <w:pStyle w:val="aa"/>
              <w:numPr>
                <w:ilvl w:val="0"/>
                <w:numId w:val="6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2F095E" w:rsidRPr="009857C0" w:rsidRDefault="0073021A" w:rsidP="00FA7EEE">
            <w:pPr>
              <w:jc w:val="both"/>
              <w:rPr>
                <w:bCs/>
              </w:rPr>
            </w:pPr>
            <w:r w:rsidRPr="009857C0">
              <w:rPr>
                <w:bCs/>
              </w:rPr>
              <w:t>Муфта для а/ц труб  БНМ150</w:t>
            </w:r>
          </w:p>
        </w:tc>
        <w:tc>
          <w:tcPr>
            <w:tcW w:w="1524" w:type="dxa"/>
            <w:vAlign w:val="center"/>
          </w:tcPr>
          <w:p w:rsidR="002F095E" w:rsidRPr="009857C0" w:rsidRDefault="0073021A" w:rsidP="00FA7EEE">
            <w:pPr>
              <w:jc w:val="center"/>
              <w:rPr>
                <w:bCs/>
              </w:rPr>
            </w:pPr>
            <w:r w:rsidRPr="009857C0">
              <w:rPr>
                <w:bCs/>
              </w:rPr>
              <w:t>180 шт.</w:t>
            </w:r>
          </w:p>
        </w:tc>
      </w:tr>
      <w:tr w:rsidR="005A30CB" w:rsidRPr="009857C0" w:rsidTr="00FA7EEE">
        <w:trPr>
          <w:trHeight w:val="198"/>
          <w:jc w:val="center"/>
        </w:trPr>
        <w:tc>
          <w:tcPr>
            <w:tcW w:w="10314" w:type="dxa"/>
            <w:gridSpan w:val="3"/>
            <w:vAlign w:val="center"/>
          </w:tcPr>
          <w:p w:rsidR="005A30CB" w:rsidRPr="009857C0" w:rsidRDefault="005A30CB" w:rsidP="000171D9">
            <w:pPr>
              <w:jc w:val="center"/>
              <w:rPr>
                <w:bCs/>
              </w:rPr>
            </w:pPr>
            <w:r w:rsidRPr="009857C0">
              <w:rPr>
                <w:b/>
                <w:bCs/>
                <w:i/>
              </w:rPr>
              <w:t>Оборудование и материалы по ВЛ</w:t>
            </w:r>
            <w:r w:rsidR="008E1528" w:rsidRPr="009857C0">
              <w:rPr>
                <w:b/>
                <w:bCs/>
                <w:i/>
              </w:rPr>
              <w:t>И</w:t>
            </w:r>
            <w:r w:rsidRPr="009857C0">
              <w:rPr>
                <w:b/>
                <w:bCs/>
                <w:i/>
              </w:rPr>
              <w:t>-0,4кВ</w:t>
            </w:r>
          </w:p>
        </w:tc>
      </w:tr>
      <w:tr w:rsidR="005A30CB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5A30CB" w:rsidRPr="009857C0" w:rsidRDefault="005A30CB" w:rsidP="00B2263A">
            <w:pPr>
              <w:pStyle w:val="aa"/>
              <w:numPr>
                <w:ilvl w:val="0"/>
                <w:numId w:val="8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5A30CB" w:rsidRPr="009857C0" w:rsidRDefault="005A30CB" w:rsidP="00FA7EEE">
            <w:pPr>
              <w:jc w:val="both"/>
              <w:rPr>
                <w:bCs/>
              </w:rPr>
            </w:pPr>
            <w:r w:rsidRPr="009857C0">
              <w:rPr>
                <w:bCs/>
              </w:rPr>
              <w:t xml:space="preserve">Комплектная трансформаторная подстанция 6/0,4кВ </w:t>
            </w:r>
            <w:r w:rsidR="00FA7EEE" w:rsidRPr="009857C0">
              <w:rPr>
                <w:bCs/>
              </w:rPr>
              <w:t>проходного</w:t>
            </w:r>
            <w:r w:rsidRPr="009857C0">
              <w:rPr>
                <w:bCs/>
              </w:rPr>
              <w:t xml:space="preserve"> типа с </w:t>
            </w:r>
            <w:r w:rsidR="00FA7EEE" w:rsidRPr="009857C0">
              <w:rPr>
                <w:bCs/>
              </w:rPr>
              <w:t>трансформатором ТМГ</w:t>
            </w:r>
            <w:r w:rsidRPr="009857C0">
              <w:rPr>
                <w:bCs/>
              </w:rPr>
              <w:t>-</w:t>
            </w:r>
            <w:r w:rsidR="00FA7EEE" w:rsidRPr="009857C0">
              <w:rPr>
                <w:bCs/>
              </w:rPr>
              <w:t>10</w:t>
            </w:r>
            <w:r w:rsidRPr="009857C0">
              <w:rPr>
                <w:bCs/>
              </w:rPr>
              <w:t>0/6/0,4кВ</w:t>
            </w:r>
          </w:p>
        </w:tc>
        <w:tc>
          <w:tcPr>
            <w:tcW w:w="1524" w:type="dxa"/>
            <w:vAlign w:val="center"/>
          </w:tcPr>
          <w:p w:rsidR="005A30CB" w:rsidRPr="009857C0" w:rsidRDefault="005A30CB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 xml:space="preserve">1 </w:t>
            </w:r>
            <w:proofErr w:type="spellStart"/>
            <w:r w:rsidRPr="009857C0">
              <w:rPr>
                <w:bCs/>
              </w:rPr>
              <w:t>компл</w:t>
            </w:r>
            <w:proofErr w:type="spellEnd"/>
            <w:r w:rsidRPr="009857C0">
              <w:rPr>
                <w:bCs/>
              </w:rPr>
              <w:t>.</w:t>
            </w:r>
          </w:p>
        </w:tc>
      </w:tr>
      <w:tr w:rsidR="005A30CB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5A30CB" w:rsidRPr="009857C0" w:rsidRDefault="005A30CB" w:rsidP="00B2263A">
            <w:pPr>
              <w:pStyle w:val="aa"/>
              <w:numPr>
                <w:ilvl w:val="0"/>
                <w:numId w:val="8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5A30CB" w:rsidRPr="009857C0" w:rsidRDefault="00FA7EEE" w:rsidP="00FA7EEE">
            <w:pPr>
              <w:jc w:val="both"/>
              <w:rPr>
                <w:bCs/>
              </w:rPr>
            </w:pPr>
            <w:r w:rsidRPr="009857C0">
              <w:rPr>
                <w:bCs/>
              </w:rPr>
              <w:t>Ограничитель перенапряжений ОПН-5УХЛ(2)1</w:t>
            </w:r>
          </w:p>
        </w:tc>
        <w:tc>
          <w:tcPr>
            <w:tcW w:w="1524" w:type="dxa"/>
            <w:vAlign w:val="center"/>
          </w:tcPr>
          <w:p w:rsidR="005A30CB" w:rsidRPr="009857C0" w:rsidRDefault="00FA7EEE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15 шт.</w:t>
            </w:r>
          </w:p>
        </w:tc>
      </w:tr>
      <w:tr w:rsidR="00FA7EEE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FA7EEE" w:rsidRPr="009857C0" w:rsidRDefault="00FA7EEE" w:rsidP="00B2263A">
            <w:pPr>
              <w:pStyle w:val="aa"/>
              <w:numPr>
                <w:ilvl w:val="0"/>
                <w:numId w:val="8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FA7EEE" w:rsidRPr="009857C0" w:rsidRDefault="006A6D0C" w:rsidP="00FA7EEE">
            <w:pPr>
              <w:jc w:val="both"/>
              <w:rPr>
                <w:bCs/>
              </w:rPr>
            </w:pPr>
            <w:r w:rsidRPr="009857C0">
              <w:rPr>
                <w:bCs/>
              </w:rPr>
              <w:t xml:space="preserve">Комплект промежуточной подвески </w:t>
            </w:r>
            <w:r w:rsidRPr="009857C0">
              <w:rPr>
                <w:bCs/>
                <w:lang w:val="en-US"/>
              </w:rPr>
              <w:t>ES</w:t>
            </w:r>
            <w:r w:rsidRPr="009857C0">
              <w:rPr>
                <w:bCs/>
              </w:rPr>
              <w:t>1500</w:t>
            </w:r>
            <w:r w:rsidRPr="009857C0">
              <w:rPr>
                <w:bCs/>
                <w:lang w:val="en-US"/>
              </w:rPr>
              <w:t>E</w:t>
            </w:r>
          </w:p>
        </w:tc>
        <w:tc>
          <w:tcPr>
            <w:tcW w:w="1524" w:type="dxa"/>
            <w:vAlign w:val="center"/>
          </w:tcPr>
          <w:p w:rsidR="00FA7EEE" w:rsidRPr="009857C0" w:rsidRDefault="006A6D0C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12 шт.</w:t>
            </w:r>
          </w:p>
        </w:tc>
      </w:tr>
      <w:tr w:rsidR="00FA7EEE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FA7EEE" w:rsidRPr="009857C0" w:rsidRDefault="00FA7EEE" w:rsidP="00B2263A">
            <w:pPr>
              <w:pStyle w:val="aa"/>
              <w:numPr>
                <w:ilvl w:val="0"/>
                <w:numId w:val="8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FA7EEE" w:rsidRPr="009857C0" w:rsidRDefault="006A6D0C" w:rsidP="00FA7EEE">
            <w:pPr>
              <w:jc w:val="both"/>
              <w:rPr>
                <w:bCs/>
              </w:rPr>
            </w:pPr>
            <w:r w:rsidRPr="009857C0">
              <w:rPr>
                <w:bCs/>
              </w:rPr>
              <w:t xml:space="preserve">Зажим ответвительный </w:t>
            </w:r>
            <w:proofErr w:type="gramStart"/>
            <w:r w:rsidRPr="009857C0">
              <w:rPr>
                <w:bCs/>
              </w:rPr>
              <w:t>Р</w:t>
            </w:r>
            <w:proofErr w:type="gramEnd"/>
            <w:r w:rsidRPr="009857C0">
              <w:rPr>
                <w:bCs/>
              </w:rPr>
              <w:t xml:space="preserve"> 72</w:t>
            </w:r>
          </w:p>
        </w:tc>
        <w:tc>
          <w:tcPr>
            <w:tcW w:w="1524" w:type="dxa"/>
            <w:vAlign w:val="center"/>
          </w:tcPr>
          <w:p w:rsidR="00FA7EEE" w:rsidRPr="009857C0" w:rsidRDefault="006A6D0C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32 шт.</w:t>
            </w:r>
          </w:p>
        </w:tc>
      </w:tr>
      <w:tr w:rsidR="00FA7EEE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FA7EEE" w:rsidRPr="009857C0" w:rsidRDefault="00FA7EEE" w:rsidP="00B2263A">
            <w:pPr>
              <w:pStyle w:val="aa"/>
              <w:numPr>
                <w:ilvl w:val="0"/>
                <w:numId w:val="8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FA7EEE" w:rsidRPr="009857C0" w:rsidRDefault="00FA7EEE" w:rsidP="00FA7EEE">
            <w:pPr>
              <w:jc w:val="both"/>
              <w:rPr>
                <w:bCs/>
              </w:rPr>
            </w:pPr>
            <w:r w:rsidRPr="009857C0">
              <w:rPr>
                <w:bCs/>
              </w:rPr>
              <w:t xml:space="preserve">Зажим </w:t>
            </w:r>
            <w:proofErr w:type="spellStart"/>
            <w:r w:rsidRPr="009857C0">
              <w:rPr>
                <w:bCs/>
              </w:rPr>
              <w:t>плашечный</w:t>
            </w:r>
            <w:proofErr w:type="spellEnd"/>
            <w:r w:rsidRPr="009857C0">
              <w:rPr>
                <w:bCs/>
              </w:rPr>
              <w:t xml:space="preserve"> </w:t>
            </w:r>
            <w:r w:rsidRPr="009857C0">
              <w:rPr>
                <w:bCs/>
                <w:lang w:val="en-US"/>
              </w:rPr>
              <w:t>CD</w:t>
            </w:r>
            <w:r w:rsidRPr="009857C0">
              <w:rPr>
                <w:bCs/>
              </w:rPr>
              <w:t>150</w:t>
            </w:r>
          </w:p>
        </w:tc>
        <w:tc>
          <w:tcPr>
            <w:tcW w:w="1524" w:type="dxa"/>
            <w:vAlign w:val="center"/>
          </w:tcPr>
          <w:p w:rsidR="00FA7EEE" w:rsidRPr="009857C0" w:rsidRDefault="006A6D0C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36 шт.</w:t>
            </w:r>
          </w:p>
        </w:tc>
      </w:tr>
      <w:tr w:rsidR="00FA7EEE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FA7EEE" w:rsidRPr="009857C0" w:rsidRDefault="00FA7EEE" w:rsidP="00B2263A">
            <w:pPr>
              <w:pStyle w:val="aa"/>
              <w:numPr>
                <w:ilvl w:val="0"/>
                <w:numId w:val="8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FA7EEE" w:rsidRPr="009857C0" w:rsidRDefault="00FA7EEE" w:rsidP="00FA7EEE">
            <w:pPr>
              <w:jc w:val="both"/>
              <w:rPr>
                <w:bCs/>
              </w:rPr>
            </w:pPr>
            <w:r w:rsidRPr="009857C0">
              <w:rPr>
                <w:bCs/>
              </w:rPr>
              <w:t>Стяжной хомут  Е778</w:t>
            </w:r>
          </w:p>
        </w:tc>
        <w:tc>
          <w:tcPr>
            <w:tcW w:w="1524" w:type="dxa"/>
            <w:vAlign w:val="center"/>
          </w:tcPr>
          <w:p w:rsidR="00FA7EEE" w:rsidRPr="009857C0" w:rsidRDefault="006A6D0C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50 шт.</w:t>
            </w:r>
          </w:p>
        </w:tc>
      </w:tr>
      <w:tr w:rsidR="00FA7EEE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FA7EEE" w:rsidRPr="009857C0" w:rsidRDefault="00FA7EEE" w:rsidP="00B2263A">
            <w:pPr>
              <w:pStyle w:val="aa"/>
              <w:numPr>
                <w:ilvl w:val="0"/>
                <w:numId w:val="8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FA7EEE" w:rsidRPr="009857C0" w:rsidRDefault="00FA7EEE" w:rsidP="00FA7EEE">
            <w:pPr>
              <w:jc w:val="both"/>
              <w:rPr>
                <w:bCs/>
                <w:lang w:val="en-US"/>
              </w:rPr>
            </w:pPr>
            <w:r w:rsidRPr="009857C0">
              <w:rPr>
                <w:bCs/>
              </w:rPr>
              <w:t xml:space="preserve">Металлическая лента </w:t>
            </w:r>
            <w:r w:rsidRPr="009857C0">
              <w:rPr>
                <w:bCs/>
                <w:lang w:val="en-US"/>
              </w:rPr>
              <w:t>F</w:t>
            </w:r>
            <w:r w:rsidR="006A6D0C" w:rsidRPr="009857C0">
              <w:rPr>
                <w:bCs/>
                <w:lang w:val="en-US"/>
              </w:rPr>
              <w:t>207</w:t>
            </w:r>
          </w:p>
        </w:tc>
        <w:tc>
          <w:tcPr>
            <w:tcW w:w="1524" w:type="dxa"/>
            <w:vAlign w:val="center"/>
          </w:tcPr>
          <w:p w:rsidR="00FA7EEE" w:rsidRPr="009857C0" w:rsidRDefault="006A6D0C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56 м</w:t>
            </w:r>
          </w:p>
        </w:tc>
      </w:tr>
      <w:tr w:rsidR="00FA7EEE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FA7EEE" w:rsidRPr="009857C0" w:rsidRDefault="00FA7EEE" w:rsidP="00B2263A">
            <w:pPr>
              <w:pStyle w:val="aa"/>
              <w:numPr>
                <w:ilvl w:val="0"/>
                <w:numId w:val="8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FA7EEE" w:rsidRPr="009857C0" w:rsidRDefault="00FA7EEE" w:rsidP="00FA7EEE">
            <w:pPr>
              <w:jc w:val="both"/>
              <w:rPr>
                <w:bCs/>
              </w:rPr>
            </w:pPr>
            <w:r w:rsidRPr="009857C0">
              <w:rPr>
                <w:bCs/>
              </w:rPr>
              <w:t xml:space="preserve">Бугель </w:t>
            </w:r>
            <w:r w:rsidRPr="009857C0">
              <w:rPr>
                <w:bCs/>
                <w:lang w:val="en-US"/>
              </w:rPr>
              <w:t>NB</w:t>
            </w:r>
            <w:r w:rsidRPr="009857C0">
              <w:rPr>
                <w:bCs/>
              </w:rPr>
              <w:t>20</w:t>
            </w:r>
          </w:p>
        </w:tc>
        <w:tc>
          <w:tcPr>
            <w:tcW w:w="1524" w:type="dxa"/>
            <w:vAlign w:val="center"/>
          </w:tcPr>
          <w:p w:rsidR="00FA7EEE" w:rsidRPr="009857C0" w:rsidRDefault="006A6D0C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30 шт.</w:t>
            </w:r>
          </w:p>
        </w:tc>
      </w:tr>
      <w:tr w:rsidR="00FA7EEE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FA7EEE" w:rsidRPr="009857C0" w:rsidRDefault="00FA7EEE" w:rsidP="00B2263A">
            <w:pPr>
              <w:pStyle w:val="aa"/>
              <w:numPr>
                <w:ilvl w:val="0"/>
                <w:numId w:val="8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FA7EEE" w:rsidRPr="009857C0" w:rsidRDefault="00FA7EEE" w:rsidP="00FA7EEE">
            <w:pPr>
              <w:jc w:val="both"/>
              <w:rPr>
                <w:bCs/>
              </w:rPr>
            </w:pPr>
            <w:r w:rsidRPr="009857C0">
              <w:rPr>
                <w:bCs/>
              </w:rPr>
              <w:t xml:space="preserve">Анкерный кронштейн </w:t>
            </w:r>
            <w:r w:rsidRPr="009857C0">
              <w:rPr>
                <w:bCs/>
                <w:lang w:val="en-US"/>
              </w:rPr>
              <w:t>CS</w:t>
            </w:r>
            <w:r w:rsidRPr="009857C0">
              <w:rPr>
                <w:bCs/>
              </w:rPr>
              <w:t>10.3</w:t>
            </w:r>
          </w:p>
        </w:tc>
        <w:tc>
          <w:tcPr>
            <w:tcW w:w="1524" w:type="dxa"/>
            <w:vAlign w:val="center"/>
          </w:tcPr>
          <w:p w:rsidR="00FA7EEE" w:rsidRPr="009857C0" w:rsidRDefault="006A6D0C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12 шт.</w:t>
            </w:r>
          </w:p>
        </w:tc>
      </w:tr>
      <w:tr w:rsidR="00FA7EEE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FA7EEE" w:rsidRPr="009857C0" w:rsidRDefault="00FA7EEE" w:rsidP="00B2263A">
            <w:pPr>
              <w:pStyle w:val="aa"/>
              <w:numPr>
                <w:ilvl w:val="0"/>
                <w:numId w:val="8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FA7EEE" w:rsidRPr="009857C0" w:rsidRDefault="00FA7EEE" w:rsidP="00016151">
            <w:pPr>
              <w:jc w:val="both"/>
              <w:rPr>
                <w:bCs/>
              </w:rPr>
            </w:pPr>
            <w:r w:rsidRPr="009857C0">
              <w:rPr>
                <w:bCs/>
              </w:rPr>
              <w:t>Зажим натяжной РА 1500</w:t>
            </w:r>
          </w:p>
        </w:tc>
        <w:tc>
          <w:tcPr>
            <w:tcW w:w="1524" w:type="dxa"/>
            <w:vAlign w:val="center"/>
          </w:tcPr>
          <w:p w:rsidR="00FA7EEE" w:rsidRPr="009857C0" w:rsidRDefault="006A6D0C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20 шт.</w:t>
            </w:r>
          </w:p>
        </w:tc>
      </w:tr>
      <w:tr w:rsidR="00FA7EEE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FA7EEE" w:rsidRPr="009857C0" w:rsidRDefault="00FA7EEE" w:rsidP="00B2263A">
            <w:pPr>
              <w:pStyle w:val="aa"/>
              <w:numPr>
                <w:ilvl w:val="0"/>
                <w:numId w:val="8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FA7EEE" w:rsidRPr="009857C0" w:rsidRDefault="006A6D0C" w:rsidP="00FA7EEE">
            <w:pPr>
              <w:jc w:val="both"/>
              <w:rPr>
                <w:bCs/>
                <w:lang w:val="en-US"/>
              </w:rPr>
            </w:pPr>
            <w:r w:rsidRPr="009857C0">
              <w:rPr>
                <w:bCs/>
              </w:rPr>
              <w:t xml:space="preserve">Анкерный клиновой зажим </w:t>
            </w:r>
            <w:r w:rsidRPr="009857C0">
              <w:rPr>
                <w:bCs/>
                <w:lang w:val="en-US"/>
              </w:rPr>
              <w:t>DN</w:t>
            </w:r>
            <w:r w:rsidR="000B0C2D" w:rsidRPr="009857C0">
              <w:rPr>
                <w:bCs/>
                <w:lang w:val="en-US"/>
              </w:rPr>
              <w:t>123</w:t>
            </w:r>
          </w:p>
        </w:tc>
        <w:tc>
          <w:tcPr>
            <w:tcW w:w="1524" w:type="dxa"/>
            <w:vAlign w:val="center"/>
          </w:tcPr>
          <w:p w:rsidR="00FA7EEE" w:rsidRPr="009857C0" w:rsidRDefault="000B0C2D" w:rsidP="000B0C2D">
            <w:pPr>
              <w:jc w:val="center"/>
              <w:rPr>
                <w:bCs/>
              </w:rPr>
            </w:pPr>
            <w:r w:rsidRPr="009857C0">
              <w:rPr>
                <w:bCs/>
                <w:lang w:val="en-US"/>
              </w:rPr>
              <w:t xml:space="preserve">4 </w:t>
            </w:r>
            <w:r w:rsidRPr="009857C0">
              <w:rPr>
                <w:bCs/>
              </w:rPr>
              <w:t>шт.</w:t>
            </w:r>
          </w:p>
        </w:tc>
      </w:tr>
      <w:tr w:rsidR="00FA7EEE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FA7EEE" w:rsidRPr="009857C0" w:rsidRDefault="00FA7EEE" w:rsidP="00B2263A">
            <w:pPr>
              <w:pStyle w:val="aa"/>
              <w:numPr>
                <w:ilvl w:val="0"/>
                <w:numId w:val="8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FA7EEE" w:rsidRPr="009857C0" w:rsidRDefault="000B0C2D" w:rsidP="00FA7EEE">
            <w:pPr>
              <w:jc w:val="both"/>
              <w:rPr>
                <w:bCs/>
              </w:rPr>
            </w:pPr>
            <w:r w:rsidRPr="009857C0">
              <w:rPr>
                <w:bCs/>
              </w:rPr>
              <w:t>Анкерный кронштейн СА16</w:t>
            </w:r>
          </w:p>
        </w:tc>
        <w:tc>
          <w:tcPr>
            <w:tcW w:w="1524" w:type="dxa"/>
            <w:vAlign w:val="center"/>
          </w:tcPr>
          <w:p w:rsidR="00FA7EEE" w:rsidRPr="009857C0" w:rsidRDefault="000B0C2D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4 шт.</w:t>
            </w:r>
          </w:p>
        </w:tc>
      </w:tr>
      <w:tr w:rsidR="00377719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377719" w:rsidRPr="009857C0" w:rsidRDefault="00377719" w:rsidP="00B2263A">
            <w:pPr>
              <w:pStyle w:val="aa"/>
              <w:numPr>
                <w:ilvl w:val="0"/>
                <w:numId w:val="8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377719" w:rsidRPr="009857C0" w:rsidRDefault="00377719" w:rsidP="00FA7EEE">
            <w:pPr>
              <w:jc w:val="both"/>
              <w:rPr>
                <w:bCs/>
                <w:lang w:val="en-US"/>
              </w:rPr>
            </w:pPr>
            <w:r w:rsidRPr="009857C0">
              <w:rPr>
                <w:bCs/>
              </w:rPr>
              <w:t xml:space="preserve">Скрепа </w:t>
            </w:r>
            <w:r w:rsidRPr="009857C0">
              <w:rPr>
                <w:bCs/>
                <w:lang w:val="en-US"/>
              </w:rPr>
              <w:t>NC20</w:t>
            </w:r>
          </w:p>
        </w:tc>
        <w:tc>
          <w:tcPr>
            <w:tcW w:w="1524" w:type="dxa"/>
            <w:vAlign w:val="center"/>
          </w:tcPr>
          <w:p w:rsidR="00377719" w:rsidRPr="009857C0" w:rsidRDefault="00377719" w:rsidP="00377719">
            <w:pPr>
              <w:jc w:val="center"/>
              <w:rPr>
                <w:bCs/>
              </w:rPr>
            </w:pPr>
            <w:r w:rsidRPr="009857C0">
              <w:rPr>
                <w:bCs/>
                <w:lang w:val="en-US"/>
              </w:rPr>
              <w:t xml:space="preserve">22 </w:t>
            </w:r>
            <w:r w:rsidRPr="009857C0">
              <w:rPr>
                <w:bCs/>
              </w:rPr>
              <w:t>шт.</w:t>
            </w:r>
          </w:p>
        </w:tc>
      </w:tr>
      <w:tr w:rsidR="00FA7EEE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FA7EEE" w:rsidRPr="009857C0" w:rsidRDefault="00FA7EEE" w:rsidP="00B2263A">
            <w:pPr>
              <w:pStyle w:val="aa"/>
              <w:numPr>
                <w:ilvl w:val="0"/>
                <w:numId w:val="8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FA7EEE" w:rsidRPr="009857C0" w:rsidRDefault="00377719" w:rsidP="00FA7EEE">
            <w:pPr>
              <w:jc w:val="both"/>
              <w:rPr>
                <w:bCs/>
              </w:rPr>
            </w:pPr>
            <w:r w:rsidRPr="009857C0">
              <w:rPr>
                <w:bCs/>
              </w:rPr>
              <w:t>Ответвительный зажим Р645</w:t>
            </w:r>
          </w:p>
        </w:tc>
        <w:tc>
          <w:tcPr>
            <w:tcW w:w="1524" w:type="dxa"/>
            <w:vAlign w:val="center"/>
          </w:tcPr>
          <w:p w:rsidR="00FA7EEE" w:rsidRPr="009857C0" w:rsidRDefault="00377719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4 шт.</w:t>
            </w:r>
          </w:p>
        </w:tc>
      </w:tr>
      <w:tr w:rsidR="00FA7EEE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FA7EEE" w:rsidRPr="009857C0" w:rsidRDefault="00FA7EEE" w:rsidP="00B2263A">
            <w:pPr>
              <w:pStyle w:val="aa"/>
              <w:numPr>
                <w:ilvl w:val="0"/>
                <w:numId w:val="8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FA7EEE" w:rsidRPr="009857C0" w:rsidRDefault="00FA7EEE" w:rsidP="00377719">
            <w:pPr>
              <w:jc w:val="both"/>
              <w:rPr>
                <w:bCs/>
              </w:rPr>
            </w:pPr>
            <w:r w:rsidRPr="009857C0">
              <w:rPr>
                <w:bCs/>
              </w:rPr>
              <w:t xml:space="preserve">Колпачок герметичный СЕ </w:t>
            </w:r>
            <w:r w:rsidR="00377719" w:rsidRPr="009857C0">
              <w:rPr>
                <w:bCs/>
              </w:rPr>
              <w:t>6</w:t>
            </w:r>
            <w:r w:rsidRPr="009857C0">
              <w:rPr>
                <w:bCs/>
              </w:rPr>
              <w:t>.150</w:t>
            </w:r>
          </w:p>
        </w:tc>
        <w:tc>
          <w:tcPr>
            <w:tcW w:w="1524" w:type="dxa"/>
            <w:vAlign w:val="center"/>
          </w:tcPr>
          <w:p w:rsidR="00FA7EEE" w:rsidRPr="009857C0" w:rsidRDefault="00377719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35 шт.</w:t>
            </w:r>
          </w:p>
        </w:tc>
      </w:tr>
      <w:tr w:rsidR="00FA7EEE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FA7EEE" w:rsidRPr="009857C0" w:rsidRDefault="00FA7EEE" w:rsidP="00B2263A">
            <w:pPr>
              <w:pStyle w:val="aa"/>
              <w:numPr>
                <w:ilvl w:val="0"/>
                <w:numId w:val="8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FA7EEE" w:rsidRPr="009857C0" w:rsidRDefault="00FA7EEE" w:rsidP="00FA7EEE">
            <w:pPr>
              <w:jc w:val="both"/>
              <w:rPr>
                <w:bCs/>
              </w:rPr>
            </w:pPr>
            <w:r w:rsidRPr="009857C0">
              <w:rPr>
                <w:bCs/>
              </w:rPr>
              <w:t>Колпачок герметичный СЕ 6.35</w:t>
            </w:r>
          </w:p>
        </w:tc>
        <w:tc>
          <w:tcPr>
            <w:tcW w:w="1524" w:type="dxa"/>
            <w:vAlign w:val="center"/>
          </w:tcPr>
          <w:p w:rsidR="00FA7EEE" w:rsidRPr="009857C0" w:rsidRDefault="00377719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4 шт.</w:t>
            </w:r>
          </w:p>
        </w:tc>
      </w:tr>
      <w:tr w:rsidR="00FA7EEE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FA7EEE" w:rsidRPr="009857C0" w:rsidRDefault="00FA7EEE" w:rsidP="00B2263A">
            <w:pPr>
              <w:pStyle w:val="aa"/>
              <w:numPr>
                <w:ilvl w:val="0"/>
                <w:numId w:val="8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FA7EEE" w:rsidRPr="009857C0" w:rsidRDefault="00FA7EEE" w:rsidP="00112496">
            <w:pPr>
              <w:jc w:val="both"/>
              <w:rPr>
                <w:bCs/>
              </w:rPr>
            </w:pPr>
            <w:r w:rsidRPr="009857C0">
              <w:rPr>
                <w:bCs/>
              </w:rPr>
              <w:t>Зажим РС 481</w:t>
            </w:r>
          </w:p>
        </w:tc>
        <w:tc>
          <w:tcPr>
            <w:tcW w:w="1524" w:type="dxa"/>
            <w:vAlign w:val="center"/>
          </w:tcPr>
          <w:p w:rsidR="00FA7EEE" w:rsidRPr="009857C0" w:rsidRDefault="00377719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16 шт.</w:t>
            </w:r>
          </w:p>
        </w:tc>
      </w:tr>
      <w:tr w:rsidR="00FA7EEE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FA7EEE" w:rsidRPr="009857C0" w:rsidRDefault="00FA7EEE" w:rsidP="00B2263A">
            <w:pPr>
              <w:pStyle w:val="aa"/>
              <w:numPr>
                <w:ilvl w:val="0"/>
                <w:numId w:val="8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FA7EEE" w:rsidRPr="009857C0" w:rsidRDefault="00FA7EEE" w:rsidP="00377719">
            <w:pPr>
              <w:rPr>
                <w:bCs/>
              </w:rPr>
            </w:pPr>
            <w:r w:rsidRPr="009857C0">
              <w:rPr>
                <w:bCs/>
              </w:rPr>
              <w:t xml:space="preserve">Зажим </w:t>
            </w:r>
            <w:r w:rsidR="00377719" w:rsidRPr="009857C0">
              <w:rPr>
                <w:bCs/>
              </w:rPr>
              <w:t>А1А-50-7</w:t>
            </w:r>
          </w:p>
        </w:tc>
        <w:tc>
          <w:tcPr>
            <w:tcW w:w="1524" w:type="dxa"/>
            <w:vAlign w:val="center"/>
          </w:tcPr>
          <w:p w:rsidR="00FA7EEE" w:rsidRPr="009857C0" w:rsidRDefault="00377719" w:rsidP="00FA7EEE">
            <w:pPr>
              <w:jc w:val="center"/>
              <w:rPr>
                <w:bCs/>
              </w:rPr>
            </w:pPr>
            <w:r w:rsidRPr="009857C0">
              <w:rPr>
                <w:bCs/>
              </w:rPr>
              <w:t>9 шт.</w:t>
            </w:r>
          </w:p>
        </w:tc>
      </w:tr>
      <w:tr w:rsidR="00FA7EEE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FA7EEE" w:rsidRPr="009857C0" w:rsidRDefault="00FA7EEE" w:rsidP="00B2263A">
            <w:pPr>
              <w:pStyle w:val="aa"/>
              <w:numPr>
                <w:ilvl w:val="0"/>
                <w:numId w:val="8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FA7EEE" w:rsidRPr="009857C0" w:rsidRDefault="00377719" w:rsidP="00AC2FA8">
            <w:pPr>
              <w:jc w:val="both"/>
              <w:rPr>
                <w:bCs/>
              </w:rPr>
            </w:pPr>
            <w:r w:rsidRPr="009857C0">
              <w:rPr>
                <w:bCs/>
              </w:rPr>
              <w:t>Зажим ПА-2-2</w:t>
            </w:r>
          </w:p>
        </w:tc>
        <w:tc>
          <w:tcPr>
            <w:tcW w:w="1524" w:type="dxa"/>
            <w:vAlign w:val="center"/>
          </w:tcPr>
          <w:p w:rsidR="00FA7EEE" w:rsidRPr="009857C0" w:rsidRDefault="00377719" w:rsidP="00FA7EEE">
            <w:pPr>
              <w:jc w:val="center"/>
              <w:rPr>
                <w:bCs/>
              </w:rPr>
            </w:pPr>
            <w:r w:rsidRPr="009857C0">
              <w:rPr>
                <w:bCs/>
              </w:rPr>
              <w:t>17 шт.</w:t>
            </w:r>
          </w:p>
        </w:tc>
      </w:tr>
      <w:tr w:rsidR="00FA7EEE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FA7EEE" w:rsidRPr="009857C0" w:rsidRDefault="00FA7EEE" w:rsidP="00B2263A">
            <w:pPr>
              <w:pStyle w:val="aa"/>
              <w:numPr>
                <w:ilvl w:val="0"/>
                <w:numId w:val="8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FA7EEE" w:rsidRPr="009857C0" w:rsidRDefault="00377719" w:rsidP="00377719">
            <w:pPr>
              <w:jc w:val="both"/>
              <w:rPr>
                <w:bCs/>
              </w:rPr>
            </w:pPr>
            <w:r w:rsidRPr="009857C0">
              <w:rPr>
                <w:bCs/>
              </w:rPr>
              <w:t>Провод  СИП-2  3х50+1х70+1х16</w:t>
            </w:r>
          </w:p>
        </w:tc>
        <w:tc>
          <w:tcPr>
            <w:tcW w:w="1524" w:type="dxa"/>
            <w:vAlign w:val="center"/>
          </w:tcPr>
          <w:p w:rsidR="00FA7EEE" w:rsidRPr="009857C0" w:rsidRDefault="00377719" w:rsidP="00FA7EEE">
            <w:pPr>
              <w:jc w:val="center"/>
              <w:rPr>
                <w:bCs/>
              </w:rPr>
            </w:pPr>
            <w:r w:rsidRPr="009857C0">
              <w:rPr>
                <w:bCs/>
              </w:rPr>
              <w:t>540 м</w:t>
            </w:r>
          </w:p>
        </w:tc>
      </w:tr>
      <w:tr w:rsidR="00FA7EEE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FA7EEE" w:rsidRPr="009857C0" w:rsidRDefault="00FA7EEE" w:rsidP="00B2263A">
            <w:pPr>
              <w:pStyle w:val="aa"/>
              <w:numPr>
                <w:ilvl w:val="0"/>
                <w:numId w:val="8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FA7EEE" w:rsidRPr="009857C0" w:rsidRDefault="00FA7EEE" w:rsidP="00377719">
            <w:pPr>
              <w:rPr>
                <w:bCs/>
              </w:rPr>
            </w:pPr>
            <w:r w:rsidRPr="009857C0">
              <w:rPr>
                <w:bCs/>
              </w:rPr>
              <w:t>Провод  СИП-2  3х</w:t>
            </w:r>
            <w:r w:rsidR="00377719" w:rsidRPr="009857C0">
              <w:rPr>
                <w:bCs/>
              </w:rPr>
              <w:t>16</w:t>
            </w:r>
            <w:r w:rsidRPr="009857C0">
              <w:rPr>
                <w:bCs/>
              </w:rPr>
              <w:t>+1х</w:t>
            </w:r>
            <w:r w:rsidR="00377719" w:rsidRPr="009857C0">
              <w:rPr>
                <w:bCs/>
              </w:rPr>
              <w:t>2</w:t>
            </w:r>
            <w:r w:rsidRPr="009857C0">
              <w:rPr>
                <w:bCs/>
              </w:rPr>
              <w:t>5</w:t>
            </w:r>
          </w:p>
        </w:tc>
        <w:tc>
          <w:tcPr>
            <w:tcW w:w="1524" w:type="dxa"/>
            <w:vAlign w:val="center"/>
          </w:tcPr>
          <w:p w:rsidR="00FA7EEE" w:rsidRPr="009857C0" w:rsidRDefault="00377719" w:rsidP="00FA7EEE">
            <w:pPr>
              <w:jc w:val="center"/>
              <w:rPr>
                <w:bCs/>
              </w:rPr>
            </w:pPr>
            <w:r w:rsidRPr="009857C0">
              <w:rPr>
                <w:bCs/>
              </w:rPr>
              <w:t>32 м</w:t>
            </w:r>
          </w:p>
        </w:tc>
      </w:tr>
      <w:tr w:rsidR="00FA7EEE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FA7EEE" w:rsidRPr="009857C0" w:rsidRDefault="00FA7EEE" w:rsidP="00B2263A">
            <w:pPr>
              <w:pStyle w:val="aa"/>
              <w:numPr>
                <w:ilvl w:val="0"/>
                <w:numId w:val="8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FA7EEE" w:rsidRPr="009857C0" w:rsidRDefault="00FA7EEE" w:rsidP="00377719">
            <w:pPr>
              <w:jc w:val="both"/>
              <w:rPr>
                <w:bCs/>
              </w:rPr>
            </w:pPr>
            <w:r w:rsidRPr="009857C0">
              <w:rPr>
                <w:bCs/>
              </w:rPr>
              <w:t xml:space="preserve">Провод </w:t>
            </w:r>
            <w:r w:rsidR="00377719" w:rsidRPr="009857C0">
              <w:rPr>
                <w:bCs/>
              </w:rPr>
              <w:t>СИП-4 2х16-1</w:t>
            </w:r>
          </w:p>
        </w:tc>
        <w:tc>
          <w:tcPr>
            <w:tcW w:w="1524" w:type="dxa"/>
            <w:vAlign w:val="center"/>
          </w:tcPr>
          <w:p w:rsidR="00FA7EEE" w:rsidRPr="009857C0" w:rsidRDefault="00377719" w:rsidP="00194C0D">
            <w:pPr>
              <w:jc w:val="center"/>
              <w:rPr>
                <w:bCs/>
              </w:rPr>
            </w:pPr>
            <w:r w:rsidRPr="009857C0">
              <w:rPr>
                <w:bCs/>
              </w:rPr>
              <w:t>42 м</w:t>
            </w:r>
          </w:p>
        </w:tc>
      </w:tr>
      <w:tr w:rsidR="00377719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377719" w:rsidRPr="009857C0" w:rsidRDefault="00377719" w:rsidP="00B2263A">
            <w:pPr>
              <w:pStyle w:val="aa"/>
              <w:numPr>
                <w:ilvl w:val="0"/>
                <w:numId w:val="8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377719" w:rsidRPr="009857C0" w:rsidRDefault="00377719" w:rsidP="00F8780D">
            <w:pPr>
              <w:rPr>
                <w:bCs/>
              </w:rPr>
            </w:pPr>
            <w:r w:rsidRPr="009857C0">
              <w:rPr>
                <w:bCs/>
              </w:rPr>
              <w:t xml:space="preserve">Кабель </w:t>
            </w:r>
            <w:proofErr w:type="spellStart"/>
            <w:r w:rsidRPr="009857C0">
              <w:rPr>
                <w:bCs/>
              </w:rPr>
              <w:t>АП</w:t>
            </w:r>
            <w:r w:rsidR="00F8780D" w:rsidRPr="009857C0">
              <w:rPr>
                <w:bCs/>
              </w:rPr>
              <w:t>в</w:t>
            </w:r>
            <w:r w:rsidRPr="009857C0">
              <w:rPr>
                <w:bCs/>
              </w:rPr>
              <w:t>БбШв</w:t>
            </w:r>
            <w:proofErr w:type="spellEnd"/>
            <w:r w:rsidRPr="009857C0">
              <w:rPr>
                <w:bCs/>
              </w:rPr>
              <w:t xml:space="preserve"> 4х70</w:t>
            </w:r>
          </w:p>
        </w:tc>
        <w:tc>
          <w:tcPr>
            <w:tcW w:w="1524" w:type="dxa"/>
            <w:vAlign w:val="center"/>
          </w:tcPr>
          <w:p w:rsidR="00377719" w:rsidRPr="009857C0" w:rsidRDefault="003500B3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72 м</w:t>
            </w:r>
          </w:p>
        </w:tc>
      </w:tr>
      <w:tr w:rsidR="00377719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377719" w:rsidRPr="009857C0" w:rsidRDefault="00377719" w:rsidP="00B2263A">
            <w:pPr>
              <w:pStyle w:val="aa"/>
              <w:numPr>
                <w:ilvl w:val="0"/>
                <w:numId w:val="8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377719" w:rsidRPr="009857C0" w:rsidRDefault="00377719" w:rsidP="00F8780D">
            <w:pPr>
              <w:rPr>
                <w:bCs/>
              </w:rPr>
            </w:pPr>
            <w:r w:rsidRPr="009857C0">
              <w:rPr>
                <w:bCs/>
              </w:rPr>
              <w:t xml:space="preserve">Кабель </w:t>
            </w:r>
            <w:proofErr w:type="spellStart"/>
            <w:r w:rsidRPr="009857C0">
              <w:rPr>
                <w:bCs/>
              </w:rPr>
              <w:t>АП</w:t>
            </w:r>
            <w:r w:rsidR="00F8780D" w:rsidRPr="009857C0">
              <w:rPr>
                <w:bCs/>
              </w:rPr>
              <w:t>в</w:t>
            </w:r>
            <w:r w:rsidRPr="009857C0">
              <w:rPr>
                <w:bCs/>
              </w:rPr>
              <w:t>БбШв</w:t>
            </w:r>
            <w:proofErr w:type="spellEnd"/>
            <w:r w:rsidRPr="009857C0">
              <w:rPr>
                <w:bCs/>
              </w:rPr>
              <w:t xml:space="preserve"> 4х50</w:t>
            </w:r>
          </w:p>
        </w:tc>
        <w:tc>
          <w:tcPr>
            <w:tcW w:w="1524" w:type="dxa"/>
            <w:vAlign w:val="center"/>
          </w:tcPr>
          <w:p w:rsidR="00377719" w:rsidRPr="009857C0" w:rsidRDefault="003500B3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50 м</w:t>
            </w:r>
          </w:p>
        </w:tc>
      </w:tr>
      <w:tr w:rsidR="00377719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377719" w:rsidRPr="009857C0" w:rsidRDefault="00377719" w:rsidP="00B2263A">
            <w:pPr>
              <w:pStyle w:val="aa"/>
              <w:numPr>
                <w:ilvl w:val="0"/>
                <w:numId w:val="8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377719" w:rsidRPr="009857C0" w:rsidRDefault="00377719" w:rsidP="00F8780D">
            <w:pPr>
              <w:rPr>
                <w:bCs/>
              </w:rPr>
            </w:pPr>
            <w:r w:rsidRPr="009857C0">
              <w:rPr>
                <w:bCs/>
              </w:rPr>
              <w:t xml:space="preserve">Кабель </w:t>
            </w:r>
            <w:proofErr w:type="spellStart"/>
            <w:r w:rsidRPr="009857C0">
              <w:rPr>
                <w:bCs/>
              </w:rPr>
              <w:t>АП</w:t>
            </w:r>
            <w:r w:rsidR="00F8780D" w:rsidRPr="009857C0">
              <w:rPr>
                <w:bCs/>
              </w:rPr>
              <w:t>в</w:t>
            </w:r>
            <w:r w:rsidRPr="009857C0">
              <w:rPr>
                <w:bCs/>
              </w:rPr>
              <w:t>БбШв</w:t>
            </w:r>
            <w:proofErr w:type="spellEnd"/>
            <w:r w:rsidRPr="009857C0">
              <w:rPr>
                <w:bCs/>
              </w:rPr>
              <w:t xml:space="preserve"> 4х25</w:t>
            </w:r>
          </w:p>
        </w:tc>
        <w:tc>
          <w:tcPr>
            <w:tcW w:w="1524" w:type="dxa"/>
            <w:vAlign w:val="center"/>
          </w:tcPr>
          <w:p w:rsidR="00377719" w:rsidRPr="009857C0" w:rsidRDefault="003500B3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960 м</w:t>
            </w:r>
          </w:p>
        </w:tc>
      </w:tr>
      <w:tr w:rsidR="00377719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377719" w:rsidRPr="009857C0" w:rsidRDefault="00377719" w:rsidP="00B2263A">
            <w:pPr>
              <w:pStyle w:val="aa"/>
              <w:numPr>
                <w:ilvl w:val="0"/>
                <w:numId w:val="8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377719" w:rsidRPr="009857C0" w:rsidRDefault="003500B3" w:rsidP="00D21042">
            <w:pPr>
              <w:jc w:val="both"/>
              <w:rPr>
                <w:bCs/>
              </w:rPr>
            </w:pPr>
            <w:r w:rsidRPr="009857C0">
              <w:rPr>
                <w:bCs/>
              </w:rPr>
              <w:t>Муфта 4ПКВНтп-0-25/50</w:t>
            </w:r>
          </w:p>
        </w:tc>
        <w:tc>
          <w:tcPr>
            <w:tcW w:w="1524" w:type="dxa"/>
            <w:vAlign w:val="center"/>
          </w:tcPr>
          <w:p w:rsidR="00377719" w:rsidRPr="009857C0" w:rsidRDefault="003500B3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8 шт.</w:t>
            </w:r>
          </w:p>
        </w:tc>
      </w:tr>
      <w:tr w:rsidR="00377719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377719" w:rsidRPr="009857C0" w:rsidRDefault="00377719" w:rsidP="00B2263A">
            <w:pPr>
              <w:pStyle w:val="aa"/>
              <w:numPr>
                <w:ilvl w:val="0"/>
                <w:numId w:val="8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377719" w:rsidRPr="009857C0" w:rsidRDefault="003500B3" w:rsidP="00D21042">
            <w:pPr>
              <w:jc w:val="both"/>
              <w:rPr>
                <w:bCs/>
              </w:rPr>
            </w:pPr>
            <w:r w:rsidRPr="009857C0">
              <w:rPr>
                <w:bCs/>
              </w:rPr>
              <w:t>Муфта 4ПКВНтп-0-70/120</w:t>
            </w:r>
          </w:p>
        </w:tc>
        <w:tc>
          <w:tcPr>
            <w:tcW w:w="1524" w:type="dxa"/>
            <w:vAlign w:val="center"/>
          </w:tcPr>
          <w:p w:rsidR="00377719" w:rsidRPr="009857C0" w:rsidRDefault="003500B3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2 шт.</w:t>
            </w:r>
          </w:p>
        </w:tc>
      </w:tr>
      <w:tr w:rsidR="00964D00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964D00" w:rsidRPr="009857C0" w:rsidRDefault="00964D00" w:rsidP="00B2263A">
            <w:pPr>
              <w:pStyle w:val="aa"/>
              <w:numPr>
                <w:ilvl w:val="0"/>
                <w:numId w:val="8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964D00" w:rsidRPr="009857C0" w:rsidRDefault="00964D00" w:rsidP="0023192E">
            <w:pPr>
              <w:jc w:val="both"/>
              <w:rPr>
                <w:bCs/>
              </w:rPr>
            </w:pPr>
            <w:r w:rsidRPr="009857C0">
              <w:rPr>
                <w:bCs/>
              </w:rPr>
              <w:t>Песок</w:t>
            </w:r>
          </w:p>
        </w:tc>
        <w:tc>
          <w:tcPr>
            <w:tcW w:w="1524" w:type="dxa"/>
            <w:vAlign w:val="center"/>
          </w:tcPr>
          <w:p w:rsidR="00964D00" w:rsidRPr="009857C0" w:rsidRDefault="00964D00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7,2 м3</w:t>
            </w:r>
          </w:p>
        </w:tc>
      </w:tr>
      <w:tr w:rsidR="00964D00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964D00" w:rsidRPr="009857C0" w:rsidRDefault="00964D00" w:rsidP="00B2263A">
            <w:pPr>
              <w:pStyle w:val="aa"/>
              <w:numPr>
                <w:ilvl w:val="0"/>
                <w:numId w:val="8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964D00" w:rsidRPr="009857C0" w:rsidRDefault="00964D00" w:rsidP="0023192E">
            <w:pPr>
              <w:jc w:val="both"/>
              <w:rPr>
                <w:bCs/>
              </w:rPr>
            </w:pPr>
            <w:r w:rsidRPr="009857C0">
              <w:rPr>
                <w:bCs/>
              </w:rPr>
              <w:t>Кирпич</w:t>
            </w:r>
          </w:p>
        </w:tc>
        <w:tc>
          <w:tcPr>
            <w:tcW w:w="1524" w:type="dxa"/>
            <w:vAlign w:val="center"/>
          </w:tcPr>
          <w:p w:rsidR="00964D00" w:rsidRPr="009857C0" w:rsidRDefault="00964D00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686 шт.</w:t>
            </w:r>
          </w:p>
        </w:tc>
      </w:tr>
      <w:tr w:rsidR="00964D00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964D00" w:rsidRPr="009857C0" w:rsidRDefault="00964D00" w:rsidP="00B2263A">
            <w:pPr>
              <w:pStyle w:val="aa"/>
              <w:numPr>
                <w:ilvl w:val="0"/>
                <w:numId w:val="8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964D00" w:rsidRPr="009857C0" w:rsidRDefault="00964D00" w:rsidP="0023192E">
            <w:pPr>
              <w:jc w:val="both"/>
              <w:rPr>
                <w:bCs/>
              </w:rPr>
            </w:pPr>
            <w:proofErr w:type="gramStart"/>
            <w:r w:rsidRPr="009857C0">
              <w:rPr>
                <w:bCs/>
              </w:rPr>
              <w:t>Труба</w:t>
            </w:r>
            <w:proofErr w:type="gramEnd"/>
            <w:r w:rsidRPr="009857C0">
              <w:rPr>
                <w:bCs/>
              </w:rPr>
              <w:t xml:space="preserve"> а/ц 150мм, </w:t>
            </w:r>
            <w:r w:rsidRPr="009857C0">
              <w:rPr>
                <w:bCs/>
                <w:lang w:val="en-US"/>
              </w:rPr>
              <w:t>L</w:t>
            </w:r>
            <w:r w:rsidRPr="009857C0">
              <w:rPr>
                <w:bCs/>
              </w:rPr>
              <w:t>=3м  БНТ-150</w:t>
            </w:r>
          </w:p>
        </w:tc>
        <w:tc>
          <w:tcPr>
            <w:tcW w:w="1524" w:type="dxa"/>
            <w:vAlign w:val="center"/>
          </w:tcPr>
          <w:p w:rsidR="00964D00" w:rsidRPr="009857C0" w:rsidRDefault="00964D00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15 шт.</w:t>
            </w:r>
          </w:p>
        </w:tc>
      </w:tr>
      <w:tr w:rsidR="00964D00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964D00" w:rsidRPr="009857C0" w:rsidRDefault="00964D00" w:rsidP="00B2263A">
            <w:pPr>
              <w:pStyle w:val="aa"/>
              <w:numPr>
                <w:ilvl w:val="0"/>
                <w:numId w:val="8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964D00" w:rsidRPr="009857C0" w:rsidRDefault="00964D00" w:rsidP="00D21042">
            <w:pPr>
              <w:jc w:val="both"/>
              <w:rPr>
                <w:bCs/>
              </w:rPr>
            </w:pPr>
            <w:r w:rsidRPr="009857C0">
              <w:rPr>
                <w:bCs/>
              </w:rPr>
              <w:t>Краска белая МЛ</w:t>
            </w:r>
          </w:p>
        </w:tc>
        <w:tc>
          <w:tcPr>
            <w:tcW w:w="1524" w:type="dxa"/>
            <w:vAlign w:val="center"/>
          </w:tcPr>
          <w:p w:rsidR="00964D00" w:rsidRPr="009857C0" w:rsidRDefault="00964D00" w:rsidP="00D21042">
            <w:pPr>
              <w:jc w:val="center"/>
              <w:rPr>
                <w:bCs/>
              </w:rPr>
            </w:pPr>
            <w:r w:rsidRPr="009857C0">
              <w:rPr>
                <w:bCs/>
              </w:rPr>
              <w:t>2 л</w:t>
            </w:r>
          </w:p>
        </w:tc>
      </w:tr>
      <w:tr w:rsidR="00964D00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964D00" w:rsidRPr="009857C0" w:rsidRDefault="00964D00" w:rsidP="00B2263A">
            <w:pPr>
              <w:pStyle w:val="aa"/>
              <w:numPr>
                <w:ilvl w:val="0"/>
                <w:numId w:val="8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964D00" w:rsidRPr="009857C0" w:rsidRDefault="00964D00" w:rsidP="00D1277D">
            <w:pPr>
              <w:jc w:val="both"/>
              <w:rPr>
                <w:bCs/>
              </w:rPr>
            </w:pPr>
            <w:r w:rsidRPr="009857C0">
              <w:rPr>
                <w:bCs/>
              </w:rPr>
              <w:t>Металлоконструкции для ВЛИ-0,4кВ</w:t>
            </w:r>
          </w:p>
        </w:tc>
        <w:tc>
          <w:tcPr>
            <w:tcW w:w="1524" w:type="dxa"/>
            <w:vAlign w:val="center"/>
          </w:tcPr>
          <w:p w:rsidR="00964D00" w:rsidRPr="009857C0" w:rsidRDefault="00964D00" w:rsidP="00FA7EEE">
            <w:pPr>
              <w:jc w:val="center"/>
              <w:rPr>
                <w:bCs/>
              </w:rPr>
            </w:pPr>
            <w:r w:rsidRPr="009857C0">
              <w:rPr>
                <w:bCs/>
              </w:rPr>
              <w:t>451,8 кг</w:t>
            </w:r>
          </w:p>
        </w:tc>
      </w:tr>
      <w:tr w:rsidR="00964D00" w:rsidRPr="009857C0" w:rsidTr="00D21042">
        <w:trPr>
          <w:trHeight w:val="198"/>
          <w:jc w:val="center"/>
        </w:trPr>
        <w:tc>
          <w:tcPr>
            <w:tcW w:w="552" w:type="dxa"/>
            <w:vAlign w:val="center"/>
          </w:tcPr>
          <w:p w:rsidR="00964D00" w:rsidRPr="009857C0" w:rsidRDefault="00964D00" w:rsidP="00B2263A">
            <w:pPr>
              <w:pStyle w:val="aa"/>
              <w:numPr>
                <w:ilvl w:val="0"/>
                <w:numId w:val="8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8238" w:type="dxa"/>
          </w:tcPr>
          <w:p w:rsidR="00964D00" w:rsidRPr="009857C0" w:rsidRDefault="00964D00" w:rsidP="00D1277D">
            <w:pPr>
              <w:jc w:val="both"/>
              <w:rPr>
                <w:bCs/>
              </w:rPr>
            </w:pPr>
            <w:r w:rsidRPr="009857C0">
              <w:rPr>
                <w:bCs/>
              </w:rPr>
              <w:t>Железобетонные изделия  для ВЛИ-0,4кВ</w:t>
            </w:r>
          </w:p>
        </w:tc>
        <w:tc>
          <w:tcPr>
            <w:tcW w:w="1524" w:type="dxa"/>
            <w:vAlign w:val="center"/>
          </w:tcPr>
          <w:p w:rsidR="00964D00" w:rsidRPr="009857C0" w:rsidRDefault="00964D00" w:rsidP="005D6E34">
            <w:pPr>
              <w:jc w:val="center"/>
              <w:rPr>
                <w:bCs/>
              </w:rPr>
            </w:pPr>
            <w:r w:rsidRPr="009857C0">
              <w:rPr>
                <w:bCs/>
              </w:rPr>
              <w:t xml:space="preserve"> 11,9 м3</w:t>
            </w:r>
          </w:p>
        </w:tc>
      </w:tr>
    </w:tbl>
    <w:p w:rsidR="00857AEA" w:rsidRPr="009857C0" w:rsidRDefault="00857AEA" w:rsidP="00857AEA">
      <w:pPr>
        <w:pStyle w:val="a3"/>
        <w:jc w:val="both"/>
        <w:rPr>
          <w:sz w:val="24"/>
          <w:szCs w:val="24"/>
        </w:rPr>
      </w:pPr>
    </w:p>
    <w:p w:rsidR="00857AEA" w:rsidRPr="009857C0" w:rsidRDefault="00857AEA" w:rsidP="00857AEA">
      <w:pPr>
        <w:pStyle w:val="a3"/>
        <w:numPr>
          <w:ilvl w:val="0"/>
          <w:numId w:val="1"/>
        </w:numPr>
        <w:tabs>
          <w:tab w:val="num" w:pos="1276"/>
        </w:tabs>
        <w:ind w:left="851" w:hanging="851"/>
        <w:jc w:val="both"/>
        <w:rPr>
          <w:sz w:val="24"/>
          <w:szCs w:val="24"/>
        </w:rPr>
      </w:pPr>
      <w:r w:rsidRPr="00267862">
        <w:rPr>
          <w:b/>
          <w:sz w:val="24"/>
          <w:szCs w:val="24"/>
        </w:rPr>
        <w:t>Описание основных объемов строительно-монтажных работ</w:t>
      </w:r>
      <w:r w:rsidRPr="009857C0">
        <w:rPr>
          <w:sz w:val="24"/>
          <w:szCs w:val="24"/>
        </w:rPr>
        <w:t>.</w:t>
      </w:r>
    </w:p>
    <w:p w:rsidR="00267862" w:rsidRPr="00211A2D" w:rsidRDefault="00267862" w:rsidP="00267862">
      <w:pPr>
        <w:pStyle w:val="a3"/>
        <w:numPr>
          <w:ilvl w:val="1"/>
          <w:numId w:val="1"/>
        </w:numPr>
        <w:ind w:left="426" w:hanging="426"/>
        <w:jc w:val="both"/>
        <w:rPr>
          <w:sz w:val="24"/>
          <w:szCs w:val="24"/>
        </w:rPr>
      </w:pPr>
      <w:r w:rsidRPr="00211A2D">
        <w:rPr>
          <w:sz w:val="24"/>
          <w:szCs w:val="24"/>
        </w:rPr>
        <w:t>Выполнить подготовительные работы в соответствии  с проектом.</w:t>
      </w:r>
    </w:p>
    <w:p w:rsidR="00267862" w:rsidRPr="00211A2D" w:rsidRDefault="00267862" w:rsidP="00267862">
      <w:pPr>
        <w:pStyle w:val="a3"/>
        <w:numPr>
          <w:ilvl w:val="1"/>
          <w:numId w:val="1"/>
        </w:numPr>
        <w:ind w:left="426" w:hanging="426"/>
        <w:jc w:val="both"/>
        <w:rPr>
          <w:sz w:val="24"/>
          <w:szCs w:val="24"/>
        </w:rPr>
      </w:pPr>
      <w:r w:rsidRPr="00211A2D">
        <w:rPr>
          <w:sz w:val="24"/>
          <w:szCs w:val="24"/>
        </w:rPr>
        <w:t>Работы по выносу в натуру  и геодезическая разбивка зданий и сооружений. Данные работы выполнить с привлечением организации, имеющей свидетельство о вступлении в СРО и допуск на  данный вид работ.</w:t>
      </w:r>
    </w:p>
    <w:p w:rsidR="00267862" w:rsidRPr="00211A2D" w:rsidRDefault="00267862" w:rsidP="00267862">
      <w:pPr>
        <w:pStyle w:val="a3"/>
        <w:numPr>
          <w:ilvl w:val="1"/>
          <w:numId w:val="1"/>
        </w:numPr>
        <w:ind w:left="426" w:hanging="426"/>
        <w:jc w:val="both"/>
        <w:rPr>
          <w:sz w:val="24"/>
          <w:szCs w:val="24"/>
        </w:rPr>
      </w:pPr>
      <w:r w:rsidRPr="00211A2D">
        <w:rPr>
          <w:sz w:val="24"/>
          <w:szCs w:val="24"/>
        </w:rPr>
        <w:t>Выполнить строительно-монтажные работы в полном проектном объеме.</w:t>
      </w:r>
    </w:p>
    <w:p w:rsidR="00267862" w:rsidRPr="00211A2D" w:rsidRDefault="00267862" w:rsidP="00267862">
      <w:pPr>
        <w:pStyle w:val="a3"/>
        <w:numPr>
          <w:ilvl w:val="1"/>
          <w:numId w:val="1"/>
        </w:numPr>
        <w:tabs>
          <w:tab w:val="left" w:pos="1134"/>
          <w:tab w:val="left" w:pos="1418"/>
        </w:tabs>
        <w:ind w:left="426" w:hanging="426"/>
        <w:jc w:val="both"/>
        <w:rPr>
          <w:sz w:val="24"/>
          <w:szCs w:val="24"/>
        </w:rPr>
      </w:pPr>
      <w:r w:rsidRPr="00211A2D">
        <w:rPr>
          <w:sz w:val="24"/>
          <w:szCs w:val="24"/>
        </w:rPr>
        <w:t>Выполнить заземляющие устройства в соответствии с требованиями ПУЭ и проектной документации.</w:t>
      </w:r>
    </w:p>
    <w:p w:rsidR="00413CD7" w:rsidRPr="009857C0" w:rsidRDefault="00413CD7" w:rsidP="00655AAB">
      <w:pPr>
        <w:pStyle w:val="a3"/>
        <w:ind w:left="1276" w:firstLine="0"/>
        <w:jc w:val="both"/>
        <w:rPr>
          <w:sz w:val="24"/>
          <w:szCs w:val="24"/>
        </w:rPr>
      </w:pPr>
    </w:p>
    <w:p w:rsidR="00F17346" w:rsidRPr="009857C0" w:rsidRDefault="00F60DA9" w:rsidP="00762ADF">
      <w:pPr>
        <w:pStyle w:val="a3"/>
        <w:numPr>
          <w:ilvl w:val="0"/>
          <w:numId w:val="1"/>
        </w:numPr>
        <w:tabs>
          <w:tab w:val="num" w:pos="1276"/>
        </w:tabs>
        <w:ind w:left="851" w:hanging="851"/>
        <w:jc w:val="both"/>
        <w:rPr>
          <w:sz w:val="24"/>
          <w:szCs w:val="24"/>
        </w:rPr>
      </w:pPr>
      <w:r w:rsidRPr="00267862">
        <w:rPr>
          <w:b/>
          <w:sz w:val="24"/>
          <w:szCs w:val="24"/>
        </w:rPr>
        <w:t>Основные требования к выполнению работ</w:t>
      </w:r>
      <w:r w:rsidRPr="009857C0">
        <w:rPr>
          <w:sz w:val="24"/>
          <w:szCs w:val="24"/>
        </w:rPr>
        <w:t>:</w:t>
      </w:r>
    </w:p>
    <w:p w:rsidR="00153589" w:rsidRDefault="00153589" w:rsidP="00B2263A">
      <w:pPr>
        <w:pStyle w:val="aa"/>
        <w:numPr>
          <w:ilvl w:val="0"/>
          <w:numId w:val="4"/>
        </w:numPr>
        <w:ind w:left="426" w:hanging="426"/>
        <w:jc w:val="both"/>
      </w:pPr>
      <w:r w:rsidRPr="009857C0">
        <w:t xml:space="preserve">Строительно-монтажные работы должны производиться в полном соответствии с рабочим проектом </w:t>
      </w:r>
      <w:r w:rsidR="0079045C" w:rsidRPr="009857C0">
        <w:rPr>
          <w:bCs/>
        </w:rPr>
        <w:t>«</w:t>
      </w:r>
      <w:r w:rsidR="00AC4A4C" w:rsidRPr="009857C0">
        <w:rPr>
          <w:bCs/>
        </w:rPr>
        <w:t>Строительство участка КЛ-6кВ от ВЛ-1209 РП-12 КЛ-613 ПС «Южная», ВЛ-</w:t>
      </w:r>
      <w:r w:rsidR="00AC4A4C" w:rsidRPr="009857C0">
        <w:rPr>
          <w:bCs/>
        </w:rPr>
        <w:lastRenderedPageBreak/>
        <w:t>0,4кВ с установкой КТП-6/0,4кВ для технологического присоединения дачных домов в г</w:t>
      </w:r>
      <w:proofErr w:type="gramStart"/>
      <w:r w:rsidR="00AC4A4C" w:rsidRPr="009857C0">
        <w:rPr>
          <w:bCs/>
        </w:rPr>
        <w:t>.С</w:t>
      </w:r>
      <w:proofErr w:type="gramEnd"/>
      <w:r w:rsidR="00AC4A4C" w:rsidRPr="009857C0">
        <w:rPr>
          <w:bCs/>
        </w:rPr>
        <w:t xml:space="preserve">моленск, п.Одинцово СТ «Связист» участки №57,33,32,40,29,34,50,35,46 и СТ «Цветовод» участки №84,88,29 (Овчинников </w:t>
      </w:r>
      <w:proofErr w:type="spellStart"/>
      <w:r w:rsidR="00AC4A4C" w:rsidRPr="009857C0">
        <w:rPr>
          <w:bCs/>
        </w:rPr>
        <w:t>Н.К.,Иванова</w:t>
      </w:r>
      <w:proofErr w:type="spellEnd"/>
      <w:r w:rsidR="00AC4A4C" w:rsidRPr="009857C0">
        <w:rPr>
          <w:bCs/>
        </w:rPr>
        <w:t xml:space="preserve"> </w:t>
      </w:r>
      <w:proofErr w:type="spellStart"/>
      <w:r w:rsidR="00AC4A4C" w:rsidRPr="009857C0">
        <w:rPr>
          <w:bCs/>
        </w:rPr>
        <w:t>Н.С.,Кожемякин</w:t>
      </w:r>
      <w:proofErr w:type="spellEnd"/>
      <w:r w:rsidR="00AC4A4C" w:rsidRPr="009857C0">
        <w:rPr>
          <w:bCs/>
        </w:rPr>
        <w:t xml:space="preserve"> </w:t>
      </w:r>
      <w:proofErr w:type="spellStart"/>
      <w:r w:rsidR="00AC4A4C" w:rsidRPr="009857C0">
        <w:rPr>
          <w:bCs/>
        </w:rPr>
        <w:t>А.И.,Чужавко</w:t>
      </w:r>
      <w:proofErr w:type="spellEnd"/>
      <w:r w:rsidR="00AC4A4C" w:rsidRPr="009857C0">
        <w:rPr>
          <w:bCs/>
        </w:rPr>
        <w:t xml:space="preserve"> </w:t>
      </w:r>
      <w:proofErr w:type="spellStart"/>
      <w:r w:rsidR="00AC4A4C" w:rsidRPr="009857C0">
        <w:rPr>
          <w:bCs/>
        </w:rPr>
        <w:t>С.А.,Сафронов</w:t>
      </w:r>
      <w:proofErr w:type="spellEnd"/>
      <w:r w:rsidR="00AC4A4C" w:rsidRPr="009857C0">
        <w:rPr>
          <w:bCs/>
        </w:rPr>
        <w:t xml:space="preserve"> </w:t>
      </w:r>
      <w:proofErr w:type="spellStart"/>
      <w:r w:rsidR="00AC4A4C" w:rsidRPr="009857C0">
        <w:rPr>
          <w:bCs/>
        </w:rPr>
        <w:t>Н.И.,</w:t>
      </w:r>
      <w:proofErr w:type="gramStart"/>
      <w:r w:rsidR="00AC4A4C" w:rsidRPr="009857C0">
        <w:rPr>
          <w:bCs/>
        </w:rPr>
        <w:t>Солодков</w:t>
      </w:r>
      <w:proofErr w:type="spellEnd"/>
      <w:r w:rsidR="00AC4A4C" w:rsidRPr="009857C0">
        <w:rPr>
          <w:bCs/>
        </w:rPr>
        <w:t xml:space="preserve"> </w:t>
      </w:r>
      <w:proofErr w:type="spellStart"/>
      <w:r w:rsidR="00AC4A4C" w:rsidRPr="009857C0">
        <w:rPr>
          <w:bCs/>
        </w:rPr>
        <w:t>Е.А.,Боголюбская</w:t>
      </w:r>
      <w:proofErr w:type="spellEnd"/>
      <w:r w:rsidR="00AC4A4C" w:rsidRPr="009857C0">
        <w:rPr>
          <w:bCs/>
        </w:rPr>
        <w:t xml:space="preserve"> </w:t>
      </w:r>
      <w:proofErr w:type="spellStart"/>
      <w:r w:rsidR="00AC4A4C" w:rsidRPr="009857C0">
        <w:rPr>
          <w:bCs/>
        </w:rPr>
        <w:t>Е.И.,Малькова</w:t>
      </w:r>
      <w:proofErr w:type="spellEnd"/>
      <w:r w:rsidR="00AC4A4C" w:rsidRPr="009857C0">
        <w:rPr>
          <w:bCs/>
        </w:rPr>
        <w:t xml:space="preserve"> </w:t>
      </w:r>
      <w:proofErr w:type="spellStart"/>
      <w:r w:rsidR="00AC4A4C" w:rsidRPr="009857C0">
        <w:rPr>
          <w:bCs/>
        </w:rPr>
        <w:t>Т.В.,Будкевич</w:t>
      </w:r>
      <w:proofErr w:type="spellEnd"/>
      <w:r w:rsidR="00AC4A4C" w:rsidRPr="009857C0">
        <w:rPr>
          <w:bCs/>
        </w:rPr>
        <w:t xml:space="preserve"> </w:t>
      </w:r>
      <w:proofErr w:type="spellStart"/>
      <w:r w:rsidR="00AC4A4C" w:rsidRPr="009857C0">
        <w:rPr>
          <w:bCs/>
        </w:rPr>
        <w:t>С.Д.,Леонова</w:t>
      </w:r>
      <w:proofErr w:type="spellEnd"/>
      <w:r w:rsidR="00AC4A4C" w:rsidRPr="009857C0">
        <w:rPr>
          <w:bCs/>
        </w:rPr>
        <w:t xml:space="preserve"> </w:t>
      </w:r>
      <w:proofErr w:type="spellStart"/>
      <w:r w:rsidR="00AC4A4C" w:rsidRPr="009857C0">
        <w:rPr>
          <w:bCs/>
        </w:rPr>
        <w:t>М.О.,Зайцева</w:t>
      </w:r>
      <w:proofErr w:type="spellEnd"/>
      <w:r w:rsidR="00AC4A4C" w:rsidRPr="009857C0">
        <w:rPr>
          <w:bCs/>
        </w:rPr>
        <w:t xml:space="preserve"> </w:t>
      </w:r>
      <w:proofErr w:type="spellStart"/>
      <w:r w:rsidR="00AC4A4C" w:rsidRPr="009857C0">
        <w:rPr>
          <w:bCs/>
        </w:rPr>
        <w:t>Е.Г.,Шпинтов</w:t>
      </w:r>
      <w:proofErr w:type="spellEnd"/>
      <w:r w:rsidR="00AC4A4C" w:rsidRPr="009857C0">
        <w:rPr>
          <w:bCs/>
        </w:rPr>
        <w:t xml:space="preserve"> А.Г.)»</w:t>
      </w:r>
      <w:r w:rsidR="008814FA" w:rsidRPr="009857C0">
        <w:t>.</w:t>
      </w:r>
      <w:proofErr w:type="gramEnd"/>
      <w:r w:rsidRPr="009857C0">
        <w:t xml:space="preserve"> </w:t>
      </w:r>
      <w:r w:rsidR="00267862" w:rsidRPr="00211A2D">
        <w:t>До начала строительно-монтажных работ проект должен быть согласован с филиалом ОАО «МРСК Центра» - «Смоленскэнерго».</w:t>
      </w:r>
    </w:p>
    <w:p w:rsidR="00267862" w:rsidRPr="00211A2D" w:rsidRDefault="00267862" w:rsidP="00B2263A">
      <w:pPr>
        <w:pStyle w:val="a3"/>
        <w:numPr>
          <w:ilvl w:val="1"/>
          <w:numId w:val="14"/>
        </w:numPr>
        <w:tabs>
          <w:tab w:val="left" w:pos="-142"/>
        </w:tabs>
        <w:jc w:val="both"/>
        <w:rPr>
          <w:sz w:val="24"/>
          <w:szCs w:val="24"/>
        </w:rPr>
      </w:pPr>
      <w:r w:rsidRPr="00211A2D">
        <w:rPr>
          <w:sz w:val="24"/>
          <w:szCs w:val="24"/>
        </w:rPr>
        <w:t>Поставку оборудования и материалов осуществляет Подрядчик.</w:t>
      </w:r>
    </w:p>
    <w:p w:rsidR="00267862" w:rsidRPr="00211A2D" w:rsidRDefault="00267862" w:rsidP="00B2263A">
      <w:pPr>
        <w:pStyle w:val="a3"/>
        <w:numPr>
          <w:ilvl w:val="1"/>
          <w:numId w:val="14"/>
        </w:numPr>
        <w:tabs>
          <w:tab w:val="left" w:pos="-142"/>
        </w:tabs>
        <w:jc w:val="both"/>
        <w:rPr>
          <w:sz w:val="24"/>
          <w:szCs w:val="24"/>
        </w:rPr>
      </w:pPr>
      <w:r w:rsidRPr="00211A2D">
        <w:rPr>
          <w:sz w:val="24"/>
          <w:szCs w:val="24"/>
        </w:rPr>
        <w:t>Строительство/реконструкция объектов выполняется без выделения пусковых комплексов в полном соответствии с проектом согласованным с Заказчиком.</w:t>
      </w:r>
    </w:p>
    <w:p w:rsidR="00267862" w:rsidRPr="00211A2D" w:rsidRDefault="00267862" w:rsidP="00B2263A">
      <w:pPr>
        <w:pStyle w:val="a3"/>
        <w:numPr>
          <w:ilvl w:val="1"/>
          <w:numId w:val="14"/>
        </w:numPr>
        <w:tabs>
          <w:tab w:val="left" w:pos="-142"/>
        </w:tabs>
        <w:jc w:val="both"/>
        <w:rPr>
          <w:sz w:val="24"/>
          <w:szCs w:val="24"/>
        </w:rPr>
      </w:pPr>
      <w:r w:rsidRPr="00211A2D">
        <w:rPr>
          <w:sz w:val="24"/>
          <w:szCs w:val="24"/>
        </w:rPr>
        <w:t>Подрядчик осуществляет комплектацию работ материалами и оборудованием.</w:t>
      </w:r>
    </w:p>
    <w:p w:rsidR="00267862" w:rsidRPr="00211A2D" w:rsidRDefault="00267862" w:rsidP="00B2263A">
      <w:pPr>
        <w:pStyle w:val="a3"/>
        <w:numPr>
          <w:ilvl w:val="1"/>
          <w:numId w:val="14"/>
        </w:numPr>
        <w:tabs>
          <w:tab w:val="left" w:pos="-142"/>
        </w:tabs>
        <w:jc w:val="both"/>
        <w:rPr>
          <w:sz w:val="24"/>
          <w:szCs w:val="24"/>
        </w:rPr>
      </w:pPr>
      <w:r w:rsidRPr="00211A2D">
        <w:rPr>
          <w:sz w:val="24"/>
          <w:szCs w:val="24"/>
        </w:rPr>
        <w:t>Изменение номенклатуры поставляемых материалов и оборудования должно быть согласовано с Заказчиком.</w:t>
      </w:r>
    </w:p>
    <w:p w:rsidR="00267862" w:rsidRPr="00211A2D" w:rsidRDefault="00267862" w:rsidP="00B2263A">
      <w:pPr>
        <w:pStyle w:val="a3"/>
        <w:numPr>
          <w:ilvl w:val="1"/>
          <w:numId w:val="14"/>
        </w:numPr>
        <w:tabs>
          <w:tab w:val="left" w:pos="-142"/>
        </w:tabs>
        <w:jc w:val="both"/>
        <w:rPr>
          <w:sz w:val="24"/>
          <w:szCs w:val="24"/>
        </w:rPr>
      </w:pPr>
      <w:r w:rsidRPr="00211A2D">
        <w:rPr>
          <w:sz w:val="24"/>
          <w:szCs w:val="24"/>
        </w:rPr>
        <w:t>Все применяемые материалы и оборудование должны иметь паспорта и сертификаты. Производители оборудования и материалов должны быть согласованы с Заказчиком.</w:t>
      </w:r>
    </w:p>
    <w:p w:rsidR="00267862" w:rsidRPr="00211A2D" w:rsidRDefault="00267862" w:rsidP="00B2263A">
      <w:pPr>
        <w:pStyle w:val="a3"/>
        <w:numPr>
          <w:ilvl w:val="1"/>
          <w:numId w:val="14"/>
        </w:numPr>
        <w:tabs>
          <w:tab w:val="left" w:pos="-142"/>
        </w:tabs>
        <w:jc w:val="both"/>
        <w:rPr>
          <w:sz w:val="24"/>
          <w:szCs w:val="24"/>
        </w:rPr>
      </w:pPr>
      <w:r w:rsidRPr="00211A2D">
        <w:rPr>
          <w:sz w:val="24"/>
          <w:szCs w:val="24"/>
        </w:rPr>
        <w:t>Подрядчик выполняет исполнительную документацию по строительству/реконструкции в соответствии с нормами и передает ее Заказчику.</w:t>
      </w:r>
    </w:p>
    <w:p w:rsidR="00267862" w:rsidRPr="00211A2D" w:rsidRDefault="00267862" w:rsidP="00B2263A">
      <w:pPr>
        <w:pStyle w:val="a3"/>
        <w:numPr>
          <w:ilvl w:val="1"/>
          <w:numId w:val="14"/>
        </w:numPr>
        <w:tabs>
          <w:tab w:val="left" w:pos="-142"/>
        </w:tabs>
        <w:jc w:val="both"/>
        <w:rPr>
          <w:sz w:val="24"/>
          <w:szCs w:val="24"/>
        </w:rPr>
      </w:pPr>
      <w:r w:rsidRPr="00211A2D">
        <w:rPr>
          <w:sz w:val="24"/>
          <w:szCs w:val="24"/>
        </w:rPr>
        <w:t>Все работы должны быть выполнены в соответствии с нормативно-технической документацией (НТД):</w:t>
      </w:r>
    </w:p>
    <w:p w:rsidR="00267862" w:rsidRPr="00211A2D" w:rsidRDefault="00267862" w:rsidP="00B2263A">
      <w:pPr>
        <w:pStyle w:val="a3"/>
        <w:numPr>
          <w:ilvl w:val="0"/>
          <w:numId w:val="13"/>
        </w:numPr>
        <w:tabs>
          <w:tab w:val="left" w:pos="-142"/>
        </w:tabs>
        <w:jc w:val="both"/>
        <w:rPr>
          <w:sz w:val="24"/>
          <w:szCs w:val="24"/>
        </w:rPr>
      </w:pPr>
      <w:r w:rsidRPr="00211A2D">
        <w:rPr>
          <w:sz w:val="24"/>
          <w:szCs w:val="24"/>
        </w:rPr>
        <w:t>СНиП;</w:t>
      </w:r>
    </w:p>
    <w:p w:rsidR="00267862" w:rsidRPr="00211A2D" w:rsidRDefault="00267862" w:rsidP="00B2263A">
      <w:pPr>
        <w:pStyle w:val="a3"/>
        <w:numPr>
          <w:ilvl w:val="0"/>
          <w:numId w:val="13"/>
        </w:numPr>
        <w:tabs>
          <w:tab w:val="left" w:pos="-142"/>
        </w:tabs>
        <w:jc w:val="both"/>
        <w:rPr>
          <w:sz w:val="24"/>
          <w:szCs w:val="24"/>
        </w:rPr>
      </w:pPr>
      <w:r w:rsidRPr="00211A2D">
        <w:rPr>
          <w:sz w:val="24"/>
          <w:szCs w:val="24"/>
        </w:rPr>
        <w:t>ПУЭ;</w:t>
      </w:r>
    </w:p>
    <w:p w:rsidR="00267862" w:rsidRPr="00211A2D" w:rsidRDefault="00267862" w:rsidP="00B2263A">
      <w:pPr>
        <w:pStyle w:val="a3"/>
        <w:numPr>
          <w:ilvl w:val="0"/>
          <w:numId w:val="13"/>
        </w:numPr>
        <w:tabs>
          <w:tab w:val="left" w:pos="-142"/>
        </w:tabs>
        <w:jc w:val="both"/>
        <w:rPr>
          <w:sz w:val="24"/>
          <w:szCs w:val="24"/>
        </w:rPr>
      </w:pPr>
      <w:r w:rsidRPr="00211A2D">
        <w:rPr>
          <w:sz w:val="24"/>
          <w:szCs w:val="24"/>
        </w:rPr>
        <w:t>руководящими документами;</w:t>
      </w:r>
    </w:p>
    <w:p w:rsidR="00267862" w:rsidRPr="00211A2D" w:rsidRDefault="00267862" w:rsidP="00B2263A">
      <w:pPr>
        <w:pStyle w:val="a3"/>
        <w:numPr>
          <w:ilvl w:val="0"/>
          <w:numId w:val="13"/>
        </w:numPr>
        <w:tabs>
          <w:tab w:val="left" w:pos="-142"/>
        </w:tabs>
        <w:jc w:val="both"/>
        <w:rPr>
          <w:sz w:val="24"/>
          <w:szCs w:val="24"/>
        </w:rPr>
      </w:pPr>
      <w:r w:rsidRPr="00211A2D">
        <w:rPr>
          <w:sz w:val="24"/>
          <w:szCs w:val="24"/>
        </w:rPr>
        <w:t>отраслевыми стандартами и др. документами.</w:t>
      </w:r>
    </w:p>
    <w:p w:rsidR="00267862" w:rsidRPr="00211A2D" w:rsidRDefault="00267862" w:rsidP="00B2263A">
      <w:pPr>
        <w:pStyle w:val="a3"/>
        <w:numPr>
          <w:ilvl w:val="1"/>
          <w:numId w:val="14"/>
        </w:numPr>
        <w:tabs>
          <w:tab w:val="left" w:pos="-142"/>
        </w:tabs>
        <w:jc w:val="both"/>
        <w:rPr>
          <w:sz w:val="24"/>
          <w:szCs w:val="24"/>
        </w:rPr>
      </w:pPr>
      <w:r w:rsidRPr="00211A2D">
        <w:rPr>
          <w:sz w:val="24"/>
          <w:szCs w:val="24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267862" w:rsidRPr="00211A2D" w:rsidRDefault="00267862" w:rsidP="00B2263A">
      <w:pPr>
        <w:pStyle w:val="a3"/>
        <w:numPr>
          <w:ilvl w:val="1"/>
          <w:numId w:val="14"/>
        </w:numPr>
        <w:tabs>
          <w:tab w:val="left" w:pos="-142"/>
        </w:tabs>
        <w:jc w:val="both"/>
        <w:rPr>
          <w:sz w:val="24"/>
          <w:szCs w:val="24"/>
        </w:rPr>
      </w:pPr>
      <w:r w:rsidRPr="00211A2D">
        <w:rPr>
          <w:sz w:val="24"/>
          <w:szCs w:val="24"/>
        </w:rPr>
        <w:t>Подрядчик (и привлекаемые им Субподрядчики) должны иметь свидетельство о допуске к выполняемым видам работ, оформленное в соответствии с требованиями действующего законодательства РФ и устава СРО. Выбор Субподрядчиков согласовывается с Заказчиком. Подрядчик несет полную ответственность за работу субподрядчика.</w:t>
      </w:r>
    </w:p>
    <w:p w:rsidR="00267862" w:rsidRPr="00211A2D" w:rsidRDefault="00267862" w:rsidP="00B2263A">
      <w:pPr>
        <w:pStyle w:val="a3"/>
        <w:numPr>
          <w:ilvl w:val="1"/>
          <w:numId w:val="14"/>
        </w:numPr>
        <w:tabs>
          <w:tab w:val="left" w:pos="-142"/>
        </w:tabs>
        <w:jc w:val="both"/>
        <w:rPr>
          <w:sz w:val="24"/>
          <w:szCs w:val="24"/>
        </w:rPr>
      </w:pPr>
      <w:r w:rsidRPr="00211A2D">
        <w:rPr>
          <w:sz w:val="24"/>
          <w:szCs w:val="24"/>
        </w:rPr>
        <w:t>Подрядчик не имеет права передавать субподрядным организациям объем работ, выполняемых по настоящему техническому заданию на выполнение СМР, ПНР, составляющий более 30%(тридцати процентов) от общей стоимости работ</w:t>
      </w:r>
    </w:p>
    <w:p w:rsidR="00267862" w:rsidRPr="00211A2D" w:rsidRDefault="00267862" w:rsidP="00B2263A">
      <w:pPr>
        <w:pStyle w:val="a3"/>
        <w:numPr>
          <w:ilvl w:val="1"/>
          <w:numId w:val="14"/>
        </w:numPr>
        <w:tabs>
          <w:tab w:val="left" w:pos="-142"/>
        </w:tabs>
        <w:jc w:val="both"/>
        <w:rPr>
          <w:sz w:val="24"/>
          <w:szCs w:val="24"/>
        </w:rPr>
      </w:pPr>
      <w:r w:rsidRPr="00211A2D">
        <w:rPr>
          <w:sz w:val="24"/>
          <w:szCs w:val="24"/>
        </w:rPr>
        <w:t>Подрядчик самостоятельно оформляет разрешение на производство земляных работ по строительству/реконструкции объектов и несет полную ответственность при нарушении производства работ.</w:t>
      </w:r>
    </w:p>
    <w:p w:rsidR="00267862" w:rsidRPr="00211A2D" w:rsidRDefault="00267862" w:rsidP="00B2263A">
      <w:pPr>
        <w:pStyle w:val="a3"/>
        <w:numPr>
          <w:ilvl w:val="1"/>
          <w:numId w:val="14"/>
        </w:numPr>
        <w:tabs>
          <w:tab w:val="left" w:pos="-142"/>
        </w:tabs>
        <w:jc w:val="both"/>
        <w:rPr>
          <w:sz w:val="24"/>
          <w:szCs w:val="24"/>
        </w:rPr>
      </w:pPr>
      <w:r w:rsidRPr="00211A2D">
        <w:rPr>
          <w:sz w:val="24"/>
          <w:szCs w:val="24"/>
        </w:rPr>
        <w:t>Все необходимые согласования со сторонними организациями, возникающие в процессе строительно-монтажных работ Подрядчик выполняет самостоятельно.</w:t>
      </w:r>
    </w:p>
    <w:p w:rsidR="00267862" w:rsidRPr="00211A2D" w:rsidRDefault="00267862" w:rsidP="00B2263A">
      <w:pPr>
        <w:pStyle w:val="a3"/>
        <w:numPr>
          <w:ilvl w:val="1"/>
          <w:numId w:val="14"/>
        </w:numPr>
        <w:tabs>
          <w:tab w:val="left" w:pos="-142"/>
        </w:tabs>
        <w:jc w:val="both"/>
        <w:rPr>
          <w:sz w:val="24"/>
          <w:szCs w:val="24"/>
        </w:rPr>
      </w:pPr>
      <w:r w:rsidRPr="00211A2D">
        <w:rPr>
          <w:sz w:val="24"/>
          <w:szCs w:val="24"/>
        </w:rPr>
        <w:t xml:space="preserve">Все изменения проектных решений должны быть согласованы с филиалом ОАО «МРСК Центра» - «Смоленскэнерго» и проектной организацией и выполняется за счет победителя конкурса. </w:t>
      </w:r>
    </w:p>
    <w:p w:rsidR="005A502E" w:rsidRPr="009857C0" w:rsidRDefault="005A502E" w:rsidP="00B2263A">
      <w:pPr>
        <w:pStyle w:val="aa"/>
        <w:numPr>
          <w:ilvl w:val="0"/>
          <w:numId w:val="15"/>
        </w:numPr>
        <w:tabs>
          <w:tab w:val="left" w:pos="-142"/>
        </w:tabs>
        <w:ind w:hanging="720"/>
        <w:jc w:val="both"/>
      </w:pPr>
      <w:r w:rsidRPr="00211A2D">
        <w:t>Выполнение технических условий выданных всеми заинтересованными предприятиями и организациями в соответствии с проектными решениями.</w:t>
      </w:r>
    </w:p>
    <w:p w:rsidR="00267862" w:rsidRDefault="00267862" w:rsidP="005A502E">
      <w:pPr>
        <w:pStyle w:val="aa"/>
        <w:ind w:left="426"/>
        <w:jc w:val="both"/>
      </w:pPr>
    </w:p>
    <w:p w:rsidR="002E3B38" w:rsidRPr="00211A2D" w:rsidRDefault="00AB5DD5" w:rsidP="00B2263A">
      <w:pPr>
        <w:pStyle w:val="a3"/>
        <w:numPr>
          <w:ilvl w:val="0"/>
          <w:numId w:val="17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5A502E">
        <w:rPr>
          <w:sz w:val="24"/>
          <w:szCs w:val="24"/>
        </w:rPr>
        <w:t xml:space="preserve">  </w:t>
      </w:r>
      <w:r w:rsidR="002E3B38" w:rsidRPr="00211A2D">
        <w:rPr>
          <w:b/>
          <w:sz w:val="24"/>
          <w:szCs w:val="24"/>
        </w:rPr>
        <w:t>Правила контроля и приемки работ.</w:t>
      </w:r>
    </w:p>
    <w:p w:rsidR="002E3B38" w:rsidRPr="002E3B38" w:rsidRDefault="002E3B38" w:rsidP="00B2263A">
      <w:pPr>
        <w:pStyle w:val="aa"/>
        <w:numPr>
          <w:ilvl w:val="0"/>
          <w:numId w:val="17"/>
        </w:numPr>
        <w:contextualSpacing w:val="0"/>
        <w:jc w:val="both"/>
        <w:rPr>
          <w:vanish/>
        </w:rPr>
      </w:pPr>
    </w:p>
    <w:p w:rsidR="002E3B38" w:rsidRPr="00211A2D" w:rsidRDefault="002E3B38" w:rsidP="00B2263A">
      <w:pPr>
        <w:pStyle w:val="a3"/>
        <w:numPr>
          <w:ilvl w:val="1"/>
          <w:numId w:val="18"/>
        </w:numPr>
        <w:ind w:left="142" w:hanging="142"/>
        <w:jc w:val="both"/>
        <w:rPr>
          <w:sz w:val="24"/>
          <w:szCs w:val="24"/>
        </w:rPr>
      </w:pPr>
      <w:r w:rsidRPr="00211A2D">
        <w:rPr>
          <w:sz w:val="24"/>
          <w:szCs w:val="24"/>
        </w:rPr>
        <w:t>Руководители работ участвующие в строительстве/реконструкции, совместно с представителями филиала ОАО «МРСК Центра» - «Смоленскэнерго»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2E3B38" w:rsidRPr="00211A2D" w:rsidRDefault="002E3B38" w:rsidP="00B2263A">
      <w:pPr>
        <w:pStyle w:val="a3"/>
        <w:numPr>
          <w:ilvl w:val="1"/>
          <w:numId w:val="19"/>
        </w:numPr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211A2D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211A2D">
        <w:rPr>
          <w:sz w:val="24"/>
          <w:szCs w:val="24"/>
        </w:rPr>
        <w:t>действующими</w:t>
      </w:r>
      <w:proofErr w:type="gramEnd"/>
      <w:r w:rsidRPr="00211A2D">
        <w:rPr>
          <w:sz w:val="24"/>
          <w:szCs w:val="24"/>
        </w:rPr>
        <w:t xml:space="preserve"> СНиП. Подрядчик обязан гарантировать соответствие выполненной работы требованиям СНиП и ТУ. Подрядчик обязан предоставить акты выполненных работ и </w:t>
      </w:r>
      <w:r w:rsidRPr="00211A2D">
        <w:rPr>
          <w:sz w:val="24"/>
          <w:szCs w:val="24"/>
        </w:rPr>
        <w:lastRenderedPageBreak/>
        <w:t>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2E3B38" w:rsidRPr="00211A2D" w:rsidRDefault="002E3B38" w:rsidP="00B2263A">
      <w:pPr>
        <w:pStyle w:val="a3"/>
        <w:numPr>
          <w:ilvl w:val="1"/>
          <w:numId w:val="19"/>
        </w:numPr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211A2D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CE0451" w:rsidRPr="009857C0" w:rsidRDefault="00CE0451" w:rsidP="00CE0451">
      <w:pPr>
        <w:pStyle w:val="a3"/>
        <w:ind w:left="1276" w:firstLine="0"/>
        <w:jc w:val="left"/>
        <w:rPr>
          <w:sz w:val="24"/>
          <w:szCs w:val="24"/>
        </w:rPr>
      </w:pPr>
    </w:p>
    <w:p w:rsidR="002E3B38" w:rsidRPr="00211A2D" w:rsidRDefault="00CE0451" w:rsidP="00B2263A">
      <w:pPr>
        <w:pStyle w:val="a3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9857C0">
        <w:rPr>
          <w:sz w:val="24"/>
          <w:szCs w:val="24"/>
        </w:rPr>
        <w:t xml:space="preserve"> </w:t>
      </w:r>
      <w:r w:rsidR="002E3B38" w:rsidRPr="00211A2D">
        <w:rPr>
          <w:b/>
          <w:sz w:val="24"/>
          <w:szCs w:val="24"/>
        </w:rPr>
        <w:t>Оплата и финансирование.</w:t>
      </w:r>
    </w:p>
    <w:p w:rsidR="002E3B38" w:rsidRPr="00211A2D" w:rsidRDefault="002E3B38" w:rsidP="002E3B38">
      <w:pPr>
        <w:pStyle w:val="a3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211A2D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2E3B38" w:rsidRPr="00211A2D" w:rsidRDefault="002E3B38" w:rsidP="00B2263A">
      <w:pPr>
        <w:pStyle w:val="a3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211A2D">
        <w:rPr>
          <w:b/>
          <w:sz w:val="24"/>
          <w:szCs w:val="24"/>
        </w:rPr>
        <w:t>Экология и природоохранные мероприятия.</w:t>
      </w:r>
    </w:p>
    <w:p w:rsidR="002E3B38" w:rsidRPr="00211A2D" w:rsidRDefault="002E3B38" w:rsidP="002E3B38">
      <w:pPr>
        <w:pStyle w:val="a3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211A2D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:rsidR="002E3B38" w:rsidRPr="00211A2D" w:rsidRDefault="002E3B38" w:rsidP="00B2263A">
      <w:pPr>
        <w:pStyle w:val="a3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211A2D">
        <w:rPr>
          <w:b/>
          <w:sz w:val="24"/>
          <w:szCs w:val="24"/>
        </w:rPr>
        <w:t>Гарантии исполнителя строительных работ.</w:t>
      </w:r>
    </w:p>
    <w:p w:rsidR="002E3B38" w:rsidRPr="00211A2D" w:rsidRDefault="002E3B38" w:rsidP="002E3B38">
      <w:pPr>
        <w:pStyle w:val="a3"/>
        <w:tabs>
          <w:tab w:val="left" w:pos="1134"/>
          <w:tab w:val="left" w:pos="1418"/>
        </w:tabs>
        <w:ind w:left="0" w:firstLine="284"/>
        <w:jc w:val="both"/>
        <w:rPr>
          <w:sz w:val="24"/>
          <w:szCs w:val="24"/>
        </w:rPr>
      </w:pPr>
      <w:r w:rsidRPr="00211A2D">
        <w:rPr>
          <w:sz w:val="24"/>
          <w:szCs w:val="24"/>
        </w:rPr>
        <w:t>Подрядная строительная организация должна гарантировать нормальную эксплуатацию  строящихся объектов не менее 36  месяцев  с момента включения объектов под напряжение.</w:t>
      </w:r>
    </w:p>
    <w:p w:rsidR="002E3B38" w:rsidRPr="00211A2D" w:rsidRDefault="002E3B38" w:rsidP="00B2263A">
      <w:pPr>
        <w:pStyle w:val="a3"/>
        <w:numPr>
          <w:ilvl w:val="0"/>
          <w:numId w:val="16"/>
        </w:numPr>
        <w:tabs>
          <w:tab w:val="left" w:pos="1134"/>
          <w:tab w:val="left" w:pos="1418"/>
        </w:tabs>
        <w:jc w:val="both"/>
        <w:rPr>
          <w:b/>
          <w:sz w:val="24"/>
          <w:szCs w:val="24"/>
        </w:rPr>
      </w:pPr>
      <w:r w:rsidRPr="00211A2D">
        <w:rPr>
          <w:b/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2E3B38" w:rsidRPr="00211A2D" w:rsidRDefault="002E3B38" w:rsidP="002E3B38">
      <w:pPr>
        <w:pStyle w:val="a3"/>
        <w:tabs>
          <w:tab w:val="left" w:pos="1134"/>
          <w:tab w:val="left" w:pos="1418"/>
        </w:tabs>
        <w:ind w:left="0" w:firstLine="0"/>
        <w:jc w:val="both"/>
        <w:rPr>
          <w:sz w:val="24"/>
          <w:szCs w:val="24"/>
        </w:rPr>
      </w:pPr>
    </w:p>
    <w:p w:rsidR="002E3B38" w:rsidRPr="00211A2D" w:rsidRDefault="002E3B38" w:rsidP="002E3B38">
      <w:pPr>
        <w:pStyle w:val="a3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sectPr w:rsidR="002E3B38" w:rsidRPr="00211A2D" w:rsidSect="007466BE">
      <w:headerReference w:type="default" r:id="rId8"/>
      <w:pgSz w:w="11906" w:h="16838"/>
      <w:pgMar w:top="709" w:right="567" w:bottom="284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5720" w:rsidRDefault="00095720" w:rsidP="00467C3E">
      <w:r>
        <w:separator/>
      </w:r>
    </w:p>
  </w:endnote>
  <w:endnote w:type="continuationSeparator" w:id="0">
    <w:p w:rsidR="00095720" w:rsidRDefault="00095720" w:rsidP="00467C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5720" w:rsidRDefault="00095720" w:rsidP="00467C3E">
      <w:r>
        <w:separator/>
      </w:r>
    </w:p>
  </w:footnote>
  <w:footnote w:type="continuationSeparator" w:id="0">
    <w:p w:rsidR="00095720" w:rsidRDefault="00095720" w:rsidP="00467C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C3E" w:rsidRPr="00896476" w:rsidRDefault="00467C3E" w:rsidP="00467C3E">
    <w:pPr>
      <w:jc w:val="right"/>
    </w:pPr>
    <w:r w:rsidRPr="00896476">
      <w:t>Приложение № 1</w:t>
    </w:r>
  </w:p>
  <w:p w:rsidR="00467C3E" w:rsidRDefault="00467C3E" w:rsidP="00467C3E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31624"/>
    <w:multiLevelType w:val="hybridMultilevel"/>
    <w:tmpl w:val="3CD0856A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>
    <w:nsid w:val="0F130835"/>
    <w:multiLevelType w:val="hybridMultilevel"/>
    <w:tmpl w:val="0EEA8B5E"/>
    <w:lvl w:ilvl="0" w:tplc="DDE2CD64">
      <w:start w:val="1"/>
      <w:numFmt w:val="bullet"/>
      <w:lvlText w:val=""/>
      <w:lvlJc w:val="left"/>
      <w:pPr>
        <w:ind w:left="107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0CE678A"/>
    <w:multiLevelType w:val="multilevel"/>
    <w:tmpl w:val="EBC81418"/>
    <w:lvl w:ilvl="0">
      <w:start w:val="9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8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24750B9"/>
    <w:multiLevelType w:val="hybridMultilevel"/>
    <w:tmpl w:val="7410F118"/>
    <w:lvl w:ilvl="0" w:tplc="DBE6ABEE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6C6516B"/>
    <w:multiLevelType w:val="hybridMultilevel"/>
    <w:tmpl w:val="57B67D66"/>
    <w:lvl w:ilvl="0" w:tplc="B22A9470">
      <w:start w:val="15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EC6BA0"/>
    <w:multiLevelType w:val="multilevel"/>
    <w:tmpl w:val="597A09F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8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183E389B"/>
    <w:multiLevelType w:val="hybridMultilevel"/>
    <w:tmpl w:val="B3AA318E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1E833F5A"/>
    <w:multiLevelType w:val="hybridMultilevel"/>
    <w:tmpl w:val="524800B8"/>
    <w:lvl w:ilvl="0" w:tplc="95F0A7D4">
      <w:start w:val="1"/>
      <w:numFmt w:val="decimal"/>
      <w:lvlText w:val="1.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>
    <w:nsid w:val="33AD2A83"/>
    <w:multiLevelType w:val="hybridMultilevel"/>
    <w:tmpl w:val="260867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E228D7"/>
    <w:multiLevelType w:val="multilevel"/>
    <w:tmpl w:val="E8D6EB74"/>
    <w:lvl w:ilvl="0">
      <w:start w:val="10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8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421B494C"/>
    <w:multiLevelType w:val="multilevel"/>
    <w:tmpl w:val="6B504A8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498D76B5"/>
    <w:multiLevelType w:val="multilevel"/>
    <w:tmpl w:val="63DAFDA2"/>
    <w:lvl w:ilvl="0">
      <w:start w:val="1"/>
      <w:numFmt w:val="decimal"/>
      <w:lvlText w:val="%1."/>
      <w:lvlJc w:val="left"/>
      <w:pPr>
        <w:tabs>
          <w:tab w:val="num" w:pos="1446"/>
        </w:tabs>
        <w:ind w:left="1446" w:hanging="1020"/>
      </w:pPr>
      <w:rPr>
        <w:rFonts w:hint="default"/>
        <w:b/>
      </w:rPr>
    </w:lvl>
    <w:lvl w:ilvl="1">
      <w:start w:val="1"/>
      <w:numFmt w:val="decimal"/>
      <w:lvlText w:val="7.%2."/>
      <w:lvlJc w:val="left"/>
      <w:pPr>
        <w:ind w:left="1383" w:hanging="532"/>
      </w:pPr>
      <w:rPr>
        <w:rFonts w:hint="default"/>
        <w:i w:val="0"/>
      </w:r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2">
    <w:nsid w:val="4F28063B"/>
    <w:multiLevelType w:val="multilevel"/>
    <w:tmpl w:val="07B8582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2"/>
      <w:numFmt w:val="decimal"/>
      <w:lvlText w:val="8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564556E5"/>
    <w:multiLevelType w:val="hybridMultilevel"/>
    <w:tmpl w:val="B3789094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4">
    <w:nsid w:val="5FB45546"/>
    <w:multiLevelType w:val="multilevel"/>
    <w:tmpl w:val="4C142DA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677E203D"/>
    <w:multiLevelType w:val="hybridMultilevel"/>
    <w:tmpl w:val="34CCF00C"/>
    <w:lvl w:ilvl="0" w:tplc="47A2799E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A16D92"/>
    <w:multiLevelType w:val="hybridMultilevel"/>
    <w:tmpl w:val="78D85E76"/>
    <w:lvl w:ilvl="0" w:tplc="8C7AA798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7">
    <w:nsid w:val="7ACC3F34"/>
    <w:multiLevelType w:val="hybridMultilevel"/>
    <w:tmpl w:val="F0302182"/>
    <w:lvl w:ilvl="0" w:tplc="08E0DA80">
      <w:start w:val="1"/>
      <w:numFmt w:val="decimal"/>
      <w:lvlText w:val="8.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7CB172DC"/>
    <w:multiLevelType w:val="hybridMultilevel"/>
    <w:tmpl w:val="AB42910E"/>
    <w:lvl w:ilvl="0" w:tplc="8F02C0DE">
      <w:start w:val="1"/>
      <w:numFmt w:val="decimal"/>
      <w:lvlText w:val="3.%1."/>
      <w:lvlJc w:val="left"/>
      <w:pPr>
        <w:ind w:left="157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1"/>
  </w:num>
  <w:num w:numId="2">
    <w:abstractNumId w:val="18"/>
  </w:num>
  <w:num w:numId="3">
    <w:abstractNumId w:val="7"/>
  </w:num>
  <w:num w:numId="4">
    <w:abstractNumId w:val="17"/>
  </w:num>
  <w:num w:numId="5">
    <w:abstractNumId w:val="0"/>
  </w:num>
  <w:num w:numId="6">
    <w:abstractNumId w:val="8"/>
  </w:num>
  <w:num w:numId="7">
    <w:abstractNumId w:val="16"/>
  </w:num>
  <w:num w:numId="8">
    <w:abstractNumId w:val="13"/>
  </w:num>
  <w:num w:numId="9">
    <w:abstractNumId w:val="5"/>
  </w:num>
  <w:num w:numId="10">
    <w:abstractNumId w:val="6"/>
  </w:num>
  <w:num w:numId="11">
    <w:abstractNumId w:val="1"/>
  </w:num>
  <w:num w:numId="12">
    <w:abstractNumId w:val="3"/>
  </w:num>
  <w:num w:numId="13">
    <w:abstractNumId w:val="15"/>
  </w:num>
  <w:num w:numId="14">
    <w:abstractNumId w:val="12"/>
  </w:num>
  <w:num w:numId="15">
    <w:abstractNumId w:val="4"/>
  </w:num>
  <w:num w:numId="16">
    <w:abstractNumId w:val="9"/>
  </w:num>
  <w:num w:numId="17">
    <w:abstractNumId w:val="2"/>
  </w:num>
  <w:num w:numId="18">
    <w:abstractNumId w:val="14"/>
  </w:num>
  <w:num w:numId="19">
    <w:abstractNumId w:val="10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72E2"/>
    <w:rsid w:val="00003BE5"/>
    <w:rsid w:val="000053CC"/>
    <w:rsid w:val="000064A6"/>
    <w:rsid w:val="00011869"/>
    <w:rsid w:val="00013452"/>
    <w:rsid w:val="00016151"/>
    <w:rsid w:val="0001712F"/>
    <w:rsid w:val="000171D9"/>
    <w:rsid w:val="00017C6F"/>
    <w:rsid w:val="000214FD"/>
    <w:rsid w:val="00021575"/>
    <w:rsid w:val="00022C82"/>
    <w:rsid w:val="000236F8"/>
    <w:rsid w:val="0002489B"/>
    <w:rsid w:val="0002556B"/>
    <w:rsid w:val="00027418"/>
    <w:rsid w:val="000274AF"/>
    <w:rsid w:val="000307C7"/>
    <w:rsid w:val="0003182E"/>
    <w:rsid w:val="0003378F"/>
    <w:rsid w:val="000338AC"/>
    <w:rsid w:val="00033C19"/>
    <w:rsid w:val="00035AA0"/>
    <w:rsid w:val="00036476"/>
    <w:rsid w:val="000374E2"/>
    <w:rsid w:val="00041F21"/>
    <w:rsid w:val="000447BB"/>
    <w:rsid w:val="00044E66"/>
    <w:rsid w:val="0004743B"/>
    <w:rsid w:val="000559CE"/>
    <w:rsid w:val="0005670E"/>
    <w:rsid w:val="000568CB"/>
    <w:rsid w:val="00061631"/>
    <w:rsid w:val="00062A3D"/>
    <w:rsid w:val="00062CC1"/>
    <w:rsid w:val="00062E17"/>
    <w:rsid w:val="000638D2"/>
    <w:rsid w:val="00067223"/>
    <w:rsid w:val="00072736"/>
    <w:rsid w:val="0007632A"/>
    <w:rsid w:val="000764D2"/>
    <w:rsid w:val="00077921"/>
    <w:rsid w:val="00081360"/>
    <w:rsid w:val="00081943"/>
    <w:rsid w:val="000834B4"/>
    <w:rsid w:val="00083A75"/>
    <w:rsid w:val="0008502B"/>
    <w:rsid w:val="0008695E"/>
    <w:rsid w:val="00087358"/>
    <w:rsid w:val="00090A98"/>
    <w:rsid w:val="000922DA"/>
    <w:rsid w:val="000926D7"/>
    <w:rsid w:val="0009302E"/>
    <w:rsid w:val="00095720"/>
    <w:rsid w:val="000968F8"/>
    <w:rsid w:val="00097BE6"/>
    <w:rsid w:val="000A036D"/>
    <w:rsid w:val="000A5C66"/>
    <w:rsid w:val="000A7E16"/>
    <w:rsid w:val="000B0C2D"/>
    <w:rsid w:val="000B126E"/>
    <w:rsid w:val="000B14CD"/>
    <w:rsid w:val="000B1F6B"/>
    <w:rsid w:val="000B368B"/>
    <w:rsid w:val="000B6FAA"/>
    <w:rsid w:val="000C0627"/>
    <w:rsid w:val="000C2EE6"/>
    <w:rsid w:val="000C4391"/>
    <w:rsid w:val="000C5D03"/>
    <w:rsid w:val="000C5F5A"/>
    <w:rsid w:val="000C6693"/>
    <w:rsid w:val="000C7108"/>
    <w:rsid w:val="000D1CD3"/>
    <w:rsid w:val="000D54B3"/>
    <w:rsid w:val="000D6C31"/>
    <w:rsid w:val="000D742A"/>
    <w:rsid w:val="000D752E"/>
    <w:rsid w:val="000E2B32"/>
    <w:rsid w:val="000E3EEE"/>
    <w:rsid w:val="000E40D4"/>
    <w:rsid w:val="000F05AB"/>
    <w:rsid w:val="000F09E0"/>
    <w:rsid w:val="000F0F0B"/>
    <w:rsid w:val="000F13E8"/>
    <w:rsid w:val="000F380D"/>
    <w:rsid w:val="000F39F7"/>
    <w:rsid w:val="000F561C"/>
    <w:rsid w:val="000F748F"/>
    <w:rsid w:val="000F7F9B"/>
    <w:rsid w:val="00104525"/>
    <w:rsid w:val="00104CAA"/>
    <w:rsid w:val="00105086"/>
    <w:rsid w:val="00105FB4"/>
    <w:rsid w:val="00106FB7"/>
    <w:rsid w:val="001077B5"/>
    <w:rsid w:val="00107B05"/>
    <w:rsid w:val="00110945"/>
    <w:rsid w:val="00111A5E"/>
    <w:rsid w:val="00112496"/>
    <w:rsid w:val="001143E6"/>
    <w:rsid w:val="00115890"/>
    <w:rsid w:val="0011708F"/>
    <w:rsid w:val="001174BB"/>
    <w:rsid w:val="00117770"/>
    <w:rsid w:val="00120195"/>
    <w:rsid w:val="0012299E"/>
    <w:rsid w:val="0012432A"/>
    <w:rsid w:val="001243B2"/>
    <w:rsid w:val="0012676D"/>
    <w:rsid w:val="001271B6"/>
    <w:rsid w:val="001319D7"/>
    <w:rsid w:val="00132CFA"/>
    <w:rsid w:val="00133873"/>
    <w:rsid w:val="00143202"/>
    <w:rsid w:val="00143A19"/>
    <w:rsid w:val="00143A38"/>
    <w:rsid w:val="0014430C"/>
    <w:rsid w:val="0014673F"/>
    <w:rsid w:val="00146811"/>
    <w:rsid w:val="00146A68"/>
    <w:rsid w:val="00147221"/>
    <w:rsid w:val="001472FE"/>
    <w:rsid w:val="00147D75"/>
    <w:rsid w:val="00147F2D"/>
    <w:rsid w:val="001500FF"/>
    <w:rsid w:val="00151194"/>
    <w:rsid w:val="001526CD"/>
    <w:rsid w:val="00153589"/>
    <w:rsid w:val="00155F93"/>
    <w:rsid w:val="00160F4C"/>
    <w:rsid w:val="001611C6"/>
    <w:rsid w:val="00162F9A"/>
    <w:rsid w:val="00163018"/>
    <w:rsid w:val="001639C2"/>
    <w:rsid w:val="00164713"/>
    <w:rsid w:val="00170142"/>
    <w:rsid w:val="00170F2F"/>
    <w:rsid w:val="0017129D"/>
    <w:rsid w:val="00173A60"/>
    <w:rsid w:val="00173D37"/>
    <w:rsid w:val="001769EA"/>
    <w:rsid w:val="00177E3A"/>
    <w:rsid w:val="0018074A"/>
    <w:rsid w:val="0018432C"/>
    <w:rsid w:val="00185B4D"/>
    <w:rsid w:val="001867FF"/>
    <w:rsid w:val="00186C47"/>
    <w:rsid w:val="0018793A"/>
    <w:rsid w:val="00187B92"/>
    <w:rsid w:val="00187E96"/>
    <w:rsid w:val="00192552"/>
    <w:rsid w:val="0019460F"/>
    <w:rsid w:val="00194C0D"/>
    <w:rsid w:val="001A0583"/>
    <w:rsid w:val="001A1572"/>
    <w:rsid w:val="001A1BCA"/>
    <w:rsid w:val="001A1EBB"/>
    <w:rsid w:val="001A244D"/>
    <w:rsid w:val="001A4970"/>
    <w:rsid w:val="001A4E25"/>
    <w:rsid w:val="001A53A4"/>
    <w:rsid w:val="001A59C6"/>
    <w:rsid w:val="001A646B"/>
    <w:rsid w:val="001A6BF5"/>
    <w:rsid w:val="001A6F91"/>
    <w:rsid w:val="001A753A"/>
    <w:rsid w:val="001B1DC4"/>
    <w:rsid w:val="001B2A9B"/>
    <w:rsid w:val="001C1D15"/>
    <w:rsid w:val="001E0480"/>
    <w:rsid w:val="001E1469"/>
    <w:rsid w:val="001E2D05"/>
    <w:rsid w:val="001E3172"/>
    <w:rsid w:val="001E3294"/>
    <w:rsid w:val="001E4723"/>
    <w:rsid w:val="001E5630"/>
    <w:rsid w:val="001E5697"/>
    <w:rsid w:val="001E5AA3"/>
    <w:rsid w:val="001E64CF"/>
    <w:rsid w:val="001E6BC1"/>
    <w:rsid w:val="001E78F7"/>
    <w:rsid w:val="001E7F14"/>
    <w:rsid w:val="001F271A"/>
    <w:rsid w:val="001F29E1"/>
    <w:rsid w:val="001F6BE4"/>
    <w:rsid w:val="00200355"/>
    <w:rsid w:val="00200CFD"/>
    <w:rsid w:val="002030AA"/>
    <w:rsid w:val="00203103"/>
    <w:rsid w:val="00204530"/>
    <w:rsid w:val="0020572B"/>
    <w:rsid w:val="0020649E"/>
    <w:rsid w:val="00207AAB"/>
    <w:rsid w:val="00207D98"/>
    <w:rsid w:val="00210165"/>
    <w:rsid w:val="002122BB"/>
    <w:rsid w:val="00212D90"/>
    <w:rsid w:val="00213151"/>
    <w:rsid w:val="00215EC4"/>
    <w:rsid w:val="00217EDC"/>
    <w:rsid w:val="00220112"/>
    <w:rsid w:val="00222C5D"/>
    <w:rsid w:val="00223256"/>
    <w:rsid w:val="00223FCD"/>
    <w:rsid w:val="0022523E"/>
    <w:rsid w:val="00225C12"/>
    <w:rsid w:val="00226E1E"/>
    <w:rsid w:val="00231E08"/>
    <w:rsid w:val="00234C3A"/>
    <w:rsid w:val="0023523E"/>
    <w:rsid w:val="00236237"/>
    <w:rsid w:val="00241D4B"/>
    <w:rsid w:val="00241DC0"/>
    <w:rsid w:val="00242B6D"/>
    <w:rsid w:val="00244987"/>
    <w:rsid w:val="0024670B"/>
    <w:rsid w:val="0025001A"/>
    <w:rsid w:val="00250FBE"/>
    <w:rsid w:val="002528BE"/>
    <w:rsid w:val="00252A30"/>
    <w:rsid w:val="00252B68"/>
    <w:rsid w:val="002533A6"/>
    <w:rsid w:val="00254115"/>
    <w:rsid w:val="00254A73"/>
    <w:rsid w:val="00255FCC"/>
    <w:rsid w:val="002621E0"/>
    <w:rsid w:val="00263603"/>
    <w:rsid w:val="002657B8"/>
    <w:rsid w:val="002662B7"/>
    <w:rsid w:val="0026644E"/>
    <w:rsid w:val="00267257"/>
    <w:rsid w:val="00267862"/>
    <w:rsid w:val="0027099B"/>
    <w:rsid w:val="00273FEC"/>
    <w:rsid w:val="002757DF"/>
    <w:rsid w:val="00275C2C"/>
    <w:rsid w:val="002769FB"/>
    <w:rsid w:val="00276DB1"/>
    <w:rsid w:val="0027791C"/>
    <w:rsid w:val="00282887"/>
    <w:rsid w:val="00284017"/>
    <w:rsid w:val="002855C6"/>
    <w:rsid w:val="00287E41"/>
    <w:rsid w:val="00290182"/>
    <w:rsid w:val="002904ED"/>
    <w:rsid w:val="00290E72"/>
    <w:rsid w:val="002944A3"/>
    <w:rsid w:val="002A14DE"/>
    <w:rsid w:val="002A219F"/>
    <w:rsid w:val="002A2854"/>
    <w:rsid w:val="002A5438"/>
    <w:rsid w:val="002A57D8"/>
    <w:rsid w:val="002A7B41"/>
    <w:rsid w:val="002A7F1A"/>
    <w:rsid w:val="002B00C0"/>
    <w:rsid w:val="002B23A0"/>
    <w:rsid w:val="002B24AA"/>
    <w:rsid w:val="002B2617"/>
    <w:rsid w:val="002B3E03"/>
    <w:rsid w:val="002C06A3"/>
    <w:rsid w:val="002C0BFA"/>
    <w:rsid w:val="002C2A09"/>
    <w:rsid w:val="002C2BF3"/>
    <w:rsid w:val="002C2DB7"/>
    <w:rsid w:val="002C41E0"/>
    <w:rsid w:val="002C49A7"/>
    <w:rsid w:val="002C5D40"/>
    <w:rsid w:val="002C6A14"/>
    <w:rsid w:val="002C7C21"/>
    <w:rsid w:val="002D09E7"/>
    <w:rsid w:val="002D148A"/>
    <w:rsid w:val="002D1622"/>
    <w:rsid w:val="002D1657"/>
    <w:rsid w:val="002D2EF1"/>
    <w:rsid w:val="002D3EB1"/>
    <w:rsid w:val="002D45D7"/>
    <w:rsid w:val="002D496A"/>
    <w:rsid w:val="002D7BE4"/>
    <w:rsid w:val="002E3B38"/>
    <w:rsid w:val="002E4247"/>
    <w:rsid w:val="002E6A4E"/>
    <w:rsid w:val="002E766F"/>
    <w:rsid w:val="002F095E"/>
    <w:rsid w:val="002F1334"/>
    <w:rsid w:val="002F2A6E"/>
    <w:rsid w:val="002F2F7F"/>
    <w:rsid w:val="002F364B"/>
    <w:rsid w:val="002F47F9"/>
    <w:rsid w:val="002F51D4"/>
    <w:rsid w:val="002F7001"/>
    <w:rsid w:val="002F7986"/>
    <w:rsid w:val="00301552"/>
    <w:rsid w:val="00301C0C"/>
    <w:rsid w:val="00303855"/>
    <w:rsid w:val="003062DC"/>
    <w:rsid w:val="0031577B"/>
    <w:rsid w:val="003159F4"/>
    <w:rsid w:val="0031752E"/>
    <w:rsid w:val="00326815"/>
    <w:rsid w:val="003302C5"/>
    <w:rsid w:val="00332630"/>
    <w:rsid w:val="00332874"/>
    <w:rsid w:val="00332E5F"/>
    <w:rsid w:val="00333380"/>
    <w:rsid w:val="00333442"/>
    <w:rsid w:val="0033391E"/>
    <w:rsid w:val="00335751"/>
    <w:rsid w:val="0033654B"/>
    <w:rsid w:val="003375EF"/>
    <w:rsid w:val="00340BC2"/>
    <w:rsid w:val="00342381"/>
    <w:rsid w:val="00342456"/>
    <w:rsid w:val="00346DA9"/>
    <w:rsid w:val="00347B73"/>
    <w:rsid w:val="00347C1C"/>
    <w:rsid w:val="003500B3"/>
    <w:rsid w:val="00350BB1"/>
    <w:rsid w:val="00352E20"/>
    <w:rsid w:val="00352FA6"/>
    <w:rsid w:val="0035305B"/>
    <w:rsid w:val="00353BD4"/>
    <w:rsid w:val="003554FA"/>
    <w:rsid w:val="00356942"/>
    <w:rsid w:val="00361E0F"/>
    <w:rsid w:val="003634AB"/>
    <w:rsid w:val="00367A88"/>
    <w:rsid w:val="00372836"/>
    <w:rsid w:val="00374B9A"/>
    <w:rsid w:val="00376E0E"/>
    <w:rsid w:val="00377719"/>
    <w:rsid w:val="00380C67"/>
    <w:rsid w:val="00383A2F"/>
    <w:rsid w:val="003908E4"/>
    <w:rsid w:val="00391BFD"/>
    <w:rsid w:val="00395056"/>
    <w:rsid w:val="003973C9"/>
    <w:rsid w:val="00397A2F"/>
    <w:rsid w:val="00397D23"/>
    <w:rsid w:val="003A029C"/>
    <w:rsid w:val="003A02A0"/>
    <w:rsid w:val="003A1D20"/>
    <w:rsid w:val="003A23C1"/>
    <w:rsid w:val="003A259D"/>
    <w:rsid w:val="003A2D80"/>
    <w:rsid w:val="003A73C6"/>
    <w:rsid w:val="003A7F14"/>
    <w:rsid w:val="003B4F5E"/>
    <w:rsid w:val="003B64CC"/>
    <w:rsid w:val="003B67FD"/>
    <w:rsid w:val="003C0F96"/>
    <w:rsid w:val="003C1441"/>
    <w:rsid w:val="003C3967"/>
    <w:rsid w:val="003C3B30"/>
    <w:rsid w:val="003D071D"/>
    <w:rsid w:val="003D1473"/>
    <w:rsid w:val="003D6866"/>
    <w:rsid w:val="003D6FD4"/>
    <w:rsid w:val="003D7399"/>
    <w:rsid w:val="003E2078"/>
    <w:rsid w:val="003E4671"/>
    <w:rsid w:val="003E531E"/>
    <w:rsid w:val="003E60E9"/>
    <w:rsid w:val="003E6D3D"/>
    <w:rsid w:val="003E75EA"/>
    <w:rsid w:val="003E7F4F"/>
    <w:rsid w:val="003F1DC7"/>
    <w:rsid w:val="003F3A06"/>
    <w:rsid w:val="003F423E"/>
    <w:rsid w:val="003F5A8C"/>
    <w:rsid w:val="0040004E"/>
    <w:rsid w:val="0040225F"/>
    <w:rsid w:val="004044F3"/>
    <w:rsid w:val="00404C31"/>
    <w:rsid w:val="00405D3D"/>
    <w:rsid w:val="0040737F"/>
    <w:rsid w:val="00407715"/>
    <w:rsid w:val="00407CA6"/>
    <w:rsid w:val="00411751"/>
    <w:rsid w:val="00411FF2"/>
    <w:rsid w:val="00412B88"/>
    <w:rsid w:val="00412E22"/>
    <w:rsid w:val="00413181"/>
    <w:rsid w:val="00413CD7"/>
    <w:rsid w:val="00413D8E"/>
    <w:rsid w:val="00415D9B"/>
    <w:rsid w:val="0042240A"/>
    <w:rsid w:val="004241AC"/>
    <w:rsid w:val="00430785"/>
    <w:rsid w:val="004311DD"/>
    <w:rsid w:val="00432E2F"/>
    <w:rsid w:val="004363A7"/>
    <w:rsid w:val="00440C6C"/>
    <w:rsid w:val="00443832"/>
    <w:rsid w:val="00443C71"/>
    <w:rsid w:val="004443B4"/>
    <w:rsid w:val="0044561E"/>
    <w:rsid w:val="00450E79"/>
    <w:rsid w:val="00451985"/>
    <w:rsid w:val="00451C80"/>
    <w:rsid w:val="00452FD2"/>
    <w:rsid w:val="00453EF2"/>
    <w:rsid w:val="00454333"/>
    <w:rsid w:val="00454573"/>
    <w:rsid w:val="00456502"/>
    <w:rsid w:val="00457A85"/>
    <w:rsid w:val="0046014A"/>
    <w:rsid w:val="0046083E"/>
    <w:rsid w:val="00461B43"/>
    <w:rsid w:val="0046220F"/>
    <w:rsid w:val="00463882"/>
    <w:rsid w:val="004645FF"/>
    <w:rsid w:val="0046785C"/>
    <w:rsid w:val="00467C3E"/>
    <w:rsid w:val="00471F4B"/>
    <w:rsid w:val="004722EE"/>
    <w:rsid w:val="004724A0"/>
    <w:rsid w:val="004727CB"/>
    <w:rsid w:val="00477445"/>
    <w:rsid w:val="004776E0"/>
    <w:rsid w:val="00480EB2"/>
    <w:rsid w:val="00482C1D"/>
    <w:rsid w:val="00484419"/>
    <w:rsid w:val="004847C1"/>
    <w:rsid w:val="00485C8A"/>
    <w:rsid w:val="00487DAC"/>
    <w:rsid w:val="004906B5"/>
    <w:rsid w:val="00490965"/>
    <w:rsid w:val="00492125"/>
    <w:rsid w:val="00495D12"/>
    <w:rsid w:val="00496FB3"/>
    <w:rsid w:val="004A1676"/>
    <w:rsid w:val="004A1730"/>
    <w:rsid w:val="004A6BDD"/>
    <w:rsid w:val="004A6F56"/>
    <w:rsid w:val="004A72D2"/>
    <w:rsid w:val="004B17DC"/>
    <w:rsid w:val="004B4FB6"/>
    <w:rsid w:val="004B667C"/>
    <w:rsid w:val="004C2358"/>
    <w:rsid w:val="004C2D9E"/>
    <w:rsid w:val="004C30D9"/>
    <w:rsid w:val="004C3B00"/>
    <w:rsid w:val="004C4D73"/>
    <w:rsid w:val="004C552F"/>
    <w:rsid w:val="004C5A82"/>
    <w:rsid w:val="004C5C61"/>
    <w:rsid w:val="004C6694"/>
    <w:rsid w:val="004D0F09"/>
    <w:rsid w:val="004D1325"/>
    <w:rsid w:val="004D19BD"/>
    <w:rsid w:val="004D3262"/>
    <w:rsid w:val="004D552A"/>
    <w:rsid w:val="004E03B8"/>
    <w:rsid w:val="004E1E9E"/>
    <w:rsid w:val="004E204A"/>
    <w:rsid w:val="004E2718"/>
    <w:rsid w:val="004F00AE"/>
    <w:rsid w:val="004F27E3"/>
    <w:rsid w:val="004F2DF3"/>
    <w:rsid w:val="004F3B1F"/>
    <w:rsid w:val="004F4E23"/>
    <w:rsid w:val="004F707D"/>
    <w:rsid w:val="004F7FE7"/>
    <w:rsid w:val="004F7FE9"/>
    <w:rsid w:val="00501E72"/>
    <w:rsid w:val="00502436"/>
    <w:rsid w:val="0050282D"/>
    <w:rsid w:val="005043BF"/>
    <w:rsid w:val="0050616C"/>
    <w:rsid w:val="005063DF"/>
    <w:rsid w:val="00507B52"/>
    <w:rsid w:val="00510AB5"/>
    <w:rsid w:val="00512C81"/>
    <w:rsid w:val="00513771"/>
    <w:rsid w:val="005179C4"/>
    <w:rsid w:val="0052315F"/>
    <w:rsid w:val="0052324B"/>
    <w:rsid w:val="0052378B"/>
    <w:rsid w:val="00524F79"/>
    <w:rsid w:val="00525413"/>
    <w:rsid w:val="00525ABF"/>
    <w:rsid w:val="005300AE"/>
    <w:rsid w:val="00532DA0"/>
    <w:rsid w:val="005345BC"/>
    <w:rsid w:val="00535566"/>
    <w:rsid w:val="00537617"/>
    <w:rsid w:val="00543870"/>
    <w:rsid w:val="00545B81"/>
    <w:rsid w:val="00550082"/>
    <w:rsid w:val="00550F12"/>
    <w:rsid w:val="00552153"/>
    <w:rsid w:val="00557592"/>
    <w:rsid w:val="00560BC7"/>
    <w:rsid w:val="005617CA"/>
    <w:rsid w:val="0056288F"/>
    <w:rsid w:val="0056378F"/>
    <w:rsid w:val="005654B2"/>
    <w:rsid w:val="0056579C"/>
    <w:rsid w:val="00566ED9"/>
    <w:rsid w:val="005716C9"/>
    <w:rsid w:val="00573B71"/>
    <w:rsid w:val="005741ED"/>
    <w:rsid w:val="00574418"/>
    <w:rsid w:val="00576898"/>
    <w:rsid w:val="00582367"/>
    <w:rsid w:val="005878AB"/>
    <w:rsid w:val="005960D1"/>
    <w:rsid w:val="005A067B"/>
    <w:rsid w:val="005A1E7B"/>
    <w:rsid w:val="005A30CB"/>
    <w:rsid w:val="005A39CF"/>
    <w:rsid w:val="005A4B28"/>
    <w:rsid w:val="005A502E"/>
    <w:rsid w:val="005A50CD"/>
    <w:rsid w:val="005A5E40"/>
    <w:rsid w:val="005B43FE"/>
    <w:rsid w:val="005B5AE0"/>
    <w:rsid w:val="005B66D7"/>
    <w:rsid w:val="005B79E7"/>
    <w:rsid w:val="005C2F24"/>
    <w:rsid w:val="005C47CC"/>
    <w:rsid w:val="005C5DFC"/>
    <w:rsid w:val="005C60E5"/>
    <w:rsid w:val="005D28A0"/>
    <w:rsid w:val="005D4796"/>
    <w:rsid w:val="005D5E58"/>
    <w:rsid w:val="005D608F"/>
    <w:rsid w:val="005D6E34"/>
    <w:rsid w:val="005D7164"/>
    <w:rsid w:val="005E1783"/>
    <w:rsid w:val="005E3F80"/>
    <w:rsid w:val="005F0025"/>
    <w:rsid w:val="005F0AE4"/>
    <w:rsid w:val="005F44DB"/>
    <w:rsid w:val="00600DB7"/>
    <w:rsid w:val="00601655"/>
    <w:rsid w:val="006040DD"/>
    <w:rsid w:val="00604BC8"/>
    <w:rsid w:val="00611A77"/>
    <w:rsid w:val="006130E5"/>
    <w:rsid w:val="00613C0D"/>
    <w:rsid w:val="006140A3"/>
    <w:rsid w:val="00617768"/>
    <w:rsid w:val="0062254E"/>
    <w:rsid w:val="00625F6D"/>
    <w:rsid w:val="00626B6D"/>
    <w:rsid w:val="006335E6"/>
    <w:rsid w:val="00633D35"/>
    <w:rsid w:val="00635B3B"/>
    <w:rsid w:val="00641537"/>
    <w:rsid w:val="00641879"/>
    <w:rsid w:val="00642388"/>
    <w:rsid w:val="006432D0"/>
    <w:rsid w:val="00645A97"/>
    <w:rsid w:val="00646570"/>
    <w:rsid w:val="00646923"/>
    <w:rsid w:val="006473BE"/>
    <w:rsid w:val="0064762C"/>
    <w:rsid w:val="00652495"/>
    <w:rsid w:val="00653BB1"/>
    <w:rsid w:val="00655245"/>
    <w:rsid w:val="00655AAB"/>
    <w:rsid w:val="00657271"/>
    <w:rsid w:val="00657530"/>
    <w:rsid w:val="006628D7"/>
    <w:rsid w:val="00662D9F"/>
    <w:rsid w:val="0066358C"/>
    <w:rsid w:val="00663956"/>
    <w:rsid w:val="00663D09"/>
    <w:rsid w:val="00667029"/>
    <w:rsid w:val="0067105C"/>
    <w:rsid w:val="00671336"/>
    <w:rsid w:val="006722C1"/>
    <w:rsid w:val="006730A8"/>
    <w:rsid w:val="006741B4"/>
    <w:rsid w:val="00676D20"/>
    <w:rsid w:val="0067716D"/>
    <w:rsid w:val="006806F2"/>
    <w:rsid w:val="00682745"/>
    <w:rsid w:val="006832AD"/>
    <w:rsid w:val="00684B08"/>
    <w:rsid w:val="00685F32"/>
    <w:rsid w:val="00686B94"/>
    <w:rsid w:val="00690D8B"/>
    <w:rsid w:val="00690DED"/>
    <w:rsid w:val="006926F3"/>
    <w:rsid w:val="00692CBB"/>
    <w:rsid w:val="00692DC4"/>
    <w:rsid w:val="00692F76"/>
    <w:rsid w:val="006942BF"/>
    <w:rsid w:val="00694ADF"/>
    <w:rsid w:val="006962BA"/>
    <w:rsid w:val="00696F63"/>
    <w:rsid w:val="006A1529"/>
    <w:rsid w:val="006A1907"/>
    <w:rsid w:val="006A4917"/>
    <w:rsid w:val="006A65FD"/>
    <w:rsid w:val="006A6D0C"/>
    <w:rsid w:val="006A6D99"/>
    <w:rsid w:val="006B4C97"/>
    <w:rsid w:val="006B7666"/>
    <w:rsid w:val="006C2D31"/>
    <w:rsid w:val="006C3263"/>
    <w:rsid w:val="006C4394"/>
    <w:rsid w:val="006C5CF6"/>
    <w:rsid w:val="006C6146"/>
    <w:rsid w:val="006C76EA"/>
    <w:rsid w:val="006D084E"/>
    <w:rsid w:val="006D3B0F"/>
    <w:rsid w:val="006D4A7D"/>
    <w:rsid w:val="006D5C2C"/>
    <w:rsid w:val="006E063A"/>
    <w:rsid w:val="006E0C90"/>
    <w:rsid w:val="006E16DF"/>
    <w:rsid w:val="006E2CF9"/>
    <w:rsid w:val="006E35AA"/>
    <w:rsid w:val="006F06CD"/>
    <w:rsid w:val="006F09DF"/>
    <w:rsid w:val="006F0E94"/>
    <w:rsid w:val="006F11AF"/>
    <w:rsid w:val="006F2D1C"/>
    <w:rsid w:val="006F4749"/>
    <w:rsid w:val="006F68CB"/>
    <w:rsid w:val="006F75AD"/>
    <w:rsid w:val="0070177E"/>
    <w:rsid w:val="007127CC"/>
    <w:rsid w:val="007128F0"/>
    <w:rsid w:val="00713645"/>
    <w:rsid w:val="007210A9"/>
    <w:rsid w:val="00722A47"/>
    <w:rsid w:val="00722B7B"/>
    <w:rsid w:val="0072594E"/>
    <w:rsid w:val="00727B8E"/>
    <w:rsid w:val="0073021A"/>
    <w:rsid w:val="007325A3"/>
    <w:rsid w:val="00733C4F"/>
    <w:rsid w:val="00734AD6"/>
    <w:rsid w:val="00735F53"/>
    <w:rsid w:val="00737E15"/>
    <w:rsid w:val="007409E0"/>
    <w:rsid w:val="00741A50"/>
    <w:rsid w:val="00745DD6"/>
    <w:rsid w:val="007466BE"/>
    <w:rsid w:val="00751503"/>
    <w:rsid w:val="00753063"/>
    <w:rsid w:val="0075450C"/>
    <w:rsid w:val="00754F12"/>
    <w:rsid w:val="00755EEE"/>
    <w:rsid w:val="00762ADF"/>
    <w:rsid w:val="00763103"/>
    <w:rsid w:val="00764FD7"/>
    <w:rsid w:val="0076594A"/>
    <w:rsid w:val="00766F95"/>
    <w:rsid w:val="00774F5D"/>
    <w:rsid w:val="00781128"/>
    <w:rsid w:val="00782B1E"/>
    <w:rsid w:val="00782E07"/>
    <w:rsid w:val="007852DA"/>
    <w:rsid w:val="007870DD"/>
    <w:rsid w:val="0079045C"/>
    <w:rsid w:val="00795A8A"/>
    <w:rsid w:val="007A0735"/>
    <w:rsid w:val="007A0A22"/>
    <w:rsid w:val="007A24C5"/>
    <w:rsid w:val="007A5AD1"/>
    <w:rsid w:val="007A7C82"/>
    <w:rsid w:val="007B0560"/>
    <w:rsid w:val="007B142F"/>
    <w:rsid w:val="007B16B2"/>
    <w:rsid w:val="007B1A2B"/>
    <w:rsid w:val="007B20F8"/>
    <w:rsid w:val="007B2555"/>
    <w:rsid w:val="007B28E0"/>
    <w:rsid w:val="007B6002"/>
    <w:rsid w:val="007C0AC0"/>
    <w:rsid w:val="007C1660"/>
    <w:rsid w:val="007C1DF1"/>
    <w:rsid w:val="007C2ED4"/>
    <w:rsid w:val="007C5E3C"/>
    <w:rsid w:val="007C60FF"/>
    <w:rsid w:val="007C61E6"/>
    <w:rsid w:val="007D0D3D"/>
    <w:rsid w:val="007D33DE"/>
    <w:rsid w:val="007D7597"/>
    <w:rsid w:val="007E0C81"/>
    <w:rsid w:val="007E126A"/>
    <w:rsid w:val="007E254C"/>
    <w:rsid w:val="007E49F9"/>
    <w:rsid w:val="007E6714"/>
    <w:rsid w:val="007F0C62"/>
    <w:rsid w:val="007F32B6"/>
    <w:rsid w:val="007F365C"/>
    <w:rsid w:val="0080182D"/>
    <w:rsid w:val="008020A8"/>
    <w:rsid w:val="00804791"/>
    <w:rsid w:val="00805D64"/>
    <w:rsid w:val="0080648D"/>
    <w:rsid w:val="00811C66"/>
    <w:rsid w:val="00817791"/>
    <w:rsid w:val="00817E1F"/>
    <w:rsid w:val="008200C8"/>
    <w:rsid w:val="00820465"/>
    <w:rsid w:val="00822165"/>
    <w:rsid w:val="00823B77"/>
    <w:rsid w:val="0082474B"/>
    <w:rsid w:val="008270E8"/>
    <w:rsid w:val="00835CB6"/>
    <w:rsid w:val="008370E3"/>
    <w:rsid w:val="00843458"/>
    <w:rsid w:val="008445EB"/>
    <w:rsid w:val="00846594"/>
    <w:rsid w:val="00846BF5"/>
    <w:rsid w:val="0085128F"/>
    <w:rsid w:val="0085148A"/>
    <w:rsid w:val="0085280F"/>
    <w:rsid w:val="0085320A"/>
    <w:rsid w:val="00853C90"/>
    <w:rsid w:val="00855E78"/>
    <w:rsid w:val="00855EE3"/>
    <w:rsid w:val="00857AEA"/>
    <w:rsid w:val="00860795"/>
    <w:rsid w:val="00863484"/>
    <w:rsid w:val="008737DB"/>
    <w:rsid w:val="008739D9"/>
    <w:rsid w:val="00875652"/>
    <w:rsid w:val="008770B2"/>
    <w:rsid w:val="00877EBA"/>
    <w:rsid w:val="00880E28"/>
    <w:rsid w:val="008814FA"/>
    <w:rsid w:val="008905DF"/>
    <w:rsid w:val="00891754"/>
    <w:rsid w:val="00897DA4"/>
    <w:rsid w:val="008A0761"/>
    <w:rsid w:val="008A4347"/>
    <w:rsid w:val="008A4AEB"/>
    <w:rsid w:val="008A6491"/>
    <w:rsid w:val="008A747A"/>
    <w:rsid w:val="008A7E75"/>
    <w:rsid w:val="008B1105"/>
    <w:rsid w:val="008B23ED"/>
    <w:rsid w:val="008B7FAE"/>
    <w:rsid w:val="008C0153"/>
    <w:rsid w:val="008C03B5"/>
    <w:rsid w:val="008C1BAB"/>
    <w:rsid w:val="008C2058"/>
    <w:rsid w:val="008C286D"/>
    <w:rsid w:val="008C49B2"/>
    <w:rsid w:val="008C5557"/>
    <w:rsid w:val="008C5B5D"/>
    <w:rsid w:val="008C70F2"/>
    <w:rsid w:val="008D2168"/>
    <w:rsid w:val="008D294F"/>
    <w:rsid w:val="008E1528"/>
    <w:rsid w:val="008E2E08"/>
    <w:rsid w:val="008E3BD7"/>
    <w:rsid w:val="008E73F5"/>
    <w:rsid w:val="008F2604"/>
    <w:rsid w:val="008F69B2"/>
    <w:rsid w:val="008F72BB"/>
    <w:rsid w:val="008F76D2"/>
    <w:rsid w:val="00901823"/>
    <w:rsid w:val="00902347"/>
    <w:rsid w:val="0090420D"/>
    <w:rsid w:val="00905031"/>
    <w:rsid w:val="0090592E"/>
    <w:rsid w:val="0091005F"/>
    <w:rsid w:val="00911198"/>
    <w:rsid w:val="00912495"/>
    <w:rsid w:val="00913736"/>
    <w:rsid w:val="009138FC"/>
    <w:rsid w:val="00914375"/>
    <w:rsid w:val="0091612E"/>
    <w:rsid w:val="00917B7A"/>
    <w:rsid w:val="0092485B"/>
    <w:rsid w:val="009307B5"/>
    <w:rsid w:val="00933482"/>
    <w:rsid w:val="009342F8"/>
    <w:rsid w:val="0093716F"/>
    <w:rsid w:val="00940200"/>
    <w:rsid w:val="0094200C"/>
    <w:rsid w:val="00943C66"/>
    <w:rsid w:val="00946063"/>
    <w:rsid w:val="00946204"/>
    <w:rsid w:val="009463D1"/>
    <w:rsid w:val="00950EFE"/>
    <w:rsid w:val="00952402"/>
    <w:rsid w:val="00952D26"/>
    <w:rsid w:val="00964D00"/>
    <w:rsid w:val="00967E46"/>
    <w:rsid w:val="00971086"/>
    <w:rsid w:val="00971ED5"/>
    <w:rsid w:val="0097346D"/>
    <w:rsid w:val="00973848"/>
    <w:rsid w:val="00974EF7"/>
    <w:rsid w:val="009757FD"/>
    <w:rsid w:val="00976425"/>
    <w:rsid w:val="00976731"/>
    <w:rsid w:val="00977AE2"/>
    <w:rsid w:val="00977E0D"/>
    <w:rsid w:val="00980183"/>
    <w:rsid w:val="0098095D"/>
    <w:rsid w:val="009815E9"/>
    <w:rsid w:val="009829AD"/>
    <w:rsid w:val="00983A64"/>
    <w:rsid w:val="00983B77"/>
    <w:rsid w:val="009857C0"/>
    <w:rsid w:val="00986074"/>
    <w:rsid w:val="00987345"/>
    <w:rsid w:val="00992666"/>
    <w:rsid w:val="009927FF"/>
    <w:rsid w:val="00994BC8"/>
    <w:rsid w:val="009A10B2"/>
    <w:rsid w:val="009A2779"/>
    <w:rsid w:val="009A550F"/>
    <w:rsid w:val="009A7974"/>
    <w:rsid w:val="009A7C6A"/>
    <w:rsid w:val="009B0586"/>
    <w:rsid w:val="009B0C5E"/>
    <w:rsid w:val="009B17B8"/>
    <w:rsid w:val="009B1DE4"/>
    <w:rsid w:val="009B313A"/>
    <w:rsid w:val="009B4B78"/>
    <w:rsid w:val="009B527E"/>
    <w:rsid w:val="009B5480"/>
    <w:rsid w:val="009B66C4"/>
    <w:rsid w:val="009C1AE9"/>
    <w:rsid w:val="009C3930"/>
    <w:rsid w:val="009C3E85"/>
    <w:rsid w:val="009C404C"/>
    <w:rsid w:val="009D0697"/>
    <w:rsid w:val="009D1B00"/>
    <w:rsid w:val="009D1DE0"/>
    <w:rsid w:val="009D1DEB"/>
    <w:rsid w:val="009D1F65"/>
    <w:rsid w:val="009D27ED"/>
    <w:rsid w:val="009D3CA1"/>
    <w:rsid w:val="009D3E25"/>
    <w:rsid w:val="009D5C70"/>
    <w:rsid w:val="009D6D21"/>
    <w:rsid w:val="009D7995"/>
    <w:rsid w:val="009E1342"/>
    <w:rsid w:val="009E1D3E"/>
    <w:rsid w:val="009E6C4A"/>
    <w:rsid w:val="009F2E6C"/>
    <w:rsid w:val="009F3AF8"/>
    <w:rsid w:val="009F552C"/>
    <w:rsid w:val="00A06639"/>
    <w:rsid w:val="00A06786"/>
    <w:rsid w:val="00A1077A"/>
    <w:rsid w:val="00A1195A"/>
    <w:rsid w:val="00A12E4A"/>
    <w:rsid w:val="00A13145"/>
    <w:rsid w:val="00A1528A"/>
    <w:rsid w:val="00A21304"/>
    <w:rsid w:val="00A25ABF"/>
    <w:rsid w:val="00A2684A"/>
    <w:rsid w:val="00A27AD7"/>
    <w:rsid w:val="00A27C9C"/>
    <w:rsid w:val="00A3064D"/>
    <w:rsid w:val="00A3226D"/>
    <w:rsid w:val="00A32748"/>
    <w:rsid w:val="00A32D2C"/>
    <w:rsid w:val="00A34A47"/>
    <w:rsid w:val="00A36ECA"/>
    <w:rsid w:val="00A37976"/>
    <w:rsid w:val="00A41866"/>
    <w:rsid w:val="00A438A8"/>
    <w:rsid w:val="00A442F7"/>
    <w:rsid w:val="00A45345"/>
    <w:rsid w:val="00A45B48"/>
    <w:rsid w:val="00A504B4"/>
    <w:rsid w:val="00A52185"/>
    <w:rsid w:val="00A53AB2"/>
    <w:rsid w:val="00A53EAF"/>
    <w:rsid w:val="00A6062E"/>
    <w:rsid w:val="00A6205A"/>
    <w:rsid w:val="00A62A2F"/>
    <w:rsid w:val="00A646E3"/>
    <w:rsid w:val="00A65505"/>
    <w:rsid w:val="00A67072"/>
    <w:rsid w:val="00A715FB"/>
    <w:rsid w:val="00A71BB4"/>
    <w:rsid w:val="00A72533"/>
    <w:rsid w:val="00A72963"/>
    <w:rsid w:val="00A7330D"/>
    <w:rsid w:val="00A74642"/>
    <w:rsid w:val="00A82448"/>
    <w:rsid w:val="00A82763"/>
    <w:rsid w:val="00A834AF"/>
    <w:rsid w:val="00A85929"/>
    <w:rsid w:val="00A87629"/>
    <w:rsid w:val="00A91CD6"/>
    <w:rsid w:val="00A947A7"/>
    <w:rsid w:val="00A94A2F"/>
    <w:rsid w:val="00A95A0F"/>
    <w:rsid w:val="00A95F56"/>
    <w:rsid w:val="00A97D49"/>
    <w:rsid w:val="00AA06E9"/>
    <w:rsid w:val="00AA3D08"/>
    <w:rsid w:val="00AA7CDE"/>
    <w:rsid w:val="00AB125F"/>
    <w:rsid w:val="00AB212A"/>
    <w:rsid w:val="00AB24A1"/>
    <w:rsid w:val="00AB3EE7"/>
    <w:rsid w:val="00AB4604"/>
    <w:rsid w:val="00AB484C"/>
    <w:rsid w:val="00AB4DA1"/>
    <w:rsid w:val="00AB50C0"/>
    <w:rsid w:val="00AB5DD5"/>
    <w:rsid w:val="00AB5FF5"/>
    <w:rsid w:val="00AB7307"/>
    <w:rsid w:val="00AB7638"/>
    <w:rsid w:val="00AC1CDB"/>
    <w:rsid w:val="00AC2FA8"/>
    <w:rsid w:val="00AC368F"/>
    <w:rsid w:val="00AC43BE"/>
    <w:rsid w:val="00AC4795"/>
    <w:rsid w:val="00AC4A4C"/>
    <w:rsid w:val="00AC552D"/>
    <w:rsid w:val="00AC5786"/>
    <w:rsid w:val="00AD0B75"/>
    <w:rsid w:val="00AD0F66"/>
    <w:rsid w:val="00AD399B"/>
    <w:rsid w:val="00AD4310"/>
    <w:rsid w:val="00AD4998"/>
    <w:rsid w:val="00AD5412"/>
    <w:rsid w:val="00AD64C2"/>
    <w:rsid w:val="00AD714D"/>
    <w:rsid w:val="00AD717C"/>
    <w:rsid w:val="00AD73F8"/>
    <w:rsid w:val="00AD7486"/>
    <w:rsid w:val="00AE0D07"/>
    <w:rsid w:val="00AE0E97"/>
    <w:rsid w:val="00AE1796"/>
    <w:rsid w:val="00AE26F0"/>
    <w:rsid w:val="00AE40AC"/>
    <w:rsid w:val="00AE4C12"/>
    <w:rsid w:val="00AE5DF7"/>
    <w:rsid w:val="00AF0FDE"/>
    <w:rsid w:val="00AF1219"/>
    <w:rsid w:val="00AF386C"/>
    <w:rsid w:val="00AF539F"/>
    <w:rsid w:val="00AF6E13"/>
    <w:rsid w:val="00B02887"/>
    <w:rsid w:val="00B03171"/>
    <w:rsid w:val="00B06D46"/>
    <w:rsid w:val="00B07337"/>
    <w:rsid w:val="00B07A41"/>
    <w:rsid w:val="00B13C39"/>
    <w:rsid w:val="00B13C86"/>
    <w:rsid w:val="00B16115"/>
    <w:rsid w:val="00B1782D"/>
    <w:rsid w:val="00B17F19"/>
    <w:rsid w:val="00B20583"/>
    <w:rsid w:val="00B20784"/>
    <w:rsid w:val="00B20C9C"/>
    <w:rsid w:val="00B2263A"/>
    <w:rsid w:val="00B23B94"/>
    <w:rsid w:val="00B24BE0"/>
    <w:rsid w:val="00B250C9"/>
    <w:rsid w:val="00B253C2"/>
    <w:rsid w:val="00B27600"/>
    <w:rsid w:val="00B3170A"/>
    <w:rsid w:val="00B3188F"/>
    <w:rsid w:val="00B33CBA"/>
    <w:rsid w:val="00B345C4"/>
    <w:rsid w:val="00B34889"/>
    <w:rsid w:val="00B356D0"/>
    <w:rsid w:val="00B36D2F"/>
    <w:rsid w:val="00B3778F"/>
    <w:rsid w:val="00B40E59"/>
    <w:rsid w:val="00B418FF"/>
    <w:rsid w:val="00B42390"/>
    <w:rsid w:val="00B42CEB"/>
    <w:rsid w:val="00B436C3"/>
    <w:rsid w:val="00B47392"/>
    <w:rsid w:val="00B479BB"/>
    <w:rsid w:val="00B5149F"/>
    <w:rsid w:val="00B516CD"/>
    <w:rsid w:val="00B51B35"/>
    <w:rsid w:val="00B529F6"/>
    <w:rsid w:val="00B532D6"/>
    <w:rsid w:val="00B547F6"/>
    <w:rsid w:val="00B54A37"/>
    <w:rsid w:val="00B54CBC"/>
    <w:rsid w:val="00B56B3D"/>
    <w:rsid w:val="00B57D3E"/>
    <w:rsid w:val="00B6439D"/>
    <w:rsid w:val="00B700CE"/>
    <w:rsid w:val="00B70874"/>
    <w:rsid w:val="00B7257F"/>
    <w:rsid w:val="00B726F4"/>
    <w:rsid w:val="00B73FEC"/>
    <w:rsid w:val="00B7447C"/>
    <w:rsid w:val="00B75531"/>
    <w:rsid w:val="00B8349E"/>
    <w:rsid w:val="00B84885"/>
    <w:rsid w:val="00B84E63"/>
    <w:rsid w:val="00B85B5A"/>
    <w:rsid w:val="00B915F7"/>
    <w:rsid w:val="00B91E56"/>
    <w:rsid w:val="00B94981"/>
    <w:rsid w:val="00B95A55"/>
    <w:rsid w:val="00BA0164"/>
    <w:rsid w:val="00BA1FB1"/>
    <w:rsid w:val="00BA4335"/>
    <w:rsid w:val="00BA6502"/>
    <w:rsid w:val="00BA7135"/>
    <w:rsid w:val="00BB0508"/>
    <w:rsid w:val="00BB1661"/>
    <w:rsid w:val="00BB6898"/>
    <w:rsid w:val="00BC085E"/>
    <w:rsid w:val="00BC3050"/>
    <w:rsid w:val="00BC4D49"/>
    <w:rsid w:val="00BC73CA"/>
    <w:rsid w:val="00BD2E89"/>
    <w:rsid w:val="00BE162E"/>
    <w:rsid w:val="00BE3313"/>
    <w:rsid w:val="00BE3A1C"/>
    <w:rsid w:val="00BE44F5"/>
    <w:rsid w:val="00BF02B7"/>
    <w:rsid w:val="00BF0BAE"/>
    <w:rsid w:val="00BF1421"/>
    <w:rsid w:val="00BF21F0"/>
    <w:rsid w:val="00BF2356"/>
    <w:rsid w:val="00BF6B7F"/>
    <w:rsid w:val="00C000A0"/>
    <w:rsid w:val="00C017E2"/>
    <w:rsid w:val="00C02333"/>
    <w:rsid w:val="00C057D8"/>
    <w:rsid w:val="00C05CF9"/>
    <w:rsid w:val="00C05FA5"/>
    <w:rsid w:val="00C06210"/>
    <w:rsid w:val="00C07CBA"/>
    <w:rsid w:val="00C1061E"/>
    <w:rsid w:val="00C10F58"/>
    <w:rsid w:val="00C11BAC"/>
    <w:rsid w:val="00C11CDE"/>
    <w:rsid w:val="00C11EBE"/>
    <w:rsid w:val="00C1218B"/>
    <w:rsid w:val="00C127B1"/>
    <w:rsid w:val="00C1352E"/>
    <w:rsid w:val="00C13C00"/>
    <w:rsid w:val="00C14458"/>
    <w:rsid w:val="00C14E27"/>
    <w:rsid w:val="00C16179"/>
    <w:rsid w:val="00C168BB"/>
    <w:rsid w:val="00C20EC2"/>
    <w:rsid w:val="00C2143A"/>
    <w:rsid w:val="00C22521"/>
    <w:rsid w:val="00C22FDB"/>
    <w:rsid w:val="00C2382E"/>
    <w:rsid w:val="00C239BC"/>
    <w:rsid w:val="00C24BE0"/>
    <w:rsid w:val="00C24EB5"/>
    <w:rsid w:val="00C26160"/>
    <w:rsid w:val="00C26E15"/>
    <w:rsid w:val="00C372E2"/>
    <w:rsid w:val="00C405F7"/>
    <w:rsid w:val="00C41918"/>
    <w:rsid w:val="00C425B1"/>
    <w:rsid w:val="00C45675"/>
    <w:rsid w:val="00C4569A"/>
    <w:rsid w:val="00C4714C"/>
    <w:rsid w:val="00C51F0D"/>
    <w:rsid w:val="00C523C3"/>
    <w:rsid w:val="00C539EE"/>
    <w:rsid w:val="00C545F3"/>
    <w:rsid w:val="00C547C1"/>
    <w:rsid w:val="00C55071"/>
    <w:rsid w:val="00C56657"/>
    <w:rsid w:val="00C56D7B"/>
    <w:rsid w:val="00C5713E"/>
    <w:rsid w:val="00C57259"/>
    <w:rsid w:val="00C60932"/>
    <w:rsid w:val="00C615D6"/>
    <w:rsid w:val="00C61E80"/>
    <w:rsid w:val="00C6316C"/>
    <w:rsid w:val="00C63F7D"/>
    <w:rsid w:val="00C64418"/>
    <w:rsid w:val="00C7143B"/>
    <w:rsid w:val="00C7366E"/>
    <w:rsid w:val="00C75DF2"/>
    <w:rsid w:val="00C7768B"/>
    <w:rsid w:val="00C77728"/>
    <w:rsid w:val="00C77FB2"/>
    <w:rsid w:val="00C815E3"/>
    <w:rsid w:val="00C82219"/>
    <w:rsid w:val="00C828BE"/>
    <w:rsid w:val="00C8299C"/>
    <w:rsid w:val="00C87FBB"/>
    <w:rsid w:val="00C911A1"/>
    <w:rsid w:val="00C92F6F"/>
    <w:rsid w:val="00C9634D"/>
    <w:rsid w:val="00C96DFF"/>
    <w:rsid w:val="00C9742D"/>
    <w:rsid w:val="00CA0B58"/>
    <w:rsid w:val="00CA1128"/>
    <w:rsid w:val="00CA141E"/>
    <w:rsid w:val="00CA14CC"/>
    <w:rsid w:val="00CA183B"/>
    <w:rsid w:val="00CA3C2B"/>
    <w:rsid w:val="00CA608A"/>
    <w:rsid w:val="00CB0831"/>
    <w:rsid w:val="00CB0A8A"/>
    <w:rsid w:val="00CB1A01"/>
    <w:rsid w:val="00CB2445"/>
    <w:rsid w:val="00CB2B56"/>
    <w:rsid w:val="00CB2E03"/>
    <w:rsid w:val="00CB40C6"/>
    <w:rsid w:val="00CB6977"/>
    <w:rsid w:val="00CC2D7E"/>
    <w:rsid w:val="00CC593F"/>
    <w:rsid w:val="00CC65AC"/>
    <w:rsid w:val="00CC7D08"/>
    <w:rsid w:val="00CD039E"/>
    <w:rsid w:val="00CD4EEC"/>
    <w:rsid w:val="00CD5336"/>
    <w:rsid w:val="00CD5845"/>
    <w:rsid w:val="00CD59A2"/>
    <w:rsid w:val="00CD62A9"/>
    <w:rsid w:val="00CE0296"/>
    <w:rsid w:val="00CE0451"/>
    <w:rsid w:val="00CE3392"/>
    <w:rsid w:val="00CE4506"/>
    <w:rsid w:val="00CF08CC"/>
    <w:rsid w:val="00CF0A98"/>
    <w:rsid w:val="00CF118E"/>
    <w:rsid w:val="00CF136C"/>
    <w:rsid w:val="00CF4058"/>
    <w:rsid w:val="00CF540D"/>
    <w:rsid w:val="00D00584"/>
    <w:rsid w:val="00D0102A"/>
    <w:rsid w:val="00D013FF"/>
    <w:rsid w:val="00D0553E"/>
    <w:rsid w:val="00D112A9"/>
    <w:rsid w:val="00D1277D"/>
    <w:rsid w:val="00D129D5"/>
    <w:rsid w:val="00D13340"/>
    <w:rsid w:val="00D1557E"/>
    <w:rsid w:val="00D15C44"/>
    <w:rsid w:val="00D1642B"/>
    <w:rsid w:val="00D16E39"/>
    <w:rsid w:val="00D17285"/>
    <w:rsid w:val="00D17D80"/>
    <w:rsid w:val="00D17F63"/>
    <w:rsid w:val="00D205B8"/>
    <w:rsid w:val="00D21042"/>
    <w:rsid w:val="00D23B86"/>
    <w:rsid w:val="00D2462B"/>
    <w:rsid w:val="00D263E0"/>
    <w:rsid w:val="00D2745A"/>
    <w:rsid w:val="00D303BE"/>
    <w:rsid w:val="00D30E01"/>
    <w:rsid w:val="00D3166C"/>
    <w:rsid w:val="00D33279"/>
    <w:rsid w:val="00D347FC"/>
    <w:rsid w:val="00D34A52"/>
    <w:rsid w:val="00D351CE"/>
    <w:rsid w:val="00D35CC4"/>
    <w:rsid w:val="00D35FD1"/>
    <w:rsid w:val="00D362FC"/>
    <w:rsid w:val="00D36D85"/>
    <w:rsid w:val="00D37A8A"/>
    <w:rsid w:val="00D4552A"/>
    <w:rsid w:val="00D45FD7"/>
    <w:rsid w:val="00D50E38"/>
    <w:rsid w:val="00D5190B"/>
    <w:rsid w:val="00D55FCD"/>
    <w:rsid w:val="00D563B1"/>
    <w:rsid w:val="00D5644F"/>
    <w:rsid w:val="00D57054"/>
    <w:rsid w:val="00D6075D"/>
    <w:rsid w:val="00D60A64"/>
    <w:rsid w:val="00D612FF"/>
    <w:rsid w:val="00D65070"/>
    <w:rsid w:val="00D7198C"/>
    <w:rsid w:val="00D7380D"/>
    <w:rsid w:val="00D7529B"/>
    <w:rsid w:val="00D75A13"/>
    <w:rsid w:val="00D77D3F"/>
    <w:rsid w:val="00D80743"/>
    <w:rsid w:val="00D82632"/>
    <w:rsid w:val="00D8500D"/>
    <w:rsid w:val="00D87972"/>
    <w:rsid w:val="00D94651"/>
    <w:rsid w:val="00D97043"/>
    <w:rsid w:val="00D9776F"/>
    <w:rsid w:val="00D97B61"/>
    <w:rsid w:val="00DA07AD"/>
    <w:rsid w:val="00DA27A3"/>
    <w:rsid w:val="00DA3FA3"/>
    <w:rsid w:val="00DA523F"/>
    <w:rsid w:val="00DA5479"/>
    <w:rsid w:val="00DA5FAA"/>
    <w:rsid w:val="00DA656A"/>
    <w:rsid w:val="00DA6BB2"/>
    <w:rsid w:val="00DA6BC9"/>
    <w:rsid w:val="00DA7ECD"/>
    <w:rsid w:val="00DB0CF0"/>
    <w:rsid w:val="00DB204B"/>
    <w:rsid w:val="00DB3468"/>
    <w:rsid w:val="00DB5E99"/>
    <w:rsid w:val="00DC0E01"/>
    <w:rsid w:val="00DD001B"/>
    <w:rsid w:val="00DD098C"/>
    <w:rsid w:val="00DD3AA5"/>
    <w:rsid w:val="00DD76A3"/>
    <w:rsid w:val="00DD7F8D"/>
    <w:rsid w:val="00DE0A47"/>
    <w:rsid w:val="00DE0AA4"/>
    <w:rsid w:val="00DE1ECF"/>
    <w:rsid w:val="00DE5DFF"/>
    <w:rsid w:val="00DF1D09"/>
    <w:rsid w:val="00DF589D"/>
    <w:rsid w:val="00E03065"/>
    <w:rsid w:val="00E041B6"/>
    <w:rsid w:val="00E049D4"/>
    <w:rsid w:val="00E062AD"/>
    <w:rsid w:val="00E062E4"/>
    <w:rsid w:val="00E06EA2"/>
    <w:rsid w:val="00E106A2"/>
    <w:rsid w:val="00E116A5"/>
    <w:rsid w:val="00E12CAD"/>
    <w:rsid w:val="00E12E16"/>
    <w:rsid w:val="00E1352B"/>
    <w:rsid w:val="00E14536"/>
    <w:rsid w:val="00E16DF2"/>
    <w:rsid w:val="00E176B8"/>
    <w:rsid w:val="00E22010"/>
    <w:rsid w:val="00E22272"/>
    <w:rsid w:val="00E224CB"/>
    <w:rsid w:val="00E24B63"/>
    <w:rsid w:val="00E25689"/>
    <w:rsid w:val="00E30FEB"/>
    <w:rsid w:val="00E31362"/>
    <w:rsid w:val="00E351E7"/>
    <w:rsid w:val="00E35DD7"/>
    <w:rsid w:val="00E3629F"/>
    <w:rsid w:val="00E37A09"/>
    <w:rsid w:val="00E37C04"/>
    <w:rsid w:val="00E421D1"/>
    <w:rsid w:val="00E45F15"/>
    <w:rsid w:val="00E51864"/>
    <w:rsid w:val="00E518EF"/>
    <w:rsid w:val="00E51CC8"/>
    <w:rsid w:val="00E55163"/>
    <w:rsid w:val="00E559A5"/>
    <w:rsid w:val="00E5638A"/>
    <w:rsid w:val="00E5701D"/>
    <w:rsid w:val="00E60019"/>
    <w:rsid w:val="00E60164"/>
    <w:rsid w:val="00E6229E"/>
    <w:rsid w:val="00E6368B"/>
    <w:rsid w:val="00E666D4"/>
    <w:rsid w:val="00E67532"/>
    <w:rsid w:val="00E70700"/>
    <w:rsid w:val="00E71F7F"/>
    <w:rsid w:val="00E72F14"/>
    <w:rsid w:val="00E74304"/>
    <w:rsid w:val="00E865FC"/>
    <w:rsid w:val="00E87E9E"/>
    <w:rsid w:val="00E91539"/>
    <w:rsid w:val="00E9339C"/>
    <w:rsid w:val="00E9350E"/>
    <w:rsid w:val="00E93B41"/>
    <w:rsid w:val="00E94475"/>
    <w:rsid w:val="00E959C4"/>
    <w:rsid w:val="00E95E34"/>
    <w:rsid w:val="00E96469"/>
    <w:rsid w:val="00EA3D6D"/>
    <w:rsid w:val="00EA409A"/>
    <w:rsid w:val="00EA6413"/>
    <w:rsid w:val="00EB2C42"/>
    <w:rsid w:val="00EB34CA"/>
    <w:rsid w:val="00EB4006"/>
    <w:rsid w:val="00EB491E"/>
    <w:rsid w:val="00EB6C70"/>
    <w:rsid w:val="00EB6FF2"/>
    <w:rsid w:val="00EC0B93"/>
    <w:rsid w:val="00EC35BA"/>
    <w:rsid w:val="00EC447F"/>
    <w:rsid w:val="00ED0157"/>
    <w:rsid w:val="00ED015F"/>
    <w:rsid w:val="00ED01D9"/>
    <w:rsid w:val="00ED03B1"/>
    <w:rsid w:val="00ED0E6D"/>
    <w:rsid w:val="00ED16CA"/>
    <w:rsid w:val="00ED1E9D"/>
    <w:rsid w:val="00ED2A8F"/>
    <w:rsid w:val="00ED3DEA"/>
    <w:rsid w:val="00ED62AE"/>
    <w:rsid w:val="00ED7CB7"/>
    <w:rsid w:val="00EE2A60"/>
    <w:rsid w:val="00EE2A71"/>
    <w:rsid w:val="00EE2E53"/>
    <w:rsid w:val="00EE72E1"/>
    <w:rsid w:val="00EF27AC"/>
    <w:rsid w:val="00EF3BED"/>
    <w:rsid w:val="00EF693F"/>
    <w:rsid w:val="00F01BBB"/>
    <w:rsid w:val="00F03C5B"/>
    <w:rsid w:val="00F05B94"/>
    <w:rsid w:val="00F05ED0"/>
    <w:rsid w:val="00F06BC1"/>
    <w:rsid w:val="00F07834"/>
    <w:rsid w:val="00F07BEA"/>
    <w:rsid w:val="00F105E2"/>
    <w:rsid w:val="00F10A23"/>
    <w:rsid w:val="00F11225"/>
    <w:rsid w:val="00F11A51"/>
    <w:rsid w:val="00F11A82"/>
    <w:rsid w:val="00F11AA5"/>
    <w:rsid w:val="00F12B17"/>
    <w:rsid w:val="00F12FD4"/>
    <w:rsid w:val="00F143DF"/>
    <w:rsid w:val="00F1443C"/>
    <w:rsid w:val="00F168D6"/>
    <w:rsid w:val="00F17346"/>
    <w:rsid w:val="00F227D6"/>
    <w:rsid w:val="00F22891"/>
    <w:rsid w:val="00F22E77"/>
    <w:rsid w:val="00F23373"/>
    <w:rsid w:val="00F258F4"/>
    <w:rsid w:val="00F3073A"/>
    <w:rsid w:val="00F31B73"/>
    <w:rsid w:val="00F32E16"/>
    <w:rsid w:val="00F40369"/>
    <w:rsid w:val="00F42B2D"/>
    <w:rsid w:val="00F450C9"/>
    <w:rsid w:val="00F463B2"/>
    <w:rsid w:val="00F50C8E"/>
    <w:rsid w:val="00F52366"/>
    <w:rsid w:val="00F53AB8"/>
    <w:rsid w:val="00F55569"/>
    <w:rsid w:val="00F56BD0"/>
    <w:rsid w:val="00F60DA9"/>
    <w:rsid w:val="00F617B3"/>
    <w:rsid w:val="00F62152"/>
    <w:rsid w:val="00F656E9"/>
    <w:rsid w:val="00F65AF2"/>
    <w:rsid w:val="00F665AF"/>
    <w:rsid w:val="00F66DBD"/>
    <w:rsid w:val="00F70987"/>
    <w:rsid w:val="00F71BDB"/>
    <w:rsid w:val="00F72F41"/>
    <w:rsid w:val="00F7341B"/>
    <w:rsid w:val="00F739C1"/>
    <w:rsid w:val="00F74E23"/>
    <w:rsid w:val="00F76118"/>
    <w:rsid w:val="00F76B65"/>
    <w:rsid w:val="00F77014"/>
    <w:rsid w:val="00F77D84"/>
    <w:rsid w:val="00F81D25"/>
    <w:rsid w:val="00F85A48"/>
    <w:rsid w:val="00F85E8F"/>
    <w:rsid w:val="00F8780D"/>
    <w:rsid w:val="00F92545"/>
    <w:rsid w:val="00F93D56"/>
    <w:rsid w:val="00F95254"/>
    <w:rsid w:val="00F97645"/>
    <w:rsid w:val="00FA0372"/>
    <w:rsid w:val="00FA2528"/>
    <w:rsid w:val="00FA2910"/>
    <w:rsid w:val="00FA7EEE"/>
    <w:rsid w:val="00FB4B2A"/>
    <w:rsid w:val="00FB5208"/>
    <w:rsid w:val="00FC05A0"/>
    <w:rsid w:val="00FC6675"/>
    <w:rsid w:val="00FC7C81"/>
    <w:rsid w:val="00FD0245"/>
    <w:rsid w:val="00FD1E24"/>
    <w:rsid w:val="00FD3C73"/>
    <w:rsid w:val="00FD4189"/>
    <w:rsid w:val="00FD54B5"/>
    <w:rsid w:val="00FD613B"/>
    <w:rsid w:val="00FE33E1"/>
    <w:rsid w:val="00FE4A0C"/>
    <w:rsid w:val="00FE72C8"/>
    <w:rsid w:val="00FE78D6"/>
    <w:rsid w:val="00FF3167"/>
    <w:rsid w:val="00FF3632"/>
    <w:rsid w:val="00FF3BB7"/>
    <w:rsid w:val="00FF4ECB"/>
    <w:rsid w:val="00FF7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47FC"/>
    <w:rPr>
      <w:sz w:val="24"/>
      <w:szCs w:val="24"/>
    </w:rPr>
  </w:style>
  <w:style w:type="paragraph" w:styleId="1">
    <w:name w:val="heading 1"/>
    <w:basedOn w:val="a"/>
    <w:next w:val="a"/>
    <w:qFormat/>
    <w:rsid w:val="000F7F9B"/>
    <w:pPr>
      <w:keepNext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0F7F9B"/>
    <w:pPr>
      <w:keepNext/>
      <w:jc w:val="center"/>
      <w:outlineLvl w:val="1"/>
    </w:pPr>
    <w:rPr>
      <w:bCs/>
      <w:i/>
      <w:iCs/>
      <w:color w:val="000000"/>
      <w:spacing w:val="2"/>
      <w:sz w:val="26"/>
    </w:rPr>
  </w:style>
  <w:style w:type="paragraph" w:styleId="3">
    <w:name w:val="heading 3"/>
    <w:basedOn w:val="a"/>
    <w:next w:val="a"/>
    <w:qFormat/>
    <w:rsid w:val="000F7F9B"/>
    <w:pPr>
      <w:keepNext/>
      <w:jc w:val="center"/>
      <w:outlineLvl w:val="2"/>
    </w:pPr>
    <w:rPr>
      <w:bCs/>
      <w:i/>
      <w:i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7A88"/>
    <w:pPr>
      <w:ind w:left="720" w:hanging="720"/>
      <w:jc w:val="center"/>
    </w:pPr>
    <w:rPr>
      <w:sz w:val="28"/>
      <w:szCs w:val="20"/>
    </w:rPr>
  </w:style>
  <w:style w:type="paragraph" w:styleId="a5">
    <w:name w:val="Balloon Text"/>
    <w:basedOn w:val="a"/>
    <w:rsid w:val="000F7F9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rsid w:val="000F7F9B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367A88"/>
    <w:rPr>
      <w:sz w:val="28"/>
    </w:rPr>
  </w:style>
  <w:style w:type="paragraph" w:styleId="a7">
    <w:name w:val="Body Text"/>
    <w:basedOn w:val="a"/>
    <w:link w:val="a8"/>
    <w:rsid w:val="00367A88"/>
    <w:rPr>
      <w:sz w:val="26"/>
      <w:szCs w:val="20"/>
    </w:rPr>
  </w:style>
  <w:style w:type="character" w:customStyle="1" w:styleId="a8">
    <w:name w:val="Основной текст Знак"/>
    <w:basedOn w:val="a0"/>
    <w:link w:val="a7"/>
    <w:rsid w:val="00367A88"/>
    <w:rPr>
      <w:sz w:val="26"/>
    </w:rPr>
  </w:style>
  <w:style w:type="paragraph" w:styleId="30">
    <w:name w:val="Body Text Indent 3"/>
    <w:basedOn w:val="a"/>
    <w:link w:val="31"/>
    <w:rsid w:val="00367A88"/>
    <w:pPr>
      <w:ind w:firstLine="709"/>
    </w:pPr>
    <w:rPr>
      <w:sz w:val="26"/>
      <w:szCs w:val="20"/>
    </w:rPr>
  </w:style>
  <w:style w:type="character" w:customStyle="1" w:styleId="31">
    <w:name w:val="Основной текст с отступом 3 Знак"/>
    <w:basedOn w:val="a0"/>
    <w:link w:val="30"/>
    <w:rsid w:val="00367A88"/>
    <w:rPr>
      <w:sz w:val="26"/>
    </w:rPr>
  </w:style>
  <w:style w:type="paragraph" w:styleId="20">
    <w:name w:val="Body Text Indent 2"/>
    <w:basedOn w:val="a"/>
    <w:link w:val="21"/>
    <w:rsid w:val="00F60DA9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F60DA9"/>
    <w:rPr>
      <w:sz w:val="24"/>
      <w:szCs w:val="24"/>
    </w:rPr>
  </w:style>
  <w:style w:type="paragraph" w:customStyle="1" w:styleId="a9">
    <w:name w:val="Список определений"/>
    <w:basedOn w:val="a"/>
    <w:next w:val="a"/>
    <w:rsid w:val="00B20C9C"/>
    <w:pPr>
      <w:ind w:left="360"/>
    </w:pPr>
    <w:rPr>
      <w:snapToGrid w:val="0"/>
      <w:szCs w:val="20"/>
    </w:rPr>
  </w:style>
  <w:style w:type="paragraph" w:styleId="aa">
    <w:name w:val="List Paragraph"/>
    <w:basedOn w:val="a"/>
    <w:uiPriority w:val="34"/>
    <w:qFormat/>
    <w:rsid w:val="00027418"/>
    <w:pPr>
      <w:ind w:left="720"/>
      <w:contextualSpacing/>
    </w:pPr>
  </w:style>
  <w:style w:type="character" w:customStyle="1" w:styleId="apple-style-span">
    <w:name w:val="apple-style-span"/>
    <w:basedOn w:val="a0"/>
    <w:rsid w:val="008905DF"/>
  </w:style>
  <w:style w:type="table" w:styleId="ab">
    <w:name w:val="Table Grid"/>
    <w:basedOn w:val="a1"/>
    <w:uiPriority w:val="59"/>
    <w:rsid w:val="009857C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basedOn w:val="a0"/>
    <w:rsid w:val="00267862"/>
  </w:style>
  <w:style w:type="paragraph" w:styleId="ad">
    <w:name w:val="header"/>
    <w:basedOn w:val="a"/>
    <w:link w:val="ae"/>
    <w:rsid w:val="00467C3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467C3E"/>
    <w:rPr>
      <w:sz w:val="24"/>
      <w:szCs w:val="24"/>
    </w:rPr>
  </w:style>
  <w:style w:type="paragraph" w:styleId="af">
    <w:name w:val="footer"/>
    <w:basedOn w:val="a"/>
    <w:link w:val="af0"/>
    <w:rsid w:val="00467C3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467C3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D07B1-40ED-4D1E-BA15-87BF6E81F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2035</Words>
  <Characters>11604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ЭЦМ-Смоленск</Company>
  <LinksUpToDate>false</LinksUpToDate>
  <CharactersWithSpaces>13612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Ермакова Н.Р.</dc:creator>
  <cp:keywords/>
  <dc:description/>
  <cp:lastModifiedBy>10-omts14</cp:lastModifiedBy>
  <cp:revision>7</cp:revision>
  <cp:lastPrinted>2011-10-31T11:48:00Z</cp:lastPrinted>
  <dcterms:created xsi:type="dcterms:W3CDTF">2012-06-26T07:37:00Z</dcterms:created>
  <dcterms:modified xsi:type="dcterms:W3CDTF">2012-07-09T05:11:00Z</dcterms:modified>
</cp:coreProperties>
</file>