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45400D"/>
    <w:rsid w:val="00493B49"/>
    <w:rsid w:val="00651DD5"/>
    <w:rsid w:val="006D664A"/>
    <w:rsid w:val="00C20742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DD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77</Words>
  <Characters>440</Characters>
  <Application>Microsoft Office Outlook</Application>
  <DocSecurity>0</DocSecurity>
  <Lines>0</Lines>
  <Paragraphs>0</Paragraphs>
  <ScaleCrop>false</ScaleCrop>
  <Company>KSS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Ostonen</cp:lastModifiedBy>
  <cp:revision>2</cp:revision>
  <dcterms:created xsi:type="dcterms:W3CDTF">2011-10-26T11:03:00Z</dcterms:created>
  <dcterms:modified xsi:type="dcterms:W3CDTF">2011-10-26T12:31:00Z</dcterms:modified>
</cp:coreProperties>
</file>