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83E" w:rsidRPr="0060683E" w:rsidRDefault="0060683E" w:rsidP="0060683E">
      <w:pPr>
        <w:keepNext/>
        <w:keepLines/>
        <w:pageBreakBefore/>
        <w:tabs>
          <w:tab w:val="left" w:pos="1134"/>
        </w:tabs>
        <w:suppressAutoHyphens/>
        <w:spacing w:before="100" w:beforeAutospacing="1" w:after="100" w:afterAutospacing="1" w:line="240" w:lineRule="auto"/>
        <w:ind w:left="1134" w:hanging="1134"/>
        <w:outlineLvl w:val="0"/>
        <w:rPr>
          <w:rFonts w:ascii="Times New Roman" w:eastAsia="Times New Roman" w:hAnsi="Times New Roman" w:cs="Times New Roman"/>
          <w:b/>
          <w:kern w:val="28"/>
          <w:lang w:val="en-US" w:eastAsia="ru-RU"/>
        </w:rPr>
      </w:pPr>
      <w:bookmarkStart w:id="0" w:name="_Ref256683610"/>
      <w:bookmarkStart w:id="1" w:name="_Toc277324607"/>
      <w:bookmarkStart w:id="2" w:name="_Toc315353486"/>
      <w:r w:rsidRPr="0060683E">
        <w:rPr>
          <w:rFonts w:ascii="Times New Roman" w:eastAsia="Times New Roman" w:hAnsi="Times New Roman" w:cs="Times New Roman"/>
          <w:b/>
          <w:kern w:val="28"/>
          <w:lang w:eastAsia="ru-RU"/>
        </w:rPr>
        <w:t>Проект Договора</w:t>
      </w:r>
      <w:bookmarkEnd w:id="0"/>
      <w:bookmarkEnd w:id="1"/>
      <w:bookmarkEnd w:id="2"/>
    </w:p>
    <w:p w:rsidR="0060683E" w:rsidRPr="0060683E" w:rsidRDefault="0060683E" w:rsidP="0060683E">
      <w:pPr>
        <w:numPr>
          <w:ilvl w:val="1"/>
          <w:numId w:val="1"/>
        </w:numPr>
        <w:spacing w:after="0" w:line="240" w:lineRule="auto"/>
        <w:ind w:left="1122" w:hanging="56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60683E">
        <w:rPr>
          <w:rFonts w:ascii="Times New Roman" w:eastAsia="Times New Roman" w:hAnsi="Times New Roman" w:cs="Times New Roman"/>
          <w:snapToGrid w:val="0"/>
          <w:lang w:eastAsia="ru-RU"/>
        </w:rPr>
        <w:t>Проект договора на оказание услуг изложен в Приложении №2 к настоящему запросу предложений.</w:t>
      </w:r>
    </w:p>
    <w:p w:rsidR="0060683E" w:rsidRPr="0060683E" w:rsidRDefault="0060683E" w:rsidP="0060683E">
      <w:pPr>
        <w:numPr>
          <w:ilvl w:val="1"/>
          <w:numId w:val="1"/>
        </w:numPr>
        <w:spacing w:after="0" w:line="240" w:lineRule="auto"/>
        <w:ind w:left="1122" w:hanging="56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Проект договора является предварительным и может быть изменен по взаимному согласию сторон.</w:t>
      </w:r>
    </w:p>
    <w:p w:rsidR="00901AE9" w:rsidRDefault="00901AE9">
      <w:bookmarkStart w:id="3" w:name="_GoBack"/>
      <w:bookmarkEnd w:id="3"/>
    </w:p>
    <w:sectPr w:rsidR="00901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5123A"/>
    <w:multiLevelType w:val="multilevel"/>
    <w:tmpl w:val="F85690E0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83E"/>
    <w:rsid w:val="00012237"/>
    <w:rsid w:val="00014D04"/>
    <w:rsid w:val="00021E04"/>
    <w:rsid w:val="00025AD5"/>
    <w:rsid w:val="0003715C"/>
    <w:rsid w:val="00043C1C"/>
    <w:rsid w:val="00044A4D"/>
    <w:rsid w:val="00052BF2"/>
    <w:rsid w:val="00053DDD"/>
    <w:rsid w:val="00056FF3"/>
    <w:rsid w:val="0006108E"/>
    <w:rsid w:val="00062770"/>
    <w:rsid w:val="00072675"/>
    <w:rsid w:val="00086EC5"/>
    <w:rsid w:val="00091798"/>
    <w:rsid w:val="000A1A00"/>
    <w:rsid w:val="000A325F"/>
    <w:rsid w:val="000B0309"/>
    <w:rsid w:val="000C0A2E"/>
    <w:rsid w:val="000C26E7"/>
    <w:rsid w:val="000D1777"/>
    <w:rsid w:val="000D394D"/>
    <w:rsid w:val="000D4495"/>
    <w:rsid w:val="000E0BEE"/>
    <w:rsid w:val="000E7B80"/>
    <w:rsid w:val="000F6AE2"/>
    <w:rsid w:val="0010325C"/>
    <w:rsid w:val="00112EB7"/>
    <w:rsid w:val="00134991"/>
    <w:rsid w:val="00144ED1"/>
    <w:rsid w:val="0014775E"/>
    <w:rsid w:val="001532CA"/>
    <w:rsid w:val="001811E0"/>
    <w:rsid w:val="00182E87"/>
    <w:rsid w:val="00184A71"/>
    <w:rsid w:val="00192878"/>
    <w:rsid w:val="0019492F"/>
    <w:rsid w:val="0019514F"/>
    <w:rsid w:val="0019594A"/>
    <w:rsid w:val="001A535C"/>
    <w:rsid w:val="001C1CFB"/>
    <w:rsid w:val="001D16C7"/>
    <w:rsid w:val="001E1C13"/>
    <w:rsid w:val="001F026D"/>
    <w:rsid w:val="001F1FC6"/>
    <w:rsid w:val="002003A8"/>
    <w:rsid w:val="002074BC"/>
    <w:rsid w:val="00212EA7"/>
    <w:rsid w:val="002150AB"/>
    <w:rsid w:val="00255286"/>
    <w:rsid w:val="002559FF"/>
    <w:rsid w:val="0026036A"/>
    <w:rsid w:val="00263267"/>
    <w:rsid w:val="002662BA"/>
    <w:rsid w:val="00273AC5"/>
    <w:rsid w:val="00290CC2"/>
    <w:rsid w:val="00295906"/>
    <w:rsid w:val="002B5317"/>
    <w:rsid w:val="002C49BE"/>
    <w:rsid w:val="002E3644"/>
    <w:rsid w:val="002F126E"/>
    <w:rsid w:val="002F6737"/>
    <w:rsid w:val="0030096E"/>
    <w:rsid w:val="00301B81"/>
    <w:rsid w:val="00301D4C"/>
    <w:rsid w:val="00311F5C"/>
    <w:rsid w:val="00320631"/>
    <w:rsid w:val="00322B55"/>
    <w:rsid w:val="00352792"/>
    <w:rsid w:val="00353038"/>
    <w:rsid w:val="00355930"/>
    <w:rsid w:val="00364FBE"/>
    <w:rsid w:val="00366AD8"/>
    <w:rsid w:val="00381B63"/>
    <w:rsid w:val="003A029C"/>
    <w:rsid w:val="003A4287"/>
    <w:rsid w:val="003B2488"/>
    <w:rsid w:val="003C1D72"/>
    <w:rsid w:val="003C683E"/>
    <w:rsid w:val="003D4B03"/>
    <w:rsid w:val="003E09E1"/>
    <w:rsid w:val="003E55AB"/>
    <w:rsid w:val="003E6368"/>
    <w:rsid w:val="00405BAC"/>
    <w:rsid w:val="00406892"/>
    <w:rsid w:val="00416BE7"/>
    <w:rsid w:val="004173B8"/>
    <w:rsid w:val="00424B9E"/>
    <w:rsid w:val="004267A6"/>
    <w:rsid w:val="004274B7"/>
    <w:rsid w:val="00436BC7"/>
    <w:rsid w:val="00443B74"/>
    <w:rsid w:val="00444729"/>
    <w:rsid w:val="00445A5F"/>
    <w:rsid w:val="00446025"/>
    <w:rsid w:val="0045601B"/>
    <w:rsid w:val="00461E61"/>
    <w:rsid w:val="0047265B"/>
    <w:rsid w:val="0047755E"/>
    <w:rsid w:val="00481AE9"/>
    <w:rsid w:val="0049059F"/>
    <w:rsid w:val="00491181"/>
    <w:rsid w:val="0049483A"/>
    <w:rsid w:val="00495C9E"/>
    <w:rsid w:val="004A6840"/>
    <w:rsid w:val="004B33BA"/>
    <w:rsid w:val="004B5E21"/>
    <w:rsid w:val="004D22DC"/>
    <w:rsid w:val="004D6FB8"/>
    <w:rsid w:val="004E5BC5"/>
    <w:rsid w:val="004F43FF"/>
    <w:rsid w:val="00515251"/>
    <w:rsid w:val="005237F6"/>
    <w:rsid w:val="00525BFE"/>
    <w:rsid w:val="005269B4"/>
    <w:rsid w:val="0052759A"/>
    <w:rsid w:val="00527BA3"/>
    <w:rsid w:val="005333E9"/>
    <w:rsid w:val="00534F04"/>
    <w:rsid w:val="00535E93"/>
    <w:rsid w:val="00540E01"/>
    <w:rsid w:val="0054232D"/>
    <w:rsid w:val="00560113"/>
    <w:rsid w:val="0056787D"/>
    <w:rsid w:val="005A3E2A"/>
    <w:rsid w:val="005B25C8"/>
    <w:rsid w:val="005B6D72"/>
    <w:rsid w:val="005E2D14"/>
    <w:rsid w:val="005F20ED"/>
    <w:rsid w:val="005F392C"/>
    <w:rsid w:val="0060683E"/>
    <w:rsid w:val="00615DF1"/>
    <w:rsid w:val="00620632"/>
    <w:rsid w:val="006406E1"/>
    <w:rsid w:val="00642CDD"/>
    <w:rsid w:val="006542BB"/>
    <w:rsid w:val="006743A8"/>
    <w:rsid w:val="00680B25"/>
    <w:rsid w:val="006818E3"/>
    <w:rsid w:val="00690EC9"/>
    <w:rsid w:val="006A132E"/>
    <w:rsid w:val="006C1BD1"/>
    <w:rsid w:val="006C7290"/>
    <w:rsid w:val="006D23FF"/>
    <w:rsid w:val="00701843"/>
    <w:rsid w:val="0070437F"/>
    <w:rsid w:val="007057DE"/>
    <w:rsid w:val="00706543"/>
    <w:rsid w:val="0071233E"/>
    <w:rsid w:val="00724C49"/>
    <w:rsid w:val="007317A1"/>
    <w:rsid w:val="00732A78"/>
    <w:rsid w:val="007451CA"/>
    <w:rsid w:val="00745798"/>
    <w:rsid w:val="00753ED2"/>
    <w:rsid w:val="007558B5"/>
    <w:rsid w:val="007613D2"/>
    <w:rsid w:val="00774814"/>
    <w:rsid w:val="00782263"/>
    <w:rsid w:val="007B01DC"/>
    <w:rsid w:val="007B284A"/>
    <w:rsid w:val="007B36EC"/>
    <w:rsid w:val="007B3F38"/>
    <w:rsid w:val="007B7412"/>
    <w:rsid w:val="007C0AA7"/>
    <w:rsid w:val="007C7E87"/>
    <w:rsid w:val="00807D93"/>
    <w:rsid w:val="00816001"/>
    <w:rsid w:val="00822FB7"/>
    <w:rsid w:val="0082483F"/>
    <w:rsid w:val="0082484C"/>
    <w:rsid w:val="008250E4"/>
    <w:rsid w:val="0084066A"/>
    <w:rsid w:val="0084217D"/>
    <w:rsid w:val="00866CC7"/>
    <w:rsid w:val="008767B4"/>
    <w:rsid w:val="00883E9C"/>
    <w:rsid w:val="008B0658"/>
    <w:rsid w:val="008D7293"/>
    <w:rsid w:val="008E13A6"/>
    <w:rsid w:val="008E21BF"/>
    <w:rsid w:val="008E3621"/>
    <w:rsid w:val="008E4327"/>
    <w:rsid w:val="008F0FDB"/>
    <w:rsid w:val="008F4C52"/>
    <w:rsid w:val="00901AE9"/>
    <w:rsid w:val="00903C86"/>
    <w:rsid w:val="009045A6"/>
    <w:rsid w:val="00911A93"/>
    <w:rsid w:val="009152E2"/>
    <w:rsid w:val="009215BF"/>
    <w:rsid w:val="00937C7D"/>
    <w:rsid w:val="00943D57"/>
    <w:rsid w:val="009505F0"/>
    <w:rsid w:val="00960B5B"/>
    <w:rsid w:val="009636D1"/>
    <w:rsid w:val="00970D43"/>
    <w:rsid w:val="00984193"/>
    <w:rsid w:val="00990E39"/>
    <w:rsid w:val="009960DE"/>
    <w:rsid w:val="009A3728"/>
    <w:rsid w:val="009D05E4"/>
    <w:rsid w:val="009D0906"/>
    <w:rsid w:val="009D63E3"/>
    <w:rsid w:val="009E0ADB"/>
    <w:rsid w:val="009E331C"/>
    <w:rsid w:val="009F029B"/>
    <w:rsid w:val="009F38B9"/>
    <w:rsid w:val="00A05BE4"/>
    <w:rsid w:val="00A11D12"/>
    <w:rsid w:val="00A125BA"/>
    <w:rsid w:val="00A20BE8"/>
    <w:rsid w:val="00A33B64"/>
    <w:rsid w:val="00A46B44"/>
    <w:rsid w:val="00A7506E"/>
    <w:rsid w:val="00A804A4"/>
    <w:rsid w:val="00A83AB3"/>
    <w:rsid w:val="00A8779E"/>
    <w:rsid w:val="00AA685C"/>
    <w:rsid w:val="00AB2968"/>
    <w:rsid w:val="00AB34A3"/>
    <w:rsid w:val="00AC6645"/>
    <w:rsid w:val="00AC6E17"/>
    <w:rsid w:val="00AD3B9A"/>
    <w:rsid w:val="00AE3094"/>
    <w:rsid w:val="00AE6F65"/>
    <w:rsid w:val="00AF10D6"/>
    <w:rsid w:val="00AF23D5"/>
    <w:rsid w:val="00AF408A"/>
    <w:rsid w:val="00AF612F"/>
    <w:rsid w:val="00B01998"/>
    <w:rsid w:val="00B258E0"/>
    <w:rsid w:val="00B326BC"/>
    <w:rsid w:val="00B47730"/>
    <w:rsid w:val="00B57A86"/>
    <w:rsid w:val="00B60443"/>
    <w:rsid w:val="00B65EF2"/>
    <w:rsid w:val="00B67FBE"/>
    <w:rsid w:val="00B70CA0"/>
    <w:rsid w:val="00B83129"/>
    <w:rsid w:val="00B86AF3"/>
    <w:rsid w:val="00B93336"/>
    <w:rsid w:val="00B93F1B"/>
    <w:rsid w:val="00BB138A"/>
    <w:rsid w:val="00BB7F7D"/>
    <w:rsid w:val="00BC3AAC"/>
    <w:rsid w:val="00BD0C8C"/>
    <w:rsid w:val="00BD2A05"/>
    <w:rsid w:val="00BD4490"/>
    <w:rsid w:val="00BE270A"/>
    <w:rsid w:val="00BE4462"/>
    <w:rsid w:val="00BE606A"/>
    <w:rsid w:val="00BF19EA"/>
    <w:rsid w:val="00BF6CC0"/>
    <w:rsid w:val="00BF7972"/>
    <w:rsid w:val="00C036B9"/>
    <w:rsid w:val="00C133C9"/>
    <w:rsid w:val="00C13A73"/>
    <w:rsid w:val="00C31BEC"/>
    <w:rsid w:val="00C3612F"/>
    <w:rsid w:val="00C526E0"/>
    <w:rsid w:val="00C66554"/>
    <w:rsid w:val="00C77EE2"/>
    <w:rsid w:val="00C808EE"/>
    <w:rsid w:val="00C93BED"/>
    <w:rsid w:val="00C961C8"/>
    <w:rsid w:val="00CB2FE5"/>
    <w:rsid w:val="00CD12B3"/>
    <w:rsid w:val="00CE106F"/>
    <w:rsid w:val="00CF032B"/>
    <w:rsid w:val="00CF39BC"/>
    <w:rsid w:val="00CF5530"/>
    <w:rsid w:val="00D02401"/>
    <w:rsid w:val="00D04E17"/>
    <w:rsid w:val="00D12DCD"/>
    <w:rsid w:val="00D206B8"/>
    <w:rsid w:val="00D2349A"/>
    <w:rsid w:val="00D33030"/>
    <w:rsid w:val="00D5219A"/>
    <w:rsid w:val="00D5702B"/>
    <w:rsid w:val="00D7069E"/>
    <w:rsid w:val="00D70E9E"/>
    <w:rsid w:val="00D8126F"/>
    <w:rsid w:val="00D842EC"/>
    <w:rsid w:val="00D928F4"/>
    <w:rsid w:val="00DA14A8"/>
    <w:rsid w:val="00DA2192"/>
    <w:rsid w:val="00DA296A"/>
    <w:rsid w:val="00DA4981"/>
    <w:rsid w:val="00DA4C5C"/>
    <w:rsid w:val="00DB3224"/>
    <w:rsid w:val="00DB4BA5"/>
    <w:rsid w:val="00DC30C2"/>
    <w:rsid w:val="00DC3DD8"/>
    <w:rsid w:val="00DC546A"/>
    <w:rsid w:val="00DC6B2D"/>
    <w:rsid w:val="00DD0479"/>
    <w:rsid w:val="00DD530E"/>
    <w:rsid w:val="00DD68FF"/>
    <w:rsid w:val="00DD6C55"/>
    <w:rsid w:val="00DD6CAD"/>
    <w:rsid w:val="00DD6F8A"/>
    <w:rsid w:val="00DE42B1"/>
    <w:rsid w:val="00DF1AB2"/>
    <w:rsid w:val="00DF52AC"/>
    <w:rsid w:val="00E01B82"/>
    <w:rsid w:val="00E01EA7"/>
    <w:rsid w:val="00E038BF"/>
    <w:rsid w:val="00E209FC"/>
    <w:rsid w:val="00E2161D"/>
    <w:rsid w:val="00E21C31"/>
    <w:rsid w:val="00E22941"/>
    <w:rsid w:val="00E24419"/>
    <w:rsid w:val="00E51607"/>
    <w:rsid w:val="00E550B4"/>
    <w:rsid w:val="00E608E0"/>
    <w:rsid w:val="00E6788A"/>
    <w:rsid w:val="00E768AE"/>
    <w:rsid w:val="00E81DD1"/>
    <w:rsid w:val="00E82F81"/>
    <w:rsid w:val="00E85E2A"/>
    <w:rsid w:val="00E91631"/>
    <w:rsid w:val="00E9364D"/>
    <w:rsid w:val="00EA2775"/>
    <w:rsid w:val="00EA2988"/>
    <w:rsid w:val="00ED20C7"/>
    <w:rsid w:val="00EE66BD"/>
    <w:rsid w:val="00EF30CE"/>
    <w:rsid w:val="00F07536"/>
    <w:rsid w:val="00F1380E"/>
    <w:rsid w:val="00F20D1C"/>
    <w:rsid w:val="00F3304E"/>
    <w:rsid w:val="00F34DDB"/>
    <w:rsid w:val="00F35720"/>
    <w:rsid w:val="00F37018"/>
    <w:rsid w:val="00F4202A"/>
    <w:rsid w:val="00F54023"/>
    <w:rsid w:val="00F60D01"/>
    <w:rsid w:val="00F654F4"/>
    <w:rsid w:val="00F77C97"/>
    <w:rsid w:val="00F77FE1"/>
    <w:rsid w:val="00F83A3B"/>
    <w:rsid w:val="00F90CD7"/>
    <w:rsid w:val="00FA2FE9"/>
    <w:rsid w:val="00FA608D"/>
    <w:rsid w:val="00FA756B"/>
    <w:rsid w:val="00FA7E61"/>
    <w:rsid w:val="00FB164A"/>
    <w:rsid w:val="00FD4947"/>
    <w:rsid w:val="00FE2B57"/>
    <w:rsid w:val="00FE352F"/>
    <w:rsid w:val="00FE38C8"/>
    <w:rsid w:val="00FF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Терников</dc:creator>
  <cp:lastModifiedBy>Терников</cp:lastModifiedBy>
  <cp:revision>2</cp:revision>
  <dcterms:created xsi:type="dcterms:W3CDTF">2012-05-28T13:19:00Z</dcterms:created>
  <dcterms:modified xsi:type="dcterms:W3CDTF">2012-05-28T13:19:00Z</dcterms:modified>
</cp:coreProperties>
</file>