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EA" w:rsidRPr="0089754F" w:rsidRDefault="0089754F">
      <w:r w:rsidRPr="0089754F">
        <w:rPr>
          <w:rFonts w:ascii="Calibri" w:hAnsi="Calibri" w:cs="Arial"/>
          <w:shd w:val="clear" w:color="auto" w:fill="CCCCCC"/>
        </w:rPr>
        <w:t xml:space="preserve">Проекты находятся по следующим ссылкам: </w:t>
      </w:r>
      <w:hyperlink r:id="rId4" w:history="1">
        <w:r w:rsidRPr="0089754F">
          <w:rPr>
            <w:rStyle w:val="a3"/>
            <w:rFonts w:ascii="Calibri" w:hAnsi="Calibri" w:cs="Arial"/>
            <w:color w:val="auto"/>
            <w:shd w:val="clear" w:color="auto" w:fill="CCCCCC"/>
          </w:rPr>
          <w:t>http://ifolder.ru/29868893</w:t>
        </w:r>
      </w:hyperlink>
      <w:r w:rsidRPr="0089754F">
        <w:rPr>
          <w:rFonts w:ascii="Calibri" w:hAnsi="Calibri" w:cs="Arial"/>
          <w:shd w:val="clear" w:color="auto" w:fill="CCCCCC"/>
        </w:rPr>
        <w:t>; </w:t>
      </w:r>
      <w:hyperlink r:id="rId5" w:history="1">
        <w:r w:rsidRPr="0089754F">
          <w:rPr>
            <w:rStyle w:val="a3"/>
            <w:rFonts w:ascii="Calibri" w:hAnsi="Calibri" w:cs="Arial"/>
            <w:color w:val="auto"/>
            <w:shd w:val="clear" w:color="auto" w:fill="CCCCCC"/>
          </w:rPr>
          <w:t>http://ifolder.ru/29868894</w:t>
        </w:r>
      </w:hyperlink>
    </w:p>
    <w:sectPr w:rsidR="007E69EA" w:rsidRPr="00897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54F"/>
    <w:rsid w:val="007E69EA"/>
    <w:rsid w:val="0089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5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folder.ru/29868894" TargetMode="External"/><Relationship Id="rId4" Type="http://schemas.openxmlformats.org/officeDocument/2006/relationships/hyperlink" Target="http://ifolder.ru/29868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>Work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2</cp:revision>
  <dcterms:created xsi:type="dcterms:W3CDTF">2012-04-13T11:51:00Z</dcterms:created>
  <dcterms:modified xsi:type="dcterms:W3CDTF">2012-04-13T11:52:00Z</dcterms:modified>
</cp:coreProperties>
</file>