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</w:t>
      </w:r>
      <w:r w:rsidRPr="000B611A">
        <w:rPr>
          <w:bCs/>
          <w:iCs/>
        </w:rPr>
        <w:t>н</w:t>
      </w:r>
      <w:r w:rsidRPr="000B611A">
        <w:rPr>
          <w:bCs/>
          <w:iCs/>
        </w:rPr>
        <w:t>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 xml:space="preserve">до перечисления Покупателем </w:t>
      </w:r>
      <w:r w:rsidR="00705A1F" w:rsidRPr="000B611A">
        <w:rPr>
          <w:sz w:val="24"/>
          <w:szCs w:val="24"/>
        </w:rPr>
        <w:lastRenderedPageBreak/>
        <w:t>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lastRenderedPageBreak/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lastRenderedPageBreak/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lastRenderedPageBreak/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258E8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258E8"/>
    <w:rsid w:val="003552B2"/>
    <w:rsid w:val="0036006C"/>
    <w:rsid w:val="00361817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8043</Words>
  <Characters>45848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bannikov.aa</cp:lastModifiedBy>
  <cp:revision>2</cp:revision>
  <cp:lastPrinted>2012-02-16T06:22:00Z</cp:lastPrinted>
  <dcterms:created xsi:type="dcterms:W3CDTF">2012-03-15T06:01:00Z</dcterms:created>
  <dcterms:modified xsi:type="dcterms:W3CDTF">2012-03-15T06:01:00Z</dcterms:modified>
</cp:coreProperties>
</file>