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757D5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A78FA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2012-03-20T05:48:00Z</dcterms:created>
  <dcterms:modified xsi:type="dcterms:W3CDTF">2012-03-20T05:48:00Z</dcterms:modified>
</cp:coreProperties>
</file>